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E4" w:rsidRDefault="00A120E4" w:rsidP="004D5517">
      <w:pPr>
        <w:pStyle w:val="Heading1Center"/>
      </w:pPr>
    </w:p>
    <w:p w:rsidR="004D5517" w:rsidRDefault="004D5517" w:rsidP="004D5517">
      <w:pPr>
        <w:pStyle w:val="Heading1Center"/>
      </w:pPr>
      <w:bookmarkStart w:id="0" w:name="_Toc440359774"/>
      <w:r>
        <w:t>IMAM MUHAMAD AL-BAGIR AS</w:t>
      </w:r>
      <w:bookmarkEnd w:id="0"/>
    </w:p>
    <w:p w:rsidR="004D5517" w:rsidRDefault="004D5517" w:rsidP="004D5517">
      <w:pPr>
        <w:pStyle w:val="Heading1Center"/>
      </w:pPr>
      <w:bookmarkStart w:id="1" w:name="_Toc440359775"/>
      <w:r>
        <w:t>penyingkap khazanah ilmu</w:t>
      </w:r>
      <w:bookmarkEnd w:id="1"/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A120E4" w:rsidRDefault="00A120E4" w:rsidP="004D5517">
      <w:pPr>
        <w:pStyle w:val="libNormal"/>
      </w:pPr>
    </w:p>
    <w:p w:rsidR="00A120E4" w:rsidRDefault="00A120E4" w:rsidP="004D5517">
      <w:pPr>
        <w:pStyle w:val="libNormal"/>
      </w:pPr>
    </w:p>
    <w:p w:rsidR="00A120E4" w:rsidRDefault="00A120E4" w:rsidP="004D5517">
      <w:pPr>
        <w:pStyle w:val="libNormal"/>
      </w:pPr>
    </w:p>
    <w:p w:rsidR="00A120E4" w:rsidRDefault="00A120E4" w:rsidP="004D5517">
      <w:pPr>
        <w:pStyle w:val="libNormal"/>
      </w:pPr>
    </w:p>
    <w:p w:rsidR="00A120E4" w:rsidRDefault="00A120E4" w:rsidP="004D5517">
      <w:pPr>
        <w:pStyle w:val="libNormal"/>
      </w:pPr>
    </w:p>
    <w:p w:rsidR="00A120E4" w:rsidRDefault="00A120E4" w:rsidP="004D5517">
      <w:pPr>
        <w:pStyle w:val="libNormal"/>
      </w:pPr>
    </w:p>
    <w:p w:rsidR="00A120E4" w:rsidRDefault="00A120E4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4D5517">
      <w:pPr>
        <w:pStyle w:val="libNormal"/>
      </w:pPr>
    </w:p>
    <w:p w:rsidR="004D5517" w:rsidRDefault="004D5517" w:rsidP="00A120E4">
      <w:pPr>
        <w:pStyle w:val="Heading1Center"/>
      </w:pPr>
      <w:bookmarkStart w:id="2" w:name="_Toc440359776"/>
      <w:r>
        <w:t>S. Mahdi Ayatullahi</w:t>
      </w:r>
      <w:bookmarkEnd w:id="2"/>
    </w:p>
    <w:p w:rsidR="004D5517" w:rsidRDefault="004D5517" w:rsidP="004D5517">
      <w:pPr>
        <w:pStyle w:val="libNormal"/>
      </w:pPr>
    </w:p>
    <w:p w:rsidR="004D5517" w:rsidRPr="00A120E4" w:rsidRDefault="004D5517">
      <w:r>
        <w:br w:type="page"/>
      </w: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91485D" w:rsidRDefault="0091485D" w:rsidP="0091485D">
      <w:pPr>
        <w:pStyle w:val="Heading1Center"/>
      </w:pPr>
    </w:p>
    <w:p w:rsidR="00A120E4" w:rsidRDefault="00A120E4" w:rsidP="0091485D">
      <w:pPr>
        <w:pStyle w:val="Heading1Center"/>
      </w:pPr>
      <w:bookmarkStart w:id="3" w:name="_Toc440359777"/>
      <w:r>
        <w:t>Dengan Nama Allah Yang Mahakasih</w:t>
      </w:r>
      <w:bookmarkEnd w:id="3"/>
    </w:p>
    <w:p w:rsidR="00A120E4" w:rsidRDefault="00A120E4" w:rsidP="0091485D">
      <w:pPr>
        <w:pStyle w:val="Heading1Center"/>
      </w:pPr>
      <w:bookmarkStart w:id="4" w:name="_Toc440359778"/>
      <w:r>
        <w:t>lagi Mahasayang</w:t>
      </w:r>
      <w:bookmarkEnd w:id="4"/>
    </w:p>
    <w:p w:rsidR="00A120E4" w:rsidRPr="00A120E4" w:rsidRDefault="00A120E4">
      <w:r>
        <w:br w:type="page"/>
      </w:r>
    </w:p>
    <w:p w:rsidR="004D5517" w:rsidRDefault="004D5517" w:rsidP="00FD0A11">
      <w:pPr>
        <w:pStyle w:val="Heading1"/>
      </w:pPr>
      <w:bookmarkStart w:id="5" w:name="_Toc440359779"/>
      <w:r>
        <w:lastRenderedPageBreak/>
        <w:t>KATA SAMBUTAN</w:t>
      </w:r>
      <w:bookmarkEnd w:id="5"/>
    </w:p>
    <w:p w:rsidR="00A61F81" w:rsidRDefault="00A61F81" w:rsidP="004D5517">
      <w:pPr>
        <w:pStyle w:val="libNormal"/>
      </w:pPr>
    </w:p>
    <w:p w:rsidR="004D5517" w:rsidRDefault="004D5517" w:rsidP="004D5517">
      <w:pPr>
        <w:pStyle w:val="libNormal"/>
      </w:pPr>
      <w:r>
        <w:t>Adik-adik dan remaja tercinta!</w:t>
      </w:r>
    </w:p>
    <w:p w:rsidR="00B73564" w:rsidRDefault="00B73564" w:rsidP="004D5517">
      <w:pPr>
        <w:pStyle w:val="libNormal"/>
      </w:pPr>
    </w:p>
    <w:p w:rsidR="0026478A" w:rsidRDefault="004D5517" w:rsidP="0026478A">
      <w:pPr>
        <w:pStyle w:val="libNormal"/>
      </w:pPr>
      <w:r>
        <w:t>Dalam kehidupan dunia ini, kita selalu memerlukan</w:t>
      </w:r>
      <w:r w:rsidR="0026478A">
        <w:t xml:space="preserve"> </w:t>
      </w:r>
      <w:r>
        <w:t>manusia-manusia teladan yang berakhlak agung dan</w:t>
      </w:r>
      <w:r w:rsidR="0026478A">
        <w:t xml:space="preserve"> </w:t>
      </w:r>
      <w:r>
        <w:t>mulia, sehingga dengan keteladanan mereka, kita dapat</w:t>
      </w:r>
      <w:r w:rsidR="0026478A">
        <w:t xml:space="preserve"> meniru akhlak luhur mereka.</w:t>
      </w:r>
    </w:p>
    <w:p w:rsidR="0026478A" w:rsidRDefault="0026478A" w:rsidP="0026478A">
      <w:pPr>
        <w:pStyle w:val="libNormal"/>
      </w:pPr>
    </w:p>
    <w:p w:rsidR="004D5517" w:rsidRDefault="004D5517" w:rsidP="004F261C">
      <w:pPr>
        <w:pStyle w:val="libNormal"/>
      </w:pPr>
      <w:r>
        <w:t>Para pemimpin agama dan</w:t>
      </w:r>
      <w:r w:rsidR="004F261C">
        <w:t xml:space="preserve"> </w:t>
      </w:r>
      <w:r>
        <w:t>para Imam Ahlul Bait as. merupakan manusia-manusia</w:t>
      </w:r>
      <w:r w:rsidR="004F261C">
        <w:t xml:space="preserve"> </w:t>
      </w:r>
      <w:r>
        <w:t>teladan bagi kita semua.</w:t>
      </w:r>
    </w:p>
    <w:p w:rsidR="004F261C" w:rsidRDefault="004F261C" w:rsidP="004D5517">
      <w:pPr>
        <w:pStyle w:val="libNormal"/>
      </w:pPr>
    </w:p>
    <w:p w:rsidR="00177DAD" w:rsidRDefault="004D5517" w:rsidP="00177DAD">
      <w:pPr>
        <w:pStyle w:val="libNormal"/>
      </w:pPr>
      <w:r>
        <w:t>Untuk itu, kami telah melakukan penelaahan perihal</w:t>
      </w:r>
      <w:r w:rsidR="00177DAD">
        <w:t xml:space="preserve"> </w:t>
      </w:r>
      <w:r>
        <w:t>kehidupan mereka, dengan maksud untuk</w:t>
      </w:r>
      <w:r w:rsidR="00177DAD">
        <w:t xml:space="preserve"> </w:t>
      </w:r>
      <w:r>
        <w:t>memp</w:t>
      </w:r>
      <w:r w:rsidR="00177DAD">
        <w:t>erkenalkannya kepada adik-adik.</w:t>
      </w:r>
    </w:p>
    <w:p w:rsidR="00177DAD" w:rsidRDefault="00177DAD" w:rsidP="00177DAD">
      <w:pPr>
        <w:pStyle w:val="libNormal"/>
      </w:pPr>
    </w:p>
    <w:p w:rsidR="004D5517" w:rsidRDefault="004D5517" w:rsidP="00E95944">
      <w:pPr>
        <w:pStyle w:val="libNormal"/>
      </w:pPr>
      <w:r>
        <w:t>Kami pun telah</w:t>
      </w:r>
      <w:r w:rsidR="00E95944">
        <w:t xml:space="preserve"> </w:t>
      </w:r>
      <w:r>
        <w:t>berusaha semaksimal mungkin guna menyusun bukubuku</w:t>
      </w:r>
      <w:r w:rsidR="00E95944">
        <w:t xml:space="preserve"> </w:t>
      </w:r>
      <w:r>
        <w:t>ihwal kehidupan mereka dengan bahasa yang</w:t>
      </w:r>
      <w:r w:rsidR="00E95944">
        <w:t xml:space="preserve"> </w:t>
      </w:r>
      <w:r>
        <w:t>sederhana, sehingga dapat dipahami dengan mudah.</w:t>
      </w:r>
    </w:p>
    <w:p w:rsidR="00E95944" w:rsidRDefault="00E95944" w:rsidP="004D5517">
      <w:pPr>
        <w:pStyle w:val="libNormal"/>
      </w:pPr>
    </w:p>
    <w:p w:rsidR="00C87461" w:rsidRDefault="004D5517" w:rsidP="00C87461">
      <w:pPr>
        <w:pStyle w:val="libNormal"/>
      </w:pPr>
      <w:r>
        <w:t>Kumpulan kisah manusia-manusia suci ini disusun</w:t>
      </w:r>
      <w:r w:rsidR="00566BAF">
        <w:t xml:space="preserve"> </w:t>
      </w:r>
      <w:r>
        <w:t>seringkas mungkin dengan tidak melupakan keshahihan</w:t>
      </w:r>
      <w:r w:rsidR="00C87461">
        <w:t xml:space="preserve"> </w:t>
      </w:r>
      <w:r>
        <w:t>kisah-kis</w:t>
      </w:r>
      <w:r w:rsidR="00C87461">
        <w:t>ah teladan Imam Ahlul Bait itu.</w:t>
      </w:r>
    </w:p>
    <w:p w:rsidR="00C87461" w:rsidRDefault="00C87461" w:rsidP="00C87461">
      <w:pPr>
        <w:pStyle w:val="libNormal"/>
      </w:pPr>
    </w:p>
    <w:p w:rsidR="000B7271" w:rsidRDefault="004D5517" w:rsidP="00711680">
      <w:pPr>
        <w:pStyle w:val="libNormal"/>
      </w:pPr>
      <w:r>
        <w:t>Para Ahlul</w:t>
      </w:r>
      <w:r w:rsidR="009715D3">
        <w:t xml:space="preserve"> </w:t>
      </w:r>
      <w:r>
        <w:t>sejarah Islam telah mengkajinya secara serius dan</w:t>
      </w:r>
      <w:r w:rsidR="00711680">
        <w:t xml:space="preserve"> </w:t>
      </w:r>
      <w:r>
        <w:t>mereka mendu</w:t>
      </w:r>
      <w:r w:rsidR="000B7271">
        <w:t>kung usaha penyusunan buku ini.</w:t>
      </w:r>
    </w:p>
    <w:p w:rsidR="000B7271" w:rsidRDefault="000B7271" w:rsidP="00711680">
      <w:pPr>
        <w:pStyle w:val="libNormal"/>
      </w:pPr>
    </w:p>
    <w:p w:rsidR="0049244F" w:rsidRDefault="004D5517" w:rsidP="00711680">
      <w:pPr>
        <w:pStyle w:val="libNormal"/>
      </w:pPr>
      <w:r>
        <w:t>Kami</w:t>
      </w:r>
      <w:r w:rsidR="00711680">
        <w:t xml:space="preserve"> </w:t>
      </w:r>
      <w:r>
        <w:t>berharap, adik-adik sekalian sudi mem</w:t>
      </w:r>
      <w:r w:rsidR="0049244F">
        <w:t>pelajarinya secara serius pula.</w:t>
      </w:r>
    </w:p>
    <w:p w:rsidR="0049244F" w:rsidRDefault="0049244F" w:rsidP="00711680">
      <w:pPr>
        <w:pStyle w:val="libNormal"/>
      </w:pPr>
    </w:p>
    <w:p w:rsidR="004D5517" w:rsidRDefault="004D5517" w:rsidP="000E7823">
      <w:pPr>
        <w:pStyle w:val="libNormal"/>
      </w:pPr>
      <w:r>
        <w:t>Di samping hasil pelajaran ini, kami</w:t>
      </w:r>
      <w:r w:rsidR="000E7823">
        <w:t xml:space="preserve"> </w:t>
      </w:r>
      <w:r>
        <w:t>meminta kepada adik-adik untuk dapat menyampaikan</w:t>
      </w:r>
      <w:r w:rsidR="000E7823">
        <w:t xml:space="preserve"> </w:t>
      </w:r>
      <w:r>
        <w:t>kesan dan pandangannya.</w:t>
      </w:r>
    </w:p>
    <w:p w:rsidR="000E7823" w:rsidRDefault="000E7823" w:rsidP="004D5517">
      <w:pPr>
        <w:pStyle w:val="libNormal"/>
      </w:pPr>
    </w:p>
    <w:p w:rsidR="006A0E44" w:rsidRDefault="004D5517" w:rsidP="006A0E44">
      <w:pPr>
        <w:pStyle w:val="libNormal"/>
      </w:pPr>
      <w:r>
        <w:lastRenderedPageBreak/>
        <w:t>Di akhir sambutan ini, kami sangat berterima kasih</w:t>
      </w:r>
      <w:r w:rsidR="006A0E44">
        <w:t xml:space="preserve"> atas perhatian adik-adik.</w:t>
      </w:r>
    </w:p>
    <w:p w:rsidR="006A0E44" w:rsidRDefault="006A0E44" w:rsidP="006A0E44">
      <w:pPr>
        <w:pStyle w:val="libNormal"/>
      </w:pPr>
    </w:p>
    <w:p w:rsidR="004D5517" w:rsidRDefault="004D5517" w:rsidP="001966FC">
      <w:pPr>
        <w:pStyle w:val="libNormal"/>
      </w:pPr>
      <w:r>
        <w:t>Dan semoga adik-adik mau</w:t>
      </w:r>
      <w:r w:rsidR="001966FC">
        <w:t xml:space="preserve"> </w:t>
      </w:r>
      <w:r>
        <w:t>bersabar menantikan seri-seri selanjutnya.</w:t>
      </w:r>
    </w:p>
    <w:p w:rsidR="001966FC" w:rsidRDefault="001966FC" w:rsidP="004D5517">
      <w:pPr>
        <w:pStyle w:val="libNormal"/>
      </w:pPr>
    </w:p>
    <w:p w:rsidR="00F75EDF" w:rsidRDefault="004D5517" w:rsidP="004D5517">
      <w:pPr>
        <w:pStyle w:val="libNormal"/>
      </w:pPr>
      <w:r>
        <w:t>Selamat membaca!</w:t>
      </w:r>
    </w:p>
    <w:p w:rsidR="00F75EDF" w:rsidRPr="00F75EDF" w:rsidRDefault="00F75EDF">
      <w:r>
        <w:br w:type="page"/>
      </w:r>
    </w:p>
    <w:p w:rsidR="004327F6" w:rsidRDefault="004327F6" w:rsidP="00FB621A">
      <w:pPr>
        <w:pStyle w:val="Heading1"/>
      </w:pPr>
      <w:bookmarkStart w:id="6" w:name="_Toc440359780"/>
      <w:r>
        <w:lastRenderedPageBreak/>
        <w:t>Hari Lahir</w:t>
      </w:r>
      <w:bookmarkEnd w:id="6"/>
    </w:p>
    <w:p w:rsidR="007108E5" w:rsidRDefault="007108E5" w:rsidP="004327F6">
      <w:pPr>
        <w:pStyle w:val="libNormal"/>
      </w:pPr>
    </w:p>
    <w:p w:rsidR="004327F6" w:rsidRDefault="004327F6" w:rsidP="00FB621A">
      <w:pPr>
        <w:pStyle w:val="libNormal"/>
      </w:pPr>
      <w:r>
        <w:t>Imam Muhammad Al-Baqir as. dilahirkan pada awal</w:t>
      </w:r>
      <w:r w:rsidR="00FB621A">
        <w:t xml:space="preserve"> </w:t>
      </w:r>
      <w:r>
        <w:t>bulan Rajab tahun 57 H di Madinah Al-Munawwarah.</w:t>
      </w:r>
    </w:p>
    <w:p w:rsidR="00FB621A" w:rsidRDefault="00FB621A" w:rsidP="004327F6">
      <w:pPr>
        <w:pStyle w:val="libNormal"/>
      </w:pPr>
    </w:p>
    <w:p w:rsidR="004327F6" w:rsidRDefault="004327F6" w:rsidP="00B13931">
      <w:pPr>
        <w:pStyle w:val="libNormal"/>
      </w:pPr>
      <w:r>
        <w:t>Beliau adalah Imam kelima Ahlul Bait. Ayahnya adalah</w:t>
      </w:r>
      <w:r w:rsidR="00B13931">
        <w:t xml:space="preserve"> </w:t>
      </w:r>
      <w:r>
        <w:t>Imam Ali Zainal Abidin as., dan ibunya adalah seorang</w:t>
      </w:r>
      <w:r w:rsidR="00B13931">
        <w:t xml:space="preserve"> </w:t>
      </w:r>
      <w:r>
        <w:t>wanita dari keturunan Imam Hasan as. yang bernama</w:t>
      </w:r>
      <w:r w:rsidR="00B13931">
        <w:t xml:space="preserve"> </w:t>
      </w:r>
      <w:r>
        <w:t>Fatimah.</w:t>
      </w:r>
    </w:p>
    <w:p w:rsidR="00B13931" w:rsidRDefault="00B13931" w:rsidP="004327F6">
      <w:pPr>
        <w:pStyle w:val="libNormal"/>
      </w:pPr>
    </w:p>
    <w:p w:rsidR="004327F6" w:rsidRDefault="004327F6" w:rsidP="00AD66EF">
      <w:pPr>
        <w:pStyle w:val="libNormal"/>
      </w:pPr>
      <w:r>
        <w:t>Dengan demikian, Imam Muhammad Baqir as.</w:t>
      </w:r>
      <w:r w:rsidR="00AD66EF">
        <w:t xml:space="preserve"> </w:t>
      </w:r>
      <w:r>
        <w:t xml:space="preserve">adalah Imam pertama keturunan Rasulullah saw. </w:t>
      </w:r>
      <w:r w:rsidR="00AD66EF">
        <w:t>D</w:t>
      </w:r>
      <w:r>
        <w:t>ari</w:t>
      </w:r>
      <w:r w:rsidR="00AD66EF">
        <w:t xml:space="preserve"> </w:t>
      </w:r>
      <w:r>
        <w:t>pihak ayah dan ibu, sekaligus.</w:t>
      </w:r>
    </w:p>
    <w:p w:rsidR="00AD66EF" w:rsidRDefault="00AD66EF" w:rsidP="004327F6">
      <w:pPr>
        <w:pStyle w:val="libNormal"/>
      </w:pPr>
    </w:p>
    <w:p w:rsidR="004327F6" w:rsidRDefault="004327F6" w:rsidP="00DE2C77">
      <w:pPr>
        <w:pStyle w:val="libNormal"/>
      </w:pPr>
      <w:r>
        <w:t>Imam Al-Baqir as. mengalami hidup bersama</w:t>
      </w:r>
      <w:r w:rsidR="00DE2C77">
        <w:t xml:space="preserve"> </w:t>
      </w:r>
      <w:r>
        <w:t>kakeknya, Imam Husein as. pada tragedi Karbala, yang</w:t>
      </w:r>
      <w:r w:rsidR="00DE2C77">
        <w:t xml:space="preserve"> </w:t>
      </w:r>
      <w:r>
        <w:t>ketika itu beliau masih berusia empat tahun.</w:t>
      </w:r>
    </w:p>
    <w:p w:rsidR="007731B9" w:rsidRDefault="007731B9" w:rsidP="004327F6">
      <w:pPr>
        <w:pStyle w:val="libNormal"/>
      </w:pPr>
    </w:p>
    <w:p w:rsidR="004327F6" w:rsidRDefault="004327F6" w:rsidP="00432C33">
      <w:pPr>
        <w:pStyle w:val="libNormal"/>
      </w:pPr>
      <w:r>
        <w:t>Beliau hidup bersama ayahnya selama 18 tahun dan</w:t>
      </w:r>
      <w:r w:rsidR="00432C33">
        <w:t xml:space="preserve"> </w:t>
      </w:r>
      <w:r>
        <w:t>masa itu adalah masa keimamahan (kepemimpinan)-nya.</w:t>
      </w:r>
    </w:p>
    <w:p w:rsidR="002D0D1E" w:rsidRDefault="002D0D1E" w:rsidP="004327F6">
      <w:pPr>
        <w:pStyle w:val="libNormal"/>
      </w:pPr>
    </w:p>
    <w:p w:rsidR="004327F6" w:rsidRDefault="004327F6" w:rsidP="0021475B">
      <w:pPr>
        <w:pStyle w:val="libNormal"/>
      </w:pPr>
      <w:r>
        <w:t>Beliau khidmatkan masa-masa hidupnya demi</w:t>
      </w:r>
      <w:r w:rsidR="0021475B">
        <w:t xml:space="preserve"> </w:t>
      </w:r>
      <w:r>
        <w:t>menyebarkan ilmu pengetahuan Islam.</w:t>
      </w:r>
    </w:p>
    <w:p w:rsidR="00AF0427" w:rsidRDefault="00AF0427" w:rsidP="004327F6">
      <w:pPr>
        <w:pStyle w:val="libNormal"/>
      </w:pPr>
    </w:p>
    <w:p w:rsidR="00587504" w:rsidRDefault="004327F6" w:rsidP="00587504">
      <w:pPr>
        <w:pStyle w:val="libNormal"/>
      </w:pPr>
      <w:r>
        <w:t>Orang-orang memberi beliau gelar Al-Baqir (Sang</w:t>
      </w:r>
      <w:r w:rsidR="00587504">
        <w:t xml:space="preserve"> </w:t>
      </w:r>
      <w:r>
        <w:t>Jenius), karena beliau telah membongkar ilmu</w:t>
      </w:r>
      <w:r w:rsidR="00587504">
        <w:t xml:space="preserve"> </w:t>
      </w:r>
      <w:r>
        <w:t>pengeta</w:t>
      </w:r>
      <w:r w:rsidR="00587504">
        <w:t>huan dari khazanah-khazanahnya.</w:t>
      </w:r>
    </w:p>
    <w:p w:rsidR="00587504" w:rsidRDefault="00587504" w:rsidP="00587504">
      <w:pPr>
        <w:pStyle w:val="libNormal"/>
      </w:pPr>
    </w:p>
    <w:p w:rsidR="004327F6" w:rsidRDefault="004327F6" w:rsidP="00F11F40">
      <w:pPr>
        <w:pStyle w:val="libNormal"/>
      </w:pPr>
      <w:r>
        <w:t>Imam as.</w:t>
      </w:r>
      <w:r w:rsidR="00F11F40">
        <w:t xml:space="preserve"> </w:t>
      </w:r>
      <w:r>
        <w:t>juga memiliki gelar-gelar lain yang menunjukkan sifat</w:t>
      </w:r>
      <w:r w:rsidR="00F11F40">
        <w:t xml:space="preserve"> </w:t>
      </w:r>
      <w:r>
        <w:t>dan akhlak agung beliau seperti: Asy-Syakir (yang</w:t>
      </w:r>
      <w:r w:rsidR="00F11F40">
        <w:t xml:space="preserve"> </w:t>
      </w:r>
      <w:r>
        <w:t>banyak bersyukur), Al-Hadi (pemberi petunjuk).</w:t>
      </w:r>
    </w:p>
    <w:p w:rsidR="00BC268A" w:rsidRDefault="00BC268A" w:rsidP="004327F6">
      <w:pPr>
        <w:pStyle w:val="libNormal"/>
      </w:pPr>
    </w:p>
    <w:p w:rsidR="004327F6" w:rsidRDefault="004327F6" w:rsidP="00945A1D">
      <w:pPr>
        <w:pStyle w:val="libNormal"/>
      </w:pPr>
      <w:r>
        <w:t>Sewaktu masih berusia belia, Imam Muhammad Al-Baqir as. bertemu dengan sebagian besar sahabat</w:t>
      </w:r>
      <w:r w:rsidR="00945A1D">
        <w:t xml:space="preserve"> </w:t>
      </w:r>
      <w:r>
        <w:t>utama Nabi seperti; Jabir bin Abdillah Al-Anshari.</w:t>
      </w:r>
    </w:p>
    <w:p w:rsidR="00334A68" w:rsidRDefault="00334A68" w:rsidP="004327F6">
      <w:pPr>
        <w:pStyle w:val="libNormal"/>
      </w:pPr>
    </w:p>
    <w:p w:rsidR="004327F6" w:rsidRDefault="004327F6" w:rsidP="0038753E">
      <w:pPr>
        <w:pStyle w:val="libNormal"/>
      </w:pPr>
      <w:r>
        <w:t>Kepada beliau Jabir mengatakan, "Rasulullah</w:t>
      </w:r>
      <w:r w:rsidR="0038753E">
        <w:t xml:space="preserve"> </w:t>
      </w:r>
      <w:r>
        <w:t>mengirimkan salam untukmu. Salam ini membuat orang</w:t>
      </w:r>
      <w:r w:rsidR="0038753E">
        <w:t>-</w:t>
      </w:r>
      <w:r>
        <w:t>orang</w:t>
      </w:r>
      <w:r w:rsidR="0038753E">
        <w:t xml:space="preserve"> </w:t>
      </w:r>
      <w:r>
        <w:t>yang hadir saat itu menjadi heran".</w:t>
      </w:r>
    </w:p>
    <w:p w:rsidR="00162CA3" w:rsidRDefault="00162CA3" w:rsidP="004327F6">
      <w:pPr>
        <w:pStyle w:val="libNormal"/>
      </w:pPr>
    </w:p>
    <w:p w:rsidR="00FC6E1B" w:rsidRDefault="004327F6" w:rsidP="00FC6E1B">
      <w:pPr>
        <w:pStyle w:val="libNormal"/>
      </w:pPr>
      <w:r>
        <w:t>Jabir melanjutkan, "Suatu hari aku sedang duduk</w:t>
      </w:r>
      <w:r w:rsidR="00DE738F">
        <w:t xml:space="preserve"> </w:t>
      </w:r>
      <w:r>
        <w:t>bersama Rasulullah, sedang Husein as. berada di</w:t>
      </w:r>
      <w:r w:rsidR="00FC6E1B">
        <w:t xml:space="preserve"> haribaannya.</w:t>
      </w:r>
    </w:p>
    <w:p w:rsidR="00FC6E1B" w:rsidRDefault="00FC6E1B" w:rsidP="00FC6E1B">
      <w:pPr>
        <w:pStyle w:val="libNormal"/>
      </w:pPr>
    </w:p>
    <w:p w:rsidR="00F82E85" w:rsidRDefault="004327F6" w:rsidP="00812E05">
      <w:pPr>
        <w:pStyle w:val="libNormal"/>
      </w:pPr>
      <w:r>
        <w:t>Beliau berkata padaku, "Hai Jabir,</w:t>
      </w:r>
      <w:r w:rsidR="00DF4EA5">
        <w:t xml:space="preserve"> </w:t>
      </w:r>
      <w:r>
        <w:t>putraku ini kelak mempunyai seorang anak yang</w:t>
      </w:r>
      <w:r w:rsidR="00812E05">
        <w:t xml:space="preserve"> </w:t>
      </w:r>
      <w:r w:rsidR="00F82E85">
        <w:t>bernama Ali.</w:t>
      </w:r>
    </w:p>
    <w:p w:rsidR="00F82E85" w:rsidRDefault="00F82E85" w:rsidP="00812E05">
      <w:pPr>
        <w:pStyle w:val="libNormal"/>
      </w:pPr>
    </w:p>
    <w:p w:rsidR="004327F6" w:rsidRDefault="004327F6" w:rsidP="00DC3A24">
      <w:pPr>
        <w:pStyle w:val="libNormal"/>
      </w:pPr>
      <w:r>
        <w:t>Dan pada Hari Kiamat, seseorang akan</w:t>
      </w:r>
      <w:r w:rsidR="00DC3A24">
        <w:t xml:space="preserve"> </w:t>
      </w:r>
      <w:r>
        <w:t>memanggilnya, 'Sayyidal Abidin'. Kemudian melalui Ali,</w:t>
      </w:r>
      <w:r w:rsidR="00DC3A24">
        <w:t xml:space="preserve"> </w:t>
      </w:r>
      <w:r>
        <w:t xml:space="preserve">seorang anak yang bernama Muhammad Al-Baqir </w:t>
      </w:r>
      <w:r w:rsidR="00DC3A24">
        <w:t>–</w:t>
      </w:r>
      <w:r>
        <w:t>yang</w:t>
      </w:r>
      <w:r w:rsidR="00DC3A24">
        <w:t xml:space="preserve"> </w:t>
      </w:r>
      <w:r>
        <w:t>memiliki keluasan ilmu- akan lahir. Bila engkau</w:t>
      </w:r>
      <w:r w:rsidR="00DC3A24">
        <w:t xml:space="preserve"> </w:t>
      </w:r>
      <w:r>
        <w:t>berjumpa dengannya, sampaikan salamku kepadanya!".</w:t>
      </w:r>
    </w:p>
    <w:p w:rsidR="00DC3A24" w:rsidRDefault="00DC3A24" w:rsidP="004327F6">
      <w:pPr>
        <w:pStyle w:val="libNormal"/>
      </w:pPr>
    </w:p>
    <w:p w:rsidR="004327F6" w:rsidRDefault="004327F6" w:rsidP="000227E5">
      <w:pPr>
        <w:pStyle w:val="libNormal"/>
      </w:pPr>
      <w:r>
        <w:t>Imam Al-Baqir as. memiliki dua kebun yang dikelola</w:t>
      </w:r>
      <w:r w:rsidR="00834444">
        <w:t xml:space="preserve"> </w:t>
      </w:r>
      <w:r>
        <w:t>oleh beliau sendiri. Beliau melibatkan para petani untuk</w:t>
      </w:r>
      <w:r w:rsidR="000227E5">
        <w:t xml:space="preserve"> </w:t>
      </w:r>
      <w:r>
        <w:t>menuai hasil kebunnya, serta menginfakkan kepada</w:t>
      </w:r>
      <w:r w:rsidR="000227E5">
        <w:t xml:space="preserve"> </w:t>
      </w:r>
      <w:r>
        <w:t>para fakir miskin dan orang-orang yang membutuhkan.</w:t>
      </w:r>
    </w:p>
    <w:p w:rsidR="000227E5" w:rsidRDefault="000227E5" w:rsidP="004327F6">
      <w:pPr>
        <w:pStyle w:val="libNormal"/>
      </w:pPr>
    </w:p>
    <w:p w:rsidR="004327F6" w:rsidRDefault="004327F6" w:rsidP="009E0905">
      <w:pPr>
        <w:pStyle w:val="libNormal"/>
      </w:pPr>
      <w:r>
        <w:t>Pada zaman itu, beliau dikenal sebagai orang yang</w:t>
      </w:r>
      <w:r w:rsidR="009E0905">
        <w:t xml:space="preserve"> </w:t>
      </w:r>
      <w:r>
        <w:t>paling dermawan.</w:t>
      </w:r>
    </w:p>
    <w:p w:rsidR="009E0905" w:rsidRDefault="009E0905" w:rsidP="004327F6">
      <w:pPr>
        <w:pStyle w:val="libNormal"/>
      </w:pPr>
    </w:p>
    <w:p w:rsidR="004327F6" w:rsidRDefault="004327F6" w:rsidP="00B54AF6">
      <w:pPr>
        <w:pStyle w:val="libNormal"/>
      </w:pPr>
      <w:r>
        <w:t>Dinukil dalam kitab-kitab sejarah, bahwa seorang</w:t>
      </w:r>
      <w:r w:rsidR="007D3928">
        <w:t xml:space="preserve"> </w:t>
      </w:r>
      <w:r>
        <w:t>sufi bernama Muhammad bin Al-Munkadir berkata,</w:t>
      </w:r>
      <w:r w:rsidR="007D3928">
        <w:t xml:space="preserve"> </w:t>
      </w:r>
      <w:r>
        <w:t>"Aku belum pernah melihat seorang seperti Ali bin</w:t>
      </w:r>
      <w:r w:rsidR="00733E6E">
        <w:t xml:space="preserve"> </w:t>
      </w:r>
      <w:r>
        <w:t>Husein as. yang meninggalkan keturunan yang begitu</w:t>
      </w:r>
      <w:r w:rsidR="00B54AF6">
        <w:t xml:space="preserve"> </w:t>
      </w:r>
      <w:r>
        <w:t>utama, sampai aku melihat putranya Muhammad as.</w:t>
      </w:r>
    </w:p>
    <w:p w:rsidR="00B54AF6" w:rsidRDefault="00B54AF6" w:rsidP="004327F6">
      <w:pPr>
        <w:pStyle w:val="libNormal"/>
      </w:pPr>
    </w:p>
    <w:p w:rsidR="006E5B84" w:rsidRDefault="004327F6" w:rsidP="00FF76EC">
      <w:pPr>
        <w:pStyle w:val="libNormal"/>
      </w:pPr>
      <w:r>
        <w:t>Aku hendak menasihatinya, ia malah lebih dulu</w:t>
      </w:r>
      <w:r w:rsidR="00DD2BAE">
        <w:t xml:space="preserve"> </w:t>
      </w:r>
      <w:r>
        <w:t>menasihatiku. Pada suatu hari, saat matahari terik</w:t>
      </w:r>
      <w:r w:rsidR="00DD2BAE">
        <w:t xml:space="preserve"> </w:t>
      </w:r>
      <w:r>
        <w:t>menyinari bumi, aku keluar menuju sebuah daerah di</w:t>
      </w:r>
      <w:r w:rsidR="00FF76EC">
        <w:t xml:space="preserve"> </w:t>
      </w:r>
      <w:r w:rsidR="006E5B84">
        <w:t>luar kota Madinah.</w:t>
      </w:r>
    </w:p>
    <w:p w:rsidR="004327F6" w:rsidRDefault="004327F6" w:rsidP="00CA697B">
      <w:pPr>
        <w:pStyle w:val="libNormal"/>
      </w:pPr>
      <w:r>
        <w:lastRenderedPageBreak/>
        <w:t>Aku bertemu dengan Muhammad bin</w:t>
      </w:r>
      <w:r w:rsidR="00CA697B">
        <w:t xml:space="preserve"> </w:t>
      </w:r>
      <w:r>
        <w:t>Ali as. yang sedang bersandar pada dua orang</w:t>
      </w:r>
      <w:r w:rsidR="00CA697B">
        <w:t xml:space="preserve"> </w:t>
      </w:r>
      <w:r>
        <w:t>budaknya, aku berkata pada diriku sendiri, 'Orang tua</w:t>
      </w:r>
      <w:r w:rsidR="00CA697B">
        <w:t xml:space="preserve"> </w:t>
      </w:r>
      <w:r>
        <w:t>Quraisy di saat seperti ini masih sibuk mencari dunia?</w:t>
      </w:r>
    </w:p>
    <w:p w:rsidR="00CA697B" w:rsidRDefault="00CA697B" w:rsidP="004327F6">
      <w:pPr>
        <w:pStyle w:val="libNormal"/>
      </w:pPr>
    </w:p>
    <w:p w:rsidR="00910CD7" w:rsidRDefault="004327F6" w:rsidP="00910CD7">
      <w:pPr>
        <w:pStyle w:val="libNormal"/>
      </w:pPr>
      <w:r>
        <w:t>Demi Allah, aku akan menasihatinya'.</w:t>
      </w:r>
      <w:r w:rsidR="00910CD7">
        <w:t xml:space="preserve"> </w:t>
      </w:r>
      <w:r>
        <w:t>"Aku mendekatinya dan mengucapkan salam</w:t>
      </w:r>
      <w:r w:rsidR="00910CD7">
        <w:t xml:space="preserve"> </w:t>
      </w:r>
      <w:r>
        <w:t>kepa</w:t>
      </w:r>
      <w:r w:rsidR="00910CD7">
        <w:t>danya. Ia pun menjawab salamku.</w:t>
      </w:r>
    </w:p>
    <w:p w:rsidR="00910CD7" w:rsidRDefault="00910CD7" w:rsidP="00910CD7">
      <w:pPr>
        <w:pStyle w:val="libNormal"/>
      </w:pPr>
    </w:p>
    <w:p w:rsidR="00A34602" w:rsidRDefault="004327F6" w:rsidP="00A34602">
      <w:pPr>
        <w:pStyle w:val="libNormal"/>
      </w:pPr>
      <w:r>
        <w:t>Aku melihat dia</w:t>
      </w:r>
      <w:r w:rsidR="00910CD7">
        <w:t xml:space="preserve"> </w:t>
      </w:r>
      <w:r>
        <w:t>penuh dengan peluh yang membasahi tubuhnya. Aku</w:t>
      </w:r>
      <w:r w:rsidR="00513ECC">
        <w:t xml:space="preserve"> </w:t>
      </w:r>
      <w:r>
        <w:t>berkata padanya, 'Semoga Allah memberikan hidayah-Nya padamu wahai orang tua Quraisy, di saat seperti</w:t>
      </w:r>
      <w:r w:rsidR="00513ECC">
        <w:t xml:space="preserve"> </w:t>
      </w:r>
      <w:r>
        <w:t>ini kau masih sibuk mencari dunia? Bagaimana kalau</w:t>
      </w:r>
      <w:r w:rsidR="00513ECC">
        <w:t xml:space="preserve"> </w:t>
      </w:r>
      <w:r>
        <w:t>sekiranya maut datang menjemputmu sedang kau dalam</w:t>
      </w:r>
      <w:r w:rsidR="00513ECC">
        <w:t xml:space="preserve"> </w:t>
      </w:r>
      <w:r>
        <w:t>keadaan seperti ini?'</w:t>
      </w:r>
      <w:r w:rsidR="005253DC">
        <w:t xml:space="preserve"> </w:t>
      </w:r>
      <w:r>
        <w:t>Imam as. melepaskan kedua tangannya dari</w:t>
      </w:r>
      <w:r w:rsidR="00A34602">
        <w:t xml:space="preserve"> </w:t>
      </w:r>
      <w:r>
        <w:t>sandaran kedua budaknya dan berkata, "Demi Allah,</w:t>
      </w:r>
      <w:r w:rsidR="00A34602">
        <w:t xml:space="preserve"> </w:t>
      </w:r>
      <w:r>
        <w:t>jika sekiranya maut datang kepada aku yang dalam</w:t>
      </w:r>
      <w:r w:rsidR="00A34602">
        <w:t xml:space="preserve"> </w:t>
      </w:r>
      <w:r>
        <w:t>keadaan seperti ini, sungguh ia datang kepadaku</w:t>
      </w:r>
      <w:r w:rsidR="00A34602">
        <w:t xml:space="preserve"> </w:t>
      </w:r>
      <w:r>
        <w:t>sedang aku dalam ketaatan kepada Allah, yang dengannya jiwaku bisa terhindar darimu dan manusia</w:t>
      </w:r>
      <w:r w:rsidR="00A34602">
        <w:t xml:space="preserve"> </w:t>
      </w:r>
      <w:r>
        <w:t xml:space="preserve">lainnya. </w:t>
      </w:r>
    </w:p>
    <w:p w:rsidR="00A34602" w:rsidRDefault="00A34602" w:rsidP="00A34602">
      <w:pPr>
        <w:pStyle w:val="libNormal"/>
      </w:pPr>
    </w:p>
    <w:p w:rsidR="004327F6" w:rsidRDefault="004327F6" w:rsidP="0039116A">
      <w:pPr>
        <w:pStyle w:val="libNormal"/>
      </w:pPr>
      <w:r>
        <w:t>Sesungguhnya yang aku takutkan adalah bila</w:t>
      </w:r>
      <w:r w:rsidR="0039116A">
        <w:t xml:space="preserve"> </w:t>
      </w:r>
      <w:r>
        <w:t>kematian itu datang sedang aku dalam keadaan</w:t>
      </w:r>
      <w:r w:rsidR="0039116A">
        <w:t xml:space="preserve"> </w:t>
      </w:r>
      <w:r>
        <w:t>bermaksiat kepada Allah".</w:t>
      </w:r>
    </w:p>
    <w:p w:rsidR="0039116A" w:rsidRDefault="0039116A" w:rsidP="004327F6">
      <w:pPr>
        <w:pStyle w:val="libNormal"/>
      </w:pPr>
    </w:p>
    <w:p w:rsidR="004327F6" w:rsidRDefault="004327F6" w:rsidP="00C038D1">
      <w:pPr>
        <w:pStyle w:val="libNormal"/>
      </w:pPr>
      <w:r>
        <w:t>"Mendengar jawaban beliau, aku membalas kagum,</w:t>
      </w:r>
      <w:r w:rsidR="00C038D1">
        <w:t xml:space="preserve"> </w:t>
      </w:r>
      <w:r>
        <w:t>'Semoga Allah mengasihimu, aku ingin menasihatimu,</w:t>
      </w:r>
      <w:r w:rsidR="00C038D1">
        <w:t xml:space="preserve"> </w:t>
      </w:r>
      <w:r>
        <w:t>malah kaulah yang menasihatiku!“.</w:t>
      </w:r>
    </w:p>
    <w:p w:rsidR="00C038D1" w:rsidRDefault="00C038D1" w:rsidP="004327F6">
      <w:pPr>
        <w:pStyle w:val="libNormal"/>
      </w:pPr>
    </w:p>
    <w:p w:rsidR="004327F6" w:rsidRDefault="004327F6" w:rsidP="00D97410">
      <w:pPr>
        <w:pStyle w:val="libNormal"/>
      </w:pPr>
      <w:r>
        <w:t>Dalam kisah ini, Imam Muhammad Al-Baqir as.</w:t>
      </w:r>
      <w:r w:rsidR="00C038D1">
        <w:t xml:space="preserve"> </w:t>
      </w:r>
      <w:r>
        <w:t>menunjukkan sikap tegas beliau sehingga orang dapat</w:t>
      </w:r>
      <w:r w:rsidR="00C038D1">
        <w:t xml:space="preserve"> </w:t>
      </w:r>
      <w:r>
        <w:t>memahami, bahwa mencari rezeki itu adalah ibadah dan</w:t>
      </w:r>
      <w:r w:rsidR="00C038D1">
        <w:t xml:space="preserve"> </w:t>
      </w:r>
      <w:r>
        <w:t>ketaatan kepada Allah swt., bukan malah meninggalkan</w:t>
      </w:r>
      <w:r w:rsidR="00C038D1">
        <w:t xml:space="preserve"> </w:t>
      </w:r>
      <w:r>
        <w:t>pekerjaan dan menghabiskan waktunya untuk shalat</w:t>
      </w:r>
      <w:r w:rsidR="00C038D1">
        <w:t xml:space="preserve"> </w:t>
      </w:r>
      <w:r>
        <w:t>sementara hidupnya menjadi tanggungan orang lain,</w:t>
      </w:r>
      <w:r w:rsidR="00D97410">
        <w:t xml:space="preserve"> </w:t>
      </w:r>
      <w:r>
        <w:lastRenderedPageBreak/>
        <w:t>sebagaimana yang dilakukan oleh sebagian kaum sufi</w:t>
      </w:r>
      <w:r w:rsidR="00D97410">
        <w:t xml:space="preserve"> </w:t>
      </w:r>
      <w:r>
        <w:t>seperti; Ibnu Munkadir dan yang lainnya.</w:t>
      </w:r>
    </w:p>
    <w:p w:rsidR="007B0F2F" w:rsidRPr="007B0F2F" w:rsidRDefault="007B0F2F">
      <w:r>
        <w:br w:type="page"/>
      </w:r>
    </w:p>
    <w:p w:rsidR="004327F6" w:rsidRDefault="004327F6" w:rsidP="00FD0A01">
      <w:pPr>
        <w:pStyle w:val="Heading1"/>
      </w:pPr>
      <w:bookmarkStart w:id="7" w:name="_Toc440359781"/>
      <w:r>
        <w:lastRenderedPageBreak/>
        <w:t>Kedudukan Ilmu Imam</w:t>
      </w:r>
      <w:bookmarkEnd w:id="7"/>
    </w:p>
    <w:p w:rsidR="00C35BF5" w:rsidRDefault="00C35BF5" w:rsidP="004327F6">
      <w:pPr>
        <w:pStyle w:val="libNormal"/>
      </w:pPr>
    </w:p>
    <w:p w:rsidR="00E32E40" w:rsidRDefault="004327F6" w:rsidP="00E32E40">
      <w:pPr>
        <w:pStyle w:val="libNormal"/>
      </w:pPr>
      <w:r>
        <w:t>Seorang warga Syam, yang sebelumnya enggan</w:t>
      </w:r>
      <w:r w:rsidR="00E32E40">
        <w:t xml:space="preserve"> </w:t>
      </w:r>
      <w:r>
        <w:t>hadir di majlis Imam Muhammad Al-Baqir as., berkata</w:t>
      </w:r>
      <w:r w:rsidR="00E32E40">
        <w:t xml:space="preserve"> </w:t>
      </w:r>
      <w:r>
        <w:t>kepada beliau, "Tidak ada seorang pun di muka bumi ini</w:t>
      </w:r>
      <w:r w:rsidR="00E32E40">
        <w:t xml:space="preserve"> </w:t>
      </w:r>
      <w:r>
        <w:t>yang lebih aku benci daripadamu, kebencian padamu</w:t>
      </w:r>
      <w:r w:rsidR="00E32E40">
        <w:t xml:space="preserve"> </w:t>
      </w:r>
      <w:r>
        <w:t>sungguh ketaatan kepada Allah dan Ra</w:t>
      </w:r>
      <w:r w:rsidR="00E32E40">
        <w:t>sul-Nya.</w:t>
      </w:r>
    </w:p>
    <w:p w:rsidR="00E32E40" w:rsidRDefault="00E32E40" w:rsidP="00E32E40">
      <w:pPr>
        <w:pStyle w:val="libNormal"/>
      </w:pPr>
    </w:p>
    <w:p w:rsidR="00FA73EB" w:rsidRDefault="004327F6" w:rsidP="0098762F">
      <w:pPr>
        <w:pStyle w:val="libNormal"/>
      </w:pPr>
      <w:r>
        <w:t>Meski</w:t>
      </w:r>
      <w:r w:rsidR="0098762F">
        <w:t xml:space="preserve"> </w:t>
      </w:r>
      <w:r>
        <w:t>begitu, aku melihatmu begitu sopan, beradab serta</w:t>
      </w:r>
      <w:r w:rsidR="0098762F">
        <w:t xml:space="preserve"> </w:t>
      </w:r>
      <w:r>
        <w:t>bertutur-kata yang santun. Maka ketahuilah,</w:t>
      </w:r>
      <w:r w:rsidR="0098762F">
        <w:t xml:space="preserve"> </w:t>
      </w:r>
      <w:r>
        <w:t>kehadiranku di majlismu ini karena kebaikan budi dan</w:t>
      </w:r>
      <w:r w:rsidR="0098762F">
        <w:t xml:space="preserve"> </w:t>
      </w:r>
      <w:r>
        <w:t>bahasamu".</w:t>
      </w:r>
    </w:p>
    <w:p w:rsidR="00B47A3E" w:rsidRDefault="00B47A3E" w:rsidP="0098762F">
      <w:pPr>
        <w:pStyle w:val="libNormal"/>
      </w:pPr>
    </w:p>
    <w:p w:rsidR="00B47A3E" w:rsidRDefault="00B47A3E" w:rsidP="00B47A3E">
      <w:pPr>
        <w:pStyle w:val="libNormal"/>
      </w:pPr>
      <w:r>
        <w:t>Dalam setiap kesempatan, Imam Al-Baqir as. Selalu mengatakan yang baik. Kepada orang Syam itu Imam as. mengatakan, "Tiada sesuatu pun yang tersembunyi di sisi Allah swt.".</w:t>
      </w:r>
    </w:p>
    <w:p w:rsidR="00B47A3E" w:rsidRDefault="00B47A3E" w:rsidP="00B47A3E">
      <w:pPr>
        <w:pStyle w:val="libNormal"/>
      </w:pPr>
    </w:p>
    <w:p w:rsidR="007E4B87" w:rsidRDefault="00B47A3E" w:rsidP="007E4B87">
      <w:pPr>
        <w:pStyle w:val="libNormal"/>
      </w:pPr>
      <w:r>
        <w:t>Selang beberapa hari, orang tersebut tidak pernah</w:t>
      </w:r>
      <w:r w:rsidR="007E4B87">
        <w:t xml:space="preserve"> </w:t>
      </w:r>
      <w:r>
        <w:t>kelihatan lagi. Imam as. merasa kehilangan. Beliau</w:t>
      </w:r>
      <w:r w:rsidR="007E4B87">
        <w:t xml:space="preserve"> </w:t>
      </w:r>
      <w:r>
        <w:t>bertanya kepad</w:t>
      </w:r>
      <w:r w:rsidR="007E4B87">
        <w:t>a orang-orang yang mengenalnya.</w:t>
      </w:r>
    </w:p>
    <w:p w:rsidR="007E4B87" w:rsidRDefault="007E4B87" w:rsidP="007E4B87">
      <w:pPr>
        <w:pStyle w:val="libNormal"/>
      </w:pPr>
    </w:p>
    <w:p w:rsidR="007E4B87" w:rsidRDefault="00B47A3E" w:rsidP="007E4B87">
      <w:pPr>
        <w:pStyle w:val="libNormal"/>
      </w:pPr>
      <w:r>
        <w:t>Kata</w:t>
      </w:r>
      <w:r w:rsidR="007E4B87">
        <w:t xml:space="preserve"> </w:t>
      </w:r>
      <w:r>
        <w:t>mereka, orang itu sedang sakit.</w:t>
      </w:r>
      <w:r w:rsidR="007E4B87">
        <w:t xml:space="preserve"> </w:t>
      </w:r>
      <w:r>
        <w:t>Imam as. bergegas menjenguknya. Beliau duduk di</w:t>
      </w:r>
      <w:r w:rsidR="007E4B87">
        <w:t xml:space="preserve"> </w:t>
      </w:r>
      <w:r>
        <w:t>sisinya sambil bercakap-cakap dan bertanya tentang</w:t>
      </w:r>
      <w:r w:rsidR="007E4B87">
        <w:t xml:space="preserve"> </w:t>
      </w:r>
      <w:r>
        <w:t xml:space="preserve">penyebab sakitnya. </w:t>
      </w:r>
    </w:p>
    <w:p w:rsidR="007E4B87" w:rsidRDefault="007E4B87" w:rsidP="007E4B87">
      <w:pPr>
        <w:pStyle w:val="libNormal"/>
      </w:pPr>
    </w:p>
    <w:p w:rsidR="00B47A3E" w:rsidRDefault="00B47A3E" w:rsidP="006F3E8B">
      <w:pPr>
        <w:pStyle w:val="libNormal"/>
      </w:pPr>
      <w:r>
        <w:t>Lalu, Imam menganjurkan agar</w:t>
      </w:r>
      <w:r w:rsidR="00CF7A88">
        <w:t xml:space="preserve"> </w:t>
      </w:r>
      <w:r>
        <w:t>memakan makanan yang dingin dan segar. Setelah itu,</w:t>
      </w:r>
      <w:r w:rsidR="006F3E8B">
        <w:t xml:space="preserve"> </w:t>
      </w:r>
      <w:r>
        <w:t>Imam as. pun meninggalkan orang tersebut.</w:t>
      </w:r>
    </w:p>
    <w:p w:rsidR="006F3E8B" w:rsidRDefault="006F3E8B" w:rsidP="00B47A3E">
      <w:pPr>
        <w:pStyle w:val="libNormal"/>
      </w:pPr>
    </w:p>
    <w:p w:rsidR="00256CA2" w:rsidRDefault="00B47A3E" w:rsidP="00256CA2">
      <w:pPr>
        <w:pStyle w:val="libNormal"/>
      </w:pPr>
      <w:r>
        <w:t>Beberapa hari kemudian, orang itu pulih dari</w:t>
      </w:r>
      <w:r w:rsidR="00256CA2">
        <w:t xml:space="preserve"> </w:t>
      </w:r>
      <w:r>
        <w:t>sakitnya. Pertama kali yang dia lakukan ialah pergi ke</w:t>
      </w:r>
      <w:r w:rsidR="00256CA2">
        <w:t xml:space="preserve"> majelis Imam as.</w:t>
      </w:r>
    </w:p>
    <w:p w:rsidR="00256CA2" w:rsidRDefault="00256CA2" w:rsidP="00256CA2">
      <w:pPr>
        <w:pStyle w:val="libNormal"/>
      </w:pPr>
    </w:p>
    <w:p w:rsidR="00B47A3E" w:rsidRDefault="00B47A3E" w:rsidP="004F411B">
      <w:pPr>
        <w:pStyle w:val="libNormal"/>
      </w:pPr>
      <w:r>
        <w:t>Di sana, dia memohon maaf kepada</w:t>
      </w:r>
      <w:r w:rsidR="004F411B">
        <w:t xml:space="preserve"> </w:t>
      </w:r>
      <w:r>
        <w:t>Imam, dan akhirnya menjadi salah satu sahabat beliau.</w:t>
      </w:r>
    </w:p>
    <w:p w:rsidR="004F411B" w:rsidRDefault="004F411B" w:rsidP="00B47A3E">
      <w:pPr>
        <w:pStyle w:val="libNormal"/>
      </w:pPr>
    </w:p>
    <w:p w:rsidR="00B47A3E" w:rsidRDefault="00B47A3E" w:rsidP="00D33032">
      <w:pPr>
        <w:pStyle w:val="libNormal"/>
      </w:pPr>
      <w:r>
        <w:t>Dikisahkan, seseorang bertanya kepada Abdullah</w:t>
      </w:r>
      <w:r w:rsidR="00D33032">
        <w:t xml:space="preserve"> </w:t>
      </w:r>
      <w:r>
        <w:t>bin Umar tentang sebuah masalah. Abdullah</w:t>
      </w:r>
      <w:r w:rsidR="00D33032">
        <w:t xml:space="preserve"> </w:t>
      </w:r>
      <w:r>
        <w:t>kebingungan menjawabnya. Ia berkata kepada si</w:t>
      </w:r>
      <w:r w:rsidR="00D33032">
        <w:t xml:space="preserve"> </w:t>
      </w:r>
      <w:r>
        <w:t>penanya, "Pergilah kepada anak itu, dan tanyalah</w:t>
      </w:r>
      <w:r w:rsidR="00D33032">
        <w:t xml:space="preserve"> </w:t>
      </w:r>
      <w:r>
        <w:t>padanya, kemudian beritahukan jawabannya kepadaku.</w:t>
      </w:r>
    </w:p>
    <w:p w:rsidR="00D33032" w:rsidRDefault="00D33032" w:rsidP="00B47A3E">
      <w:pPr>
        <w:pStyle w:val="libNormal"/>
      </w:pPr>
    </w:p>
    <w:p w:rsidR="00B47A3E" w:rsidRDefault="00B47A3E" w:rsidP="00DA3041">
      <w:pPr>
        <w:pStyle w:val="libNormal"/>
      </w:pPr>
      <w:r>
        <w:t>Anak yang dimaksudkannya itu ialah Imam Muhammad</w:t>
      </w:r>
      <w:r w:rsidR="00DA3041">
        <w:t xml:space="preserve"> </w:t>
      </w:r>
      <w:r>
        <w:t>Al-Baqir as.</w:t>
      </w:r>
    </w:p>
    <w:p w:rsidR="00DA3041" w:rsidRDefault="00DA3041" w:rsidP="00B47A3E">
      <w:pPr>
        <w:pStyle w:val="libNormal"/>
      </w:pPr>
    </w:p>
    <w:p w:rsidR="00DF71AB" w:rsidRDefault="00B47A3E" w:rsidP="00D668B2">
      <w:pPr>
        <w:pStyle w:val="libNormal"/>
      </w:pPr>
      <w:r>
        <w:t xml:space="preserve">Maka orang tersebut datang kepada Imam as. </w:t>
      </w:r>
      <w:r w:rsidR="002F618F">
        <w:t>D</w:t>
      </w:r>
      <w:r>
        <w:t>an</w:t>
      </w:r>
      <w:r w:rsidR="002F618F">
        <w:t xml:space="preserve"> </w:t>
      </w:r>
      <w:r>
        <w:t>bertanya padanya. Selekas itu, ia kembali kepada</w:t>
      </w:r>
      <w:r w:rsidR="002F618F">
        <w:t xml:space="preserve"> </w:t>
      </w:r>
      <w:r>
        <w:t>Abdullah dengan membawa jawaban yang</w:t>
      </w:r>
      <w:r w:rsidR="009E4EC0">
        <w:t xml:space="preserve"> </w:t>
      </w:r>
      <w:r w:rsidR="00DF71AB">
        <w:t>didapatkannya dari beliau.</w:t>
      </w:r>
    </w:p>
    <w:p w:rsidR="00DF71AB" w:rsidRDefault="00DF71AB" w:rsidP="00D668B2">
      <w:pPr>
        <w:pStyle w:val="libNormal"/>
      </w:pPr>
    </w:p>
    <w:p w:rsidR="00534C7F" w:rsidRDefault="00534C7F" w:rsidP="00D668B2">
      <w:pPr>
        <w:pStyle w:val="libNormal"/>
      </w:pPr>
      <w:r>
        <w:t>Abdullah berkata,</w:t>
      </w:r>
      <w:r w:rsidR="00D668B2">
        <w:t xml:space="preserve"> </w:t>
      </w:r>
      <w:r>
        <w:t>“Sesungguhnya mereka adalah Ahlul Bait Nabi yang</w:t>
      </w:r>
      <w:r w:rsidR="00D668B2">
        <w:t xml:space="preserve"> </w:t>
      </w:r>
      <w:r>
        <w:t>telah diberikan pemahaman tentang segala sesuatu”.</w:t>
      </w:r>
    </w:p>
    <w:p w:rsidR="00D716B5" w:rsidRPr="00D716B5" w:rsidRDefault="00D716B5">
      <w:r>
        <w:br w:type="page"/>
      </w:r>
    </w:p>
    <w:p w:rsidR="00534C7F" w:rsidRDefault="00534C7F" w:rsidP="00D716B5">
      <w:pPr>
        <w:pStyle w:val="Heading1"/>
      </w:pPr>
      <w:bookmarkStart w:id="8" w:name="_Toc440359782"/>
      <w:r>
        <w:lastRenderedPageBreak/>
        <w:t>Dialog dengan Pendeta</w:t>
      </w:r>
      <w:bookmarkEnd w:id="8"/>
    </w:p>
    <w:p w:rsidR="00546863" w:rsidRDefault="00546863" w:rsidP="00534C7F">
      <w:pPr>
        <w:pStyle w:val="libNormal"/>
      </w:pPr>
    </w:p>
    <w:p w:rsidR="001F3A01" w:rsidRDefault="00534C7F" w:rsidP="001F3A01">
      <w:pPr>
        <w:pStyle w:val="libNormal"/>
      </w:pPr>
      <w:r>
        <w:t>Imam Ja’far Ash-Shadiq as. menceritakan, bahwa</w:t>
      </w:r>
      <w:r w:rsidR="001F3A01">
        <w:t xml:space="preserve"> </w:t>
      </w:r>
      <w:r>
        <w:t>suatu ketika beliau berada di Syam bersama ayahnya</w:t>
      </w:r>
      <w:r w:rsidR="001F3A01">
        <w:t xml:space="preserve"> (Imam Muhammad Al-Baqir as.).</w:t>
      </w:r>
    </w:p>
    <w:p w:rsidR="001F3A01" w:rsidRDefault="001F3A01" w:rsidP="001F3A01">
      <w:pPr>
        <w:pStyle w:val="libNormal"/>
      </w:pPr>
    </w:p>
    <w:p w:rsidR="00534C7F" w:rsidRDefault="00534C7F" w:rsidP="008D4CBA">
      <w:pPr>
        <w:pStyle w:val="libNormal"/>
      </w:pPr>
      <w:r>
        <w:t>Keberadaan mereka ke</w:t>
      </w:r>
      <w:r w:rsidR="008D4CBA">
        <w:t xml:space="preserve"> </w:t>
      </w:r>
      <w:r>
        <w:t>Syam karena Khalifah Hisyam bin Abdul Malik meminta</w:t>
      </w:r>
      <w:r w:rsidR="008D4CBA">
        <w:t xml:space="preserve"> </w:t>
      </w:r>
      <w:r>
        <w:t>mereka untuk datang ke sana.</w:t>
      </w:r>
    </w:p>
    <w:p w:rsidR="008D4CBA" w:rsidRDefault="008D4CBA" w:rsidP="00534C7F">
      <w:pPr>
        <w:pStyle w:val="libNormal"/>
      </w:pPr>
    </w:p>
    <w:p w:rsidR="00B247F5" w:rsidRDefault="00534C7F" w:rsidP="00B247F5">
      <w:pPr>
        <w:pStyle w:val="libNormal"/>
      </w:pPr>
      <w:r>
        <w:t xml:space="preserve">Pada suatu hari, Imam Al-Baqir as. </w:t>
      </w:r>
      <w:r w:rsidR="00B247F5">
        <w:t>M</w:t>
      </w:r>
      <w:r>
        <w:t>elihat</w:t>
      </w:r>
      <w:r w:rsidR="00B247F5">
        <w:t xml:space="preserve"> </w:t>
      </w:r>
      <w:r>
        <w:t>kerumunan orang-orang di sebuah tempat. Semua</w:t>
      </w:r>
      <w:r w:rsidR="00B247F5">
        <w:t xml:space="preserve"> sedang menantikan seseorang.</w:t>
      </w:r>
    </w:p>
    <w:p w:rsidR="00B247F5" w:rsidRDefault="00B247F5" w:rsidP="00B247F5">
      <w:pPr>
        <w:pStyle w:val="libNormal"/>
      </w:pPr>
    </w:p>
    <w:p w:rsidR="00534C7F" w:rsidRDefault="00534C7F" w:rsidP="00B247F5">
      <w:pPr>
        <w:pStyle w:val="libNormal"/>
      </w:pPr>
      <w:r>
        <w:t>Beliau menanyakan</w:t>
      </w:r>
      <w:r w:rsidR="00B247F5">
        <w:t xml:space="preserve"> </w:t>
      </w:r>
      <w:r>
        <w:t>perihal mereka itu. Dijawabnya, “Mereka itu sedang</w:t>
      </w:r>
      <w:r w:rsidR="00B247F5">
        <w:t xml:space="preserve"> </w:t>
      </w:r>
      <w:r>
        <w:t>menunggu salah seorang pendeta, karena ia hanya</w:t>
      </w:r>
      <w:r w:rsidR="00B247F5">
        <w:t xml:space="preserve"> </w:t>
      </w:r>
      <w:r>
        <w:t>muncul setahun sekali, mereka bertanya dan meminta</w:t>
      </w:r>
      <w:r w:rsidR="00B247F5">
        <w:t xml:space="preserve"> </w:t>
      </w:r>
      <w:r>
        <w:t>fatwa darinya".</w:t>
      </w:r>
    </w:p>
    <w:p w:rsidR="008C5179" w:rsidRDefault="008C5179" w:rsidP="00534C7F">
      <w:pPr>
        <w:pStyle w:val="libNormal"/>
      </w:pPr>
    </w:p>
    <w:p w:rsidR="00534C7F" w:rsidRDefault="00534C7F" w:rsidP="00314D81">
      <w:pPr>
        <w:pStyle w:val="libNormal"/>
      </w:pPr>
      <w:r>
        <w:t>Imam as. ikut menunggu bersama mereka sampai</w:t>
      </w:r>
      <w:r w:rsidR="00314D81">
        <w:t xml:space="preserve"> </w:t>
      </w:r>
      <w:r>
        <w:t>seorang pendeta tersebut datang. Tatkala pendeta itu</w:t>
      </w:r>
      <w:r w:rsidR="00314D81">
        <w:t xml:space="preserve"> </w:t>
      </w:r>
      <w:r>
        <w:t>melihat Imam, ia menyapa beliau, "Apakah Anda dari</w:t>
      </w:r>
      <w:r w:rsidR="00314D81">
        <w:t xml:space="preserve"> </w:t>
      </w:r>
      <w:r>
        <w:t>golongan kami atau dari umat yang perlu dikasihani ini?</w:t>
      </w:r>
    </w:p>
    <w:p w:rsidR="00314D81" w:rsidRDefault="00314D81" w:rsidP="00534C7F">
      <w:pPr>
        <w:pStyle w:val="libNormal"/>
      </w:pPr>
    </w:p>
    <w:p w:rsidR="00534C7F" w:rsidRDefault="00534C7F" w:rsidP="004A65C8">
      <w:pPr>
        <w:pStyle w:val="libNormal"/>
      </w:pPr>
      <w:r>
        <w:t>Imam as. menjawab, "Aku dari umat ini".</w:t>
      </w:r>
      <w:r w:rsidR="004A65C8">
        <w:t xml:space="preserve"> </w:t>
      </w:r>
      <w:r>
        <w:t>Pendeta bertanya lagi, "Dari orang awam umat ini</w:t>
      </w:r>
      <w:r w:rsidR="004A65C8">
        <w:t xml:space="preserve"> </w:t>
      </w:r>
      <w:r>
        <w:t>atau dari ulamanya?"</w:t>
      </w:r>
    </w:p>
    <w:p w:rsidR="004A65C8" w:rsidRDefault="004A65C8" w:rsidP="00534C7F">
      <w:pPr>
        <w:pStyle w:val="libNormal"/>
      </w:pPr>
    </w:p>
    <w:p w:rsidR="00534C7F" w:rsidRDefault="00534C7F" w:rsidP="00D21267">
      <w:pPr>
        <w:pStyle w:val="libNormal"/>
      </w:pPr>
      <w:r>
        <w:t>Imam menjawab, "Aku bukan dari orang awamnya".</w:t>
      </w:r>
      <w:r w:rsidR="00D21267">
        <w:t xml:space="preserve"> </w:t>
      </w:r>
      <w:r>
        <w:t>Pendeta berkata lebih serius, "Aku punya beberapa</w:t>
      </w:r>
      <w:r w:rsidR="00D21267">
        <w:t xml:space="preserve"> </w:t>
      </w:r>
      <w:r>
        <w:t>pertanyaan untuk Anda; dari mana Anda percaya bahwa</w:t>
      </w:r>
      <w:r w:rsidR="00D21267">
        <w:t xml:space="preserve"> </w:t>
      </w:r>
      <w:r>
        <w:t>penghuni surga makan dan minum tapi mereka tidak</w:t>
      </w:r>
      <w:r w:rsidR="00D21267">
        <w:t xml:space="preserve"> </w:t>
      </w:r>
      <w:r>
        <w:t>buang air?”</w:t>
      </w:r>
    </w:p>
    <w:p w:rsidR="00D21267" w:rsidRDefault="00D21267" w:rsidP="00534C7F">
      <w:pPr>
        <w:pStyle w:val="libNormal"/>
      </w:pPr>
    </w:p>
    <w:p w:rsidR="00534C7F" w:rsidRDefault="00534C7F" w:rsidP="0024263F">
      <w:pPr>
        <w:pStyle w:val="libNormal"/>
      </w:pPr>
      <w:r>
        <w:t>Imam as. menjawab, “Bukti kami adalah janin yang</w:t>
      </w:r>
      <w:r w:rsidR="0024263F">
        <w:t xml:space="preserve"> </w:t>
      </w:r>
      <w:r>
        <w:t>ada dalam rahim ibunya, ia makan tapi tidak buang</w:t>
      </w:r>
      <w:r w:rsidR="0024263F">
        <w:t xml:space="preserve"> </w:t>
      </w:r>
      <w:r>
        <w:t>kotoran".</w:t>
      </w:r>
    </w:p>
    <w:p w:rsidR="009A0A76" w:rsidRDefault="009A0A76" w:rsidP="00534C7F">
      <w:pPr>
        <w:pStyle w:val="libNormal"/>
      </w:pPr>
    </w:p>
    <w:p w:rsidR="00534C7F" w:rsidRDefault="00534C7F" w:rsidP="00705EA3">
      <w:pPr>
        <w:pStyle w:val="libNormal"/>
      </w:pPr>
      <w:r>
        <w:t>Pendeta itu bertanya lagi, "Beritahukan kepadaku</w:t>
      </w:r>
      <w:r w:rsidR="00705EA3">
        <w:t xml:space="preserve"> </w:t>
      </w:r>
      <w:r>
        <w:t>tentang setenggat waktu yang tidak terhitung malam</w:t>
      </w:r>
      <w:r w:rsidR="00705EA3">
        <w:t xml:space="preserve"> </w:t>
      </w:r>
      <w:r>
        <w:t>juga tidak terhitung siang" .</w:t>
      </w:r>
    </w:p>
    <w:p w:rsidR="00705EA3" w:rsidRDefault="00705EA3" w:rsidP="00534C7F">
      <w:pPr>
        <w:pStyle w:val="libNormal"/>
      </w:pPr>
    </w:p>
    <w:p w:rsidR="00534C7F" w:rsidRDefault="00534C7F" w:rsidP="009E5B5C">
      <w:pPr>
        <w:pStyle w:val="libNormal"/>
      </w:pPr>
      <w:r>
        <w:t>Imam as. menjawab, “Waktu di antara terbitnya</w:t>
      </w:r>
      <w:r w:rsidR="009E5B5C">
        <w:t xml:space="preserve"> </w:t>
      </w:r>
      <w:r>
        <w:t>fajar dan terbitnya matahari".</w:t>
      </w:r>
    </w:p>
    <w:p w:rsidR="009E5B5C" w:rsidRDefault="009E5B5C" w:rsidP="00534C7F">
      <w:pPr>
        <w:pStyle w:val="libNormal"/>
      </w:pPr>
    </w:p>
    <w:p w:rsidR="00534C7F" w:rsidRDefault="00534C7F" w:rsidP="00EA2C5B">
      <w:pPr>
        <w:pStyle w:val="libNormal"/>
      </w:pPr>
      <w:r>
        <w:t>Mendengar jawaban-jawaban Imam as., pendeta</w:t>
      </w:r>
      <w:r w:rsidR="00EA2C5B">
        <w:t xml:space="preserve"> </w:t>
      </w:r>
      <w:r>
        <w:t>terkejut. Ia ingin sekali membungkam Imam dengan</w:t>
      </w:r>
      <w:r w:rsidR="00EA2C5B">
        <w:t xml:space="preserve"> </w:t>
      </w:r>
      <w:r>
        <w:t>pertanyaan lain. Ia berkata, "Kabarkan kepadaku</w:t>
      </w:r>
      <w:r w:rsidR="00EA2C5B">
        <w:t xml:space="preserve"> </w:t>
      </w:r>
      <w:r>
        <w:t>tentang dua bayi yang keduanya dilahirkan pada hari</w:t>
      </w:r>
      <w:r w:rsidR="00EA2C5B">
        <w:t xml:space="preserve"> </w:t>
      </w:r>
      <w:r>
        <w:t>yang sama dan meninggal pada hari yang sama juga.</w:t>
      </w:r>
    </w:p>
    <w:p w:rsidR="00EA2C5B" w:rsidRDefault="00EA2C5B" w:rsidP="00534C7F">
      <w:pPr>
        <w:pStyle w:val="libNormal"/>
      </w:pPr>
    </w:p>
    <w:p w:rsidR="00534C7F" w:rsidRDefault="00534C7F" w:rsidP="00BE7973">
      <w:pPr>
        <w:pStyle w:val="libNormal"/>
      </w:pPr>
      <w:r>
        <w:t>Umur bayi yang pertama 50 tahun dan yang kedua 150</w:t>
      </w:r>
      <w:r w:rsidR="00BE7973">
        <w:t xml:space="preserve"> </w:t>
      </w:r>
      <w:r>
        <w:t>tahun".</w:t>
      </w:r>
      <w:r w:rsidR="00BE7973">
        <w:t xml:space="preserve"> </w:t>
      </w:r>
      <w:r>
        <w:t>Imam as. menjawab, “Uzair dan saudaranya, saat itu</w:t>
      </w:r>
      <w:r w:rsidR="00BE7973">
        <w:t xml:space="preserve"> </w:t>
      </w:r>
      <w:r>
        <w:t>usia Uzair 25 tahun. Tatkala melewati suatu desa di</w:t>
      </w:r>
      <w:r w:rsidR="00BE7973">
        <w:t xml:space="preserve"> </w:t>
      </w:r>
      <w:r>
        <w:t>Antakia yang ditinggal mati oleh penduduknya, ia</w:t>
      </w:r>
      <w:r w:rsidR="00BE7973">
        <w:t xml:space="preserve"> </w:t>
      </w:r>
      <w:r>
        <w:t>merenung, 'Bagaimana Allah akan menghidupkan</w:t>
      </w:r>
      <w:r w:rsidR="00BE7973">
        <w:t xml:space="preserve"> </w:t>
      </w:r>
      <w:r>
        <w:t>penduduk ini setelah kematian mereka?'</w:t>
      </w:r>
    </w:p>
    <w:p w:rsidR="00BE7973" w:rsidRDefault="00BE7973" w:rsidP="00534C7F">
      <w:pPr>
        <w:pStyle w:val="libNormal"/>
      </w:pPr>
    </w:p>
    <w:p w:rsidR="00AC4A76" w:rsidRDefault="00534C7F" w:rsidP="00AC4A76">
      <w:pPr>
        <w:pStyle w:val="libNormal"/>
      </w:pPr>
      <w:r>
        <w:t>"Kemudian Allah swt. mematikan Uzair selama 100</w:t>
      </w:r>
      <w:r w:rsidR="00AC4A76">
        <w:t xml:space="preserve"> </w:t>
      </w:r>
      <w:r>
        <w:t>tahun, lalu membangkitkannya lagi dan ia kembali ke</w:t>
      </w:r>
      <w:r w:rsidR="00AC4A76">
        <w:t xml:space="preserve"> </w:t>
      </w:r>
      <w:r>
        <w:t>rumahnya dalam keadaan muda, sement</w:t>
      </w:r>
      <w:r w:rsidR="00AC4A76">
        <w:t>ara saudaranya sudah tua-renta.</w:t>
      </w:r>
    </w:p>
    <w:p w:rsidR="00AC4A76" w:rsidRDefault="00AC4A76" w:rsidP="00AC4A76">
      <w:pPr>
        <w:pStyle w:val="libNormal"/>
      </w:pPr>
    </w:p>
    <w:p w:rsidR="00534C7F" w:rsidRDefault="00534C7F" w:rsidP="00187DF5">
      <w:pPr>
        <w:pStyle w:val="libNormal"/>
      </w:pPr>
      <w:r>
        <w:t>Uzair hidup bersama saudaranya</w:t>
      </w:r>
      <w:r w:rsidR="00187DF5">
        <w:t xml:space="preserve"> </w:t>
      </w:r>
      <w:r>
        <w:t>selama 25 tahun, dan kedua bersaudara itu pun</w:t>
      </w:r>
      <w:r w:rsidR="00187DF5">
        <w:t xml:space="preserve"> </w:t>
      </w:r>
      <w:r>
        <w:t>meninggal pada hari yang sama".</w:t>
      </w:r>
    </w:p>
    <w:p w:rsidR="00187DF5" w:rsidRDefault="00187DF5" w:rsidP="00534C7F">
      <w:pPr>
        <w:pStyle w:val="libNormal"/>
      </w:pPr>
    </w:p>
    <w:p w:rsidR="00947B1E" w:rsidRDefault="00534C7F" w:rsidP="00481E61">
      <w:pPr>
        <w:pStyle w:val="libNormal"/>
      </w:pPr>
      <w:r>
        <w:t>Melihat keluasan dan ketinggian ilmu Imam Al-Baqir</w:t>
      </w:r>
      <w:r w:rsidR="00481E61">
        <w:t xml:space="preserve"> </w:t>
      </w:r>
      <w:r>
        <w:t>as. ini</w:t>
      </w:r>
      <w:r w:rsidR="00947B1E">
        <w:t>, pendeta itu lagi-lagi takjub.</w:t>
      </w:r>
    </w:p>
    <w:p w:rsidR="00947B1E" w:rsidRDefault="00947B1E" w:rsidP="00481E61">
      <w:pPr>
        <w:pStyle w:val="libNormal"/>
      </w:pPr>
    </w:p>
    <w:p w:rsidR="00534C7F" w:rsidRDefault="00534C7F" w:rsidP="00481E61">
      <w:pPr>
        <w:pStyle w:val="libNormal"/>
      </w:pPr>
      <w:r>
        <w:t>Tak ayal lagi, ia pun</w:t>
      </w:r>
      <w:r w:rsidR="00481E61">
        <w:t xml:space="preserve"> </w:t>
      </w:r>
      <w:r>
        <w:t>menyatakan keislamannya di depan khalayak, dan</w:t>
      </w:r>
      <w:r w:rsidR="00481E61">
        <w:t xml:space="preserve"> </w:t>
      </w:r>
      <w:r>
        <w:t>diikuti oleh sahabat-sahabatnya.</w:t>
      </w:r>
    </w:p>
    <w:p w:rsidR="007B1532" w:rsidRPr="007B1532" w:rsidRDefault="007B1532">
      <w:r>
        <w:br w:type="page"/>
      </w:r>
    </w:p>
    <w:p w:rsidR="00534C7F" w:rsidRDefault="00534C7F" w:rsidP="007B1532">
      <w:pPr>
        <w:pStyle w:val="Heading1"/>
      </w:pPr>
      <w:bookmarkStart w:id="9" w:name="_Toc440359783"/>
      <w:r>
        <w:lastRenderedPageBreak/>
        <w:t>Di Majelis Hisyam</w:t>
      </w:r>
      <w:bookmarkEnd w:id="9"/>
    </w:p>
    <w:p w:rsidR="007C53EE" w:rsidRDefault="007C53EE" w:rsidP="00534C7F">
      <w:pPr>
        <w:pStyle w:val="libNormal"/>
      </w:pPr>
    </w:p>
    <w:p w:rsidR="007C53EE" w:rsidRDefault="00534C7F" w:rsidP="007C53EE">
      <w:pPr>
        <w:pStyle w:val="libNormal"/>
      </w:pPr>
      <w:r>
        <w:t>Khalifah Hisyam bin Abdul Malik mengundang Imam</w:t>
      </w:r>
      <w:r w:rsidR="007C53EE">
        <w:t xml:space="preserve"> </w:t>
      </w:r>
      <w:r>
        <w:t>Muhammad Al-Baqir as. dan putranya Imam Ja’far</w:t>
      </w:r>
      <w:r w:rsidR="007C53EE">
        <w:t xml:space="preserve"> Ash-Shadiq.</w:t>
      </w:r>
    </w:p>
    <w:p w:rsidR="007C53EE" w:rsidRDefault="007C53EE" w:rsidP="007C53EE">
      <w:pPr>
        <w:pStyle w:val="libNormal"/>
      </w:pPr>
    </w:p>
    <w:p w:rsidR="00534C7F" w:rsidRDefault="00534C7F" w:rsidP="00361AFC">
      <w:pPr>
        <w:pStyle w:val="libNormal"/>
      </w:pPr>
      <w:r>
        <w:t>Karena itu, keduanya meninggalkan</w:t>
      </w:r>
      <w:r w:rsidR="00361AFC">
        <w:t xml:space="preserve"> </w:t>
      </w:r>
      <w:r>
        <w:t>Madinah, bergerak menuju Syam. Tujuan undangan</w:t>
      </w:r>
      <w:r w:rsidR="00361AFC">
        <w:t xml:space="preserve"> </w:t>
      </w:r>
      <w:r>
        <w:t>Hisyam sebenarnya hendak menunjukkan kebesaran</w:t>
      </w:r>
      <w:r w:rsidR="00361AFC">
        <w:t xml:space="preserve"> </w:t>
      </w:r>
      <w:r>
        <w:t>kerajaannya.</w:t>
      </w:r>
    </w:p>
    <w:p w:rsidR="00361AFC" w:rsidRDefault="00361AFC" w:rsidP="00534C7F">
      <w:pPr>
        <w:pStyle w:val="libNormal"/>
      </w:pPr>
    </w:p>
    <w:p w:rsidR="00F873F7" w:rsidRDefault="00534C7F" w:rsidP="00F873F7">
      <w:pPr>
        <w:pStyle w:val="libNormal"/>
      </w:pPr>
      <w:r>
        <w:t xml:space="preserve">Setibanya di Syam, Imam Al-Baqir as. </w:t>
      </w:r>
      <w:r w:rsidR="00F873F7">
        <w:t>M</w:t>
      </w:r>
      <w:r>
        <w:t>emasuki</w:t>
      </w:r>
      <w:r w:rsidR="00F873F7">
        <w:t xml:space="preserve"> </w:t>
      </w:r>
      <w:r>
        <w:t>istana, yang ketika itu Hisyam duduk di atas</w:t>
      </w:r>
      <w:r w:rsidR="00F873F7">
        <w:t xml:space="preserve"> </w:t>
      </w:r>
      <w:r>
        <w:t>singgasana, di kelilingi pengawal bersenjata dan di</w:t>
      </w:r>
      <w:r w:rsidR="00F873F7">
        <w:t xml:space="preserve"> </w:t>
      </w:r>
      <w:r>
        <w:t>depannya ada golongan elite yang siap berlomba</w:t>
      </w:r>
      <w:r w:rsidR="00F873F7">
        <w:t xml:space="preserve"> memanah.</w:t>
      </w:r>
    </w:p>
    <w:p w:rsidR="00F873F7" w:rsidRDefault="00F873F7" w:rsidP="00F873F7">
      <w:pPr>
        <w:pStyle w:val="libNormal"/>
      </w:pPr>
    </w:p>
    <w:p w:rsidR="00534C7F" w:rsidRDefault="00534C7F" w:rsidP="009C7789">
      <w:pPr>
        <w:pStyle w:val="libNormal"/>
      </w:pPr>
      <w:r>
        <w:t>Hisyam berkata, “Ya Muhammad! Coba kau</w:t>
      </w:r>
      <w:r w:rsidR="009C7789">
        <w:t xml:space="preserve"> </w:t>
      </w:r>
      <w:r>
        <w:t>bertanding melawan orang-orang ini dan bidikkan</w:t>
      </w:r>
      <w:r w:rsidR="009C7789">
        <w:t xml:space="preserve"> </w:t>
      </w:r>
      <w:r>
        <w:t>panah ke sasaran!".</w:t>
      </w:r>
    </w:p>
    <w:p w:rsidR="009C7789" w:rsidRDefault="009C7789" w:rsidP="00534C7F">
      <w:pPr>
        <w:pStyle w:val="libNormal"/>
      </w:pPr>
    </w:p>
    <w:p w:rsidR="00AC6386" w:rsidRDefault="00534C7F" w:rsidP="00AC6386">
      <w:pPr>
        <w:pStyle w:val="libNormal"/>
      </w:pPr>
      <w:r>
        <w:t>Imam as. berkata, “Sesungguhnya aku sudah lama</w:t>
      </w:r>
      <w:r w:rsidR="00AC6386">
        <w:t xml:space="preserve"> </w:t>
      </w:r>
      <w:r>
        <w:t>meninggalkan permainan memanah, maafkan aku”.</w:t>
      </w:r>
      <w:r w:rsidR="00AC6386">
        <w:t xml:space="preserve"> </w:t>
      </w:r>
      <w:r>
        <w:t>Hisyam menolak alasan Imam, dan memaksanya</w:t>
      </w:r>
      <w:r w:rsidR="00AC6386">
        <w:t xml:space="preserve"> untuk melakukannya.</w:t>
      </w:r>
    </w:p>
    <w:p w:rsidR="00AC6386" w:rsidRDefault="00AC6386" w:rsidP="00AC6386">
      <w:pPr>
        <w:pStyle w:val="libNormal"/>
      </w:pPr>
    </w:p>
    <w:p w:rsidR="007E433E" w:rsidRDefault="00534C7F" w:rsidP="004576AA">
      <w:pPr>
        <w:pStyle w:val="libNormal"/>
      </w:pPr>
      <w:r>
        <w:t>Ia pun menyuruh seorang tokoh</w:t>
      </w:r>
      <w:r w:rsidR="002452C8">
        <w:t xml:space="preserve"> </w:t>
      </w:r>
      <w:r>
        <w:t>dari Bani Umayyah untuk mengambilkan panah dan</w:t>
      </w:r>
      <w:r w:rsidR="007E433E">
        <w:t xml:space="preserve"> busurnya. Akhirnya, Imam as. menerimanya dan</w:t>
      </w:r>
      <w:r w:rsidR="004576AA">
        <w:t xml:space="preserve"> </w:t>
      </w:r>
      <w:r w:rsidR="007E433E">
        <w:t>meletakkan anak panah itu pada busurnya, kemudian ia</w:t>
      </w:r>
      <w:r w:rsidR="004576AA">
        <w:t xml:space="preserve"> </w:t>
      </w:r>
      <w:r w:rsidR="007E433E">
        <w:t>lesatkan ke sasaran dan tepat mengenai titik pusatnya.</w:t>
      </w:r>
    </w:p>
    <w:p w:rsidR="004576AA" w:rsidRDefault="004576AA" w:rsidP="007E433E">
      <w:pPr>
        <w:pStyle w:val="libNormal"/>
      </w:pPr>
    </w:p>
    <w:p w:rsidR="007E433E" w:rsidRDefault="007E433E" w:rsidP="00086E1F">
      <w:pPr>
        <w:pStyle w:val="libNormal"/>
      </w:pPr>
      <w:r>
        <w:t>Untuk kedua kalinya, beliau membidikkan anak panah,</w:t>
      </w:r>
      <w:r w:rsidR="00086E1F">
        <w:t xml:space="preserve"> </w:t>
      </w:r>
      <w:r>
        <w:t>hingga yang kesembilan kali. Semua anak panah itu</w:t>
      </w:r>
      <w:r w:rsidR="00086E1F">
        <w:t xml:space="preserve"> </w:t>
      </w:r>
      <w:r>
        <w:t>menancap tepat pada sasaran.</w:t>
      </w:r>
    </w:p>
    <w:p w:rsidR="00AD1877" w:rsidRDefault="00AD1877" w:rsidP="007E433E">
      <w:pPr>
        <w:pStyle w:val="libNormal"/>
      </w:pPr>
    </w:p>
    <w:p w:rsidR="007E433E" w:rsidRDefault="007E433E" w:rsidP="00F53DF8">
      <w:pPr>
        <w:pStyle w:val="libNormal"/>
      </w:pPr>
      <w:r>
        <w:t>Hisyam pun tercengang melihat kepandaian Imam</w:t>
      </w:r>
      <w:r w:rsidR="00F53DF8">
        <w:t xml:space="preserve"> </w:t>
      </w:r>
      <w:r>
        <w:t>as. dan memujinya sambil berkata, “Alangkah</w:t>
      </w:r>
      <w:r w:rsidR="00F53DF8">
        <w:t xml:space="preserve"> </w:t>
      </w:r>
      <w:r>
        <w:t xml:space="preserve">pandainya </w:t>
      </w:r>
      <w:r>
        <w:lastRenderedPageBreak/>
        <w:t>kau wahai Abu Ja’far, kau adalah orang yang</w:t>
      </w:r>
      <w:r w:rsidR="00F53DF8">
        <w:t xml:space="preserve"> </w:t>
      </w:r>
      <w:r>
        <w:t>paling pandai memanah dari kalangan Arab dan Ajam,</w:t>
      </w:r>
      <w:r w:rsidR="00F53DF8">
        <w:t xml:space="preserve"> </w:t>
      </w:r>
      <w:r>
        <w:t>beginikah kau katakan ‘Aku sudah lama meninggalkan</w:t>
      </w:r>
      <w:r w:rsidR="00F53DF8">
        <w:t xml:space="preserve"> </w:t>
      </w:r>
      <w:r>
        <w:t>permainan memanah?’”.</w:t>
      </w:r>
    </w:p>
    <w:p w:rsidR="00F53DF8" w:rsidRDefault="00F53DF8" w:rsidP="007E433E">
      <w:pPr>
        <w:pStyle w:val="libNormal"/>
      </w:pPr>
    </w:p>
    <w:p w:rsidR="007E433E" w:rsidRDefault="007E433E" w:rsidP="009A5004">
      <w:pPr>
        <w:pStyle w:val="libNormal"/>
      </w:pPr>
      <w:r>
        <w:t xml:space="preserve">Kemudian, Hisyam menuntun Imam Al-Baqir as. </w:t>
      </w:r>
      <w:r w:rsidR="008435E7">
        <w:t>D</w:t>
      </w:r>
      <w:r>
        <w:t>an</w:t>
      </w:r>
      <w:r w:rsidR="008435E7">
        <w:t xml:space="preserve"> </w:t>
      </w:r>
      <w:r>
        <w:t>mendudukkannya di sampingnya. Ia berkata, “Wahai</w:t>
      </w:r>
      <w:r w:rsidR="00CB624C">
        <w:t xml:space="preserve"> </w:t>
      </w:r>
      <w:r>
        <w:t>Muhammad! Bangsa Arab dan Ajam akan senantiasa</w:t>
      </w:r>
      <w:r w:rsidR="009A5004">
        <w:t xml:space="preserve"> </w:t>
      </w:r>
      <w:r>
        <w:t>mengikuti orang-orang Quraisy selagi di tengah-tengah</w:t>
      </w:r>
      <w:r w:rsidR="009A5004">
        <w:t xml:space="preserve"> </w:t>
      </w:r>
      <w:r>
        <w:t>mereka ada orang sepertimu, Demi Allah, siapa yang</w:t>
      </w:r>
      <w:r w:rsidR="009A5004">
        <w:t xml:space="preserve"> </w:t>
      </w:r>
      <w:r>
        <w:t>mengajarimu memanah? Dan pada usia berapakah kau</w:t>
      </w:r>
      <w:r w:rsidR="009A5004">
        <w:t xml:space="preserve"> </w:t>
      </w:r>
      <w:r>
        <w:t>mempelajarinya?”</w:t>
      </w:r>
    </w:p>
    <w:p w:rsidR="009A5004" w:rsidRDefault="009A5004" w:rsidP="007E433E">
      <w:pPr>
        <w:pStyle w:val="libNormal"/>
      </w:pPr>
    </w:p>
    <w:p w:rsidR="007E433E" w:rsidRDefault="007E433E" w:rsidP="006D7B57">
      <w:pPr>
        <w:pStyle w:val="libNormal"/>
      </w:pPr>
      <w:r>
        <w:t>Imam as. menjawab, "Aku belajar di masa aku masih</w:t>
      </w:r>
      <w:r w:rsidR="006D7B57">
        <w:t xml:space="preserve"> </w:t>
      </w:r>
      <w:r>
        <w:t>kecil, kemudian aku tinggalkan".</w:t>
      </w:r>
    </w:p>
    <w:p w:rsidR="00601B79" w:rsidRDefault="00601B79" w:rsidP="007E433E">
      <w:pPr>
        <w:pStyle w:val="libNormal"/>
      </w:pPr>
    </w:p>
    <w:p w:rsidR="00466E99" w:rsidRDefault="007E433E" w:rsidP="00466E99">
      <w:pPr>
        <w:pStyle w:val="libNormal"/>
      </w:pPr>
      <w:r>
        <w:t>Hisyam berkata, "Aku tidak pernah menyangka</w:t>
      </w:r>
      <w:r w:rsidR="00466E99">
        <w:t xml:space="preserve"> </w:t>
      </w:r>
      <w:r>
        <w:t>bahwa di atas bumi ini masih ada orang yang memanah</w:t>
      </w:r>
      <w:r w:rsidR="00466E99">
        <w:t xml:space="preserve"> </w:t>
      </w:r>
      <w:r>
        <w:t>sepert</w:t>
      </w:r>
      <w:r w:rsidR="00466E99">
        <w:t>i ini.</w:t>
      </w:r>
    </w:p>
    <w:p w:rsidR="00466E99" w:rsidRDefault="00466E99" w:rsidP="00466E99">
      <w:pPr>
        <w:pStyle w:val="libNormal"/>
      </w:pPr>
    </w:p>
    <w:p w:rsidR="007E433E" w:rsidRDefault="007E433E" w:rsidP="000D3D27">
      <w:pPr>
        <w:pStyle w:val="libNormal"/>
      </w:pPr>
      <w:r>
        <w:t>Apakah Ja’far (putra Imam as.) juga dapat</w:t>
      </w:r>
      <w:r w:rsidR="000D3D27">
        <w:t xml:space="preserve"> </w:t>
      </w:r>
      <w:r>
        <w:t>memanah seperti ini? Apakah dia juga dapat memanah</w:t>
      </w:r>
      <w:r w:rsidR="000D3D27">
        <w:t xml:space="preserve"> </w:t>
      </w:r>
      <w:r>
        <w:t>sebagaimana engkau?</w:t>
      </w:r>
    </w:p>
    <w:p w:rsidR="000D3D27" w:rsidRDefault="000D3D27" w:rsidP="007E433E">
      <w:pPr>
        <w:pStyle w:val="libNormal"/>
      </w:pPr>
    </w:p>
    <w:p w:rsidR="007E433E" w:rsidRDefault="007E433E" w:rsidP="007C4590">
      <w:pPr>
        <w:pStyle w:val="libNormal"/>
      </w:pPr>
      <w:r>
        <w:t>Imam as. menjawab, "Kami Ahlul Bait Nabi mewarisi</w:t>
      </w:r>
      <w:r w:rsidR="007C4590">
        <w:t xml:space="preserve"> </w:t>
      </w:r>
      <w:r>
        <w:t>kesempurnaan dan kelengkapan yang keduanya telah</w:t>
      </w:r>
      <w:r w:rsidR="007C4590">
        <w:t xml:space="preserve"> </w:t>
      </w:r>
      <w:r>
        <w:t xml:space="preserve">Allah swt. turunkan kepada Nabinya saw. </w:t>
      </w:r>
      <w:r w:rsidR="007C4590">
        <w:t>D</w:t>
      </w:r>
      <w:r>
        <w:t>alam</w:t>
      </w:r>
      <w:r w:rsidR="007C4590">
        <w:t xml:space="preserve"> </w:t>
      </w:r>
      <w:r>
        <w:t>firmannya:</w:t>
      </w:r>
    </w:p>
    <w:p w:rsidR="007E433E" w:rsidRDefault="007E433E" w:rsidP="007E433E">
      <w:pPr>
        <w:pStyle w:val="libNormal"/>
      </w:pPr>
    </w:p>
    <w:p w:rsidR="007E433E" w:rsidRDefault="007E433E" w:rsidP="00B176EE">
      <w:pPr>
        <w:pStyle w:val="libAie"/>
      </w:pPr>
      <w:r>
        <w:t>"Pada hari ini telah aku sempurnakan bagimu</w:t>
      </w:r>
      <w:r w:rsidR="00B176EE">
        <w:t xml:space="preserve"> </w:t>
      </w:r>
      <w:r>
        <w:t>agamamu dan telah aku lengkapkan nikmatku</w:t>
      </w:r>
      <w:r w:rsidR="00B176EE">
        <w:t xml:space="preserve"> </w:t>
      </w:r>
      <w:r>
        <w:t>untukmu serta aku rela Islam sebagai agamamu”.</w:t>
      </w:r>
    </w:p>
    <w:p w:rsidR="007E433E" w:rsidRDefault="007E433E" w:rsidP="007E433E">
      <w:pPr>
        <w:pStyle w:val="libNormal"/>
      </w:pPr>
    </w:p>
    <w:p w:rsidR="00FA2B10" w:rsidRDefault="007E433E" w:rsidP="00FA2B10">
      <w:pPr>
        <w:pStyle w:val="libNormal"/>
      </w:pPr>
      <w:r>
        <w:t>Mendengar jawaban itu, muka Hisyam memerah</w:t>
      </w:r>
      <w:r w:rsidR="00FA2B10">
        <w:t xml:space="preserve"> </w:t>
      </w:r>
      <w:r>
        <w:t>lantaran marah dan berkata, “Dari mana kau mewarisi</w:t>
      </w:r>
      <w:r w:rsidR="00FA2B10">
        <w:t xml:space="preserve"> </w:t>
      </w:r>
      <w:r>
        <w:t>ilmu ini, padahal tidak ada nabi setelah Muhammad dan</w:t>
      </w:r>
      <w:r w:rsidR="00FA2B10">
        <w:t xml:space="preserve"> </w:t>
      </w:r>
      <w:r>
        <w:lastRenderedPageBreak/>
        <w:t>kau sendiri juga bukanlah seorang nabi?”</w:t>
      </w:r>
      <w:r w:rsidR="00FA2B10">
        <w:t xml:space="preserve"> </w:t>
      </w:r>
      <w:r>
        <w:t>Imam as. menjawab, “Kami mewarisinya dari datuk</w:t>
      </w:r>
      <w:r w:rsidR="00FA2B10">
        <w:t xml:space="preserve"> kami Ali bin Abi Thalib as.</w:t>
      </w:r>
    </w:p>
    <w:p w:rsidR="00FA2B10" w:rsidRDefault="00FA2B10" w:rsidP="00FA2B10">
      <w:pPr>
        <w:pStyle w:val="libNormal"/>
      </w:pPr>
    </w:p>
    <w:p w:rsidR="007E433E" w:rsidRDefault="007E433E" w:rsidP="001B469F">
      <w:pPr>
        <w:pStyle w:val="libNormal"/>
      </w:pPr>
      <w:r>
        <w:t>Beliau pernah berkata,</w:t>
      </w:r>
      <w:r w:rsidR="001B469F">
        <w:t xml:space="preserve"> </w:t>
      </w:r>
      <w:r>
        <w:t>'Rasulullah saw. telah mengajariku seribu pintu ilmu...</w:t>
      </w:r>
    </w:p>
    <w:p w:rsidR="001B469F" w:rsidRDefault="001B469F" w:rsidP="007E433E">
      <w:pPr>
        <w:pStyle w:val="libNormal"/>
      </w:pPr>
    </w:p>
    <w:p w:rsidR="007E433E" w:rsidRDefault="007E433E" w:rsidP="007E433E">
      <w:pPr>
        <w:pStyle w:val="libNormal"/>
      </w:pPr>
      <w:r>
        <w:t>Dari setiap pintunya terbuka seribu ilmu lagi...".</w:t>
      </w:r>
    </w:p>
    <w:p w:rsidR="00082AE7" w:rsidRDefault="00082AE7" w:rsidP="007E433E">
      <w:pPr>
        <w:pStyle w:val="libNormal"/>
      </w:pPr>
    </w:p>
    <w:p w:rsidR="00B47A3E" w:rsidRDefault="007E433E" w:rsidP="00082AE7">
      <w:pPr>
        <w:pStyle w:val="libNormal"/>
      </w:pPr>
      <w:r>
        <w:t>Hisyam pun diam tertunduk sambil berpikir. Lalu ia</w:t>
      </w:r>
      <w:r w:rsidR="00082AE7">
        <w:t xml:space="preserve"> </w:t>
      </w:r>
      <w:r>
        <w:t>memerintahkan pengawalnya untuk mengembalikan</w:t>
      </w:r>
      <w:r w:rsidR="00082AE7">
        <w:t xml:space="preserve"> </w:t>
      </w:r>
      <w:r>
        <w:t>Imam Muhammad Al-Baqir as. dan putranya Imam</w:t>
      </w:r>
      <w:r w:rsidR="00082AE7">
        <w:t xml:space="preserve"> </w:t>
      </w:r>
      <w:r>
        <w:t>Ja’far Ash-Shadiq as. ke Madinah secepat mungkin,</w:t>
      </w:r>
      <w:r w:rsidR="00082AE7">
        <w:t xml:space="preserve"> </w:t>
      </w:r>
      <w:r>
        <w:t>karena ia takut kehadiran dua Imam ini di Syam akan</w:t>
      </w:r>
      <w:r w:rsidR="00082AE7">
        <w:t xml:space="preserve"> </w:t>
      </w:r>
      <w:r>
        <w:t>mengundang simpati warga kota kepada mereka.</w:t>
      </w:r>
    </w:p>
    <w:p w:rsidR="003951F3" w:rsidRPr="003951F3" w:rsidRDefault="003951F3">
      <w:r>
        <w:br w:type="page"/>
      </w:r>
    </w:p>
    <w:p w:rsidR="00264FA6" w:rsidRDefault="00264FA6" w:rsidP="00B11FDE">
      <w:pPr>
        <w:pStyle w:val="Heading1"/>
      </w:pPr>
      <w:bookmarkStart w:id="10" w:name="_Toc440359784"/>
      <w:r>
        <w:lastRenderedPageBreak/>
        <w:t>Mata Uang Islam</w:t>
      </w:r>
      <w:bookmarkEnd w:id="10"/>
    </w:p>
    <w:p w:rsidR="003951F3" w:rsidRDefault="003951F3" w:rsidP="00772F05"/>
    <w:p w:rsidR="00264FA6" w:rsidRDefault="00264FA6" w:rsidP="00B11FDE">
      <w:pPr>
        <w:pStyle w:val="libNormal"/>
      </w:pPr>
      <w:r>
        <w:t>Perebutan batas-batas wilayah yang sangat keras</w:t>
      </w:r>
      <w:r w:rsidR="00B11FDE">
        <w:t xml:space="preserve"> </w:t>
      </w:r>
      <w:r>
        <w:t>sekali telah terjadi antara negara Islam dan Romawi.</w:t>
      </w:r>
    </w:p>
    <w:p w:rsidR="00B11FDE" w:rsidRDefault="00B11FDE" w:rsidP="00264FA6">
      <w:pPr>
        <w:pStyle w:val="libNormal"/>
      </w:pPr>
    </w:p>
    <w:p w:rsidR="00264FA6" w:rsidRDefault="00264FA6" w:rsidP="00B11FDE">
      <w:pPr>
        <w:pStyle w:val="libNormal"/>
      </w:pPr>
      <w:r>
        <w:t>Imperium Romawi mengancam Abdul Malik bin Marwan</w:t>
      </w:r>
      <w:r w:rsidR="00B11FDE">
        <w:t xml:space="preserve"> </w:t>
      </w:r>
      <w:r>
        <w:t>akan memutus mata uang negara Islam bila tidak</w:t>
      </w:r>
      <w:r w:rsidR="00B11FDE">
        <w:t xml:space="preserve"> </w:t>
      </w:r>
      <w:r>
        <w:t>menyerahkan wilayah-wilayah yang dipersengketakan.</w:t>
      </w:r>
    </w:p>
    <w:p w:rsidR="00B11FDE" w:rsidRDefault="00B11FDE" w:rsidP="00264FA6">
      <w:pPr>
        <w:pStyle w:val="libNormal"/>
      </w:pPr>
    </w:p>
    <w:p w:rsidR="00264FA6" w:rsidRDefault="00264FA6" w:rsidP="000E6351">
      <w:pPr>
        <w:pStyle w:val="libNormal"/>
      </w:pPr>
      <w:r>
        <w:t>Abdul Malik merasa ketakutan dan ia tidak tahu apa</w:t>
      </w:r>
      <w:r w:rsidR="000E6351">
        <w:t xml:space="preserve"> </w:t>
      </w:r>
      <w:r>
        <w:t>yang harus dilakukan.</w:t>
      </w:r>
    </w:p>
    <w:p w:rsidR="000E6351" w:rsidRDefault="000E6351" w:rsidP="00264FA6">
      <w:pPr>
        <w:pStyle w:val="libNormal"/>
      </w:pPr>
    </w:p>
    <w:p w:rsidR="000E6351" w:rsidRDefault="00264FA6" w:rsidP="000E6351">
      <w:pPr>
        <w:pStyle w:val="libNormal"/>
      </w:pPr>
      <w:r>
        <w:t>Ia kumpulkan pemuka-pemuka dan tokoh-tokoh</w:t>
      </w:r>
      <w:r w:rsidR="000E6351">
        <w:t xml:space="preserve"> </w:t>
      </w:r>
      <w:r>
        <w:t>umat Islam untuk dimintai pendapatnya, tapi mereka</w:t>
      </w:r>
      <w:r w:rsidR="000E6351">
        <w:t xml:space="preserve"> </w:t>
      </w:r>
      <w:r>
        <w:t>tidak bis</w:t>
      </w:r>
      <w:r w:rsidR="000E6351">
        <w:t>a memberikan keputusan apa-apa.</w:t>
      </w:r>
    </w:p>
    <w:p w:rsidR="000E6351" w:rsidRDefault="000E6351" w:rsidP="000E6351">
      <w:pPr>
        <w:pStyle w:val="libNormal"/>
      </w:pPr>
    </w:p>
    <w:p w:rsidR="00264FA6" w:rsidRDefault="00264FA6" w:rsidP="000E6351">
      <w:pPr>
        <w:pStyle w:val="libNormal"/>
      </w:pPr>
      <w:r>
        <w:t>Akhirnya,</w:t>
      </w:r>
      <w:r w:rsidR="000E6351">
        <w:t xml:space="preserve"> </w:t>
      </w:r>
      <w:r>
        <w:t>sebagian mereka mengusulkan agar merujuk kepada</w:t>
      </w:r>
      <w:r w:rsidR="000E6351">
        <w:t xml:space="preserve"> </w:t>
      </w:r>
      <w:r>
        <w:t>Imam Muhammad Al-Baqir as.</w:t>
      </w:r>
    </w:p>
    <w:p w:rsidR="000E6351" w:rsidRDefault="000E6351" w:rsidP="00264FA6">
      <w:pPr>
        <w:pStyle w:val="libNormal"/>
      </w:pPr>
    </w:p>
    <w:p w:rsidR="00D578F5" w:rsidRDefault="00264FA6" w:rsidP="00D578F5">
      <w:pPr>
        <w:pStyle w:val="libNormal"/>
      </w:pPr>
      <w:r>
        <w:t>Lalu, Abdul Malik mengutus utusan untuk memanggil</w:t>
      </w:r>
      <w:r w:rsidR="00D578F5">
        <w:t xml:space="preserve"> Imam as. ke Syam.</w:t>
      </w:r>
    </w:p>
    <w:p w:rsidR="00D578F5" w:rsidRDefault="00D578F5" w:rsidP="00D578F5">
      <w:pPr>
        <w:pStyle w:val="libNormal"/>
      </w:pPr>
    </w:p>
    <w:p w:rsidR="00D578F5" w:rsidRDefault="00264FA6" w:rsidP="00D578F5">
      <w:pPr>
        <w:pStyle w:val="libNormal"/>
      </w:pPr>
      <w:r>
        <w:t>Beliau pun memenuhi panggilan</w:t>
      </w:r>
      <w:r w:rsidR="00D578F5">
        <w:t xml:space="preserve"> </w:t>
      </w:r>
      <w:r>
        <w:t>tersebut. Setelah mengetahui duduk persoalan, beliau</w:t>
      </w:r>
      <w:r w:rsidR="00D578F5">
        <w:t xml:space="preserve"> </w:t>
      </w:r>
      <w:r>
        <w:t>mengatakan kepada Abdul Malik, "Tidak ada yang perlu</w:t>
      </w:r>
      <w:r w:rsidR="00D578F5">
        <w:t xml:space="preserve"> ditakutkan.</w:t>
      </w:r>
    </w:p>
    <w:p w:rsidR="00D578F5" w:rsidRDefault="00D578F5" w:rsidP="00D578F5">
      <w:pPr>
        <w:pStyle w:val="libNormal"/>
      </w:pPr>
    </w:p>
    <w:p w:rsidR="00264FA6" w:rsidRDefault="00264FA6" w:rsidP="00D578F5">
      <w:pPr>
        <w:pStyle w:val="libNormal"/>
      </w:pPr>
      <w:r>
        <w:t>Cepat kirim utusan ke Kaisar Romawi dan</w:t>
      </w:r>
      <w:r w:rsidR="00D578F5">
        <w:t xml:space="preserve"> </w:t>
      </w:r>
      <w:r>
        <w:t>mintalah jangka waktu darinya. Di sela-sela itu,</w:t>
      </w:r>
      <w:r w:rsidR="00D578F5">
        <w:t xml:space="preserve"> </w:t>
      </w:r>
      <w:r>
        <w:t>kirimlah surat ke gubernur-gubernur daerah, dan</w:t>
      </w:r>
      <w:r w:rsidR="00D578F5">
        <w:t xml:space="preserve"> </w:t>
      </w:r>
      <w:r>
        <w:t>perintahkan mereka untuk mengumpulkan emas dan</w:t>
      </w:r>
      <w:r w:rsidR="00D578F5">
        <w:t xml:space="preserve"> </w:t>
      </w:r>
      <w:r>
        <w:t>perak, sehingga bila telah sampai jumlah yang cukup,</w:t>
      </w:r>
      <w:r w:rsidR="00D578F5">
        <w:t xml:space="preserve"> </w:t>
      </w:r>
      <w:r>
        <w:t>segeralah mencetak mata uang Islam!".</w:t>
      </w:r>
    </w:p>
    <w:p w:rsidR="0006074C" w:rsidRDefault="0006074C" w:rsidP="00D578F5">
      <w:pPr>
        <w:pStyle w:val="libNormal"/>
      </w:pPr>
    </w:p>
    <w:p w:rsidR="00F0203A" w:rsidRDefault="00264FA6" w:rsidP="00F0203A">
      <w:pPr>
        <w:pStyle w:val="libNormal"/>
      </w:pPr>
      <w:r>
        <w:t>Kemudian, Imam as. menentukan timbangan dan</w:t>
      </w:r>
      <w:r w:rsidR="00F0203A">
        <w:t xml:space="preserve"> bentuknya.</w:t>
      </w:r>
    </w:p>
    <w:p w:rsidR="00F0203A" w:rsidRDefault="00F0203A" w:rsidP="00F0203A">
      <w:pPr>
        <w:pStyle w:val="libNormal"/>
      </w:pPr>
    </w:p>
    <w:p w:rsidR="00F0203A" w:rsidRDefault="00264FA6" w:rsidP="00F0203A">
      <w:pPr>
        <w:pStyle w:val="libNormal"/>
      </w:pPr>
      <w:r>
        <w:t>Beliau memerintahkan Abdul Malik untuk</w:t>
      </w:r>
      <w:r w:rsidR="00F0203A">
        <w:t xml:space="preserve"> </w:t>
      </w:r>
      <w:r>
        <w:t>menuliskan di atas salah satu sisi uang tersebut</w:t>
      </w:r>
      <w:r w:rsidR="00F0203A">
        <w:t xml:space="preserve"> kalimat “Muhammad Rasulullah”.</w:t>
      </w:r>
    </w:p>
    <w:p w:rsidR="00F0203A" w:rsidRDefault="00F0203A" w:rsidP="00F0203A">
      <w:pPr>
        <w:pStyle w:val="libNormal"/>
      </w:pPr>
    </w:p>
    <w:p w:rsidR="00D1701E" w:rsidRDefault="00264FA6" w:rsidP="00D1701E">
      <w:pPr>
        <w:pStyle w:val="libNormal"/>
      </w:pPr>
      <w:r>
        <w:t>Bila pekerjaan ini telah selesai, tidak akan terjadi transaksi dengan mata</w:t>
      </w:r>
      <w:r w:rsidR="00D1701E">
        <w:t xml:space="preserve"> uang Romawi.</w:t>
      </w:r>
    </w:p>
    <w:p w:rsidR="00D1701E" w:rsidRDefault="00D1701E" w:rsidP="00D1701E">
      <w:pPr>
        <w:pStyle w:val="libNormal"/>
      </w:pPr>
    </w:p>
    <w:p w:rsidR="00264FA6" w:rsidRDefault="00264FA6" w:rsidP="00D1701E">
      <w:pPr>
        <w:pStyle w:val="libNormal"/>
      </w:pPr>
      <w:r>
        <w:t>Ketika itulah Imperium Romawi tidak</w:t>
      </w:r>
      <w:r w:rsidR="00D1701E">
        <w:t xml:space="preserve"> </w:t>
      </w:r>
      <w:r>
        <w:t>akan punya kekuatan lagi di hadapan pemerintahan</w:t>
      </w:r>
      <w:r w:rsidR="00D1701E">
        <w:t xml:space="preserve"> </w:t>
      </w:r>
      <w:r>
        <w:t>Islam.</w:t>
      </w:r>
    </w:p>
    <w:p w:rsidR="00D1701E" w:rsidRDefault="00D1701E" w:rsidP="00264FA6">
      <w:pPr>
        <w:pStyle w:val="libNormal"/>
      </w:pPr>
    </w:p>
    <w:p w:rsidR="00264FA6" w:rsidRDefault="00264FA6" w:rsidP="0042593F">
      <w:pPr>
        <w:pStyle w:val="libNormal"/>
      </w:pPr>
      <w:r>
        <w:t>Setelah pekerjaan itu selesai dan mata uang Islam</w:t>
      </w:r>
      <w:r w:rsidR="00BF63E3">
        <w:t xml:space="preserve"> </w:t>
      </w:r>
      <w:r>
        <w:t>sudah tersebar, Abdul Malik mengeluarkan</w:t>
      </w:r>
      <w:r w:rsidR="0042593F">
        <w:t xml:space="preserve"> </w:t>
      </w:r>
      <w:r>
        <w:t>keputusannya yang terakhir mengenai persengketaan</w:t>
      </w:r>
      <w:r w:rsidR="0042593F">
        <w:t xml:space="preserve"> </w:t>
      </w:r>
      <w:r>
        <w:t>batas-batas wilayah.</w:t>
      </w:r>
    </w:p>
    <w:p w:rsidR="0042593F" w:rsidRDefault="0042593F" w:rsidP="00264FA6">
      <w:pPr>
        <w:pStyle w:val="libNormal"/>
      </w:pPr>
    </w:p>
    <w:p w:rsidR="00931194" w:rsidRDefault="00264FA6" w:rsidP="00931194">
      <w:pPr>
        <w:pStyle w:val="libNormal"/>
      </w:pPr>
      <w:r>
        <w:t>Dan ternyata, Imperium Romawi tidak</w:t>
      </w:r>
      <w:r w:rsidR="00FA6655">
        <w:t xml:space="preserve"> </w:t>
      </w:r>
      <w:r>
        <w:t>mendapatkan cara apapun untuk melancarkan tekanan</w:t>
      </w:r>
      <w:r w:rsidR="00931194">
        <w:t xml:space="preserve"> </w:t>
      </w:r>
      <w:r>
        <w:t>terhadap ekonomi negara Islam</w:t>
      </w:r>
      <w:r w:rsidR="00931194">
        <w:t>.</w:t>
      </w:r>
    </w:p>
    <w:p w:rsidR="00931194" w:rsidRDefault="00931194" w:rsidP="00931194">
      <w:pPr>
        <w:pStyle w:val="libNormal"/>
      </w:pPr>
    </w:p>
    <w:p w:rsidR="00264FA6" w:rsidRDefault="00264FA6" w:rsidP="00931194">
      <w:pPr>
        <w:pStyle w:val="libNormal"/>
      </w:pPr>
      <w:r>
        <w:t>Maka, dipilihlah jalan</w:t>
      </w:r>
      <w:r w:rsidR="00931194">
        <w:t xml:space="preserve"> </w:t>
      </w:r>
      <w:r>
        <w:t>militer. Akan tetapi, mereka pun gagal, setelah</w:t>
      </w:r>
      <w:r w:rsidR="00931194">
        <w:t xml:space="preserve"> </w:t>
      </w:r>
      <w:r>
        <w:t>lasykar-lasykar muslimin menyerang pasukan mereka.</w:t>
      </w:r>
    </w:p>
    <w:p w:rsidR="00931194" w:rsidRDefault="00931194" w:rsidP="00264FA6">
      <w:pPr>
        <w:pStyle w:val="libNormal"/>
      </w:pPr>
    </w:p>
    <w:p w:rsidR="00264FA6" w:rsidRDefault="00264FA6" w:rsidP="00774BB7">
      <w:pPr>
        <w:pStyle w:val="libNormal"/>
      </w:pPr>
      <w:r>
        <w:t>Demikianlah Imam kita, Imam Muhammad Al-Baqir</w:t>
      </w:r>
      <w:r w:rsidR="006C4956">
        <w:t xml:space="preserve"> </w:t>
      </w:r>
      <w:r>
        <w:t>as. Dengan pikiran dan arahannya yang cemerlang,</w:t>
      </w:r>
      <w:r w:rsidR="006C4956">
        <w:t xml:space="preserve"> </w:t>
      </w:r>
      <w:r>
        <w:t>beliau telah menyelamatkan pemerintahan Islam dari</w:t>
      </w:r>
      <w:r w:rsidR="006C4956">
        <w:t xml:space="preserve"> </w:t>
      </w:r>
      <w:r>
        <w:t>ancaman musuh-musuh, sehingga kaum muslimin</w:t>
      </w:r>
      <w:r w:rsidR="00774BB7">
        <w:t xml:space="preserve"> </w:t>
      </w:r>
      <w:r>
        <w:t xml:space="preserve">memiliki mata uang sendiri yang menjadi </w:t>
      </w:r>
      <w:r w:rsidR="00774BB7">
        <w:t xml:space="preserve">lambing </w:t>
      </w:r>
      <w:r>
        <w:t>kebesaran Islam.</w:t>
      </w:r>
    </w:p>
    <w:p w:rsidR="00CA2DCC" w:rsidRPr="00730DFF" w:rsidRDefault="00CA2DCC">
      <w:r>
        <w:br w:type="page"/>
      </w:r>
    </w:p>
    <w:p w:rsidR="00264FA6" w:rsidRDefault="00264FA6" w:rsidP="007E5417">
      <w:pPr>
        <w:pStyle w:val="Heading1"/>
      </w:pPr>
      <w:bookmarkStart w:id="11" w:name="_Toc440359785"/>
      <w:r>
        <w:lastRenderedPageBreak/>
        <w:t>Sahabat-Sahabat Imam</w:t>
      </w:r>
      <w:bookmarkEnd w:id="11"/>
    </w:p>
    <w:p w:rsidR="00730DFF" w:rsidRDefault="00730DFF" w:rsidP="00264FA6">
      <w:pPr>
        <w:pStyle w:val="libNormal"/>
      </w:pPr>
    </w:p>
    <w:p w:rsidR="000634E1" w:rsidRDefault="00264FA6" w:rsidP="00772F05">
      <w:pPr>
        <w:pStyle w:val="libNormal"/>
      </w:pPr>
      <w:r>
        <w:t>Tatkala orang-orang Bani Umayyah sibuk meredam</w:t>
      </w:r>
      <w:r w:rsidR="007E5417">
        <w:t xml:space="preserve"> </w:t>
      </w:r>
      <w:r>
        <w:t>kekacauan dan kerusuhan massa di sana-sini, Imam</w:t>
      </w:r>
      <w:r w:rsidR="007E5417">
        <w:t xml:space="preserve"> </w:t>
      </w:r>
      <w:r>
        <w:t>Muhammad Al-Baqir as. mendapatkan kesempatan yang</w:t>
      </w:r>
      <w:r w:rsidR="007E5417">
        <w:t xml:space="preserve"> </w:t>
      </w:r>
      <w:r>
        <w:t>baik untuk menyebarkan ilmu pengetahuan, membina</w:t>
      </w:r>
      <w:r w:rsidR="007E5417">
        <w:t xml:space="preserve"> </w:t>
      </w:r>
      <w:r>
        <w:t>kader-kader dan mengokohkan ajaran-ajaran Ahlul</w:t>
      </w:r>
      <w:r w:rsidR="007E5417">
        <w:t xml:space="preserve"> </w:t>
      </w:r>
      <w:r>
        <w:t>Bait.</w:t>
      </w:r>
    </w:p>
    <w:p w:rsidR="00FF75C2" w:rsidRDefault="00FF75C2" w:rsidP="00772F05">
      <w:pPr>
        <w:pStyle w:val="libNormal"/>
      </w:pPr>
    </w:p>
    <w:p w:rsidR="00266577" w:rsidRDefault="00266577" w:rsidP="00266577">
      <w:pPr>
        <w:pStyle w:val="libNormal"/>
      </w:pPr>
      <w:r>
        <w:t>Pada zaman Imam as., telah muncul sebagian muridmurid utama beliau yang memiliki peranan besar dalam penyebaran ajaran-ajaran tersebut.</w:t>
      </w:r>
    </w:p>
    <w:p w:rsidR="00266577" w:rsidRDefault="00266577" w:rsidP="00266577">
      <w:pPr>
        <w:pStyle w:val="libNormal"/>
      </w:pPr>
    </w:p>
    <w:p w:rsidR="00266577" w:rsidRDefault="00266577" w:rsidP="00266577">
      <w:pPr>
        <w:pStyle w:val="libNormal"/>
      </w:pPr>
      <w:r>
        <w:t>Di antara mereka yang paling menonjol ialah:</w:t>
      </w:r>
    </w:p>
    <w:p w:rsidR="00266577" w:rsidRDefault="00266577" w:rsidP="00266577">
      <w:pPr>
        <w:pStyle w:val="libNormal"/>
      </w:pPr>
    </w:p>
    <w:p w:rsidR="00266577" w:rsidRDefault="00266577" w:rsidP="00472D64">
      <w:pPr>
        <w:pStyle w:val="Heading2"/>
      </w:pPr>
      <w:bookmarkStart w:id="12" w:name="_Toc440359786"/>
      <w:r>
        <w:t>1. Abban bin Taghlab</w:t>
      </w:r>
      <w:bookmarkEnd w:id="12"/>
    </w:p>
    <w:p w:rsidR="007041D5" w:rsidRDefault="007041D5" w:rsidP="00266577">
      <w:pPr>
        <w:pStyle w:val="libNormal"/>
      </w:pPr>
    </w:p>
    <w:p w:rsidR="00472D64" w:rsidRDefault="00266577" w:rsidP="00472D64">
      <w:pPr>
        <w:pStyle w:val="libNormal"/>
      </w:pPr>
      <w:r>
        <w:t>Ia pernah sezaman dengan tiga Imam Ahlul Bayt. Ia</w:t>
      </w:r>
      <w:r w:rsidR="00472D64">
        <w:t xml:space="preserve"> </w:t>
      </w:r>
      <w:r>
        <w:t>juga pernah menghadiri majelis Imam Ali Zainal Abidin</w:t>
      </w:r>
      <w:r w:rsidR="00472D64">
        <w:t xml:space="preserve"> </w:t>
      </w:r>
      <w:r>
        <w:t>as,, Imam Muhammad Al-Baqir as., dan Imam Ja’far</w:t>
      </w:r>
      <w:r w:rsidR="00472D64">
        <w:t xml:space="preserve"> </w:t>
      </w:r>
      <w:r>
        <w:t>Ash-S</w:t>
      </w:r>
      <w:r w:rsidR="00472D64">
        <w:t>hadiq as.</w:t>
      </w:r>
    </w:p>
    <w:p w:rsidR="00472D64" w:rsidRDefault="00472D64" w:rsidP="00472D64">
      <w:pPr>
        <w:pStyle w:val="libNormal"/>
      </w:pPr>
    </w:p>
    <w:p w:rsidR="00472D64" w:rsidRDefault="00266577" w:rsidP="00472D64">
      <w:pPr>
        <w:pStyle w:val="libNormal"/>
      </w:pPr>
      <w:r>
        <w:t>Namun begitu, ia lebih banyak belajar</w:t>
      </w:r>
      <w:r w:rsidR="00472D64">
        <w:t xml:space="preserve"> </w:t>
      </w:r>
      <w:r>
        <w:t>pada Imam Al-Baqir as.</w:t>
      </w:r>
      <w:r w:rsidR="00472D64">
        <w:t xml:space="preserve"> </w:t>
      </w:r>
      <w:r>
        <w:t>Abban menonjol di bidang Fiqh , Hadis, Sastra</w:t>
      </w:r>
      <w:r w:rsidR="00472D64">
        <w:t xml:space="preserve"> </w:t>
      </w:r>
      <w:r>
        <w:t>Arab, Tafsir, dan Nahwu. Imam Al-Baqir as.</w:t>
      </w:r>
    </w:p>
    <w:p w:rsidR="00472D64" w:rsidRDefault="00472D64" w:rsidP="00472D64">
      <w:pPr>
        <w:pStyle w:val="libNormal"/>
      </w:pPr>
    </w:p>
    <w:p w:rsidR="00266577" w:rsidRDefault="00472D64" w:rsidP="00472D64">
      <w:pPr>
        <w:pStyle w:val="libNormal"/>
      </w:pPr>
      <w:r>
        <w:t>P</w:t>
      </w:r>
      <w:r w:rsidR="00266577">
        <w:t>ernah</w:t>
      </w:r>
      <w:r>
        <w:t xml:space="preserve"> </w:t>
      </w:r>
      <w:r w:rsidR="00266577">
        <w:t>berkata kepadanya, "Duduklah di masjid Madinah dan</w:t>
      </w:r>
      <w:r>
        <w:t xml:space="preserve"> </w:t>
      </w:r>
      <w:r w:rsidR="00266577">
        <w:t>ajarilah orang-orang, karena sesungguhnya aku lebih</w:t>
      </w:r>
      <w:r>
        <w:t xml:space="preserve"> </w:t>
      </w:r>
      <w:r w:rsidR="00266577">
        <w:t>suka melihat orang sepertimu di antara pengikutku".</w:t>
      </w:r>
    </w:p>
    <w:p w:rsidR="00472D64" w:rsidRDefault="00472D64" w:rsidP="00266577">
      <w:pPr>
        <w:pStyle w:val="libNormal"/>
      </w:pPr>
    </w:p>
    <w:p w:rsidR="00266577" w:rsidRDefault="00266577" w:rsidP="006E6BBD">
      <w:pPr>
        <w:pStyle w:val="Heading2"/>
      </w:pPr>
      <w:bookmarkStart w:id="13" w:name="_Toc440359787"/>
      <w:r>
        <w:t>2. Zurarah bin A’yan</w:t>
      </w:r>
      <w:bookmarkEnd w:id="13"/>
    </w:p>
    <w:p w:rsidR="00B56835" w:rsidRDefault="00B56835" w:rsidP="00266577">
      <w:pPr>
        <w:pStyle w:val="libNormal"/>
      </w:pPr>
    </w:p>
    <w:p w:rsidR="00266577" w:rsidRDefault="00266577" w:rsidP="00C348E8">
      <w:pPr>
        <w:pStyle w:val="libNormal"/>
      </w:pPr>
      <w:r>
        <w:t>Tentang Zurarah, Imam Ja'far as. mengatakan,</w:t>
      </w:r>
      <w:r w:rsidR="00C348E8">
        <w:t xml:space="preserve"> </w:t>
      </w:r>
      <w:r>
        <w:t>“Sekiranya tidak ada Zurarah, niscaya hadis-hadis</w:t>
      </w:r>
      <w:r w:rsidR="00C348E8">
        <w:t xml:space="preserve"> </w:t>
      </w:r>
      <w:r>
        <w:t>ayahku akan hilang".</w:t>
      </w:r>
    </w:p>
    <w:p w:rsidR="00E16B21" w:rsidRDefault="00E16B21" w:rsidP="00266577">
      <w:pPr>
        <w:pStyle w:val="libNormal"/>
      </w:pPr>
    </w:p>
    <w:p w:rsidR="00E16B21" w:rsidRDefault="00266577" w:rsidP="00E16B21">
      <w:pPr>
        <w:pStyle w:val="libNormal"/>
      </w:pPr>
      <w:r>
        <w:t>Dalam kesempatan yang lain, Imam as. menyatakan,</w:t>
      </w:r>
      <w:r w:rsidR="00E16B21">
        <w:t xml:space="preserve"> </w:t>
      </w:r>
      <w:r>
        <w:t>“Semoga Allah mengasihi dan merahmati Zurarah bin</w:t>
      </w:r>
      <w:r w:rsidR="00E16B21">
        <w:t xml:space="preserve"> A’yan.</w:t>
      </w:r>
    </w:p>
    <w:p w:rsidR="00E16B21" w:rsidRDefault="00E16B21" w:rsidP="00E16B21">
      <w:pPr>
        <w:pStyle w:val="libNormal"/>
      </w:pPr>
    </w:p>
    <w:p w:rsidR="00FF75C2" w:rsidRDefault="00266577" w:rsidP="00E16B21">
      <w:pPr>
        <w:pStyle w:val="libNormal"/>
      </w:pPr>
      <w:r>
        <w:t>Seandainya tidak ada Zurarah dan orang-orang</w:t>
      </w:r>
      <w:r w:rsidR="00E16B21">
        <w:t xml:space="preserve"> </w:t>
      </w:r>
      <w:r>
        <w:t>sepertinya, tidak akan ada yang tersisa lagi hadishadis</w:t>
      </w:r>
      <w:r w:rsidR="00E16B21">
        <w:t xml:space="preserve"> </w:t>
      </w:r>
      <w:r>
        <w:t>ayahku".</w:t>
      </w:r>
    </w:p>
    <w:p w:rsidR="00F6392C" w:rsidRDefault="00F6392C" w:rsidP="00E16B21">
      <w:pPr>
        <w:pStyle w:val="libNormal"/>
      </w:pPr>
    </w:p>
    <w:p w:rsidR="004A6378" w:rsidRDefault="004A6378" w:rsidP="003B051D">
      <w:pPr>
        <w:pStyle w:val="Heading2"/>
      </w:pPr>
      <w:bookmarkStart w:id="14" w:name="_Toc440359788"/>
      <w:r>
        <w:t>3. Muhammad bin Muslim Ats-Tsaqafi</w:t>
      </w:r>
      <w:bookmarkEnd w:id="14"/>
    </w:p>
    <w:p w:rsidR="004A6378" w:rsidRDefault="004A6378" w:rsidP="004A6378">
      <w:pPr>
        <w:pStyle w:val="libNormal"/>
      </w:pPr>
    </w:p>
    <w:p w:rsidR="002E67EB" w:rsidRDefault="004A6378" w:rsidP="002E67EB">
      <w:pPr>
        <w:pStyle w:val="libNormal"/>
      </w:pPr>
      <w:r>
        <w:t>Imam Ja’far Ash-Shadiq as. sangat menghormati</w:t>
      </w:r>
      <w:r w:rsidR="002E67EB">
        <w:t xml:space="preserve"> </w:t>
      </w:r>
      <w:r>
        <w:t>dan mencintai Muhammad. Dia adalah salah seorang</w:t>
      </w:r>
      <w:r w:rsidR="002E67EB">
        <w:t xml:space="preserve"> </w:t>
      </w:r>
      <w:r>
        <w:t>sahabat utama dari empat orang sahabat Imam Ja'far</w:t>
      </w:r>
      <w:r w:rsidR="002E67EB">
        <w:t xml:space="preserve"> as.</w:t>
      </w:r>
    </w:p>
    <w:p w:rsidR="002E67EB" w:rsidRDefault="002E67EB" w:rsidP="002E67EB">
      <w:pPr>
        <w:pStyle w:val="libNormal"/>
      </w:pPr>
    </w:p>
    <w:p w:rsidR="004A6378" w:rsidRDefault="004A6378" w:rsidP="002E67EB">
      <w:pPr>
        <w:pStyle w:val="libNormal"/>
      </w:pPr>
      <w:r>
        <w:t>Beliau berkata, “Empat orang manusia yang sangat</w:t>
      </w:r>
      <w:r w:rsidR="002E67EB">
        <w:t xml:space="preserve"> </w:t>
      </w:r>
      <w:r>
        <w:t>aku cintai, baik dalam keadaan mereka itu hidup</w:t>
      </w:r>
      <w:r w:rsidR="002E67EB">
        <w:t xml:space="preserve"> </w:t>
      </w:r>
      <w:r>
        <w:t>maupun mati”.</w:t>
      </w:r>
    </w:p>
    <w:p w:rsidR="002E5D43" w:rsidRDefault="002E5D43" w:rsidP="004A6378">
      <w:pPr>
        <w:pStyle w:val="libNormal"/>
      </w:pPr>
    </w:p>
    <w:p w:rsidR="004A6378" w:rsidRDefault="004A6378" w:rsidP="00BD4EA4">
      <w:pPr>
        <w:pStyle w:val="libNormal"/>
      </w:pPr>
      <w:r>
        <w:t>Imam Ja'far as. memerintahkan sebagian sahabatsahabatnya</w:t>
      </w:r>
      <w:r w:rsidR="00C05CF8">
        <w:t xml:space="preserve"> </w:t>
      </w:r>
      <w:r>
        <w:t>untuk merujuk kepada Muhammad dengan</w:t>
      </w:r>
      <w:r w:rsidR="00BD4EA4">
        <w:t xml:space="preserve"> </w:t>
      </w:r>
      <w:r>
        <w:t>perkataannya, “Ia telah mendengarkan hadis-hadis</w:t>
      </w:r>
      <w:r w:rsidR="00BD4EA4">
        <w:t xml:space="preserve"> </w:t>
      </w:r>
      <w:r>
        <w:t>ayahku, dan dia orang terpandang di sisi ayahku”.</w:t>
      </w:r>
    </w:p>
    <w:p w:rsidR="00DB734F" w:rsidRDefault="00DB734F" w:rsidP="004A6378">
      <w:pPr>
        <w:pStyle w:val="libNormal"/>
      </w:pPr>
    </w:p>
    <w:p w:rsidR="004A6378" w:rsidRDefault="004A6378" w:rsidP="00DB734F">
      <w:pPr>
        <w:pStyle w:val="libNormal"/>
      </w:pPr>
      <w:r>
        <w:t>Muhammad bin Muslim sendiri pernah menyatakan,</w:t>
      </w:r>
      <w:r w:rsidR="00DB734F">
        <w:t xml:space="preserve"> </w:t>
      </w:r>
      <w:r>
        <w:t>“Aku bertanya kepada Imam Muhammad Al-Baqir as.</w:t>
      </w:r>
      <w:r w:rsidR="00DB734F">
        <w:t xml:space="preserve"> </w:t>
      </w:r>
      <w:r>
        <w:t>tentang tiga puluh ribu hadis".</w:t>
      </w:r>
    </w:p>
    <w:p w:rsidR="00BF0E5A" w:rsidRDefault="00BF0E5A" w:rsidP="004A6378">
      <w:pPr>
        <w:pStyle w:val="libNormal"/>
      </w:pPr>
    </w:p>
    <w:p w:rsidR="00BF09D0" w:rsidRDefault="004A6378" w:rsidP="00BF09D0">
      <w:pPr>
        <w:pStyle w:val="libNormal"/>
      </w:pPr>
      <w:r>
        <w:t>Imam Ja'far as. seringkali memuji sahabat-sahabat</w:t>
      </w:r>
      <w:r w:rsidR="00BF09D0">
        <w:t xml:space="preserve"> ayahnya.</w:t>
      </w:r>
    </w:p>
    <w:p w:rsidR="00BF09D0" w:rsidRDefault="00BF09D0" w:rsidP="00BF09D0">
      <w:pPr>
        <w:pStyle w:val="libNormal"/>
      </w:pPr>
    </w:p>
    <w:p w:rsidR="00BF09D0" w:rsidRDefault="004A6378" w:rsidP="00BF09D0">
      <w:pPr>
        <w:pStyle w:val="libNormal"/>
      </w:pPr>
      <w:r>
        <w:t>Beliau mengatakan, “Sekiranya sahabatsahabatku</w:t>
      </w:r>
      <w:r w:rsidR="00BF09D0">
        <w:t xml:space="preserve"> </w:t>
      </w:r>
      <w:r>
        <w:t>mendengarkan dan taat kepadaku, niscaya</w:t>
      </w:r>
      <w:r w:rsidR="00BF09D0">
        <w:t xml:space="preserve"> </w:t>
      </w:r>
      <w:r>
        <w:t>akan aku titipkan kepada mereka apa-apa yang ayahku</w:t>
      </w:r>
      <w:r w:rsidR="00BF09D0">
        <w:t xml:space="preserve"> </w:t>
      </w:r>
      <w:r>
        <w:t>ti</w:t>
      </w:r>
      <w:r w:rsidR="00BF09D0">
        <w:t>tipkan pada sahabat-sahabatnya.</w:t>
      </w:r>
    </w:p>
    <w:p w:rsidR="00BF09D0" w:rsidRDefault="00BF09D0" w:rsidP="00BF09D0">
      <w:pPr>
        <w:pStyle w:val="libNormal"/>
      </w:pPr>
    </w:p>
    <w:p w:rsidR="004A6378" w:rsidRDefault="004A6378" w:rsidP="00BF09D0">
      <w:pPr>
        <w:pStyle w:val="libNormal"/>
      </w:pPr>
      <w:r>
        <w:lastRenderedPageBreak/>
        <w:t>Sesungguhnya</w:t>
      </w:r>
      <w:r w:rsidR="00BF09D0">
        <w:t xml:space="preserve"> </w:t>
      </w:r>
      <w:r>
        <w:t>semua sahabat ayahku menjadi penghias bagi kami, di</w:t>
      </w:r>
      <w:r w:rsidR="00BF09D0">
        <w:t xml:space="preserve"> </w:t>
      </w:r>
      <w:r>
        <w:t>masa hidupnya maupun matinya".</w:t>
      </w:r>
    </w:p>
    <w:p w:rsidR="00BF09D0" w:rsidRDefault="00BF09D0" w:rsidP="004A6378">
      <w:pPr>
        <w:pStyle w:val="libNormal"/>
      </w:pPr>
    </w:p>
    <w:p w:rsidR="00CC1EA0" w:rsidRDefault="004A6378" w:rsidP="00CC1EA0">
      <w:pPr>
        <w:pStyle w:val="libNormal"/>
      </w:pPr>
      <w:r>
        <w:t>Termasuk juga sahabat Imam Muhammad Al-Baqir</w:t>
      </w:r>
      <w:r w:rsidR="00BF09D0">
        <w:t xml:space="preserve"> </w:t>
      </w:r>
      <w:r>
        <w:t>as. ialah Al-Kumait Al-Asady, seorang pujangga</w:t>
      </w:r>
      <w:r w:rsidR="00BF09D0">
        <w:t xml:space="preserve"> </w:t>
      </w:r>
      <w:r>
        <w:t>ternama. Setiap kali berjumpa dengannya, Imam Al-Baqir as. memanjatkan doa, “Ya Allah! Curahkanlah</w:t>
      </w:r>
      <w:r w:rsidR="00BF09D0">
        <w:t xml:space="preserve"> </w:t>
      </w:r>
      <w:r>
        <w:t>ampunan-Mu kepada Al-Kamit!”.</w:t>
      </w:r>
    </w:p>
    <w:p w:rsidR="00CC1EA0" w:rsidRPr="00CC1EA0" w:rsidRDefault="00CC1EA0">
      <w:r>
        <w:br w:type="page"/>
      </w:r>
    </w:p>
    <w:p w:rsidR="00CC1EA0" w:rsidRDefault="00CC1EA0" w:rsidP="00CC1EA0">
      <w:pPr>
        <w:pStyle w:val="Heading1"/>
      </w:pPr>
      <w:bookmarkStart w:id="15" w:name="_Toc440359789"/>
      <w:r>
        <w:lastRenderedPageBreak/>
        <w:t>Hari Kesyahidan</w:t>
      </w:r>
      <w:bookmarkEnd w:id="15"/>
    </w:p>
    <w:p w:rsidR="00CC1EA0" w:rsidRDefault="00CC1EA0" w:rsidP="00CC1EA0">
      <w:pPr>
        <w:pStyle w:val="libNormal"/>
      </w:pPr>
    </w:p>
    <w:p w:rsidR="00CC1EA0" w:rsidRDefault="00CC1EA0" w:rsidP="00CC1EA0">
      <w:pPr>
        <w:pStyle w:val="libNormal"/>
      </w:pPr>
      <w:r>
        <w:t>Meskipun usaha Imam Muhammad Al-Baqir as. hanya tercurahkan di bidang-bidang ilmu pengetahuan dan penyebaran agama, akan tetapi para penguasa Bani Umayyah tidak bisa tenang melihat keberadaannya, khususnya setelah orang-orang mengetahui keutamaan, keluhuran dan keluasan ilmu beliau. Kepribadian, akhlak dan rasa kemanusiannnya menyinari mereka.</w:t>
      </w:r>
    </w:p>
    <w:p w:rsidR="00CC1EA0" w:rsidRDefault="00CC1EA0" w:rsidP="00CC1EA0">
      <w:pPr>
        <w:pStyle w:val="libNormal"/>
      </w:pPr>
    </w:p>
    <w:p w:rsidR="00CC1EA0" w:rsidRDefault="00CC1EA0" w:rsidP="00433F48">
      <w:pPr>
        <w:pStyle w:val="libNormal"/>
      </w:pPr>
      <w:r>
        <w:t>Sebagaimana dari silsilah nasab beliau yang bersambung langsung ke Rasulullah saw., semua itu mengangkat kedudukannya di hati umat Islam menjadi</w:t>
      </w:r>
      <w:r w:rsidR="00433F48">
        <w:t xml:space="preserve"> </w:t>
      </w:r>
      <w:r>
        <w:t>begitu tinggi nun agung.</w:t>
      </w:r>
    </w:p>
    <w:p w:rsidR="00525F0F" w:rsidRDefault="00525F0F" w:rsidP="00CC1EA0">
      <w:pPr>
        <w:pStyle w:val="libNormal"/>
      </w:pPr>
    </w:p>
    <w:p w:rsidR="0008787E" w:rsidRDefault="00CC1EA0" w:rsidP="00095ED3">
      <w:pPr>
        <w:pStyle w:val="libNormal"/>
      </w:pPr>
      <w:r>
        <w:t>Begitu pula bagi Hisyam bin Abdul Malik. Dia</w:t>
      </w:r>
      <w:r w:rsidR="005C058F">
        <w:t xml:space="preserve"> </w:t>
      </w:r>
      <w:r>
        <w:t>senantiasa berpikir untuk membunuh Imam Al-Baqir as.</w:t>
      </w:r>
      <w:r w:rsidR="00F87B8C">
        <w:t xml:space="preserve"> </w:t>
      </w:r>
      <w:r>
        <w:t xml:space="preserve">Akhirnya, dia gunakan racun untuk membunuh beliau. </w:t>
      </w:r>
    </w:p>
    <w:p w:rsidR="0008787E" w:rsidRDefault="0008787E" w:rsidP="00095ED3">
      <w:pPr>
        <w:pStyle w:val="libNormal"/>
      </w:pPr>
    </w:p>
    <w:p w:rsidR="00D77508" w:rsidRDefault="00CC1EA0" w:rsidP="00CC0199">
      <w:pPr>
        <w:pStyle w:val="libNormal"/>
      </w:pPr>
      <w:r>
        <w:t>Di</w:t>
      </w:r>
      <w:r w:rsidR="00095ED3">
        <w:t xml:space="preserve"> </w:t>
      </w:r>
      <w:r>
        <w:t>tangannyalah Imam as. syahid pada 7 Dzulhijjah 114 H.</w:t>
      </w:r>
      <w:r w:rsidR="00AD5C16">
        <w:t xml:space="preserve"> </w:t>
      </w:r>
      <w:r>
        <w:t>Imam Muhammad Al-Baqir as. telah menjalani masa</w:t>
      </w:r>
      <w:r w:rsidR="00CC0199">
        <w:t xml:space="preserve"> </w:t>
      </w:r>
      <w:r>
        <w:t>hidupnya selama 57 tahun untuk mengabdi sepenuhnya</w:t>
      </w:r>
      <w:r w:rsidR="00CC0199">
        <w:t xml:space="preserve"> </w:t>
      </w:r>
      <w:r>
        <w:t>kepada Islam dan kaum muslimin serta menyebarkan</w:t>
      </w:r>
      <w:r w:rsidR="00CC0199">
        <w:t xml:space="preserve"> </w:t>
      </w:r>
      <w:r>
        <w:t>ilmu pengetahuan dan ajaran Ahlul Bait as. []</w:t>
      </w:r>
    </w:p>
    <w:p w:rsidR="00D77508" w:rsidRPr="00D77508" w:rsidRDefault="00D77508">
      <w:r>
        <w:br w:type="page"/>
      </w:r>
    </w:p>
    <w:p w:rsidR="005B7070" w:rsidRDefault="005B7070" w:rsidP="005B7070">
      <w:pPr>
        <w:pStyle w:val="Heading1"/>
      </w:pPr>
      <w:bookmarkStart w:id="16" w:name="_Toc440359790"/>
      <w:r>
        <w:lastRenderedPageBreak/>
        <w:t>Mutiara Hadis Imam Al-Baqir as.</w:t>
      </w:r>
      <w:bookmarkEnd w:id="16"/>
    </w:p>
    <w:p w:rsidR="005B7070" w:rsidRPr="004A7EA0" w:rsidRDefault="005B7070" w:rsidP="005B7070">
      <w:pPr>
        <w:pStyle w:val="libNormal"/>
      </w:pPr>
    </w:p>
    <w:p w:rsidR="005B7070" w:rsidRDefault="005B7070" w:rsidP="006A1462">
      <w:pPr>
        <w:pStyle w:val="libNormal"/>
      </w:pPr>
      <w:r w:rsidRPr="004A7EA0">
        <w:t>"Kesombongan ti</w:t>
      </w:r>
      <w:r w:rsidR="0042002B">
        <w:t xml:space="preserve">dak masuk ke dalam hati </w:t>
      </w:r>
      <w:r>
        <w:t>seseorang</w:t>
      </w:r>
      <w:r w:rsidR="0042002B">
        <w:t xml:space="preserve"> </w:t>
      </w:r>
      <w:r>
        <w:t>kecuali akalnya kurang".</w:t>
      </w:r>
    </w:p>
    <w:p w:rsidR="00731062" w:rsidRPr="00835A05" w:rsidRDefault="00731062" w:rsidP="005B7070">
      <w:pPr>
        <w:pStyle w:val="libNormal"/>
      </w:pPr>
    </w:p>
    <w:p w:rsidR="005B7070" w:rsidRDefault="005B7070" w:rsidP="006A1462">
      <w:pPr>
        <w:pStyle w:val="libNormal"/>
      </w:pPr>
      <w:r w:rsidRPr="00830005">
        <w:t>"Seorang alim yang mengamalkan ilmunya lebih</w:t>
      </w:r>
      <w:r w:rsidR="006C5C2D">
        <w:t xml:space="preserve"> </w:t>
      </w:r>
      <w:r>
        <w:t xml:space="preserve">utama dari seribu orang abid (yang </w:t>
      </w:r>
      <w:r w:rsidRPr="006A1462">
        <w:t>tekun</w:t>
      </w:r>
      <w:r>
        <w:t xml:space="preserve"> ibadah).</w:t>
      </w:r>
      <w:r w:rsidR="006C5C2D">
        <w:t xml:space="preserve"> </w:t>
      </w:r>
      <w:r w:rsidRPr="004A7EA0">
        <w:t>Demi Allah, kema</w:t>
      </w:r>
      <w:r w:rsidR="006C5C2D">
        <w:t xml:space="preserve">tian seorang alim lebih disuka </w:t>
      </w:r>
      <w:r w:rsidRPr="004A7EA0">
        <w:t>oleh</w:t>
      </w:r>
      <w:r w:rsidR="006C5C2D">
        <w:t xml:space="preserve"> </w:t>
      </w:r>
      <w:r>
        <w:t>Iblis dari pada kematian tujuh puluh orang abid".</w:t>
      </w:r>
    </w:p>
    <w:p w:rsidR="00731062" w:rsidRPr="00835A05" w:rsidRDefault="00731062" w:rsidP="005B7070">
      <w:pPr>
        <w:pStyle w:val="libNormal"/>
      </w:pPr>
    </w:p>
    <w:p w:rsidR="005B7070" w:rsidRDefault="005B7070" w:rsidP="006A1462">
      <w:pPr>
        <w:pStyle w:val="libNormal"/>
      </w:pPr>
      <w:r w:rsidRPr="00835A05">
        <w:t>Kepada salah seorang anaknya, Beliau mengatakan,</w:t>
      </w:r>
      <w:r w:rsidR="00492C9D">
        <w:t xml:space="preserve"> </w:t>
      </w:r>
      <w:r>
        <w:t>“Wahai anakku, jauhilah kemalasan dan kebosanan,</w:t>
      </w:r>
      <w:r w:rsidR="00492C9D">
        <w:t xml:space="preserve"> </w:t>
      </w:r>
      <w:r>
        <w:t>karena keduanya adalah kunci segala keburukan.</w:t>
      </w:r>
      <w:r w:rsidR="00492C9D">
        <w:t xml:space="preserve"> </w:t>
      </w:r>
      <w:r>
        <w:t>Sesungguhnya bila kamu malas, niscaya engkau tidak</w:t>
      </w:r>
      <w:r w:rsidR="00492C9D">
        <w:t xml:space="preserve"> </w:t>
      </w:r>
      <w:r>
        <w:t>akan pernah menunaikan tanggung jawabmu, dan bila</w:t>
      </w:r>
      <w:r w:rsidR="00492C9D">
        <w:t xml:space="preserve"> </w:t>
      </w:r>
      <w:r>
        <w:t>kamu bosan niscaya engkau tidak akan bersabar</w:t>
      </w:r>
      <w:r w:rsidR="00492C9D">
        <w:t xml:space="preserve"> </w:t>
      </w:r>
      <w:r>
        <w:t>dalam melaksanakan tugasmu".</w:t>
      </w:r>
    </w:p>
    <w:p w:rsidR="00731062" w:rsidRPr="00835A05" w:rsidRDefault="00731062" w:rsidP="005B7070">
      <w:pPr>
        <w:pStyle w:val="libNormal"/>
      </w:pPr>
    </w:p>
    <w:p w:rsidR="005B7070" w:rsidRDefault="005B7070" w:rsidP="00F559C9">
      <w:pPr>
        <w:pStyle w:val="libNormal"/>
      </w:pPr>
      <w:r w:rsidRPr="00835A05">
        <w:t>"Cukuplah besarnya aib seseorang yang memandang</w:t>
      </w:r>
      <w:r w:rsidR="00E42CE7">
        <w:t xml:space="preserve"> </w:t>
      </w:r>
      <w:r>
        <w:t>aib orang lain sementara aibnya sendiri tidak pernah ia lihat. Dan cukuplah besarnya aib</w:t>
      </w:r>
      <w:r w:rsidR="00E42CE7">
        <w:t xml:space="preserve"> </w:t>
      </w:r>
      <w:r>
        <w:t>seseorang yang memerintahkan orang lain akan</w:t>
      </w:r>
      <w:r w:rsidR="00F559C9">
        <w:t xml:space="preserve"> </w:t>
      </w:r>
      <w:r>
        <w:t>suatu yang ia sendiri tidak mampu mengembannya".</w:t>
      </w:r>
    </w:p>
    <w:p w:rsidR="00835A05" w:rsidRPr="00835A05" w:rsidRDefault="00835A05" w:rsidP="005B7070">
      <w:pPr>
        <w:pStyle w:val="libNormal"/>
      </w:pPr>
    </w:p>
    <w:p w:rsidR="004911E6" w:rsidRDefault="005B7070" w:rsidP="00001FE8">
      <w:pPr>
        <w:pStyle w:val="libNormal"/>
      </w:pPr>
      <w:r w:rsidRPr="00835A05">
        <w:t>Dalam nasihat untuk salah seorang sahabatnya,</w:t>
      </w:r>
      <w:r w:rsidR="00F559C9">
        <w:t xml:space="preserve"> </w:t>
      </w:r>
      <w:r>
        <w:t>Imam as. mengatakan, “Aku wasiatkan kepadamu</w:t>
      </w:r>
      <w:r w:rsidR="00873E42">
        <w:t xml:space="preserve"> </w:t>
      </w:r>
      <w:r>
        <w:t>lima perkara; bila engkau dianiaya maka janganlah</w:t>
      </w:r>
      <w:r w:rsidR="00873E42">
        <w:t xml:space="preserve"> </w:t>
      </w:r>
      <w:r>
        <w:t>kau membalasnya, bila engkau dikhianati maka</w:t>
      </w:r>
      <w:r w:rsidR="00873E42">
        <w:t xml:space="preserve"> </w:t>
      </w:r>
      <w:r>
        <w:t>janganlah kau balas dengan khianat pula, bila kau</w:t>
      </w:r>
      <w:r w:rsidR="00001FE8">
        <w:t xml:space="preserve"> </w:t>
      </w:r>
      <w:r>
        <w:t>didustai maka janganlah kau balas dengan dusta</w:t>
      </w:r>
      <w:r w:rsidR="00001FE8">
        <w:t xml:space="preserve"> </w:t>
      </w:r>
      <w:r>
        <w:t>pula, bila engkau dipuji maka janganlah kau merasa</w:t>
      </w:r>
      <w:r w:rsidR="00001FE8">
        <w:t xml:space="preserve"> </w:t>
      </w:r>
      <w:r>
        <w:t>puas, dan bila kau di cela maka janganlah kau</w:t>
      </w:r>
      <w:r w:rsidR="00001FE8">
        <w:t xml:space="preserve"> </w:t>
      </w:r>
      <w:r>
        <w:t>bersedih".</w:t>
      </w:r>
    </w:p>
    <w:p w:rsidR="004911E6" w:rsidRPr="004911E6" w:rsidRDefault="004911E6">
      <w:r>
        <w:br w:type="page"/>
      </w:r>
    </w:p>
    <w:p w:rsidR="00097301" w:rsidRDefault="00097301" w:rsidP="00097301">
      <w:pPr>
        <w:pStyle w:val="Heading1"/>
      </w:pPr>
      <w:bookmarkStart w:id="17" w:name="_Toc440359791"/>
      <w:r>
        <w:lastRenderedPageBreak/>
        <w:t>Riwayat Singkat Imam Al-Baqir as.</w:t>
      </w:r>
      <w:bookmarkEnd w:id="17"/>
    </w:p>
    <w:p w:rsidR="00097301" w:rsidRDefault="00097301" w:rsidP="00097301">
      <w:pPr>
        <w:pStyle w:val="libNormal"/>
      </w:pPr>
    </w:p>
    <w:p w:rsidR="00097301" w:rsidRDefault="00097301" w:rsidP="00097301">
      <w:pPr>
        <w:pStyle w:val="libNormal"/>
      </w:pPr>
      <w:r>
        <w:t>Nama : Muhammad</w:t>
      </w:r>
    </w:p>
    <w:p w:rsidR="00097301" w:rsidRDefault="00097301" w:rsidP="00097301">
      <w:pPr>
        <w:pStyle w:val="libNormal"/>
      </w:pPr>
      <w:r>
        <w:t>Gelar : Al-Baqir</w:t>
      </w:r>
    </w:p>
    <w:p w:rsidR="00097301" w:rsidRDefault="00097301" w:rsidP="00097301">
      <w:pPr>
        <w:pStyle w:val="libNormal"/>
      </w:pPr>
      <w:r>
        <w:t>Panggilan : Abu Ja’far</w:t>
      </w:r>
    </w:p>
    <w:p w:rsidR="00097301" w:rsidRDefault="00097301" w:rsidP="00097301">
      <w:pPr>
        <w:pStyle w:val="libNormal"/>
      </w:pPr>
      <w:r>
        <w:t>Ayah : Ali Zainal Abidin</w:t>
      </w:r>
    </w:p>
    <w:p w:rsidR="00097301" w:rsidRDefault="00097301" w:rsidP="00097301">
      <w:pPr>
        <w:pStyle w:val="libNormal"/>
      </w:pPr>
      <w:r>
        <w:t>Ibu : Fatimah</w:t>
      </w:r>
    </w:p>
    <w:p w:rsidR="00097301" w:rsidRDefault="00097301" w:rsidP="00097301">
      <w:pPr>
        <w:pStyle w:val="libNormal"/>
      </w:pPr>
      <w:r>
        <w:t>Kelahiran : Madinah, 1 Rajab 57 H</w:t>
      </w:r>
    </w:p>
    <w:p w:rsidR="00097301" w:rsidRDefault="00097301" w:rsidP="00097301">
      <w:pPr>
        <w:pStyle w:val="libNormal"/>
      </w:pPr>
      <w:r>
        <w:t>Kesyahidan : 7 Dzulhijjah 114 H</w:t>
      </w:r>
    </w:p>
    <w:p w:rsidR="00826EC5" w:rsidRDefault="00097301" w:rsidP="00097301">
      <w:pPr>
        <w:pStyle w:val="libNormal"/>
      </w:pPr>
      <w:r>
        <w:t>Makam : Pemakaman Baqi, Madinah</w:t>
      </w:r>
    </w:p>
    <w:p w:rsidR="00826EC5" w:rsidRPr="00826EC5" w:rsidRDefault="00826EC5">
      <w:r>
        <w:br w:type="page"/>
      </w:r>
    </w:p>
    <w:sdt>
      <w:sdtPr>
        <w:id w:val="5552138"/>
        <w:docPartObj>
          <w:docPartGallery w:val="Table of Contents"/>
          <w:docPartUnique/>
        </w:docPartObj>
      </w:sdtPr>
      <w:sdtEndPr>
        <w:rPr>
          <w:rFonts w:eastAsia="Calibri" w:cs="Times New Roman"/>
          <w:bCs w:val="0"/>
          <w:noProof/>
          <w:color w:val="auto"/>
          <w:sz w:val="24"/>
          <w:szCs w:val="24"/>
          <w:lang w:bidi="fa-IR"/>
        </w:rPr>
      </w:sdtEndPr>
      <w:sdtContent>
        <w:p w:rsidR="00826EC5" w:rsidRDefault="00826EC5" w:rsidP="005B3327">
          <w:pPr>
            <w:pStyle w:val="Heading1Center"/>
          </w:pPr>
          <w:r>
            <w:t>Daftar Isi</w:t>
          </w:r>
        </w:p>
        <w:p w:rsidR="00826EC5" w:rsidRDefault="00826EC5" w:rsidP="005B3327">
          <w:pPr>
            <w:pStyle w:val="Heading1Center"/>
          </w:pPr>
        </w:p>
        <w:p w:rsidR="00826EC5" w:rsidRDefault="00826EC5" w:rsidP="005B3327">
          <w:pPr>
            <w:pStyle w:val="Heading1Center"/>
          </w:pPr>
        </w:p>
        <w:p w:rsidR="00826EC5" w:rsidRDefault="00826EC5" w:rsidP="005B3327">
          <w:pPr>
            <w:pStyle w:val="Heading1Center"/>
          </w:pPr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0359774" w:history="1">
            <w:r w:rsidRPr="001F7032">
              <w:rPr>
                <w:rStyle w:val="Hyperlink"/>
              </w:rPr>
              <w:t>IMAM MUHAMAD AL-BAGIR AS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75" w:history="1">
            <w:r w:rsidRPr="001F7032">
              <w:rPr>
                <w:rStyle w:val="Hyperlink"/>
              </w:rPr>
              <w:t>penyingkap khazanah ilmu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76" w:history="1">
            <w:r w:rsidRPr="001F7032">
              <w:rPr>
                <w:rStyle w:val="Hyperlink"/>
              </w:rPr>
              <w:t>S. Mahdi Ayatullahi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77" w:history="1">
            <w:r w:rsidRPr="001F7032">
              <w:rPr>
                <w:rStyle w:val="Hyperlink"/>
              </w:rPr>
              <w:t>Dengan Nama Allah Yang Mahakasih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78" w:history="1">
            <w:r w:rsidRPr="001F7032">
              <w:rPr>
                <w:rStyle w:val="Hyperlink"/>
              </w:rPr>
              <w:t>lagi Mahasayang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79" w:history="1">
            <w:r w:rsidRPr="001F7032">
              <w:rPr>
                <w:rStyle w:val="Hyperlink"/>
              </w:rPr>
              <w:t>KATA SAMBUTAN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80" w:history="1">
            <w:r w:rsidRPr="001F7032">
              <w:rPr>
                <w:rStyle w:val="Hyperlink"/>
              </w:rPr>
              <w:t>Hari Lahir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81" w:history="1">
            <w:r w:rsidRPr="001F7032">
              <w:rPr>
                <w:rStyle w:val="Hyperlink"/>
              </w:rPr>
              <w:t>Kedudukan Ilmu Imam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82" w:history="1">
            <w:r w:rsidRPr="001F7032">
              <w:rPr>
                <w:rStyle w:val="Hyperlink"/>
              </w:rPr>
              <w:t>Dialog dengan Pendeta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83" w:history="1">
            <w:r w:rsidRPr="001F7032">
              <w:rPr>
                <w:rStyle w:val="Hyperlink"/>
              </w:rPr>
              <w:t>Di Majelis Hisyam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84" w:history="1">
            <w:r w:rsidRPr="001F7032">
              <w:rPr>
                <w:rStyle w:val="Hyperlink"/>
              </w:rPr>
              <w:t>Mata Uang Islam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85" w:history="1">
            <w:r w:rsidRPr="001F7032">
              <w:rPr>
                <w:rStyle w:val="Hyperlink"/>
              </w:rPr>
              <w:t>Sahabat-Sahabat Imam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eastAsia="zh-CN"/>
            </w:rPr>
          </w:pPr>
          <w:hyperlink w:anchor="_Toc440359786" w:history="1">
            <w:r w:rsidRPr="001F7032">
              <w:rPr>
                <w:rStyle w:val="Hyperlink"/>
              </w:rPr>
              <w:t>1. Abban bin Taghlab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eastAsia="zh-CN"/>
            </w:rPr>
          </w:pPr>
          <w:hyperlink w:anchor="_Toc440359787" w:history="1">
            <w:r w:rsidRPr="001F7032">
              <w:rPr>
                <w:rStyle w:val="Hyperlink"/>
              </w:rPr>
              <w:t>2. Zurarah bin A’yan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  <w:lang w:eastAsia="zh-CN"/>
            </w:rPr>
          </w:pPr>
          <w:hyperlink w:anchor="_Toc440359788" w:history="1">
            <w:r w:rsidRPr="001F7032">
              <w:rPr>
                <w:rStyle w:val="Hyperlink"/>
              </w:rPr>
              <w:t>3. Muhammad bin Muslim Ats-Tsaqafi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89" w:history="1">
            <w:r w:rsidRPr="001F7032">
              <w:rPr>
                <w:rStyle w:val="Hyperlink"/>
              </w:rPr>
              <w:t>Hari Kesyahidan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21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90" w:history="1">
            <w:r w:rsidRPr="001F7032">
              <w:rPr>
                <w:rStyle w:val="Hyperlink"/>
              </w:rPr>
              <w:t>Mutiara Hadis Imam Al-Baqir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  <w:lang w:eastAsia="zh-CN"/>
            </w:rPr>
          </w:pPr>
          <w:hyperlink w:anchor="_Toc440359791" w:history="1">
            <w:r w:rsidRPr="001F7032">
              <w:rPr>
                <w:rStyle w:val="Hyperlink"/>
              </w:rPr>
              <w:t>Riwayat Singkat Imam Al-Baqir as.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Toc440359791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211AE3">
              <w:rPr>
                <w:webHidden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826EC5" w:rsidRDefault="00826EC5" w:rsidP="005B3327">
          <w:r>
            <w:fldChar w:fldCharType="end"/>
          </w:r>
        </w:p>
      </w:sdtContent>
    </w:sdt>
    <w:p w:rsidR="00A122C4" w:rsidRPr="00F75EDF" w:rsidRDefault="00A122C4" w:rsidP="00097301">
      <w:pPr>
        <w:pStyle w:val="libNormal"/>
        <w:rPr>
          <w:rtl/>
        </w:rPr>
      </w:pPr>
    </w:p>
    <w:sectPr w:rsidR="00A122C4" w:rsidRPr="00F75EDF" w:rsidSect="00DB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0D4" w:rsidRDefault="007930D4" w:rsidP="00113C59">
      <w:r>
        <w:separator/>
      </w:r>
    </w:p>
  </w:endnote>
  <w:endnote w:type="continuationSeparator" w:id="1">
    <w:p w:rsidR="007930D4" w:rsidRDefault="007930D4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B24968" w:rsidP="00113C59">
    <w:pPr>
      <w:pStyle w:val="Footer"/>
    </w:pPr>
    <w:fldSimple w:instr=" PAGE   \* MERGEFORMAT ">
      <w:r w:rsidR="00211AE3">
        <w:rPr>
          <w:noProof/>
        </w:rPr>
        <w:t>2</w:t>
      </w:r>
    </w:fldSimple>
  </w:p>
  <w:p w:rsidR="00EB786C" w:rsidRDefault="00EB786C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B24968" w:rsidP="00113C59">
    <w:pPr>
      <w:pStyle w:val="Footer"/>
    </w:pPr>
    <w:fldSimple w:instr=" PAGE   \* MERGEFORMAT ">
      <w:r w:rsidR="00211AE3">
        <w:rPr>
          <w:noProof/>
        </w:rPr>
        <w:t>3</w:t>
      </w:r>
    </w:fldSimple>
  </w:p>
  <w:p w:rsidR="00EB786C" w:rsidRDefault="00EB786C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B24968" w:rsidP="00113C59">
    <w:pPr>
      <w:pStyle w:val="Footer"/>
    </w:pPr>
    <w:fldSimple w:instr=" PAGE   \* MERGEFORMAT ">
      <w:r w:rsidR="00EB786C">
        <w:rPr>
          <w:noProof/>
        </w:rPr>
        <w:t>1</w:t>
      </w:r>
    </w:fldSimple>
  </w:p>
  <w:p w:rsidR="00EB786C" w:rsidRDefault="00EB786C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0D4" w:rsidRDefault="007930D4" w:rsidP="00113C59">
      <w:r>
        <w:separator/>
      </w:r>
    </w:p>
  </w:footnote>
  <w:footnote w:type="continuationSeparator" w:id="1">
    <w:p w:rsidR="007930D4" w:rsidRDefault="007930D4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EB786C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EB786C" w:rsidP="00627D71">
    <w:pPr>
      <w:pStyle w:val="Header"/>
    </w:pPr>
    <w:r>
      <w:t>Buku Ini dibuat dan di</w:t>
    </w:r>
    <w:r w:rsidRPr="00DB04D9">
      <w:t>teliti di Yayasan Alhas</w:t>
    </w:r>
    <w:r>
      <w:t>s</w:t>
    </w:r>
    <w:r w:rsidRPr="00DB04D9">
      <w:t>anain as dan sudah disesuaikan dengan buku aslinya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86C" w:rsidRDefault="00EB786C" w:rsidP="00627D71">
    <w:pPr>
      <w:pStyle w:val="Header"/>
    </w:pPr>
    <w:r w:rsidRPr="00DB04D9">
      <w:t>Buku Ini di Buat dan di teliti di Yayasan Alhasanain as dan sudah disesuaikan dengan buku aslinya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123380"/>
    <w:multiLevelType w:val="hybridMultilevel"/>
    <w:tmpl w:val="E38E4A66"/>
    <w:lvl w:ilvl="0" w:tplc="DCDC912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07D2291E"/>
    <w:multiLevelType w:val="hybridMultilevel"/>
    <w:tmpl w:val="9B904FAC"/>
    <w:lvl w:ilvl="0" w:tplc="551C9C24">
      <w:start w:val="3"/>
      <w:numFmt w:val="lowerLetter"/>
      <w:lvlText w:val="%1.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0A2C658B"/>
    <w:multiLevelType w:val="hybridMultilevel"/>
    <w:tmpl w:val="B04CC744"/>
    <w:lvl w:ilvl="0" w:tplc="151A09D0">
      <w:start w:val="1"/>
      <w:numFmt w:val="lowerLetter"/>
      <w:lvlText w:val="%1."/>
      <w:lvlJc w:val="left"/>
      <w:pPr>
        <w:ind w:left="918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24A92B4A"/>
    <w:multiLevelType w:val="hybridMultilevel"/>
    <w:tmpl w:val="EACE8462"/>
    <w:lvl w:ilvl="0" w:tplc="D0C6DFC4">
      <w:start w:val="1"/>
      <w:numFmt w:val="lowerLetter"/>
      <w:lvlText w:val="%1."/>
      <w:lvlJc w:val="left"/>
      <w:pPr>
        <w:ind w:left="1023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2B616046"/>
    <w:multiLevelType w:val="hybridMultilevel"/>
    <w:tmpl w:val="B2284F30"/>
    <w:lvl w:ilvl="0" w:tplc="A79A40A6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34E31DD0"/>
    <w:multiLevelType w:val="hybridMultilevel"/>
    <w:tmpl w:val="230CD396"/>
    <w:lvl w:ilvl="0" w:tplc="173CB5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40A12567"/>
    <w:multiLevelType w:val="hybridMultilevel"/>
    <w:tmpl w:val="7E2E1CF6"/>
    <w:lvl w:ilvl="0" w:tplc="CB1EE85A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41A16ED5"/>
    <w:multiLevelType w:val="hybridMultilevel"/>
    <w:tmpl w:val="0DCED7CE"/>
    <w:lvl w:ilvl="0" w:tplc="0414E7D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>
    <w:nsid w:val="546D1AE5"/>
    <w:multiLevelType w:val="hybridMultilevel"/>
    <w:tmpl w:val="EF202170"/>
    <w:lvl w:ilvl="0" w:tplc="205E1632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67E33D03"/>
    <w:multiLevelType w:val="hybridMultilevel"/>
    <w:tmpl w:val="F4D2A80E"/>
    <w:lvl w:ilvl="0" w:tplc="D57C73C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8">
    <w:nsid w:val="6D7C762D"/>
    <w:multiLevelType w:val="hybridMultilevel"/>
    <w:tmpl w:val="EAEE3BF6"/>
    <w:lvl w:ilvl="0" w:tplc="C5921DC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>
    <w:nsid w:val="72445F96"/>
    <w:multiLevelType w:val="hybridMultilevel"/>
    <w:tmpl w:val="B8B22E3C"/>
    <w:lvl w:ilvl="0" w:tplc="ACC21AF6">
      <w:start w:val="1"/>
      <w:numFmt w:val="lowerLetter"/>
      <w:lvlText w:val="%1."/>
      <w:lvlJc w:val="left"/>
      <w:pPr>
        <w:ind w:left="16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91" w:hanging="360"/>
      </w:pPr>
    </w:lvl>
    <w:lvl w:ilvl="2" w:tplc="0409001B" w:tentative="1">
      <w:start w:val="1"/>
      <w:numFmt w:val="lowerRoman"/>
      <w:lvlText w:val="%3."/>
      <w:lvlJc w:val="right"/>
      <w:pPr>
        <w:ind w:left="3111" w:hanging="180"/>
      </w:pPr>
    </w:lvl>
    <w:lvl w:ilvl="3" w:tplc="0409000F" w:tentative="1">
      <w:start w:val="1"/>
      <w:numFmt w:val="decimal"/>
      <w:lvlText w:val="%4."/>
      <w:lvlJc w:val="left"/>
      <w:pPr>
        <w:ind w:left="3831" w:hanging="360"/>
      </w:pPr>
    </w:lvl>
    <w:lvl w:ilvl="4" w:tplc="04090019" w:tentative="1">
      <w:start w:val="1"/>
      <w:numFmt w:val="lowerLetter"/>
      <w:lvlText w:val="%5."/>
      <w:lvlJc w:val="left"/>
      <w:pPr>
        <w:ind w:left="4551" w:hanging="360"/>
      </w:pPr>
    </w:lvl>
    <w:lvl w:ilvl="5" w:tplc="0409001B" w:tentative="1">
      <w:start w:val="1"/>
      <w:numFmt w:val="lowerRoman"/>
      <w:lvlText w:val="%6."/>
      <w:lvlJc w:val="right"/>
      <w:pPr>
        <w:ind w:left="5271" w:hanging="180"/>
      </w:pPr>
    </w:lvl>
    <w:lvl w:ilvl="6" w:tplc="0409000F" w:tentative="1">
      <w:start w:val="1"/>
      <w:numFmt w:val="decimal"/>
      <w:lvlText w:val="%7."/>
      <w:lvlJc w:val="left"/>
      <w:pPr>
        <w:ind w:left="5991" w:hanging="360"/>
      </w:pPr>
    </w:lvl>
    <w:lvl w:ilvl="7" w:tplc="04090019" w:tentative="1">
      <w:start w:val="1"/>
      <w:numFmt w:val="lowerLetter"/>
      <w:lvlText w:val="%8."/>
      <w:lvlJc w:val="left"/>
      <w:pPr>
        <w:ind w:left="6711" w:hanging="360"/>
      </w:pPr>
    </w:lvl>
    <w:lvl w:ilvl="8" w:tplc="040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20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6"/>
  </w:num>
  <w:num w:numId="5">
    <w:abstractNumId w:val="10"/>
  </w:num>
  <w:num w:numId="6">
    <w:abstractNumId w:val="3"/>
  </w:num>
  <w:num w:numId="7">
    <w:abstractNumId w:val="14"/>
  </w:num>
  <w:num w:numId="8">
    <w:abstractNumId w:val="2"/>
  </w:num>
  <w:num w:numId="9">
    <w:abstractNumId w:val="20"/>
  </w:num>
  <w:num w:numId="10">
    <w:abstractNumId w:val="7"/>
  </w:num>
  <w:num w:numId="11">
    <w:abstractNumId w:val="12"/>
  </w:num>
  <w:num w:numId="12">
    <w:abstractNumId w:val="18"/>
  </w:num>
  <w:num w:numId="13">
    <w:abstractNumId w:val="9"/>
  </w:num>
  <w:num w:numId="14">
    <w:abstractNumId w:val="19"/>
  </w:num>
  <w:num w:numId="15">
    <w:abstractNumId w:val="16"/>
  </w:num>
  <w:num w:numId="16">
    <w:abstractNumId w:val="1"/>
  </w:num>
  <w:num w:numId="17">
    <w:abstractNumId w:val="11"/>
  </w:num>
  <w:num w:numId="18">
    <w:abstractNumId w:val="4"/>
  </w:num>
  <w:num w:numId="19">
    <w:abstractNumId w:val="13"/>
  </w:num>
  <w:num w:numId="20">
    <w:abstractNumId w:val="17"/>
  </w:num>
  <w:num w:numId="21">
    <w:abstractNumId w:val="5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12"/>
    <w:rsid w:val="00000148"/>
    <w:rsid w:val="000003E3"/>
    <w:rsid w:val="00000614"/>
    <w:rsid w:val="00000706"/>
    <w:rsid w:val="000009D1"/>
    <w:rsid w:val="00000B7C"/>
    <w:rsid w:val="00001BC8"/>
    <w:rsid w:val="00001FE8"/>
    <w:rsid w:val="00002481"/>
    <w:rsid w:val="0000276B"/>
    <w:rsid w:val="00002A56"/>
    <w:rsid w:val="000030FD"/>
    <w:rsid w:val="00003704"/>
    <w:rsid w:val="000041C4"/>
    <w:rsid w:val="000043DD"/>
    <w:rsid w:val="0000492D"/>
    <w:rsid w:val="00004AA9"/>
    <w:rsid w:val="00004E5C"/>
    <w:rsid w:val="000051F0"/>
    <w:rsid w:val="000053B7"/>
    <w:rsid w:val="00005A19"/>
    <w:rsid w:val="0000600F"/>
    <w:rsid w:val="00006516"/>
    <w:rsid w:val="00006E4A"/>
    <w:rsid w:val="00006FFC"/>
    <w:rsid w:val="00007013"/>
    <w:rsid w:val="00007B95"/>
    <w:rsid w:val="00007CA1"/>
    <w:rsid w:val="00010129"/>
    <w:rsid w:val="00010911"/>
    <w:rsid w:val="00010C92"/>
    <w:rsid w:val="000110AA"/>
    <w:rsid w:val="0001183F"/>
    <w:rsid w:val="00011F2F"/>
    <w:rsid w:val="0001244E"/>
    <w:rsid w:val="0001248B"/>
    <w:rsid w:val="000136DA"/>
    <w:rsid w:val="000139A6"/>
    <w:rsid w:val="000141E5"/>
    <w:rsid w:val="0001510A"/>
    <w:rsid w:val="00015582"/>
    <w:rsid w:val="00015BEB"/>
    <w:rsid w:val="0001603B"/>
    <w:rsid w:val="00016574"/>
    <w:rsid w:val="0001666F"/>
    <w:rsid w:val="000169AA"/>
    <w:rsid w:val="00016C77"/>
    <w:rsid w:val="00016E4F"/>
    <w:rsid w:val="000171F0"/>
    <w:rsid w:val="0001747B"/>
    <w:rsid w:val="0001762B"/>
    <w:rsid w:val="000204C8"/>
    <w:rsid w:val="000207E3"/>
    <w:rsid w:val="0002158B"/>
    <w:rsid w:val="000215B0"/>
    <w:rsid w:val="00021601"/>
    <w:rsid w:val="000217E8"/>
    <w:rsid w:val="00022704"/>
    <w:rsid w:val="000227E5"/>
    <w:rsid w:val="000228F3"/>
    <w:rsid w:val="00022E31"/>
    <w:rsid w:val="00022F73"/>
    <w:rsid w:val="00023B3E"/>
    <w:rsid w:val="00024619"/>
    <w:rsid w:val="00025ACB"/>
    <w:rsid w:val="00025DE3"/>
    <w:rsid w:val="0002629F"/>
    <w:rsid w:val="000267FE"/>
    <w:rsid w:val="000275E5"/>
    <w:rsid w:val="00027AA9"/>
    <w:rsid w:val="00027ACB"/>
    <w:rsid w:val="00027D22"/>
    <w:rsid w:val="00027FEC"/>
    <w:rsid w:val="00030A4D"/>
    <w:rsid w:val="00030CC7"/>
    <w:rsid w:val="00030EE7"/>
    <w:rsid w:val="00031740"/>
    <w:rsid w:val="0003244B"/>
    <w:rsid w:val="00032B0D"/>
    <w:rsid w:val="00032E66"/>
    <w:rsid w:val="00033A76"/>
    <w:rsid w:val="00034231"/>
    <w:rsid w:val="00034548"/>
    <w:rsid w:val="000350CB"/>
    <w:rsid w:val="0003592A"/>
    <w:rsid w:val="000359D7"/>
    <w:rsid w:val="00035B5A"/>
    <w:rsid w:val="00036751"/>
    <w:rsid w:val="000369A4"/>
    <w:rsid w:val="00036A62"/>
    <w:rsid w:val="00036C9B"/>
    <w:rsid w:val="00037035"/>
    <w:rsid w:val="0003793A"/>
    <w:rsid w:val="000402BA"/>
    <w:rsid w:val="000404D8"/>
    <w:rsid w:val="00040798"/>
    <w:rsid w:val="000409FE"/>
    <w:rsid w:val="00041384"/>
    <w:rsid w:val="0004140C"/>
    <w:rsid w:val="000416AD"/>
    <w:rsid w:val="00041E44"/>
    <w:rsid w:val="00042152"/>
    <w:rsid w:val="0004273F"/>
    <w:rsid w:val="00042BC6"/>
    <w:rsid w:val="00043023"/>
    <w:rsid w:val="000433FB"/>
    <w:rsid w:val="000436EA"/>
    <w:rsid w:val="00043790"/>
    <w:rsid w:val="00043B7A"/>
    <w:rsid w:val="00044302"/>
    <w:rsid w:val="00044D2F"/>
    <w:rsid w:val="00045004"/>
    <w:rsid w:val="00045718"/>
    <w:rsid w:val="00045810"/>
    <w:rsid w:val="00045B54"/>
    <w:rsid w:val="00045E1A"/>
    <w:rsid w:val="00046B4B"/>
    <w:rsid w:val="00046CF1"/>
    <w:rsid w:val="0004763F"/>
    <w:rsid w:val="00047926"/>
    <w:rsid w:val="0004794F"/>
    <w:rsid w:val="00051346"/>
    <w:rsid w:val="00051AE0"/>
    <w:rsid w:val="00051C77"/>
    <w:rsid w:val="00051DF9"/>
    <w:rsid w:val="00051ED9"/>
    <w:rsid w:val="00051FC8"/>
    <w:rsid w:val="00052548"/>
    <w:rsid w:val="00052A84"/>
    <w:rsid w:val="0005399D"/>
    <w:rsid w:val="00053E2B"/>
    <w:rsid w:val="00054141"/>
    <w:rsid w:val="00054406"/>
    <w:rsid w:val="0005494B"/>
    <w:rsid w:val="00054E6B"/>
    <w:rsid w:val="00054EE1"/>
    <w:rsid w:val="000554A2"/>
    <w:rsid w:val="00055B50"/>
    <w:rsid w:val="00055E08"/>
    <w:rsid w:val="000563AF"/>
    <w:rsid w:val="00056E8B"/>
    <w:rsid w:val="00057131"/>
    <w:rsid w:val="00057143"/>
    <w:rsid w:val="000573B3"/>
    <w:rsid w:val="00057D64"/>
    <w:rsid w:val="00057F19"/>
    <w:rsid w:val="000602B0"/>
    <w:rsid w:val="00060570"/>
    <w:rsid w:val="0006074C"/>
    <w:rsid w:val="00060C61"/>
    <w:rsid w:val="0006146C"/>
    <w:rsid w:val="00061CB7"/>
    <w:rsid w:val="0006216A"/>
    <w:rsid w:val="000621A5"/>
    <w:rsid w:val="00062E33"/>
    <w:rsid w:val="00062E78"/>
    <w:rsid w:val="00062EAB"/>
    <w:rsid w:val="00063147"/>
    <w:rsid w:val="00063428"/>
    <w:rsid w:val="000634D2"/>
    <w:rsid w:val="000634E1"/>
    <w:rsid w:val="0006368D"/>
    <w:rsid w:val="00063E8E"/>
    <w:rsid w:val="00063F9D"/>
    <w:rsid w:val="00063FCE"/>
    <w:rsid w:val="00064802"/>
    <w:rsid w:val="00064BC2"/>
    <w:rsid w:val="00064CAA"/>
    <w:rsid w:val="000655E9"/>
    <w:rsid w:val="00066626"/>
    <w:rsid w:val="00066AE9"/>
    <w:rsid w:val="0006732E"/>
    <w:rsid w:val="00067B9D"/>
    <w:rsid w:val="00067F2A"/>
    <w:rsid w:val="00067F84"/>
    <w:rsid w:val="00070C8E"/>
    <w:rsid w:val="00070ED0"/>
    <w:rsid w:val="00070EE8"/>
    <w:rsid w:val="00071362"/>
    <w:rsid w:val="00071C97"/>
    <w:rsid w:val="0007242C"/>
    <w:rsid w:val="00072A7C"/>
    <w:rsid w:val="00072B08"/>
    <w:rsid w:val="00072B94"/>
    <w:rsid w:val="00072B9E"/>
    <w:rsid w:val="00072C91"/>
    <w:rsid w:val="000733EE"/>
    <w:rsid w:val="00073581"/>
    <w:rsid w:val="000736EB"/>
    <w:rsid w:val="0007385B"/>
    <w:rsid w:val="00073872"/>
    <w:rsid w:val="00074192"/>
    <w:rsid w:val="000749B9"/>
    <w:rsid w:val="00074CEC"/>
    <w:rsid w:val="00075ABB"/>
    <w:rsid w:val="00075DA5"/>
    <w:rsid w:val="00075FF6"/>
    <w:rsid w:val="000761F7"/>
    <w:rsid w:val="00076218"/>
    <w:rsid w:val="00076A3A"/>
    <w:rsid w:val="00076BD0"/>
    <w:rsid w:val="000770CE"/>
    <w:rsid w:val="0007786F"/>
    <w:rsid w:val="00077D16"/>
    <w:rsid w:val="0008070A"/>
    <w:rsid w:val="000816A8"/>
    <w:rsid w:val="00081B3D"/>
    <w:rsid w:val="00081B69"/>
    <w:rsid w:val="00081E10"/>
    <w:rsid w:val="000829D6"/>
    <w:rsid w:val="00082AE7"/>
    <w:rsid w:val="00082B10"/>
    <w:rsid w:val="0008303B"/>
    <w:rsid w:val="00083287"/>
    <w:rsid w:val="000835FF"/>
    <w:rsid w:val="00083BC9"/>
    <w:rsid w:val="000847DB"/>
    <w:rsid w:val="00084F9F"/>
    <w:rsid w:val="00085282"/>
    <w:rsid w:val="00085B27"/>
    <w:rsid w:val="000863F5"/>
    <w:rsid w:val="000867CD"/>
    <w:rsid w:val="00086920"/>
    <w:rsid w:val="00086A54"/>
    <w:rsid w:val="00086D6F"/>
    <w:rsid w:val="00086E1F"/>
    <w:rsid w:val="00087120"/>
    <w:rsid w:val="0008787E"/>
    <w:rsid w:val="00087A18"/>
    <w:rsid w:val="00087C26"/>
    <w:rsid w:val="00087CEC"/>
    <w:rsid w:val="00087D05"/>
    <w:rsid w:val="00090377"/>
    <w:rsid w:val="000906EB"/>
    <w:rsid w:val="00090E75"/>
    <w:rsid w:val="00090F6E"/>
    <w:rsid w:val="00090FA3"/>
    <w:rsid w:val="000910D5"/>
    <w:rsid w:val="00091794"/>
    <w:rsid w:val="00092352"/>
    <w:rsid w:val="000923C8"/>
    <w:rsid w:val="00092805"/>
    <w:rsid w:val="00092985"/>
    <w:rsid w:val="00092A0C"/>
    <w:rsid w:val="00092ABC"/>
    <w:rsid w:val="00092F1F"/>
    <w:rsid w:val="00092FE9"/>
    <w:rsid w:val="00094352"/>
    <w:rsid w:val="00094364"/>
    <w:rsid w:val="00094536"/>
    <w:rsid w:val="00094C60"/>
    <w:rsid w:val="00095239"/>
    <w:rsid w:val="000956E9"/>
    <w:rsid w:val="00095ED3"/>
    <w:rsid w:val="00096386"/>
    <w:rsid w:val="00096665"/>
    <w:rsid w:val="00096A5F"/>
    <w:rsid w:val="00097301"/>
    <w:rsid w:val="000976AF"/>
    <w:rsid w:val="000A0101"/>
    <w:rsid w:val="000A08F8"/>
    <w:rsid w:val="000A1222"/>
    <w:rsid w:val="000A123B"/>
    <w:rsid w:val="000A1874"/>
    <w:rsid w:val="000A1F7E"/>
    <w:rsid w:val="000A24A5"/>
    <w:rsid w:val="000A2E5F"/>
    <w:rsid w:val="000A3460"/>
    <w:rsid w:val="000A403B"/>
    <w:rsid w:val="000A538B"/>
    <w:rsid w:val="000A53A1"/>
    <w:rsid w:val="000A56CA"/>
    <w:rsid w:val="000A57A8"/>
    <w:rsid w:val="000A638A"/>
    <w:rsid w:val="000A6B88"/>
    <w:rsid w:val="000A715C"/>
    <w:rsid w:val="000A7750"/>
    <w:rsid w:val="000A7B37"/>
    <w:rsid w:val="000B084A"/>
    <w:rsid w:val="000B09B7"/>
    <w:rsid w:val="000B0D77"/>
    <w:rsid w:val="000B150C"/>
    <w:rsid w:val="000B1840"/>
    <w:rsid w:val="000B1B11"/>
    <w:rsid w:val="000B1D96"/>
    <w:rsid w:val="000B28E8"/>
    <w:rsid w:val="000B2B65"/>
    <w:rsid w:val="000B3874"/>
    <w:rsid w:val="000B38F2"/>
    <w:rsid w:val="000B3A56"/>
    <w:rsid w:val="000B41A8"/>
    <w:rsid w:val="000B4356"/>
    <w:rsid w:val="000B4456"/>
    <w:rsid w:val="000B44CF"/>
    <w:rsid w:val="000B4E54"/>
    <w:rsid w:val="000B5AB6"/>
    <w:rsid w:val="000B6182"/>
    <w:rsid w:val="000B6293"/>
    <w:rsid w:val="000B636C"/>
    <w:rsid w:val="000B6D41"/>
    <w:rsid w:val="000B7271"/>
    <w:rsid w:val="000B7365"/>
    <w:rsid w:val="000B7AA5"/>
    <w:rsid w:val="000B7F9F"/>
    <w:rsid w:val="000C0307"/>
    <w:rsid w:val="000C0382"/>
    <w:rsid w:val="000C041C"/>
    <w:rsid w:val="000C04C2"/>
    <w:rsid w:val="000C0A89"/>
    <w:rsid w:val="000C0F38"/>
    <w:rsid w:val="000C1718"/>
    <w:rsid w:val="000C243B"/>
    <w:rsid w:val="000C24E4"/>
    <w:rsid w:val="000C2C12"/>
    <w:rsid w:val="000C3595"/>
    <w:rsid w:val="000C3D86"/>
    <w:rsid w:val="000C42BA"/>
    <w:rsid w:val="000C496B"/>
    <w:rsid w:val="000C4D2C"/>
    <w:rsid w:val="000C4D4A"/>
    <w:rsid w:val="000C4EFC"/>
    <w:rsid w:val="000C4FAE"/>
    <w:rsid w:val="000C5208"/>
    <w:rsid w:val="000C536F"/>
    <w:rsid w:val="000C55EE"/>
    <w:rsid w:val="000C612D"/>
    <w:rsid w:val="000C61FE"/>
    <w:rsid w:val="000C6BBD"/>
    <w:rsid w:val="000C6CD8"/>
    <w:rsid w:val="000C7111"/>
    <w:rsid w:val="000C7127"/>
    <w:rsid w:val="000C7722"/>
    <w:rsid w:val="000D0068"/>
    <w:rsid w:val="000D04C5"/>
    <w:rsid w:val="000D07D6"/>
    <w:rsid w:val="000D089E"/>
    <w:rsid w:val="000D0932"/>
    <w:rsid w:val="000D0FA3"/>
    <w:rsid w:val="000D12DE"/>
    <w:rsid w:val="000D1BDF"/>
    <w:rsid w:val="000D1F87"/>
    <w:rsid w:val="000D2325"/>
    <w:rsid w:val="000D244F"/>
    <w:rsid w:val="000D2570"/>
    <w:rsid w:val="000D26F7"/>
    <w:rsid w:val="000D27D3"/>
    <w:rsid w:val="000D2FFB"/>
    <w:rsid w:val="000D3612"/>
    <w:rsid w:val="000D38F5"/>
    <w:rsid w:val="000D3BA2"/>
    <w:rsid w:val="000D3D27"/>
    <w:rsid w:val="000D3E93"/>
    <w:rsid w:val="000D456F"/>
    <w:rsid w:val="000D4A82"/>
    <w:rsid w:val="000D6018"/>
    <w:rsid w:val="000D62BD"/>
    <w:rsid w:val="000D64A7"/>
    <w:rsid w:val="000D6B7D"/>
    <w:rsid w:val="000D71B7"/>
    <w:rsid w:val="000D74CC"/>
    <w:rsid w:val="000D772A"/>
    <w:rsid w:val="000D7B59"/>
    <w:rsid w:val="000D7C30"/>
    <w:rsid w:val="000E08BC"/>
    <w:rsid w:val="000E0C32"/>
    <w:rsid w:val="000E150C"/>
    <w:rsid w:val="000E162A"/>
    <w:rsid w:val="000E16D6"/>
    <w:rsid w:val="000E17D3"/>
    <w:rsid w:val="000E186F"/>
    <w:rsid w:val="000E1B96"/>
    <w:rsid w:val="000E1CFF"/>
    <w:rsid w:val="000E20EB"/>
    <w:rsid w:val="000E2B93"/>
    <w:rsid w:val="000E2FD5"/>
    <w:rsid w:val="000E31AD"/>
    <w:rsid w:val="000E384E"/>
    <w:rsid w:val="000E3938"/>
    <w:rsid w:val="000E425D"/>
    <w:rsid w:val="000E427F"/>
    <w:rsid w:val="000E443E"/>
    <w:rsid w:val="000E591F"/>
    <w:rsid w:val="000E6351"/>
    <w:rsid w:val="000E6690"/>
    <w:rsid w:val="000E6824"/>
    <w:rsid w:val="000E6A49"/>
    <w:rsid w:val="000E7823"/>
    <w:rsid w:val="000E7A36"/>
    <w:rsid w:val="000E7C7D"/>
    <w:rsid w:val="000F0A43"/>
    <w:rsid w:val="000F0D3A"/>
    <w:rsid w:val="000F1A8C"/>
    <w:rsid w:val="000F1B49"/>
    <w:rsid w:val="000F1CBE"/>
    <w:rsid w:val="000F25BB"/>
    <w:rsid w:val="000F2896"/>
    <w:rsid w:val="000F2EED"/>
    <w:rsid w:val="000F30D4"/>
    <w:rsid w:val="000F355B"/>
    <w:rsid w:val="000F38CB"/>
    <w:rsid w:val="000F3D21"/>
    <w:rsid w:val="000F3E38"/>
    <w:rsid w:val="000F3FF1"/>
    <w:rsid w:val="000F4466"/>
    <w:rsid w:val="000F448E"/>
    <w:rsid w:val="000F4494"/>
    <w:rsid w:val="000F517B"/>
    <w:rsid w:val="000F62E8"/>
    <w:rsid w:val="000F636D"/>
    <w:rsid w:val="000F6A81"/>
    <w:rsid w:val="000F6AA4"/>
    <w:rsid w:val="000F6E30"/>
    <w:rsid w:val="000F6E79"/>
    <w:rsid w:val="000F7228"/>
    <w:rsid w:val="000F7570"/>
    <w:rsid w:val="000F775D"/>
    <w:rsid w:val="000F7852"/>
    <w:rsid w:val="000F7C0E"/>
    <w:rsid w:val="00100341"/>
    <w:rsid w:val="0010049D"/>
    <w:rsid w:val="00100FA4"/>
    <w:rsid w:val="0010127B"/>
    <w:rsid w:val="001012A2"/>
    <w:rsid w:val="0010168C"/>
    <w:rsid w:val="00101769"/>
    <w:rsid w:val="00101799"/>
    <w:rsid w:val="001017EA"/>
    <w:rsid w:val="00101906"/>
    <w:rsid w:val="00101D90"/>
    <w:rsid w:val="00101EA9"/>
    <w:rsid w:val="001027A4"/>
    <w:rsid w:val="001027D5"/>
    <w:rsid w:val="001027F6"/>
    <w:rsid w:val="00102E0E"/>
    <w:rsid w:val="00102EBD"/>
    <w:rsid w:val="00102EE5"/>
    <w:rsid w:val="00102F7C"/>
    <w:rsid w:val="00103623"/>
    <w:rsid w:val="00103677"/>
    <w:rsid w:val="00104011"/>
    <w:rsid w:val="0010435E"/>
    <w:rsid w:val="00104901"/>
    <w:rsid w:val="00104B46"/>
    <w:rsid w:val="00104E15"/>
    <w:rsid w:val="00105956"/>
    <w:rsid w:val="00106569"/>
    <w:rsid w:val="0010719A"/>
    <w:rsid w:val="0010740F"/>
    <w:rsid w:val="001076DA"/>
    <w:rsid w:val="0010775E"/>
    <w:rsid w:val="001079B4"/>
    <w:rsid w:val="00107A6B"/>
    <w:rsid w:val="00110456"/>
    <w:rsid w:val="001105DB"/>
    <w:rsid w:val="001106A5"/>
    <w:rsid w:val="001106AA"/>
    <w:rsid w:val="00110894"/>
    <w:rsid w:val="00110EE8"/>
    <w:rsid w:val="00111178"/>
    <w:rsid w:val="001115AD"/>
    <w:rsid w:val="00111AE3"/>
    <w:rsid w:val="00111C13"/>
    <w:rsid w:val="00113111"/>
    <w:rsid w:val="0011313E"/>
    <w:rsid w:val="0011352E"/>
    <w:rsid w:val="00113A00"/>
    <w:rsid w:val="00113B0B"/>
    <w:rsid w:val="00113B86"/>
    <w:rsid w:val="00113BDA"/>
    <w:rsid w:val="00113C52"/>
    <w:rsid w:val="00113C59"/>
    <w:rsid w:val="00113CC6"/>
    <w:rsid w:val="00113CCC"/>
    <w:rsid w:val="001143A3"/>
    <w:rsid w:val="00114576"/>
    <w:rsid w:val="0011490C"/>
    <w:rsid w:val="00115473"/>
    <w:rsid w:val="00115A71"/>
    <w:rsid w:val="00116114"/>
    <w:rsid w:val="001162C9"/>
    <w:rsid w:val="0011632A"/>
    <w:rsid w:val="0011682B"/>
    <w:rsid w:val="00116EB8"/>
    <w:rsid w:val="001171A6"/>
    <w:rsid w:val="00117D17"/>
    <w:rsid w:val="001203DC"/>
    <w:rsid w:val="00120454"/>
    <w:rsid w:val="00120669"/>
    <w:rsid w:val="0012070F"/>
    <w:rsid w:val="001208E0"/>
    <w:rsid w:val="00121524"/>
    <w:rsid w:val="00121BD8"/>
    <w:rsid w:val="0012268F"/>
    <w:rsid w:val="00122787"/>
    <w:rsid w:val="00122B0F"/>
    <w:rsid w:val="0012322A"/>
    <w:rsid w:val="00123425"/>
    <w:rsid w:val="0012343D"/>
    <w:rsid w:val="0012358B"/>
    <w:rsid w:val="00123F87"/>
    <w:rsid w:val="001240F4"/>
    <w:rsid w:val="001243ED"/>
    <w:rsid w:val="00125836"/>
    <w:rsid w:val="00126137"/>
    <w:rsid w:val="0012634B"/>
    <w:rsid w:val="00126471"/>
    <w:rsid w:val="00126528"/>
    <w:rsid w:val="00127556"/>
    <w:rsid w:val="00127E08"/>
    <w:rsid w:val="001303BB"/>
    <w:rsid w:val="001311CC"/>
    <w:rsid w:val="001312B2"/>
    <w:rsid w:val="00131540"/>
    <w:rsid w:val="00131DD3"/>
    <w:rsid w:val="00132DE4"/>
    <w:rsid w:val="001330D4"/>
    <w:rsid w:val="00133A6D"/>
    <w:rsid w:val="00133B7B"/>
    <w:rsid w:val="0013415C"/>
    <w:rsid w:val="00134582"/>
    <w:rsid w:val="00134BC6"/>
    <w:rsid w:val="00135521"/>
    <w:rsid w:val="00135A20"/>
    <w:rsid w:val="00135A33"/>
    <w:rsid w:val="00135E90"/>
    <w:rsid w:val="00135EA5"/>
    <w:rsid w:val="00136268"/>
    <w:rsid w:val="001365F2"/>
    <w:rsid w:val="00136E6F"/>
    <w:rsid w:val="0013764B"/>
    <w:rsid w:val="001378FC"/>
    <w:rsid w:val="00137EDC"/>
    <w:rsid w:val="001403E0"/>
    <w:rsid w:val="0014041D"/>
    <w:rsid w:val="001405D9"/>
    <w:rsid w:val="00140A08"/>
    <w:rsid w:val="00141021"/>
    <w:rsid w:val="0014160D"/>
    <w:rsid w:val="00142309"/>
    <w:rsid w:val="00142C52"/>
    <w:rsid w:val="00142DDA"/>
    <w:rsid w:val="00142E74"/>
    <w:rsid w:val="001430A2"/>
    <w:rsid w:val="00143123"/>
    <w:rsid w:val="0014341C"/>
    <w:rsid w:val="00143725"/>
    <w:rsid w:val="00143EEA"/>
    <w:rsid w:val="00143F4D"/>
    <w:rsid w:val="00144DB8"/>
    <w:rsid w:val="00144DE8"/>
    <w:rsid w:val="00145308"/>
    <w:rsid w:val="0014628F"/>
    <w:rsid w:val="0014648A"/>
    <w:rsid w:val="001467F3"/>
    <w:rsid w:val="0014748E"/>
    <w:rsid w:val="00147499"/>
    <w:rsid w:val="00147ED8"/>
    <w:rsid w:val="00150AB6"/>
    <w:rsid w:val="00150ABD"/>
    <w:rsid w:val="0015165B"/>
    <w:rsid w:val="00151BE8"/>
    <w:rsid w:val="00151C03"/>
    <w:rsid w:val="00151DA1"/>
    <w:rsid w:val="00152303"/>
    <w:rsid w:val="0015245B"/>
    <w:rsid w:val="001535F1"/>
    <w:rsid w:val="00153917"/>
    <w:rsid w:val="00153D97"/>
    <w:rsid w:val="00153FDC"/>
    <w:rsid w:val="00154046"/>
    <w:rsid w:val="001540BA"/>
    <w:rsid w:val="0015486C"/>
    <w:rsid w:val="00154888"/>
    <w:rsid w:val="0015634E"/>
    <w:rsid w:val="0015652A"/>
    <w:rsid w:val="0015682D"/>
    <w:rsid w:val="00156BCD"/>
    <w:rsid w:val="00156F8F"/>
    <w:rsid w:val="00157306"/>
    <w:rsid w:val="001573E9"/>
    <w:rsid w:val="001574ED"/>
    <w:rsid w:val="00157CAF"/>
    <w:rsid w:val="00157D71"/>
    <w:rsid w:val="00160758"/>
    <w:rsid w:val="00160C8C"/>
    <w:rsid w:val="00160F76"/>
    <w:rsid w:val="00161411"/>
    <w:rsid w:val="00161561"/>
    <w:rsid w:val="001615EC"/>
    <w:rsid w:val="00161863"/>
    <w:rsid w:val="00162344"/>
    <w:rsid w:val="00162CA3"/>
    <w:rsid w:val="0016312F"/>
    <w:rsid w:val="00163B9B"/>
    <w:rsid w:val="00163BF4"/>
    <w:rsid w:val="00163C50"/>
    <w:rsid w:val="00163D83"/>
    <w:rsid w:val="00163F78"/>
    <w:rsid w:val="001640DE"/>
    <w:rsid w:val="001641AB"/>
    <w:rsid w:val="00164767"/>
    <w:rsid w:val="00164810"/>
    <w:rsid w:val="00164820"/>
    <w:rsid w:val="00164D70"/>
    <w:rsid w:val="0016616D"/>
    <w:rsid w:val="00166232"/>
    <w:rsid w:val="001667D5"/>
    <w:rsid w:val="0016689D"/>
    <w:rsid w:val="00166E14"/>
    <w:rsid w:val="001671DA"/>
    <w:rsid w:val="00167473"/>
    <w:rsid w:val="001675D2"/>
    <w:rsid w:val="001679AB"/>
    <w:rsid w:val="0017036F"/>
    <w:rsid w:val="00170B69"/>
    <w:rsid w:val="00170B87"/>
    <w:rsid w:val="001712E1"/>
    <w:rsid w:val="001715F0"/>
    <w:rsid w:val="001717CA"/>
    <w:rsid w:val="0017180E"/>
    <w:rsid w:val="0017230E"/>
    <w:rsid w:val="00172417"/>
    <w:rsid w:val="001725EA"/>
    <w:rsid w:val="0017278B"/>
    <w:rsid w:val="00172A13"/>
    <w:rsid w:val="00172B34"/>
    <w:rsid w:val="00173A33"/>
    <w:rsid w:val="00173FC7"/>
    <w:rsid w:val="001753B5"/>
    <w:rsid w:val="001754A3"/>
    <w:rsid w:val="00175804"/>
    <w:rsid w:val="00175A05"/>
    <w:rsid w:val="00175B46"/>
    <w:rsid w:val="00175F6F"/>
    <w:rsid w:val="00176099"/>
    <w:rsid w:val="00176595"/>
    <w:rsid w:val="0017680D"/>
    <w:rsid w:val="001768DA"/>
    <w:rsid w:val="001771C9"/>
    <w:rsid w:val="00177998"/>
    <w:rsid w:val="00177D0E"/>
    <w:rsid w:val="00177DAD"/>
    <w:rsid w:val="00177F92"/>
    <w:rsid w:val="001809D4"/>
    <w:rsid w:val="0018157F"/>
    <w:rsid w:val="00181698"/>
    <w:rsid w:val="00181C0E"/>
    <w:rsid w:val="00181F83"/>
    <w:rsid w:val="00182251"/>
    <w:rsid w:val="00182A81"/>
    <w:rsid w:val="00182CD3"/>
    <w:rsid w:val="001832B1"/>
    <w:rsid w:val="00183693"/>
    <w:rsid w:val="00183F54"/>
    <w:rsid w:val="00184833"/>
    <w:rsid w:val="0018558D"/>
    <w:rsid w:val="0018595B"/>
    <w:rsid w:val="00185ADC"/>
    <w:rsid w:val="00185D15"/>
    <w:rsid w:val="00185D6F"/>
    <w:rsid w:val="00185F2B"/>
    <w:rsid w:val="00186090"/>
    <w:rsid w:val="001865DE"/>
    <w:rsid w:val="0018664D"/>
    <w:rsid w:val="00186B9C"/>
    <w:rsid w:val="00186E7E"/>
    <w:rsid w:val="00187017"/>
    <w:rsid w:val="00187246"/>
    <w:rsid w:val="00187897"/>
    <w:rsid w:val="00187DF5"/>
    <w:rsid w:val="00187F9F"/>
    <w:rsid w:val="0019018F"/>
    <w:rsid w:val="001902F8"/>
    <w:rsid w:val="00190332"/>
    <w:rsid w:val="00190580"/>
    <w:rsid w:val="00191426"/>
    <w:rsid w:val="00191806"/>
    <w:rsid w:val="001918AB"/>
    <w:rsid w:val="00191D04"/>
    <w:rsid w:val="001923E4"/>
    <w:rsid w:val="001924E1"/>
    <w:rsid w:val="001937F7"/>
    <w:rsid w:val="00193A86"/>
    <w:rsid w:val="001948F1"/>
    <w:rsid w:val="00194D21"/>
    <w:rsid w:val="001953B7"/>
    <w:rsid w:val="00195464"/>
    <w:rsid w:val="001954EA"/>
    <w:rsid w:val="001957BF"/>
    <w:rsid w:val="00195AF7"/>
    <w:rsid w:val="00195E3D"/>
    <w:rsid w:val="001964F6"/>
    <w:rsid w:val="00196643"/>
    <w:rsid w:val="001966B6"/>
    <w:rsid w:val="001966FC"/>
    <w:rsid w:val="00196A62"/>
    <w:rsid w:val="00196D1C"/>
    <w:rsid w:val="00196DAE"/>
    <w:rsid w:val="00196FC2"/>
    <w:rsid w:val="00197145"/>
    <w:rsid w:val="001971E8"/>
    <w:rsid w:val="00197CF2"/>
    <w:rsid w:val="00197D28"/>
    <w:rsid w:val="00197DDA"/>
    <w:rsid w:val="001A0478"/>
    <w:rsid w:val="001A086F"/>
    <w:rsid w:val="001A0A46"/>
    <w:rsid w:val="001A0C44"/>
    <w:rsid w:val="001A0DC9"/>
    <w:rsid w:val="001A11D7"/>
    <w:rsid w:val="001A1240"/>
    <w:rsid w:val="001A1408"/>
    <w:rsid w:val="001A152B"/>
    <w:rsid w:val="001A1631"/>
    <w:rsid w:val="001A1CDE"/>
    <w:rsid w:val="001A1FA2"/>
    <w:rsid w:val="001A22DF"/>
    <w:rsid w:val="001A2B4E"/>
    <w:rsid w:val="001A2CC2"/>
    <w:rsid w:val="001A3110"/>
    <w:rsid w:val="001A353C"/>
    <w:rsid w:val="001A37CB"/>
    <w:rsid w:val="001A37D6"/>
    <w:rsid w:val="001A3AF4"/>
    <w:rsid w:val="001A4006"/>
    <w:rsid w:val="001A4B8A"/>
    <w:rsid w:val="001A4C37"/>
    <w:rsid w:val="001A4D9B"/>
    <w:rsid w:val="001A4E46"/>
    <w:rsid w:val="001A547A"/>
    <w:rsid w:val="001A5A46"/>
    <w:rsid w:val="001A5A6E"/>
    <w:rsid w:val="001A5E34"/>
    <w:rsid w:val="001A5EAB"/>
    <w:rsid w:val="001A6EC0"/>
    <w:rsid w:val="001A7554"/>
    <w:rsid w:val="001B027C"/>
    <w:rsid w:val="001B03A6"/>
    <w:rsid w:val="001B07B7"/>
    <w:rsid w:val="001B0F76"/>
    <w:rsid w:val="001B16FD"/>
    <w:rsid w:val="001B1EDD"/>
    <w:rsid w:val="001B2A74"/>
    <w:rsid w:val="001B3541"/>
    <w:rsid w:val="001B37F2"/>
    <w:rsid w:val="001B469F"/>
    <w:rsid w:val="001B4A70"/>
    <w:rsid w:val="001B51DD"/>
    <w:rsid w:val="001B577F"/>
    <w:rsid w:val="001B5B2B"/>
    <w:rsid w:val="001B63C0"/>
    <w:rsid w:val="001B64D8"/>
    <w:rsid w:val="001B6631"/>
    <w:rsid w:val="001B6835"/>
    <w:rsid w:val="001B6CE1"/>
    <w:rsid w:val="001B702D"/>
    <w:rsid w:val="001B7407"/>
    <w:rsid w:val="001B789A"/>
    <w:rsid w:val="001B7B02"/>
    <w:rsid w:val="001B7BE6"/>
    <w:rsid w:val="001B7D98"/>
    <w:rsid w:val="001C028F"/>
    <w:rsid w:val="001C0C3C"/>
    <w:rsid w:val="001C0E6F"/>
    <w:rsid w:val="001C0FC5"/>
    <w:rsid w:val="001C11D0"/>
    <w:rsid w:val="001C220F"/>
    <w:rsid w:val="001C2252"/>
    <w:rsid w:val="001C2BD8"/>
    <w:rsid w:val="001C2F11"/>
    <w:rsid w:val="001C36B3"/>
    <w:rsid w:val="001C37B3"/>
    <w:rsid w:val="001C37F7"/>
    <w:rsid w:val="001C3FBE"/>
    <w:rsid w:val="001C4055"/>
    <w:rsid w:val="001C42B2"/>
    <w:rsid w:val="001C4550"/>
    <w:rsid w:val="001C4839"/>
    <w:rsid w:val="001C4BD6"/>
    <w:rsid w:val="001C4D57"/>
    <w:rsid w:val="001C5908"/>
    <w:rsid w:val="001C5EDB"/>
    <w:rsid w:val="001C6552"/>
    <w:rsid w:val="001C6663"/>
    <w:rsid w:val="001C68F9"/>
    <w:rsid w:val="001C6AA7"/>
    <w:rsid w:val="001C72F6"/>
    <w:rsid w:val="001C746C"/>
    <w:rsid w:val="001C74EA"/>
    <w:rsid w:val="001C7535"/>
    <w:rsid w:val="001C7AFE"/>
    <w:rsid w:val="001D144D"/>
    <w:rsid w:val="001D145D"/>
    <w:rsid w:val="001D1611"/>
    <w:rsid w:val="001D16BE"/>
    <w:rsid w:val="001D1C40"/>
    <w:rsid w:val="001D1E22"/>
    <w:rsid w:val="001D249C"/>
    <w:rsid w:val="001D296E"/>
    <w:rsid w:val="001D2CAE"/>
    <w:rsid w:val="001D3266"/>
    <w:rsid w:val="001D41A1"/>
    <w:rsid w:val="001D433F"/>
    <w:rsid w:val="001D459E"/>
    <w:rsid w:val="001D5171"/>
    <w:rsid w:val="001D622B"/>
    <w:rsid w:val="001D6933"/>
    <w:rsid w:val="001D6EB5"/>
    <w:rsid w:val="001D732D"/>
    <w:rsid w:val="001D7447"/>
    <w:rsid w:val="001D7950"/>
    <w:rsid w:val="001D7AFE"/>
    <w:rsid w:val="001E1146"/>
    <w:rsid w:val="001E11FF"/>
    <w:rsid w:val="001E1354"/>
    <w:rsid w:val="001E1481"/>
    <w:rsid w:val="001E14F6"/>
    <w:rsid w:val="001E1920"/>
    <w:rsid w:val="001E25DC"/>
    <w:rsid w:val="001E2625"/>
    <w:rsid w:val="001E2812"/>
    <w:rsid w:val="001E2E0A"/>
    <w:rsid w:val="001E3F33"/>
    <w:rsid w:val="001E3F5C"/>
    <w:rsid w:val="001E501A"/>
    <w:rsid w:val="001E57B5"/>
    <w:rsid w:val="001E73A3"/>
    <w:rsid w:val="001E7AB2"/>
    <w:rsid w:val="001E7B88"/>
    <w:rsid w:val="001F0209"/>
    <w:rsid w:val="001F05D5"/>
    <w:rsid w:val="001F0713"/>
    <w:rsid w:val="001F112C"/>
    <w:rsid w:val="001F1263"/>
    <w:rsid w:val="001F13CC"/>
    <w:rsid w:val="001F16D5"/>
    <w:rsid w:val="001F1FCA"/>
    <w:rsid w:val="001F2C0D"/>
    <w:rsid w:val="001F3221"/>
    <w:rsid w:val="001F3226"/>
    <w:rsid w:val="001F36A1"/>
    <w:rsid w:val="001F370C"/>
    <w:rsid w:val="001F3A01"/>
    <w:rsid w:val="001F4212"/>
    <w:rsid w:val="001F4367"/>
    <w:rsid w:val="001F44A1"/>
    <w:rsid w:val="001F47B9"/>
    <w:rsid w:val="001F4A0D"/>
    <w:rsid w:val="001F641E"/>
    <w:rsid w:val="001F6AD1"/>
    <w:rsid w:val="001F6DCC"/>
    <w:rsid w:val="001F730B"/>
    <w:rsid w:val="001F736A"/>
    <w:rsid w:val="001F7AFD"/>
    <w:rsid w:val="001F7B21"/>
    <w:rsid w:val="001F7C8E"/>
    <w:rsid w:val="0020007E"/>
    <w:rsid w:val="00200126"/>
    <w:rsid w:val="002001B0"/>
    <w:rsid w:val="002010F1"/>
    <w:rsid w:val="0020182D"/>
    <w:rsid w:val="00201857"/>
    <w:rsid w:val="00201954"/>
    <w:rsid w:val="002022DB"/>
    <w:rsid w:val="00202741"/>
    <w:rsid w:val="00202827"/>
    <w:rsid w:val="00202B4D"/>
    <w:rsid w:val="00202C7B"/>
    <w:rsid w:val="002033FD"/>
    <w:rsid w:val="00203477"/>
    <w:rsid w:val="0020532C"/>
    <w:rsid w:val="002054C5"/>
    <w:rsid w:val="002055CA"/>
    <w:rsid w:val="00205A09"/>
    <w:rsid w:val="00206056"/>
    <w:rsid w:val="0020646D"/>
    <w:rsid w:val="00206D1C"/>
    <w:rsid w:val="00206E10"/>
    <w:rsid w:val="00206EB8"/>
    <w:rsid w:val="00207543"/>
    <w:rsid w:val="0020772D"/>
    <w:rsid w:val="00207A16"/>
    <w:rsid w:val="00207A2D"/>
    <w:rsid w:val="00207DD0"/>
    <w:rsid w:val="0021032E"/>
    <w:rsid w:val="00210DE9"/>
    <w:rsid w:val="00210EEF"/>
    <w:rsid w:val="002117A4"/>
    <w:rsid w:val="00211AE3"/>
    <w:rsid w:val="00211EB2"/>
    <w:rsid w:val="00211ECD"/>
    <w:rsid w:val="002123FF"/>
    <w:rsid w:val="002128E1"/>
    <w:rsid w:val="00212A3F"/>
    <w:rsid w:val="002132BE"/>
    <w:rsid w:val="002139CB"/>
    <w:rsid w:val="00213D22"/>
    <w:rsid w:val="002140D9"/>
    <w:rsid w:val="002142A6"/>
    <w:rsid w:val="002143E3"/>
    <w:rsid w:val="0021475B"/>
    <w:rsid w:val="00214793"/>
    <w:rsid w:val="00214801"/>
    <w:rsid w:val="00214B62"/>
    <w:rsid w:val="00214B67"/>
    <w:rsid w:val="00214BD6"/>
    <w:rsid w:val="0021556A"/>
    <w:rsid w:val="002159E2"/>
    <w:rsid w:val="00215D81"/>
    <w:rsid w:val="00215DDF"/>
    <w:rsid w:val="00216163"/>
    <w:rsid w:val="002164E1"/>
    <w:rsid w:val="00216B18"/>
    <w:rsid w:val="00216BAC"/>
    <w:rsid w:val="002171A1"/>
    <w:rsid w:val="0021757B"/>
    <w:rsid w:val="002177A1"/>
    <w:rsid w:val="002202B2"/>
    <w:rsid w:val="00220968"/>
    <w:rsid w:val="00221701"/>
    <w:rsid w:val="00221869"/>
    <w:rsid w:val="00221964"/>
    <w:rsid w:val="00221D96"/>
    <w:rsid w:val="0022229B"/>
    <w:rsid w:val="002225E4"/>
    <w:rsid w:val="00222975"/>
    <w:rsid w:val="00222AEA"/>
    <w:rsid w:val="00222E21"/>
    <w:rsid w:val="002239F0"/>
    <w:rsid w:val="00223A86"/>
    <w:rsid w:val="00223A9A"/>
    <w:rsid w:val="00223AAB"/>
    <w:rsid w:val="00224163"/>
    <w:rsid w:val="00224964"/>
    <w:rsid w:val="00225007"/>
    <w:rsid w:val="0022509D"/>
    <w:rsid w:val="00225716"/>
    <w:rsid w:val="00225B4D"/>
    <w:rsid w:val="00225BB9"/>
    <w:rsid w:val="00225FBD"/>
    <w:rsid w:val="00226165"/>
    <w:rsid w:val="002267C7"/>
    <w:rsid w:val="00226A58"/>
    <w:rsid w:val="00226B8B"/>
    <w:rsid w:val="00227408"/>
    <w:rsid w:val="00227740"/>
    <w:rsid w:val="0022788F"/>
    <w:rsid w:val="00227E4A"/>
    <w:rsid w:val="00227FEE"/>
    <w:rsid w:val="00230A67"/>
    <w:rsid w:val="00231224"/>
    <w:rsid w:val="00231FAF"/>
    <w:rsid w:val="002321F9"/>
    <w:rsid w:val="00232408"/>
    <w:rsid w:val="00232714"/>
    <w:rsid w:val="00232A65"/>
    <w:rsid w:val="00232A6F"/>
    <w:rsid w:val="00232B54"/>
    <w:rsid w:val="00232F7E"/>
    <w:rsid w:val="00233568"/>
    <w:rsid w:val="002338E7"/>
    <w:rsid w:val="0023454A"/>
    <w:rsid w:val="00234DE5"/>
    <w:rsid w:val="00235005"/>
    <w:rsid w:val="002350C1"/>
    <w:rsid w:val="002353E7"/>
    <w:rsid w:val="0023594E"/>
    <w:rsid w:val="00235A31"/>
    <w:rsid w:val="00240045"/>
    <w:rsid w:val="00241716"/>
    <w:rsid w:val="00241F59"/>
    <w:rsid w:val="002421F0"/>
    <w:rsid w:val="00242342"/>
    <w:rsid w:val="002423E2"/>
    <w:rsid w:val="0024263F"/>
    <w:rsid w:val="0024265C"/>
    <w:rsid w:val="0024268E"/>
    <w:rsid w:val="002436A8"/>
    <w:rsid w:val="002437B2"/>
    <w:rsid w:val="002439D5"/>
    <w:rsid w:val="0024400A"/>
    <w:rsid w:val="0024409A"/>
    <w:rsid w:val="00244641"/>
    <w:rsid w:val="002447F3"/>
    <w:rsid w:val="00244A73"/>
    <w:rsid w:val="00244C2E"/>
    <w:rsid w:val="00244E1F"/>
    <w:rsid w:val="002452C8"/>
    <w:rsid w:val="002453C4"/>
    <w:rsid w:val="00245808"/>
    <w:rsid w:val="00245D3D"/>
    <w:rsid w:val="00245EB9"/>
    <w:rsid w:val="002462EA"/>
    <w:rsid w:val="002462FA"/>
    <w:rsid w:val="00246574"/>
    <w:rsid w:val="002466CC"/>
    <w:rsid w:val="002467DA"/>
    <w:rsid w:val="002467F7"/>
    <w:rsid w:val="00246A4F"/>
    <w:rsid w:val="00246C1C"/>
    <w:rsid w:val="00246C78"/>
    <w:rsid w:val="002478B7"/>
    <w:rsid w:val="00247DE4"/>
    <w:rsid w:val="00247ECA"/>
    <w:rsid w:val="0025055D"/>
    <w:rsid w:val="002507BA"/>
    <w:rsid w:val="00250CC1"/>
    <w:rsid w:val="00250E0A"/>
    <w:rsid w:val="0025133D"/>
    <w:rsid w:val="00251474"/>
    <w:rsid w:val="002518EE"/>
    <w:rsid w:val="00251E02"/>
    <w:rsid w:val="00251F4A"/>
    <w:rsid w:val="00252764"/>
    <w:rsid w:val="002531D3"/>
    <w:rsid w:val="0025404D"/>
    <w:rsid w:val="00254924"/>
    <w:rsid w:val="00254AFE"/>
    <w:rsid w:val="00255BF7"/>
    <w:rsid w:val="00255EE7"/>
    <w:rsid w:val="00256BA9"/>
    <w:rsid w:val="00256CA2"/>
    <w:rsid w:val="00256E18"/>
    <w:rsid w:val="00256E9A"/>
    <w:rsid w:val="002571C6"/>
    <w:rsid w:val="00257657"/>
    <w:rsid w:val="00257804"/>
    <w:rsid w:val="00257B22"/>
    <w:rsid w:val="00257C25"/>
    <w:rsid w:val="00260218"/>
    <w:rsid w:val="00261064"/>
    <w:rsid w:val="002613FB"/>
    <w:rsid w:val="002616A4"/>
    <w:rsid w:val="00261F42"/>
    <w:rsid w:val="00262403"/>
    <w:rsid w:val="0026275F"/>
    <w:rsid w:val="00262EE4"/>
    <w:rsid w:val="002632C3"/>
    <w:rsid w:val="0026360D"/>
    <w:rsid w:val="00263A94"/>
    <w:rsid w:val="00263F56"/>
    <w:rsid w:val="00264192"/>
    <w:rsid w:val="00264267"/>
    <w:rsid w:val="0026476D"/>
    <w:rsid w:val="0026478A"/>
    <w:rsid w:val="00264DD6"/>
    <w:rsid w:val="00264FA6"/>
    <w:rsid w:val="002653CB"/>
    <w:rsid w:val="002654AF"/>
    <w:rsid w:val="002655BC"/>
    <w:rsid w:val="00265684"/>
    <w:rsid w:val="00265865"/>
    <w:rsid w:val="00265EA3"/>
    <w:rsid w:val="00266225"/>
    <w:rsid w:val="00266577"/>
    <w:rsid w:val="0026660C"/>
    <w:rsid w:val="00266909"/>
    <w:rsid w:val="00266C1E"/>
    <w:rsid w:val="00266CC2"/>
    <w:rsid w:val="00266EE8"/>
    <w:rsid w:val="00267883"/>
    <w:rsid w:val="00267942"/>
    <w:rsid w:val="002679CD"/>
    <w:rsid w:val="00270AA3"/>
    <w:rsid w:val="00270D88"/>
    <w:rsid w:val="00270E04"/>
    <w:rsid w:val="00271402"/>
    <w:rsid w:val="002718E6"/>
    <w:rsid w:val="00271D35"/>
    <w:rsid w:val="002722BA"/>
    <w:rsid w:val="00272358"/>
    <w:rsid w:val="00272517"/>
    <w:rsid w:val="00272827"/>
    <w:rsid w:val="0027332B"/>
    <w:rsid w:val="0027369F"/>
    <w:rsid w:val="00273767"/>
    <w:rsid w:val="0027400C"/>
    <w:rsid w:val="00274290"/>
    <w:rsid w:val="00274B37"/>
    <w:rsid w:val="00274CF0"/>
    <w:rsid w:val="00274F17"/>
    <w:rsid w:val="0027529F"/>
    <w:rsid w:val="002754A1"/>
    <w:rsid w:val="00275FED"/>
    <w:rsid w:val="00276471"/>
    <w:rsid w:val="00276AE0"/>
    <w:rsid w:val="0027745C"/>
    <w:rsid w:val="0027747C"/>
    <w:rsid w:val="00277A11"/>
    <w:rsid w:val="00277CA6"/>
    <w:rsid w:val="002801FE"/>
    <w:rsid w:val="00280895"/>
    <w:rsid w:val="002811D8"/>
    <w:rsid w:val="002818EF"/>
    <w:rsid w:val="00281E49"/>
    <w:rsid w:val="0028218F"/>
    <w:rsid w:val="0028271F"/>
    <w:rsid w:val="00282831"/>
    <w:rsid w:val="00282BB8"/>
    <w:rsid w:val="00282E5A"/>
    <w:rsid w:val="0028306D"/>
    <w:rsid w:val="00284E82"/>
    <w:rsid w:val="00285E88"/>
    <w:rsid w:val="00286107"/>
    <w:rsid w:val="00286AA7"/>
    <w:rsid w:val="00287024"/>
    <w:rsid w:val="002877BB"/>
    <w:rsid w:val="00287970"/>
    <w:rsid w:val="00287A34"/>
    <w:rsid w:val="00287D91"/>
    <w:rsid w:val="00287EE3"/>
    <w:rsid w:val="0029077F"/>
    <w:rsid w:val="002909B4"/>
    <w:rsid w:val="0029177C"/>
    <w:rsid w:val="002919A3"/>
    <w:rsid w:val="00291CCE"/>
    <w:rsid w:val="00292E58"/>
    <w:rsid w:val="002944D5"/>
    <w:rsid w:val="00294DB2"/>
    <w:rsid w:val="00295016"/>
    <w:rsid w:val="00295CC9"/>
    <w:rsid w:val="00296390"/>
    <w:rsid w:val="00296492"/>
    <w:rsid w:val="00296522"/>
    <w:rsid w:val="002968F2"/>
    <w:rsid w:val="00296C0B"/>
    <w:rsid w:val="002971A5"/>
    <w:rsid w:val="002971E5"/>
    <w:rsid w:val="0029799F"/>
    <w:rsid w:val="00297EB0"/>
    <w:rsid w:val="002A0284"/>
    <w:rsid w:val="002A04C4"/>
    <w:rsid w:val="002A0935"/>
    <w:rsid w:val="002A1114"/>
    <w:rsid w:val="002A338C"/>
    <w:rsid w:val="002A36E0"/>
    <w:rsid w:val="002A3740"/>
    <w:rsid w:val="002A400E"/>
    <w:rsid w:val="002A4163"/>
    <w:rsid w:val="002A44E8"/>
    <w:rsid w:val="002A460C"/>
    <w:rsid w:val="002A4813"/>
    <w:rsid w:val="002A484E"/>
    <w:rsid w:val="002A4873"/>
    <w:rsid w:val="002A4A5A"/>
    <w:rsid w:val="002A4EA6"/>
    <w:rsid w:val="002A518A"/>
    <w:rsid w:val="002A5E59"/>
    <w:rsid w:val="002A6ABC"/>
    <w:rsid w:val="002A7070"/>
    <w:rsid w:val="002A717D"/>
    <w:rsid w:val="002A73D7"/>
    <w:rsid w:val="002A797B"/>
    <w:rsid w:val="002B0090"/>
    <w:rsid w:val="002B100A"/>
    <w:rsid w:val="002B1C6C"/>
    <w:rsid w:val="002B275D"/>
    <w:rsid w:val="002B2AA0"/>
    <w:rsid w:val="002B2B15"/>
    <w:rsid w:val="002B2F89"/>
    <w:rsid w:val="002B34A2"/>
    <w:rsid w:val="002B3820"/>
    <w:rsid w:val="002B3D9F"/>
    <w:rsid w:val="002B3F76"/>
    <w:rsid w:val="002B4461"/>
    <w:rsid w:val="002B49DA"/>
    <w:rsid w:val="002B4A9F"/>
    <w:rsid w:val="002B4AEC"/>
    <w:rsid w:val="002B4C76"/>
    <w:rsid w:val="002B5326"/>
    <w:rsid w:val="002B5852"/>
    <w:rsid w:val="002B5ACF"/>
    <w:rsid w:val="002B6312"/>
    <w:rsid w:val="002B6EAB"/>
    <w:rsid w:val="002B6FAE"/>
    <w:rsid w:val="002B71A8"/>
    <w:rsid w:val="002B7989"/>
    <w:rsid w:val="002B7CB8"/>
    <w:rsid w:val="002B7ED2"/>
    <w:rsid w:val="002C0757"/>
    <w:rsid w:val="002C1217"/>
    <w:rsid w:val="002C1CE2"/>
    <w:rsid w:val="002C20C7"/>
    <w:rsid w:val="002C23D3"/>
    <w:rsid w:val="002C3121"/>
    <w:rsid w:val="002C3BD9"/>
    <w:rsid w:val="002C3E3A"/>
    <w:rsid w:val="002C449C"/>
    <w:rsid w:val="002C4903"/>
    <w:rsid w:val="002C496B"/>
    <w:rsid w:val="002C4E27"/>
    <w:rsid w:val="002C4E51"/>
    <w:rsid w:val="002C5363"/>
    <w:rsid w:val="002C5602"/>
    <w:rsid w:val="002C5B12"/>
    <w:rsid w:val="002C5C66"/>
    <w:rsid w:val="002C6326"/>
    <w:rsid w:val="002C636C"/>
    <w:rsid w:val="002C6427"/>
    <w:rsid w:val="002C65D3"/>
    <w:rsid w:val="002C6FE2"/>
    <w:rsid w:val="002C71A8"/>
    <w:rsid w:val="002D01AB"/>
    <w:rsid w:val="002D084B"/>
    <w:rsid w:val="002D0D1E"/>
    <w:rsid w:val="002D11B7"/>
    <w:rsid w:val="002D1505"/>
    <w:rsid w:val="002D19A9"/>
    <w:rsid w:val="002D1E2E"/>
    <w:rsid w:val="002D1F03"/>
    <w:rsid w:val="002D2315"/>
    <w:rsid w:val="002D2485"/>
    <w:rsid w:val="002D24FA"/>
    <w:rsid w:val="002D271A"/>
    <w:rsid w:val="002D2AFB"/>
    <w:rsid w:val="002D2C87"/>
    <w:rsid w:val="002D3A09"/>
    <w:rsid w:val="002D3A17"/>
    <w:rsid w:val="002D3B1C"/>
    <w:rsid w:val="002D3E7A"/>
    <w:rsid w:val="002D3F24"/>
    <w:rsid w:val="002D4B73"/>
    <w:rsid w:val="002D580E"/>
    <w:rsid w:val="002D596D"/>
    <w:rsid w:val="002D5B82"/>
    <w:rsid w:val="002D61EF"/>
    <w:rsid w:val="002D65F7"/>
    <w:rsid w:val="002D6891"/>
    <w:rsid w:val="002D760A"/>
    <w:rsid w:val="002D7F88"/>
    <w:rsid w:val="002E092D"/>
    <w:rsid w:val="002E0ADC"/>
    <w:rsid w:val="002E1291"/>
    <w:rsid w:val="002E19EE"/>
    <w:rsid w:val="002E20BF"/>
    <w:rsid w:val="002E2297"/>
    <w:rsid w:val="002E24C4"/>
    <w:rsid w:val="002E2865"/>
    <w:rsid w:val="002E2E1F"/>
    <w:rsid w:val="002E4453"/>
    <w:rsid w:val="002E47BA"/>
    <w:rsid w:val="002E4C28"/>
    <w:rsid w:val="002E4D3D"/>
    <w:rsid w:val="002E51C9"/>
    <w:rsid w:val="002E533A"/>
    <w:rsid w:val="002E5443"/>
    <w:rsid w:val="002E5CA1"/>
    <w:rsid w:val="002E5D43"/>
    <w:rsid w:val="002E6022"/>
    <w:rsid w:val="002E6330"/>
    <w:rsid w:val="002E6781"/>
    <w:rsid w:val="002E67A5"/>
    <w:rsid w:val="002E67EB"/>
    <w:rsid w:val="002E6A49"/>
    <w:rsid w:val="002E6AC1"/>
    <w:rsid w:val="002E6C0F"/>
    <w:rsid w:val="002E723B"/>
    <w:rsid w:val="002E7C0F"/>
    <w:rsid w:val="002E7D8E"/>
    <w:rsid w:val="002F00AA"/>
    <w:rsid w:val="002F0147"/>
    <w:rsid w:val="002F0B67"/>
    <w:rsid w:val="002F14C9"/>
    <w:rsid w:val="002F195B"/>
    <w:rsid w:val="002F201D"/>
    <w:rsid w:val="002F3626"/>
    <w:rsid w:val="002F3663"/>
    <w:rsid w:val="002F3866"/>
    <w:rsid w:val="002F3C44"/>
    <w:rsid w:val="002F4240"/>
    <w:rsid w:val="002F42EF"/>
    <w:rsid w:val="002F469C"/>
    <w:rsid w:val="002F49E0"/>
    <w:rsid w:val="002F4A90"/>
    <w:rsid w:val="002F4E3A"/>
    <w:rsid w:val="002F4FD9"/>
    <w:rsid w:val="002F56F4"/>
    <w:rsid w:val="002F5793"/>
    <w:rsid w:val="002F5BB0"/>
    <w:rsid w:val="002F5E92"/>
    <w:rsid w:val="002F618F"/>
    <w:rsid w:val="002F74FE"/>
    <w:rsid w:val="00300948"/>
    <w:rsid w:val="00300CB4"/>
    <w:rsid w:val="00301039"/>
    <w:rsid w:val="00301C1E"/>
    <w:rsid w:val="00301C82"/>
    <w:rsid w:val="00301EBF"/>
    <w:rsid w:val="0030227A"/>
    <w:rsid w:val="00302808"/>
    <w:rsid w:val="003035AB"/>
    <w:rsid w:val="0030368D"/>
    <w:rsid w:val="00303A06"/>
    <w:rsid w:val="00304007"/>
    <w:rsid w:val="0030450C"/>
    <w:rsid w:val="003047B3"/>
    <w:rsid w:val="003052CB"/>
    <w:rsid w:val="003058C3"/>
    <w:rsid w:val="00305DFD"/>
    <w:rsid w:val="003073A6"/>
    <w:rsid w:val="00307B97"/>
    <w:rsid w:val="00307C3A"/>
    <w:rsid w:val="0031001C"/>
    <w:rsid w:val="00310141"/>
    <w:rsid w:val="00310618"/>
    <w:rsid w:val="0031064A"/>
    <w:rsid w:val="00310A30"/>
    <w:rsid w:val="00310AF2"/>
    <w:rsid w:val="00310D1D"/>
    <w:rsid w:val="00311A63"/>
    <w:rsid w:val="00311BA3"/>
    <w:rsid w:val="00311E62"/>
    <w:rsid w:val="0031256A"/>
    <w:rsid w:val="003126FD"/>
    <w:rsid w:val="00312925"/>
    <w:rsid w:val="00312F9F"/>
    <w:rsid w:val="003138ED"/>
    <w:rsid w:val="00313B47"/>
    <w:rsid w:val="003143A6"/>
    <w:rsid w:val="00314D81"/>
    <w:rsid w:val="0031580F"/>
    <w:rsid w:val="00315B47"/>
    <w:rsid w:val="00315BF2"/>
    <w:rsid w:val="00315CA6"/>
    <w:rsid w:val="003160EF"/>
    <w:rsid w:val="00316A43"/>
    <w:rsid w:val="00316D09"/>
    <w:rsid w:val="00316F7E"/>
    <w:rsid w:val="00317165"/>
    <w:rsid w:val="00317405"/>
    <w:rsid w:val="0031742C"/>
    <w:rsid w:val="00317E22"/>
    <w:rsid w:val="00320F30"/>
    <w:rsid w:val="0032100E"/>
    <w:rsid w:val="003210A1"/>
    <w:rsid w:val="003212EE"/>
    <w:rsid w:val="003212F7"/>
    <w:rsid w:val="0032179E"/>
    <w:rsid w:val="003217C5"/>
    <w:rsid w:val="00321F88"/>
    <w:rsid w:val="00322220"/>
    <w:rsid w:val="00322420"/>
    <w:rsid w:val="00322466"/>
    <w:rsid w:val="0032291C"/>
    <w:rsid w:val="00322931"/>
    <w:rsid w:val="00322DDA"/>
    <w:rsid w:val="00323B33"/>
    <w:rsid w:val="00323D1F"/>
    <w:rsid w:val="00323E77"/>
    <w:rsid w:val="003240A8"/>
    <w:rsid w:val="003242EE"/>
    <w:rsid w:val="00324480"/>
    <w:rsid w:val="00324B78"/>
    <w:rsid w:val="00324FF5"/>
    <w:rsid w:val="003257F0"/>
    <w:rsid w:val="00325A62"/>
    <w:rsid w:val="00325C4C"/>
    <w:rsid w:val="00325E91"/>
    <w:rsid w:val="0032610D"/>
    <w:rsid w:val="0032677E"/>
    <w:rsid w:val="00326D5B"/>
    <w:rsid w:val="00327062"/>
    <w:rsid w:val="00327426"/>
    <w:rsid w:val="00330802"/>
    <w:rsid w:val="00330D70"/>
    <w:rsid w:val="00331225"/>
    <w:rsid w:val="00331C5C"/>
    <w:rsid w:val="00332111"/>
    <w:rsid w:val="003328A0"/>
    <w:rsid w:val="0033342B"/>
    <w:rsid w:val="003339C2"/>
    <w:rsid w:val="003339D0"/>
    <w:rsid w:val="00333C61"/>
    <w:rsid w:val="00333C85"/>
    <w:rsid w:val="00333E3F"/>
    <w:rsid w:val="0033420B"/>
    <w:rsid w:val="0033438A"/>
    <w:rsid w:val="00334854"/>
    <w:rsid w:val="00334A68"/>
    <w:rsid w:val="003351DE"/>
    <w:rsid w:val="003353BB"/>
    <w:rsid w:val="0033620A"/>
    <w:rsid w:val="00336330"/>
    <w:rsid w:val="00337644"/>
    <w:rsid w:val="003378D0"/>
    <w:rsid w:val="00337C76"/>
    <w:rsid w:val="00337DF7"/>
    <w:rsid w:val="00340055"/>
    <w:rsid w:val="0034011F"/>
    <w:rsid w:val="003402AB"/>
    <w:rsid w:val="003404E3"/>
    <w:rsid w:val="003405B1"/>
    <w:rsid w:val="003405CD"/>
    <w:rsid w:val="00340EA3"/>
    <w:rsid w:val="00341052"/>
    <w:rsid w:val="003416A4"/>
    <w:rsid w:val="00341770"/>
    <w:rsid w:val="00341844"/>
    <w:rsid w:val="0034239A"/>
    <w:rsid w:val="00342F67"/>
    <w:rsid w:val="003436B6"/>
    <w:rsid w:val="00343819"/>
    <w:rsid w:val="00343A10"/>
    <w:rsid w:val="00343D42"/>
    <w:rsid w:val="00343F4D"/>
    <w:rsid w:val="003448E8"/>
    <w:rsid w:val="00344B2E"/>
    <w:rsid w:val="0034521F"/>
    <w:rsid w:val="00345B35"/>
    <w:rsid w:val="00345F54"/>
    <w:rsid w:val="00346411"/>
    <w:rsid w:val="00346473"/>
    <w:rsid w:val="00346BCF"/>
    <w:rsid w:val="00346D15"/>
    <w:rsid w:val="00346E1E"/>
    <w:rsid w:val="0034793C"/>
    <w:rsid w:val="00350873"/>
    <w:rsid w:val="00350AC1"/>
    <w:rsid w:val="00350CB5"/>
    <w:rsid w:val="00350DA0"/>
    <w:rsid w:val="00350E59"/>
    <w:rsid w:val="00351072"/>
    <w:rsid w:val="00351183"/>
    <w:rsid w:val="003515F8"/>
    <w:rsid w:val="0035173A"/>
    <w:rsid w:val="00351D12"/>
    <w:rsid w:val="003523B5"/>
    <w:rsid w:val="00352548"/>
    <w:rsid w:val="003525C5"/>
    <w:rsid w:val="003529FD"/>
    <w:rsid w:val="00352B86"/>
    <w:rsid w:val="00352D6A"/>
    <w:rsid w:val="0035368E"/>
    <w:rsid w:val="00354493"/>
    <w:rsid w:val="00354593"/>
    <w:rsid w:val="00354980"/>
    <w:rsid w:val="003549DC"/>
    <w:rsid w:val="00354D9B"/>
    <w:rsid w:val="00354E2E"/>
    <w:rsid w:val="003551E9"/>
    <w:rsid w:val="00355325"/>
    <w:rsid w:val="00355F40"/>
    <w:rsid w:val="00356144"/>
    <w:rsid w:val="00356F39"/>
    <w:rsid w:val="003570BD"/>
    <w:rsid w:val="00357344"/>
    <w:rsid w:val="0035742A"/>
    <w:rsid w:val="003575C1"/>
    <w:rsid w:val="003579A6"/>
    <w:rsid w:val="003579C6"/>
    <w:rsid w:val="0036076F"/>
    <w:rsid w:val="00360A5F"/>
    <w:rsid w:val="00360F1B"/>
    <w:rsid w:val="00360F67"/>
    <w:rsid w:val="00361642"/>
    <w:rsid w:val="003618AA"/>
    <w:rsid w:val="003618B5"/>
    <w:rsid w:val="00361AFC"/>
    <w:rsid w:val="00361CA2"/>
    <w:rsid w:val="00362198"/>
    <w:rsid w:val="003625F4"/>
    <w:rsid w:val="00362CBB"/>
    <w:rsid w:val="00362F28"/>
    <w:rsid w:val="00362F97"/>
    <w:rsid w:val="0036385C"/>
    <w:rsid w:val="00363AE3"/>
    <w:rsid w:val="00363C60"/>
    <w:rsid w:val="00363C94"/>
    <w:rsid w:val="0036400D"/>
    <w:rsid w:val="00364856"/>
    <w:rsid w:val="00364DD3"/>
    <w:rsid w:val="00364DFA"/>
    <w:rsid w:val="00364EDC"/>
    <w:rsid w:val="003655C8"/>
    <w:rsid w:val="00365653"/>
    <w:rsid w:val="003656C0"/>
    <w:rsid w:val="00365D67"/>
    <w:rsid w:val="003663DC"/>
    <w:rsid w:val="00367024"/>
    <w:rsid w:val="0036703E"/>
    <w:rsid w:val="0036733F"/>
    <w:rsid w:val="003673F1"/>
    <w:rsid w:val="003678C9"/>
    <w:rsid w:val="00367FCD"/>
    <w:rsid w:val="00370041"/>
    <w:rsid w:val="00370190"/>
    <w:rsid w:val="0037174E"/>
    <w:rsid w:val="003718EF"/>
    <w:rsid w:val="00371D84"/>
    <w:rsid w:val="00371EC7"/>
    <w:rsid w:val="0037218C"/>
    <w:rsid w:val="00372BB0"/>
    <w:rsid w:val="00373085"/>
    <w:rsid w:val="003735F9"/>
    <w:rsid w:val="00373EB9"/>
    <w:rsid w:val="00373FF7"/>
    <w:rsid w:val="003740AE"/>
    <w:rsid w:val="0037426B"/>
    <w:rsid w:val="00375129"/>
    <w:rsid w:val="003757B5"/>
    <w:rsid w:val="00375A42"/>
    <w:rsid w:val="00375D4E"/>
    <w:rsid w:val="0037608B"/>
    <w:rsid w:val="00376413"/>
    <w:rsid w:val="00376B2F"/>
    <w:rsid w:val="00376F0A"/>
    <w:rsid w:val="003776D1"/>
    <w:rsid w:val="003777BF"/>
    <w:rsid w:val="003778D9"/>
    <w:rsid w:val="00377B1A"/>
    <w:rsid w:val="00377D36"/>
    <w:rsid w:val="00377DA2"/>
    <w:rsid w:val="00380489"/>
    <w:rsid w:val="0038061A"/>
    <w:rsid w:val="00380665"/>
    <w:rsid w:val="003812E1"/>
    <w:rsid w:val="003812F5"/>
    <w:rsid w:val="00382406"/>
    <w:rsid w:val="0038243A"/>
    <w:rsid w:val="00382741"/>
    <w:rsid w:val="003827CA"/>
    <w:rsid w:val="00382E04"/>
    <w:rsid w:val="00383AC5"/>
    <w:rsid w:val="00383C00"/>
    <w:rsid w:val="00383DFE"/>
    <w:rsid w:val="00383ED5"/>
    <w:rsid w:val="0038467C"/>
    <w:rsid w:val="00384702"/>
    <w:rsid w:val="00384A5F"/>
    <w:rsid w:val="003850AA"/>
    <w:rsid w:val="003861DD"/>
    <w:rsid w:val="00386253"/>
    <w:rsid w:val="003862EF"/>
    <w:rsid w:val="0038683D"/>
    <w:rsid w:val="00386C0D"/>
    <w:rsid w:val="00386EAE"/>
    <w:rsid w:val="0038710C"/>
    <w:rsid w:val="0038753E"/>
    <w:rsid w:val="003875B3"/>
    <w:rsid w:val="00387759"/>
    <w:rsid w:val="00387909"/>
    <w:rsid w:val="00387BC1"/>
    <w:rsid w:val="00387ECD"/>
    <w:rsid w:val="003900E1"/>
    <w:rsid w:val="00390641"/>
    <w:rsid w:val="00390663"/>
    <w:rsid w:val="00390748"/>
    <w:rsid w:val="003908CD"/>
    <w:rsid w:val="00390B49"/>
    <w:rsid w:val="0039116A"/>
    <w:rsid w:val="003915E6"/>
    <w:rsid w:val="00391C80"/>
    <w:rsid w:val="00392D0A"/>
    <w:rsid w:val="00393613"/>
    <w:rsid w:val="003940A6"/>
    <w:rsid w:val="003942F3"/>
    <w:rsid w:val="00394751"/>
    <w:rsid w:val="00394C45"/>
    <w:rsid w:val="00394FFA"/>
    <w:rsid w:val="003951F3"/>
    <w:rsid w:val="003957C6"/>
    <w:rsid w:val="00395A6C"/>
    <w:rsid w:val="00395B20"/>
    <w:rsid w:val="00395EF8"/>
    <w:rsid w:val="0039615A"/>
    <w:rsid w:val="003963F3"/>
    <w:rsid w:val="003969DB"/>
    <w:rsid w:val="00396B3E"/>
    <w:rsid w:val="00397065"/>
    <w:rsid w:val="0039787F"/>
    <w:rsid w:val="00397D33"/>
    <w:rsid w:val="003A0F06"/>
    <w:rsid w:val="003A13B7"/>
    <w:rsid w:val="003A1475"/>
    <w:rsid w:val="003A15A7"/>
    <w:rsid w:val="003A2493"/>
    <w:rsid w:val="003A2C59"/>
    <w:rsid w:val="003A3298"/>
    <w:rsid w:val="003A366A"/>
    <w:rsid w:val="003A37A6"/>
    <w:rsid w:val="003A3D33"/>
    <w:rsid w:val="003A4091"/>
    <w:rsid w:val="003A4587"/>
    <w:rsid w:val="003A4A49"/>
    <w:rsid w:val="003A4BF3"/>
    <w:rsid w:val="003A4F02"/>
    <w:rsid w:val="003A4F14"/>
    <w:rsid w:val="003A55E4"/>
    <w:rsid w:val="003A5CF7"/>
    <w:rsid w:val="003A5F5E"/>
    <w:rsid w:val="003A64C6"/>
    <w:rsid w:val="003A6522"/>
    <w:rsid w:val="003A661E"/>
    <w:rsid w:val="003A6640"/>
    <w:rsid w:val="003A7852"/>
    <w:rsid w:val="003A7D1E"/>
    <w:rsid w:val="003B051D"/>
    <w:rsid w:val="003B05AE"/>
    <w:rsid w:val="003B0913"/>
    <w:rsid w:val="003B0962"/>
    <w:rsid w:val="003B0A63"/>
    <w:rsid w:val="003B1027"/>
    <w:rsid w:val="003B10F8"/>
    <w:rsid w:val="003B1119"/>
    <w:rsid w:val="003B1E47"/>
    <w:rsid w:val="003B20C5"/>
    <w:rsid w:val="003B21AF"/>
    <w:rsid w:val="003B2DA2"/>
    <w:rsid w:val="003B35BA"/>
    <w:rsid w:val="003B3BC4"/>
    <w:rsid w:val="003B4234"/>
    <w:rsid w:val="003B45C6"/>
    <w:rsid w:val="003B47AC"/>
    <w:rsid w:val="003B5031"/>
    <w:rsid w:val="003B5878"/>
    <w:rsid w:val="003B5A4D"/>
    <w:rsid w:val="003B5B3A"/>
    <w:rsid w:val="003B5D0F"/>
    <w:rsid w:val="003B5F61"/>
    <w:rsid w:val="003B6283"/>
    <w:rsid w:val="003B648E"/>
    <w:rsid w:val="003B6720"/>
    <w:rsid w:val="003B6BE5"/>
    <w:rsid w:val="003B6FC2"/>
    <w:rsid w:val="003B7124"/>
    <w:rsid w:val="003B7250"/>
    <w:rsid w:val="003B74D9"/>
    <w:rsid w:val="003B7604"/>
    <w:rsid w:val="003B766C"/>
    <w:rsid w:val="003B76C6"/>
    <w:rsid w:val="003B76C7"/>
    <w:rsid w:val="003B775B"/>
    <w:rsid w:val="003B7777"/>
    <w:rsid w:val="003B7E45"/>
    <w:rsid w:val="003B7F6E"/>
    <w:rsid w:val="003B7FA9"/>
    <w:rsid w:val="003C0979"/>
    <w:rsid w:val="003C0EF8"/>
    <w:rsid w:val="003C12BD"/>
    <w:rsid w:val="003C13C7"/>
    <w:rsid w:val="003C1D03"/>
    <w:rsid w:val="003C1F7F"/>
    <w:rsid w:val="003C2374"/>
    <w:rsid w:val="003C28B2"/>
    <w:rsid w:val="003C2B52"/>
    <w:rsid w:val="003C3011"/>
    <w:rsid w:val="003C33C1"/>
    <w:rsid w:val="003C3593"/>
    <w:rsid w:val="003C3663"/>
    <w:rsid w:val="003C3E93"/>
    <w:rsid w:val="003C4E5D"/>
    <w:rsid w:val="003C5306"/>
    <w:rsid w:val="003C5559"/>
    <w:rsid w:val="003C5F05"/>
    <w:rsid w:val="003C5FB9"/>
    <w:rsid w:val="003C60CA"/>
    <w:rsid w:val="003C6354"/>
    <w:rsid w:val="003C6663"/>
    <w:rsid w:val="003C6CD4"/>
    <w:rsid w:val="003C6D16"/>
    <w:rsid w:val="003C6F3B"/>
    <w:rsid w:val="003C728D"/>
    <w:rsid w:val="003C7404"/>
    <w:rsid w:val="003C78F5"/>
    <w:rsid w:val="003C7C08"/>
    <w:rsid w:val="003C7E3D"/>
    <w:rsid w:val="003D01B5"/>
    <w:rsid w:val="003D0900"/>
    <w:rsid w:val="003D0E16"/>
    <w:rsid w:val="003D1CF4"/>
    <w:rsid w:val="003D2459"/>
    <w:rsid w:val="003D282B"/>
    <w:rsid w:val="003D28ED"/>
    <w:rsid w:val="003D2D75"/>
    <w:rsid w:val="003D2E62"/>
    <w:rsid w:val="003D3107"/>
    <w:rsid w:val="003D3359"/>
    <w:rsid w:val="003D3889"/>
    <w:rsid w:val="003D3D19"/>
    <w:rsid w:val="003D3DE2"/>
    <w:rsid w:val="003D4385"/>
    <w:rsid w:val="003D4B98"/>
    <w:rsid w:val="003D4C31"/>
    <w:rsid w:val="003D4D47"/>
    <w:rsid w:val="003D5579"/>
    <w:rsid w:val="003D5652"/>
    <w:rsid w:val="003D5AB5"/>
    <w:rsid w:val="003D5C82"/>
    <w:rsid w:val="003D6044"/>
    <w:rsid w:val="003D66C8"/>
    <w:rsid w:val="003D67AC"/>
    <w:rsid w:val="003D6A4D"/>
    <w:rsid w:val="003D6AEB"/>
    <w:rsid w:val="003D70F0"/>
    <w:rsid w:val="003D791F"/>
    <w:rsid w:val="003D7DBC"/>
    <w:rsid w:val="003D7F8A"/>
    <w:rsid w:val="003E00E9"/>
    <w:rsid w:val="003E0C0E"/>
    <w:rsid w:val="003E0C2D"/>
    <w:rsid w:val="003E0F13"/>
    <w:rsid w:val="003E148D"/>
    <w:rsid w:val="003E233A"/>
    <w:rsid w:val="003E28B2"/>
    <w:rsid w:val="003E3600"/>
    <w:rsid w:val="003E3B29"/>
    <w:rsid w:val="003E3DB7"/>
    <w:rsid w:val="003E4394"/>
    <w:rsid w:val="003E5406"/>
    <w:rsid w:val="003E5451"/>
    <w:rsid w:val="003E5A7E"/>
    <w:rsid w:val="003E5E3C"/>
    <w:rsid w:val="003E6422"/>
    <w:rsid w:val="003E64E7"/>
    <w:rsid w:val="003E65EB"/>
    <w:rsid w:val="003E7181"/>
    <w:rsid w:val="003E7C50"/>
    <w:rsid w:val="003F033B"/>
    <w:rsid w:val="003F0342"/>
    <w:rsid w:val="003F0891"/>
    <w:rsid w:val="003F15A3"/>
    <w:rsid w:val="003F1AA2"/>
    <w:rsid w:val="003F1E0B"/>
    <w:rsid w:val="003F294D"/>
    <w:rsid w:val="003F2C22"/>
    <w:rsid w:val="003F2F8A"/>
    <w:rsid w:val="003F33DE"/>
    <w:rsid w:val="003F3447"/>
    <w:rsid w:val="003F345E"/>
    <w:rsid w:val="003F5456"/>
    <w:rsid w:val="003F56E2"/>
    <w:rsid w:val="003F5BBE"/>
    <w:rsid w:val="003F65E3"/>
    <w:rsid w:val="003F6F0B"/>
    <w:rsid w:val="003F705B"/>
    <w:rsid w:val="003F7297"/>
    <w:rsid w:val="004002CE"/>
    <w:rsid w:val="00400623"/>
    <w:rsid w:val="00400643"/>
    <w:rsid w:val="0040075F"/>
    <w:rsid w:val="00400C33"/>
    <w:rsid w:val="00400ECB"/>
    <w:rsid w:val="00400F6D"/>
    <w:rsid w:val="00401429"/>
    <w:rsid w:val="004015B4"/>
    <w:rsid w:val="00401774"/>
    <w:rsid w:val="00401969"/>
    <w:rsid w:val="00401B2D"/>
    <w:rsid w:val="00402758"/>
    <w:rsid w:val="004029B4"/>
    <w:rsid w:val="00402C65"/>
    <w:rsid w:val="00402D6D"/>
    <w:rsid w:val="00403C8C"/>
    <w:rsid w:val="00403E7C"/>
    <w:rsid w:val="00403F69"/>
    <w:rsid w:val="004043DE"/>
    <w:rsid w:val="00404955"/>
    <w:rsid w:val="00404EB7"/>
    <w:rsid w:val="004050DF"/>
    <w:rsid w:val="00405FA7"/>
    <w:rsid w:val="0040601F"/>
    <w:rsid w:val="00407B9B"/>
    <w:rsid w:val="00407D56"/>
    <w:rsid w:val="00407E78"/>
    <w:rsid w:val="0041064A"/>
    <w:rsid w:val="004108CC"/>
    <w:rsid w:val="00411154"/>
    <w:rsid w:val="004117DF"/>
    <w:rsid w:val="00411A71"/>
    <w:rsid w:val="00411A81"/>
    <w:rsid w:val="00411BB4"/>
    <w:rsid w:val="00411E45"/>
    <w:rsid w:val="0041210D"/>
    <w:rsid w:val="004125BB"/>
    <w:rsid w:val="00412A81"/>
    <w:rsid w:val="00412AE5"/>
    <w:rsid w:val="00412AEA"/>
    <w:rsid w:val="00412B29"/>
    <w:rsid w:val="00412F89"/>
    <w:rsid w:val="00413350"/>
    <w:rsid w:val="00413430"/>
    <w:rsid w:val="00413439"/>
    <w:rsid w:val="00414CD5"/>
    <w:rsid w:val="00414CE7"/>
    <w:rsid w:val="00415087"/>
    <w:rsid w:val="00415427"/>
    <w:rsid w:val="00415C1F"/>
    <w:rsid w:val="00415D1E"/>
    <w:rsid w:val="00415ED0"/>
    <w:rsid w:val="0041635B"/>
    <w:rsid w:val="00416498"/>
    <w:rsid w:val="00416E2B"/>
    <w:rsid w:val="00416ED2"/>
    <w:rsid w:val="0041723C"/>
    <w:rsid w:val="0041734E"/>
    <w:rsid w:val="004173FB"/>
    <w:rsid w:val="00417ACC"/>
    <w:rsid w:val="0042002B"/>
    <w:rsid w:val="004209BA"/>
    <w:rsid w:val="00420B53"/>
    <w:rsid w:val="00420C44"/>
    <w:rsid w:val="00420CF7"/>
    <w:rsid w:val="00421AFE"/>
    <w:rsid w:val="00421FEF"/>
    <w:rsid w:val="004222FA"/>
    <w:rsid w:val="0042331F"/>
    <w:rsid w:val="00423535"/>
    <w:rsid w:val="00423A64"/>
    <w:rsid w:val="00423ACC"/>
    <w:rsid w:val="00423AF7"/>
    <w:rsid w:val="00423CEF"/>
    <w:rsid w:val="00423CF2"/>
    <w:rsid w:val="00423F95"/>
    <w:rsid w:val="004241E7"/>
    <w:rsid w:val="004242C1"/>
    <w:rsid w:val="00424510"/>
    <w:rsid w:val="0042453D"/>
    <w:rsid w:val="004246DB"/>
    <w:rsid w:val="004250C6"/>
    <w:rsid w:val="0042531F"/>
    <w:rsid w:val="0042593F"/>
    <w:rsid w:val="00425F33"/>
    <w:rsid w:val="00426216"/>
    <w:rsid w:val="0042635F"/>
    <w:rsid w:val="004263E7"/>
    <w:rsid w:val="00426F5F"/>
    <w:rsid w:val="004270DC"/>
    <w:rsid w:val="004272F7"/>
    <w:rsid w:val="00427FAE"/>
    <w:rsid w:val="00427FC0"/>
    <w:rsid w:val="0043005A"/>
    <w:rsid w:val="004301B7"/>
    <w:rsid w:val="00430581"/>
    <w:rsid w:val="0043086C"/>
    <w:rsid w:val="0043096E"/>
    <w:rsid w:val="00430E5B"/>
    <w:rsid w:val="00432054"/>
    <w:rsid w:val="0043220A"/>
    <w:rsid w:val="004327F6"/>
    <w:rsid w:val="00432870"/>
    <w:rsid w:val="00432C33"/>
    <w:rsid w:val="004331FF"/>
    <w:rsid w:val="00433EBE"/>
    <w:rsid w:val="00433F48"/>
    <w:rsid w:val="00434102"/>
    <w:rsid w:val="00434520"/>
    <w:rsid w:val="004345AD"/>
    <w:rsid w:val="00434A97"/>
    <w:rsid w:val="00436319"/>
    <w:rsid w:val="00437035"/>
    <w:rsid w:val="004370BB"/>
    <w:rsid w:val="004372B0"/>
    <w:rsid w:val="0043742A"/>
    <w:rsid w:val="00437AF9"/>
    <w:rsid w:val="0044073A"/>
    <w:rsid w:val="00440B9C"/>
    <w:rsid w:val="00440C62"/>
    <w:rsid w:val="00440F5F"/>
    <w:rsid w:val="00441252"/>
    <w:rsid w:val="004415F5"/>
    <w:rsid w:val="004418FB"/>
    <w:rsid w:val="00441AB9"/>
    <w:rsid w:val="004421F3"/>
    <w:rsid w:val="00443B38"/>
    <w:rsid w:val="00443DFE"/>
    <w:rsid w:val="00443FB4"/>
    <w:rsid w:val="004440AA"/>
    <w:rsid w:val="0044476A"/>
    <w:rsid w:val="00444E19"/>
    <w:rsid w:val="004467F4"/>
    <w:rsid w:val="00446ABF"/>
    <w:rsid w:val="00446BBA"/>
    <w:rsid w:val="00446C9C"/>
    <w:rsid w:val="0044713D"/>
    <w:rsid w:val="00447165"/>
    <w:rsid w:val="004476F3"/>
    <w:rsid w:val="0044772C"/>
    <w:rsid w:val="004477E0"/>
    <w:rsid w:val="004479B2"/>
    <w:rsid w:val="004479F9"/>
    <w:rsid w:val="00447B6C"/>
    <w:rsid w:val="004506A0"/>
    <w:rsid w:val="004508CC"/>
    <w:rsid w:val="00450D1C"/>
    <w:rsid w:val="004511BE"/>
    <w:rsid w:val="00451B63"/>
    <w:rsid w:val="00451CFC"/>
    <w:rsid w:val="0045240A"/>
    <w:rsid w:val="004525F3"/>
    <w:rsid w:val="00452949"/>
    <w:rsid w:val="00452A88"/>
    <w:rsid w:val="00452C12"/>
    <w:rsid w:val="00452FF1"/>
    <w:rsid w:val="00453381"/>
    <w:rsid w:val="004538D5"/>
    <w:rsid w:val="00453CDA"/>
    <w:rsid w:val="00454113"/>
    <w:rsid w:val="00454160"/>
    <w:rsid w:val="004541B0"/>
    <w:rsid w:val="004543D2"/>
    <w:rsid w:val="00454FC8"/>
    <w:rsid w:val="004551AE"/>
    <w:rsid w:val="004555D0"/>
    <w:rsid w:val="004557F7"/>
    <w:rsid w:val="00455A1C"/>
    <w:rsid w:val="00455A59"/>
    <w:rsid w:val="00455E20"/>
    <w:rsid w:val="00456281"/>
    <w:rsid w:val="00456BF4"/>
    <w:rsid w:val="00456DAC"/>
    <w:rsid w:val="0045706E"/>
    <w:rsid w:val="00457381"/>
    <w:rsid w:val="004576AA"/>
    <w:rsid w:val="004579CA"/>
    <w:rsid w:val="00457C77"/>
    <w:rsid w:val="004603C3"/>
    <w:rsid w:val="004605D1"/>
    <w:rsid w:val="00460E86"/>
    <w:rsid w:val="00460F72"/>
    <w:rsid w:val="00461042"/>
    <w:rsid w:val="0046145E"/>
    <w:rsid w:val="0046146B"/>
    <w:rsid w:val="004617CD"/>
    <w:rsid w:val="00462FD9"/>
    <w:rsid w:val="00463008"/>
    <w:rsid w:val="00463126"/>
    <w:rsid w:val="00463987"/>
    <w:rsid w:val="00463E47"/>
    <w:rsid w:val="00463EEF"/>
    <w:rsid w:val="0046408A"/>
    <w:rsid w:val="00464879"/>
    <w:rsid w:val="00464A7E"/>
    <w:rsid w:val="004655E2"/>
    <w:rsid w:val="00466071"/>
    <w:rsid w:val="0046634E"/>
    <w:rsid w:val="00466C7A"/>
    <w:rsid w:val="00466E01"/>
    <w:rsid w:val="00466E99"/>
    <w:rsid w:val="00466F86"/>
    <w:rsid w:val="00467910"/>
    <w:rsid w:val="00467E54"/>
    <w:rsid w:val="00470378"/>
    <w:rsid w:val="0047053A"/>
    <w:rsid w:val="00470C94"/>
    <w:rsid w:val="0047154F"/>
    <w:rsid w:val="0047166D"/>
    <w:rsid w:val="0047179E"/>
    <w:rsid w:val="004719E6"/>
    <w:rsid w:val="00471BDB"/>
    <w:rsid w:val="0047216C"/>
    <w:rsid w:val="004722F9"/>
    <w:rsid w:val="004729AE"/>
    <w:rsid w:val="004729D6"/>
    <w:rsid w:val="00472A23"/>
    <w:rsid w:val="00472D64"/>
    <w:rsid w:val="0047311A"/>
    <w:rsid w:val="00473488"/>
    <w:rsid w:val="00473B99"/>
    <w:rsid w:val="004744B4"/>
    <w:rsid w:val="00474560"/>
    <w:rsid w:val="004746BF"/>
    <w:rsid w:val="00474A8C"/>
    <w:rsid w:val="00474B94"/>
    <w:rsid w:val="00475403"/>
    <w:rsid w:val="00475E99"/>
    <w:rsid w:val="0047600F"/>
    <w:rsid w:val="004764DA"/>
    <w:rsid w:val="0047664F"/>
    <w:rsid w:val="004769C8"/>
    <w:rsid w:val="00477CD3"/>
    <w:rsid w:val="00477D86"/>
    <w:rsid w:val="00481146"/>
    <w:rsid w:val="00481B00"/>
    <w:rsid w:val="00481E61"/>
    <w:rsid w:val="00481FD0"/>
    <w:rsid w:val="0048221F"/>
    <w:rsid w:val="00482255"/>
    <w:rsid w:val="00482567"/>
    <w:rsid w:val="004825A5"/>
    <w:rsid w:val="00482E96"/>
    <w:rsid w:val="004833D2"/>
    <w:rsid w:val="00483651"/>
    <w:rsid w:val="00483AC9"/>
    <w:rsid w:val="00483C2E"/>
    <w:rsid w:val="00483CB2"/>
    <w:rsid w:val="00483CE6"/>
    <w:rsid w:val="004842D7"/>
    <w:rsid w:val="004855ED"/>
    <w:rsid w:val="00486DA0"/>
    <w:rsid w:val="00486F41"/>
    <w:rsid w:val="004876A4"/>
    <w:rsid w:val="004878C2"/>
    <w:rsid w:val="00487C70"/>
    <w:rsid w:val="00487FC7"/>
    <w:rsid w:val="00490907"/>
    <w:rsid w:val="004911CF"/>
    <w:rsid w:val="004911E6"/>
    <w:rsid w:val="004913EB"/>
    <w:rsid w:val="004919C3"/>
    <w:rsid w:val="00491FC9"/>
    <w:rsid w:val="0049224F"/>
    <w:rsid w:val="0049244F"/>
    <w:rsid w:val="00492924"/>
    <w:rsid w:val="00492C9D"/>
    <w:rsid w:val="00492EE0"/>
    <w:rsid w:val="00493647"/>
    <w:rsid w:val="00493B4F"/>
    <w:rsid w:val="00494E20"/>
    <w:rsid w:val="004953C3"/>
    <w:rsid w:val="00496BDF"/>
    <w:rsid w:val="00497042"/>
    <w:rsid w:val="00497134"/>
    <w:rsid w:val="004972BB"/>
    <w:rsid w:val="00497369"/>
    <w:rsid w:val="00497A26"/>
    <w:rsid w:val="004A0866"/>
    <w:rsid w:val="004A0B14"/>
    <w:rsid w:val="004A0DA9"/>
    <w:rsid w:val="004A1297"/>
    <w:rsid w:val="004A2A53"/>
    <w:rsid w:val="004A34B4"/>
    <w:rsid w:val="004A4460"/>
    <w:rsid w:val="004A4A6B"/>
    <w:rsid w:val="004A51F6"/>
    <w:rsid w:val="004A5741"/>
    <w:rsid w:val="004A5796"/>
    <w:rsid w:val="004A5912"/>
    <w:rsid w:val="004A61FB"/>
    <w:rsid w:val="004A621C"/>
    <w:rsid w:val="004A6378"/>
    <w:rsid w:val="004A65C8"/>
    <w:rsid w:val="004A70B7"/>
    <w:rsid w:val="004A7762"/>
    <w:rsid w:val="004A7EA0"/>
    <w:rsid w:val="004A7FF3"/>
    <w:rsid w:val="004B0074"/>
    <w:rsid w:val="004B03F9"/>
    <w:rsid w:val="004B0601"/>
    <w:rsid w:val="004B0E33"/>
    <w:rsid w:val="004B143C"/>
    <w:rsid w:val="004B16E1"/>
    <w:rsid w:val="004B17F4"/>
    <w:rsid w:val="004B2159"/>
    <w:rsid w:val="004B23E1"/>
    <w:rsid w:val="004B293A"/>
    <w:rsid w:val="004B2DAE"/>
    <w:rsid w:val="004B34DB"/>
    <w:rsid w:val="004B3AEA"/>
    <w:rsid w:val="004B3F28"/>
    <w:rsid w:val="004B3FB8"/>
    <w:rsid w:val="004B4596"/>
    <w:rsid w:val="004B4955"/>
    <w:rsid w:val="004B4FAE"/>
    <w:rsid w:val="004B5EF5"/>
    <w:rsid w:val="004B69CD"/>
    <w:rsid w:val="004B6CA0"/>
    <w:rsid w:val="004B72B8"/>
    <w:rsid w:val="004B7630"/>
    <w:rsid w:val="004B7CF6"/>
    <w:rsid w:val="004B7EBD"/>
    <w:rsid w:val="004B7F8D"/>
    <w:rsid w:val="004C09AF"/>
    <w:rsid w:val="004C129B"/>
    <w:rsid w:val="004C16F5"/>
    <w:rsid w:val="004C237B"/>
    <w:rsid w:val="004C2D26"/>
    <w:rsid w:val="004C35FB"/>
    <w:rsid w:val="004C39C2"/>
    <w:rsid w:val="004C39C8"/>
    <w:rsid w:val="004C3E4D"/>
    <w:rsid w:val="004C3E6F"/>
    <w:rsid w:val="004C3E90"/>
    <w:rsid w:val="004C3EB4"/>
    <w:rsid w:val="004C4336"/>
    <w:rsid w:val="004C48AE"/>
    <w:rsid w:val="004C519E"/>
    <w:rsid w:val="004C55B8"/>
    <w:rsid w:val="004C5636"/>
    <w:rsid w:val="004C6A34"/>
    <w:rsid w:val="004C6F3F"/>
    <w:rsid w:val="004C75EA"/>
    <w:rsid w:val="004C77B5"/>
    <w:rsid w:val="004C787B"/>
    <w:rsid w:val="004C7937"/>
    <w:rsid w:val="004C7C81"/>
    <w:rsid w:val="004C7CDD"/>
    <w:rsid w:val="004D043C"/>
    <w:rsid w:val="004D053D"/>
    <w:rsid w:val="004D0573"/>
    <w:rsid w:val="004D126B"/>
    <w:rsid w:val="004D2ABA"/>
    <w:rsid w:val="004D2DB8"/>
    <w:rsid w:val="004D2DC8"/>
    <w:rsid w:val="004D31E3"/>
    <w:rsid w:val="004D386C"/>
    <w:rsid w:val="004D3925"/>
    <w:rsid w:val="004D3AED"/>
    <w:rsid w:val="004D471B"/>
    <w:rsid w:val="004D4732"/>
    <w:rsid w:val="004D4CE2"/>
    <w:rsid w:val="004D514A"/>
    <w:rsid w:val="004D5517"/>
    <w:rsid w:val="004D58FB"/>
    <w:rsid w:val="004D5FE4"/>
    <w:rsid w:val="004D609A"/>
    <w:rsid w:val="004D67B0"/>
    <w:rsid w:val="004D68E2"/>
    <w:rsid w:val="004D6BF4"/>
    <w:rsid w:val="004D6DB7"/>
    <w:rsid w:val="004D725B"/>
    <w:rsid w:val="004D7678"/>
    <w:rsid w:val="004D7939"/>
    <w:rsid w:val="004D7CD7"/>
    <w:rsid w:val="004D7E27"/>
    <w:rsid w:val="004E0233"/>
    <w:rsid w:val="004E069D"/>
    <w:rsid w:val="004E089F"/>
    <w:rsid w:val="004E0F4F"/>
    <w:rsid w:val="004E1391"/>
    <w:rsid w:val="004E1859"/>
    <w:rsid w:val="004E1BA1"/>
    <w:rsid w:val="004E214B"/>
    <w:rsid w:val="004E21C0"/>
    <w:rsid w:val="004E2905"/>
    <w:rsid w:val="004E2A44"/>
    <w:rsid w:val="004E2C31"/>
    <w:rsid w:val="004E334E"/>
    <w:rsid w:val="004E3A69"/>
    <w:rsid w:val="004E3B54"/>
    <w:rsid w:val="004E45B9"/>
    <w:rsid w:val="004E4866"/>
    <w:rsid w:val="004E4909"/>
    <w:rsid w:val="004E4EA0"/>
    <w:rsid w:val="004E5639"/>
    <w:rsid w:val="004E56D0"/>
    <w:rsid w:val="004E5868"/>
    <w:rsid w:val="004E5B8B"/>
    <w:rsid w:val="004E6D1F"/>
    <w:rsid w:val="004E6E95"/>
    <w:rsid w:val="004E7140"/>
    <w:rsid w:val="004E725B"/>
    <w:rsid w:val="004E7C0A"/>
    <w:rsid w:val="004F0184"/>
    <w:rsid w:val="004F04A7"/>
    <w:rsid w:val="004F0548"/>
    <w:rsid w:val="004F0A68"/>
    <w:rsid w:val="004F0B84"/>
    <w:rsid w:val="004F1865"/>
    <w:rsid w:val="004F1AD0"/>
    <w:rsid w:val="004F1ED9"/>
    <w:rsid w:val="004F261C"/>
    <w:rsid w:val="004F2783"/>
    <w:rsid w:val="004F31AF"/>
    <w:rsid w:val="004F3F89"/>
    <w:rsid w:val="004F40ED"/>
    <w:rsid w:val="004F411B"/>
    <w:rsid w:val="004F4367"/>
    <w:rsid w:val="004F44D5"/>
    <w:rsid w:val="004F4A95"/>
    <w:rsid w:val="004F4CE7"/>
    <w:rsid w:val="004F4FC8"/>
    <w:rsid w:val="004F54EF"/>
    <w:rsid w:val="004F5509"/>
    <w:rsid w:val="004F578A"/>
    <w:rsid w:val="004F5838"/>
    <w:rsid w:val="004F58BA"/>
    <w:rsid w:val="004F5967"/>
    <w:rsid w:val="004F5E82"/>
    <w:rsid w:val="004F6063"/>
    <w:rsid w:val="004F65A5"/>
    <w:rsid w:val="004F6866"/>
    <w:rsid w:val="004F6B5B"/>
    <w:rsid w:val="004F727B"/>
    <w:rsid w:val="004F793C"/>
    <w:rsid w:val="004F7D98"/>
    <w:rsid w:val="0050034E"/>
    <w:rsid w:val="00501159"/>
    <w:rsid w:val="0050162E"/>
    <w:rsid w:val="005018C0"/>
    <w:rsid w:val="0050227C"/>
    <w:rsid w:val="005022E5"/>
    <w:rsid w:val="005028E6"/>
    <w:rsid w:val="00502A50"/>
    <w:rsid w:val="00502B19"/>
    <w:rsid w:val="00502DCA"/>
    <w:rsid w:val="00503727"/>
    <w:rsid w:val="005039C3"/>
    <w:rsid w:val="00503DED"/>
    <w:rsid w:val="0050437E"/>
    <w:rsid w:val="00504616"/>
    <w:rsid w:val="00504C15"/>
    <w:rsid w:val="00504DCD"/>
    <w:rsid w:val="0050516F"/>
    <w:rsid w:val="005055CD"/>
    <w:rsid w:val="005058DD"/>
    <w:rsid w:val="00505C9E"/>
    <w:rsid w:val="005064C6"/>
    <w:rsid w:val="005065F5"/>
    <w:rsid w:val="005077B9"/>
    <w:rsid w:val="00507AFA"/>
    <w:rsid w:val="00510B4E"/>
    <w:rsid w:val="005114AE"/>
    <w:rsid w:val="00512355"/>
    <w:rsid w:val="0051238E"/>
    <w:rsid w:val="00512F9A"/>
    <w:rsid w:val="00513489"/>
    <w:rsid w:val="00513AB8"/>
    <w:rsid w:val="00513ECC"/>
    <w:rsid w:val="00513F86"/>
    <w:rsid w:val="00513F8C"/>
    <w:rsid w:val="00514125"/>
    <w:rsid w:val="005141A0"/>
    <w:rsid w:val="00514542"/>
    <w:rsid w:val="00514772"/>
    <w:rsid w:val="00514BE5"/>
    <w:rsid w:val="00514C4E"/>
    <w:rsid w:val="00514D1E"/>
    <w:rsid w:val="00514D9D"/>
    <w:rsid w:val="0051524C"/>
    <w:rsid w:val="00515438"/>
    <w:rsid w:val="005155AE"/>
    <w:rsid w:val="005157C9"/>
    <w:rsid w:val="00515AD0"/>
    <w:rsid w:val="005162DC"/>
    <w:rsid w:val="00517AE0"/>
    <w:rsid w:val="00517D33"/>
    <w:rsid w:val="00517F7E"/>
    <w:rsid w:val="00520789"/>
    <w:rsid w:val="005213BD"/>
    <w:rsid w:val="005218C0"/>
    <w:rsid w:val="005234A5"/>
    <w:rsid w:val="0052351D"/>
    <w:rsid w:val="00523AC8"/>
    <w:rsid w:val="00523D6A"/>
    <w:rsid w:val="00523D74"/>
    <w:rsid w:val="00524606"/>
    <w:rsid w:val="005247C2"/>
    <w:rsid w:val="00524F88"/>
    <w:rsid w:val="0052503D"/>
    <w:rsid w:val="005253DC"/>
    <w:rsid w:val="005254BC"/>
    <w:rsid w:val="00525F0F"/>
    <w:rsid w:val="0052669E"/>
    <w:rsid w:val="00526724"/>
    <w:rsid w:val="005269C1"/>
    <w:rsid w:val="0052752C"/>
    <w:rsid w:val="005275A4"/>
    <w:rsid w:val="00527948"/>
    <w:rsid w:val="00527A8C"/>
    <w:rsid w:val="00527FC5"/>
    <w:rsid w:val="005309B1"/>
    <w:rsid w:val="005313EC"/>
    <w:rsid w:val="005315FE"/>
    <w:rsid w:val="00531E8C"/>
    <w:rsid w:val="0053312F"/>
    <w:rsid w:val="00533C32"/>
    <w:rsid w:val="00533E94"/>
    <w:rsid w:val="00533F26"/>
    <w:rsid w:val="00534231"/>
    <w:rsid w:val="00534C7F"/>
    <w:rsid w:val="00534CB9"/>
    <w:rsid w:val="005350F6"/>
    <w:rsid w:val="0053513C"/>
    <w:rsid w:val="00535193"/>
    <w:rsid w:val="00535843"/>
    <w:rsid w:val="005358FB"/>
    <w:rsid w:val="00535B92"/>
    <w:rsid w:val="00535F01"/>
    <w:rsid w:val="005362A9"/>
    <w:rsid w:val="00536BC5"/>
    <w:rsid w:val="00537B6D"/>
    <w:rsid w:val="00537EF4"/>
    <w:rsid w:val="005401D9"/>
    <w:rsid w:val="00540471"/>
    <w:rsid w:val="00540B61"/>
    <w:rsid w:val="00541188"/>
    <w:rsid w:val="005413B7"/>
    <w:rsid w:val="00542871"/>
    <w:rsid w:val="00542CFC"/>
    <w:rsid w:val="00542EEF"/>
    <w:rsid w:val="005432E6"/>
    <w:rsid w:val="00543581"/>
    <w:rsid w:val="005438B4"/>
    <w:rsid w:val="00544DCF"/>
    <w:rsid w:val="0054519A"/>
    <w:rsid w:val="00545312"/>
    <w:rsid w:val="00545B2E"/>
    <w:rsid w:val="00545D5E"/>
    <w:rsid w:val="00546863"/>
    <w:rsid w:val="00546B56"/>
    <w:rsid w:val="0054759D"/>
    <w:rsid w:val="00547640"/>
    <w:rsid w:val="00547819"/>
    <w:rsid w:val="00550787"/>
    <w:rsid w:val="00550974"/>
    <w:rsid w:val="00550B2F"/>
    <w:rsid w:val="00551278"/>
    <w:rsid w:val="0055127F"/>
    <w:rsid w:val="005514BD"/>
    <w:rsid w:val="005515AB"/>
    <w:rsid w:val="00551712"/>
    <w:rsid w:val="00551A18"/>
    <w:rsid w:val="00551B4F"/>
    <w:rsid w:val="00551E02"/>
    <w:rsid w:val="0055263D"/>
    <w:rsid w:val="005529FE"/>
    <w:rsid w:val="00552C63"/>
    <w:rsid w:val="00552E25"/>
    <w:rsid w:val="00552E65"/>
    <w:rsid w:val="005531C4"/>
    <w:rsid w:val="005534A0"/>
    <w:rsid w:val="0055382D"/>
    <w:rsid w:val="00553BE8"/>
    <w:rsid w:val="00553E8E"/>
    <w:rsid w:val="00553F87"/>
    <w:rsid w:val="0055443D"/>
    <w:rsid w:val="005549DE"/>
    <w:rsid w:val="00554A2D"/>
    <w:rsid w:val="00554FE8"/>
    <w:rsid w:val="00555014"/>
    <w:rsid w:val="00555124"/>
    <w:rsid w:val="00555B23"/>
    <w:rsid w:val="00555D01"/>
    <w:rsid w:val="00555E4C"/>
    <w:rsid w:val="00556029"/>
    <w:rsid w:val="005567A9"/>
    <w:rsid w:val="005568B5"/>
    <w:rsid w:val="00556D6B"/>
    <w:rsid w:val="00556E57"/>
    <w:rsid w:val="00557126"/>
    <w:rsid w:val="00557FB6"/>
    <w:rsid w:val="00557FD9"/>
    <w:rsid w:val="005601A3"/>
    <w:rsid w:val="005605F1"/>
    <w:rsid w:val="00560EE0"/>
    <w:rsid w:val="0056120D"/>
    <w:rsid w:val="005612F3"/>
    <w:rsid w:val="0056158D"/>
    <w:rsid w:val="00561C58"/>
    <w:rsid w:val="00561E7A"/>
    <w:rsid w:val="00561F38"/>
    <w:rsid w:val="00562924"/>
    <w:rsid w:val="005629CD"/>
    <w:rsid w:val="00562EED"/>
    <w:rsid w:val="005632BA"/>
    <w:rsid w:val="005634C4"/>
    <w:rsid w:val="005638C7"/>
    <w:rsid w:val="005639F1"/>
    <w:rsid w:val="005647E3"/>
    <w:rsid w:val="00564890"/>
    <w:rsid w:val="00564B0C"/>
    <w:rsid w:val="00564EAF"/>
    <w:rsid w:val="00565351"/>
    <w:rsid w:val="005655F6"/>
    <w:rsid w:val="00565643"/>
    <w:rsid w:val="00565EF0"/>
    <w:rsid w:val="00566157"/>
    <w:rsid w:val="0056686E"/>
    <w:rsid w:val="00566BAF"/>
    <w:rsid w:val="00566D30"/>
    <w:rsid w:val="00567068"/>
    <w:rsid w:val="005673A9"/>
    <w:rsid w:val="0057006C"/>
    <w:rsid w:val="00570F29"/>
    <w:rsid w:val="0057143B"/>
    <w:rsid w:val="00571AC9"/>
    <w:rsid w:val="00571BF1"/>
    <w:rsid w:val="0057215A"/>
    <w:rsid w:val="0057254F"/>
    <w:rsid w:val="00573FAB"/>
    <w:rsid w:val="00573FCA"/>
    <w:rsid w:val="005742FF"/>
    <w:rsid w:val="00574672"/>
    <w:rsid w:val="00574DA3"/>
    <w:rsid w:val="00574E79"/>
    <w:rsid w:val="005750F4"/>
    <w:rsid w:val="005754D9"/>
    <w:rsid w:val="0057612B"/>
    <w:rsid w:val="00576984"/>
    <w:rsid w:val="005772C4"/>
    <w:rsid w:val="00577577"/>
    <w:rsid w:val="00577647"/>
    <w:rsid w:val="00577D20"/>
    <w:rsid w:val="00580107"/>
    <w:rsid w:val="00580BDF"/>
    <w:rsid w:val="00580FD0"/>
    <w:rsid w:val="00581651"/>
    <w:rsid w:val="00581668"/>
    <w:rsid w:val="00581861"/>
    <w:rsid w:val="00581C09"/>
    <w:rsid w:val="00582D2B"/>
    <w:rsid w:val="00582E74"/>
    <w:rsid w:val="005830DC"/>
    <w:rsid w:val="00583281"/>
    <w:rsid w:val="00583745"/>
    <w:rsid w:val="005838F4"/>
    <w:rsid w:val="005840C9"/>
    <w:rsid w:val="00584801"/>
    <w:rsid w:val="00584B58"/>
    <w:rsid w:val="00584EE5"/>
    <w:rsid w:val="0058516F"/>
    <w:rsid w:val="005851E3"/>
    <w:rsid w:val="0058558A"/>
    <w:rsid w:val="005867A0"/>
    <w:rsid w:val="005871CF"/>
    <w:rsid w:val="00587504"/>
    <w:rsid w:val="00587619"/>
    <w:rsid w:val="0058764C"/>
    <w:rsid w:val="00587B5D"/>
    <w:rsid w:val="005901D3"/>
    <w:rsid w:val="00590ABB"/>
    <w:rsid w:val="00590E37"/>
    <w:rsid w:val="005912C1"/>
    <w:rsid w:val="00591522"/>
    <w:rsid w:val="00591CA6"/>
    <w:rsid w:val="00592004"/>
    <w:rsid w:val="005922E2"/>
    <w:rsid w:val="005923B2"/>
    <w:rsid w:val="005923FF"/>
    <w:rsid w:val="0059274D"/>
    <w:rsid w:val="00592B37"/>
    <w:rsid w:val="00593154"/>
    <w:rsid w:val="0059367F"/>
    <w:rsid w:val="00593A3C"/>
    <w:rsid w:val="00593B1E"/>
    <w:rsid w:val="00593B92"/>
    <w:rsid w:val="0059498B"/>
    <w:rsid w:val="00594A78"/>
    <w:rsid w:val="00595555"/>
    <w:rsid w:val="005955A4"/>
    <w:rsid w:val="00595A74"/>
    <w:rsid w:val="00595D04"/>
    <w:rsid w:val="00595E09"/>
    <w:rsid w:val="00595ECA"/>
    <w:rsid w:val="00595F38"/>
    <w:rsid w:val="0059606D"/>
    <w:rsid w:val="00596A6E"/>
    <w:rsid w:val="00597198"/>
    <w:rsid w:val="005973E1"/>
    <w:rsid w:val="00597640"/>
    <w:rsid w:val="00597682"/>
    <w:rsid w:val="00597B34"/>
    <w:rsid w:val="00597F3A"/>
    <w:rsid w:val="005A023E"/>
    <w:rsid w:val="005A17D7"/>
    <w:rsid w:val="005A18E2"/>
    <w:rsid w:val="005A1C39"/>
    <w:rsid w:val="005A1EED"/>
    <w:rsid w:val="005A22E3"/>
    <w:rsid w:val="005A2E5F"/>
    <w:rsid w:val="005A3769"/>
    <w:rsid w:val="005A43ED"/>
    <w:rsid w:val="005A452E"/>
    <w:rsid w:val="005A46EF"/>
    <w:rsid w:val="005A4758"/>
    <w:rsid w:val="005A4E5A"/>
    <w:rsid w:val="005A7192"/>
    <w:rsid w:val="005A78FA"/>
    <w:rsid w:val="005A7D31"/>
    <w:rsid w:val="005A7E2B"/>
    <w:rsid w:val="005B0132"/>
    <w:rsid w:val="005B07EA"/>
    <w:rsid w:val="005B096B"/>
    <w:rsid w:val="005B132E"/>
    <w:rsid w:val="005B1709"/>
    <w:rsid w:val="005B17C1"/>
    <w:rsid w:val="005B19A8"/>
    <w:rsid w:val="005B22EA"/>
    <w:rsid w:val="005B2A9B"/>
    <w:rsid w:val="005B2DE4"/>
    <w:rsid w:val="005B2DF6"/>
    <w:rsid w:val="005B327E"/>
    <w:rsid w:val="005B3327"/>
    <w:rsid w:val="005B3D06"/>
    <w:rsid w:val="005B440B"/>
    <w:rsid w:val="005B44D5"/>
    <w:rsid w:val="005B48D0"/>
    <w:rsid w:val="005B4A5C"/>
    <w:rsid w:val="005B5212"/>
    <w:rsid w:val="005B56BE"/>
    <w:rsid w:val="005B58A3"/>
    <w:rsid w:val="005B58F3"/>
    <w:rsid w:val="005B5D31"/>
    <w:rsid w:val="005B67E4"/>
    <w:rsid w:val="005B68D5"/>
    <w:rsid w:val="005B7070"/>
    <w:rsid w:val="005B7077"/>
    <w:rsid w:val="005B7197"/>
    <w:rsid w:val="005C009F"/>
    <w:rsid w:val="005C02D8"/>
    <w:rsid w:val="005C058F"/>
    <w:rsid w:val="005C05A6"/>
    <w:rsid w:val="005C0C1B"/>
    <w:rsid w:val="005C0E2F"/>
    <w:rsid w:val="005C102D"/>
    <w:rsid w:val="005C1395"/>
    <w:rsid w:val="005C14D9"/>
    <w:rsid w:val="005C200F"/>
    <w:rsid w:val="005C20F0"/>
    <w:rsid w:val="005C213A"/>
    <w:rsid w:val="005C21B4"/>
    <w:rsid w:val="005C259B"/>
    <w:rsid w:val="005C276C"/>
    <w:rsid w:val="005C29A4"/>
    <w:rsid w:val="005C2AB4"/>
    <w:rsid w:val="005C2E89"/>
    <w:rsid w:val="005C3008"/>
    <w:rsid w:val="005C3912"/>
    <w:rsid w:val="005C3B00"/>
    <w:rsid w:val="005C4521"/>
    <w:rsid w:val="005C47E4"/>
    <w:rsid w:val="005C54AC"/>
    <w:rsid w:val="005C5942"/>
    <w:rsid w:val="005C5967"/>
    <w:rsid w:val="005C62C8"/>
    <w:rsid w:val="005C6823"/>
    <w:rsid w:val="005C6EE2"/>
    <w:rsid w:val="005C727A"/>
    <w:rsid w:val="005C7D6B"/>
    <w:rsid w:val="005D0254"/>
    <w:rsid w:val="005D1639"/>
    <w:rsid w:val="005D1B06"/>
    <w:rsid w:val="005D2021"/>
    <w:rsid w:val="005D20CF"/>
    <w:rsid w:val="005D2513"/>
    <w:rsid w:val="005D25C1"/>
    <w:rsid w:val="005D2BE6"/>
    <w:rsid w:val="005D2C72"/>
    <w:rsid w:val="005D2ED9"/>
    <w:rsid w:val="005D3925"/>
    <w:rsid w:val="005D3933"/>
    <w:rsid w:val="005D393F"/>
    <w:rsid w:val="005D3D92"/>
    <w:rsid w:val="005D3F5D"/>
    <w:rsid w:val="005D46AD"/>
    <w:rsid w:val="005D492F"/>
    <w:rsid w:val="005D4DC4"/>
    <w:rsid w:val="005D52EA"/>
    <w:rsid w:val="005D572E"/>
    <w:rsid w:val="005D599A"/>
    <w:rsid w:val="005D5B84"/>
    <w:rsid w:val="005D5F47"/>
    <w:rsid w:val="005D69E0"/>
    <w:rsid w:val="005D69E4"/>
    <w:rsid w:val="005D71DD"/>
    <w:rsid w:val="005D746A"/>
    <w:rsid w:val="005D74F9"/>
    <w:rsid w:val="005E08BD"/>
    <w:rsid w:val="005E0FFB"/>
    <w:rsid w:val="005E1407"/>
    <w:rsid w:val="005E17C9"/>
    <w:rsid w:val="005E19E8"/>
    <w:rsid w:val="005E1E39"/>
    <w:rsid w:val="005E1EE3"/>
    <w:rsid w:val="005E2913"/>
    <w:rsid w:val="005E467E"/>
    <w:rsid w:val="005E47C3"/>
    <w:rsid w:val="005E5367"/>
    <w:rsid w:val="005E53FB"/>
    <w:rsid w:val="005E5684"/>
    <w:rsid w:val="005E5951"/>
    <w:rsid w:val="005E5AFE"/>
    <w:rsid w:val="005E5B6D"/>
    <w:rsid w:val="005E5C9D"/>
    <w:rsid w:val="005E5F69"/>
    <w:rsid w:val="005E60BD"/>
    <w:rsid w:val="005E62EE"/>
    <w:rsid w:val="005E645E"/>
    <w:rsid w:val="005E68B8"/>
    <w:rsid w:val="005E698B"/>
    <w:rsid w:val="005E6C7F"/>
    <w:rsid w:val="005E6E79"/>
    <w:rsid w:val="005E7120"/>
    <w:rsid w:val="005E729C"/>
    <w:rsid w:val="005E75F3"/>
    <w:rsid w:val="005E7F7C"/>
    <w:rsid w:val="005F07D2"/>
    <w:rsid w:val="005F09F5"/>
    <w:rsid w:val="005F0A73"/>
    <w:rsid w:val="005F0D9B"/>
    <w:rsid w:val="005F0EA1"/>
    <w:rsid w:val="005F1120"/>
    <w:rsid w:val="005F1235"/>
    <w:rsid w:val="005F155A"/>
    <w:rsid w:val="005F1EA5"/>
    <w:rsid w:val="005F290C"/>
    <w:rsid w:val="005F2A8C"/>
    <w:rsid w:val="005F2D9D"/>
    <w:rsid w:val="005F3323"/>
    <w:rsid w:val="005F376A"/>
    <w:rsid w:val="005F37DE"/>
    <w:rsid w:val="005F3A33"/>
    <w:rsid w:val="005F4498"/>
    <w:rsid w:val="005F469E"/>
    <w:rsid w:val="005F4BD0"/>
    <w:rsid w:val="005F4D8D"/>
    <w:rsid w:val="005F5525"/>
    <w:rsid w:val="005F5ACE"/>
    <w:rsid w:val="005F704E"/>
    <w:rsid w:val="005F74A8"/>
    <w:rsid w:val="005F7AA3"/>
    <w:rsid w:val="005F7BE5"/>
    <w:rsid w:val="00600176"/>
    <w:rsid w:val="00600272"/>
    <w:rsid w:val="006002FC"/>
    <w:rsid w:val="00600652"/>
    <w:rsid w:val="006009BA"/>
    <w:rsid w:val="0060191E"/>
    <w:rsid w:val="00601B79"/>
    <w:rsid w:val="00601EE2"/>
    <w:rsid w:val="00602611"/>
    <w:rsid w:val="00602E57"/>
    <w:rsid w:val="00603898"/>
    <w:rsid w:val="00603B10"/>
    <w:rsid w:val="00603C6E"/>
    <w:rsid w:val="00603D9E"/>
    <w:rsid w:val="00604040"/>
    <w:rsid w:val="00604468"/>
    <w:rsid w:val="0060467D"/>
    <w:rsid w:val="006050F7"/>
    <w:rsid w:val="00605141"/>
    <w:rsid w:val="006059B9"/>
    <w:rsid w:val="00605E43"/>
    <w:rsid w:val="00605EA3"/>
    <w:rsid w:val="00606EB3"/>
    <w:rsid w:val="00607134"/>
    <w:rsid w:val="0060713E"/>
    <w:rsid w:val="006079B4"/>
    <w:rsid w:val="006079C9"/>
    <w:rsid w:val="0061025B"/>
    <w:rsid w:val="0061064A"/>
    <w:rsid w:val="006106B8"/>
    <w:rsid w:val="00610855"/>
    <w:rsid w:val="00610BCD"/>
    <w:rsid w:val="00611551"/>
    <w:rsid w:val="00611552"/>
    <w:rsid w:val="0061176C"/>
    <w:rsid w:val="0061182A"/>
    <w:rsid w:val="00611EA2"/>
    <w:rsid w:val="006121B6"/>
    <w:rsid w:val="006121CD"/>
    <w:rsid w:val="0061260D"/>
    <w:rsid w:val="0061289D"/>
    <w:rsid w:val="00612A8E"/>
    <w:rsid w:val="00612B62"/>
    <w:rsid w:val="00612E58"/>
    <w:rsid w:val="0061371A"/>
    <w:rsid w:val="00613D5A"/>
    <w:rsid w:val="00613F3C"/>
    <w:rsid w:val="0061405E"/>
    <w:rsid w:val="00614301"/>
    <w:rsid w:val="006145F7"/>
    <w:rsid w:val="00614B52"/>
    <w:rsid w:val="006151E7"/>
    <w:rsid w:val="00615247"/>
    <w:rsid w:val="0061528C"/>
    <w:rsid w:val="00616144"/>
    <w:rsid w:val="00616D29"/>
    <w:rsid w:val="00616F39"/>
    <w:rsid w:val="0061708C"/>
    <w:rsid w:val="0061759F"/>
    <w:rsid w:val="00617A0A"/>
    <w:rsid w:val="00617A16"/>
    <w:rsid w:val="00617EBB"/>
    <w:rsid w:val="006201D4"/>
    <w:rsid w:val="006209D0"/>
    <w:rsid w:val="00620B12"/>
    <w:rsid w:val="00620CC4"/>
    <w:rsid w:val="006210F4"/>
    <w:rsid w:val="00621301"/>
    <w:rsid w:val="00621327"/>
    <w:rsid w:val="006218A4"/>
    <w:rsid w:val="006218BE"/>
    <w:rsid w:val="006218CA"/>
    <w:rsid w:val="00622114"/>
    <w:rsid w:val="006221E6"/>
    <w:rsid w:val="006226A0"/>
    <w:rsid w:val="00622A2F"/>
    <w:rsid w:val="00622AC7"/>
    <w:rsid w:val="0062314E"/>
    <w:rsid w:val="0062392E"/>
    <w:rsid w:val="006241DC"/>
    <w:rsid w:val="006244D6"/>
    <w:rsid w:val="00624566"/>
    <w:rsid w:val="00624942"/>
    <w:rsid w:val="00624A70"/>
    <w:rsid w:val="00624AFD"/>
    <w:rsid w:val="0062564F"/>
    <w:rsid w:val="00625C71"/>
    <w:rsid w:val="00626C9E"/>
    <w:rsid w:val="00627A7B"/>
    <w:rsid w:val="00627C32"/>
    <w:rsid w:val="00627D71"/>
    <w:rsid w:val="006300A9"/>
    <w:rsid w:val="0063054B"/>
    <w:rsid w:val="006308B8"/>
    <w:rsid w:val="0063094B"/>
    <w:rsid w:val="00630ED1"/>
    <w:rsid w:val="00631800"/>
    <w:rsid w:val="006318CC"/>
    <w:rsid w:val="00631B1D"/>
    <w:rsid w:val="00632162"/>
    <w:rsid w:val="006325E5"/>
    <w:rsid w:val="00632AD1"/>
    <w:rsid w:val="006339DE"/>
    <w:rsid w:val="00633A16"/>
    <w:rsid w:val="00633F37"/>
    <w:rsid w:val="0063468D"/>
    <w:rsid w:val="00634B11"/>
    <w:rsid w:val="00634C2B"/>
    <w:rsid w:val="006352E1"/>
    <w:rsid w:val="0063543C"/>
    <w:rsid w:val="006356C4"/>
    <w:rsid w:val="006357C1"/>
    <w:rsid w:val="00635E33"/>
    <w:rsid w:val="00636083"/>
    <w:rsid w:val="00636489"/>
    <w:rsid w:val="0063653B"/>
    <w:rsid w:val="0063718B"/>
    <w:rsid w:val="006374FD"/>
    <w:rsid w:val="00637916"/>
    <w:rsid w:val="0064018D"/>
    <w:rsid w:val="0064073C"/>
    <w:rsid w:val="0064176A"/>
    <w:rsid w:val="00641A2D"/>
    <w:rsid w:val="00641AF9"/>
    <w:rsid w:val="00641CF3"/>
    <w:rsid w:val="0064206A"/>
    <w:rsid w:val="0064222E"/>
    <w:rsid w:val="0064256D"/>
    <w:rsid w:val="00642756"/>
    <w:rsid w:val="00642B4E"/>
    <w:rsid w:val="006436AD"/>
    <w:rsid w:val="006439CB"/>
    <w:rsid w:val="006439E6"/>
    <w:rsid w:val="00643F5E"/>
    <w:rsid w:val="00644706"/>
    <w:rsid w:val="006449C6"/>
    <w:rsid w:val="00644AAC"/>
    <w:rsid w:val="00644C96"/>
    <w:rsid w:val="00644EC3"/>
    <w:rsid w:val="006450ED"/>
    <w:rsid w:val="006452AC"/>
    <w:rsid w:val="006457C3"/>
    <w:rsid w:val="00645B57"/>
    <w:rsid w:val="0064685A"/>
    <w:rsid w:val="00646895"/>
    <w:rsid w:val="00646D08"/>
    <w:rsid w:val="00646D83"/>
    <w:rsid w:val="0064773C"/>
    <w:rsid w:val="006477D9"/>
    <w:rsid w:val="00651640"/>
    <w:rsid w:val="00651685"/>
    <w:rsid w:val="00651AC0"/>
    <w:rsid w:val="00651ADF"/>
    <w:rsid w:val="00652845"/>
    <w:rsid w:val="00652C3B"/>
    <w:rsid w:val="00653169"/>
    <w:rsid w:val="006539CF"/>
    <w:rsid w:val="006541DE"/>
    <w:rsid w:val="0065444C"/>
    <w:rsid w:val="0065451F"/>
    <w:rsid w:val="006549BE"/>
    <w:rsid w:val="00654E3C"/>
    <w:rsid w:val="006552CC"/>
    <w:rsid w:val="00655DDB"/>
    <w:rsid w:val="00655EAD"/>
    <w:rsid w:val="00656AF7"/>
    <w:rsid w:val="00656E7D"/>
    <w:rsid w:val="006573B3"/>
    <w:rsid w:val="006574EA"/>
    <w:rsid w:val="00657A81"/>
    <w:rsid w:val="00657C93"/>
    <w:rsid w:val="00657C9A"/>
    <w:rsid w:val="006600CE"/>
    <w:rsid w:val="0066060E"/>
    <w:rsid w:val="00660E0E"/>
    <w:rsid w:val="00660ED6"/>
    <w:rsid w:val="00660EE1"/>
    <w:rsid w:val="0066107C"/>
    <w:rsid w:val="00661DE2"/>
    <w:rsid w:val="00662038"/>
    <w:rsid w:val="00662C80"/>
    <w:rsid w:val="00662F9D"/>
    <w:rsid w:val="00663257"/>
    <w:rsid w:val="00663284"/>
    <w:rsid w:val="00663BEF"/>
    <w:rsid w:val="00663E0B"/>
    <w:rsid w:val="00663F6D"/>
    <w:rsid w:val="006644E6"/>
    <w:rsid w:val="006646A3"/>
    <w:rsid w:val="00664756"/>
    <w:rsid w:val="006648EA"/>
    <w:rsid w:val="00664C9F"/>
    <w:rsid w:val="00664F0D"/>
    <w:rsid w:val="006653FA"/>
    <w:rsid w:val="00665661"/>
    <w:rsid w:val="00665B79"/>
    <w:rsid w:val="0066619F"/>
    <w:rsid w:val="0066687C"/>
    <w:rsid w:val="0066699E"/>
    <w:rsid w:val="00666E74"/>
    <w:rsid w:val="006670B6"/>
    <w:rsid w:val="006674E8"/>
    <w:rsid w:val="00667699"/>
    <w:rsid w:val="00667BC3"/>
    <w:rsid w:val="00670F0B"/>
    <w:rsid w:val="0067104B"/>
    <w:rsid w:val="0067132C"/>
    <w:rsid w:val="00671735"/>
    <w:rsid w:val="00672396"/>
    <w:rsid w:val="006726F6"/>
    <w:rsid w:val="00672D79"/>
    <w:rsid w:val="00672E5A"/>
    <w:rsid w:val="0067304C"/>
    <w:rsid w:val="00673429"/>
    <w:rsid w:val="00673AF7"/>
    <w:rsid w:val="00673C48"/>
    <w:rsid w:val="00673F0B"/>
    <w:rsid w:val="00674328"/>
    <w:rsid w:val="00675210"/>
    <w:rsid w:val="0067539B"/>
    <w:rsid w:val="00675FB2"/>
    <w:rsid w:val="0067608F"/>
    <w:rsid w:val="00676766"/>
    <w:rsid w:val="00677BF3"/>
    <w:rsid w:val="00677C85"/>
    <w:rsid w:val="00677D9F"/>
    <w:rsid w:val="006810FD"/>
    <w:rsid w:val="00681650"/>
    <w:rsid w:val="00682342"/>
    <w:rsid w:val="0068258F"/>
    <w:rsid w:val="00682706"/>
    <w:rsid w:val="0068281F"/>
    <w:rsid w:val="00682886"/>
    <w:rsid w:val="00682902"/>
    <w:rsid w:val="00682A75"/>
    <w:rsid w:val="00682F58"/>
    <w:rsid w:val="0068427A"/>
    <w:rsid w:val="00684527"/>
    <w:rsid w:val="00684E45"/>
    <w:rsid w:val="00685022"/>
    <w:rsid w:val="006853C3"/>
    <w:rsid w:val="00685878"/>
    <w:rsid w:val="006858C5"/>
    <w:rsid w:val="0068652E"/>
    <w:rsid w:val="00686B4E"/>
    <w:rsid w:val="00686CF9"/>
    <w:rsid w:val="00686D2A"/>
    <w:rsid w:val="00687239"/>
    <w:rsid w:val="006873BB"/>
    <w:rsid w:val="00687792"/>
    <w:rsid w:val="00687928"/>
    <w:rsid w:val="00687C0B"/>
    <w:rsid w:val="0069036C"/>
    <w:rsid w:val="0069163F"/>
    <w:rsid w:val="00691831"/>
    <w:rsid w:val="00691DBB"/>
    <w:rsid w:val="00691FA4"/>
    <w:rsid w:val="00692612"/>
    <w:rsid w:val="00692C29"/>
    <w:rsid w:val="006930A9"/>
    <w:rsid w:val="00693220"/>
    <w:rsid w:val="00693344"/>
    <w:rsid w:val="006935B7"/>
    <w:rsid w:val="00693A0E"/>
    <w:rsid w:val="00693E9C"/>
    <w:rsid w:val="006946A4"/>
    <w:rsid w:val="00694BAB"/>
    <w:rsid w:val="00695158"/>
    <w:rsid w:val="0069540C"/>
    <w:rsid w:val="00695E27"/>
    <w:rsid w:val="00695E3C"/>
    <w:rsid w:val="00695F37"/>
    <w:rsid w:val="00696654"/>
    <w:rsid w:val="00696F9F"/>
    <w:rsid w:val="006973A1"/>
    <w:rsid w:val="0069783C"/>
    <w:rsid w:val="00697D87"/>
    <w:rsid w:val="00697EB4"/>
    <w:rsid w:val="006A03DD"/>
    <w:rsid w:val="006A06B9"/>
    <w:rsid w:val="006A078C"/>
    <w:rsid w:val="006A0E44"/>
    <w:rsid w:val="006A1462"/>
    <w:rsid w:val="006A14F0"/>
    <w:rsid w:val="006A1B9D"/>
    <w:rsid w:val="006A240D"/>
    <w:rsid w:val="006A38B9"/>
    <w:rsid w:val="006A4628"/>
    <w:rsid w:val="006A4CB9"/>
    <w:rsid w:val="006A53BE"/>
    <w:rsid w:val="006A58E2"/>
    <w:rsid w:val="006A62BA"/>
    <w:rsid w:val="006A651B"/>
    <w:rsid w:val="006A6FC8"/>
    <w:rsid w:val="006A7D4D"/>
    <w:rsid w:val="006B0F1B"/>
    <w:rsid w:val="006B1593"/>
    <w:rsid w:val="006B2121"/>
    <w:rsid w:val="006B227C"/>
    <w:rsid w:val="006B2374"/>
    <w:rsid w:val="006B23FC"/>
    <w:rsid w:val="006B2429"/>
    <w:rsid w:val="006B2676"/>
    <w:rsid w:val="006B35EA"/>
    <w:rsid w:val="006B3FFA"/>
    <w:rsid w:val="006B43D5"/>
    <w:rsid w:val="006B4C1D"/>
    <w:rsid w:val="006B5437"/>
    <w:rsid w:val="006B5638"/>
    <w:rsid w:val="006B5C71"/>
    <w:rsid w:val="006B5C8F"/>
    <w:rsid w:val="006B5EE6"/>
    <w:rsid w:val="006B72A2"/>
    <w:rsid w:val="006B77B7"/>
    <w:rsid w:val="006B7935"/>
    <w:rsid w:val="006B7F0E"/>
    <w:rsid w:val="006C013C"/>
    <w:rsid w:val="006C0208"/>
    <w:rsid w:val="006C0600"/>
    <w:rsid w:val="006C0A15"/>
    <w:rsid w:val="006C12F4"/>
    <w:rsid w:val="006C17CA"/>
    <w:rsid w:val="006C1D40"/>
    <w:rsid w:val="006C379E"/>
    <w:rsid w:val="006C3A27"/>
    <w:rsid w:val="006C3B90"/>
    <w:rsid w:val="006C4451"/>
    <w:rsid w:val="006C4956"/>
    <w:rsid w:val="006C4B43"/>
    <w:rsid w:val="006C4EA9"/>
    <w:rsid w:val="006C5527"/>
    <w:rsid w:val="006C55B9"/>
    <w:rsid w:val="006C5611"/>
    <w:rsid w:val="006C56F6"/>
    <w:rsid w:val="006C5A91"/>
    <w:rsid w:val="006C5B9B"/>
    <w:rsid w:val="006C5C2D"/>
    <w:rsid w:val="006C61D2"/>
    <w:rsid w:val="006C6394"/>
    <w:rsid w:val="006C6A92"/>
    <w:rsid w:val="006C72A3"/>
    <w:rsid w:val="006C7522"/>
    <w:rsid w:val="006C7E9F"/>
    <w:rsid w:val="006D0464"/>
    <w:rsid w:val="006D06E2"/>
    <w:rsid w:val="006D0BBF"/>
    <w:rsid w:val="006D0CCF"/>
    <w:rsid w:val="006D1461"/>
    <w:rsid w:val="006D14F3"/>
    <w:rsid w:val="006D1647"/>
    <w:rsid w:val="006D1C76"/>
    <w:rsid w:val="006D2008"/>
    <w:rsid w:val="006D21CC"/>
    <w:rsid w:val="006D2209"/>
    <w:rsid w:val="006D2494"/>
    <w:rsid w:val="006D24F9"/>
    <w:rsid w:val="006D28E2"/>
    <w:rsid w:val="006D348F"/>
    <w:rsid w:val="006D36EC"/>
    <w:rsid w:val="006D385F"/>
    <w:rsid w:val="006D3C31"/>
    <w:rsid w:val="006D3C56"/>
    <w:rsid w:val="006D3F15"/>
    <w:rsid w:val="006D4F7D"/>
    <w:rsid w:val="006D5BBB"/>
    <w:rsid w:val="006D5D6A"/>
    <w:rsid w:val="006D60E5"/>
    <w:rsid w:val="006D6338"/>
    <w:rsid w:val="006D6B27"/>
    <w:rsid w:val="006D6DC1"/>
    <w:rsid w:val="006D6F9A"/>
    <w:rsid w:val="006D7814"/>
    <w:rsid w:val="006D7B57"/>
    <w:rsid w:val="006D7FBA"/>
    <w:rsid w:val="006E065C"/>
    <w:rsid w:val="006E0EFE"/>
    <w:rsid w:val="006E1053"/>
    <w:rsid w:val="006E142E"/>
    <w:rsid w:val="006E16A6"/>
    <w:rsid w:val="006E17DD"/>
    <w:rsid w:val="006E17F7"/>
    <w:rsid w:val="006E189D"/>
    <w:rsid w:val="006E24A9"/>
    <w:rsid w:val="006E2921"/>
    <w:rsid w:val="006E2A0B"/>
    <w:rsid w:val="006E2A6C"/>
    <w:rsid w:val="006E2C8E"/>
    <w:rsid w:val="006E304C"/>
    <w:rsid w:val="006E446F"/>
    <w:rsid w:val="006E4BED"/>
    <w:rsid w:val="006E550C"/>
    <w:rsid w:val="006E5899"/>
    <w:rsid w:val="006E5A0D"/>
    <w:rsid w:val="006E5B84"/>
    <w:rsid w:val="006E61A3"/>
    <w:rsid w:val="006E622E"/>
    <w:rsid w:val="006E6291"/>
    <w:rsid w:val="006E644D"/>
    <w:rsid w:val="006E6BBD"/>
    <w:rsid w:val="006E7105"/>
    <w:rsid w:val="006E7144"/>
    <w:rsid w:val="006E71B7"/>
    <w:rsid w:val="006E7A64"/>
    <w:rsid w:val="006E7B40"/>
    <w:rsid w:val="006F032A"/>
    <w:rsid w:val="006F03B3"/>
    <w:rsid w:val="006F0C89"/>
    <w:rsid w:val="006F12C7"/>
    <w:rsid w:val="006F1583"/>
    <w:rsid w:val="006F16C3"/>
    <w:rsid w:val="006F23D4"/>
    <w:rsid w:val="006F2B33"/>
    <w:rsid w:val="006F2E81"/>
    <w:rsid w:val="006F3E8B"/>
    <w:rsid w:val="006F4E6E"/>
    <w:rsid w:val="006F4F6E"/>
    <w:rsid w:val="006F4FFA"/>
    <w:rsid w:val="006F5909"/>
    <w:rsid w:val="006F5968"/>
    <w:rsid w:val="006F59D9"/>
    <w:rsid w:val="006F5B6D"/>
    <w:rsid w:val="006F6A04"/>
    <w:rsid w:val="006F7CC3"/>
    <w:rsid w:val="006F7CE8"/>
    <w:rsid w:val="006F7F60"/>
    <w:rsid w:val="007000C9"/>
    <w:rsid w:val="007006C6"/>
    <w:rsid w:val="00701353"/>
    <w:rsid w:val="00701664"/>
    <w:rsid w:val="007017E3"/>
    <w:rsid w:val="00701942"/>
    <w:rsid w:val="00701E44"/>
    <w:rsid w:val="00701E98"/>
    <w:rsid w:val="00701F09"/>
    <w:rsid w:val="00703119"/>
    <w:rsid w:val="007031AC"/>
    <w:rsid w:val="0070335B"/>
    <w:rsid w:val="00703A45"/>
    <w:rsid w:val="00703BDA"/>
    <w:rsid w:val="00703ED3"/>
    <w:rsid w:val="00704064"/>
    <w:rsid w:val="007041D5"/>
    <w:rsid w:val="007041F9"/>
    <w:rsid w:val="007043A7"/>
    <w:rsid w:val="0070524C"/>
    <w:rsid w:val="007057EC"/>
    <w:rsid w:val="0070599E"/>
    <w:rsid w:val="00705A44"/>
    <w:rsid w:val="00705EA3"/>
    <w:rsid w:val="00706601"/>
    <w:rsid w:val="0070676E"/>
    <w:rsid w:val="0070716F"/>
    <w:rsid w:val="007071F7"/>
    <w:rsid w:val="00707584"/>
    <w:rsid w:val="00707922"/>
    <w:rsid w:val="00707CA9"/>
    <w:rsid w:val="00707CB5"/>
    <w:rsid w:val="00707CF7"/>
    <w:rsid w:val="0071043A"/>
    <w:rsid w:val="00710619"/>
    <w:rsid w:val="007108E5"/>
    <w:rsid w:val="00711183"/>
    <w:rsid w:val="00711680"/>
    <w:rsid w:val="00711C95"/>
    <w:rsid w:val="00711E40"/>
    <w:rsid w:val="007122C4"/>
    <w:rsid w:val="00712B81"/>
    <w:rsid w:val="00713199"/>
    <w:rsid w:val="007132B7"/>
    <w:rsid w:val="0071364C"/>
    <w:rsid w:val="00713E76"/>
    <w:rsid w:val="00714D16"/>
    <w:rsid w:val="00714D49"/>
    <w:rsid w:val="00714D86"/>
    <w:rsid w:val="00714F32"/>
    <w:rsid w:val="007150B3"/>
    <w:rsid w:val="007151B2"/>
    <w:rsid w:val="00715541"/>
    <w:rsid w:val="00715AF0"/>
    <w:rsid w:val="007161B3"/>
    <w:rsid w:val="007165EC"/>
    <w:rsid w:val="007169D1"/>
    <w:rsid w:val="00716D12"/>
    <w:rsid w:val="00716F29"/>
    <w:rsid w:val="007170BE"/>
    <w:rsid w:val="00717711"/>
    <w:rsid w:val="00717AB1"/>
    <w:rsid w:val="00717BD6"/>
    <w:rsid w:val="00717C64"/>
    <w:rsid w:val="00717FAC"/>
    <w:rsid w:val="0072009F"/>
    <w:rsid w:val="007205FA"/>
    <w:rsid w:val="00720A55"/>
    <w:rsid w:val="007211E8"/>
    <w:rsid w:val="00721234"/>
    <w:rsid w:val="00721444"/>
    <w:rsid w:val="00721455"/>
    <w:rsid w:val="00721F7F"/>
    <w:rsid w:val="00721FA0"/>
    <w:rsid w:val="00722017"/>
    <w:rsid w:val="007220CB"/>
    <w:rsid w:val="00722DD4"/>
    <w:rsid w:val="00722EC1"/>
    <w:rsid w:val="007231C4"/>
    <w:rsid w:val="007236DB"/>
    <w:rsid w:val="00723983"/>
    <w:rsid w:val="00723D07"/>
    <w:rsid w:val="0072404C"/>
    <w:rsid w:val="00724158"/>
    <w:rsid w:val="007242B3"/>
    <w:rsid w:val="00724409"/>
    <w:rsid w:val="00724B43"/>
    <w:rsid w:val="00724FDF"/>
    <w:rsid w:val="00725377"/>
    <w:rsid w:val="0072578F"/>
    <w:rsid w:val="007257F1"/>
    <w:rsid w:val="00725D38"/>
    <w:rsid w:val="00725DA4"/>
    <w:rsid w:val="00726530"/>
    <w:rsid w:val="00726864"/>
    <w:rsid w:val="0072689B"/>
    <w:rsid w:val="007278C1"/>
    <w:rsid w:val="0073042E"/>
    <w:rsid w:val="00730779"/>
    <w:rsid w:val="00730897"/>
    <w:rsid w:val="00730DFF"/>
    <w:rsid w:val="00730E45"/>
    <w:rsid w:val="00730FA8"/>
    <w:rsid w:val="00731062"/>
    <w:rsid w:val="0073144C"/>
    <w:rsid w:val="00731714"/>
    <w:rsid w:val="007317E6"/>
    <w:rsid w:val="0073180E"/>
    <w:rsid w:val="00731AD7"/>
    <w:rsid w:val="00731F61"/>
    <w:rsid w:val="007322F5"/>
    <w:rsid w:val="00732370"/>
    <w:rsid w:val="00732522"/>
    <w:rsid w:val="00732CBA"/>
    <w:rsid w:val="00732F2D"/>
    <w:rsid w:val="00733BBF"/>
    <w:rsid w:val="00733E6E"/>
    <w:rsid w:val="00734A16"/>
    <w:rsid w:val="00734B6A"/>
    <w:rsid w:val="00735448"/>
    <w:rsid w:val="007358C3"/>
    <w:rsid w:val="00735A00"/>
    <w:rsid w:val="00735E07"/>
    <w:rsid w:val="00736CD5"/>
    <w:rsid w:val="00736D12"/>
    <w:rsid w:val="007370E9"/>
    <w:rsid w:val="007370ED"/>
    <w:rsid w:val="00737265"/>
    <w:rsid w:val="007379FF"/>
    <w:rsid w:val="00737B5D"/>
    <w:rsid w:val="00737B6F"/>
    <w:rsid w:val="00737B9B"/>
    <w:rsid w:val="00737D72"/>
    <w:rsid w:val="00740550"/>
    <w:rsid w:val="00740710"/>
    <w:rsid w:val="00740DFB"/>
    <w:rsid w:val="00740E80"/>
    <w:rsid w:val="00740F1F"/>
    <w:rsid w:val="00740FBD"/>
    <w:rsid w:val="00741010"/>
    <w:rsid w:val="0074102C"/>
    <w:rsid w:val="00741A66"/>
    <w:rsid w:val="00741CAE"/>
    <w:rsid w:val="00741FD8"/>
    <w:rsid w:val="00742DC3"/>
    <w:rsid w:val="0074342B"/>
    <w:rsid w:val="007436F9"/>
    <w:rsid w:val="00743C18"/>
    <w:rsid w:val="00744062"/>
    <w:rsid w:val="00744726"/>
    <w:rsid w:val="00744828"/>
    <w:rsid w:val="00744C5D"/>
    <w:rsid w:val="0074517B"/>
    <w:rsid w:val="0074539A"/>
    <w:rsid w:val="0074557B"/>
    <w:rsid w:val="00745E14"/>
    <w:rsid w:val="0074607A"/>
    <w:rsid w:val="0074642E"/>
    <w:rsid w:val="0074670D"/>
    <w:rsid w:val="00746BC3"/>
    <w:rsid w:val="00746F77"/>
    <w:rsid w:val="00746FBC"/>
    <w:rsid w:val="0074765F"/>
    <w:rsid w:val="00747D1A"/>
    <w:rsid w:val="007502BC"/>
    <w:rsid w:val="007510E9"/>
    <w:rsid w:val="00751519"/>
    <w:rsid w:val="00752FE3"/>
    <w:rsid w:val="0075408B"/>
    <w:rsid w:val="007549AC"/>
    <w:rsid w:val="00755A77"/>
    <w:rsid w:val="00755BC1"/>
    <w:rsid w:val="00755E51"/>
    <w:rsid w:val="0075604B"/>
    <w:rsid w:val="007562C1"/>
    <w:rsid w:val="00756BDB"/>
    <w:rsid w:val="007571E2"/>
    <w:rsid w:val="00757440"/>
    <w:rsid w:val="00757A95"/>
    <w:rsid w:val="00757DFE"/>
    <w:rsid w:val="00760354"/>
    <w:rsid w:val="00760696"/>
    <w:rsid w:val="00761506"/>
    <w:rsid w:val="0076152E"/>
    <w:rsid w:val="007616C1"/>
    <w:rsid w:val="00761BC7"/>
    <w:rsid w:val="00761FD5"/>
    <w:rsid w:val="00762247"/>
    <w:rsid w:val="00762544"/>
    <w:rsid w:val="00762E5F"/>
    <w:rsid w:val="0076304E"/>
    <w:rsid w:val="0076321E"/>
    <w:rsid w:val="0076342D"/>
    <w:rsid w:val="00763FD9"/>
    <w:rsid w:val="00764E26"/>
    <w:rsid w:val="007656B4"/>
    <w:rsid w:val="007657A2"/>
    <w:rsid w:val="00765A68"/>
    <w:rsid w:val="00765BEF"/>
    <w:rsid w:val="007660CE"/>
    <w:rsid w:val="0076622F"/>
    <w:rsid w:val="00766361"/>
    <w:rsid w:val="0076660D"/>
    <w:rsid w:val="00766620"/>
    <w:rsid w:val="00766902"/>
    <w:rsid w:val="00766B16"/>
    <w:rsid w:val="00767AF0"/>
    <w:rsid w:val="007702CE"/>
    <w:rsid w:val="00770756"/>
    <w:rsid w:val="00770A71"/>
    <w:rsid w:val="0077158D"/>
    <w:rsid w:val="00771827"/>
    <w:rsid w:val="00771FC2"/>
    <w:rsid w:val="00772091"/>
    <w:rsid w:val="007725B6"/>
    <w:rsid w:val="00772F05"/>
    <w:rsid w:val="007731B9"/>
    <w:rsid w:val="007735AB"/>
    <w:rsid w:val="007735F9"/>
    <w:rsid w:val="00773C20"/>
    <w:rsid w:val="00773E4E"/>
    <w:rsid w:val="00773EE2"/>
    <w:rsid w:val="007742AD"/>
    <w:rsid w:val="00774BB7"/>
    <w:rsid w:val="0077575C"/>
    <w:rsid w:val="007757BD"/>
    <w:rsid w:val="00775FFA"/>
    <w:rsid w:val="00777AC5"/>
    <w:rsid w:val="00777C62"/>
    <w:rsid w:val="00780143"/>
    <w:rsid w:val="0078025B"/>
    <w:rsid w:val="007806BF"/>
    <w:rsid w:val="00780FE9"/>
    <w:rsid w:val="00781242"/>
    <w:rsid w:val="00781800"/>
    <w:rsid w:val="007819E5"/>
    <w:rsid w:val="00781FBE"/>
    <w:rsid w:val="00782024"/>
    <w:rsid w:val="007820E4"/>
    <w:rsid w:val="00782152"/>
    <w:rsid w:val="00782273"/>
    <w:rsid w:val="0078259F"/>
    <w:rsid w:val="00782872"/>
    <w:rsid w:val="00784287"/>
    <w:rsid w:val="00784602"/>
    <w:rsid w:val="0078473D"/>
    <w:rsid w:val="0078543F"/>
    <w:rsid w:val="007863D5"/>
    <w:rsid w:val="007877AE"/>
    <w:rsid w:val="007902AB"/>
    <w:rsid w:val="00790845"/>
    <w:rsid w:val="007911DE"/>
    <w:rsid w:val="00791377"/>
    <w:rsid w:val="00791D23"/>
    <w:rsid w:val="0079233C"/>
    <w:rsid w:val="00792B45"/>
    <w:rsid w:val="0079300B"/>
    <w:rsid w:val="007930D4"/>
    <w:rsid w:val="0079418F"/>
    <w:rsid w:val="00794413"/>
    <w:rsid w:val="00794F55"/>
    <w:rsid w:val="00795BFB"/>
    <w:rsid w:val="0079622B"/>
    <w:rsid w:val="0079644C"/>
    <w:rsid w:val="0079650E"/>
    <w:rsid w:val="007965F8"/>
    <w:rsid w:val="00796830"/>
    <w:rsid w:val="00796AAA"/>
    <w:rsid w:val="00797063"/>
    <w:rsid w:val="007970E7"/>
    <w:rsid w:val="007972BB"/>
    <w:rsid w:val="007972D7"/>
    <w:rsid w:val="00797836"/>
    <w:rsid w:val="007A065C"/>
    <w:rsid w:val="007A0696"/>
    <w:rsid w:val="007A0729"/>
    <w:rsid w:val="007A0978"/>
    <w:rsid w:val="007A09F3"/>
    <w:rsid w:val="007A13DA"/>
    <w:rsid w:val="007A1599"/>
    <w:rsid w:val="007A1C41"/>
    <w:rsid w:val="007A1CBC"/>
    <w:rsid w:val="007A1D87"/>
    <w:rsid w:val="007A27D5"/>
    <w:rsid w:val="007A307C"/>
    <w:rsid w:val="007A35DC"/>
    <w:rsid w:val="007A35E5"/>
    <w:rsid w:val="007A3B8C"/>
    <w:rsid w:val="007A4760"/>
    <w:rsid w:val="007A4787"/>
    <w:rsid w:val="007A592E"/>
    <w:rsid w:val="007A59CE"/>
    <w:rsid w:val="007A6185"/>
    <w:rsid w:val="007A6311"/>
    <w:rsid w:val="007A6782"/>
    <w:rsid w:val="007A67B4"/>
    <w:rsid w:val="007A6FA3"/>
    <w:rsid w:val="007A7CD3"/>
    <w:rsid w:val="007B0063"/>
    <w:rsid w:val="007B0F2F"/>
    <w:rsid w:val="007B0FE5"/>
    <w:rsid w:val="007B10B3"/>
    <w:rsid w:val="007B1532"/>
    <w:rsid w:val="007B169C"/>
    <w:rsid w:val="007B1D12"/>
    <w:rsid w:val="007B1E4B"/>
    <w:rsid w:val="007B2D2A"/>
    <w:rsid w:val="007B2EEF"/>
    <w:rsid w:val="007B2F17"/>
    <w:rsid w:val="007B419C"/>
    <w:rsid w:val="007B451A"/>
    <w:rsid w:val="007B46B3"/>
    <w:rsid w:val="007B4E49"/>
    <w:rsid w:val="007B4F42"/>
    <w:rsid w:val="007B4F44"/>
    <w:rsid w:val="007B5CD8"/>
    <w:rsid w:val="007B6265"/>
    <w:rsid w:val="007B6450"/>
    <w:rsid w:val="007B671D"/>
    <w:rsid w:val="007B6963"/>
    <w:rsid w:val="007B69BC"/>
    <w:rsid w:val="007B6A68"/>
    <w:rsid w:val="007B6D51"/>
    <w:rsid w:val="007B7C6C"/>
    <w:rsid w:val="007C0190"/>
    <w:rsid w:val="007C0650"/>
    <w:rsid w:val="007C088F"/>
    <w:rsid w:val="007C35C7"/>
    <w:rsid w:val="007C363E"/>
    <w:rsid w:val="007C368C"/>
    <w:rsid w:val="007C3DC9"/>
    <w:rsid w:val="007C40AD"/>
    <w:rsid w:val="007C41D0"/>
    <w:rsid w:val="007C4590"/>
    <w:rsid w:val="007C4EC8"/>
    <w:rsid w:val="007C53EE"/>
    <w:rsid w:val="007C5851"/>
    <w:rsid w:val="007C5AB4"/>
    <w:rsid w:val="007C626A"/>
    <w:rsid w:val="007C6860"/>
    <w:rsid w:val="007C68B2"/>
    <w:rsid w:val="007C6DAD"/>
    <w:rsid w:val="007D0344"/>
    <w:rsid w:val="007D0774"/>
    <w:rsid w:val="007D1079"/>
    <w:rsid w:val="007D169C"/>
    <w:rsid w:val="007D1CD6"/>
    <w:rsid w:val="007D1D2B"/>
    <w:rsid w:val="007D1FE1"/>
    <w:rsid w:val="007D2068"/>
    <w:rsid w:val="007D277F"/>
    <w:rsid w:val="007D2856"/>
    <w:rsid w:val="007D2D6D"/>
    <w:rsid w:val="007D3109"/>
    <w:rsid w:val="007D3472"/>
    <w:rsid w:val="007D35F4"/>
    <w:rsid w:val="007D3655"/>
    <w:rsid w:val="007D3928"/>
    <w:rsid w:val="007D39C2"/>
    <w:rsid w:val="007D4382"/>
    <w:rsid w:val="007D4BB2"/>
    <w:rsid w:val="007D4D7D"/>
    <w:rsid w:val="007D5FD1"/>
    <w:rsid w:val="007D6DC9"/>
    <w:rsid w:val="007D6F55"/>
    <w:rsid w:val="007D7345"/>
    <w:rsid w:val="007D7561"/>
    <w:rsid w:val="007E0941"/>
    <w:rsid w:val="007E0AA2"/>
    <w:rsid w:val="007E137D"/>
    <w:rsid w:val="007E1571"/>
    <w:rsid w:val="007E18A6"/>
    <w:rsid w:val="007E1C08"/>
    <w:rsid w:val="007E2245"/>
    <w:rsid w:val="007E2C84"/>
    <w:rsid w:val="007E2EBF"/>
    <w:rsid w:val="007E30EE"/>
    <w:rsid w:val="007E32A5"/>
    <w:rsid w:val="007E39A9"/>
    <w:rsid w:val="007E3B8F"/>
    <w:rsid w:val="007E3C9E"/>
    <w:rsid w:val="007E433E"/>
    <w:rsid w:val="007E45A6"/>
    <w:rsid w:val="007E45D0"/>
    <w:rsid w:val="007E46DC"/>
    <w:rsid w:val="007E4B7C"/>
    <w:rsid w:val="007E4B87"/>
    <w:rsid w:val="007E50B8"/>
    <w:rsid w:val="007E5417"/>
    <w:rsid w:val="007E55BB"/>
    <w:rsid w:val="007E5CD2"/>
    <w:rsid w:val="007E662C"/>
    <w:rsid w:val="007E689D"/>
    <w:rsid w:val="007E6DD9"/>
    <w:rsid w:val="007E7321"/>
    <w:rsid w:val="007E79D2"/>
    <w:rsid w:val="007F010A"/>
    <w:rsid w:val="007F04F4"/>
    <w:rsid w:val="007F0ACC"/>
    <w:rsid w:val="007F0FAD"/>
    <w:rsid w:val="007F174F"/>
    <w:rsid w:val="007F1FDC"/>
    <w:rsid w:val="007F214B"/>
    <w:rsid w:val="007F3F52"/>
    <w:rsid w:val="007F4190"/>
    <w:rsid w:val="007F4C8F"/>
    <w:rsid w:val="007F4E53"/>
    <w:rsid w:val="007F4F07"/>
    <w:rsid w:val="007F5972"/>
    <w:rsid w:val="007F6114"/>
    <w:rsid w:val="007F62C3"/>
    <w:rsid w:val="007F6827"/>
    <w:rsid w:val="007F699F"/>
    <w:rsid w:val="007F6B8D"/>
    <w:rsid w:val="007F798B"/>
    <w:rsid w:val="007F7D3C"/>
    <w:rsid w:val="00800626"/>
    <w:rsid w:val="008013F3"/>
    <w:rsid w:val="00801B85"/>
    <w:rsid w:val="00801E3B"/>
    <w:rsid w:val="00801FF5"/>
    <w:rsid w:val="008024C8"/>
    <w:rsid w:val="00802BAB"/>
    <w:rsid w:val="008037F0"/>
    <w:rsid w:val="00804762"/>
    <w:rsid w:val="008055B9"/>
    <w:rsid w:val="00805F01"/>
    <w:rsid w:val="00806335"/>
    <w:rsid w:val="008064E7"/>
    <w:rsid w:val="00806727"/>
    <w:rsid w:val="0080684A"/>
    <w:rsid w:val="00807D2C"/>
    <w:rsid w:val="00807DA0"/>
    <w:rsid w:val="008105E2"/>
    <w:rsid w:val="00811F60"/>
    <w:rsid w:val="00812061"/>
    <w:rsid w:val="008128CA"/>
    <w:rsid w:val="00812C5D"/>
    <w:rsid w:val="00812E05"/>
    <w:rsid w:val="0081301D"/>
    <w:rsid w:val="00813440"/>
    <w:rsid w:val="00813AA6"/>
    <w:rsid w:val="00813FB0"/>
    <w:rsid w:val="00814121"/>
    <w:rsid w:val="00814269"/>
    <w:rsid w:val="008145B9"/>
    <w:rsid w:val="0081508E"/>
    <w:rsid w:val="008150F9"/>
    <w:rsid w:val="008151EB"/>
    <w:rsid w:val="0081520B"/>
    <w:rsid w:val="00816258"/>
    <w:rsid w:val="008163C1"/>
    <w:rsid w:val="008169E9"/>
    <w:rsid w:val="008170F3"/>
    <w:rsid w:val="0081713F"/>
    <w:rsid w:val="0081794F"/>
    <w:rsid w:val="0082026F"/>
    <w:rsid w:val="00821043"/>
    <w:rsid w:val="00821493"/>
    <w:rsid w:val="008215DF"/>
    <w:rsid w:val="00821840"/>
    <w:rsid w:val="00821E2C"/>
    <w:rsid w:val="008226D8"/>
    <w:rsid w:val="00822998"/>
    <w:rsid w:val="008229C9"/>
    <w:rsid w:val="00822D19"/>
    <w:rsid w:val="008232F0"/>
    <w:rsid w:val="008234E1"/>
    <w:rsid w:val="00825BE2"/>
    <w:rsid w:val="00825D85"/>
    <w:rsid w:val="00826188"/>
    <w:rsid w:val="0082648D"/>
    <w:rsid w:val="00826B87"/>
    <w:rsid w:val="00826D32"/>
    <w:rsid w:val="00826EC5"/>
    <w:rsid w:val="00826FC4"/>
    <w:rsid w:val="00827F7B"/>
    <w:rsid w:val="00830005"/>
    <w:rsid w:val="00830086"/>
    <w:rsid w:val="00831074"/>
    <w:rsid w:val="00831AA4"/>
    <w:rsid w:val="00831AE0"/>
    <w:rsid w:val="00831B8F"/>
    <w:rsid w:val="00831CD7"/>
    <w:rsid w:val="00832943"/>
    <w:rsid w:val="00832ED1"/>
    <w:rsid w:val="00833301"/>
    <w:rsid w:val="0083359F"/>
    <w:rsid w:val="00833887"/>
    <w:rsid w:val="008340ED"/>
    <w:rsid w:val="00834444"/>
    <w:rsid w:val="008344C0"/>
    <w:rsid w:val="0083476F"/>
    <w:rsid w:val="008359E7"/>
    <w:rsid w:val="00835A05"/>
    <w:rsid w:val="00835BB5"/>
    <w:rsid w:val="00835C8A"/>
    <w:rsid w:val="00836035"/>
    <w:rsid w:val="0083673E"/>
    <w:rsid w:val="00836DF3"/>
    <w:rsid w:val="00836E0B"/>
    <w:rsid w:val="008371D3"/>
    <w:rsid w:val="00837259"/>
    <w:rsid w:val="008379C1"/>
    <w:rsid w:val="008379E1"/>
    <w:rsid w:val="00837C64"/>
    <w:rsid w:val="00837D38"/>
    <w:rsid w:val="00837EBF"/>
    <w:rsid w:val="00840576"/>
    <w:rsid w:val="00840A97"/>
    <w:rsid w:val="00841E96"/>
    <w:rsid w:val="0084238B"/>
    <w:rsid w:val="00842DE2"/>
    <w:rsid w:val="0084318E"/>
    <w:rsid w:val="008435E7"/>
    <w:rsid w:val="008436B7"/>
    <w:rsid w:val="008441E0"/>
    <w:rsid w:val="0084496F"/>
    <w:rsid w:val="0084553B"/>
    <w:rsid w:val="00845CBA"/>
    <w:rsid w:val="008463F0"/>
    <w:rsid w:val="00846573"/>
    <w:rsid w:val="00846C36"/>
    <w:rsid w:val="00846D42"/>
    <w:rsid w:val="00847363"/>
    <w:rsid w:val="008478FD"/>
    <w:rsid w:val="00847ADF"/>
    <w:rsid w:val="00847B30"/>
    <w:rsid w:val="00850983"/>
    <w:rsid w:val="00850E28"/>
    <w:rsid w:val="00851313"/>
    <w:rsid w:val="00851C1C"/>
    <w:rsid w:val="00852577"/>
    <w:rsid w:val="00852F21"/>
    <w:rsid w:val="0085373A"/>
    <w:rsid w:val="00853A4C"/>
    <w:rsid w:val="00853BC4"/>
    <w:rsid w:val="008545FE"/>
    <w:rsid w:val="00854771"/>
    <w:rsid w:val="008548C1"/>
    <w:rsid w:val="00854B43"/>
    <w:rsid w:val="00854F26"/>
    <w:rsid w:val="00855EDF"/>
    <w:rsid w:val="00855EF0"/>
    <w:rsid w:val="00856941"/>
    <w:rsid w:val="00856BA2"/>
    <w:rsid w:val="0085709B"/>
    <w:rsid w:val="0085766C"/>
    <w:rsid w:val="008577A4"/>
    <w:rsid w:val="008577F9"/>
    <w:rsid w:val="00857A6F"/>
    <w:rsid w:val="00857A7C"/>
    <w:rsid w:val="00860A17"/>
    <w:rsid w:val="00861056"/>
    <w:rsid w:val="008615FB"/>
    <w:rsid w:val="00862494"/>
    <w:rsid w:val="00862814"/>
    <w:rsid w:val="0086309F"/>
    <w:rsid w:val="008634BE"/>
    <w:rsid w:val="008635D8"/>
    <w:rsid w:val="00863D81"/>
    <w:rsid w:val="00864864"/>
    <w:rsid w:val="00864DE7"/>
    <w:rsid w:val="00865162"/>
    <w:rsid w:val="0086539E"/>
    <w:rsid w:val="00865F8A"/>
    <w:rsid w:val="00866911"/>
    <w:rsid w:val="00867211"/>
    <w:rsid w:val="00867A32"/>
    <w:rsid w:val="00867B51"/>
    <w:rsid w:val="00867D77"/>
    <w:rsid w:val="00867FCE"/>
    <w:rsid w:val="00870014"/>
    <w:rsid w:val="008700C1"/>
    <w:rsid w:val="008703F4"/>
    <w:rsid w:val="008704C5"/>
    <w:rsid w:val="00870657"/>
    <w:rsid w:val="008709D0"/>
    <w:rsid w:val="00870A16"/>
    <w:rsid w:val="00870D4D"/>
    <w:rsid w:val="00871643"/>
    <w:rsid w:val="00871F36"/>
    <w:rsid w:val="00872689"/>
    <w:rsid w:val="00872692"/>
    <w:rsid w:val="00872E37"/>
    <w:rsid w:val="0087330E"/>
    <w:rsid w:val="00873531"/>
    <w:rsid w:val="00873D57"/>
    <w:rsid w:val="00873E42"/>
    <w:rsid w:val="00874112"/>
    <w:rsid w:val="00874709"/>
    <w:rsid w:val="00875A0C"/>
    <w:rsid w:val="00875A31"/>
    <w:rsid w:val="00875C6E"/>
    <w:rsid w:val="008764CD"/>
    <w:rsid w:val="008765E0"/>
    <w:rsid w:val="00876D20"/>
    <w:rsid w:val="008775D0"/>
    <w:rsid w:val="008777DC"/>
    <w:rsid w:val="00877C1C"/>
    <w:rsid w:val="0088033F"/>
    <w:rsid w:val="008803BD"/>
    <w:rsid w:val="00880BCE"/>
    <w:rsid w:val="00880F5A"/>
    <w:rsid w:val="008810AF"/>
    <w:rsid w:val="00881380"/>
    <w:rsid w:val="008819FB"/>
    <w:rsid w:val="00881A5A"/>
    <w:rsid w:val="0088204B"/>
    <w:rsid w:val="0088269C"/>
    <w:rsid w:val="00882822"/>
    <w:rsid w:val="008830EF"/>
    <w:rsid w:val="0088315B"/>
    <w:rsid w:val="008834D0"/>
    <w:rsid w:val="00883878"/>
    <w:rsid w:val="00883EAF"/>
    <w:rsid w:val="00884069"/>
    <w:rsid w:val="008844EA"/>
    <w:rsid w:val="00884816"/>
    <w:rsid w:val="008848A8"/>
    <w:rsid w:val="00884E02"/>
    <w:rsid w:val="0088503C"/>
    <w:rsid w:val="0088550B"/>
    <w:rsid w:val="00886436"/>
    <w:rsid w:val="0088654B"/>
    <w:rsid w:val="00886904"/>
    <w:rsid w:val="008870BF"/>
    <w:rsid w:val="00887550"/>
    <w:rsid w:val="00887FC6"/>
    <w:rsid w:val="00890E12"/>
    <w:rsid w:val="0089140F"/>
    <w:rsid w:val="008916CD"/>
    <w:rsid w:val="0089207E"/>
    <w:rsid w:val="008924FD"/>
    <w:rsid w:val="00892C37"/>
    <w:rsid w:val="00892CB7"/>
    <w:rsid w:val="00892DD6"/>
    <w:rsid w:val="00892F35"/>
    <w:rsid w:val="008932A9"/>
    <w:rsid w:val="008933CF"/>
    <w:rsid w:val="00893423"/>
    <w:rsid w:val="008936CB"/>
    <w:rsid w:val="008938F5"/>
    <w:rsid w:val="00893F7C"/>
    <w:rsid w:val="00894368"/>
    <w:rsid w:val="00894402"/>
    <w:rsid w:val="008945D9"/>
    <w:rsid w:val="0089483B"/>
    <w:rsid w:val="00894A7B"/>
    <w:rsid w:val="00894CF6"/>
    <w:rsid w:val="00895362"/>
    <w:rsid w:val="0089656F"/>
    <w:rsid w:val="0089692C"/>
    <w:rsid w:val="00896C75"/>
    <w:rsid w:val="00897F83"/>
    <w:rsid w:val="008A1A40"/>
    <w:rsid w:val="008A1FC0"/>
    <w:rsid w:val="008A218F"/>
    <w:rsid w:val="008A21F9"/>
    <w:rsid w:val="008A225D"/>
    <w:rsid w:val="008A28B9"/>
    <w:rsid w:val="008A2A7A"/>
    <w:rsid w:val="008A2DAF"/>
    <w:rsid w:val="008A32B2"/>
    <w:rsid w:val="008A3549"/>
    <w:rsid w:val="008A3ABC"/>
    <w:rsid w:val="008A41FB"/>
    <w:rsid w:val="008A4301"/>
    <w:rsid w:val="008A4383"/>
    <w:rsid w:val="008A4630"/>
    <w:rsid w:val="008A5888"/>
    <w:rsid w:val="008A630E"/>
    <w:rsid w:val="008A6E4F"/>
    <w:rsid w:val="008A6E77"/>
    <w:rsid w:val="008A73BF"/>
    <w:rsid w:val="008A7758"/>
    <w:rsid w:val="008A7E68"/>
    <w:rsid w:val="008B07F4"/>
    <w:rsid w:val="008B0D9E"/>
    <w:rsid w:val="008B12EE"/>
    <w:rsid w:val="008B1718"/>
    <w:rsid w:val="008B24D6"/>
    <w:rsid w:val="008B28D3"/>
    <w:rsid w:val="008B2C07"/>
    <w:rsid w:val="008B327C"/>
    <w:rsid w:val="008B41D1"/>
    <w:rsid w:val="008B45C3"/>
    <w:rsid w:val="008B462D"/>
    <w:rsid w:val="008B4633"/>
    <w:rsid w:val="008B499C"/>
    <w:rsid w:val="008B4D75"/>
    <w:rsid w:val="008B50F1"/>
    <w:rsid w:val="008B50F2"/>
    <w:rsid w:val="008B56B1"/>
    <w:rsid w:val="008B57A5"/>
    <w:rsid w:val="008B5873"/>
    <w:rsid w:val="008B5AE2"/>
    <w:rsid w:val="008B5B7E"/>
    <w:rsid w:val="008B656A"/>
    <w:rsid w:val="008B6921"/>
    <w:rsid w:val="008B6A0D"/>
    <w:rsid w:val="008B72A0"/>
    <w:rsid w:val="008B7618"/>
    <w:rsid w:val="008B7641"/>
    <w:rsid w:val="008C04E2"/>
    <w:rsid w:val="008C064A"/>
    <w:rsid w:val="008C0DB1"/>
    <w:rsid w:val="008C1496"/>
    <w:rsid w:val="008C1632"/>
    <w:rsid w:val="008C19DF"/>
    <w:rsid w:val="008C3327"/>
    <w:rsid w:val="008C3DB4"/>
    <w:rsid w:val="008C3DDD"/>
    <w:rsid w:val="008C44F4"/>
    <w:rsid w:val="008C5179"/>
    <w:rsid w:val="008C5512"/>
    <w:rsid w:val="008C596C"/>
    <w:rsid w:val="008C605D"/>
    <w:rsid w:val="008C6680"/>
    <w:rsid w:val="008C68F9"/>
    <w:rsid w:val="008C6ADC"/>
    <w:rsid w:val="008C78D1"/>
    <w:rsid w:val="008C7F8B"/>
    <w:rsid w:val="008D012E"/>
    <w:rsid w:val="008D0330"/>
    <w:rsid w:val="008D035E"/>
    <w:rsid w:val="008D21DC"/>
    <w:rsid w:val="008D2919"/>
    <w:rsid w:val="008D2B7D"/>
    <w:rsid w:val="008D3796"/>
    <w:rsid w:val="008D3999"/>
    <w:rsid w:val="008D4806"/>
    <w:rsid w:val="008D4857"/>
    <w:rsid w:val="008D4CBA"/>
    <w:rsid w:val="008D513F"/>
    <w:rsid w:val="008D5189"/>
    <w:rsid w:val="008D541F"/>
    <w:rsid w:val="008D5617"/>
    <w:rsid w:val="008D5825"/>
    <w:rsid w:val="008D5A7D"/>
    <w:rsid w:val="008D5FE6"/>
    <w:rsid w:val="008D6189"/>
    <w:rsid w:val="008D6428"/>
    <w:rsid w:val="008D6657"/>
    <w:rsid w:val="008D6EFD"/>
    <w:rsid w:val="008D7165"/>
    <w:rsid w:val="008D7189"/>
    <w:rsid w:val="008D728E"/>
    <w:rsid w:val="008D7651"/>
    <w:rsid w:val="008D770F"/>
    <w:rsid w:val="008D7B65"/>
    <w:rsid w:val="008E062B"/>
    <w:rsid w:val="008E1762"/>
    <w:rsid w:val="008E1954"/>
    <w:rsid w:val="008E1FA7"/>
    <w:rsid w:val="008E32A4"/>
    <w:rsid w:val="008E35BE"/>
    <w:rsid w:val="008E3E79"/>
    <w:rsid w:val="008E3EFE"/>
    <w:rsid w:val="008E41C4"/>
    <w:rsid w:val="008E42BE"/>
    <w:rsid w:val="008E43ED"/>
    <w:rsid w:val="008E46D8"/>
    <w:rsid w:val="008E4803"/>
    <w:rsid w:val="008E4D2E"/>
    <w:rsid w:val="008E51F0"/>
    <w:rsid w:val="008E5866"/>
    <w:rsid w:val="008E625A"/>
    <w:rsid w:val="008E698F"/>
    <w:rsid w:val="008E69E8"/>
    <w:rsid w:val="008E6A0C"/>
    <w:rsid w:val="008F0996"/>
    <w:rsid w:val="008F0CEC"/>
    <w:rsid w:val="008F0F53"/>
    <w:rsid w:val="008F1DB4"/>
    <w:rsid w:val="008F2262"/>
    <w:rsid w:val="008F23FD"/>
    <w:rsid w:val="008F258C"/>
    <w:rsid w:val="008F29AF"/>
    <w:rsid w:val="008F2A89"/>
    <w:rsid w:val="008F2ECB"/>
    <w:rsid w:val="008F30AD"/>
    <w:rsid w:val="008F315B"/>
    <w:rsid w:val="008F31F8"/>
    <w:rsid w:val="008F3BB8"/>
    <w:rsid w:val="008F3D68"/>
    <w:rsid w:val="008F4120"/>
    <w:rsid w:val="008F4513"/>
    <w:rsid w:val="008F48B8"/>
    <w:rsid w:val="008F4F1D"/>
    <w:rsid w:val="008F5B45"/>
    <w:rsid w:val="008F6164"/>
    <w:rsid w:val="008F62D6"/>
    <w:rsid w:val="008F63FD"/>
    <w:rsid w:val="008F6969"/>
    <w:rsid w:val="008F741C"/>
    <w:rsid w:val="009006DA"/>
    <w:rsid w:val="009014D7"/>
    <w:rsid w:val="009017EC"/>
    <w:rsid w:val="00901BD3"/>
    <w:rsid w:val="00901E84"/>
    <w:rsid w:val="00902420"/>
    <w:rsid w:val="009029B1"/>
    <w:rsid w:val="00902AE2"/>
    <w:rsid w:val="00903393"/>
    <w:rsid w:val="00903409"/>
    <w:rsid w:val="00903C7D"/>
    <w:rsid w:val="00903F34"/>
    <w:rsid w:val="009046DF"/>
    <w:rsid w:val="0090488A"/>
    <w:rsid w:val="00904ADD"/>
    <w:rsid w:val="00904D8F"/>
    <w:rsid w:val="00904FB1"/>
    <w:rsid w:val="0090522C"/>
    <w:rsid w:val="0090534E"/>
    <w:rsid w:val="0090589F"/>
    <w:rsid w:val="0090651A"/>
    <w:rsid w:val="009066B8"/>
    <w:rsid w:val="00906A3B"/>
    <w:rsid w:val="00906F62"/>
    <w:rsid w:val="009078C7"/>
    <w:rsid w:val="00907E74"/>
    <w:rsid w:val="00910CD7"/>
    <w:rsid w:val="009112B8"/>
    <w:rsid w:val="00912139"/>
    <w:rsid w:val="00912230"/>
    <w:rsid w:val="0091286A"/>
    <w:rsid w:val="00913B7F"/>
    <w:rsid w:val="00913EC4"/>
    <w:rsid w:val="00913F58"/>
    <w:rsid w:val="00913F63"/>
    <w:rsid w:val="009140A8"/>
    <w:rsid w:val="0091485D"/>
    <w:rsid w:val="009148F6"/>
    <w:rsid w:val="00914D27"/>
    <w:rsid w:val="00915279"/>
    <w:rsid w:val="00915986"/>
    <w:rsid w:val="00915AE6"/>
    <w:rsid w:val="00916434"/>
    <w:rsid w:val="0091682D"/>
    <w:rsid w:val="00916A1F"/>
    <w:rsid w:val="00916FDA"/>
    <w:rsid w:val="009173C8"/>
    <w:rsid w:val="00917C1C"/>
    <w:rsid w:val="00920271"/>
    <w:rsid w:val="009204EB"/>
    <w:rsid w:val="00920515"/>
    <w:rsid w:val="00921260"/>
    <w:rsid w:val="0092221A"/>
    <w:rsid w:val="00922370"/>
    <w:rsid w:val="00922557"/>
    <w:rsid w:val="009225A0"/>
    <w:rsid w:val="0092276E"/>
    <w:rsid w:val="00923621"/>
    <w:rsid w:val="00923633"/>
    <w:rsid w:val="0092388A"/>
    <w:rsid w:val="009253D9"/>
    <w:rsid w:val="00925535"/>
    <w:rsid w:val="00925EA3"/>
    <w:rsid w:val="00925ECE"/>
    <w:rsid w:val="00926231"/>
    <w:rsid w:val="009266C8"/>
    <w:rsid w:val="00926880"/>
    <w:rsid w:val="009269B0"/>
    <w:rsid w:val="00927035"/>
    <w:rsid w:val="009270AF"/>
    <w:rsid w:val="00927721"/>
    <w:rsid w:val="00927D62"/>
    <w:rsid w:val="0093069D"/>
    <w:rsid w:val="00930C31"/>
    <w:rsid w:val="009310C0"/>
    <w:rsid w:val="00931194"/>
    <w:rsid w:val="009313FF"/>
    <w:rsid w:val="00931450"/>
    <w:rsid w:val="00931F75"/>
    <w:rsid w:val="00932061"/>
    <w:rsid w:val="00932192"/>
    <w:rsid w:val="00932B5F"/>
    <w:rsid w:val="00932B65"/>
    <w:rsid w:val="00933B5F"/>
    <w:rsid w:val="0093470D"/>
    <w:rsid w:val="00934988"/>
    <w:rsid w:val="00934B5D"/>
    <w:rsid w:val="00934E85"/>
    <w:rsid w:val="00934F85"/>
    <w:rsid w:val="00935615"/>
    <w:rsid w:val="0093595B"/>
    <w:rsid w:val="009363B1"/>
    <w:rsid w:val="0093678D"/>
    <w:rsid w:val="009378BE"/>
    <w:rsid w:val="009379C0"/>
    <w:rsid w:val="00940022"/>
    <w:rsid w:val="00940217"/>
    <w:rsid w:val="00940476"/>
    <w:rsid w:val="009405C1"/>
    <w:rsid w:val="00940F40"/>
    <w:rsid w:val="00941151"/>
    <w:rsid w:val="00941D5C"/>
    <w:rsid w:val="00941E53"/>
    <w:rsid w:val="00942855"/>
    <w:rsid w:val="00942A01"/>
    <w:rsid w:val="009430AC"/>
    <w:rsid w:val="0094325E"/>
    <w:rsid w:val="00943412"/>
    <w:rsid w:val="00943B2E"/>
    <w:rsid w:val="009440A6"/>
    <w:rsid w:val="00944429"/>
    <w:rsid w:val="009447C1"/>
    <w:rsid w:val="00944B5B"/>
    <w:rsid w:val="00944CF6"/>
    <w:rsid w:val="009452D2"/>
    <w:rsid w:val="00945A1D"/>
    <w:rsid w:val="00945D11"/>
    <w:rsid w:val="00946329"/>
    <w:rsid w:val="00946491"/>
    <w:rsid w:val="0094657B"/>
    <w:rsid w:val="009469B5"/>
    <w:rsid w:val="00946AC8"/>
    <w:rsid w:val="00946B36"/>
    <w:rsid w:val="00946E2E"/>
    <w:rsid w:val="0094714D"/>
    <w:rsid w:val="009475D8"/>
    <w:rsid w:val="009477C3"/>
    <w:rsid w:val="00947A42"/>
    <w:rsid w:val="00947B1E"/>
    <w:rsid w:val="009503B8"/>
    <w:rsid w:val="009503E2"/>
    <w:rsid w:val="009508EF"/>
    <w:rsid w:val="0095098D"/>
    <w:rsid w:val="00950DDF"/>
    <w:rsid w:val="00950F66"/>
    <w:rsid w:val="0095157A"/>
    <w:rsid w:val="00951A71"/>
    <w:rsid w:val="00952565"/>
    <w:rsid w:val="00952F5F"/>
    <w:rsid w:val="00953122"/>
    <w:rsid w:val="009533D3"/>
    <w:rsid w:val="009535B1"/>
    <w:rsid w:val="00954630"/>
    <w:rsid w:val="00954DB3"/>
    <w:rsid w:val="009550F5"/>
    <w:rsid w:val="0095514C"/>
    <w:rsid w:val="00955164"/>
    <w:rsid w:val="00955330"/>
    <w:rsid w:val="009555C7"/>
    <w:rsid w:val="009559F3"/>
    <w:rsid w:val="00956020"/>
    <w:rsid w:val="009563AC"/>
    <w:rsid w:val="0095678A"/>
    <w:rsid w:val="009569D1"/>
    <w:rsid w:val="00956CA7"/>
    <w:rsid w:val="00956F08"/>
    <w:rsid w:val="00957162"/>
    <w:rsid w:val="00957572"/>
    <w:rsid w:val="009578F3"/>
    <w:rsid w:val="00957ACD"/>
    <w:rsid w:val="009602AF"/>
    <w:rsid w:val="0096069D"/>
    <w:rsid w:val="0096073F"/>
    <w:rsid w:val="00960B4E"/>
    <w:rsid w:val="00960BF8"/>
    <w:rsid w:val="00960C57"/>
    <w:rsid w:val="00960F67"/>
    <w:rsid w:val="0096143A"/>
    <w:rsid w:val="0096147B"/>
    <w:rsid w:val="009614F6"/>
    <w:rsid w:val="00961AD9"/>
    <w:rsid w:val="00961C93"/>
    <w:rsid w:val="00961CD2"/>
    <w:rsid w:val="00961F53"/>
    <w:rsid w:val="00962715"/>
    <w:rsid w:val="00962AE3"/>
    <w:rsid w:val="00962B76"/>
    <w:rsid w:val="00962F8B"/>
    <w:rsid w:val="0096375C"/>
    <w:rsid w:val="009637B7"/>
    <w:rsid w:val="00963F64"/>
    <w:rsid w:val="00964D6A"/>
    <w:rsid w:val="009652F2"/>
    <w:rsid w:val="00965399"/>
    <w:rsid w:val="0096543A"/>
    <w:rsid w:val="00965DD7"/>
    <w:rsid w:val="00965E4B"/>
    <w:rsid w:val="009660BA"/>
    <w:rsid w:val="0096613E"/>
    <w:rsid w:val="00966201"/>
    <w:rsid w:val="00966609"/>
    <w:rsid w:val="0096678D"/>
    <w:rsid w:val="00966ECF"/>
    <w:rsid w:val="00967237"/>
    <w:rsid w:val="009678E3"/>
    <w:rsid w:val="00967FF5"/>
    <w:rsid w:val="0097061F"/>
    <w:rsid w:val="0097068C"/>
    <w:rsid w:val="0097075A"/>
    <w:rsid w:val="009707D2"/>
    <w:rsid w:val="00970A87"/>
    <w:rsid w:val="00970DFF"/>
    <w:rsid w:val="00970F26"/>
    <w:rsid w:val="0097142A"/>
    <w:rsid w:val="009715D3"/>
    <w:rsid w:val="0097257B"/>
    <w:rsid w:val="00972C70"/>
    <w:rsid w:val="0097309A"/>
    <w:rsid w:val="009730BB"/>
    <w:rsid w:val="009730E7"/>
    <w:rsid w:val="00973B7E"/>
    <w:rsid w:val="00974080"/>
    <w:rsid w:val="00974224"/>
    <w:rsid w:val="0097438A"/>
    <w:rsid w:val="00974598"/>
    <w:rsid w:val="00974BEF"/>
    <w:rsid w:val="00974D38"/>
    <w:rsid w:val="00974D76"/>
    <w:rsid w:val="00974FF1"/>
    <w:rsid w:val="00975232"/>
    <w:rsid w:val="009754D0"/>
    <w:rsid w:val="009758F8"/>
    <w:rsid w:val="009759EA"/>
    <w:rsid w:val="00975E72"/>
    <w:rsid w:val="00975EE3"/>
    <w:rsid w:val="00976DF1"/>
    <w:rsid w:val="00977042"/>
    <w:rsid w:val="00977742"/>
    <w:rsid w:val="00977967"/>
    <w:rsid w:val="00977B9B"/>
    <w:rsid w:val="00977E29"/>
    <w:rsid w:val="00980156"/>
    <w:rsid w:val="009803A3"/>
    <w:rsid w:val="00980BFC"/>
    <w:rsid w:val="0098108E"/>
    <w:rsid w:val="0098117D"/>
    <w:rsid w:val="0098195C"/>
    <w:rsid w:val="00981FEF"/>
    <w:rsid w:val="0098334B"/>
    <w:rsid w:val="00983E57"/>
    <w:rsid w:val="00984310"/>
    <w:rsid w:val="00984740"/>
    <w:rsid w:val="00985359"/>
    <w:rsid w:val="00985441"/>
    <w:rsid w:val="009854FB"/>
    <w:rsid w:val="0098592C"/>
    <w:rsid w:val="009869AA"/>
    <w:rsid w:val="00986DE8"/>
    <w:rsid w:val="00986EBA"/>
    <w:rsid w:val="009871F6"/>
    <w:rsid w:val="009874C1"/>
    <w:rsid w:val="0098762F"/>
    <w:rsid w:val="00987EC4"/>
    <w:rsid w:val="00987EF1"/>
    <w:rsid w:val="00990196"/>
    <w:rsid w:val="009901C8"/>
    <w:rsid w:val="00990268"/>
    <w:rsid w:val="00990C4B"/>
    <w:rsid w:val="009914E8"/>
    <w:rsid w:val="009919F4"/>
    <w:rsid w:val="00992B8B"/>
    <w:rsid w:val="00992E31"/>
    <w:rsid w:val="0099364B"/>
    <w:rsid w:val="00993A05"/>
    <w:rsid w:val="009941CA"/>
    <w:rsid w:val="0099436D"/>
    <w:rsid w:val="00994494"/>
    <w:rsid w:val="00994502"/>
    <w:rsid w:val="00994B2B"/>
    <w:rsid w:val="00994FA2"/>
    <w:rsid w:val="00995441"/>
    <w:rsid w:val="009959E1"/>
    <w:rsid w:val="00996000"/>
    <w:rsid w:val="00996218"/>
    <w:rsid w:val="009965AA"/>
    <w:rsid w:val="00996766"/>
    <w:rsid w:val="00996DDD"/>
    <w:rsid w:val="00996EA3"/>
    <w:rsid w:val="0099731E"/>
    <w:rsid w:val="009A07FF"/>
    <w:rsid w:val="009A0A76"/>
    <w:rsid w:val="009A1DBA"/>
    <w:rsid w:val="009A255C"/>
    <w:rsid w:val="009A26BE"/>
    <w:rsid w:val="009A2ED0"/>
    <w:rsid w:val="009A307D"/>
    <w:rsid w:val="009A32C9"/>
    <w:rsid w:val="009A375B"/>
    <w:rsid w:val="009A37CD"/>
    <w:rsid w:val="009A3A38"/>
    <w:rsid w:val="009A418D"/>
    <w:rsid w:val="009A43FD"/>
    <w:rsid w:val="009A4AD7"/>
    <w:rsid w:val="009A5004"/>
    <w:rsid w:val="009A52D4"/>
    <w:rsid w:val="009A53BF"/>
    <w:rsid w:val="009A53CC"/>
    <w:rsid w:val="009A5DF6"/>
    <w:rsid w:val="009A61AF"/>
    <w:rsid w:val="009A63E1"/>
    <w:rsid w:val="009A6E1B"/>
    <w:rsid w:val="009A7001"/>
    <w:rsid w:val="009A70E1"/>
    <w:rsid w:val="009A7568"/>
    <w:rsid w:val="009A76E9"/>
    <w:rsid w:val="009A7DA5"/>
    <w:rsid w:val="009B01D4"/>
    <w:rsid w:val="009B0339"/>
    <w:rsid w:val="009B055D"/>
    <w:rsid w:val="009B097F"/>
    <w:rsid w:val="009B0C22"/>
    <w:rsid w:val="009B0D4E"/>
    <w:rsid w:val="009B18C0"/>
    <w:rsid w:val="009B1E6A"/>
    <w:rsid w:val="009B1F4A"/>
    <w:rsid w:val="009B212E"/>
    <w:rsid w:val="009B21B2"/>
    <w:rsid w:val="009B255F"/>
    <w:rsid w:val="009B2A8A"/>
    <w:rsid w:val="009B2ACD"/>
    <w:rsid w:val="009B2B56"/>
    <w:rsid w:val="009B302B"/>
    <w:rsid w:val="009B3511"/>
    <w:rsid w:val="009B3F80"/>
    <w:rsid w:val="009B4284"/>
    <w:rsid w:val="009B4718"/>
    <w:rsid w:val="009B4B1E"/>
    <w:rsid w:val="009B4D84"/>
    <w:rsid w:val="009B4E29"/>
    <w:rsid w:val="009B4F2D"/>
    <w:rsid w:val="009B50D5"/>
    <w:rsid w:val="009B5188"/>
    <w:rsid w:val="009B574C"/>
    <w:rsid w:val="009B6343"/>
    <w:rsid w:val="009B68D4"/>
    <w:rsid w:val="009B6AFD"/>
    <w:rsid w:val="009B7253"/>
    <w:rsid w:val="009B7F2D"/>
    <w:rsid w:val="009C05DF"/>
    <w:rsid w:val="009C0B98"/>
    <w:rsid w:val="009C12F2"/>
    <w:rsid w:val="009C14F4"/>
    <w:rsid w:val="009C26EC"/>
    <w:rsid w:val="009C2C35"/>
    <w:rsid w:val="009C3558"/>
    <w:rsid w:val="009C3C67"/>
    <w:rsid w:val="009C3D8C"/>
    <w:rsid w:val="009C47A4"/>
    <w:rsid w:val="009C514D"/>
    <w:rsid w:val="009C543A"/>
    <w:rsid w:val="009C564A"/>
    <w:rsid w:val="009C62EC"/>
    <w:rsid w:val="009C66B9"/>
    <w:rsid w:val="009C6D46"/>
    <w:rsid w:val="009C73DE"/>
    <w:rsid w:val="009C763B"/>
    <w:rsid w:val="009C76FC"/>
    <w:rsid w:val="009C7789"/>
    <w:rsid w:val="009C77E5"/>
    <w:rsid w:val="009D0A5A"/>
    <w:rsid w:val="009D0F52"/>
    <w:rsid w:val="009D13DC"/>
    <w:rsid w:val="009D19AA"/>
    <w:rsid w:val="009D19B6"/>
    <w:rsid w:val="009D1ED1"/>
    <w:rsid w:val="009D1FD9"/>
    <w:rsid w:val="009D22D4"/>
    <w:rsid w:val="009D2352"/>
    <w:rsid w:val="009D2868"/>
    <w:rsid w:val="009D297B"/>
    <w:rsid w:val="009D3214"/>
    <w:rsid w:val="009D33A0"/>
    <w:rsid w:val="009D3969"/>
    <w:rsid w:val="009D4426"/>
    <w:rsid w:val="009D4A75"/>
    <w:rsid w:val="009D4C2D"/>
    <w:rsid w:val="009D4DE0"/>
    <w:rsid w:val="009D52DC"/>
    <w:rsid w:val="009D56C9"/>
    <w:rsid w:val="009D5A38"/>
    <w:rsid w:val="009D6108"/>
    <w:rsid w:val="009D61B9"/>
    <w:rsid w:val="009D64C4"/>
    <w:rsid w:val="009D6CB0"/>
    <w:rsid w:val="009D6F8D"/>
    <w:rsid w:val="009D7203"/>
    <w:rsid w:val="009D741B"/>
    <w:rsid w:val="009D7E59"/>
    <w:rsid w:val="009E03BE"/>
    <w:rsid w:val="009E07BB"/>
    <w:rsid w:val="009E0905"/>
    <w:rsid w:val="009E0B48"/>
    <w:rsid w:val="009E10B0"/>
    <w:rsid w:val="009E1118"/>
    <w:rsid w:val="009E162D"/>
    <w:rsid w:val="009E1E85"/>
    <w:rsid w:val="009E27B5"/>
    <w:rsid w:val="009E2A00"/>
    <w:rsid w:val="009E2A58"/>
    <w:rsid w:val="009E36D5"/>
    <w:rsid w:val="009E3A0A"/>
    <w:rsid w:val="009E4824"/>
    <w:rsid w:val="009E4ADE"/>
    <w:rsid w:val="009E4EC0"/>
    <w:rsid w:val="009E4F3D"/>
    <w:rsid w:val="009E5648"/>
    <w:rsid w:val="009E598A"/>
    <w:rsid w:val="009E5B5C"/>
    <w:rsid w:val="009E67C9"/>
    <w:rsid w:val="009E6DE8"/>
    <w:rsid w:val="009E7289"/>
    <w:rsid w:val="009E774A"/>
    <w:rsid w:val="009E7AB9"/>
    <w:rsid w:val="009F0390"/>
    <w:rsid w:val="009F06D6"/>
    <w:rsid w:val="009F07B5"/>
    <w:rsid w:val="009F07C0"/>
    <w:rsid w:val="009F15D8"/>
    <w:rsid w:val="009F1D0F"/>
    <w:rsid w:val="009F230A"/>
    <w:rsid w:val="009F2324"/>
    <w:rsid w:val="009F2920"/>
    <w:rsid w:val="009F2B78"/>
    <w:rsid w:val="009F2C77"/>
    <w:rsid w:val="009F2C7C"/>
    <w:rsid w:val="009F2CC4"/>
    <w:rsid w:val="009F32B4"/>
    <w:rsid w:val="009F465F"/>
    <w:rsid w:val="009F4667"/>
    <w:rsid w:val="009F4669"/>
    <w:rsid w:val="009F4A72"/>
    <w:rsid w:val="009F5327"/>
    <w:rsid w:val="009F5369"/>
    <w:rsid w:val="009F565E"/>
    <w:rsid w:val="009F599A"/>
    <w:rsid w:val="009F5B4D"/>
    <w:rsid w:val="009F5E22"/>
    <w:rsid w:val="009F6BDD"/>
    <w:rsid w:val="009F6DDF"/>
    <w:rsid w:val="009F71EA"/>
    <w:rsid w:val="009F772A"/>
    <w:rsid w:val="009F7C50"/>
    <w:rsid w:val="009F7E98"/>
    <w:rsid w:val="00A0070E"/>
    <w:rsid w:val="00A00A9C"/>
    <w:rsid w:val="00A00CA1"/>
    <w:rsid w:val="00A01317"/>
    <w:rsid w:val="00A016BE"/>
    <w:rsid w:val="00A017EC"/>
    <w:rsid w:val="00A01C83"/>
    <w:rsid w:val="00A01E7B"/>
    <w:rsid w:val="00A022A6"/>
    <w:rsid w:val="00A027FC"/>
    <w:rsid w:val="00A032DC"/>
    <w:rsid w:val="00A033BA"/>
    <w:rsid w:val="00A03FEC"/>
    <w:rsid w:val="00A048AD"/>
    <w:rsid w:val="00A04903"/>
    <w:rsid w:val="00A04ACE"/>
    <w:rsid w:val="00A04B82"/>
    <w:rsid w:val="00A058E5"/>
    <w:rsid w:val="00A05A22"/>
    <w:rsid w:val="00A05D23"/>
    <w:rsid w:val="00A05D7D"/>
    <w:rsid w:val="00A0616C"/>
    <w:rsid w:val="00A066F6"/>
    <w:rsid w:val="00A06E29"/>
    <w:rsid w:val="00A07C6B"/>
    <w:rsid w:val="00A07FFB"/>
    <w:rsid w:val="00A10031"/>
    <w:rsid w:val="00A101AF"/>
    <w:rsid w:val="00A1027A"/>
    <w:rsid w:val="00A102FC"/>
    <w:rsid w:val="00A112B0"/>
    <w:rsid w:val="00A11608"/>
    <w:rsid w:val="00A11D75"/>
    <w:rsid w:val="00A120E4"/>
    <w:rsid w:val="00A122C4"/>
    <w:rsid w:val="00A1280C"/>
    <w:rsid w:val="00A12ADA"/>
    <w:rsid w:val="00A137B7"/>
    <w:rsid w:val="00A13A87"/>
    <w:rsid w:val="00A13A97"/>
    <w:rsid w:val="00A13C1D"/>
    <w:rsid w:val="00A13D56"/>
    <w:rsid w:val="00A144B5"/>
    <w:rsid w:val="00A14F3C"/>
    <w:rsid w:val="00A15277"/>
    <w:rsid w:val="00A15447"/>
    <w:rsid w:val="00A15953"/>
    <w:rsid w:val="00A15A97"/>
    <w:rsid w:val="00A15E97"/>
    <w:rsid w:val="00A15EFA"/>
    <w:rsid w:val="00A15F5D"/>
    <w:rsid w:val="00A16415"/>
    <w:rsid w:val="00A209AB"/>
    <w:rsid w:val="00A20BBE"/>
    <w:rsid w:val="00A21090"/>
    <w:rsid w:val="00A218BF"/>
    <w:rsid w:val="00A218C0"/>
    <w:rsid w:val="00A21980"/>
    <w:rsid w:val="00A220E1"/>
    <w:rsid w:val="00A22363"/>
    <w:rsid w:val="00A22B8B"/>
    <w:rsid w:val="00A2310F"/>
    <w:rsid w:val="00A237BF"/>
    <w:rsid w:val="00A24323"/>
    <w:rsid w:val="00A24F4F"/>
    <w:rsid w:val="00A256A6"/>
    <w:rsid w:val="00A258E0"/>
    <w:rsid w:val="00A25C92"/>
    <w:rsid w:val="00A26242"/>
    <w:rsid w:val="00A2636D"/>
    <w:rsid w:val="00A2642A"/>
    <w:rsid w:val="00A2648A"/>
    <w:rsid w:val="00A268C1"/>
    <w:rsid w:val="00A26AD5"/>
    <w:rsid w:val="00A270A5"/>
    <w:rsid w:val="00A27C50"/>
    <w:rsid w:val="00A27CB8"/>
    <w:rsid w:val="00A27D74"/>
    <w:rsid w:val="00A30112"/>
    <w:rsid w:val="00A30F05"/>
    <w:rsid w:val="00A30F8E"/>
    <w:rsid w:val="00A31104"/>
    <w:rsid w:val="00A31543"/>
    <w:rsid w:val="00A318BB"/>
    <w:rsid w:val="00A31977"/>
    <w:rsid w:val="00A31D25"/>
    <w:rsid w:val="00A31E39"/>
    <w:rsid w:val="00A33062"/>
    <w:rsid w:val="00A3331F"/>
    <w:rsid w:val="00A33424"/>
    <w:rsid w:val="00A335FD"/>
    <w:rsid w:val="00A33D61"/>
    <w:rsid w:val="00A34602"/>
    <w:rsid w:val="00A34E98"/>
    <w:rsid w:val="00A34FA2"/>
    <w:rsid w:val="00A3538E"/>
    <w:rsid w:val="00A3545A"/>
    <w:rsid w:val="00A35D65"/>
    <w:rsid w:val="00A35EDE"/>
    <w:rsid w:val="00A36375"/>
    <w:rsid w:val="00A36CA9"/>
    <w:rsid w:val="00A36D07"/>
    <w:rsid w:val="00A37451"/>
    <w:rsid w:val="00A40139"/>
    <w:rsid w:val="00A402B8"/>
    <w:rsid w:val="00A41453"/>
    <w:rsid w:val="00A4190D"/>
    <w:rsid w:val="00A41A83"/>
    <w:rsid w:val="00A41AA9"/>
    <w:rsid w:val="00A426D2"/>
    <w:rsid w:val="00A4277F"/>
    <w:rsid w:val="00A4282F"/>
    <w:rsid w:val="00A4295F"/>
    <w:rsid w:val="00A42B48"/>
    <w:rsid w:val="00A42E79"/>
    <w:rsid w:val="00A42FAF"/>
    <w:rsid w:val="00A43B53"/>
    <w:rsid w:val="00A43D8D"/>
    <w:rsid w:val="00A44011"/>
    <w:rsid w:val="00A4409F"/>
    <w:rsid w:val="00A44462"/>
    <w:rsid w:val="00A44704"/>
    <w:rsid w:val="00A450F1"/>
    <w:rsid w:val="00A45212"/>
    <w:rsid w:val="00A459C9"/>
    <w:rsid w:val="00A4645A"/>
    <w:rsid w:val="00A46829"/>
    <w:rsid w:val="00A47417"/>
    <w:rsid w:val="00A47547"/>
    <w:rsid w:val="00A4758D"/>
    <w:rsid w:val="00A478DC"/>
    <w:rsid w:val="00A500F0"/>
    <w:rsid w:val="00A50ADE"/>
    <w:rsid w:val="00A50FBD"/>
    <w:rsid w:val="00A5112F"/>
    <w:rsid w:val="00A514D8"/>
    <w:rsid w:val="00A51530"/>
    <w:rsid w:val="00A516A7"/>
    <w:rsid w:val="00A51F4D"/>
    <w:rsid w:val="00A51FCA"/>
    <w:rsid w:val="00A52281"/>
    <w:rsid w:val="00A52653"/>
    <w:rsid w:val="00A52A43"/>
    <w:rsid w:val="00A52A8D"/>
    <w:rsid w:val="00A52A96"/>
    <w:rsid w:val="00A52B25"/>
    <w:rsid w:val="00A532F0"/>
    <w:rsid w:val="00A534EC"/>
    <w:rsid w:val="00A53DE6"/>
    <w:rsid w:val="00A53EEC"/>
    <w:rsid w:val="00A540D7"/>
    <w:rsid w:val="00A5410A"/>
    <w:rsid w:val="00A54179"/>
    <w:rsid w:val="00A54557"/>
    <w:rsid w:val="00A545C0"/>
    <w:rsid w:val="00A54C42"/>
    <w:rsid w:val="00A552B2"/>
    <w:rsid w:val="00A5559C"/>
    <w:rsid w:val="00A5562B"/>
    <w:rsid w:val="00A556AC"/>
    <w:rsid w:val="00A5589C"/>
    <w:rsid w:val="00A55CD3"/>
    <w:rsid w:val="00A55DA3"/>
    <w:rsid w:val="00A56088"/>
    <w:rsid w:val="00A563E2"/>
    <w:rsid w:val="00A5664D"/>
    <w:rsid w:val="00A56C20"/>
    <w:rsid w:val="00A5769A"/>
    <w:rsid w:val="00A57D23"/>
    <w:rsid w:val="00A604C4"/>
    <w:rsid w:val="00A6076B"/>
    <w:rsid w:val="00A60B19"/>
    <w:rsid w:val="00A61653"/>
    <w:rsid w:val="00A6189D"/>
    <w:rsid w:val="00A61D02"/>
    <w:rsid w:val="00A61EF7"/>
    <w:rsid w:val="00A61F81"/>
    <w:rsid w:val="00A62BC0"/>
    <w:rsid w:val="00A63240"/>
    <w:rsid w:val="00A63553"/>
    <w:rsid w:val="00A64002"/>
    <w:rsid w:val="00A640D8"/>
    <w:rsid w:val="00A6430D"/>
    <w:rsid w:val="00A64625"/>
    <w:rsid w:val="00A6486D"/>
    <w:rsid w:val="00A6494B"/>
    <w:rsid w:val="00A64F5E"/>
    <w:rsid w:val="00A6515C"/>
    <w:rsid w:val="00A65354"/>
    <w:rsid w:val="00A65D63"/>
    <w:rsid w:val="00A65DA3"/>
    <w:rsid w:val="00A668D6"/>
    <w:rsid w:val="00A66FB4"/>
    <w:rsid w:val="00A677D3"/>
    <w:rsid w:val="00A70A75"/>
    <w:rsid w:val="00A70BEC"/>
    <w:rsid w:val="00A70C46"/>
    <w:rsid w:val="00A71119"/>
    <w:rsid w:val="00A7139F"/>
    <w:rsid w:val="00A71492"/>
    <w:rsid w:val="00A7195D"/>
    <w:rsid w:val="00A71DFC"/>
    <w:rsid w:val="00A7200E"/>
    <w:rsid w:val="00A7270C"/>
    <w:rsid w:val="00A72A2B"/>
    <w:rsid w:val="00A72B4B"/>
    <w:rsid w:val="00A7321E"/>
    <w:rsid w:val="00A745EB"/>
    <w:rsid w:val="00A749A9"/>
    <w:rsid w:val="00A74ADA"/>
    <w:rsid w:val="00A750C1"/>
    <w:rsid w:val="00A751DD"/>
    <w:rsid w:val="00A7597A"/>
    <w:rsid w:val="00A75C7E"/>
    <w:rsid w:val="00A7629D"/>
    <w:rsid w:val="00A763D5"/>
    <w:rsid w:val="00A76489"/>
    <w:rsid w:val="00A767A6"/>
    <w:rsid w:val="00A7799D"/>
    <w:rsid w:val="00A77C90"/>
    <w:rsid w:val="00A803B1"/>
    <w:rsid w:val="00A803DB"/>
    <w:rsid w:val="00A80621"/>
    <w:rsid w:val="00A815CF"/>
    <w:rsid w:val="00A8181E"/>
    <w:rsid w:val="00A8226D"/>
    <w:rsid w:val="00A829B7"/>
    <w:rsid w:val="00A82C21"/>
    <w:rsid w:val="00A82D2D"/>
    <w:rsid w:val="00A83152"/>
    <w:rsid w:val="00A836E8"/>
    <w:rsid w:val="00A83758"/>
    <w:rsid w:val="00A8395F"/>
    <w:rsid w:val="00A83C79"/>
    <w:rsid w:val="00A84941"/>
    <w:rsid w:val="00A84A6E"/>
    <w:rsid w:val="00A84CAE"/>
    <w:rsid w:val="00A854A1"/>
    <w:rsid w:val="00A85FCB"/>
    <w:rsid w:val="00A86250"/>
    <w:rsid w:val="00A863A0"/>
    <w:rsid w:val="00A8655E"/>
    <w:rsid w:val="00A86979"/>
    <w:rsid w:val="00A86A97"/>
    <w:rsid w:val="00A86CC5"/>
    <w:rsid w:val="00A86DDC"/>
    <w:rsid w:val="00A8763E"/>
    <w:rsid w:val="00A87BD6"/>
    <w:rsid w:val="00A90213"/>
    <w:rsid w:val="00A908D6"/>
    <w:rsid w:val="00A90B63"/>
    <w:rsid w:val="00A90CCD"/>
    <w:rsid w:val="00A91F34"/>
    <w:rsid w:val="00A91F7E"/>
    <w:rsid w:val="00A920D5"/>
    <w:rsid w:val="00A92A07"/>
    <w:rsid w:val="00A92FFE"/>
    <w:rsid w:val="00A9330B"/>
    <w:rsid w:val="00A9330E"/>
    <w:rsid w:val="00A93511"/>
    <w:rsid w:val="00A93C0D"/>
    <w:rsid w:val="00A94392"/>
    <w:rsid w:val="00A9451B"/>
    <w:rsid w:val="00A94DAD"/>
    <w:rsid w:val="00A94E97"/>
    <w:rsid w:val="00A94ECE"/>
    <w:rsid w:val="00A9522E"/>
    <w:rsid w:val="00A95345"/>
    <w:rsid w:val="00A95604"/>
    <w:rsid w:val="00A95704"/>
    <w:rsid w:val="00A961AF"/>
    <w:rsid w:val="00A96512"/>
    <w:rsid w:val="00A96708"/>
    <w:rsid w:val="00A9681F"/>
    <w:rsid w:val="00A96A00"/>
    <w:rsid w:val="00A96E03"/>
    <w:rsid w:val="00A97015"/>
    <w:rsid w:val="00A97168"/>
    <w:rsid w:val="00A971B5"/>
    <w:rsid w:val="00A977A7"/>
    <w:rsid w:val="00A97800"/>
    <w:rsid w:val="00A97E04"/>
    <w:rsid w:val="00A97ED6"/>
    <w:rsid w:val="00A97F24"/>
    <w:rsid w:val="00AA045F"/>
    <w:rsid w:val="00AA085E"/>
    <w:rsid w:val="00AA0996"/>
    <w:rsid w:val="00AA0BA9"/>
    <w:rsid w:val="00AA0F85"/>
    <w:rsid w:val="00AA0F86"/>
    <w:rsid w:val="00AA143F"/>
    <w:rsid w:val="00AA1CD8"/>
    <w:rsid w:val="00AA294D"/>
    <w:rsid w:val="00AA378D"/>
    <w:rsid w:val="00AA37DD"/>
    <w:rsid w:val="00AA3AB2"/>
    <w:rsid w:val="00AA471E"/>
    <w:rsid w:val="00AA4C1D"/>
    <w:rsid w:val="00AA4F1D"/>
    <w:rsid w:val="00AA623E"/>
    <w:rsid w:val="00AA63AF"/>
    <w:rsid w:val="00AA7051"/>
    <w:rsid w:val="00AA732D"/>
    <w:rsid w:val="00AA7D13"/>
    <w:rsid w:val="00AB016E"/>
    <w:rsid w:val="00AB03D6"/>
    <w:rsid w:val="00AB04D9"/>
    <w:rsid w:val="00AB061C"/>
    <w:rsid w:val="00AB0A12"/>
    <w:rsid w:val="00AB0E3D"/>
    <w:rsid w:val="00AB1BFB"/>
    <w:rsid w:val="00AB1C1B"/>
    <w:rsid w:val="00AB1DF2"/>
    <w:rsid w:val="00AB1F96"/>
    <w:rsid w:val="00AB1FF3"/>
    <w:rsid w:val="00AB20AF"/>
    <w:rsid w:val="00AB20CB"/>
    <w:rsid w:val="00AB2724"/>
    <w:rsid w:val="00AB299E"/>
    <w:rsid w:val="00AB2CF4"/>
    <w:rsid w:val="00AB333E"/>
    <w:rsid w:val="00AB376E"/>
    <w:rsid w:val="00AB3A0C"/>
    <w:rsid w:val="00AB3F1B"/>
    <w:rsid w:val="00AB46B8"/>
    <w:rsid w:val="00AB49D8"/>
    <w:rsid w:val="00AB4A0C"/>
    <w:rsid w:val="00AB53F2"/>
    <w:rsid w:val="00AB583F"/>
    <w:rsid w:val="00AB5AFC"/>
    <w:rsid w:val="00AB5B22"/>
    <w:rsid w:val="00AB5B4B"/>
    <w:rsid w:val="00AB6026"/>
    <w:rsid w:val="00AB658F"/>
    <w:rsid w:val="00AB661C"/>
    <w:rsid w:val="00AB66C2"/>
    <w:rsid w:val="00AB6B61"/>
    <w:rsid w:val="00AB6FA5"/>
    <w:rsid w:val="00AB7C7E"/>
    <w:rsid w:val="00AB7F40"/>
    <w:rsid w:val="00AC0CCE"/>
    <w:rsid w:val="00AC194F"/>
    <w:rsid w:val="00AC19AD"/>
    <w:rsid w:val="00AC1CF0"/>
    <w:rsid w:val="00AC1F3A"/>
    <w:rsid w:val="00AC2361"/>
    <w:rsid w:val="00AC2623"/>
    <w:rsid w:val="00AC28CD"/>
    <w:rsid w:val="00AC2BE0"/>
    <w:rsid w:val="00AC2CF2"/>
    <w:rsid w:val="00AC3041"/>
    <w:rsid w:val="00AC3EB9"/>
    <w:rsid w:val="00AC420A"/>
    <w:rsid w:val="00AC4251"/>
    <w:rsid w:val="00AC4698"/>
    <w:rsid w:val="00AC4713"/>
    <w:rsid w:val="00AC4A76"/>
    <w:rsid w:val="00AC4C24"/>
    <w:rsid w:val="00AC4D40"/>
    <w:rsid w:val="00AC579E"/>
    <w:rsid w:val="00AC5971"/>
    <w:rsid w:val="00AC5983"/>
    <w:rsid w:val="00AC59CD"/>
    <w:rsid w:val="00AC6146"/>
    <w:rsid w:val="00AC6386"/>
    <w:rsid w:val="00AC63E4"/>
    <w:rsid w:val="00AC64A5"/>
    <w:rsid w:val="00AC6A20"/>
    <w:rsid w:val="00AC6AC8"/>
    <w:rsid w:val="00AC720C"/>
    <w:rsid w:val="00AC7680"/>
    <w:rsid w:val="00AD017E"/>
    <w:rsid w:val="00AD143A"/>
    <w:rsid w:val="00AD1877"/>
    <w:rsid w:val="00AD1E89"/>
    <w:rsid w:val="00AD1F4B"/>
    <w:rsid w:val="00AD2254"/>
    <w:rsid w:val="00AD2964"/>
    <w:rsid w:val="00AD2A6B"/>
    <w:rsid w:val="00AD34D1"/>
    <w:rsid w:val="00AD35C5"/>
    <w:rsid w:val="00AD35E8"/>
    <w:rsid w:val="00AD365B"/>
    <w:rsid w:val="00AD385A"/>
    <w:rsid w:val="00AD388F"/>
    <w:rsid w:val="00AD3E1B"/>
    <w:rsid w:val="00AD4255"/>
    <w:rsid w:val="00AD4628"/>
    <w:rsid w:val="00AD4C53"/>
    <w:rsid w:val="00AD507D"/>
    <w:rsid w:val="00AD50AB"/>
    <w:rsid w:val="00AD52B3"/>
    <w:rsid w:val="00AD52C3"/>
    <w:rsid w:val="00AD54D2"/>
    <w:rsid w:val="00AD57DD"/>
    <w:rsid w:val="00AD5921"/>
    <w:rsid w:val="00AD5C16"/>
    <w:rsid w:val="00AD6518"/>
    <w:rsid w:val="00AD66EF"/>
    <w:rsid w:val="00AD6D3F"/>
    <w:rsid w:val="00AD7113"/>
    <w:rsid w:val="00AD7341"/>
    <w:rsid w:val="00AD743F"/>
    <w:rsid w:val="00AD780D"/>
    <w:rsid w:val="00AD79CC"/>
    <w:rsid w:val="00AD7BF7"/>
    <w:rsid w:val="00AE0778"/>
    <w:rsid w:val="00AE0E59"/>
    <w:rsid w:val="00AE1E35"/>
    <w:rsid w:val="00AE21E9"/>
    <w:rsid w:val="00AE23A6"/>
    <w:rsid w:val="00AE3152"/>
    <w:rsid w:val="00AE3434"/>
    <w:rsid w:val="00AE4257"/>
    <w:rsid w:val="00AE4A07"/>
    <w:rsid w:val="00AE4D35"/>
    <w:rsid w:val="00AE5D84"/>
    <w:rsid w:val="00AE5DAC"/>
    <w:rsid w:val="00AE5F35"/>
    <w:rsid w:val="00AE6117"/>
    <w:rsid w:val="00AE622B"/>
    <w:rsid w:val="00AE64FD"/>
    <w:rsid w:val="00AE6C28"/>
    <w:rsid w:val="00AE6CFD"/>
    <w:rsid w:val="00AE6EBF"/>
    <w:rsid w:val="00AE70FA"/>
    <w:rsid w:val="00AE7387"/>
    <w:rsid w:val="00AE7D29"/>
    <w:rsid w:val="00AF0427"/>
    <w:rsid w:val="00AF05EF"/>
    <w:rsid w:val="00AF07F6"/>
    <w:rsid w:val="00AF0987"/>
    <w:rsid w:val="00AF0A2F"/>
    <w:rsid w:val="00AF0B30"/>
    <w:rsid w:val="00AF100C"/>
    <w:rsid w:val="00AF1109"/>
    <w:rsid w:val="00AF1BDD"/>
    <w:rsid w:val="00AF1DE1"/>
    <w:rsid w:val="00AF217C"/>
    <w:rsid w:val="00AF27C9"/>
    <w:rsid w:val="00AF2A48"/>
    <w:rsid w:val="00AF2D4C"/>
    <w:rsid w:val="00AF3242"/>
    <w:rsid w:val="00AF333E"/>
    <w:rsid w:val="00AF33DF"/>
    <w:rsid w:val="00AF3431"/>
    <w:rsid w:val="00AF35AE"/>
    <w:rsid w:val="00AF3F99"/>
    <w:rsid w:val="00AF4102"/>
    <w:rsid w:val="00AF4155"/>
    <w:rsid w:val="00AF461D"/>
    <w:rsid w:val="00AF50C6"/>
    <w:rsid w:val="00AF5629"/>
    <w:rsid w:val="00AF57DE"/>
    <w:rsid w:val="00AF66B5"/>
    <w:rsid w:val="00AF6711"/>
    <w:rsid w:val="00AF688E"/>
    <w:rsid w:val="00AF6A1B"/>
    <w:rsid w:val="00AF6A35"/>
    <w:rsid w:val="00AF7415"/>
    <w:rsid w:val="00AF74EC"/>
    <w:rsid w:val="00AF7AA1"/>
    <w:rsid w:val="00B00486"/>
    <w:rsid w:val="00B006A7"/>
    <w:rsid w:val="00B00B91"/>
    <w:rsid w:val="00B00DF2"/>
    <w:rsid w:val="00B01113"/>
    <w:rsid w:val="00B01257"/>
    <w:rsid w:val="00B01E88"/>
    <w:rsid w:val="00B01F7B"/>
    <w:rsid w:val="00B02571"/>
    <w:rsid w:val="00B02A7F"/>
    <w:rsid w:val="00B02BC2"/>
    <w:rsid w:val="00B02C2F"/>
    <w:rsid w:val="00B02E12"/>
    <w:rsid w:val="00B02F5A"/>
    <w:rsid w:val="00B02FD3"/>
    <w:rsid w:val="00B036B6"/>
    <w:rsid w:val="00B03ADD"/>
    <w:rsid w:val="00B03F2F"/>
    <w:rsid w:val="00B042D2"/>
    <w:rsid w:val="00B045E5"/>
    <w:rsid w:val="00B053D2"/>
    <w:rsid w:val="00B05788"/>
    <w:rsid w:val="00B06051"/>
    <w:rsid w:val="00B06311"/>
    <w:rsid w:val="00B064DD"/>
    <w:rsid w:val="00B0664F"/>
    <w:rsid w:val="00B06902"/>
    <w:rsid w:val="00B06E5B"/>
    <w:rsid w:val="00B06FBB"/>
    <w:rsid w:val="00B0725F"/>
    <w:rsid w:val="00B07361"/>
    <w:rsid w:val="00B07557"/>
    <w:rsid w:val="00B1002E"/>
    <w:rsid w:val="00B1054C"/>
    <w:rsid w:val="00B10C8B"/>
    <w:rsid w:val="00B1161B"/>
    <w:rsid w:val="00B11810"/>
    <w:rsid w:val="00B11AF5"/>
    <w:rsid w:val="00B11D06"/>
    <w:rsid w:val="00B11DE7"/>
    <w:rsid w:val="00B11FDE"/>
    <w:rsid w:val="00B12417"/>
    <w:rsid w:val="00B12E19"/>
    <w:rsid w:val="00B12ED2"/>
    <w:rsid w:val="00B12F22"/>
    <w:rsid w:val="00B13001"/>
    <w:rsid w:val="00B1309E"/>
    <w:rsid w:val="00B13931"/>
    <w:rsid w:val="00B14870"/>
    <w:rsid w:val="00B14CFC"/>
    <w:rsid w:val="00B14F73"/>
    <w:rsid w:val="00B1518E"/>
    <w:rsid w:val="00B15508"/>
    <w:rsid w:val="00B15816"/>
    <w:rsid w:val="00B15DB9"/>
    <w:rsid w:val="00B15DDF"/>
    <w:rsid w:val="00B1655E"/>
    <w:rsid w:val="00B166EE"/>
    <w:rsid w:val="00B16716"/>
    <w:rsid w:val="00B16AA7"/>
    <w:rsid w:val="00B17010"/>
    <w:rsid w:val="00B176EE"/>
    <w:rsid w:val="00B17A5A"/>
    <w:rsid w:val="00B17B64"/>
    <w:rsid w:val="00B20105"/>
    <w:rsid w:val="00B20211"/>
    <w:rsid w:val="00B20873"/>
    <w:rsid w:val="00B2155F"/>
    <w:rsid w:val="00B215EB"/>
    <w:rsid w:val="00B21A62"/>
    <w:rsid w:val="00B21B5A"/>
    <w:rsid w:val="00B21D47"/>
    <w:rsid w:val="00B22636"/>
    <w:rsid w:val="00B22785"/>
    <w:rsid w:val="00B22ABB"/>
    <w:rsid w:val="00B22C73"/>
    <w:rsid w:val="00B22E65"/>
    <w:rsid w:val="00B232DA"/>
    <w:rsid w:val="00B2427A"/>
    <w:rsid w:val="00B2451A"/>
    <w:rsid w:val="00B24712"/>
    <w:rsid w:val="00B247F5"/>
    <w:rsid w:val="00B24837"/>
    <w:rsid w:val="00B24968"/>
    <w:rsid w:val="00B24ABA"/>
    <w:rsid w:val="00B24EB4"/>
    <w:rsid w:val="00B252A4"/>
    <w:rsid w:val="00B2530E"/>
    <w:rsid w:val="00B257FB"/>
    <w:rsid w:val="00B25A08"/>
    <w:rsid w:val="00B25D19"/>
    <w:rsid w:val="00B26547"/>
    <w:rsid w:val="00B271CF"/>
    <w:rsid w:val="00B30015"/>
    <w:rsid w:val="00B315FD"/>
    <w:rsid w:val="00B32101"/>
    <w:rsid w:val="00B32C37"/>
    <w:rsid w:val="00B3408E"/>
    <w:rsid w:val="00B34446"/>
    <w:rsid w:val="00B34F0C"/>
    <w:rsid w:val="00B3518C"/>
    <w:rsid w:val="00B353D6"/>
    <w:rsid w:val="00B359CD"/>
    <w:rsid w:val="00B3683B"/>
    <w:rsid w:val="00B36940"/>
    <w:rsid w:val="00B3695C"/>
    <w:rsid w:val="00B36D1A"/>
    <w:rsid w:val="00B36F1C"/>
    <w:rsid w:val="00B375E7"/>
    <w:rsid w:val="00B37997"/>
    <w:rsid w:val="00B37BE4"/>
    <w:rsid w:val="00B37DB3"/>
    <w:rsid w:val="00B37FEA"/>
    <w:rsid w:val="00B403DA"/>
    <w:rsid w:val="00B40C36"/>
    <w:rsid w:val="00B40DBF"/>
    <w:rsid w:val="00B41311"/>
    <w:rsid w:val="00B41E45"/>
    <w:rsid w:val="00B422E5"/>
    <w:rsid w:val="00B42510"/>
    <w:rsid w:val="00B426ED"/>
    <w:rsid w:val="00B427AF"/>
    <w:rsid w:val="00B42E0C"/>
    <w:rsid w:val="00B42FE4"/>
    <w:rsid w:val="00B434AF"/>
    <w:rsid w:val="00B434F6"/>
    <w:rsid w:val="00B43627"/>
    <w:rsid w:val="00B43814"/>
    <w:rsid w:val="00B43DDD"/>
    <w:rsid w:val="00B45107"/>
    <w:rsid w:val="00B451BF"/>
    <w:rsid w:val="00B45557"/>
    <w:rsid w:val="00B4567A"/>
    <w:rsid w:val="00B467AD"/>
    <w:rsid w:val="00B46A8C"/>
    <w:rsid w:val="00B47827"/>
    <w:rsid w:val="00B47A3E"/>
    <w:rsid w:val="00B506FA"/>
    <w:rsid w:val="00B5077E"/>
    <w:rsid w:val="00B507A7"/>
    <w:rsid w:val="00B50910"/>
    <w:rsid w:val="00B510F5"/>
    <w:rsid w:val="00B5163B"/>
    <w:rsid w:val="00B516C0"/>
    <w:rsid w:val="00B51A31"/>
    <w:rsid w:val="00B5245A"/>
    <w:rsid w:val="00B5247D"/>
    <w:rsid w:val="00B526D5"/>
    <w:rsid w:val="00B52800"/>
    <w:rsid w:val="00B52B9E"/>
    <w:rsid w:val="00B5323E"/>
    <w:rsid w:val="00B53325"/>
    <w:rsid w:val="00B5348D"/>
    <w:rsid w:val="00B537F8"/>
    <w:rsid w:val="00B53C5E"/>
    <w:rsid w:val="00B53E36"/>
    <w:rsid w:val="00B54852"/>
    <w:rsid w:val="00B54A1C"/>
    <w:rsid w:val="00B54AF6"/>
    <w:rsid w:val="00B54E17"/>
    <w:rsid w:val="00B54EDE"/>
    <w:rsid w:val="00B54F48"/>
    <w:rsid w:val="00B55E85"/>
    <w:rsid w:val="00B564AE"/>
    <w:rsid w:val="00B56835"/>
    <w:rsid w:val="00B56B83"/>
    <w:rsid w:val="00B5701A"/>
    <w:rsid w:val="00B57FEB"/>
    <w:rsid w:val="00B60725"/>
    <w:rsid w:val="00B60893"/>
    <w:rsid w:val="00B60D85"/>
    <w:rsid w:val="00B61271"/>
    <w:rsid w:val="00B6170C"/>
    <w:rsid w:val="00B61A94"/>
    <w:rsid w:val="00B61DE8"/>
    <w:rsid w:val="00B6214B"/>
    <w:rsid w:val="00B62382"/>
    <w:rsid w:val="00B6260A"/>
    <w:rsid w:val="00B629FE"/>
    <w:rsid w:val="00B62D56"/>
    <w:rsid w:val="00B62E42"/>
    <w:rsid w:val="00B6384E"/>
    <w:rsid w:val="00B63999"/>
    <w:rsid w:val="00B63D42"/>
    <w:rsid w:val="00B642E7"/>
    <w:rsid w:val="00B650FF"/>
    <w:rsid w:val="00B65134"/>
    <w:rsid w:val="00B6535C"/>
    <w:rsid w:val="00B654A6"/>
    <w:rsid w:val="00B65B6A"/>
    <w:rsid w:val="00B65CAD"/>
    <w:rsid w:val="00B66693"/>
    <w:rsid w:val="00B66715"/>
    <w:rsid w:val="00B66C15"/>
    <w:rsid w:val="00B67F74"/>
    <w:rsid w:val="00B70401"/>
    <w:rsid w:val="00B706F7"/>
    <w:rsid w:val="00B70AEE"/>
    <w:rsid w:val="00B711CB"/>
    <w:rsid w:val="00B71ADF"/>
    <w:rsid w:val="00B71C82"/>
    <w:rsid w:val="00B72707"/>
    <w:rsid w:val="00B72A7B"/>
    <w:rsid w:val="00B72C07"/>
    <w:rsid w:val="00B73110"/>
    <w:rsid w:val="00B731F9"/>
    <w:rsid w:val="00B73564"/>
    <w:rsid w:val="00B735F5"/>
    <w:rsid w:val="00B738BB"/>
    <w:rsid w:val="00B73BB5"/>
    <w:rsid w:val="00B73E35"/>
    <w:rsid w:val="00B743C0"/>
    <w:rsid w:val="00B74D6C"/>
    <w:rsid w:val="00B7501C"/>
    <w:rsid w:val="00B7503C"/>
    <w:rsid w:val="00B7586D"/>
    <w:rsid w:val="00B75C7E"/>
    <w:rsid w:val="00B75FF9"/>
    <w:rsid w:val="00B76013"/>
    <w:rsid w:val="00B763BD"/>
    <w:rsid w:val="00B76530"/>
    <w:rsid w:val="00B76B70"/>
    <w:rsid w:val="00B7748E"/>
    <w:rsid w:val="00B7755E"/>
    <w:rsid w:val="00B7776D"/>
    <w:rsid w:val="00B77EF4"/>
    <w:rsid w:val="00B77F4D"/>
    <w:rsid w:val="00B8020D"/>
    <w:rsid w:val="00B8053D"/>
    <w:rsid w:val="00B80BA9"/>
    <w:rsid w:val="00B80DA0"/>
    <w:rsid w:val="00B812E3"/>
    <w:rsid w:val="00B81CAC"/>
    <w:rsid w:val="00B81F23"/>
    <w:rsid w:val="00B8247A"/>
    <w:rsid w:val="00B82700"/>
    <w:rsid w:val="00B82A3A"/>
    <w:rsid w:val="00B8321A"/>
    <w:rsid w:val="00B83884"/>
    <w:rsid w:val="00B839DA"/>
    <w:rsid w:val="00B83A7B"/>
    <w:rsid w:val="00B83D93"/>
    <w:rsid w:val="00B83F6D"/>
    <w:rsid w:val="00B8495B"/>
    <w:rsid w:val="00B84A4F"/>
    <w:rsid w:val="00B84DB9"/>
    <w:rsid w:val="00B856A7"/>
    <w:rsid w:val="00B856C5"/>
    <w:rsid w:val="00B861EB"/>
    <w:rsid w:val="00B87355"/>
    <w:rsid w:val="00B873AE"/>
    <w:rsid w:val="00B8770C"/>
    <w:rsid w:val="00B877CA"/>
    <w:rsid w:val="00B87F6F"/>
    <w:rsid w:val="00B90250"/>
    <w:rsid w:val="00B90540"/>
    <w:rsid w:val="00B90767"/>
    <w:rsid w:val="00B90A19"/>
    <w:rsid w:val="00B90B15"/>
    <w:rsid w:val="00B90C49"/>
    <w:rsid w:val="00B90F61"/>
    <w:rsid w:val="00B92121"/>
    <w:rsid w:val="00B924F9"/>
    <w:rsid w:val="00B930F8"/>
    <w:rsid w:val="00B931B4"/>
    <w:rsid w:val="00B936D7"/>
    <w:rsid w:val="00B93C90"/>
    <w:rsid w:val="00B93CB0"/>
    <w:rsid w:val="00B93D39"/>
    <w:rsid w:val="00B955A3"/>
    <w:rsid w:val="00B95E26"/>
    <w:rsid w:val="00B96414"/>
    <w:rsid w:val="00B96771"/>
    <w:rsid w:val="00B96AC2"/>
    <w:rsid w:val="00B96BCF"/>
    <w:rsid w:val="00B96C08"/>
    <w:rsid w:val="00B972F3"/>
    <w:rsid w:val="00B97817"/>
    <w:rsid w:val="00B979E8"/>
    <w:rsid w:val="00B97DBD"/>
    <w:rsid w:val="00BA008B"/>
    <w:rsid w:val="00BA0B61"/>
    <w:rsid w:val="00BA0E09"/>
    <w:rsid w:val="00BA12E2"/>
    <w:rsid w:val="00BA1680"/>
    <w:rsid w:val="00BA1B1D"/>
    <w:rsid w:val="00BA1E50"/>
    <w:rsid w:val="00BA1E6B"/>
    <w:rsid w:val="00BA202B"/>
    <w:rsid w:val="00BA20DE"/>
    <w:rsid w:val="00BA2289"/>
    <w:rsid w:val="00BA2294"/>
    <w:rsid w:val="00BA2BC5"/>
    <w:rsid w:val="00BA3AE9"/>
    <w:rsid w:val="00BA4376"/>
    <w:rsid w:val="00BA4641"/>
    <w:rsid w:val="00BA57CC"/>
    <w:rsid w:val="00BA5B54"/>
    <w:rsid w:val="00BA60B5"/>
    <w:rsid w:val="00BA6291"/>
    <w:rsid w:val="00BA68DC"/>
    <w:rsid w:val="00BA68FD"/>
    <w:rsid w:val="00BA6F56"/>
    <w:rsid w:val="00BA6F5A"/>
    <w:rsid w:val="00BA7632"/>
    <w:rsid w:val="00BA7DB6"/>
    <w:rsid w:val="00BA7F20"/>
    <w:rsid w:val="00BB06E4"/>
    <w:rsid w:val="00BB0AB5"/>
    <w:rsid w:val="00BB0B80"/>
    <w:rsid w:val="00BB0F0E"/>
    <w:rsid w:val="00BB1F4F"/>
    <w:rsid w:val="00BB285E"/>
    <w:rsid w:val="00BB2CDA"/>
    <w:rsid w:val="00BB3049"/>
    <w:rsid w:val="00BB341B"/>
    <w:rsid w:val="00BB346D"/>
    <w:rsid w:val="00BB352D"/>
    <w:rsid w:val="00BB3C82"/>
    <w:rsid w:val="00BB4579"/>
    <w:rsid w:val="00BB4D30"/>
    <w:rsid w:val="00BB4F76"/>
    <w:rsid w:val="00BB526F"/>
    <w:rsid w:val="00BB5951"/>
    <w:rsid w:val="00BB5C83"/>
    <w:rsid w:val="00BB6024"/>
    <w:rsid w:val="00BB643C"/>
    <w:rsid w:val="00BB6849"/>
    <w:rsid w:val="00BB6B0F"/>
    <w:rsid w:val="00BB711B"/>
    <w:rsid w:val="00BB7154"/>
    <w:rsid w:val="00BB730F"/>
    <w:rsid w:val="00BB7356"/>
    <w:rsid w:val="00BB7B26"/>
    <w:rsid w:val="00BB7D1C"/>
    <w:rsid w:val="00BC0513"/>
    <w:rsid w:val="00BC06F0"/>
    <w:rsid w:val="00BC0A87"/>
    <w:rsid w:val="00BC0F6C"/>
    <w:rsid w:val="00BC1B3F"/>
    <w:rsid w:val="00BC1C22"/>
    <w:rsid w:val="00BC268A"/>
    <w:rsid w:val="00BC274F"/>
    <w:rsid w:val="00BC3964"/>
    <w:rsid w:val="00BC3C76"/>
    <w:rsid w:val="00BC4727"/>
    <w:rsid w:val="00BC499A"/>
    <w:rsid w:val="00BC4AC0"/>
    <w:rsid w:val="00BC4D70"/>
    <w:rsid w:val="00BC4FBB"/>
    <w:rsid w:val="00BC5007"/>
    <w:rsid w:val="00BC5D7D"/>
    <w:rsid w:val="00BC6506"/>
    <w:rsid w:val="00BC67EB"/>
    <w:rsid w:val="00BC6BEC"/>
    <w:rsid w:val="00BC717E"/>
    <w:rsid w:val="00BC7419"/>
    <w:rsid w:val="00BC74AB"/>
    <w:rsid w:val="00BC773E"/>
    <w:rsid w:val="00BC7754"/>
    <w:rsid w:val="00BC77EE"/>
    <w:rsid w:val="00BC7FA7"/>
    <w:rsid w:val="00BD18C2"/>
    <w:rsid w:val="00BD1D50"/>
    <w:rsid w:val="00BD253A"/>
    <w:rsid w:val="00BD25ED"/>
    <w:rsid w:val="00BD27E4"/>
    <w:rsid w:val="00BD2B20"/>
    <w:rsid w:val="00BD2C0D"/>
    <w:rsid w:val="00BD2C6F"/>
    <w:rsid w:val="00BD2DA9"/>
    <w:rsid w:val="00BD2DED"/>
    <w:rsid w:val="00BD2FEA"/>
    <w:rsid w:val="00BD30D3"/>
    <w:rsid w:val="00BD3145"/>
    <w:rsid w:val="00BD3395"/>
    <w:rsid w:val="00BD34C6"/>
    <w:rsid w:val="00BD34F7"/>
    <w:rsid w:val="00BD4086"/>
    <w:rsid w:val="00BD4541"/>
    <w:rsid w:val="00BD47FF"/>
    <w:rsid w:val="00BD4C15"/>
    <w:rsid w:val="00BD4DFE"/>
    <w:rsid w:val="00BD4EA4"/>
    <w:rsid w:val="00BD502E"/>
    <w:rsid w:val="00BD5823"/>
    <w:rsid w:val="00BD593F"/>
    <w:rsid w:val="00BD6706"/>
    <w:rsid w:val="00BD6E1C"/>
    <w:rsid w:val="00BD78B2"/>
    <w:rsid w:val="00BE0A1C"/>
    <w:rsid w:val="00BE0D08"/>
    <w:rsid w:val="00BE1405"/>
    <w:rsid w:val="00BE15A8"/>
    <w:rsid w:val="00BE15F5"/>
    <w:rsid w:val="00BE16E3"/>
    <w:rsid w:val="00BE2886"/>
    <w:rsid w:val="00BE2985"/>
    <w:rsid w:val="00BE2B85"/>
    <w:rsid w:val="00BE2E07"/>
    <w:rsid w:val="00BE31C3"/>
    <w:rsid w:val="00BE3339"/>
    <w:rsid w:val="00BE3C21"/>
    <w:rsid w:val="00BE3D15"/>
    <w:rsid w:val="00BE3F01"/>
    <w:rsid w:val="00BE42F2"/>
    <w:rsid w:val="00BE4A3B"/>
    <w:rsid w:val="00BE4D21"/>
    <w:rsid w:val="00BE5095"/>
    <w:rsid w:val="00BE54F3"/>
    <w:rsid w:val="00BE562D"/>
    <w:rsid w:val="00BE5F4F"/>
    <w:rsid w:val="00BE61D5"/>
    <w:rsid w:val="00BE69EA"/>
    <w:rsid w:val="00BE6C34"/>
    <w:rsid w:val="00BE6DBF"/>
    <w:rsid w:val="00BE758B"/>
    <w:rsid w:val="00BE779E"/>
    <w:rsid w:val="00BE7973"/>
    <w:rsid w:val="00BE7ED8"/>
    <w:rsid w:val="00BF0172"/>
    <w:rsid w:val="00BF04E0"/>
    <w:rsid w:val="00BF06FE"/>
    <w:rsid w:val="00BF09D0"/>
    <w:rsid w:val="00BF0E4C"/>
    <w:rsid w:val="00BF0E5A"/>
    <w:rsid w:val="00BF131A"/>
    <w:rsid w:val="00BF1ED0"/>
    <w:rsid w:val="00BF2048"/>
    <w:rsid w:val="00BF2608"/>
    <w:rsid w:val="00BF296B"/>
    <w:rsid w:val="00BF2CB0"/>
    <w:rsid w:val="00BF3420"/>
    <w:rsid w:val="00BF36F8"/>
    <w:rsid w:val="00BF3E11"/>
    <w:rsid w:val="00BF4107"/>
    <w:rsid w:val="00BF4112"/>
    <w:rsid w:val="00BF427B"/>
    <w:rsid w:val="00BF4CA1"/>
    <w:rsid w:val="00BF4D46"/>
    <w:rsid w:val="00BF50AA"/>
    <w:rsid w:val="00BF51E8"/>
    <w:rsid w:val="00BF5468"/>
    <w:rsid w:val="00BF548D"/>
    <w:rsid w:val="00BF5853"/>
    <w:rsid w:val="00BF5912"/>
    <w:rsid w:val="00BF596C"/>
    <w:rsid w:val="00BF63E3"/>
    <w:rsid w:val="00BF6E40"/>
    <w:rsid w:val="00BF732E"/>
    <w:rsid w:val="00BF7821"/>
    <w:rsid w:val="00C009CB"/>
    <w:rsid w:val="00C00B35"/>
    <w:rsid w:val="00C0133B"/>
    <w:rsid w:val="00C01770"/>
    <w:rsid w:val="00C019E3"/>
    <w:rsid w:val="00C01AB6"/>
    <w:rsid w:val="00C01BDD"/>
    <w:rsid w:val="00C03302"/>
    <w:rsid w:val="00C0349C"/>
    <w:rsid w:val="00C03594"/>
    <w:rsid w:val="00C038D1"/>
    <w:rsid w:val="00C03BEC"/>
    <w:rsid w:val="00C043DB"/>
    <w:rsid w:val="00C04922"/>
    <w:rsid w:val="00C04F56"/>
    <w:rsid w:val="00C05729"/>
    <w:rsid w:val="00C05CF8"/>
    <w:rsid w:val="00C06282"/>
    <w:rsid w:val="00C06478"/>
    <w:rsid w:val="00C067F0"/>
    <w:rsid w:val="00C06AC7"/>
    <w:rsid w:val="00C06CEF"/>
    <w:rsid w:val="00C06E08"/>
    <w:rsid w:val="00C06EEC"/>
    <w:rsid w:val="00C0720F"/>
    <w:rsid w:val="00C07225"/>
    <w:rsid w:val="00C102BA"/>
    <w:rsid w:val="00C103FA"/>
    <w:rsid w:val="00C10BFE"/>
    <w:rsid w:val="00C10DAA"/>
    <w:rsid w:val="00C10FD4"/>
    <w:rsid w:val="00C11605"/>
    <w:rsid w:val="00C11A6B"/>
    <w:rsid w:val="00C12CBC"/>
    <w:rsid w:val="00C1346F"/>
    <w:rsid w:val="00C1382E"/>
    <w:rsid w:val="00C13BCB"/>
    <w:rsid w:val="00C13C0E"/>
    <w:rsid w:val="00C14BBE"/>
    <w:rsid w:val="00C15162"/>
    <w:rsid w:val="00C15502"/>
    <w:rsid w:val="00C15606"/>
    <w:rsid w:val="00C156FE"/>
    <w:rsid w:val="00C1570C"/>
    <w:rsid w:val="00C1572E"/>
    <w:rsid w:val="00C165AB"/>
    <w:rsid w:val="00C16731"/>
    <w:rsid w:val="00C16CFF"/>
    <w:rsid w:val="00C17547"/>
    <w:rsid w:val="00C17624"/>
    <w:rsid w:val="00C177C5"/>
    <w:rsid w:val="00C2020D"/>
    <w:rsid w:val="00C20243"/>
    <w:rsid w:val="00C215E6"/>
    <w:rsid w:val="00C21ADE"/>
    <w:rsid w:val="00C22129"/>
    <w:rsid w:val="00C22259"/>
    <w:rsid w:val="00C222D5"/>
    <w:rsid w:val="00C22361"/>
    <w:rsid w:val="00C224D0"/>
    <w:rsid w:val="00C22A5C"/>
    <w:rsid w:val="00C22E23"/>
    <w:rsid w:val="00C22EED"/>
    <w:rsid w:val="00C2359B"/>
    <w:rsid w:val="00C239DF"/>
    <w:rsid w:val="00C23A21"/>
    <w:rsid w:val="00C23D01"/>
    <w:rsid w:val="00C23E74"/>
    <w:rsid w:val="00C240ED"/>
    <w:rsid w:val="00C245E4"/>
    <w:rsid w:val="00C24D91"/>
    <w:rsid w:val="00C24DC4"/>
    <w:rsid w:val="00C253A9"/>
    <w:rsid w:val="00C25422"/>
    <w:rsid w:val="00C25BCD"/>
    <w:rsid w:val="00C2637C"/>
    <w:rsid w:val="00C26494"/>
    <w:rsid w:val="00C26621"/>
    <w:rsid w:val="00C2667E"/>
    <w:rsid w:val="00C26D26"/>
    <w:rsid w:val="00C26D89"/>
    <w:rsid w:val="00C270BC"/>
    <w:rsid w:val="00C277CF"/>
    <w:rsid w:val="00C300B3"/>
    <w:rsid w:val="00C30280"/>
    <w:rsid w:val="00C30516"/>
    <w:rsid w:val="00C3077A"/>
    <w:rsid w:val="00C30952"/>
    <w:rsid w:val="00C30C10"/>
    <w:rsid w:val="00C31833"/>
    <w:rsid w:val="00C31B54"/>
    <w:rsid w:val="00C31E48"/>
    <w:rsid w:val="00C31F55"/>
    <w:rsid w:val="00C31F74"/>
    <w:rsid w:val="00C321DD"/>
    <w:rsid w:val="00C325D8"/>
    <w:rsid w:val="00C32EC6"/>
    <w:rsid w:val="00C33018"/>
    <w:rsid w:val="00C33B4D"/>
    <w:rsid w:val="00C33BEF"/>
    <w:rsid w:val="00C33E12"/>
    <w:rsid w:val="00C34041"/>
    <w:rsid w:val="00C348E8"/>
    <w:rsid w:val="00C35013"/>
    <w:rsid w:val="00C351F4"/>
    <w:rsid w:val="00C354F6"/>
    <w:rsid w:val="00C355CB"/>
    <w:rsid w:val="00C3572D"/>
    <w:rsid w:val="00C35A49"/>
    <w:rsid w:val="00C35BF5"/>
    <w:rsid w:val="00C35C68"/>
    <w:rsid w:val="00C35EE6"/>
    <w:rsid w:val="00C36022"/>
    <w:rsid w:val="00C3698F"/>
    <w:rsid w:val="00C36AF1"/>
    <w:rsid w:val="00C371C2"/>
    <w:rsid w:val="00C3737D"/>
    <w:rsid w:val="00C37458"/>
    <w:rsid w:val="00C375A6"/>
    <w:rsid w:val="00C375AA"/>
    <w:rsid w:val="00C37A35"/>
    <w:rsid w:val="00C37AF7"/>
    <w:rsid w:val="00C41967"/>
    <w:rsid w:val="00C41A55"/>
    <w:rsid w:val="00C41C0D"/>
    <w:rsid w:val="00C421AE"/>
    <w:rsid w:val="00C42432"/>
    <w:rsid w:val="00C42598"/>
    <w:rsid w:val="00C429A2"/>
    <w:rsid w:val="00C42B38"/>
    <w:rsid w:val="00C42CB0"/>
    <w:rsid w:val="00C44667"/>
    <w:rsid w:val="00C4513F"/>
    <w:rsid w:val="00C451E5"/>
    <w:rsid w:val="00C454E6"/>
    <w:rsid w:val="00C455A3"/>
    <w:rsid w:val="00C45E29"/>
    <w:rsid w:val="00C46A88"/>
    <w:rsid w:val="00C46EDB"/>
    <w:rsid w:val="00C46EEF"/>
    <w:rsid w:val="00C472D2"/>
    <w:rsid w:val="00C47751"/>
    <w:rsid w:val="00C4779B"/>
    <w:rsid w:val="00C47CC6"/>
    <w:rsid w:val="00C47DC2"/>
    <w:rsid w:val="00C50458"/>
    <w:rsid w:val="00C505BF"/>
    <w:rsid w:val="00C50C31"/>
    <w:rsid w:val="00C50E79"/>
    <w:rsid w:val="00C50FFA"/>
    <w:rsid w:val="00C513CF"/>
    <w:rsid w:val="00C5178E"/>
    <w:rsid w:val="00C5244E"/>
    <w:rsid w:val="00C5292A"/>
    <w:rsid w:val="00C52F59"/>
    <w:rsid w:val="00C5303B"/>
    <w:rsid w:val="00C530FC"/>
    <w:rsid w:val="00C53905"/>
    <w:rsid w:val="00C541D2"/>
    <w:rsid w:val="00C542CB"/>
    <w:rsid w:val="00C542EB"/>
    <w:rsid w:val="00C54397"/>
    <w:rsid w:val="00C5493D"/>
    <w:rsid w:val="00C54DB2"/>
    <w:rsid w:val="00C55062"/>
    <w:rsid w:val="00C55B81"/>
    <w:rsid w:val="00C55D16"/>
    <w:rsid w:val="00C562D9"/>
    <w:rsid w:val="00C564B9"/>
    <w:rsid w:val="00C567C6"/>
    <w:rsid w:val="00C569AD"/>
    <w:rsid w:val="00C57925"/>
    <w:rsid w:val="00C57EEE"/>
    <w:rsid w:val="00C60AEC"/>
    <w:rsid w:val="00C60F76"/>
    <w:rsid w:val="00C6139C"/>
    <w:rsid w:val="00C617E5"/>
    <w:rsid w:val="00C61E18"/>
    <w:rsid w:val="00C61E2F"/>
    <w:rsid w:val="00C626BD"/>
    <w:rsid w:val="00C627D9"/>
    <w:rsid w:val="00C63A92"/>
    <w:rsid w:val="00C63E9F"/>
    <w:rsid w:val="00C63EE7"/>
    <w:rsid w:val="00C641BA"/>
    <w:rsid w:val="00C6428E"/>
    <w:rsid w:val="00C64985"/>
    <w:rsid w:val="00C64AF3"/>
    <w:rsid w:val="00C65099"/>
    <w:rsid w:val="00C653E5"/>
    <w:rsid w:val="00C656B1"/>
    <w:rsid w:val="00C65C5B"/>
    <w:rsid w:val="00C6600A"/>
    <w:rsid w:val="00C6620D"/>
    <w:rsid w:val="00C663D1"/>
    <w:rsid w:val="00C666C1"/>
    <w:rsid w:val="00C667E4"/>
    <w:rsid w:val="00C672EA"/>
    <w:rsid w:val="00C676CA"/>
    <w:rsid w:val="00C67B86"/>
    <w:rsid w:val="00C67CA5"/>
    <w:rsid w:val="00C67E95"/>
    <w:rsid w:val="00C7014D"/>
    <w:rsid w:val="00C7071B"/>
    <w:rsid w:val="00C710BD"/>
    <w:rsid w:val="00C71161"/>
    <w:rsid w:val="00C71167"/>
    <w:rsid w:val="00C71255"/>
    <w:rsid w:val="00C7152D"/>
    <w:rsid w:val="00C71570"/>
    <w:rsid w:val="00C71AE8"/>
    <w:rsid w:val="00C71C39"/>
    <w:rsid w:val="00C71DC0"/>
    <w:rsid w:val="00C71E98"/>
    <w:rsid w:val="00C72C4F"/>
    <w:rsid w:val="00C72E71"/>
    <w:rsid w:val="00C7349B"/>
    <w:rsid w:val="00C73649"/>
    <w:rsid w:val="00C73914"/>
    <w:rsid w:val="00C739BF"/>
    <w:rsid w:val="00C74064"/>
    <w:rsid w:val="00C746F0"/>
    <w:rsid w:val="00C74ECE"/>
    <w:rsid w:val="00C74F3C"/>
    <w:rsid w:val="00C756C1"/>
    <w:rsid w:val="00C76132"/>
    <w:rsid w:val="00C762EA"/>
    <w:rsid w:val="00C76304"/>
    <w:rsid w:val="00C766D6"/>
    <w:rsid w:val="00C76A9C"/>
    <w:rsid w:val="00C76AB7"/>
    <w:rsid w:val="00C76CD5"/>
    <w:rsid w:val="00C77026"/>
    <w:rsid w:val="00C77410"/>
    <w:rsid w:val="00C7776C"/>
    <w:rsid w:val="00C77908"/>
    <w:rsid w:val="00C7796C"/>
    <w:rsid w:val="00C77B1E"/>
    <w:rsid w:val="00C77C46"/>
    <w:rsid w:val="00C77D17"/>
    <w:rsid w:val="00C77E0B"/>
    <w:rsid w:val="00C80220"/>
    <w:rsid w:val="00C80912"/>
    <w:rsid w:val="00C8163A"/>
    <w:rsid w:val="00C81C5E"/>
    <w:rsid w:val="00C81C96"/>
    <w:rsid w:val="00C81E09"/>
    <w:rsid w:val="00C82029"/>
    <w:rsid w:val="00C832D7"/>
    <w:rsid w:val="00C83569"/>
    <w:rsid w:val="00C83E1A"/>
    <w:rsid w:val="00C84380"/>
    <w:rsid w:val="00C84655"/>
    <w:rsid w:val="00C84684"/>
    <w:rsid w:val="00C8489B"/>
    <w:rsid w:val="00C848B6"/>
    <w:rsid w:val="00C84F26"/>
    <w:rsid w:val="00C85659"/>
    <w:rsid w:val="00C86189"/>
    <w:rsid w:val="00C87461"/>
    <w:rsid w:val="00C874D7"/>
    <w:rsid w:val="00C87671"/>
    <w:rsid w:val="00C876B8"/>
    <w:rsid w:val="00C87AEB"/>
    <w:rsid w:val="00C87F04"/>
    <w:rsid w:val="00C87F97"/>
    <w:rsid w:val="00C9021F"/>
    <w:rsid w:val="00C9028D"/>
    <w:rsid w:val="00C906FE"/>
    <w:rsid w:val="00C90795"/>
    <w:rsid w:val="00C9099C"/>
    <w:rsid w:val="00C91EA8"/>
    <w:rsid w:val="00C92C83"/>
    <w:rsid w:val="00C92DB7"/>
    <w:rsid w:val="00C92EFB"/>
    <w:rsid w:val="00C92F0A"/>
    <w:rsid w:val="00C93158"/>
    <w:rsid w:val="00C93691"/>
    <w:rsid w:val="00C93B3E"/>
    <w:rsid w:val="00C93F6C"/>
    <w:rsid w:val="00C94625"/>
    <w:rsid w:val="00C94C29"/>
    <w:rsid w:val="00C94D83"/>
    <w:rsid w:val="00C95044"/>
    <w:rsid w:val="00C95814"/>
    <w:rsid w:val="00C96668"/>
    <w:rsid w:val="00C96752"/>
    <w:rsid w:val="00C97018"/>
    <w:rsid w:val="00C972B9"/>
    <w:rsid w:val="00C973A6"/>
    <w:rsid w:val="00C9766A"/>
    <w:rsid w:val="00C978EB"/>
    <w:rsid w:val="00C97B07"/>
    <w:rsid w:val="00C97C2B"/>
    <w:rsid w:val="00CA1319"/>
    <w:rsid w:val="00CA2801"/>
    <w:rsid w:val="00CA2DCC"/>
    <w:rsid w:val="00CA37E7"/>
    <w:rsid w:val="00CA41BB"/>
    <w:rsid w:val="00CA41BF"/>
    <w:rsid w:val="00CA566A"/>
    <w:rsid w:val="00CA5D2C"/>
    <w:rsid w:val="00CA6285"/>
    <w:rsid w:val="00CA64C4"/>
    <w:rsid w:val="00CA6589"/>
    <w:rsid w:val="00CA65F9"/>
    <w:rsid w:val="00CA697B"/>
    <w:rsid w:val="00CA6A01"/>
    <w:rsid w:val="00CA6B47"/>
    <w:rsid w:val="00CA6B97"/>
    <w:rsid w:val="00CA6F64"/>
    <w:rsid w:val="00CA7648"/>
    <w:rsid w:val="00CA772F"/>
    <w:rsid w:val="00CA7838"/>
    <w:rsid w:val="00CA7895"/>
    <w:rsid w:val="00CA7A74"/>
    <w:rsid w:val="00CA7B6E"/>
    <w:rsid w:val="00CA7D7E"/>
    <w:rsid w:val="00CA7F73"/>
    <w:rsid w:val="00CB0277"/>
    <w:rsid w:val="00CB0AC6"/>
    <w:rsid w:val="00CB0B74"/>
    <w:rsid w:val="00CB0DD6"/>
    <w:rsid w:val="00CB1594"/>
    <w:rsid w:val="00CB17B9"/>
    <w:rsid w:val="00CB1A3E"/>
    <w:rsid w:val="00CB1FD2"/>
    <w:rsid w:val="00CB22FF"/>
    <w:rsid w:val="00CB24E2"/>
    <w:rsid w:val="00CB2AE1"/>
    <w:rsid w:val="00CB3355"/>
    <w:rsid w:val="00CB416B"/>
    <w:rsid w:val="00CB4B7D"/>
    <w:rsid w:val="00CB4DD7"/>
    <w:rsid w:val="00CB53E6"/>
    <w:rsid w:val="00CB5E6D"/>
    <w:rsid w:val="00CB61F0"/>
    <w:rsid w:val="00CB624C"/>
    <w:rsid w:val="00CB657B"/>
    <w:rsid w:val="00CB686E"/>
    <w:rsid w:val="00CB72F3"/>
    <w:rsid w:val="00CB7BAF"/>
    <w:rsid w:val="00CC0199"/>
    <w:rsid w:val="00CC0429"/>
    <w:rsid w:val="00CC0637"/>
    <w:rsid w:val="00CC0833"/>
    <w:rsid w:val="00CC0AB0"/>
    <w:rsid w:val="00CC0D47"/>
    <w:rsid w:val="00CC0DAF"/>
    <w:rsid w:val="00CC1480"/>
    <w:rsid w:val="00CC14E3"/>
    <w:rsid w:val="00CC1550"/>
    <w:rsid w:val="00CC156E"/>
    <w:rsid w:val="00CC1770"/>
    <w:rsid w:val="00CC1EA0"/>
    <w:rsid w:val="00CC244B"/>
    <w:rsid w:val="00CC2A99"/>
    <w:rsid w:val="00CC3083"/>
    <w:rsid w:val="00CC3471"/>
    <w:rsid w:val="00CC3CA9"/>
    <w:rsid w:val="00CC3DF4"/>
    <w:rsid w:val="00CC454E"/>
    <w:rsid w:val="00CC4C9B"/>
    <w:rsid w:val="00CC4CE6"/>
    <w:rsid w:val="00CC4FDB"/>
    <w:rsid w:val="00CC5019"/>
    <w:rsid w:val="00CC5922"/>
    <w:rsid w:val="00CC599E"/>
    <w:rsid w:val="00CC61D2"/>
    <w:rsid w:val="00CC6239"/>
    <w:rsid w:val="00CC67C1"/>
    <w:rsid w:val="00CC6BD6"/>
    <w:rsid w:val="00CC79CA"/>
    <w:rsid w:val="00CD023B"/>
    <w:rsid w:val="00CD05A2"/>
    <w:rsid w:val="00CD07D9"/>
    <w:rsid w:val="00CD29FD"/>
    <w:rsid w:val="00CD3181"/>
    <w:rsid w:val="00CD3EC6"/>
    <w:rsid w:val="00CD4573"/>
    <w:rsid w:val="00CD48E5"/>
    <w:rsid w:val="00CD55BA"/>
    <w:rsid w:val="00CD55BB"/>
    <w:rsid w:val="00CD5719"/>
    <w:rsid w:val="00CD5762"/>
    <w:rsid w:val="00CD5C24"/>
    <w:rsid w:val="00CD61F2"/>
    <w:rsid w:val="00CD69F2"/>
    <w:rsid w:val="00CD6A83"/>
    <w:rsid w:val="00CD6E67"/>
    <w:rsid w:val="00CD72D4"/>
    <w:rsid w:val="00CD739E"/>
    <w:rsid w:val="00CD7B2A"/>
    <w:rsid w:val="00CE0755"/>
    <w:rsid w:val="00CE0847"/>
    <w:rsid w:val="00CE0C00"/>
    <w:rsid w:val="00CE0D01"/>
    <w:rsid w:val="00CE0D32"/>
    <w:rsid w:val="00CE1D28"/>
    <w:rsid w:val="00CE1D92"/>
    <w:rsid w:val="00CE1DDC"/>
    <w:rsid w:val="00CE1DF7"/>
    <w:rsid w:val="00CE22A7"/>
    <w:rsid w:val="00CE2674"/>
    <w:rsid w:val="00CE2DDA"/>
    <w:rsid w:val="00CE30CD"/>
    <w:rsid w:val="00CE3A44"/>
    <w:rsid w:val="00CE3DDE"/>
    <w:rsid w:val="00CE424D"/>
    <w:rsid w:val="00CE4294"/>
    <w:rsid w:val="00CE53AB"/>
    <w:rsid w:val="00CE559B"/>
    <w:rsid w:val="00CE5B8F"/>
    <w:rsid w:val="00CE5BFB"/>
    <w:rsid w:val="00CE5F8B"/>
    <w:rsid w:val="00CE6574"/>
    <w:rsid w:val="00CE6715"/>
    <w:rsid w:val="00CE6A34"/>
    <w:rsid w:val="00CE6AD6"/>
    <w:rsid w:val="00CE6F70"/>
    <w:rsid w:val="00CF09A6"/>
    <w:rsid w:val="00CF0D15"/>
    <w:rsid w:val="00CF137D"/>
    <w:rsid w:val="00CF14A4"/>
    <w:rsid w:val="00CF1527"/>
    <w:rsid w:val="00CF1618"/>
    <w:rsid w:val="00CF1D33"/>
    <w:rsid w:val="00CF2276"/>
    <w:rsid w:val="00CF2452"/>
    <w:rsid w:val="00CF2818"/>
    <w:rsid w:val="00CF295D"/>
    <w:rsid w:val="00CF356A"/>
    <w:rsid w:val="00CF4049"/>
    <w:rsid w:val="00CF4053"/>
    <w:rsid w:val="00CF4148"/>
    <w:rsid w:val="00CF4386"/>
    <w:rsid w:val="00CF44EE"/>
    <w:rsid w:val="00CF4922"/>
    <w:rsid w:val="00CF4BEF"/>
    <w:rsid w:val="00CF503E"/>
    <w:rsid w:val="00CF5A61"/>
    <w:rsid w:val="00CF5EA4"/>
    <w:rsid w:val="00CF5EB8"/>
    <w:rsid w:val="00CF672D"/>
    <w:rsid w:val="00CF6C5D"/>
    <w:rsid w:val="00CF77D6"/>
    <w:rsid w:val="00CF7A88"/>
    <w:rsid w:val="00D002FB"/>
    <w:rsid w:val="00D005B5"/>
    <w:rsid w:val="00D0075D"/>
    <w:rsid w:val="00D00905"/>
    <w:rsid w:val="00D00CA7"/>
    <w:rsid w:val="00D018F5"/>
    <w:rsid w:val="00D0265B"/>
    <w:rsid w:val="00D026F1"/>
    <w:rsid w:val="00D02AEE"/>
    <w:rsid w:val="00D038B0"/>
    <w:rsid w:val="00D038D7"/>
    <w:rsid w:val="00D03A0B"/>
    <w:rsid w:val="00D05988"/>
    <w:rsid w:val="00D062A6"/>
    <w:rsid w:val="00D06622"/>
    <w:rsid w:val="00D068B4"/>
    <w:rsid w:val="00D0692F"/>
    <w:rsid w:val="00D06E15"/>
    <w:rsid w:val="00D07628"/>
    <w:rsid w:val="00D07847"/>
    <w:rsid w:val="00D07DD0"/>
    <w:rsid w:val="00D07FE2"/>
    <w:rsid w:val="00D10579"/>
    <w:rsid w:val="00D10722"/>
    <w:rsid w:val="00D10971"/>
    <w:rsid w:val="00D11165"/>
    <w:rsid w:val="00D116F1"/>
    <w:rsid w:val="00D11712"/>
    <w:rsid w:val="00D11AEB"/>
    <w:rsid w:val="00D11F5C"/>
    <w:rsid w:val="00D12208"/>
    <w:rsid w:val="00D12345"/>
    <w:rsid w:val="00D12754"/>
    <w:rsid w:val="00D127A7"/>
    <w:rsid w:val="00D13CBE"/>
    <w:rsid w:val="00D13D31"/>
    <w:rsid w:val="00D14027"/>
    <w:rsid w:val="00D14191"/>
    <w:rsid w:val="00D14250"/>
    <w:rsid w:val="00D142C9"/>
    <w:rsid w:val="00D146B2"/>
    <w:rsid w:val="00D14F70"/>
    <w:rsid w:val="00D153C4"/>
    <w:rsid w:val="00D15D9F"/>
    <w:rsid w:val="00D162EC"/>
    <w:rsid w:val="00D1675F"/>
    <w:rsid w:val="00D16818"/>
    <w:rsid w:val="00D16A7E"/>
    <w:rsid w:val="00D16AF0"/>
    <w:rsid w:val="00D16D15"/>
    <w:rsid w:val="00D1701E"/>
    <w:rsid w:val="00D171A4"/>
    <w:rsid w:val="00D17412"/>
    <w:rsid w:val="00D17687"/>
    <w:rsid w:val="00D17A7D"/>
    <w:rsid w:val="00D20050"/>
    <w:rsid w:val="00D203C1"/>
    <w:rsid w:val="00D205A9"/>
    <w:rsid w:val="00D20797"/>
    <w:rsid w:val="00D20EAE"/>
    <w:rsid w:val="00D21267"/>
    <w:rsid w:val="00D212D5"/>
    <w:rsid w:val="00D22160"/>
    <w:rsid w:val="00D225CD"/>
    <w:rsid w:val="00D22600"/>
    <w:rsid w:val="00D23036"/>
    <w:rsid w:val="00D23109"/>
    <w:rsid w:val="00D23909"/>
    <w:rsid w:val="00D23A96"/>
    <w:rsid w:val="00D24B24"/>
    <w:rsid w:val="00D24D56"/>
    <w:rsid w:val="00D24EB0"/>
    <w:rsid w:val="00D2518C"/>
    <w:rsid w:val="00D25323"/>
    <w:rsid w:val="00D2540D"/>
    <w:rsid w:val="00D25810"/>
    <w:rsid w:val="00D25987"/>
    <w:rsid w:val="00D25C4A"/>
    <w:rsid w:val="00D25D17"/>
    <w:rsid w:val="00D26447"/>
    <w:rsid w:val="00D2651C"/>
    <w:rsid w:val="00D26784"/>
    <w:rsid w:val="00D26D70"/>
    <w:rsid w:val="00D27010"/>
    <w:rsid w:val="00D27884"/>
    <w:rsid w:val="00D27BE1"/>
    <w:rsid w:val="00D27CB7"/>
    <w:rsid w:val="00D30272"/>
    <w:rsid w:val="00D305AE"/>
    <w:rsid w:val="00D308AF"/>
    <w:rsid w:val="00D30C4C"/>
    <w:rsid w:val="00D315F6"/>
    <w:rsid w:val="00D31AF9"/>
    <w:rsid w:val="00D32C92"/>
    <w:rsid w:val="00D33032"/>
    <w:rsid w:val="00D33A32"/>
    <w:rsid w:val="00D33D97"/>
    <w:rsid w:val="00D341F2"/>
    <w:rsid w:val="00D3477A"/>
    <w:rsid w:val="00D34936"/>
    <w:rsid w:val="00D34B8A"/>
    <w:rsid w:val="00D35801"/>
    <w:rsid w:val="00D35E99"/>
    <w:rsid w:val="00D3649F"/>
    <w:rsid w:val="00D3654C"/>
    <w:rsid w:val="00D3666C"/>
    <w:rsid w:val="00D36792"/>
    <w:rsid w:val="00D36B08"/>
    <w:rsid w:val="00D372B5"/>
    <w:rsid w:val="00D37EEE"/>
    <w:rsid w:val="00D37FC2"/>
    <w:rsid w:val="00D401FE"/>
    <w:rsid w:val="00D404A6"/>
    <w:rsid w:val="00D404A9"/>
    <w:rsid w:val="00D40543"/>
    <w:rsid w:val="00D40AAC"/>
    <w:rsid w:val="00D411A7"/>
    <w:rsid w:val="00D41264"/>
    <w:rsid w:val="00D4140B"/>
    <w:rsid w:val="00D41692"/>
    <w:rsid w:val="00D4186D"/>
    <w:rsid w:val="00D41EF7"/>
    <w:rsid w:val="00D42250"/>
    <w:rsid w:val="00D43208"/>
    <w:rsid w:val="00D43278"/>
    <w:rsid w:val="00D43D92"/>
    <w:rsid w:val="00D4513D"/>
    <w:rsid w:val="00D45C2F"/>
    <w:rsid w:val="00D466E7"/>
    <w:rsid w:val="00D46BFC"/>
    <w:rsid w:val="00D46C32"/>
    <w:rsid w:val="00D470A6"/>
    <w:rsid w:val="00D4762C"/>
    <w:rsid w:val="00D50144"/>
    <w:rsid w:val="00D51FA0"/>
    <w:rsid w:val="00D52044"/>
    <w:rsid w:val="00D520BE"/>
    <w:rsid w:val="00D52249"/>
    <w:rsid w:val="00D5262F"/>
    <w:rsid w:val="00D52EC6"/>
    <w:rsid w:val="00D5335F"/>
    <w:rsid w:val="00D5337D"/>
    <w:rsid w:val="00D533F2"/>
    <w:rsid w:val="00D53C02"/>
    <w:rsid w:val="00D53E3D"/>
    <w:rsid w:val="00D54728"/>
    <w:rsid w:val="00D5503B"/>
    <w:rsid w:val="00D550BE"/>
    <w:rsid w:val="00D550FB"/>
    <w:rsid w:val="00D55620"/>
    <w:rsid w:val="00D5588C"/>
    <w:rsid w:val="00D55EB3"/>
    <w:rsid w:val="00D568CA"/>
    <w:rsid w:val="00D56C98"/>
    <w:rsid w:val="00D5711F"/>
    <w:rsid w:val="00D578C5"/>
    <w:rsid w:val="00D578F5"/>
    <w:rsid w:val="00D57929"/>
    <w:rsid w:val="00D57D32"/>
    <w:rsid w:val="00D57F60"/>
    <w:rsid w:val="00D60799"/>
    <w:rsid w:val="00D615D4"/>
    <w:rsid w:val="00D61E03"/>
    <w:rsid w:val="00D61F3A"/>
    <w:rsid w:val="00D62060"/>
    <w:rsid w:val="00D62AB2"/>
    <w:rsid w:val="00D631CC"/>
    <w:rsid w:val="00D637A6"/>
    <w:rsid w:val="00D63CC4"/>
    <w:rsid w:val="00D6442D"/>
    <w:rsid w:val="00D6457F"/>
    <w:rsid w:val="00D64920"/>
    <w:rsid w:val="00D649A2"/>
    <w:rsid w:val="00D64A50"/>
    <w:rsid w:val="00D64A9F"/>
    <w:rsid w:val="00D64B47"/>
    <w:rsid w:val="00D64D2B"/>
    <w:rsid w:val="00D64DBC"/>
    <w:rsid w:val="00D653FE"/>
    <w:rsid w:val="00D6555F"/>
    <w:rsid w:val="00D658FF"/>
    <w:rsid w:val="00D65E04"/>
    <w:rsid w:val="00D6610D"/>
    <w:rsid w:val="00D666D6"/>
    <w:rsid w:val="00D668B2"/>
    <w:rsid w:val="00D669D2"/>
    <w:rsid w:val="00D66D59"/>
    <w:rsid w:val="00D66EE9"/>
    <w:rsid w:val="00D66F4D"/>
    <w:rsid w:val="00D67101"/>
    <w:rsid w:val="00D67273"/>
    <w:rsid w:val="00D7000F"/>
    <w:rsid w:val="00D702E3"/>
    <w:rsid w:val="00D70677"/>
    <w:rsid w:val="00D70B62"/>
    <w:rsid w:val="00D70C47"/>
    <w:rsid w:val="00D70D6B"/>
    <w:rsid w:val="00D70D85"/>
    <w:rsid w:val="00D711F2"/>
    <w:rsid w:val="00D716B5"/>
    <w:rsid w:val="00D717D7"/>
    <w:rsid w:val="00D718B1"/>
    <w:rsid w:val="00D71AA9"/>
    <w:rsid w:val="00D72170"/>
    <w:rsid w:val="00D72296"/>
    <w:rsid w:val="00D7250E"/>
    <w:rsid w:val="00D72C68"/>
    <w:rsid w:val="00D7331A"/>
    <w:rsid w:val="00D73E43"/>
    <w:rsid w:val="00D7447D"/>
    <w:rsid w:val="00D7469C"/>
    <w:rsid w:val="00D7499D"/>
    <w:rsid w:val="00D74FAE"/>
    <w:rsid w:val="00D7514B"/>
    <w:rsid w:val="00D76B80"/>
    <w:rsid w:val="00D76BE0"/>
    <w:rsid w:val="00D76C66"/>
    <w:rsid w:val="00D77508"/>
    <w:rsid w:val="00D7767E"/>
    <w:rsid w:val="00D77931"/>
    <w:rsid w:val="00D80018"/>
    <w:rsid w:val="00D8023C"/>
    <w:rsid w:val="00D80295"/>
    <w:rsid w:val="00D80EF9"/>
    <w:rsid w:val="00D80EFF"/>
    <w:rsid w:val="00D81459"/>
    <w:rsid w:val="00D819F5"/>
    <w:rsid w:val="00D81A06"/>
    <w:rsid w:val="00D81A33"/>
    <w:rsid w:val="00D82017"/>
    <w:rsid w:val="00D82254"/>
    <w:rsid w:val="00D82934"/>
    <w:rsid w:val="00D83165"/>
    <w:rsid w:val="00D83464"/>
    <w:rsid w:val="00D83B40"/>
    <w:rsid w:val="00D83DA9"/>
    <w:rsid w:val="00D83E2A"/>
    <w:rsid w:val="00D83F04"/>
    <w:rsid w:val="00D83F45"/>
    <w:rsid w:val="00D83F8D"/>
    <w:rsid w:val="00D847F9"/>
    <w:rsid w:val="00D84A3D"/>
    <w:rsid w:val="00D84ECA"/>
    <w:rsid w:val="00D85042"/>
    <w:rsid w:val="00D854D7"/>
    <w:rsid w:val="00D859B6"/>
    <w:rsid w:val="00D85ADE"/>
    <w:rsid w:val="00D860CC"/>
    <w:rsid w:val="00D863CD"/>
    <w:rsid w:val="00D86652"/>
    <w:rsid w:val="00D86831"/>
    <w:rsid w:val="00D86F87"/>
    <w:rsid w:val="00D87739"/>
    <w:rsid w:val="00D90624"/>
    <w:rsid w:val="00D906D2"/>
    <w:rsid w:val="00D90B1D"/>
    <w:rsid w:val="00D90BF1"/>
    <w:rsid w:val="00D9104C"/>
    <w:rsid w:val="00D91329"/>
    <w:rsid w:val="00D91B67"/>
    <w:rsid w:val="00D91E94"/>
    <w:rsid w:val="00D9213D"/>
    <w:rsid w:val="00D92CDF"/>
    <w:rsid w:val="00D93110"/>
    <w:rsid w:val="00D93C76"/>
    <w:rsid w:val="00D9541A"/>
    <w:rsid w:val="00D9588D"/>
    <w:rsid w:val="00D95C6F"/>
    <w:rsid w:val="00D95EE0"/>
    <w:rsid w:val="00D95FC6"/>
    <w:rsid w:val="00D96104"/>
    <w:rsid w:val="00D96D05"/>
    <w:rsid w:val="00D9702B"/>
    <w:rsid w:val="00D97410"/>
    <w:rsid w:val="00D97E14"/>
    <w:rsid w:val="00DA031D"/>
    <w:rsid w:val="00DA09B6"/>
    <w:rsid w:val="00DA0F41"/>
    <w:rsid w:val="00DA1046"/>
    <w:rsid w:val="00DA1159"/>
    <w:rsid w:val="00DA130F"/>
    <w:rsid w:val="00DA133D"/>
    <w:rsid w:val="00DA1969"/>
    <w:rsid w:val="00DA1F12"/>
    <w:rsid w:val="00DA1FC3"/>
    <w:rsid w:val="00DA20A1"/>
    <w:rsid w:val="00DA263A"/>
    <w:rsid w:val="00DA2B14"/>
    <w:rsid w:val="00DA2D86"/>
    <w:rsid w:val="00DA2E37"/>
    <w:rsid w:val="00DA3041"/>
    <w:rsid w:val="00DA40F5"/>
    <w:rsid w:val="00DA422A"/>
    <w:rsid w:val="00DA4439"/>
    <w:rsid w:val="00DA4DCF"/>
    <w:rsid w:val="00DA5267"/>
    <w:rsid w:val="00DA5931"/>
    <w:rsid w:val="00DA5AD0"/>
    <w:rsid w:val="00DA5B4A"/>
    <w:rsid w:val="00DA5C59"/>
    <w:rsid w:val="00DA6517"/>
    <w:rsid w:val="00DA67FA"/>
    <w:rsid w:val="00DA722B"/>
    <w:rsid w:val="00DA7291"/>
    <w:rsid w:val="00DA7D9F"/>
    <w:rsid w:val="00DB00E1"/>
    <w:rsid w:val="00DB04D9"/>
    <w:rsid w:val="00DB08A4"/>
    <w:rsid w:val="00DB0AFC"/>
    <w:rsid w:val="00DB0E30"/>
    <w:rsid w:val="00DB11AD"/>
    <w:rsid w:val="00DB12C4"/>
    <w:rsid w:val="00DB1400"/>
    <w:rsid w:val="00DB19C7"/>
    <w:rsid w:val="00DB1A88"/>
    <w:rsid w:val="00DB1B5C"/>
    <w:rsid w:val="00DB208D"/>
    <w:rsid w:val="00DB2424"/>
    <w:rsid w:val="00DB272A"/>
    <w:rsid w:val="00DB28D8"/>
    <w:rsid w:val="00DB2CFF"/>
    <w:rsid w:val="00DB2E9C"/>
    <w:rsid w:val="00DB30D5"/>
    <w:rsid w:val="00DB3DED"/>
    <w:rsid w:val="00DB3E2E"/>
    <w:rsid w:val="00DB3E84"/>
    <w:rsid w:val="00DB58B4"/>
    <w:rsid w:val="00DB5A6D"/>
    <w:rsid w:val="00DB635D"/>
    <w:rsid w:val="00DB64F0"/>
    <w:rsid w:val="00DB6586"/>
    <w:rsid w:val="00DB6957"/>
    <w:rsid w:val="00DB6FF7"/>
    <w:rsid w:val="00DB72C6"/>
    <w:rsid w:val="00DB734F"/>
    <w:rsid w:val="00DB7DBD"/>
    <w:rsid w:val="00DC02A0"/>
    <w:rsid w:val="00DC0576"/>
    <w:rsid w:val="00DC0599"/>
    <w:rsid w:val="00DC0A7C"/>
    <w:rsid w:val="00DC0B08"/>
    <w:rsid w:val="00DC0E27"/>
    <w:rsid w:val="00DC0FA0"/>
    <w:rsid w:val="00DC15C5"/>
    <w:rsid w:val="00DC183E"/>
    <w:rsid w:val="00DC1C87"/>
    <w:rsid w:val="00DC1DC8"/>
    <w:rsid w:val="00DC1FF7"/>
    <w:rsid w:val="00DC29CA"/>
    <w:rsid w:val="00DC2AEF"/>
    <w:rsid w:val="00DC366A"/>
    <w:rsid w:val="00DC3765"/>
    <w:rsid w:val="00DC386B"/>
    <w:rsid w:val="00DC38EA"/>
    <w:rsid w:val="00DC39DA"/>
    <w:rsid w:val="00DC3A24"/>
    <w:rsid w:val="00DC3A87"/>
    <w:rsid w:val="00DC413F"/>
    <w:rsid w:val="00DC4152"/>
    <w:rsid w:val="00DC4D8F"/>
    <w:rsid w:val="00DC4F7F"/>
    <w:rsid w:val="00DC537B"/>
    <w:rsid w:val="00DC545B"/>
    <w:rsid w:val="00DC5882"/>
    <w:rsid w:val="00DC5927"/>
    <w:rsid w:val="00DC5B3F"/>
    <w:rsid w:val="00DC5BCA"/>
    <w:rsid w:val="00DC5EB2"/>
    <w:rsid w:val="00DC642E"/>
    <w:rsid w:val="00DC673A"/>
    <w:rsid w:val="00DC7000"/>
    <w:rsid w:val="00DC71A3"/>
    <w:rsid w:val="00DC73AF"/>
    <w:rsid w:val="00DD010D"/>
    <w:rsid w:val="00DD0341"/>
    <w:rsid w:val="00DD0D15"/>
    <w:rsid w:val="00DD0F4F"/>
    <w:rsid w:val="00DD1143"/>
    <w:rsid w:val="00DD14E3"/>
    <w:rsid w:val="00DD16E2"/>
    <w:rsid w:val="00DD1BB4"/>
    <w:rsid w:val="00DD2388"/>
    <w:rsid w:val="00DD2440"/>
    <w:rsid w:val="00DD2469"/>
    <w:rsid w:val="00DD24AE"/>
    <w:rsid w:val="00DD2A89"/>
    <w:rsid w:val="00DD2BAE"/>
    <w:rsid w:val="00DD3901"/>
    <w:rsid w:val="00DD390A"/>
    <w:rsid w:val="00DD4073"/>
    <w:rsid w:val="00DD4337"/>
    <w:rsid w:val="00DD4371"/>
    <w:rsid w:val="00DD45D0"/>
    <w:rsid w:val="00DD4FE8"/>
    <w:rsid w:val="00DD5CEA"/>
    <w:rsid w:val="00DD6360"/>
    <w:rsid w:val="00DD6547"/>
    <w:rsid w:val="00DD6C54"/>
    <w:rsid w:val="00DD6D33"/>
    <w:rsid w:val="00DD6EF6"/>
    <w:rsid w:val="00DD6FA9"/>
    <w:rsid w:val="00DD714D"/>
    <w:rsid w:val="00DD720A"/>
    <w:rsid w:val="00DD757F"/>
    <w:rsid w:val="00DD78A5"/>
    <w:rsid w:val="00DE01DB"/>
    <w:rsid w:val="00DE0465"/>
    <w:rsid w:val="00DE0683"/>
    <w:rsid w:val="00DE0955"/>
    <w:rsid w:val="00DE0B3E"/>
    <w:rsid w:val="00DE0D43"/>
    <w:rsid w:val="00DE0EE1"/>
    <w:rsid w:val="00DE1221"/>
    <w:rsid w:val="00DE17D7"/>
    <w:rsid w:val="00DE206D"/>
    <w:rsid w:val="00DE2270"/>
    <w:rsid w:val="00DE25C6"/>
    <w:rsid w:val="00DE2C77"/>
    <w:rsid w:val="00DE2DBE"/>
    <w:rsid w:val="00DE325C"/>
    <w:rsid w:val="00DE35D0"/>
    <w:rsid w:val="00DE443A"/>
    <w:rsid w:val="00DE4448"/>
    <w:rsid w:val="00DE49C9"/>
    <w:rsid w:val="00DE4BC6"/>
    <w:rsid w:val="00DE5A1C"/>
    <w:rsid w:val="00DE5D10"/>
    <w:rsid w:val="00DE6184"/>
    <w:rsid w:val="00DE738F"/>
    <w:rsid w:val="00DE7498"/>
    <w:rsid w:val="00DE7F65"/>
    <w:rsid w:val="00DF06AA"/>
    <w:rsid w:val="00DF0AD0"/>
    <w:rsid w:val="00DF0AFC"/>
    <w:rsid w:val="00DF0E21"/>
    <w:rsid w:val="00DF0FF0"/>
    <w:rsid w:val="00DF217D"/>
    <w:rsid w:val="00DF24BD"/>
    <w:rsid w:val="00DF25F5"/>
    <w:rsid w:val="00DF291B"/>
    <w:rsid w:val="00DF2C1B"/>
    <w:rsid w:val="00DF2F08"/>
    <w:rsid w:val="00DF3435"/>
    <w:rsid w:val="00DF3CA0"/>
    <w:rsid w:val="00DF429B"/>
    <w:rsid w:val="00DF45BA"/>
    <w:rsid w:val="00DF49A3"/>
    <w:rsid w:val="00DF4EA5"/>
    <w:rsid w:val="00DF4ECF"/>
    <w:rsid w:val="00DF53A5"/>
    <w:rsid w:val="00DF53B1"/>
    <w:rsid w:val="00DF54D2"/>
    <w:rsid w:val="00DF55A2"/>
    <w:rsid w:val="00DF56D8"/>
    <w:rsid w:val="00DF5E1E"/>
    <w:rsid w:val="00DF61F1"/>
    <w:rsid w:val="00DF6402"/>
    <w:rsid w:val="00DF6442"/>
    <w:rsid w:val="00DF71AB"/>
    <w:rsid w:val="00DF75B7"/>
    <w:rsid w:val="00DF7872"/>
    <w:rsid w:val="00DF78FF"/>
    <w:rsid w:val="00DF7B9E"/>
    <w:rsid w:val="00E0039E"/>
    <w:rsid w:val="00E00C77"/>
    <w:rsid w:val="00E01CEE"/>
    <w:rsid w:val="00E01EE4"/>
    <w:rsid w:val="00E01F9F"/>
    <w:rsid w:val="00E021EE"/>
    <w:rsid w:val="00E022DC"/>
    <w:rsid w:val="00E02443"/>
    <w:rsid w:val="00E024D3"/>
    <w:rsid w:val="00E028BF"/>
    <w:rsid w:val="00E02A5A"/>
    <w:rsid w:val="00E02B2E"/>
    <w:rsid w:val="00E035AE"/>
    <w:rsid w:val="00E04EDE"/>
    <w:rsid w:val="00E05819"/>
    <w:rsid w:val="00E05F94"/>
    <w:rsid w:val="00E0653A"/>
    <w:rsid w:val="00E065B7"/>
    <w:rsid w:val="00E06D52"/>
    <w:rsid w:val="00E06F94"/>
    <w:rsid w:val="00E0778C"/>
    <w:rsid w:val="00E07A7B"/>
    <w:rsid w:val="00E07F66"/>
    <w:rsid w:val="00E10AB9"/>
    <w:rsid w:val="00E10ADF"/>
    <w:rsid w:val="00E10FCA"/>
    <w:rsid w:val="00E11875"/>
    <w:rsid w:val="00E11DC8"/>
    <w:rsid w:val="00E1218C"/>
    <w:rsid w:val="00E12580"/>
    <w:rsid w:val="00E125ED"/>
    <w:rsid w:val="00E12AF1"/>
    <w:rsid w:val="00E12BD1"/>
    <w:rsid w:val="00E12EF8"/>
    <w:rsid w:val="00E13A3F"/>
    <w:rsid w:val="00E13B62"/>
    <w:rsid w:val="00E14435"/>
    <w:rsid w:val="00E1478D"/>
    <w:rsid w:val="00E1541F"/>
    <w:rsid w:val="00E1550C"/>
    <w:rsid w:val="00E15828"/>
    <w:rsid w:val="00E16335"/>
    <w:rsid w:val="00E16AE2"/>
    <w:rsid w:val="00E16B21"/>
    <w:rsid w:val="00E178F8"/>
    <w:rsid w:val="00E17C6A"/>
    <w:rsid w:val="00E20034"/>
    <w:rsid w:val="00E2024A"/>
    <w:rsid w:val="00E20443"/>
    <w:rsid w:val="00E20674"/>
    <w:rsid w:val="00E206F5"/>
    <w:rsid w:val="00E207FC"/>
    <w:rsid w:val="00E20E4C"/>
    <w:rsid w:val="00E20F3E"/>
    <w:rsid w:val="00E21459"/>
    <w:rsid w:val="00E21598"/>
    <w:rsid w:val="00E21A3F"/>
    <w:rsid w:val="00E21BDA"/>
    <w:rsid w:val="00E2239B"/>
    <w:rsid w:val="00E22DC9"/>
    <w:rsid w:val="00E23018"/>
    <w:rsid w:val="00E23447"/>
    <w:rsid w:val="00E23F09"/>
    <w:rsid w:val="00E2443F"/>
    <w:rsid w:val="00E246A3"/>
    <w:rsid w:val="00E24972"/>
    <w:rsid w:val="00E2502F"/>
    <w:rsid w:val="00E25174"/>
    <w:rsid w:val="00E259BC"/>
    <w:rsid w:val="00E25DDF"/>
    <w:rsid w:val="00E264A4"/>
    <w:rsid w:val="00E26605"/>
    <w:rsid w:val="00E27262"/>
    <w:rsid w:val="00E278A8"/>
    <w:rsid w:val="00E30BA3"/>
    <w:rsid w:val="00E30CA4"/>
    <w:rsid w:val="00E311FD"/>
    <w:rsid w:val="00E3122E"/>
    <w:rsid w:val="00E31400"/>
    <w:rsid w:val="00E314AE"/>
    <w:rsid w:val="00E317CC"/>
    <w:rsid w:val="00E31CF2"/>
    <w:rsid w:val="00E32CBD"/>
    <w:rsid w:val="00E32D2D"/>
    <w:rsid w:val="00E32D58"/>
    <w:rsid w:val="00E32E40"/>
    <w:rsid w:val="00E333C6"/>
    <w:rsid w:val="00E33618"/>
    <w:rsid w:val="00E3368A"/>
    <w:rsid w:val="00E33917"/>
    <w:rsid w:val="00E3397F"/>
    <w:rsid w:val="00E33EF8"/>
    <w:rsid w:val="00E349E7"/>
    <w:rsid w:val="00E349ED"/>
    <w:rsid w:val="00E34BAE"/>
    <w:rsid w:val="00E34D9E"/>
    <w:rsid w:val="00E34ED8"/>
    <w:rsid w:val="00E34EED"/>
    <w:rsid w:val="00E352F6"/>
    <w:rsid w:val="00E35D5D"/>
    <w:rsid w:val="00E35D95"/>
    <w:rsid w:val="00E36482"/>
    <w:rsid w:val="00E37824"/>
    <w:rsid w:val="00E37846"/>
    <w:rsid w:val="00E37C4F"/>
    <w:rsid w:val="00E409FC"/>
    <w:rsid w:val="00E40ACE"/>
    <w:rsid w:val="00E40C06"/>
    <w:rsid w:val="00E40CB8"/>
    <w:rsid w:val="00E40FCC"/>
    <w:rsid w:val="00E41395"/>
    <w:rsid w:val="00E41488"/>
    <w:rsid w:val="00E41B56"/>
    <w:rsid w:val="00E4259B"/>
    <w:rsid w:val="00E42954"/>
    <w:rsid w:val="00E42CE7"/>
    <w:rsid w:val="00E42EBE"/>
    <w:rsid w:val="00E43122"/>
    <w:rsid w:val="00E434AE"/>
    <w:rsid w:val="00E43567"/>
    <w:rsid w:val="00E438DB"/>
    <w:rsid w:val="00E43929"/>
    <w:rsid w:val="00E43EFA"/>
    <w:rsid w:val="00E44003"/>
    <w:rsid w:val="00E44F2F"/>
    <w:rsid w:val="00E44FCA"/>
    <w:rsid w:val="00E456A5"/>
    <w:rsid w:val="00E46F6A"/>
    <w:rsid w:val="00E47914"/>
    <w:rsid w:val="00E47A17"/>
    <w:rsid w:val="00E47A89"/>
    <w:rsid w:val="00E47CD0"/>
    <w:rsid w:val="00E47E0C"/>
    <w:rsid w:val="00E50440"/>
    <w:rsid w:val="00E50AF0"/>
    <w:rsid w:val="00E50E70"/>
    <w:rsid w:val="00E5130D"/>
    <w:rsid w:val="00E526C2"/>
    <w:rsid w:val="00E52716"/>
    <w:rsid w:val="00E52F86"/>
    <w:rsid w:val="00E534A4"/>
    <w:rsid w:val="00E538B2"/>
    <w:rsid w:val="00E54392"/>
    <w:rsid w:val="00E54674"/>
    <w:rsid w:val="00E5512D"/>
    <w:rsid w:val="00E55359"/>
    <w:rsid w:val="00E55419"/>
    <w:rsid w:val="00E554BB"/>
    <w:rsid w:val="00E5647A"/>
    <w:rsid w:val="00E56835"/>
    <w:rsid w:val="00E56A45"/>
    <w:rsid w:val="00E56AFE"/>
    <w:rsid w:val="00E56D43"/>
    <w:rsid w:val="00E574E5"/>
    <w:rsid w:val="00E577B1"/>
    <w:rsid w:val="00E57C77"/>
    <w:rsid w:val="00E6014D"/>
    <w:rsid w:val="00E6028B"/>
    <w:rsid w:val="00E6033E"/>
    <w:rsid w:val="00E6075F"/>
    <w:rsid w:val="00E61924"/>
    <w:rsid w:val="00E61BAF"/>
    <w:rsid w:val="00E61E68"/>
    <w:rsid w:val="00E620F8"/>
    <w:rsid w:val="00E623E3"/>
    <w:rsid w:val="00E62804"/>
    <w:rsid w:val="00E62CA6"/>
    <w:rsid w:val="00E62CE1"/>
    <w:rsid w:val="00E6306D"/>
    <w:rsid w:val="00E6373C"/>
    <w:rsid w:val="00E6389D"/>
    <w:rsid w:val="00E63C51"/>
    <w:rsid w:val="00E64241"/>
    <w:rsid w:val="00E642F6"/>
    <w:rsid w:val="00E64738"/>
    <w:rsid w:val="00E64AAB"/>
    <w:rsid w:val="00E64EF0"/>
    <w:rsid w:val="00E651CF"/>
    <w:rsid w:val="00E65E5E"/>
    <w:rsid w:val="00E65EFA"/>
    <w:rsid w:val="00E66096"/>
    <w:rsid w:val="00E66239"/>
    <w:rsid w:val="00E66513"/>
    <w:rsid w:val="00E6732A"/>
    <w:rsid w:val="00E6751B"/>
    <w:rsid w:val="00E67583"/>
    <w:rsid w:val="00E676BC"/>
    <w:rsid w:val="00E7086D"/>
    <w:rsid w:val="00E709C4"/>
    <w:rsid w:val="00E71138"/>
    <w:rsid w:val="00E71139"/>
    <w:rsid w:val="00E7117B"/>
    <w:rsid w:val="00E71924"/>
    <w:rsid w:val="00E72096"/>
    <w:rsid w:val="00E728C3"/>
    <w:rsid w:val="00E7297F"/>
    <w:rsid w:val="00E72CDD"/>
    <w:rsid w:val="00E7300E"/>
    <w:rsid w:val="00E732A0"/>
    <w:rsid w:val="00E732E9"/>
    <w:rsid w:val="00E735F0"/>
    <w:rsid w:val="00E73972"/>
    <w:rsid w:val="00E739EB"/>
    <w:rsid w:val="00E73A94"/>
    <w:rsid w:val="00E73D70"/>
    <w:rsid w:val="00E73E49"/>
    <w:rsid w:val="00E73FDF"/>
    <w:rsid w:val="00E7418A"/>
    <w:rsid w:val="00E74EE3"/>
    <w:rsid w:val="00E74EFA"/>
    <w:rsid w:val="00E74F63"/>
    <w:rsid w:val="00E752FC"/>
    <w:rsid w:val="00E754CF"/>
    <w:rsid w:val="00E7594A"/>
    <w:rsid w:val="00E7602E"/>
    <w:rsid w:val="00E764B6"/>
    <w:rsid w:val="00E7676B"/>
    <w:rsid w:val="00E76D9F"/>
    <w:rsid w:val="00E76DD2"/>
    <w:rsid w:val="00E76ED4"/>
    <w:rsid w:val="00E7760C"/>
    <w:rsid w:val="00E77740"/>
    <w:rsid w:val="00E80613"/>
    <w:rsid w:val="00E81295"/>
    <w:rsid w:val="00E81355"/>
    <w:rsid w:val="00E81A9B"/>
    <w:rsid w:val="00E81AF1"/>
    <w:rsid w:val="00E8332D"/>
    <w:rsid w:val="00E83CD5"/>
    <w:rsid w:val="00E8419C"/>
    <w:rsid w:val="00E84457"/>
    <w:rsid w:val="00E84A50"/>
    <w:rsid w:val="00E84C72"/>
    <w:rsid w:val="00E84D96"/>
    <w:rsid w:val="00E84FAA"/>
    <w:rsid w:val="00E84FED"/>
    <w:rsid w:val="00E859F7"/>
    <w:rsid w:val="00E85D63"/>
    <w:rsid w:val="00E85E9E"/>
    <w:rsid w:val="00E86122"/>
    <w:rsid w:val="00E86264"/>
    <w:rsid w:val="00E8629A"/>
    <w:rsid w:val="00E86386"/>
    <w:rsid w:val="00E86C3D"/>
    <w:rsid w:val="00E86DAA"/>
    <w:rsid w:val="00E873DE"/>
    <w:rsid w:val="00E87A89"/>
    <w:rsid w:val="00E87C0B"/>
    <w:rsid w:val="00E90664"/>
    <w:rsid w:val="00E9091F"/>
    <w:rsid w:val="00E90CB3"/>
    <w:rsid w:val="00E917C4"/>
    <w:rsid w:val="00E91EF5"/>
    <w:rsid w:val="00E91F36"/>
    <w:rsid w:val="00E91F99"/>
    <w:rsid w:val="00E925FD"/>
    <w:rsid w:val="00E93AB8"/>
    <w:rsid w:val="00E94696"/>
    <w:rsid w:val="00E95929"/>
    <w:rsid w:val="00E95944"/>
    <w:rsid w:val="00E95FF0"/>
    <w:rsid w:val="00E96067"/>
    <w:rsid w:val="00E96B8B"/>
    <w:rsid w:val="00E96F05"/>
    <w:rsid w:val="00E972FD"/>
    <w:rsid w:val="00E977AE"/>
    <w:rsid w:val="00E978D9"/>
    <w:rsid w:val="00E97A55"/>
    <w:rsid w:val="00EA031B"/>
    <w:rsid w:val="00EA045B"/>
    <w:rsid w:val="00EA0831"/>
    <w:rsid w:val="00EA09C2"/>
    <w:rsid w:val="00EA0CBE"/>
    <w:rsid w:val="00EA146D"/>
    <w:rsid w:val="00EA1CC7"/>
    <w:rsid w:val="00EA2C5B"/>
    <w:rsid w:val="00EA340E"/>
    <w:rsid w:val="00EA3415"/>
    <w:rsid w:val="00EA3B1F"/>
    <w:rsid w:val="00EA3BFF"/>
    <w:rsid w:val="00EA44AD"/>
    <w:rsid w:val="00EA69DC"/>
    <w:rsid w:val="00EA6D0B"/>
    <w:rsid w:val="00EA7422"/>
    <w:rsid w:val="00EA7DCC"/>
    <w:rsid w:val="00EA7DFA"/>
    <w:rsid w:val="00EB0096"/>
    <w:rsid w:val="00EB0853"/>
    <w:rsid w:val="00EB137F"/>
    <w:rsid w:val="00EB154B"/>
    <w:rsid w:val="00EB1640"/>
    <w:rsid w:val="00EB1AB9"/>
    <w:rsid w:val="00EB1CC0"/>
    <w:rsid w:val="00EB2E0F"/>
    <w:rsid w:val="00EB3086"/>
    <w:rsid w:val="00EB3650"/>
    <w:rsid w:val="00EB3CC2"/>
    <w:rsid w:val="00EB3CFC"/>
    <w:rsid w:val="00EB40B0"/>
    <w:rsid w:val="00EB4175"/>
    <w:rsid w:val="00EB4846"/>
    <w:rsid w:val="00EB4BD0"/>
    <w:rsid w:val="00EB5433"/>
    <w:rsid w:val="00EB55D0"/>
    <w:rsid w:val="00EB5646"/>
    <w:rsid w:val="00EB5ADB"/>
    <w:rsid w:val="00EB68C2"/>
    <w:rsid w:val="00EB6B76"/>
    <w:rsid w:val="00EB7011"/>
    <w:rsid w:val="00EB72CC"/>
    <w:rsid w:val="00EB74A9"/>
    <w:rsid w:val="00EB786C"/>
    <w:rsid w:val="00EB79AA"/>
    <w:rsid w:val="00EB7B8D"/>
    <w:rsid w:val="00EC0345"/>
    <w:rsid w:val="00EC0687"/>
    <w:rsid w:val="00EC0C5D"/>
    <w:rsid w:val="00EC0F78"/>
    <w:rsid w:val="00EC1248"/>
    <w:rsid w:val="00EC1A32"/>
    <w:rsid w:val="00EC1A39"/>
    <w:rsid w:val="00EC1AA2"/>
    <w:rsid w:val="00EC1D66"/>
    <w:rsid w:val="00EC26C2"/>
    <w:rsid w:val="00EC2B9D"/>
    <w:rsid w:val="00EC2FCE"/>
    <w:rsid w:val="00EC3383"/>
    <w:rsid w:val="00EC3534"/>
    <w:rsid w:val="00EC35DF"/>
    <w:rsid w:val="00EC38C8"/>
    <w:rsid w:val="00EC3E88"/>
    <w:rsid w:val="00EC4046"/>
    <w:rsid w:val="00EC46E7"/>
    <w:rsid w:val="00EC58EC"/>
    <w:rsid w:val="00EC5C01"/>
    <w:rsid w:val="00EC7211"/>
    <w:rsid w:val="00EC7469"/>
    <w:rsid w:val="00EC775E"/>
    <w:rsid w:val="00EC7D45"/>
    <w:rsid w:val="00ED0261"/>
    <w:rsid w:val="00ED02D1"/>
    <w:rsid w:val="00ED0C0F"/>
    <w:rsid w:val="00ED16C2"/>
    <w:rsid w:val="00ED1C09"/>
    <w:rsid w:val="00ED1D1B"/>
    <w:rsid w:val="00ED1FB2"/>
    <w:rsid w:val="00ED25BA"/>
    <w:rsid w:val="00ED2D19"/>
    <w:rsid w:val="00ED2FAE"/>
    <w:rsid w:val="00ED3267"/>
    <w:rsid w:val="00ED327A"/>
    <w:rsid w:val="00ED375A"/>
    <w:rsid w:val="00ED3A7B"/>
    <w:rsid w:val="00ED3DFD"/>
    <w:rsid w:val="00ED3ECE"/>
    <w:rsid w:val="00ED3F21"/>
    <w:rsid w:val="00ED41A1"/>
    <w:rsid w:val="00ED41A6"/>
    <w:rsid w:val="00ED4203"/>
    <w:rsid w:val="00ED47C2"/>
    <w:rsid w:val="00ED49DF"/>
    <w:rsid w:val="00ED52F3"/>
    <w:rsid w:val="00ED5761"/>
    <w:rsid w:val="00ED5B51"/>
    <w:rsid w:val="00ED5DBF"/>
    <w:rsid w:val="00ED6415"/>
    <w:rsid w:val="00ED6DC2"/>
    <w:rsid w:val="00ED75B3"/>
    <w:rsid w:val="00ED7658"/>
    <w:rsid w:val="00ED7804"/>
    <w:rsid w:val="00ED7E45"/>
    <w:rsid w:val="00ED7F58"/>
    <w:rsid w:val="00EE05E0"/>
    <w:rsid w:val="00EE182C"/>
    <w:rsid w:val="00EE1C69"/>
    <w:rsid w:val="00EE260F"/>
    <w:rsid w:val="00EE28FB"/>
    <w:rsid w:val="00EE3045"/>
    <w:rsid w:val="00EE30D8"/>
    <w:rsid w:val="00EE3BBA"/>
    <w:rsid w:val="00EE41CF"/>
    <w:rsid w:val="00EE436A"/>
    <w:rsid w:val="00EE44CD"/>
    <w:rsid w:val="00EE4E65"/>
    <w:rsid w:val="00EE4F1D"/>
    <w:rsid w:val="00EE50FA"/>
    <w:rsid w:val="00EE56E1"/>
    <w:rsid w:val="00EE5950"/>
    <w:rsid w:val="00EE604B"/>
    <w:rsid w:val="00EE60E9"/>
    <w:rsid w:val="00EE69D4"/>
    <w:rsid w:val="00EE6B33"/>
    <w:rsid w:val="00EE6BB3"/>
    <w:rsid w:val="00EE771B"/>
    <w:rsid w:val="00EE79E3"/>
    <w:rsid w:val="00EF022F"/>
    <w:rsid w:val="00EF0462"/>
    <w:rsid w:val="00EF07DC"/>
    <w:rsid w:val="00EF0A3A"/>
    <w:rsid w:val="00EF11A0"/>
    <w:rsid w:val="00EF15B0"/>
    <w:rsid w:val="00EF1956"/>
    <w:rsid w:val="00EF20FE"/>
    <w:rsid w:val="00EF227C"/>
    <w:rsid w:val="00EF248D"/>
    <w:rsid w:val="00EF2659"/>
    <w:rsid w:val="00EF297D"/>
    <w:rsid w:val="00EF2B3E"/>
    <w:rsid w:val="00EF2CED"/>
    <w:rsid w:val="00EF2E03"/>
    <w:rsid w:val="00EF2F93"/>
    <w:rsid w:val="00EF35D5"/>
    <w:rsid w:val="00EF42B6"/>
    <w:rsid w:val="00EF46EE"/>
    <w:rsid w:val="00EF47AC"/>
    <w:rsid w:val="00EF49F8"/>
    <w:rsid w:val="00EF532B"/>
    <w:rsid w:val="00EF554C"/>
    <w:rsid w:val="00EF5E36"/>
    <w:rsid w:val="00EF6505"/>
    <w:rsid w:val="00EF68E4"/>
    <w:rsid w:val="00EF77C6"/>
    <w:rsid w:val="00EF7A6F"/>
    <w:rsid w:val="00F0063F"/>
    <w:rsid w:val="00F006E7"/>
    <w:rsid w:val="00F008E0"/>
    <w:rsid w:val="00F00AC2"/>
    <w:rsid w:val="00F00B47"/>
    <w:rsid w:val="00F00C58"/>
    <w:rsid w:val="00F013B1"/>
    <w:rsid w:val="00F014A4"/>
    <w:rsid w:val="00F0166A"/>
    <w:rsid w:val="00F01E11"/>
    <w:rsid w:val="00F0203A"/>
    <w:rsid w:val="00F025BB"/>
    <w:rsid w:val="00F02BA2"/>
    <w:rsid w:val="00F02C57"/>
    <w:rsid w:val="00F02CB0"/>
    <w:rsid w:val="00F02D5E"/>
    <w:rsid w:val="00F032F2"/>
    <w:rsid w:val="00F033A5"/>
    <w:rsid w:val="00F037D3"/>
    <w:rsid w:val="00F041BF"/>
    <w:rsid w:val="00F04388"/>
    <w:rsid w:val="00F0478A"/>
    <w:rsid w:val="00F04821"/>
    <w:rsid w:val="00F05333"/>
    <w:rsid w:val="00F0549B"/>
    <w:rsid w:val="00F054F9"/>
    <w:rsid w:val="00F0596E"/>
    <w:rsid w:val="00F066EF"/>
    <w:rsid w:val="00F06873"/>
    <w:rsid w:val="00F06939"/>
    <w:rsid w:val="00F06BAC"/>
    <w:rsid w:val="00F06E8A"/>
    <w:rsid w:val="00F070E5"/>
    <w:rsid w:val="00F0789A"/>
    <w:rsid w:val="00F078C4"/>
    <w:rsid w:val="00F100A8"/>
    <w:rsid w:val="00F10EA5"/>
    <w:rsid w:val="00F11C64"/>
    <w:rsid w:val="00F11F40"/>
    <w:rsid w:val="00F11FD0"/>
    <w:rsid w:val="00F1242F"/>
    <w:rsid w:val="00F1261D"/>
    <w:rsid w:val="00F13EA4"/>
    <w:rsid w:val="00F1517E"/>
    <w:rsid w:val="00F160AE"/>
    <w:rsid w:val="00F163C4"/>
    <w:rsid w:val="00F16678"/>
    <w:rsid w:val="00F1682B"/>
    <w:rsid w:val="00F16B91"/>
    <w:rsid w:val="00F17A9B"/>
    <w:rsid w:val="00F17BC6"/>
    <w:rsid w:val="00F17ECC"/>
    <w:rsid w:val="00F17F06"/>
    <w:rsid w:val="00F20109"/>
    <w:rsid w:val="00F204FD"/>
    <w:rsid w:val="00F20511"/>
    <w:rsid w:val="00F20628"/>
    <w:rsid w:val="00F20812"/>
    <w:rsid w:val="00F20C0E"/>
    <w:rsid w:val="00F21B68"/>
    <w:rsid w:val="00F220FB"/>
    <w:rsid w:val="00F2251C"/>
    <w:rsid w:val="00F22A79"/>
    <w:rsid w:val="00F22DD8"/>
    <w:rsid w:val="00F237F6"/>
    <w:rsid w:val="00F23AF5"/>
    <w:rsid w:val="00F23CEE"/>
    <w:rsid w:val="00F24C3A"/>
    <w:rsid w:val="00F25968"/>
    <w:rsid w:val="00F25DD7"/>
    <w:rsid w:val="00F260AC"/>
    <w:rsid w:val="00F26388"/>
    <w:rsid w:val="00F265A0"/>
    <w:rsid w:val="00F27E03"/>
    <w:rsid w:val="00F3003F"/>
    <w:rsid w:val="00F3038F"/>
    <w:rsid w:val="00F3053A"/>
    <w:rsid w:val="00F30BA0"/>
    <w:rsid w:val="00F30D2F"/>
    <w:rsid w:val="00F30E8D"/>
    <w:rsid w:val="00F31266"/>
    <w:rsid w:val="00F318E1"/>
    <w:rsid w:val="00F31B01"/>
    <w:rsid w:val="00F31BE3"/>
    <w:rsid w:val="00F31C87"/>
    <w:rsid w:val="00F31F13"/>
    <w:rsid w:val="00F323CF"/>
    <w:rsid w:val="00F323FB"/>
    <w:rsid w:val="00F326A6"/>
    <w:rsid w:val="00F33660"/>
    <w:rsid w:val="00F33710"/>
    <w:rsid w:val="00F345DC"/>
    <w:rsid w:val="00F34B21"/>
    <w:rsid w:val="00F34CA5"/>
    <w:rsid w:val="00F351B4"/>
    <w:rsid w:val="00F3558E"/>
    <w:rsid w:val="00F3591F"/>
    <w:rsid w:val="00F35E37"/>
    <w:rsid w:val="00F35E98"/>
    <w:rsid w:val="00F36835"/>
    <w:rsid w:val="00F3689B"/>
    <w:rsid w:val="00F376E3"/>
    <w:rsid w:val="00F379F1"/>
    <w:rsid w:val="00F37B29"/>
    <w:rsid w:val="00F402C7"/>
    <w:rsid w:val="00F40732"/>
    <w:rsid w:val="00F40C60"/>
    <w:rsid w:val="00F41254"/>
    <w:rsid w:val="00F4165A"/>
    <w:rsid w:val="00F41E90"/>
    <w:rsid w:val="00F4238E"/>
    <w:rsid w:val="00F427A1"/>
    <w:rsid w:val="00F427E1"/>
    <w:rsid w:val="00F428BF"/>
    <w:rsid w:val="00F42D1D"/>
    <w:rsid w:val="00F434CE"/>
    <w:rsid w:val="00F4366E"/>
    <w:rsid w:val="00F436BF"/>
    <w:rsid w:val="00F4372E"/>
    <w:rsid w:val="00F44217"/>
    <w:rsid w:val="00F4450B"/>
    <w:rsid w:val="00F44584"/>
    <w:rsid w:val="00F45C0C"/>
    <w:rsid w:val="00F45F9C"/>
    <w:rsid w:val="00F4600E"/>
    <w:rsid w:val="00F47B99"/>
    <w:rsid w:val="00F5026B"/>
    <w:rsid w:val="00F50A0C"/>
    <w:rsid w:val="00F50C41"/>
    <w:rsid w:val="00F5113F"/>
    <w:rsid w:val="00F512A4"/>
    <w:rsid w:val="00F51F00"/>
    <w:rsid w:val="00F525EF"/>
    <w:rsid w:val="00F52EDE"/>
    <w:rsid w:val="00F539CE"/>
    <w:rsid w:val="00F53C35"/>
    <w:rsid w:val="00F53CC4"/>
    <w:rsid w:val="00F53CFB"/>
    <w:rsid w:val="00F53DF8"/>
    <w:rsid w:val="00F544BB"/>
    <w:rsid w:val="00F5451D"/>
    <w:rsid w:val="00F547E1"/>
    <w:rsid w:val="00F549E1"/>
    <w:rsid w:val="00F555FE"/>
    <w:rsid w:val="00F558A9"/>
    <w:rsid w:val="00F559C9"/>
    <w:rsid w:val="00F55AFD"/>
    <w:rsid w:val="00F561C4"/>
    <w:rsid w:val="00F561DB"/>
    <w:rsid w:val="00F56443"/>
    <w:rsid w:val="00F571FE"/>
    <w:rsid w:val="00F572B2"/>
    <w:rsid w:val="00F5749F"/>
    <w:rsid w:val="00F574E7"/>
    <w:rsid w:val="00F575B1"/>
    <w:rsid w:val="00F57653"/>
    <w:rsid w:val="00F576E0"/>
    <w:rsid w:val="00F57796"/>
    <w:rsid w:val="00F6000B"/>
    <w:rsid w:val="00F60481"/>
    <w:rsid w:val="00F60A6F"/>
    <w:rsid w:val="00F60F28"/>
    <w:rsid w:val="00F60FF9"/>
    <w:rsid w:val="00F6170C"/>
    <w:rsid w:val="00F62510"/>
    <w:rsid w:val="00F633A4"/>
    <w:rsid w:val="00F638A5"/>
    <w:rsid w:val="00F6392C"/>
    <w:rsid w:val="00F63AF8"/>
    <w:rsid w:val="00F64810"/>
    <w:rsid w:val="00F64894"/>
    <w:rsid w:val="00F648EB"/>
    <w:rsid w:val="00F64905"/>
    <w:rsid w:val="00F64DB9"/>
    <w:rsid w:val="00F64E38"/>
    <w:rsid w:val="00F66AD2"/>
    <w:rsid w:val="00F67BDF"/>
    <w:rsid w:val="00F7060D"/>
    <w:rsid w:val="00F70809"/>
    <w:rsid w:val="00F70D8B"/>
    <w:rsid w:val="00F70EDE"/>
    <w:rsid w:val="00F71105"/>
    <w:rsid w:val="00F71558"/>
    <w:rsid w:val="00F715FC"/>
    <w:rsid w:val="00F71859"/>
    <w:rsid w:val="00F72107"/>
    <w:rsid w:val="00F73A37"/>
    <w:rsid w:val="00F73AEF"/>
    <w:rsid w:val="00F73DBE"/>
    <w:rsid w:val="00F73F2D"/>
    <w:rsid w:val="00F74532"/>
    <w:rsid w:val="00F74BC7"/>
    <w:rsid w:val="00F74FDC"/>
    <w:rsid w:val="00F75959"/>
    <w:rsid w:val="00F759C2"/>
    <w:rsid w:val="00F75EDF"/>
    <w:rsid w:val="00F76BDA"/>
    <w:rsid w:val="00F773C6"/>
    <w:rsid w:val="00F774CF"/>
    <w:rsid w:val="00F77956"/>
    <w:rsid w:val="00F77C54"/>
    <w:rsid w:val="00F77E04"/>
    <w:rsid w:val="00F80570"/>
    <w:rsid w:val="00F80603"/>
    <w:rsid w:val="00F80A0A"/>
    <w:rsid w:val="00F80EC0"/>
    <w:rsid w:val="00F81124"/>
    <w:rsid w:val="00F81BD7"/>
    <w:rsid w:val="00F8245E"/>
    <w:rsid w:val="00F8276E"/>
    <w:rsid w:val="00F82A57"/>
    <w:rsid w:val="00F82E85"/>
    <w:rsid w:val="00F82F27"/>
    <w:rsid w:val="00F832F5"/>
    <w:rsid w:val="00F83712"/>
    <w:rsid w:val="00F83783"/>
    <w:rsid w:val="00F8396D"/>
    <w:rsid w:val="00F83A2C"/>
    <w:rsid w:val="00F83E9D"/>
    <w:rsid w:val="00F84164"/>
    <w:rsid w:val="00F85EB8"/>
    <w:rsid w:val="00F861A0"/>
    <w:rsid w:val="00F868B7"/>
    <w:rsid w:val="00F86C5B"/>
    <w:rsid w:val="00F873F7"/>
    <w:rsid w:val="00F87464"/>
    <w:rsid w:val="00F87B8C"/>
    <w:rsid w:val="00F87EC0"/>
    <w:rsid w:val="00F902B1"/>
    <w:rsid w:val="00F90961"/>
    <w:rsid w:val="00F909AF"/>
    <w:rsid w:val="00F911EA"/>
    <w:rsid w:val="00F91F71"/>
    <w:rsid w:val="00F92638"/>
    <w:rsid w:val="00F92A72"/>
    <w:rsid w:val="00F92B22"/>
    <w:rsid w:val="00F92DF5"/>
    <w:rsid w:val="00F93314"/>
    <w:rsid w:val="00F934CF"/>
    <w:rsid w:val="00F94329"/>
    <w:rsid w:val="00F947E8"/>
    <w:rsid w:val="00F948D2"/>
    <w:rsid w:val="00F94A7F"/>
    <w:rsid w:val="00F94BDC"/>
    <w:rsid w:val="00F9536A"/>
    <w:rsid w:val="00F9556C"/>
    <w:rsid w:val="00F95A12"/>
    <w:rsid w:val="00F95D68"/>
    <w:rsid w:val="00F962E0"/>
    <w:rsid w:val="00F965A7"/>
    <w:rsid w:val="00F96A78"/>
    <w:rsid w:val="00F9795B"/>
    <w:rsid w:val="00F97A32"/>
    <w:rsid w:val="00F97ABC"/>
    <w:rsid w:val="00F97C29"/>
    <w:rsid w:val="00F97E95"/>
    <w:rsid w:val="00FA0105"/>
    <w:rsid w:val="00FA0645"/>
    <w:rsid w:val="00FA07F5"/>
    <w:rsid w:val="00FA08E5"/>
    <w:rsid w:val="00FA102A"/>
    <w:rsid w:val="00FA1298"/>
    <w:rsid w:val="00FA1651"/>
    <w:rsid w:val="00FA1997"/>
    <w:rsid w:val="00FA272C"/>
    <w:rsid w:val="00FA29C3"/>
    <w:rsid w:val="00FA2B10"/>
    <w:rsid w:val="00FA2D75"/>
    <w:rsid w:val="00FA2EB2"/>
    <w:rsid w:val="00FA395A"/>
    <w:rsid w:val="00FA39C9"/>
    <w:rsid w:val="00FA3B58"/>
    <w:rsid w:val="00FA4807"/>
    <w:rsid w:val="00FA485F"/>
    <w:rsid w:val="00FA4F8C"/>
    <w:rsid w:val="00FA52A9"/>
    <w:rsid w:val="00FA5484"/>
    <w:rsid w:val="00FA57F6"/>
    <w:rsid w:val="00FA5AF1"/>
    <w:rsid w:val="00FA5FE6"/>
    <w:rsid w:val="00FA6127"/>
    <w:rsid w:val="00FA6172"/>
    <w:rsid w:val="00FA6655"/>
    <w:rsid w:val="00FA70E0"/>
    <w:rsid w:val="00FA73EB"/>
    <w:rsid w:val="00FA7580"/>
    <w:rsid w:val="00FA764D"/>
    <w:rsid w:val="00FB00F4"/>
    <w:rsid w:val="00FB02DE"/>
    <w:rsid w:val="00FB150B"/>
    <w:rsid w:val="00FB17F4"/>
    <w:rsid w:val="00FB1B26"/>
    <w:rsid w:val="00FB1C9C"/>
    <w:rsid w:val="00FB1D56"/>
    <w:rsid w:val="00FB246E"/>
    <w:rsid w:val="00FB2992"/>
    <w:rsid w:val="00FB2A26"/>
    <w:rsid w:val="00FB3091"/>
    <w:rsid w:val="00FB315F"/>
    <w:rsid w:val="00FB3369"/>
    <w:rsid w:val="00FB3782"/>
    <w:rsid w:val="00FB3935"/>
    <w:rsid w:val="00FB3EBB"/>
    <w:rsid w:val="00FB4074"/>
    <w:rsid w:val="00FB463A"/>
    <w:rsid w:val="00FB4DC7"/>
    <w:rsid w:val="00FB548D"/>
    <w:rsid w:val="00FB55B4"/>
    <w:rsid w:val="00FB58DA"/>
    <w:rsid w:val="00FB612A"/>
    <w:rsid w:val="00FB621A"/>
    <w:rsid w:val="00FB623E"/>
    <w:rsid w:val="00FB68E3"/>
    <w:rsid w:val="00FB68FB"/>
    <w:rsid w:val="00FB707C"/>
    <w:rsid w:val="00FB70A1"/>
    <w:rsid w:val="00FB76EF"/>
    <w:rsid w:val="00FB7CFB"/>
    <w:rsid w:val="00FB7DC1"/>
    <w:rsid w:val="00FC002F"/>
    <w:rsid w:val="00FC068B"/>
    <w:rsid w:val="00FC0CAC"/>
    <w:rsid w:val="00FC1A96"/>
    <w:rsid w:val="00FC2043"/>
    <w:rsid w:val="00FC2050"/>
    <w:rsid w:val="00FC26C4"/>
    <w:rsid w:val="00FC300B"/>
    <w:rsid w:val="00FC38D1"/>
    <w:rsid w:val="00FC39D3"/>
    <w:rsid w:val="00FC3F25"/>
    <w:rsid w:val="00FC415C"/>
    <w:rsid w:val="00FC4F42"/>
    <w:rsid w:val="00FC5D18"/>
    <w:rsid w:val="00FC6E1B"/>
    <w:rsid w:val="00FC7592"/>
    <w:rsid w:val="00FD04E0"/>
    <w:rsid w:val="00FD0A01"/>
    <w:rsid w:val="00FD0A02"/>
    <w:rsid w:val="00FD0A11"/>
    <w:rsid w:val="00FD128D"/>
    <w:rsid w:val="00FD12A7"/>
    <w:rsid w:val="00FD16FD"/>
    <w:rsid w:val="00FD195A"/>
    <w:rsid w:val="00FD1F7A"/>
    <w:rsid w:val="00FD2B14"/>
    <w:rsid w:val="00FD3118"/>
    <w:rsid w:val="00FD31AA"/>
    <w:rsid w:val="00FD32C7"/>
    <w:rsid w:val="00FD3512"/>
    <w:rsid w:val="00FD383D"/>
    <w:rsid w:val="00FD45EC"/>
    <w:rsid w:val="00FD46ED"/>
    <w:rsid w:val="00FD47EE"/>
    <w:rsid w:val="00FD53D5"/>
    <w:rsid w:val="00FD60DB"/>
    <w:rsid w:val="00FD6675"/>
    <w:rsid w:val="00FD6BEA"/>
    <w:rsid w:val="00FD6D75"/>
    <w:rsid w:val="00FD7269"/>
    <w:rsid w:val="00FD74CF"/>
    <w:rsid w:val="00FE0340"/>
    <w:rsid w:val="00FE079E"/>
    <w:rsid w:val="00FE0B67"/>
    <w:rsid w:val="00FE0BFA"/>
    <w:rsid w:val="00FE0C6A"/>
    <w:rsid w:val="00FE0D85"/>
    <w:rsid w:val="00FE0E71"/>
    <w:rsid w:val="00FE13F2"/>
    <w:rsid w:val="00FE16D8"/>
    <w:rsid w:val="00FE1A31"/>
    <w:rsid w:val="00FE1AA2"/>
    <w:rsid w:val="00FE1F7A"/>
    <w:rsid w:val="00FE1FFE"/>
    <w:rsid w:val="00FE2289"/>
    <w:rsid w:val="00FE243A"/>
    <w:rsid w:val="00FE3C2E"/>
    <w:rsid w:val="00FE4334"/>
    <w:rsid w:val="00FE4844"/>
    <w:rsid w:val="00FE4BE1"/>
    <w:rsid w:val="00FE5BD3"/>
    <w:rsid w:val="00FE5CBB"/>
    <w:rsid w:val="00FE5E30"/>
    <w:rsid w:val="00FE61EB"/>
    <w:rsid w:val="00FE628E"/>
    <w:rsid w:val="00FE67E9"/>
    <w:rsid w:val="00FE6BB2"/>
    <w:rsid w:val="00FE6BC7"/>
    <w:rsid w:val="00FE6EF3"/>
    <w:rsid w:val="00FE6F06"/>
    <w:rsid w:val="00FE70D3"/>
    <w:rsid w:val="00FE7713"/>
    <w:rsid w:val="00FF0880"/>
    <w:rsid w:val="00FF08F6"/>
    <w:rsid w:val="00FF0BDD"/>
    <w:rsid w:val="00FF14F4"/>
    <w:rsid w:val="00FF1852"/>
    <w:rsid w:val="00FF19C7"/>
    <w:rsid w:val="00FF237D"/>
    <w:rsid w:val="00FF3154"/>
    <w:rsid w:val="00FF3170"/>
    <w:rsid w:val="00FF3D6B"/>
    <w:rsid w:val="00FF3FE5"/>
    <w:rsid w:val="00FF4007"/>
    <w:rsid w:val="00FF4152"/>
    <w:rsid w:val="00FF4FC5"/>
    <w:rsid w:val="00FF5115"/>
    <w:rsid w:val="00FF5764"/>
    <w:rsid w:val="00FF5975"/>
    <w:rsid w:val="00FF6CA3"/>
    <w:rsid w:val="00FF719A"/>
    <w:rsid w:val="00FF74B1"/>
    <w:rsid w:val="00FF75C2"/>
    <w:rsid w:val="00FF76EC"/>
    <w:rsid w:val="00FF7CEF"/>
    <w:rsid w:val="00FF7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autoRedefine/>
    <w:qFormat/>
    <w:rsid w:val="00627D71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ListParagraph">
    <w:name w:val="List Paragraph"/>
    <w:basedOn w:val="Normal"/>
    <w:uiPriority w:val="34"/>
    <w:qFormat/>
    <w:rsid w:val="007C363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B777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0C10C-1BA5-4C28-8709-A541BDB9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7875</TotalTime>
  <Pages>24</Pages>
  <Words>3161</Words>
  <Characters>18019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A5</dc:creator>
  <cp:lastModifiedBy>A5</cp:lastModifiedBy>
  <cp:revision>6166</cp:revision>
  <cp:lastPrinted>2016-01-12T07:33:00Z</cp:lastPrinted>
  <dcterms:created xsi:type="dcterms:W3CDTF">2014-11-05T09:21:00Z</dcterms:created>
  <dcterms:modified xsi:type="dcterms:W3CDTF">2016-01-12T07:36:00Z</dcterms:modified>
</cp:coreProperties>
</file>