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E40" w:rsidRDefault="00BF6E40" w:rsidP="00BF6E40">
      <w:pPr>
        <w:pStyle w:val="Heading1Center"/>
      </w:pPr>
      <w:bookmarkStart w:id="0" w:name="_Toc422656495"/>
      <w:r>
        <w:t>BELAJAR FIKIH</w:t>
      </w:r>
      <w:bookmarkEnd w:id="0"/>
    </w:p>
    <w:p w:rsidR="00BF6E40" w:rsidRDefault="00BF6E40" w:rsidP="00BF6E40">
      <w:pPr>
        <w:pStyle w:val="Heading1Center"/>
      </w:pPr>
      <w:bookmarkStart w:id="1" w:name="_Toc422656496"/>
      <w:r>
        <w:t>Untuk Tingkat Pemula</w:t>
      </w:r>
      <w:bookmarkEnd w:id="1"/>
    </w:p>
    <w:p w:rsidR="00BF6E40" w:rsidRDefault="00BF6E40" w:rsidP="00BF6E40">
      <w:pPr>
        <w:pStyle w:val="libNormal"/>
      </w:pPr>
    </w:p>
    <w:p w:rsidR="00BF6E40" w:rsidRDefault="00BF6E40" w:rsidP="00BF6E40">
      <w:pPr>
        <w:pStyle w:val="libNormal"/>
      </w:pPr>
    </w:p>
    <w:p w:rsidR="00BF6E40" w:rsidRDefault="00BF6E40" w:rsidP="00BF6E40">
      <w:pPr>
        <w:pStyle w:val="libNormal"/>
      </w:pPr>
      <w:r>
        <w:t>Rasulullah saw. bersabda:</w:t>
      </w:r>
    </w:p>
    <w:p w:rsidR="00BF6E40" w:rsidRDefault="00BF6E40" w:rsidP="00BF6E40">
      <w:pPr>
        <w:pStyle w:val="libAie"/>
      </w:pPr>
      <w:r>
        <w:t>“Sesungguhnya telah aku tinggalkan dua pu-saka berharga untuk kalian; Kitab Allah</w:t>
      </w:r>
    </w:p>
    <w:p w:rsidR="00BF6E40" w:rsidRDefault="00BF6E40" w:rsidP="00BF6E40">
      <w:pPr>
        <w:pStyle w:val="libAie"/>
      </w:pPr>
      <w:r>
        <w:t>dan Itrah; Ahlul Baitku. Selama berpegang pada keduanya, kalian tidak akan tersesat</w:t>
      </w:r>
    </w:p>
    <w:p w:rsidR="00BF6E40" w:rsidRDefault="00BF6E40" w:rsidP="00BF6E40">
      <w:pPr>
        <w:pStyle w:val="libAie"/>
      </w:pPr>
      <w:r>
        <w:t>selama-lamanya. Dan keduanya tidak akan terpisah hingga menjumpaiku di telaga</w:t>
      </w:r>
    </w:p>
    <w:p w:rsidR="00BF6E40" w:rsidRDefault="00BF6E40" w:rsidP="00BF6E40">
      <w:pPr>
        <w:pStyle w:val="libAie"/>
      </w:pPr>
      <w:r>
        <w:t>(kelak pada Hari Kiamat).”</w:t>
      </w:r>
    </w:p>
    <w:p w:rsidR="00EF07DC" w:rsidRDefault="00EF07DC" w:rsidP="00BF6E40">
      <w:pPr>
        <w:pStyle w:val="libNormal"/>
        <w:rPr>
          <w:rtl/>
        </w:rPr>
      </w:pPr>
    </w:p>
    <w:p w:rsidR="00BF6E40" w:rsidRDefault="00BF6E40" w:rsidP="00BF6E40">
      <w:pPr>
        <w:pStyle w:val="libNormal"/>
      </w:pPr>
      <w:r>
        <w:t>(H.R. Sahih Muslim; Jil. 7:122, Sunan Ad-Darimi; Jil. 2:432, Musnad Ahmad; Jil. 3:14,</w:t>
      </w:r>
    </w:p>
    <w:p w:rsidR="00BF6E40" w:rsidRDefault="00BF6E40" w:rsidP="00BF6E40">
      <w:pPr>
        <w:pStyle w:val="libNormal"/>
      </w:pPr>
      <w:r>
        <w:t>17, 26; Jil. 4:371; Jil. 5:182,189. Mustadrak Al-Hakim; Jil. 3:109, 147, 533, dan kitabkitab</w:t>
      </w:r>
    </w:p>
    <w:p w:rsidR="00EF07DC" w:rsidRDefault="00BF6E40" w:rsidP="00BF6E40">
      <w:pPr>
        <w:pStyle w:val="libNormal"/>
      </w:pPr>
      <w:r>
        <w:t>induk hadis yang lain).</w:t>
      </w:r>
    </w:p>
    <w:p w:rsidR="00EF07DC" w:rsidRPr="00EF07DC" w:rsidRDefault="00EF07DC">
      <w:r>
        <w:br w:type="page"/>
      </w:r>
    </w:p>
    <w:p w:rsidR="007A09F3" w:rsidRDefault="007A09F3" w:rsidP="007A09F3">
      <w:pPr>
        <w:pStyle w:val="Heading1Center"/>
      </w:pPr>
      <w:bookmarkStart w:id="2" w:name="_Toc422656497"/>
      <w:r>
        <w:lastRenderedPageBreak/>
        <w:t>BELAJAR FIKIH</w:t>
      </w:r>
      <w:bookmarkEnd w:id="2"/>
    </w:p>
    <w:p w:rsidR="007A09F3" w:rsidRDefault="007A09F3" w:rsidP="007A09F3">
      <w:pPr>
        <w:pStyle w:val="Heading1Center"/>
      </w:pPr>
      <w:bookmarkStart w:id="3" w:name="_Toc422656498"/>
      <w:r>
        <w:t>untuk tingkat pemula</w:t>
      </w:r>
      <w:bookmarkEnd w:id="3"/>
    </w:p>
    <w:p w:rsidR="007A09F3" w:rsidRDefault="007A09F3" w:rsidP="007A09F3">
      <w:pPr>
        <w:pStyle w:val="Heading1Center"/>
      </w:pPr>
    </w:p>
    <w:p w:rsidR="007A09F3" w:rsidRDefault="007A09F3" w:rsidP="007A09F3">
      <w:pPr>
        <w:pStyle w:val="Heading1Center"/>
      </w:pPr>
    </w:p>
    <w:p w:rsidR="007A09F3" w:rsidRDefault="007A09F3" w:rsidP="007A09F3">
      <w:pPr>
        <w:pStyle w:val="Heading1Center"/>
      </w:pPr>
      <w:bookmarkStart w:id="4" w:name="_Toc422656499"/>
      <w:r>
        <w:t>Sesuai dengan Fatwafatwa</w:t>
      </w:r>
      <w:bookmarkEnd w:id="4"/>
    </w:p>
    <w:p w:rsidR="007A09F3" w:rsidRDefault="007A09F3" w:rsidP="007A09F3">
      <w:pPr>
        <w:pStyle w:val="Heading1Center"/>
      </w:pPr>
      <w:bookmarkStart w:id="5" w:name="_Toc422656500"/>
      <w:r>
        <w:t>Para Marja’</w:t>
      </w:r>
      <w:bookmarkEnd w:id="5"/>
    </w:p>
    <w:p w:rsidR="007A09F3" w:rsidRDefault="007A09F3" w:rsidP="007A09F3">
      <w:pPr>
        <w:pStyle w:val="Heading1Center"/>
      </w:pPr>
      <w:bookmarkStart w:id="6" w:name="_Toc422656501"/>
      <w:r>
        <w:t>Taklid Besar Syi’ah</w:t>
      </w:r>
      <w:bookmarkEnd w:id="6"/>
    </w:p>
    <w:p w:rsidR="007A09F3" w:rsidRDefault="007A09F3" w:rsidP="007A09F3">
      <w:pPr>
        <w:pStyle w:val="Heading1Center"/>
      </w:pPr>
    </w:p>
    <w:p w:rsidR="007A09F3" w:rsidRDefault="007A09F3" w:rsidP="007A09F3">
      <w:pPr>
        <w:pStyle w:val="Heading1Center"/>
      </w:pPr>
      <w:bookmarkStart w:id="7" w:name="_Toc422656502"/>
      <w:r>
        <w:t>Muhammad Husein Falah Zadeh</w:t>
      </w:r>
      <w:bookmarkEnd w:id="7"/>
    </w:p>
    <w:p w:rsidR="007A09F3" w:rsidRDefault="007A09F3" w:rsidP="007A09F3">
      <w:pPr>
        <w:pStyle w:val="Heading1Center"/>
      </w:pPr>
      <w:bookmarkStart w:id="8" w:name="_Toc422656503"/>
      <w:r>
        <w:t>Penerjemah:</w:t>
      </w:r>
      <w:bookmarkEnd w:id="8"/>
    </w:p>
    <w:p w:rsidR="007A09F3" w:rsidRDefault="007A09F3" w:rsidP="007A09F3">
      <w:pPr>
        <w:pStyle w:val="Heading1Center"/>
      </w:pPr>
      <w:bookmarkStart w:id="9" w:name="_Toc422656504"/>
      <w:r>
        <w:t>Emi Nurhayati</w:t>
      </w:r>
      <w:bookmarkEnd w:id="9"/>
    </w:p>
    <w:p w:rsidR="007A09F3" w:rsidRPr="007A09F3" w:rsidRDefault="007A09F3">
      <w:r>
        <w:br w:type="page"/>
      </w:r>
    </w:p>
    <w:p w:rsidR="00B87F6F" w:rsidRDefault="00B87F6F" w:rsidP="00343D42">
      <w:pPr>
        <w:pStyle w:val="Heading1Center"/>
      </w:pPr>
      <w:bookmarkStart w:id="10" w:name="_Toc422656505"/>
      <w:r>
        <w:lastRenderedPageBreak/>
        <w:t>Prakata Penerbit</w:t>
      </w:r>
      <w:bookmarkEnd w:id="10"/>
    </w:p>
    <w:p w:rsidR="00343D42" w:rsidRDefault="00343D42" w:rsidP="00B87F6F">
      <w:pPr>
        <w:pStyle w:val="libNormal"/>
        <w:rPr>
          <w:rtl/>
        </w:rPr>
      </w:pPr>
    </w:p>
    <w:p w:rsidR="00B87F6F" w:rsidRDefault="00B87F6F" w:rsidP="00B87F6F">
      <w:pPr>
        <w:pStyle w:val="libNormal"/>
      </w:pPr>
      <w:r>
        <w:t>Berbeda pendapat merupakan fitrah manusia. Sebagai Sang Pencipta, Allah swt. menghendaki</w:t>
      </w:r>
    </w:p>
    <w:p w:rsidR="00B87F6F" w:rsidRDefault="00B87F6F" w:rsidP="00B87F6F">
      <w:pPr>
        <w:pStyle w:val="libNormal"/>
      </w:pPr>
      <w:r>
        <w:t>fitrah itu tetap berjalan dalam koridor keimanan yang benar. Oleh karena itu, adanya sebuah tolok</w:t>
      </w:r>
    </w:p>
    <w:p w:rsidR="00B87F6F" w:rsidRDefault="00B87F6F" w:rsidP="00B87F6F">
      <w:pPr>
        <w:pStyle w:val="libNormal"/>
      </w:pPr>
      <w:r>
        <w:t>ukur yang menjadi rujukan semua pihak adalah satu keniscayaan yang tidak dapat dielakkan lagi.</w:t>
      </w:r>
    </w:p>
    <w:p w:rsidR="00B87F6F" w:rsidRDefault="00B87F6F" w:rsidP="00B87F6F">
      <w:pPr>
        <w:pStyle w:val="libNormal"/>
      </w:pPr>
      <w:r>
        <w:t>Allah swt. telah menurunkan kitab pedoman dengan kebenaran yang akan menjadi penengah</w:t>
      </w:r>
    </w:p>
    <w:p w:rsidR="00B87F6F" w:rsidRDefault="00B87F6F" w:rsidP="00B87F6F">
      <w:pPr>
        <w:pStyle w:val="libNormal"/>
      </w:pPr>
      <w:r>
        <w:t>bagi umat manusia dalam berbagai hal yang diperselisihkan (QS.2:213).</w:t>
      </w:r>
    </w:p>
    <w:p w:rsidR="00B87F6F" w:rsidRDefault="00B87F6F" w:rsidP="00B87F6F">
      <w:pPr>
        <w:pStyle w:val="libNormal"/>
      </w:pPr>
      <w:r>
        <w:t>Tanpa kenyataan di atas, kehidupan yang sehat tidak akan dapat berlangsung. Ini adalah</w:t>
      </w:r>
    </w:p>
    <w:p w:rsidR="00B87F6F" w:rsidRDefault="00B87F6F" w:rsidP="00B87F6F">
      <w:pPr>
        <w:pStyle w:val="libNormal"/>
      </w:pPr>
      <w:r>
        <w:t>ketentuan yang telah ditegaskan oleh Al-Quran di atas Tauhid yang absolut. Lalu, penyimpangan,</w:t>
      </w:r>
    </w:p>
    <w:p w:rsidR="00B87F6F" w:rsidRDefault="00B87F6F" w:rsidP="00B87F6F">
      <w:pPr>
        <w:pStyle w:val="libNormal"/>
      </w:pPr>
      <w:r>
        <w:t>mitos dan kebohongan terus menerus dilakukan oleh anak cucu Adam, hingga akhirnya mereka</w:t>
      </w:r>
    </w:p>
    <w:p w:rsidR="00B87F6F" w:rsidRDefault="00B87F6F" w:rsidP="00B87F6F">
      <w:pPr>
        <w:pStyle w:val="libNormal"/>
      </w:pPr>
      <w:r>
        <w:t>mulai menjauh dari asas yang kuat ini. Dari sini jelas, bahwa manusia tidak akan sanggup</w:t>
      </w:r>
    </w:p>
    <w:p w:rsidR="00B87F6F" w:rsidRDefault="00B87F6F" w:rsidP="00B87F6F">
      <w:pPr>
        <w:pStyle w:val="libNormal"/>
      </w:pPr>
      <w:r>
        <w:t>menjadi penengah antara kebenaran dan kebatilan selagi mereka masih menjadi abdi hawa nafsu</w:t>
      </w:r>
    </w:p>
    <w:p w:rsidR="00B87F6F" w:rsidRDefault="00B87F6F" w:rsidP="00B87F6F">
      <w:pPr>
        <w:pStyle w:val="libNormal"/>
      </w:pPr>
      <w:r>
        <w:t>dan budak kesesatan. Al-Quran telah datang, namun hawa nafsu masih saja mencabik-cabik</w:t>
      </w:r>
    </w:p>
    <w:p w:rsidR="00B87F6F" w:rsidRDefault="00B87F6F" w:rsidP="00B87F6F">
      <w:pPr>
        <w:pStyle w:val="libNormal"/>
      </w:pPr>
      <w:r>
        <w:t>manusia dari berbagai arah. Ambisi, maksiat, keresahan dan kesesatan telah jauh menyeret</w:t>
      </w:r>
    </w:p>
    <w:p w:rsidR="00B87F6F" w:rsidRDefault="00B87F6F" w:rsidP="00B87F6F">
      <w:pPr>
        <w:pStyle w:val="libNormal"/>
      </w:pPr>
      <w:r>
        <w:t>manusia dari menerima hukum dan arahan Al-Quran dan memalingkan mereka dari merujuk</w:t>
      </w:r>
    </w:p>
    <w:p w:rsidR="00B87F6F" w:rsidRDefault="00B87F6F" w:rsidP="00B87F6F">
      <w:pPr>
        <w:pStyle w:val="libNormal"/>
      </w:pPr>
      <w:r>
        <w:t>kebenaran yang telah jelas.</w:t>
      </w:r>
    </w:p>
    <w:p w:rsidR="00B87F6F" w:rsidRDefault="00B87F6F" w:rsidP="00B87F6F">
      <w:pPr>
        <w:pStyle w:val="libNormal"/>
      </w:pPr>
      <w:r>
        <w:t>Menurut Al-Quran, maksiat adalah perbuatan yang telah menggiring manusia kepada</w:t>
      </w:r>
    </w:p>
    <w:p w:rsidR="00B87F6F" w:rsidRDefault="00B87F6F" w:rsidP="00B87F6F">
      <w:pPr>
        <w:pStyle w:val="libNormal"/>
      </w:pPr>
      <w:r>
        <w:t>perselisihan, kecongkak-an dan ketidakacuhan (Ibid). Di samping itu, kebodohan turut pun</w:t>
      </w:r>
    </w:p>
    <w:p w:rsidR="00B87F6F" w:rsidRDefault="00B87F6F" w:rsidP="00B87F6F">
      <w:pPr>
        <w:pStyle w:val="libNormal"/>
      </w:pPr>
      <w:r>
        <w:t>memperparah keadaaan buruk ini. Hanya saja, bukankah telah dipesankan bahwa seorang jahil</w:t>
      </w:r>
    </w:p>
    <w:p w:rsidR="00B87F6F" w:rsidRDefault="00B87F6F" w:rsidP="00B87F6F">
      <w:pPr>
        <w:pStyle w:val="libNormal"/>
      </w:pPr>
      <w:r>
        <w:lastRenderedPageBreak/>
        <w:t>hendaknya bertanya kepada orang yang tahu, sebagaimana Allah swt. berfirman:</w:t>
      </w:r>
    </w:p>
    <w:p w:rsidR="00B87F6F" w:rsidRDefault="00B87F6F" w:rsidP="00B87F6F">
      <w:pPr>
        <w:pStyle w:val="libNormal"/>
      </w:pPr>
      <w:r w:rsidRPr="00B87F6F">
        <w:rPr>
          <w:rStyle w:val="libAieChar"/>
        </w:rPr>
        <w:t>“Maka bertanyalah kalian kepada Ahlul kitab jika kalian tidak mengetahui”</w:t>
      </w:r>
      <w:r>
        <w:t xml:space="preserve"> (QS.21:7, 16:43).</w:t>
      </w:r>
    </w:p>
    <w:p w:rsidR="00B87F6F" w:rsidRDefault="00B87F6F" w:rsidP="00B87F6F">
      <w:pPr>
        <w:pStyle w:val="libNormal"/>
      </w:pPr>
      <w:r>
        <w:t>Oleh karena itu, tindakan menerjang yang dilakukan oleh seorang yang bodoh terhadap asas yang</w:t>
      </w:r>
    </w:p>
    <w:p w:rsidR="00B87F6F" w:rsidRDefault="00B87F6F" w:rsidP="00B87F6F">
      <w:pPr>
        <w:pStyle w:val="libNormal"/>
      </w:pPr>
      <w:r>
        <w:t>diterima akal dan diterapkan oleh para akil ini adalah pelanggaran terhadap kaidah dan jalan</w:t>
      </w:r>
    </w:p>
    <w:p w:rsidR="00B87F6F" w:rsidRDefault="00B87F6F" w:rsidP="00B87F6F">
      <w:pPr>
        <w:pStyle w:val="libNormal"/>
      </w:pPr>
      <w:r>
        <w:t>paling jelas dalam rangka menutup celah perselisihan.</w:t>
      </w:r>
    </w:p>
    <w:p w:rsidR="00B87F6F" w:rsidRDefault="00B87F6F" w:rsidP="00B87F6F">
      <w:pPr>
        <w:pStyle w:val="libNormal"/>
      </w:pPr>
      <w:r>
        <w:t>Islam adalah agama abadi yang terangkum dalam teks-teks Al-Quran dan sunah Rasulullah;</w:t>
      </w:r>
    </w:p>
    <w:p w:rsidR="00B87F6F" w:rsidRDefault="00B87F6F" w:rsidP="00B87F6F">
      <w:pPr>
        <w:pStyle w:val="libNormal"/>
      </w:pPr>
      <w:r>
        <w:t>sosok yang tak pernah mengucapkan satu kata pun dari mulutnya kecuali wahyu Tuhan semata.</w:t>
      </w:r>
    </w:p>
    <w:p w:rsidR="00B87F6F" w:rsidRDefault="00B87F6F" w:rsidP="00B87F6F">
      <w:pPr>
        <w:pStyle w:val="libNormal"/>
      </w:pPr>
      <w:r>
        <w:t>Allah swt. dan Rasul-Nya telah mengetahui bahwa umatnya akan bersilisih pendapat setelah</w:t>
      </w:r>
    </w:p>
    <w:p w:rsidR="00B87F6F" w:rsidRDefault="00B87F6F" w:rsidP="00B87F6F">
      <w:pPr>
        <w:pStyle w:val="libNormal"/>
      </w:pPr>
      <w:r>
        <w:t>kepergian beliau, sebagaimana hal tersebut telah terjadi saat beliau masih hidup dan berada di</w:t>
      </w:r>
    </w:p>
    <w:p w:rsidR="00B87F6F" w:rsidRDefault="00B87F6F" w:rsidP="00B87F6F">
      <w:pPr>
        <w:pStyle w:val="libNormal"/>
      </w:pPr>
      <w:r>
        <w:t>tengah-tengah mereka.</w:t>
      </w:r>
    </w:p>
    <w:p w:rsidR="00B87F6F" w:rsidRDefault="00B87F6F" w:rsidP="00B87F6F">
      <w:pPr>
        <w:pStyle w:val="libNormal"/>
      </w:pPr>
      <w:r>
        <w:t>Atas dasar ini, Al-Quran telah menurunkan pedoman kepada umat yang dapat dipegang</w:t>
      </w:r>
    </w:p>
    <w:p w:rsidR="00B87F6F" w:rsidRDefault="00B87F6F" w:rsidP="00B87F6F">
      <w:pPr>
        <w:pStyle w:val="libNormal"/>
      </w:pPr>
      <w:r>
        <w:t>selepas kepergian Ra-sulullah; pelita yang dapat menuntun manusia sehingga menapaki jejak</w:t>
      </w:r>
    </w:p>
    <w:p w:rsidR="00B87F6F" w:rsidRDefault="00B87F6F" w:rsidP="00B87F6F">
      <w:pPr>
        <w:pStyle w:val="libNormal"/>
      </w:pPr>
      <w:r>
        <w:t>yang pernah ditinggalkan oleh beliau, dan dapat membantu mereka dalam rangka memahami</w:t>
      </w:r>
    </w:p>
    <w:p w:rsidR="00B87F6F" w:rsidRDefault="00B87F6F" w:rsidP="00B87F6F">
      <w:pPr>
        <w:pStyle w:val="libNormal"/>
      </w:pPr>
      <w:r>
        <w:t>dan menafsir-kan arahan-arahannya. Pelita itu tak lain adalah Ahlul Bait a.s. Merekalah pribadipribadi</w:t>
      </w:r>
    </w:p>
    <w:p w:rsidR="00B87F6F" w:rsidRDefault="00B87F6F" w:rsidP="00B87F6F">
      <w:pPr>
        <w:pStyle w:val="libNormal"/>
      </w:pPr>
      <w:r>
        <w:t>yang telah di-sucikan dari segala kotoran dan noda, manusia-manusia yang kepada kakek</w:t>
      </w:r>
    </w:p>
    <w:p w:rsidR="00B87F6F" w:rsidRDefault="00B87F6F" w:rsidP="00B87F6F">
      <w:pPr>
        <w:pStyle w:val="libNormal"/>
      </w:pPr>
      <w:r>
        <w:t>mereka Al-Quran diturunkan. Mereka menerima langsung ajaran ilahi dari beliau dan memahaminya</w:t>
      </w:r>
    </w:p>
    <w:p w:rsidR="00B87F6F" w:rsidRDefault="00B87F6F" w:rsidP="00B87F6F">
      <w:pPr>
        <w:pStyle w:val="libNormal"/>
      </w:pPr>
      <w:r>
        <w:t>dengan penuh kesadaran dan amanah Dan mereka telah dianugerahi hal-hal yang tidak</w:t>
      </w:r>
    </w:p>
    <w:p w:rsidR="00B87F6F" w:rsidRDefault="00B87F6F" w:rsidP="00B87F6F">
      <w:pPr>
        <w:pStyle w:val="libNormal"/>
      </w:pPr>
      <w:r>
        <w:t>diberikan kepada siapa pun.</w:t>
      </w:r>
    </w:p>
    <w:p w:rsidR="00B87F6F" w:rsidRDefault="00B87F6F" w:rsidP="00B87F6F">
      <w:pPr>
        <w:pStyle w:val="libNormal"/>
      </w:pPr>
      <w:r>
        <w:t>Sebagaimana Rasulullah saw. telah menegaskan kepe-mimpinan mereka secara global dalam</w:t>
      </w:r>
    </w:p>
    <w:p w:rsidR="00B87F6F" w:rsidRDefault="00B87F6F" w:rsidP="00B87F6F">
      <w:pPr>
        <w:pStyle w:val="libNormal"/>
      </w:pPr>
      <w:r>
        <w:lastRenderedPageBreak/>
        <w:t>hadis Tsaqalain yang sangat masyhur, mereka telah berupaya semaksimal mung-kin menjaga syariat Islam dan Al-Quran dari pemahaman dan interpretasi yang keliru. Mereka juga tekun</w:t>
      </w:r>
    </w:p>
    <w:p w:rsidR="00B87F6F" w:rsidRDefault="00B87F6F" w:rsidP="00B87F6F">
      <w:pPr>
        <w:pStyle w:val="libNormal"/>
      </w:pPr>
      <w:r>
        <w:t>menjelaskan konsep-konsep agung agama. Maka itu, mereka aktif seba-gai rujukan umat Islam.</w:t>
      </w:r>
    </w:p>
    <w:p w:rsidR="00B87F6F" w:rsidRDefault="00B87F6F" w:rsidP="00B87F6F">
      <w:pPr>
        <w:pStyle w:val="libNormal"/>
      </w:pPr>
      <w:r>
        <w:t>Ahlul Bait a.s. telah menepis segala kerancuan, menyam-but pertanyaan, meredam berbagai</w:t>
      </w:r>
    </w:p>
    <w:p w:rsidR="00B87F6F" w:rsidRDefault="00B87F6F" w:rsidP="00B87F6F">
      <w:pPr>
        <w:pStyle w:val="libNormal"/>
      </w:pPr>
      <w:r>
        <w:t>provokasi dengan penuh ketabahan dan kemurahan hati. Riwayat dan kebajikan me-reka adalah</w:t>
      </w:r>
    </w:p>
    <w:p w:rsidR="00B87F6F" w:rsidRDefault="00B87F6F" w:rsidP="00B87F6F">
      <w:pPr>
        <w:pStyle w:val="libNormal"/>
      </w:pPr>
      <w:r>
        <w:t>bukti atas sikap dan perlakuan mereka yang luar biasa agung terhadap para penanya dan tukang</w:t>
      </w:r>
    </w:p>
    <w:p w:rsidR="00B87F6F" w:rsidRDefault="00B87F6F" w:rsidP="00B87F6F">
      <w:pPr>
        <w:pStyle w:val="libNormal"/>
      </w:pPr>
      <w:r>
        <w:t>omong, sebagaimana sejarah juga menunjukkan ketajaman dan ke-dalaman jawaban-jawaban</w:t>
      </w:r>
    </w:p>
    <w:p w:rsidR="00B87F6F" w:rsidRDefault="00B87F6F" w:rsidP="00B87F6F">
      <w:pPr>
        <w:pStyle w:val="libNormal"/>
      </w:pPr>
      <w:r>
        <w:t>mereka sebagai bukti lain atas kepemimpinan unggulmereka di bidang intelektualitas.</w:t>
      </w:r>
    </w:p>
    <w:p w:rsidR="00B87F6F" w:rsidRDefault="00B87F6F" w:rsidP="00B87F6F">
      <w:pPr>
        <w:pStyle w:val="libNormal"/>
      </w:pPr>
      <w:r>
        <w:t>Sebagai pusaka yang tersimpan utuh dalam madrasah mereka dan hingga sekarang tetap</w:t>
      </w:r>
    </w:p>
    <w:p w:rsidR="00B87F6F" w:rsidRDefault="00B87F6F" w:rsidP="00B87F6F">
      <w:pPr>
        <w:pStyle w:val="libNormal"/>
      </w:pPr>
      <w:r>
        <w:t>terpelihara dengan baik, khazanah Ahlul Bait a.s. merupakan universitas lengkap yang meliputi</w:t>
      </w:r>
    </w:p>
    <w:p w:rsidR="00B87F6F" w:rsidRDefault="00B87F6F" w:rsidP="00B87F6F">
      <w:pPr>
        <w:pStyle w:val="libNormal"/>
      </w:pPr>
      <w:r>
        <w:t>berbagai cabang ilmu-ilmu Islam; telah mampu mendidik jiwa-jiwa yang siap menggali pengetahuan</w:t>
      </w:r>
    </w:p>
    <w:p w:rsidR="00B87F6F" w:rsidRDefault="00B87F6F" w:rsidP="00B87F6F">
      <w:pPr>
        <w:pStyle w:val="libNormal"/>
      </w:pPr>
      <w:r>
        <w:t>dari khazanah itu dan mengetengahkannya kepada umat dan ulama-ulama besar Islam,</w:t>
      </w:r>
    </w:p>
    <w:p w:rsidR="00B87F6F" w:rsidRDefault="00B87F6F" w:rsidP="00B87F6F">
      <w:pPr>
        <w:pStyle w:val="libNormal"/>
      </w:pPr>
      <w:r>
        <w:t>dan tampil sebagai pembawa risalah Ahlul Bait a.s. yang mampu menjawab secara argumentatif</w:t>
      </w:r>
    </w:p>
    <w:p w:rsidR="00B87F6F" w:rsidRDefault="00B87F6F" w:rsidP="00B87F6F">
      <w:pPr>
        <w:pStyle w:val="libNormal"/>
      </w:pPr>
      <w:r>
        <w:t>segala keraguan dan persoalan yang dilontarkan oleh berbagai mazhab dan aliran pemikiran, baik</w:t>
      </w:r>
    </w:p>
    <w:p w:rsidR="00B87F6F" w:rsidRDefault="00B87F6F" w:rsidP="00B87F6F">
      <w:pPr>
        <w:pStyle w:val="libNormal"/>
      </w:pPr>
      <w:r>
        <w:t>dari dalam maupun dari luar Islam.</w:t>
      </w:r>
    </w:p>
    <w:p w:rsidR="00B87F6F" w:rsidRDefault="00B87F6F" w:rsidP="00B87F6F">
      <w:pPr>
        <w:pStyle w:val="libNormal"/>
      </w:pPr>
      <w:r>
        <w:t>Berangkat dari tugas-tugas mulia yang diemban, Lembaga Internasional Ahlul Bait (Majma</w:t>
      </w:r>
    </w:p>
    <w:p w:rsidR="00B87F6F" w:rsidRDefault="00B87F6F" w:rsidP="00B87F6F">
      <w:pPr>
        <w:pStyle w:val="libNormal"/>
      </w:pPr>
      <w:r>
        <w:t>Jahani Ahlul Bait) berusaha mempertahankan kemuliaan risalah dan hakikat-nya dari serangan</w:t>
      </w:r>
    </w:p>
    <w:p w:rsidR="00B87F6F" w:rsidRDefault="00B87F6F" w:rsidP="00B87F6F">
      <w:pPr>
        <w:pStyle w:val="libNormal"/>
      </w:pPr>
      <w:r>
        <w:t>berbagai golongan dan aliran yang memusuhi Islam; dengan cara mengikuti jejak Ahlul Bait a.s.</w:t>
      </w:r>
    </w:p>
    <w:p w:rsidR="00B87F6F" w:rsidRDefault="00B87F6F" w:rsidP="00B87F6F">
      <w:pPr>
        <w:pStyle w:val="libNormal"/>
      </w:pPr>
      <w:r>
        <w:lastRenderedPageBreak/>
        <w:t>dan penerus mereka yang senantiasa berusaha menjawab berbagai tantangan dan tuntutan, serta</w:t>
      </w:r>
    </w:p>
    <w:p w:rsidR="00B87F6F" w:rsidRDefault="00B87F6F" w:rsidP="00B87F6F">
      <w:pPr>
        <w:pStyle w:val="libNormal"/>
      </w:pPr>
      <w:r>
        <w:t>berdiri tegak di garis depan perlawanan sepanjang masa.</w:t>
      </w:r>
    </w:p>
    <w:p w:rsidR="00B87F6F" w:rsidRDefault="00B87F6F" w:rsidP="00B87F6F">
      <w:pPr>
        <w:pStyle w:val="libNormal"/>
      </w:pPr>
      <w:r>
        <w:t>Khazanah yang terpelihara di dalam kitab-kitab ulama Ahlul Bait a.s. itu tidak ada</w:t>
      </w:r>
    </w:p>
    <w:p w:rsidR="00B87F6F" w:rsidRDefault="00B87F6F" w:rsidP="00B87F6F">
      <w:pPr>
        <w:pStyle w:val="libNormal"/>
      </w:pPr>
      <w:r>
        <w:t>tandingannya, karena kitab-kitab tersebut disusun di atas landasan logika dan argu-mentasi yang</w:t>
      </w:r>
    </w:p>
    <w:p w:rsidR="00B87F6F" w:rsidRDefault="00B87F6F" w:rsidP="00B87F6F">
      <w:pPr>
        <w:pStyle w:val="libNormal"/>
      </w:pPr>
      <w:r>
        <w:t>kokoh, bebas dari sentuhan hawa nafsu dan fanatisme buta. Kepada kalangan ulama dan pakar,</w:t>
      </w:r>
    </w:p>
    <w:p w:rsidR="00B87F6F" w:rsidRDefault="00B87F6F" w:rsidP="00B87F6F">
      <w:pPr>
        <w:pStyle w:val="libNormal"/>
      </w:pPr>
      <w:r>
        <w:t>Mereka pun mengetengahkan karya-karya ilmiah yang dapat dite-rima oleh akal dan fitrah yang</w:t>
      </w:r>
    </w:p>
    <w:p w:rsidR="00B87F6F" w:rsidRDefault="00B87F6F" w:rsidP="00B87F6F">
      <w:pPr>
        <w:pStyle w:val="libNormal"/>
      </w:pPr>
      <w:r>
        <w:t>bersih.</w:t>
      </w:r>
    </w:p>
    <w:p w:rsidR="00B87F6F" w:rsidRDefault="00B87F6F" w:rsidP="00B87F6F">
      <w:pPr>
        <w:pStyle w:val="libNormal"/>
      </w:pPr>
      <w:r>
        <w:t>Berbekal kekayaan pengalaman, Lembaga Internasional Ahlul Bait berupaya mengajukan</w:t>
      </w:r>
    </w:p>
    <w:p w:rsidR="00B87F6F" w:rsidRDefault="00B87F6F" w:rsidP="00B87F6F">
      <w:pPr>
        <w:pStyle w:val="libNormal"/>
      </w:pPr>
      <w:r>
        <w:t>metode baru kepada para pencari kebenaran melalui berbagai tulisan dan karya ilmiah yang</w:t>
      </w:r>
    </w:p>
    <w:p w:rsidR="00B87F6F" w:rsidRDefault="00B87F6F" w:rsidP="00B87F6F">
      <w:pPr>
        <w:pStyle w:val="libNormal"/>
      </w:pPr>
      <w:r>
        <w:t>disusun oleh para penulis kontemporer yang komit pada khazanah Ahlul Bait a.s., dan oleh para</w:t>
      </w:r>
    </w:p>
    <w:p w:rsidR="00B87F6F" w:rsidRDefault="00B87F6F" w:rsidP="00B87F6F">
      <w:pPr>
        <w:pStyle w:val="libNormal"/>
      </w:pPr>
      <w:r>
        <w:t>penulis yang telah mendapatkan karunia Ilahi untuk mengikuti ajaran mulia tersebut. Di samping</w:t>
      </w:r>
    </w:p>
    <w:p w:rsidR="00B87F6F" w:rsidRDefault="00B87F6F" w:rsidP="00B87F6F">
      <w:pPr>
        <w:pStyle w:val="libNormal"/>
      </w:pPr>
      <w:r>
        <w:t>itu, Lembaga ini berupaya meneliti dan menyebarkan berbagai tulisan bermanfaat dan karya</w:t>
      </w:r>
    </w:p>
    <w:p w:rsidR="00B87F6F" w:rsidRDefault="00B87F6F" w:rsidP="00B87F6F">
      <w:pPr>
        <w:pStyle w:val="libNormal"/>
      </w:pPr>
      <w:r>
        <w:t>ulama Syi'ah terdahulu, agar kekayaan ilmiah ini men-jadi mata air bagi pencari kebenaran yang</w:t>
      </w:r>
    </w:p>
    <w:p w:rsidR="00B87F6F" w:rsidRDefault="00B87F6F" w:rsidP="00B87F6F">
      <w:pPr>
        <w:pStyle w:val="libNormal"/>
      </w:pPr>
      <w:r>
        <w:t>mengalir ke segenap penjuru dunia, di era kemajuan intelektual yang telah mencapai</w:t>
      </w:r>
    </w:p>
    <w:p w:rsidR="00B87F6F" w:rsidRDefault="00B87F6F" w:rsidP="00B87F6F">
      <w:pPr>
        <w:pStyle w:val="libNormal"/>
      </w:pPr>
      <w:r>
        <w:t>kematangannya, sementara interaksi an-tarindividu semakin terjalin demikian cepatnya, hingga</w:t>
      </w:r>
    </w:p>
    <w:p w:rsidR="00B87F6F" w:rsidRDefault="00B87F6F" w:rsidP="00B87F6F">
      <w:pPr>
        <w:pStyle w:val="libNormal"/>
      </w:pPr>
      <w:r>
        <w:t>terbuka pintu hatinya dalam menerima kebenaran tersebut melalui madrasah Ahlul Bait a.s.</w:t>
      </w:r>
    </w:p>
    <w:p w:rsidR="00B87F6F" w:rsidRDefault="00B87F6F" w:rsidP="00B87F6F">
      <w:pPr>
        <w:pStyle w:val="libNormal"/>
      </w:pPr>
      <w:r>
        <w:t>Akhirnya, kami mengharap kepada para pembaca yang mulia; kiranya sudi menyampaikan</w:t>
      </w:r>
    </w:p>
    <w:p w:rsidR="00B87F6F" w:rsidRDefault="00B87F6F" w:rsidP="00B87F6F">
      <w:pPr>
        <w:pStyle w:val="libNormal"/>
      </w:pPr>
      <w:r>
        <w:t>berbagai pandangan, gagasan dan kritik konstruktif demi berkembangan lembaga ini di masamasa</w:t>
      </w:r>
    </w:p>
    <w:p w:rsidR="00B87F6F" w:rsidRDefault="00B87F6F" w:rsidP="00B87F6F">
      <w:pPr>
        <w:pStyle w:val="libNormal"/>
      </w:pPr>
      <w:r>
        <w:lastRenderedPageBreak/>
        <w:t>mendatang. Kami juga mengajak kepada berbagai lembaga ilmiah, ulama, penulis dan</w:t>
      </w:r>
    </w:p>
    <w:p w:rsidR="00B87F6F" w:rsidRDefault="00B87F6F" w:rsidP="00B87F6F">
      <w:pPr>
        <w:pStyle w:val="libNormal"/>
      </w:pPr>
      <w:r>
        <w:t>penerjemah untuk bekerja sama dengan kami dalam upaya menye-barluaskan ajaran dan</w:t>
      </w:r>
    </w:p>
    <w:p w:rsidR="00B87F6F" w:rsidRDefault="00B87F6F" w:rsidP="00B87F6F">
      <w:pPr>
        <w:pStyle w:val="libNormal"/>
      </w:pPr>
      <w:r>
        <w:t>khazanah Islam yang murni. Semoga Allah swt. berkenan menerima usaha sederhana ini, melimpahkan</w:t>
      </w:r>
    </w:p>
    <w:p w:rsidR="00B87F6F" w:rsidRDefault="00B87F6F" w:rsidP="00B87F6F">
      <w:pPr>
        <w:pStyle w:val="libNormal"/>
      </w:pPr>
      <w:r>
        <w:t>taufik-Nya, serta senantiasa menjaga Khalifah-Nya, Imam Mahdi afs. di muka bumi</w:t>
      </w:r>
    </w:p>
    <w:p w:rsidR="00B87F6F" w:rsidRDefault="00B87F6F" w:rsidP="00B87F6F">
      <w:pPr>
        <w:pStyle w:val="libNormal"/>
      </w:pPr>
      <w:r>
        <w:t>ini.</w:t>
      </w:r>
    </w:p>
    <w:p w:rsidR="00B87F6F" w:rsidRDefault="00B87F6F" w:rsidP="00B87F6F">
      <w:pPr>
        <w:pStyle w:val="libNormal"/>
      </w:pPr>
      <w:r>
        <w:t>Kami ucapkan terima kasih banyak dan penghargaan yang setinggi-tingginya kepada Syeikh</w:t>
      </w:r>
    </w:p>
    <w:p w:rsidR="00B87F6F" w:rsidRDefault="00B87F6F" w:rsidP="00B87F6F">
      <w:pPr>
        <w:pStyle w:val="libNormal"/>
      </w:pPr>
      <w:r>
        <w:t>Muhammad Husein Falah Zadeh yang telah berupaya menulis buku ini, dan kepada Sdri. Emi</w:t>
      </w:r>
    </w:p>
    <w:p w:rsidR="00B87F6F" w:rsidRDefault="00B87F6F" w:rsidP="00B87F6F">
      <w:pPr>
        <w:pStyle w:val="libNormal"/>
      </w:pPr>
      <w:r>
        <w:t>Nurhayati yang telah bekerja keras mener-jemahkan ke dalam bahasa Indonesia, juga kepada</w:t>
      </w:r>
    </w:p>
    <w:p w:rsidR="00B87F6F" w:rsidRDefault="00B87F6F" w:rsidP="00B87F6F">
      <w:pPr>
        <w:pStyle w:val="libNormal"/>
      </w:pPr>
      <w:r>
        <w:t>semua pihak yang telah berpartisipasi di dalam penerbitannya.[]</w:t>
      </w:r>
    </w:p>
    <w:p w:rsidR="00B87F6F" w:rsidRDefault="00B87F6F" w:rsidP="00B87F6F">
      <w:pPr>
        <w:pStyle w:val="libNormal"/>
        <w:rPr>
          <w:rtl/>
        </w:rPr>
      </w:pPr>
    </w:p>
    <w:p w:rsidR="00B87F6F" w:rsidRDefault="00B87F6F" w:rsidP="00B87F6F">
      <w:pPr>
        <w:pStyle w:val="libNormal"/>
      </w:pPr>
      <w:r>
        <w:t>Divisi Kebudayaan</w:t>
      </w:r>
    </w:p>
    <w:p w:rsidR="006C56F6" w:rsidRDefault="00B87F6F" w:rsidP="00B87F6F">
      <w:pPr>
        <w:pStyle w:val="libNormal"/>
      </w:pPr>
      <w:r>
        <w:t>Lembaga Internasional Ahlul Bait</w:t>
      </w:r>
    </w:p>
    <w:p w:rsidR="006C56F6" w:rsidRPr="006C56F6" w:rsidRDefault="006C56F6">
      <w:r>
        <w:br w:type="page"/>
      </w:r>
    </w:p>
    <w:p w:rsidR="002055CA" w:rsidRDefault="002055CA" w:rsidP="00F237F6">
      <w:pPr>
        <w:pStyle w:val="Heading1Center"/>
      </w:pPr>
      <w:bookmarkStart w:id="11" w:name="_Toc422656506"/>
      <w:r>
        <w:lastRenderedPageBreak/>
        <w:t>Pengantar Penulis</w:t>
      </w:r>
      <w:bookmarkEnd w:id="11"/>
    </w:p>
    <w:p w:rsidR="002055CA" w:rsidRDefault="002055CA" w:rsidP="002055CA">
      <w:pPr>
        <w:pStyle w:val="libNormal"/>
        <w:rPr>
          <w:rtl/>
        </w:rPr>
      </w:pPr>
    </w:p>
    <w:p w:rsidR="002055CA" w:rsidRDefault="002055CA" w:rsidP="002055CA">
      <w:pPr>
        <w:pStyle w:val="libNormal"/>
      </w:pPr>
      <w:r>
        <w:t>Sepanjang sejarah, umat manusia senantiasa menyaksikan usaha orang-orang besar, para mujaddid</w:t>
      </w:r>
    </w:p>
    <w:p w:rsidR="002055CA" w:rsidRDefault="002055CA" w:rsidP="002055CA">
      <w:pPr>
        <w:pStyle w:val="libNormal"/>
      </w:pPr>
      <w:r>
        <w:t>serta tokoh-tokoh dalam membangun sebuah masyarakat yang adil dan makmur dan membina</w:t>
      </w:r>
    </w:p>
    <w:p w:rsidR="002055CA" w:rsidRDefault="002055CA" w:rsidP="002055CA">
      <w:pPr>
        <w:pStyle w:val="libNormal"/>
      </w:pPr>
      <w:r>
        <w:t>sebuah umat yang unggul dan jauh dari keburukan. Dalam rangka ini, mereka selalu berfikir dan</w:t>
      </w:r>
    </w:p>
    <w:p w:rsidR="002055CA" w:rsidRDefault="002055CA" w:rsidP="002055CA">
      <w:pPr>
        <w:pStyle w:val="libNormal"/>
      </w:pPr>
      <w:r>
        <w:t>berupaya mengetengahkan sistem dan undang-undang yang dapat mengatur masyarakat agar</w:t>
      </w:r>
    </w:p>
    <w:p w:rsidR="002055CA" w:rsidRDefault="002055CA" w:rsidP="002055CA">
      <w:pPr>
        <w:pStyle w:val="libNormal"/>
      </w:pPr>
      <w:r>
        <w:t>dapat mencapai tujuannya. Sistem dan undang-undang tersebut ditata untuk dapat mengatur</w:t>
      </w:r>
    </w:p>
    <w:p w:rsidR="002055CA" w:rsidRDefault="002055CA" w:rsidP="002055CA">
      <w:pPr>
        <w:pStyle w:val="libNormal"/>
      </w:pPr>
      <w:r>
        <w:t>kehidupan mereka; mulai dari yang bersifat pribadi sampai yang berkaitan dengan sisi sosial,</w:t>
      </w:r>
    </w:p>
    <w:p w:rsidR="002055CA" w:rsidRDefault="002055CA" w:rsidP="002055CA">
      <w:pPr>
        <w:pStyle w:val="libNormal"/>
      </w:pPr>
      <w:r>
        <w:t>bahkan lebih luas dari sekedar itu, yakni mencakup alam semesta.</w:t>
      </w:r>
    </w:p>
    <w:p w:rsidR="002055CA" w:rsidRDefault="002055CA" w:rsidP="002055CA">
      <w:pPr>
        <w:pStyle w:val="libNormal"/>
      </w:pPr>
      <w:r>
        <w:t>Sebagai agama terakhir yang menjamin kebahagiaan manusia, Islam turut menjadi salah satu</w:t>
      </w:r>
    </w:p>
    <w:p w:rsidR="002055CA" w:rsidRDefault="002055CA" w:rsidP="002055CA">
      <w:pPr>
        <w:pStyle w:val="libNormal"/>
      </w:pPr>
      <w:r>
        <w:t>peletak gagasan-gagasan pembangunan masyarakat yang adil dan makmur. Islam memulai</w:t>
      </w:r>
    </w:p>
    <w:p w:rsidR="002055CA" w:rsidRDefault="002055CA" w:rsidP="002055CA">
      <w:pPr>
        <w:pStyle w:val="libNormal"/>
      </w:pPr>
      <w:r>
        <w:t>gagasan-gagasan besarnya dengan keima-nan. Sebuah keimanan dan keyakinan yang benar dapat</w:t>
      </w:r>
    </w:p>
    <w:p w:rsidR="002055CA" w:rsidRDefault="002055CA" w:rsidP="002055CA">
      <w:pPr>
        <w:pStyle w:val="libNormal"/>
      </w:pPr>
      <w:r>
        <w:t>menyelamatkan pemikiran manusia.</w:t>
      </w:r>
    </w:p>
    <w:p w:rsidR="002055CA" w:rsidRDefault="002055CA" w:rsidP="002055CA">
      <w:pPr>
        <w:pStyle w:val="libNormal"/>
      </w:pPr>
      <w:r>
        <w:t>Keimanan Islam memberikan kepada manusia sebuah kaca mata untuk melihat awal dan</w:t>
      </w:r>
    </w:p>
    <w:p w:rsidR="002055CA" w:rsidRDefault="002055CA" w:rsidP="002055CA">
      <w:pPr>
        <w:pStyle w:val="libNormal"/>
      </w:pPr>
      <w:r>
        <w:t>akhir dari kehidupan. Keimanan yang diinginkan Islam dapat membebaskan seseorang dari</w:t>
      </w:r>
    </w:p>
    <w:p w:rsidR="002055CA" w:rsidRDefault="002055CA" w:rsidP="002055CA">
      <w:pPr>
        <w:pStyle w:val="libNormal"/>
      </w:pPr>
      <w:r>
        <w:t>kekosongan dan keterasingan. Pada puncak-nya, keimanan Islam menunjukkan kepada manusia</w:t>
      </w:r>
    </w:p>
    <w:p w:rsidR="002055CA" w:rsidRDefault="002055CA" w:rsidP="002055CA">
      <w:pPr>
        <w:pStyle w:val="libNormal"/>
      </w:pPr>
      <w:r>
        <w:t>bentuk kehidupan yang kaya tujuan dan makna.</w:t>
      </w:r>
    </w:p>
    <w:p w:rsidR="002055CA" w:rsidRDefault="002055CA" w:rsidP="002055CA">
      <w:pPr>
        <w:pStyle w:val="libNormal"/>
      </w:pPr>
      <w:r>
        <w:t>Namun demikian, Islam menolak bila sekadar memiliki keyakinan yang benar dianggap</w:t>
      </w:r>
    </w:p>
    <w:p w:rsidR="002055CA" w:rsidRDefault="002055CA" w:rsidP="002055CA">
      <w:pPr>
        <w:pStyle w:val="libNormal"/>
      </w:pPr>
      <w:r>
        <w:t>sebagai satu-satunya penentu kebahagiaan manusia. Pada tataran teoretis, itu merupakan suatu</w:t>
      </w:r>
    </w:p>
    <w:p w:rsidR="002055CA" w:rsidRDefault="002055CA" w:rsidP="002055CA">
      <w:pPr>
        <w:pStyle w:val="libNormal"/>
      </w:pPr>
      <w:r>
        <w:t>kelaziman yang tak terelakkan dari hidup seseorang. Namun, pada tataran praktis, pada akhirnya</w:t>
      </w:r>
    </w:p>
    <w:p w:rsidR="002055CA" w:rsidRDefault="002055CA" w:rsidP="002055CA">
      <w:pPr>
        <w:pStyle w:val="libNormal"/>
      </w:pPr>
      <w:r>
        <w:lastRenderedPageBreak/>
        <w:t>dia harus memilah mana jalan yang benar, lalu mengamalkan kebenaran yang telah</w:t>
      </w:r>
    </w:p>
    <w:p w:rsidR="002055CA" w:rsidRDefault="004E5639" w:rsidP="002055CA">
      <w:pPr>
        <w:pStyle w:val="libNormal"/>
      </w:pPr>
      <w:r>
        <w:t>ditemukannya.</w:t>
      </w:r>
      <w:r w:rsidRPr="004E5639">
        <w:rPr>
          <w:rStyle w:val="libFootnotenumChar"/>
        </w:rPr>
        <w:footnoteReference w:id="2"/>
      </w:r>
    </w:p>
    <w:p w:rsidR="002055CA" w:rsidRDefault="002055CA" w:rsidP="002055CA">
      <w:pPr>
        <w:pStyle w:val="libNormal"/>
      </w:pPr>
      <w:r>
        <w:t>Di antara ajaran-ajaran Islam, fikih adalah bagian yang memikul tanggung jawab mulia ini.</w:t>
      </w:r>
    </w:p>
    <w:p w:rsidR="002055CA" w:rsidRDefault="002055CA" w:rsidP="002055CA">
      <w:pPr>
        <w:pStyle w:val="libNormal"/>
      </w:pPr>
      <w:r>
        <w:t>Fikih adalah kumpulan hukum dan sistem praktis Islam untuk menyelesaikan masalah di atas.</w:t>
      </w:r>
    </w:p>
    <w:p w:rsidR="002055CA" w:rsidRDefault="002055CA" w:rsidP="002055CA">
      <w:pPr>
        <w:pStyle w:val="libNormal"/>
      </w:pPr>
      <w:r>
        <w:t>Sistem praktis ini bersumber dari wahyu ilahi yang telah dijelaskan dan diuraikan oleh para imam</w:t>
      </w:r>
    </w:p>
    <w:p w:rsidR="002055CA" w:rsidRDefault="002055CA" w:rsidP="002055CA">
      <w:pPr>
        <w:pStyle w:val="libNormal"/>
      </w:pPr>
      <w:r>
        <w:t>maksum a.s.; sistem yang mencakup seluruh permasalahan yang sedang atau akan dihadapi</w:t>
      </w:r>
    </w:p>
    <w:p w:rsidR="002055CA" w:rsidRDefault="004E5639" w:rsidP="002055CA">
      <w:pPr>
        <w:pStyle w:val="libNormal"/>
      </w:pPr>
      <w:r>
        <w:t>manusia.</w:t>
      </w:r>
      <w:r w:rsidRPr="004E5639">
        <w:rPr>
          <w:rStyle w:val="libFootnotenumChar"/>
        </w:rPr>
        <w:footnoteReference w:id="3"/>
      </w:r>
      <w:r w:rsidR="002055CA">
        <w:t xml:space="preserve"> Hukum dan undang-undang yang terkandung di dalamnya tidak dapat diubah-ubah</w:t>
      </w:r>
    </w:p>
    <w:p w:rsidR="002055CA" w:rsidRDefault="002055CA" w:rsidP="002055CA">
      <w:pPr>
        <w:pStyle w:val="libNormal"/>
      </w:pPr>
      <w:r>
        <w:t>sesuka hati. Cakupannya yang luas tidak lan-tas membuat prinsip-prinsipnya mengalami</w:t>
      </w:r>
    </w:p>
    <w:p w:rsidR="002055CA" w:rsidRDefault="004E5639" w:rsidP="002055CA">
      <w:pPr>
        <w:pStyle w:val="libNormal"/>
      </w:pPr>
      <w:r>
        <w:t>perubahan.</w:t>
      </w:r>
      <w:r w:rsidRPr="004E5639">
        <w:rPr>
          <w:rStyle w:val="libFootnotenumChar"/>
        </w:rPr>
        <w:footnoteReference w:id="4"/>
      </w:r>
    </w:p>
    <w:p w:rsidR="002055CA" w:rsidRDefault="002055CA" w:rsidP="002055CA">
      <w:pPr>
        <w:pStyle w:val="libNormal"/>
      </w:pPr>
      <w:r>
        <w:t>Mengenal sistem hukum praktis ini (baca: fikih) ter-masuk salah satu dari pelajaran dasar dan</w:t>
      </w:r>
    </w:p>
    <w:p w:rsidR="002055CA" w:rsidRDefault="002055CA" w:rsidP="002055CA">
      <w:pPr>
        <w:pStyle w:val="libNormal"/>
      </w:pPr>
      <w:r>
        <w:t>menjadi fondasi Hawzah Ilmiyah (pusat pendidikan agama dalam masya-rakat Syi’ah).</w:t>
      </w:r>
    </w:p>
    <w:p w:rsidR="002055CA" w:rsidRDefault="002055CA" w:rsidP="002055CA">
      <w:pPr>
        <w:pStyle w:val="libNormal"/>
      </w:pPr>
      <w:r>
        <w:t>Perkembangan studi-studi keislaman di sana berawal dari ilmu Fikih. Dengan sendirinya, para</w:t>
      </w:r>
    </w:p>
    <w:p w:rsidR="002055CA" w:rsidRDefault="002055CA" w:rsidP="002055CA">
      <w:pPr>
        <w:pStyle w:val="libNormal"/>
      </w:pPr>
      <w:r>
        <w:t>ahli fikih (fakih) merupakan kelompok ulama yang memiliki keisti-mewaan di atas sekalian ulama</w:t>
      </w:r>
    </w:p>
    <w:p w:rsidR="002055CA" w:rsidRDefault="002055CA" w:rsidP="002055CA">
      <w:pPr>
        <w:pStyle w:val="libNormal"/>
      </w:pPr>
      <w:r>
        <w:t>yang menekuni ilmu-ilmu keislaman lainnya. Sejarah juga mencatat nama-nama suci mereka</w:t>
      </w:r>
    </w:p>
    <w:p w:rsidR="002055CA" w:rsidRDefault="002055CA" w:rsidP="002055CA">
      <w:pPr>
        <w:pStyle w:val="libNormal"/>
      </w:pPr>
      <w:r>
        <w:lastRenderedPageBreak/>
        <w:t>dengan tinta emas. Prestasi gemilang ini juga di-tegaskan oleh Imam Khomeini dalam catatannya:</w:t>
      </w:r>
    </w:p>
    <w:p w:rsidR="00463EEF" w:rsidRDefault="002055CA" w:rsidP="002055CA">
      <w:pPr>
        <w:pStyle w:val="libNormal"/>
        <w:rPr>
          <w:rtl/>
        </w:rPr>
      </w:pPr>
      <w:r>
        <w:t>“Selama ratusan tahun, kelompok ulama (fakih) menjadi tulang punggung kaum mustadh’afin.</w:t>
      </w:r>
    </w:p>
    <w:p w:rsidR="00B16716" w:rsidRDefault="00B16716" w:rsidP="00B16716">
      <w:pPr>
        <w:pStyle w:val="libNormal"/>
      </w:pPr>
      <w:r>
        <w:t>Masyarakat Syi’ah senan-tiasa mendapatkan pemahaman keagamaan mereka melalui para</w:t>
      </w:r>
    </w:p>
    <w:p w:rsidR="00B16716" w:rsidRDefault="00B16716" w:rsidP="00B16716">
      <w:pPr>
        <w:pStyle w:val="libNormal"/>
      </w:pPr>
      <w:r>
        <w:t>fakih”.</w:t>
      </w:r>
      <w:r w:rsidRPr="00B16716">
        <w:rPr>
          <w:rStyle w:val="libFootnotenumChar"/>
        </w:rPr>
        <w:footnoteReference w:id="5"/>
      </w:r>
    </w:p>
    <w:p w:rsidR="00B16716" w:rsidRDefault="00B16716" w:rsidP="00B16716">
      <w:pPr>
        <w:pStyle w:val="libNormal"/>
      </w:pPr>
      <w:r>
        <w:t>Sejarah mencatat bagaimana para fakih yang sekaligus sebagai pengawal fikih dan hukum</w:t>
      </w:r>
    </w:p>
    <w:p w:rsidR="00B16716" w:rsidRDefault="00B16716" w:rsidP="00B16716">
      <w:pPr>
        <w:pStyle w:val="libNormal"/>
      </w:pPr>
      <w:r>
        <w:t>syariat Islam menang-gung berbagai kesulitan dengan tingkat kesabaran dan jerih payah yang</w:t>
      </w:r>
    </w:p>
    <w:p w:rsidR="00B16716" w:rsidRDefault="00B16716" w:rsidP="00B16716">
      <w:pPr>
        <w:pStyle w:val="libNormal"/>
      </w:pPr>
      <w:r>
        <w:t>luar biasa demi menyebarkan hukum-hukum suci agama seutuh mungkin.</w:t>
      </w:r>
    </w:p>
    <w:p w:rsidR="00B16716" w:rsidRDefault="00B16716" w:rsidP="00B16716">
      <w:pPr>
        <w:pStyle w:val="libNormal"/>
      </w:pPr>
      <w:r>
        <w:t>Betapa banyak kitab-kitab yang ditulis oleh para fakih dalam kondisi taqiyah atau di dalam</w:t>
      </w:r>
    </w:p>
    <w:p w:rsidR="00B16716" w:rsidRDefault="00B16716" w:rsidP="00B16716">
      <w:pPr>
        <w:pStyle w:val="libNormal"/>
      </w:pPr>
      <w:r>
        <w:t>penjara.</w:t>
      </w:r>
      <w:r w:rsidRPr="00B16716">
        <w:rPr>
          <w:rStyle w:val="libFootnotenumChar"/>
        </w:rPr>
        <w:footnoteReference w:id="6"/>
      </w:r>
      <w:r>
        <w:t xml:space="preserve"> Betapa banyak perpustakaan yang dibangun berkat jerih payah dan usaha mereka</w:t>
      </w:r>
    </w:p>
    <w:p w:rsidR="00B16716" w:rsidRDefault="00B16716" w:rsidP="00B16716">
      <w:pPr>
        <w:pStyle w:val="libNormal"/>
      </w:pPr>
      <w:r>
        <w:t>selama ratusan tahun akan tetapi begitu saja hangus dibakar karena kedengkian musuh, dan yang</w:t>
      </w:r>
    </w:p>
    <w:p w:rsidR="00B16716" w:rsidRDefault="00B16716" w:rsidP="00B16716">
      <w:pPr>
        <w:pStyle w:val="libNormal"/>
      </w:pPr>
      <w:r>
        <w:t>terkejam dari segalanya adalah tangan penguasa-penguasa yangmeng-atasnamakan Islam.</w:t>
      </w:r>
    </w:p>
    <w:p w:rsidR="00B16716" w:rsidRDefault="00B16716" w:rsidP="00B16716">
      <w:pPr>
        <w:pStyle w:val="libNormal"/>
      </w:pPr>
      <w:r>
        <w:t>Para fakih mengorbankan jiwa dan pikiran mereka demi menjaga cita-cita luhur dan agama.</w:t>
      </w:r>
    </w:p>
    <w:p w:rsidR="00B16716" w:rsidRDefault="00B16716" w:rsidP="00B16716">
      <w:pPr>
        <w:pStyle w:val="libNormal"/>
      </w:pPr>
      <w:r>
        <w:t>Seringkali darah mereka harus membasahi kitab-kitab mereka sendiri, dan tidak jarang jasad</w:t>
      </w:r>
    </w:p>
    <w:p w:rsidR="00B16716" w:rsidRDefault="00B16716" w:rsidP="00B16716">
      <w:pPr>
        <w:pStyle w:val="libNormal"/>
      </w:pPr>
      <w:r>
        <w:t>mereka pun ikut dibakar hangus.</w:t>
      </w:r>
      <w:r w:rsidRPr="00B16716">
        <w:rPr>
          <w:rStyle w:val="libFootnotenumChar"/>
        </w:rPr>
        <w:footnoteReference w:id="7"/>
      </w:r>
      <w:r>
        <w:t xml:space="preserve"> Meski begitu, mereka tidak akan pernah putus asa atau</w:t>
      </w:r>
    </w:p>
    <w:p w:rsidR="00B16716" w:rsidRDefault="00B16716" w:rsidP="00B16716">
      <w:pPr>
        <w:pStyle w:val="libNormal"/>
      </w:pPr>
      <w:r>
        <w:t>menghentikan usaha, sekalipun harus terus berhadapan dengan segala kemungkinan bahaya dan</w:t>
      </w:r>
    </w:p>
    <w:p w:rsidR="00B16716" w:rsidRDefault="00B16716" w:rsidP="00B16716">
      <w:pPr>
        <w:pStyle w:val="libNormal"/>
      </w:pPr>
      <w:r>
        <w:t>kesulitan. Usaha yang telah me-reka lakukan adalah menyimpulkan hukum-hukum fikih untuk</w:t>
      </w:r>
    </w:p>
    <w:p w:rsidR="00B16716" w:rsidRDefault="00B16716" w:rsidP="00B16716">
      <w:pPr>
        <w:pStyle w:val="libNormal"/>
      </w:pPr>
      <w:r>
        <w:lastRenderedPageBreak/>
        <w:t>masalah-masalah yang muncul dan menatanya sede-mikian apik dan sistematis. Ya, hidup</w:t>
      </w:r>
    </w:p>
    <w:p w:rsidR="00B16716" w:rsidRDefault="00B16716" w:rsidP="00B16716">
      <w:pPr>
        <w:pStyle w:val="libNormal"/>
      </w:pPr>
      <w:r>
        <w:t>mereka diinfak-kan demimemenuhi kebutuhan masyarakat pada agama.</w:t>
      </w:r>
    </w:p>
    <w:p w:rsidR="00B16716" w:rsidRDefault="00B16716" w:rsidP="00B16716">
      <w:pPr>
        <w:pStyle w:val="libNormal"/>
      </w:pPr>
      <w:r>
        <w:t>Koleksium atau buku kumpulan fatwa yang kini beredar di tengah masyarakat—yang</w:t>
      </w:r>
    </w:p>
    <w:p w:rsidR="00B16716" w:rsidRDefault="00B16716" w:rsidP="00B16716">
      <w:pPr>
        <w:pStyle w:val="libNormal"/>
      </w:pPr>
      <w:r>
        <w:t>umumnya dikenal dengan nama risalah amaliyah—adalah karya para marja’ taklid (mujtahid).</w:t>
      </w:r>
    </w:p>
    <w:p w:rsidR="00B16716" w:rsidRDefault="00B16716" w:rsidP="00B16716">
      <w:pPr>
        <w:pStyle w:val="libNormal"/>
      </w:pPr>
      <w:r>
        <w:t>Usaha mereka dalam menyimpulkan sebuah hukum dari sumber-sumbernya terkadangmemakan</w:t>
      </w:r>
    </w:p>
    <w:p w:rsidR="00B16716" w:rsidRDefault="00B16716" w:rsidP="00B16716">
      <w:pPr>
        <w:pStyle w:val="libNormal"/>
      </w:pPr>
      <w:r>
        <w:t>waktu yang cukup panjang. Namun, mengingat risalah-risalah amaliyah itu disusun dengan</w:t>
      </w:r>
    </w:p>
    <w:p w:rsidR="00B16716" w:rsidRDefault="00B16716" w:rsidP="00B16716">
      <w:pPr>
        <w:pStyle w:val="libNormal"/>
      </w:pPr>
      <w:r>
        <w:t>tujuan agar menjadi rujukan masyarakat, dan kondisi ini telah berjalan lebih dari lima puluh</w:t>
      </w:r>
    </w:p>
    <w:p w:rsidR="00B16716" w:rsidRDefault="00B16716" w:rsidP="00B16716">
      <w:pPr>
        <w:pStyle w:val="libNormal"/>
      </w:pPr>
      <w:r>
        <w:t>tahun sehingga buku-buku tersebut tidak dapat dijadikan materi pelajaran yang relevan bagi</w:t>
      </w:r>
    </w:p>
    <w:p w:rsidR="00B16716" w:rsidRDefault="00B16716" w:rsidP="00B16716">
      <w:pPr>
        <w:pStyle w:val="libNormal"/>
      </w:pPr>
      <w:r>
        <w:t>tingkat pemula dan generasi muda, terutama kaum remaja. Kesulitan ini menjadi lebih mendesak</w:t>
      </w:r>
    </w:p>
    <w:p w:rsidR="00B16716" w:rsidRDefault="00B16716" w:rsidP="00B16716">
      <w:pPr>
        <w:pStyle w:val="libNormal"/>
      </w:pPr>
      <w:r>
        <w:t>tatkala buku-buku itu mengguna-kan istilah-istilah teknis fikih dan gaya penulisan yang rumit</w:t>
      </w:r>
    </w:p>
    <w:p w:rsidR="00B16716" w:rsidRDefault="00B16716" w:rsidP="00B16716">
      <w:pPr>
        <w:pStyle w:val="libNormal"/>
      </w:pPr>
      <w:r>
        <w:t>sehingga tidak mudah dipahami, meskipun amat berguna sebagai buku fikih dalam rangka</w:t>
      </w:r>
    </w:p>
    <w:p w:rsidR="00B16716" w:rsidRDefault="00B16716" w:rsidP="00B16716">
      <w:pPr>
        <w:pStyle w:val="libNormal"/>
      </w:pPr>
      <w:r>
        <w:t>memenuhi kebutuhan kalangan khusus. Bila diandaikan risalah amaliyah yang ditulis selama ini,</w:t>
      </w:r>
    </w:p>
    <w:p w:rsidR="00B16716" w:rsidRDefault="00B16716" w:rsidP="00B16716">
      <w:pPr>
        <w:pStyle w:val="libNormal"/>
      </w:pPr>
      <w:r>
        <w:t>ia tak ubahnya dengan toko obat yang tidak dibuat khusus untuk kelompok usia tertentu untuk</w:t>
      </w:r>
    </w:p>
    <w:p w:rsidR="00B16716" w:rsidRDefault="00B16716" w:rsidP="00B16716">
      <w:pPr>
        <w:pStyle w:val="libNormal"/>
      </w:pPr>
      <w:r>
        <w:t>memanfaatkannya, tetapi dibuka untuk segala usia.</w:t>
      </w:r>
    </w:p>
    <w:p w:rsidR="00B16716" w:rsidRDefault="00B16716" w:rsidP="00B16716">
      <w:pPr>
        <w:pStyle w:val="libNormal"/>
      </w:pPr>
      <w:r>
        <w:t>Dari dulu sampai sekarang pun di Hawzah Ilmiyah, sudah tertata secara baik kitab-kitab</w:t>
      </w:r>
    </w:p>
    <w:p w:rsidR="00B16716" w:rsidRDefault="00B16716" w:rsidP="00B16716">
      <w:pPr>
        <w:pStyle w:val="libNormal"/>
      </w:pPr>
      <w:r>
        <w:t>khusus untuk setiap tingkat pendidikan dari masing-masing jurusan dan bidang ilmu, termasuk</w:t>
      </w:r>
    </w:p>
    <w:p w:rsidR="00B16716" w:rsidRDefault="00B16716" w:rsidP="00B16716">
      <w:pPr>
        <w:pStyle w:val="libNormal"/>
      </w:pPr>
      <w:r>
        <w:t>ilmu Fikih. Sejak dahulu tidak ada pemula yang hendak mendalami fikih akan diajarkan</w:t>
      </w:r>
    </w:p>
    <w:p w:rsidR="00B16716" w:rsidRDefault="00B16716" w:rsidP="00B16716">
      <w:pPr>
        <w:pStyle w:val="libNormal"/>
      </w:pPr>
      <w:r>
        <w:lastRenderedPageBreak/>
        <w:t>kepadanya kitab Makasib</w:t>
      </w:r>
      <w:r w:rsidRPr="00B16716">
        <w:rPr>
          <w:rStyle w:val="libFootnotenumChar"/>
        </w:rPr>
        <w:footnoteReference w:id="8"/>
      </w:r>
      <w:r>
        <w:t xml:space="preserve"> karya Syaikh Al-Anshari. Sebagaimana untuk mempelajari ilmu Ushul</w:t>
      </w:r>
    </w:p>
    <w:p w:rsidR="00B16716" w:rsidRDefault="00B16716" w:rsidP="00B16716">
      <w:pPr>
        <w:pStyle w:val="libNormal"/>
      </w:pPr>
      <w:r>
        <w:t>Fikih, seorang pelajar pemula tidak langsung membaca kitab Kifayah Al-Ushul</w:t>
      </w:r>
      <w:r w:rsidRPr="00B16716">
        <w:rPr>
          <w:rStyle w:val="libFootnotenumChar"/>
        </w:rPr>
        <w:footnoteReference w:id="9"/>
      </w:r>
      <w:r>
        <w:t xml:space="preserve"> karya Al-Muha-qqiq</w:t>
      </w:r>
    </w:p>
    <w:p w:rsidR="00B16716" w:rsidRDefault="00B16716" w:rsidP="00B16716">
      <w:pPr>
        <w:pStyle w:val="libNormal"/>
      </w:pPr>
      <w:r>
        <w:t>Al-Khurasani.</w:t>
      </w:r>
    </w:p>
    <w:p w:rsidR="00B16716" w:rsidRDefault="00B16716" w:rsidP="00B16716">
      <w:pPr>
        <w:pStyle w:val="libNormal"/>
      </w:pPr>
      <w:r>
        <w:t>Atau katakanlah mereka yang ingin mempelajari Filsafat tidak akan memulainya dengan</w:t>
      </w:r>
    </w:p>
    <w:p w:rsidR="00B16716" w:rsidRDefault="00B16716" w:rsidP="00B16716">
      <w:pPr>
        <w:pStyle w:val="libNormal"/>
      </w:pPr>
      <w:r>
        <w:t>mem-baca kitab Al-Asfar Al-Arba’ah adikarya Mulla Shadra</w:t>
      </w:r>
      <w:r w:rsidRPr="00B16716">
        <w:rPr>
          <w:rStyle w:val="libFootnotenumChar"/>
        </w:rPr>
        <w:footnoteReference w:id="10"/>
      </w:r>
      <w:r>
        <w:t>. Karena secara logis, setiap pelajar</w:t>
      </w:r>
    </w:p>
    <w:p w:rsidR="00B16716" w:rsidRDefault="00B16716" w:rsidP="00B16716">
      <w:pPr>
        <w:pStyle w:val="libNormal"/>
      </w:pPr>
      <w:r>
        <w:t>pemula akan memulai studi dengan menelaah kitab-kitab yang sederhana sehingga mendapatkan</w:t>
      </w:r>
    </w:p>
    <w:p w:rsidR="00B16716" w:rsidRDefault="00B16716" w:rsidP="00B16716">
      <w:pPr>
        <w:pStyle w:val="libNormal"/>
      </w:pPr>
      <w:r>
        <w:t>kerangka dasar dari ilmu yang akan dite-kuninya untuk kemudian mempelajari kitab yang lebih</w:t>
      </w:r>
    </w:p>
    <w:p w:rsidR="00B16716" w:rsidRDefault="00B16716" w:rsidP="00B16716">
      <w:pPr>
        <w:pStyle w:val="libNormal"/>
      </w:pPr>
      <w:r>
        <w:t>spesifik dan detail.</w:t>
      </w:r>
    </w:p>
    <w:p w:rsidR="00B16716" w:rsidRDefault="00B16716" w:rsidP="00B16716">
      <w:pPr>
        <w:pStyle w:val="libNormal"/>
      </w:pPr>
      <w:r>
        <w:t>Saat ini, materi pelajaran fikih di Hawzah Ilmiyah dibagimenjadi tiga level:</w:t>
      </w:r>
    </w:p>
    <w:p w:rsidR="00B16716" w:rsidRDefault="00B16716" w:rsidP="00B16716">
      <w:pPr>
        <w:pStyle w:val="libNormal"/>
      </w:pPr>
      <w:r>
        <w:t>1. Fikih nirargumentasi seperti; Risalah Taudhih Al-Masail dan Al-‘Urwah Al-Wutsqa</w:t>
      </w:r>
      <w:r w:rsidRPr="00B16716">
        <w:rPr>
          <w:rStyle w:val="libFootnotenumChar"/>
        </w:rPr>
        <w:footnoteReference w:id="11"/>
      </w:r>
      <w:r>
        <w:t>.</w:t>
      </w:r>
    </w:p>
    <w:p w:rsidR="00A27C50" w:rsidRDefault="00B16716" w:rsidP="00B16716">
      <w:pPr>
        <w:pStyle w:val="libNormal"/>
        <w:rPr>
          <w:rtl/>
        </w:rPr>
      </w:pPr>
      <w:r>
        <w:t>2. Fikih semiargumentatif seperti; Ar-Raudhah Al-</w:t>
      </w:r>
      <w:r w:rsidR="00312925">
        <w:t>Bahi-yah</w:t>
      </w:r>
      <w:r w:rsidR="00312925" w:rsidRPr="00312925">
        <w:rPr>
          <w:rStyle w:val="libFootnotenumChar"/>
        </w:rPr>
        <w:footnoteReference w:id="12"/>
      </w:r>
      <w:r>
        <w:t xml:space="preserve"> dan Syarayi’ Al-Islam</w:t>
      </w:r>
      <w:r w:rsidRPr="00B16716">
        <w:rPr>
          <w:rStyle w:val="libFootnotenumChar"/>
        </w:rPr>
        <w:footnoteReference w:id="13"/>
      </w:r>
      <w:r>
        <w:t>.</w:t>
      </w:r>
    </w:p>
    <w:p w:rsidR="00912230" w:rsidRDefault="00912230" w:rsidP="00912230">
      <w:pPr>
        <w:pStyle w:val="libNormal"/>
      </w:pPr>
      <w:r>
        <w:t>3. Fikih murni argumentatif seperti; Jawahir Al-Kalam</w:t>
      </w:r>
      <w:r w:rsidRPr="00912230">
        <w:rPr>
          <w:rStyle w:val="libFootnotenumChar"/>
        </w:rPr>
        <w:footnoteReference w:id="14"/>
      </w:r>
      <w:r>
        <w:t xml:space="preserve"> dan Al-Hadaiq An-Nadhirah</w:t>
      </w:r>
      <w:r w:rsidRPr="00912230">
        <w:rPr>
          <w:rStyle w:val="libFootnotenumChar"/>
        </w:rPr>
        <w:footnoteReference w:id="15"/>
      </w:r>
      <w:r>
        <w:t>.</w:t>
      </w:r>
    </w:p>
    <w:p w:rsidR="00912230" w:rsidRDefault="00912230" w:rsidP="00912230">
      <w:pPr>
        <w:pStyle w:val="libNormal"/>
      </w:pPr>
      <w:r>
        <w:lastRenderedPageBreak/>
        <w:t>Dengan demikian, sudah seharusnya risalah amaliyah diter-bitkan sesuai dengan tingkat</w:t>
      </w:r>
    </w:p>
    <w:p w:rsidR="00912230" w:rsidRDefault="00912230" w:rsidP="00912230">
      <w:pPr>
        <w:pStyle w:val="libNormal"/>
      </w:pPr>
      <w:r>
        <w:t>pemahaman masyarakat dan kebutuhan mereka sehingga proses belajar dan tugas-tugas syariat</w:t>
      </w:r>
    </w:p>
    <w:p w:rsidR="00912230" w:rsidRDefault="00912230" w:rsidP="00912230">
      <w:pPr>
        <w:pStyle w:val="libNormal"/>
      </w:pPr>
      <w:r>
        <w:t>dilakukan tanpa kesulitan, serta bisa menambah ilmu agama mereka dengan cara yang lebih</w:t>
      </w:r>
    </w:p>
    <w:p w:rsidR="00912230" w:rsidRDefault="00912230" w:rsidP="00912230">
      <w:pPr>
        <w:pStyle w:val="libNormal"/>
      </w:pPr>
      <w:r>
        <w:t>tepat.</w:t>
      </w:r>
    </w:p>
    <w:p w:rsidR="00912230" w:rsidRDefault="00912230" w:rsidP="00912230">
      <w:pPr>
        <w:pStyle w:val="libNormal"/>
      </w:pPr>
      <w:r>
        <w:t>Untuk memenuhi kebutuhan masyarakat sekaitan de-ngan penjelasan hukum, telah</w:t>
      </w:r>
    </w:p>
    <w:p w:rsidR="00912230" w:rsidRDefault="00912230" w:rsidP="00912230">
      <w:pPr>
        <w:pStyle w:val="libNormal"/>
      </w:pPr>
      <w:r>
        <w:t>diusahakan penerbitan buku-buku yang dapat dimanfaatkan. Namun tetap saja masih dirasakan</w:t>
      </w:r>
    </w:p>
    <w:p w:rsidR="00912230" w:rsidRDefault="00912230" w:rsidP="00912230">
      <w:pPr>
        <w:pStyle w:val="libNormal"/>
      </w:pPr>
      <w:r>
        <w:t>kekosongan, terutama berkaitan dengan penga-jaran fikih sesuai dengan tingkat pendidikan dan</w:t>
      </w:r>
    </w:p>
    <w:p w:rsidR="00912230" w:rsidRDefault="00912230" w:rsidP="00912230">
      <w:pPr>
        <w:pStyle w:val="libNormal"/>
      </w:pPr>
      <w:r>
        <w:t>untuk masyarakat umum. Kekosongan ini mendesak kami untuk berusaha memenuhi kebutuhan</w:t>
      </w:r>
    </w:p>
    <w:p w:rsidR="00912230" w:rsidRDefault="00912230" w:rsidP="00912230">
      <w:pPr>
        <w:pStyle w:val="libNormal"/>
      </w:pPr>
      <w:r>
        <w:t>kelompok usia remaja. Buku ini diusahakan dengan tidak mengubah fatwa, namun hanya dengan</w:t>
      </w:r>
    </w:p>
    <w:p w:rsidR="00912230" w:rsidRDefault="00912230" w:rsidP="00912230">
      <w:pPr>
        <w:pStyle w:val="libNormal"/>
      </w:pPr>
      <w:r>
        <w:t>mengganti bahasa agar lebih sederhana dan mudah dipahami serta dibawakan contoh-contoh</w:t>
      </w:r>
    </w:p>
    <w:p w:rsidR="00912230" w:rsidRDefault="00912230" w:rsidP="00912230">
      <w:pPr>
        <w:pStyle w:val="libNormal"/>
      </w:pPr>
      <w:r>
        <w:t>yang terkait.</w:t>
      </w:r>
    </w:p>
    <w:p w:rsidR="00912230" w:rsidRDefault="00912230" w:rsidP="00912230">
      <w:pPr>
        <w:pStyle w:val="libNormal"/>
      </w:pPr>
      <w:r>
        <w:t>Dengan mempertimbangkan adanya hukum-hukum yang khusus untuk wanita dan khusus</w:t>
      </w:r>
    </w:p>
    <w:p w:rsidR="00912230" w:rsidRDefault="00912230" w:rsidP="00912230">
      <w:pPr>
        <w:pStyle w:val="libNormal"/>
      </w:pPr>
      <w:r>
        <w:t>untuk pria, juga perbedaan kelompok usia, maka kami memisahkan masalah yang khusus</w:t>
      </w:r>
    </w:p>
    <w:p w:rsidR="00912230" w:rsidRDefault="00912230" w:rsidP="00912230">
      <w:pPr>
        <w:pStyle w:val="libNormal"/>
      </w:pPr>
      <w:r>
        <w:t>berkaitan dengan pria dengan menuliskan buku terpisah. Sementara untuk wanita, kami juga</w:t>
      </w:r>
    </w:p>
    <w:p w:rsidR="00912230" w:rsidRDefault="00912230" w:rsidP="00912230">
      <w:pPr>
        <w:pStyle w:val="libNormal"/>
      </w:pPr>
      <w:r>
        <w:t>menu-liskan buku terpisah karena kekhususannya. Buku-buku yang telah kami siapkan adalah</w:t>
      </w:r>
    </w:p>
    <w:p w:rsidR="00912230" w:rsidRDefault="00912230" w:rsidP="00912230">
      <w:pPr>
        <w:pStyle w:val="libNormal"/>
      </w:pPr>
      <w:r>
        <w:t>sebagai berikut:</w:t>
      </w:r>
    </w:p>
    <w:p w:rsidR="00912230" w:rsidRDefault="00912230" w:rsidP="00912230">
      <w:pPr>
        <w:pStyle w:val="libNormal"/>
      </w:pPr>
      <w:r>
        <w:t>1. Pelajaran fikih khusus anak-anak.</w:t>
      </w:r>
    </w:p>
    <w:p w:rsidR="00912230" w:rsidRDefault="00912230" w:rsidP="00912230">
      <w:pPr>
        <w:pStyle w:val="libNormal"/>
      </w:pPr>
      <w:r>
        <w:t>2. Pelajaran fikih tingkat pemula yang dikhususkan untuk tingkat sekolah menengah pertama</w:t>
      </w:r>
    </w:p>
    <w:p w:rsidR="00912230" w:rsidRDefault="00912230" w:rsidP="00912230">
      <w:pPr>
        <w:pStyle w:val="libNormal"/>
      </w:pPr>
      <w:r>
        <w:t>dengan dua kategori; khusus perempuan dan khusus lelaki.</w:t>
      </w:r>
    </w:p>
    <w:p w:rsidR="00912230" w:rsidRDefault="00912230" w:rsidP="00912230">
      <w:pPr>
        <w:pStyle w:val="libNormal"/>
      </w:pPr>
      <w:r>
        <w:lastRenderedPageBreak/>
        <w:t>3. Pelajaran fikih tingkat menengah yang dikhususkan untuk tingkat sekolah menengah atas</w:t>
      </w:r>
    </w:p>
    <w:p w:rsidR="00912230" w:rsidRDefault="00912230" w:rsidP="00912230">
      <w:pPr>
        <w:pStyle w:val="libNormal"/>
      </w:pPr>
      <w:r>
        <w:t>dengan dua kategori; khusus perempuan dan khusus lelaki.</w:t>
      </w:r>
    </w:p>
    <w:p w:rsidR="00912230" w:rsidRDefault="00912230" w:rsidP="00912230">
      <w:pPr>
        <w:pStyle w:val="libNormal"/>
      </w:pPr>
      <w:r>
        <w:t>4. Pelajaran fikih tingkat yang dikhususkan untuk untuk tingkat perguruan tinggi dengan dua</w:t>
      </w:r>
    </w:p>
    <w:p w:rsidR="00912230" w:rsidRDefault="00912230" w:rsidP="00912230">
      <w:pPr>
        <w:pStyle w:val="libNormal"/>
      </w:pPr>
      <w:r>
        <w:t>kategori; khusus perempuan dan khusus lelaki.</w:t>
      </w:r>
    </w:p>
    <w:p w:rsidR="00912230" w:rsidRDefault="00912230" w:rsidP="00912230">
      <w:pPr>
        <w:pStyle w:val="libNormal"/>
      </w:pPr>
      <w:r>
        <w:t>5. Metodologi pengajaran fikih yang khusus untuk para guru dan pelajar agama.</w:t>
      </w:r>
    </w:p>
    <w:p w:rsidR="00912230" w:rsidRDefault="00912230" w:rsidP="00912230">
      <w:pPr>
        <w:pStyle w:val="libNormal"/>
      </w:pPr>
      <w:r>
        <w:t>Sangat mungkin sekali ditemukan betapa banyak orang yang tidak mengenyam pendidikan yang</w:t>
      </w:r>
    </w:p>
    <w:p w:rsidR="00912230" w:rsidRDefault="00912230" w:rsidP="00912230">
      <w:pPr>
        <w:pStyle w:val="libNormal"/>
      </w:pPr>
      <w:r>
        <w:t>semestinya, bah-kan pendidikan tingkat dasar, namun mereka justru lebih mengerti masalahmasalah</w:t>
      </w:r>
    </w:p>
    <w:p w:rsidR="00912230" w:rsidRDefault="00912230" w:rsidP="00912230">
      <w:pPr>
        <w:pStyle w:val="libNormal"/>
      </w:pPr>
      <w:r>
        <w:t>agama daripada orang-orang terpelajar.</w:t>
      </w:r>
    </w:p>
    <w:p w:rsidR="00912230" w:rsidRDefault="00912230" w:rsidP="00912230">
      <w:pPr>
        <w:pStyle w:val="libNormal"/>
      </w:pPr>
      <w:r>
        <w:t>Meski demikian, buku ini disusun sesuai dengan kebu-tuhan dasar masyarakat secara umum.</w:t>
      </w:r>
    </w:p>
    <w:p w:rsidR="00912230" w:rsidRDefault="00912230" w:rsidP="00912230">
      <w:pPr>
        <w:pStyle w:val="libNormal"/>
      </w:pPr>
      <w:r>
        <w:t>Tentunya, semua yang termuat dalam buku ini tidak meliput semua permasalahan hukumhukum,</w:t>
      </w:r>
    </w:p>
    <w:p w:rsidR="00912230" w:rsidRDefault="00912230" w:rsidP="00912230">
      <w:pPr>
        <w:pStyle w:val="libNormal"/>
      </w:pPr>
      <w:r>
        <w:t>bahkan masih banyak per-masalahan dan hukum yang tidak kami bawakan di sini</w:t>
      </w:r>
    </w:p>
    <w:p w:rsidR="00912230" w:rsidRDefault="00912230" w:rsidP="00912230">
      <w:pPr>
        <w:pStyle w:val="libNormal"/>
      </w:pPr>
      <w:r>
        <w:t>mengingat—pada tahap dasar—tidak begitu dibutuhkan oleh mereka secara umum. Kami</w:t>
      </w:r>
    </w:p>
    <w:p w:rsidR="00912230" w:rsidRDefault="00912230" w:rsidP="00912230">
      <w:pPr>
        <w:pStyle w:val="libNormal"/>
      </w:pPr>
      <w:r>
        <w:t>berharap semoga kapasitas buku sekadar ini bisa memenuhi kebutuhan dasar kaum remaja dan</w:t>
      </w:r>
    </w:p>
    <w:p w:rsidR="00912230" w:rsidRDefault="00912230" w:rsidP="00912230">
      <w:pPr>
        <w:pStyle w:val="libNormal"/>
      </w:pPr>
      <w:r>
        <w:t>para pemula.</w:t>
      </w:r>
    </w:p>
    <w:p w:rsidR="000B6182" w:rsidRDefault="000B6182" w:rsidP="00912230">
      <w:pPr>
        <w:pStyle w:val="libNormal"/>
      </w:pPr>
    </w:p>
    <w:p w:rsidR="00912230" w:rsidRDefault="00912230" w:rsidP="000B6182">
      <w:pPr>
        <w:pStyle w:val="Heading2"/>
      </w:pPr>
      <w:bookmarkStart w:id="12" w:name="_Toc422656507"/>
      <w:r>
        <w:t>Beberapa Catatan:</w:t>
      </w:r>
      <w:bookmarkEnd w:id="12"/>
    </w:p>
    <w:p w:rsidR="000B6182" w:rsidRDefault="000B6182" w:rsidP="00912230">
      <w:pPr>
        <w:pStyle w:val="libNormal"/>
      </w:pPr>
    </w:p>
    <w:p w:rsidR="00912230" w:rsidRDefault="00912230" w:rsidP="00912230">
      <w:pPr>
        <w:pStyle w:val="libNormal"/>
      </w:pPr>
      <w:r>
        <w:t>1. Muatan buku sesuai dengan fatwa pendiri Republik Islam Iran; Ayatullah Imam Khomeini ra.</w:t>
      </w:r>
    </w:p>
    <w:p w:rsidR="00912230" w:rsidRDefault="00912230" w:rsidP="00912230">
      <w:pPr>
        <w:pStyle w:val="libNormal"/>
      </w:pPr>
      <w:r>
        <w:t>2. Di samping itu, kami membubuhkan fatwa-fatwa tiga marja’ taklid besar, yaitu Ayatullah</w:t>
      </w:r>
    </w:p>
    <w:p w:rsidR="00912230" w:rsidRDefault="00912230" w:rsidP="00912230">
      <w:pPr>
        <w:pStyle w:val="libNormal"/>
      </w:pPr>
      <w:r>
        <w:t>Araki, Ayatullah Gulpaigani, Ayatullah Khu’i, dan setiap perbedaan fatwa pada suatu</w:t>
      </w:r>
    </w:p>
    <w:p w:rsidR="00912230" w:rsidRDefault="00912230" w:rsidP="00912230">
      <w:pPr>
        <w:pStyle w:val="libNormal"/>
      </w:pPr>
      <w:r>
        <w:t>masalah hukum kami tandai dengan tanda bintang (*).</w:t>
      </w:r>
    </w:p>
    <w:p w:rsidR="00912230" w:rsidRDefault="00912230" w:rsidP="00912230">
      <w:pPr>
        <w:pStyle w:val="libNormal"/>
      </w:pPr>
      <w:r>
        <w:lastRenderedPageBreak/>
        <w:t>3. Dalam buku ini, kebanyakan masalah yang dipelajari lebih bersifat dasar dan umum, tidak</w:t>
      </w:r>
    </w:p>
    <w:p w:rsidR="00912230" w:rsidRDefault="00912230" w:rsidP="00912230">
      <w:pPr>
        <w:pStyle w:val="libNormal"/>
      </w:pPr>
      <w:r>
        <w:t>begitu mendetail dan tidak terlalu banyak perbedaan fatwa tentangnya. Di samping itu, tidak</w:t>
      </w:r>
    </w:p>
    <w:p w:rsidR="00912230" w:rsidRDefault="00912230" w:rsidP="00912230">
      <w:pPr>
        <w:pStyle w:val="libNormal"/>
      </w:pPr>
      <w:r>
        <w:t>semua perbedaan fatwa sede-mikian rupa sehingga mukallid (orang yang bertaklid) yang</w:t>
      </w:r>
    </w:p>
    <w:p w:rsidR="00912230" w:rsidRDefault="00912230" w:rsidP="00912230">
      <w:pPr>
        <w:pStyle w:val="libNormal"/>
      </w:pPr>
      <w:r>
        <w:t>mengamalkan isi buku ini tidak lagi sesuai amalan-amalannya dengan fatwa marja’ taklidnya,</w:t>
      </w:r>
    </w:p>
    <w:p w:rsidR="00912230" w:rsidRDefault="00912230" w:rsidP="00912230">
      <w:pPr>
        <w:pStyle w:val="libNormal"/>
      </w:pPr>
      <w:r>
        <w:t>atau mening-galkan suatu kewajiban. Misalnya, jika ada fatwa untuk suatu masalah dalam</w:t>
      </w:r>
    </w:p>
    <w:p w:rsidR="00B467AD" w:rsidRDefault="00912230" w:rsidP="00B467AD">
      <w:pPr>
        <w:pStyle w:val="libNormal"/>
      </w:pPr>
      <w:r>
        <w:t>buku ini lalu ada seoang marja’ taklid yang memberi</w:t>
      </w:r>
      <w:r w:rsidR="000B6182">
        <w:t xml:space="preserve"> hukum ihtiyath wajib untuk mas</w:t>
      </w:r>
      <w:r>
        <w:t>alah</w:t>
      </w:r>
      <w:r w:rsidR="007B0063">
        <w:t xml:space="preserve"> </w:t>
      </w:r>
      <w:r w:rsidR="00B467AD">
        <w:t>yang tersebut, maka mukallid dengan meng-amalkan fatwa itu pun telah beramal sesuai</w:t>
      </w:r>
    </w:p>
    <w:p w:rsidR="00B467AD" w:rsidRDefault="00B467AD" w:rsidP="00B467AD">
      <w:pPr>
        <w:pStyle w:val="libNormal"/>
      </w:pPr>
      <w:r>
        <w:t>hukum ihtiyath wajib ini.</w:t>
      </w:r>
    </w:p>
    <w:p w:rsidR="00B467AD" w:rsidRDefault="00B467AD" w:rsidP="00B467AD">
      <w:pPr>
        <w:pStyle w:val="libNormal"/>
      </w:pPr>
      <w:r>
        <w:t>4. Pemilihan masalah dan hukum dalam buku ini diu-sahakan agar dapat memenuhi kebutuhan</w:t>
      </w:r>
    </w:p>
    <w:p w:rsidR="00B467AD" w:rsidRDefault="00B467AD" w:rsidP="00B467AD">
      <w:pPr>
        <w:pStyle w:val="libNormal"/>
      </w:pPr>
      <w:r>
        <w:t>utama pelajar pemula dan para remaja tingkat sekolah menengah, sedangkan rinciannya tidak</w:t>
      </w:r>
    </w:p>
    <w:p w:rsidR="00B467AD" w:rsidRDefault="00B467AD" w:rsidP="00B467AD">
      <w:pPr>
        <w:pStyle w:val="libNormal"/>
      </w:pPr>
      <w:r>
        <w:t>dibawakan. Peletakkan tema untuk suatu masalah dilakukan sejauh tidak mengubah fatwa</w:t>
      </w:r>
    </w:p>
    <w:p w:rsidR="00B467AD" w:rsidRDefault="00B467AD" w:rsidP="00B467AD">
      <w:pPr>
        <w:pStyle w:val="libNormal"/>
      </w:pPr>
      <w:r>
        <w:t>yang berkaitan. Sebagai contoh, dalam masalah “Hal-hal Yang Bisa Menyucikan”, kami hanya</w:t>
      </w:r>
    </w:p>
    <w:p w:rsidR="00B467AD" w:rsidRDefault="00B467AD" w:rsidP="00B467AD">
      <w:pPr>
        <w:pStyle w:val="libNormal"/>
      </w:pPr>
      <w:r>
        <w:t>menyebutkan lima dari sepuluh benda yang dapat menyucikan. Dan supaya tidak difahami</w:t>
      </w:r>
    </w:p>
    <w:p w:rsidR="00B467AD" w:rsidRDefault="00B467AD" w:rsidP="00B467AD">
      <w:pPr>
        <w:pStyle w:val="libNormal"/>
      </w:pPr>
      <w:r>
        <w:t>adanya pengu-rangan, kami meletakkan tema utama masalah menjadi demikian ini: “Segala</w:t>
      </w:r>
    </w:p>
    <w:p w:rsidR="00B467AD" w:rsidRDefault="00B467AD" w:rsidP="00B467AD">
      <w:pPr>
        <w:pStyle w:val="libNormal"/>
      </w:pPr>
      <w:r>
        <w:t>sesuatu yang najis bisa disucikan, dan hal-hal pokok dari yang bisa menyucikan ialah...”.</w:t>
      </w:r>
    </w:p>
    <w:p w:rsidR="00B467AD" w:rsidRDefault="00B467AD" w:rsidP="00B467AD">
      <w:pPr>
        <w:pStyle w:val="libNormal"/>
      </w:pPr>
      <w:r>
        <w:t>5. Buku ini dapat dipakai untuk mengajar, juga siswa dapat mempelajarinya bersama guru,</w:t>
      </w:r>
    </w:p>
    <w:p w:rsidR="00B467AD" w:rsidRDefault="00B467AD" w:rsidP="00B467AD">
      <w:pPr>
        <w:pStyle w:val="libNormal"/>
      </w:pPr>
      <w:r>
        <w:t>meskipun telah diupayakan agar buku ini bisa ditelaah sendiri.</w:t>
      </w:r>
    </w:p>
    <w:p w:rsidR="00B467AD" w:rsidRDefault="00B467AD" w:rsidP="00B467AD">
      <w:pPr>
        <w:pStyle w:val="libNormal"/>
      </w:pPr>
      <w:r>
        <w:t>6. Pembaca yang ingin mengetahui hukum secara lebih detail atau ingin merujuk sumbernya,</w:t>
      </w:r>
    </w:p>
    <w:p w:rsidR="00B467AD" w:rsidRDefault="00B467AD" w:rsidP="00B467AD">
      <w:pPr>
        <w:pStyle w:val="libNormal"/>
      </w:pPr>
      <w:r>
        <w:lastRenderedPageBreak/>
        <w:t>bisa melihat catatan-catatan kaki yang berkaitan dengannya. Juga dicantumkan catatan khas</w:t>
      </w:r>
    </w:p>
    <w:p w:rsidR="00B467AD" w:rsidRDefault="00B467AD" w:rsidP="00B467AD">
      <w:pPr>
        <w:pStyle w:val="libNormal"/>
      </w:pPr>
      <w:r>
        <w:t>dari para marja’ taklid sebagaimana terdapat dalam risalah amaliyah mereka.</w:t>
      </w:r>
    </w:p>
    <w:p w:rsidR="00B467AD" w:rsidRDefault="00B467AD" w:rsidP="00B467AD">
      <w:pPr>
        <w:pStyle w:val="libNormal"/>
      </w:pPr>
      <w:r>
        <w:t>7. Tanpa hendak mengurangi derajat mulia para marja’ taklid, kami hanya mencantumkan nama</w:t>
      </w:r>
    </w:p>
    <w:p w:rsidR="00B467AD" w:rsidRDefault="00B467AD" w:rsidP="00B467AD">
      <w:pPr>
        <w:pStyle w:val="libNormal"/>
      </w:pPr>
      <w:r>
        <w:t>terkenal me-reka tanpa gelar-gelar kehormatan masing-masing un-tuk mempersingkat</w:t>
      </w:r>
    </w:p>
    <w:p w:rsidR="00B467AD" w:rsidRDefault="00B467AD" w:rsidP="00B467AD">
      <w:pPr>
        <w:pStyle w:val="libNormal"/>
      </w:pPr>
      <w:r>
        <w:t>catatan-catatan kaki buku.</w:t>
      </w:r>
    </w:p>
    <w:p w:rsidR="00B467AD" w:rsidRDefault="00B467AD" w:rsidP="00B467AD">
      <w:pPr>
        <w:pStyle w:val="libNormal"/>
      </w:pPr>
      <w:r>
        <w:t>8. Sebelum naik cetak, buku ini sudah diajarkan dan kekurangannya telah diatasi sedapat</w:t>
      </w:r>
    </w:p>
    <w:p w:rsidR="00B467AD" w:rsidRDefault="00B467AD" w:rsidP="00B467AD">
      <w:pPr>
        <w:pStyle w:val="libNormal"/>
      </w:pPr>
      <w:r>
        <w:t>mungkin. Koreksi isi buku telah dilakukan oleh guru sekaligus sahabat saya yang telah sudi</w:t>
      </w:r>
    </w:p>
    <w:p w:rsidR="00B467AD" w:rsidRDefault="00B467AD" w:rsidP="00B467AD">
      <w:pPr>
        <w:pStyle w:val="libNormal"/>
      </w:pPr>
      <w:r>
        <w:t>meluangkan waktunya. Beberapa saran juga telah sampai kepada saya dari beberapa siswa</w:t>
      </w:r>
    </w:p>
    <w:p w:rsidR="00B467AD" w:rsidRDefault="00B467AD" w:rsidP="00B467AD">
      <w:pPr>
        <w:pStyle w:val="libNormal"/>
      </w:pPr>
      <w:r>
        <w:t>sekolah menengah atas yang telah membaca dan mem-pelajarinya. Dengan koreksi dan saran</w:t>
      </w:r>
    </w:p>
    <w:p w:rsidR="00B467AD" w:rsidRDefault="00B467AD" w:rsidP="00B467AD">
      <w:pPr>
        <w:pStyle w:val="libNormal"/>
      </w:pPr>
      <w:r>
        <w:t>itu diharapkan isi buku ini menjadi relevan dengan tujuan penyusu-nannya. Sekali lagi, saya</w:t>
      </w:r>
    </w:p>
    <w:p w:rsidR="00B467AD" w:rsidRDefault="00B467AD" w:rsidP="00B467AD">
      <w:pPr>
        <w:pStyle w:val="libNormal"/>
      </w:pPr>
      <w:r>
        <w:t>haturkan terima kasih kepada pihak-pihak yang telah membantu sampai terbitnya karya ini.</w:t>
      </w:r>
    </w:p>
    <w:p w:rsidR="00B467AD" w:rsidRDefault="00B467AD" w:rsidP="00B467AD">
      <w:pPr>
        <w:pStyle w:val="libNormal"/>
      </w:pPr>
      <w:r>
        <w:t>9. Buku inimerujuk kepada sumber-sumber di bawah ini:</w:t>
      </w:r>
    </w:p>
    <w:p w:rsidR="00B467AD" w:rsidRDefault="00B467AD" w:rsidP="00B467AD">
      <w:pPr>
        <w:pStyle w:val="libNormal"/>
      </w:pPr>
      <w:r>
        <w:t>o Tahrir Al-Wasilah, Imam Khomeini, Darul Anwar, Beirut.</w:t>
      </w:r>
    </w:p>
    <w:p w:rsidR="00B467AD" w:rsidRDefault="00B467AD" w:rsidP="00B467AD">
      <w:pPr>
        <w:pStyle w:val="libNormal"/>
      </w:pPr>
      <w:r>
        <w:t>o Risalah Taudhih Al-Masail, Imam Khomeini, Bunyad Pezhuhesha-ye Eslami-ye Ustane</w:t>
      </w:r>
    </w:p>
    <w:p w:rsidR="00B467AD" w:rsidRDefault="00B467AD" w:rsidP="00B467AD">
      <w:pPr>
        <w:pStyle w:val="libNormal"/>
      </w:pPr>
      <w:r>
        <w:t>Qudse Razavi, Masyhad.</w:t>
      </w:r>
    </w:p>
    <w:p w:rsidR="00B467AD" w:rsidRDefault="00B467AD" w:rsidP="00B467AD">
      <w:pPr>
        <w:pStyle w:val="libNormal"/>
      </w:pPr>
      <w:r>
        <w:t>o Istifta’at, Imam Khomeini, Daftar Entisharat Eslami, Qum</w:t>
      </w:r>
    </w:p>
    <w:p w:rsidR="00B467AD" w:rsidRDefault="00B467AD" w:rsidP="00B467AD">
      <w:pPr>
        <w:pStyle w:val="libNormal"/>
      </w:pPr>
      <w:r>
        <w:t>o Al-‘Urwah Al-Wutsqa, (2 jilid) dengan komentar para marja’ taklid, Intisharat Ilmiah</w:t>
      </w:r>
    </w:p>
    <w:p w:rsidR="00B467AD" w:rsidRDefault="00B467AD" w:rsidP="00B467AD">
      <w:pPr>
        <w:pStyle w:val="libNormal"/>
      </w:pPr>
      <w:r>
        <w:t>Islamiyah, Qum.</w:t>
      </w:r>
    </w:p>
    <w:p w:rsidR="00B467AD" w:rsidRDefault="00B467AD" w:rsidP="00B467AD">
      <w:pPr>
        <w:pStyle w:val="libNormal"/>
      </w:pPr>
      <w:r>
        <w:t>o Wasilat Al-Najah dengan komentar Ayatullah Al-‘Uzma Gulpaigani, Dar At-Ta’aruf lil</w:t>
      </w:r>
    </w:p>
    <w:p w:rsidR="00B467AD" w:rsidRDefault="00B467AD" w:rsidP="00B467AD">
      <w:pPr>
        <w:pStyle w:val="libNormal"/>
      </w:pPr>
      <w:r>
        <w:t>Mathbu’at, Beirut.</w:t>
      </w:r>
    </w:p>
    <w:p w:rsidR="00B467AD" w:rsidRDefault="00B467AD" w:rsidP="00B467AD">
      <w:pPr>
        <w:pStyle w:val="libNormal"/>
      </w:pPr>
      <w:r>
        <w:lastRenderedPageBreak/>
        <w:t>o Risalah Taudih Al-Masail, Ayatullah Al-‘Uzma Gul-paigani, Dar Al-Quran Al-Karim, Qum.</w:t>
      </w:r>
    </w:p>
    <w:p w:rsidR="00B467AD" w:rsidRDefault="00B467AD" w:rsidP="00B467AD">
      <w:pPr>
        <w:pStyle w:val="libNormal"/>
      </w:pPr>
      <w:r>
        <w:t>o Risalah Taudhih Al-Masail, Ayatullah Al-‘Uzma Ara-ki, Daftare Tablighate Eslami-ye</w:t>
      </w:r>
    </w:p>
    <w:p w:rsidR="00B467AD" w:rsidRDefault="00B467AD" w:rsidP="00B467AD">
      <w:pPr>
        <w:pStyle w:val="libNormal"/>
      </w:pPr>
      <w:r>
        <w:t>Hauzeye Elmiyeh, Qum.</w:t>
      </w:r>
    </w:p>
    <w:p w:rsidR="00B467AD" w:rsidRDefault="00B467AD" w:rsidP="00B467AD">
      <w:pPr>
        <w:pStyle w:val="libNormal"/>
      </w:pPr>
      <w:r>
        <w:t>o Risalah Taudhih Al-Masail, Ayatullah Al-‘Uzma Khu’i, Chapkhaneye Elmi, Qum.</w:t>
      </w:r>
    </w:p>
    <w:p w:rsidR="00B467AD" w:rsidRDefault="00B467AD" w:rsidP="00B467AD">
      <w:pPr>
        <w:pStyle w:val="libNormal"/>
      </w:pPr>
      <w:r>
        <w:t>Beberapa Arahan untuk Para Guru yang Mulia</w:t>
      </w:r>
    </w:p>
    <w:p w:rsidR="00B467AD" w:rsidRDefault="00B467AD" w:rsidP="00B467AD">
      <w:pPr>
        <w:pStyle w:val="libNormal"/>
      </w:pPr>
      <w:r>
        <w:t>1. Berangkat dari pengalaman, isi setiap pelajaran disusun untuk durasi 30 sampai 45 menit, ini</w:t>
      </w:r>
    </w:p>
    <w:p w:rsidR="00B467AD" w:rsidRDefault="00B467AD" w:rsidP="00B467AD">
      <w:pPr>
        <w:pStyle w:val="libNormal"/>
      </w:pPr>
      <w:r>
        <w:t>sudah termasuk penjelasan guru. Akan tetapi, ada beberapa pelajaran yang memuat materi</w:t>
      </w:r>
    </w:p>
    <w:p w:rsidR="00B467AD" w:rsidRDefault="00B467AD" w:rsidP="00B467AD">
      <w:pPr>
        <w:pStyle w:val="libNormal"/>
      </w:pPr>
      <w:r>
        <w:t>yang banyak seperti; pelajaran 35, 36, 39 dan 42. Sekiranya durasi ini tidak cukup, maka sisa</w:t>
      </w:r>
    </w:p>
    <w:p w:rsidR="00B467AD" w:rsidRDefault="00B467AD" w:rsidP="00B467AD">
      <w:pPr>
        <w:pStyle w:val="libNormal"/>
      </w:pPr>
      <w:r>
        <w:t>pelajaran bisa dipelajari pada pertemuan berikut-nya. Ada sebagian pelajaran yang sedikit</w:t>
      </w:r>
    </w:p>
    <w:p w:rsidR="00B467AD" w:rsidRDefault="00B467AD" w:rsidP="00B467AD">
      <w:pPr>
        <w:pStyle w:val="libNormal"/>
      </w:pPr>
      <w:r>
        <w:t>materinya dan bisa dituntaskan sebelum habis durasinya, maka waktu yang tersisa bisa</w:t>
      </w:r>
    </w:p>
    <w:p w:rsidR="00B467AD" w:rsidRDefault="00B467AD" w:rsidP="00B467AD">
      <w:pPr>
        <w:pStyle w:val="libNormal"/>
      </w:pPr>
      <w:r>
        <w:t>digunakan untuk pelajaran berikutnya, seperti pelajaran 22, 26, 32 dan 33.</w:t>
      </w:r>
    </w:p>
    <w:p w:rsidR="00B467AD" w:rsidRDefault="00B467AD" w:rsidP="00B467AD">
      <w:pPr>
        <w:pStyle w:val="libNormal"/>
      </w:pPr>
      <w:r>
        <w:t>2. Untuk mengajarkan buku ini, tidak cukup hanya mem-baca buku ini saja. Akan tetapi</w:t>
      </w:r>
    </w:p>
    <w:p w:rsidR="00B467AD" w:rsidRDefault="00B467AD" w:rsidP="00B467AD">
      <w:pPr>
        <w:pStyle w:val="libNormal"/>
      </w:pPr>
      <w:r>
        <w:t>sebelum mengajar, hendaknya guru yang mulia membaca buku fikih tingkat yang lebih tinggi</w:t>
      </w:r>
    </w:p>
    <w:p w:rsidR="00B467AD" w:rsidRDefault="00B467AD" w:rsidP="00B467AD">
      <w:pPr>
        <w:pStyle w:val="libNormal"/>
      </w:pPr>
      <w:r>
        <w:t>atau risalah Taudhih Al-Masail atau kitab fikih lain yang lebih rinci.</w:t>
      </w:r>
    </w:p>
    <w:p w:rsidR="00B467AD" w:rsidRDefault="00B467AD" w:rsidP="00B467AD">
      <w:pPr>
        <w:pStyle w:val="libNormal"/>
      </w:pPr>
      <w:r>
        <w:t>3. Di akhir setiap pelajaran, kami membubuhkan kesim-pulan pelajaran untuk kegunaan sebagai</w:t>
      </w:r>
    </w:p>
    <w:p w:rsidR="00B467AD" w:rsidRDefault="00B467AD" w:rsidP="00B467AD">
      <w:pPr>
        <w:pStyle w:val="libNormal"/>
      </w:pPr>
      <w:r>
        <w:t>berikut:</w:t>
      </w:r>
    </w:p>
    <w:p w:rsidR="00B467AD" w:rsidRDefault="00B467AD" w:rsidP="00B467AD">
      <w:pPr>
        <w:pStyle w:val="libNormal"/>
      </w:pPr>
      <w:r>
        <w:t>o Di akhir setiap pelajaran, guru dapat secara singkat menyimpulkan pelajaran yang sudah diterangkan kepada para pelajar yang hadir dalam beberapa menit.</w:t>
      </w:r>
    </w:p>
    <w:p w:rsidR="00B467AD" w:rsidRDefault="00B467AD" w:rsidP="00B467AD">
      <w:pPr>
        <w:pStyle w:val="libNormal"/>
      </w:pPr>
      <w:r>
        <w:t>o Apabila siswa tidak punya waktu yang cukup untuk membaca pelajaran secara</w:t>
      </w:r>
    </w:p>
    <w:p w:rsidR="00B467AD" w:rsidRDefault="00B467AD" w:rsidP="00B467AD">
      <w:pPr>
        <w:pStyle w:val="libNormal"/>
      </w:pPr>
      <w:r>
        <w:t>keseluruhan, dia bisa membaca kesimpulannya sehingga dapat mengingat poin-poin</w:t>
      </w:r>
    </w:p>
    <w:p w:rsidR="00B467AD" w:rsidRDefault="00B467AD" w:rsidP="00B467AD">
      <w:pPr>
        <w:pStyle w:val="libNormal"/>
      </w:pPr>
      <w:r>
        <w:lastRenderedPageBreak/>
        <w:t>pembahasan dan mengulang pelajaran yang lalu.</w:t>
      </w:r>
    </w:p>
    <w:p w:rsidR="00B467AD" w:rsidRDefault="00B467AD" w:rsidP="00B467AD">
      <w:pPr>
        <w:pStyle w:val="libNormal"/>
      </w:pPr>
      <w:r>
        <w:t>o Guru bisa menggunakan kesimpulan sebagai catatan kecil untuk mengajar di kelas</w:t>
      </w:r>
    </w:p>
    <w:p w:rsidR="00B467AD" w:rsidRDefault="00B467AD" w:rsidP="00B467AD">
      <w:pPr>
        <w:pStyle w:val="libNormal"/>
      </w:pPr>
      <w:r>
        <w:t>sehingga tidak perlu membawa kitab ketika hendak mengajar.</w:t>
      </w:r>
    </w:p>
    <w:p w:rsidR="00B467AD" w:rsidRDefault="00B467AD" w:rsidP="00B467AD">
      <w:pPr>
        <w:pStyle w:val="libNormal"/>
      </w:pPr>
      <w:r>
        <w:t>4. Kesimpulan pelajaran diambil dari teks pelajaran de-ngan tanpa rincian masalah dan</w:t>
      </w:r>
    </w:p>
    <w:p w:rsidR="00B467AD" w:rsidRDefault="00B467AD" w:rsidP="00B467AD">
      <w:pPr>
        <w:pStyle w:val="libNormal"/>
      </w:pPr>
      <w:r>
        <w:t>keterangan para marja’ taklid.</w:t>
      </w:r>
    </w:p>
    <w:p w:rsidR="00B467AD" w:rsidRDefault="00B467AD" w:rsidP="00B467AD">
      <w:pPr>
        <w:pStyle w:val="libNormal"/>
      </w:pPr>
      <w:r>
        <w:t>5. Setiap pelajaran diakhiri dengan beberapa pertanyaan latihan yang kebanyakan berupa kasus</w:t>
      </w:r>
    </w:p>
    <w:p w:rsidR="00B467AD" w:rsidRDefault="00B467AD" w:rsidP="00B467AD">
      <w:pPr>
        <w:pStyle w:val="libNormal"/>
      </w:pPr>
      <w:r>
        <w:t>nyata dan contoh konkret dari hukum-hukum fikih. Guru agar mengaju-kan pertanyaan itu</w:t>
      </w:r>
    </w:p>
    <w:p w:rsidR="00B467AD" w:rsidRDefault="00B467AD" w:rsidP="00B467AD">
      <w:pPr>
        <w:pStyle w:val="libNormal"/>
      </w:pPr>
      <w:r>
        <w:t>kepada para siswa dan membantu mereka untukmendapatkan jawabannya.</w:t>
      </w:r>
    </w:p>
    <w:p w:rsidR="00B467AD" w:rsidRDefault="00B467AD" w:rsidP="00B467AD">
      <w:pPr>
        <w:pStyle w:val="libNormal"/>
      </w:pPr>
      <w:r>
        <w:t>6. Guru agar menyisihkan sebagian waktunya untuk men-jawab pertanyaan siswa yang hadir.</w:t>
      </w:r>
    </w:p>
    <w:p w:rsidR="00B467AD" w:rsidRDefault="00B467AD" w:rsidP="00B467AD">
      <w:pPr>
        <w:pStyle w:val="libNormal"/>
      </w:pPr>
      <w:r>
        <w:t>7. Untuk memahamkan pelajaran kepada siswa-siswa, hendaknya guru menggunakan contohcontoh</w:t>
      </w:r>
    </w:p>
    <w:p w:rsidR="00B467AD" w:rsidRDefault="00B467AD" w:rsidP="00B467AD">
      <w:pPr>
        <w:pStyle w:val="libNormal"/>
      </w:pPr>
      <w:r>
        <w:t>yang te-pat dan mempraktekkan sebagian masalah di hadapan mereka seperti caracara</w:t>
      </w:r>
    </w:p>
    <w:p w:rsidR="00B467AD" w:rsidRDefault="00B467AD" w:rsidP="00B467AD">
      <w:pPr>
        <w:pStyle w:val="libNormal"/>
      </w:pPr>
      <w:r>
        <w:t>wudu dan tayamum.</w:t>
      </w:r>
    </w:p>
    <w:p w:rsidR="00B467AD" w:rsidRDefault="00B467AD" w:rsidP="00B467AD">
      <w:pPr>
        <w:pStyle w:val="libNormal"/>
      </w:pPr>
      <w:r>
        <w:t>Dengan mengharap ridha Allah Swt., semoga buku ini dapat membantu para remaja dalam usaha</w:t>
      </w:r>
    </w:p>
    <w:p w:rsidR="00B467AD" w:rsidRDefault="00B467AD" w:rsidP="00B467AD">
      <w:pPr>
        <w:pStyle w:val="libNormal"/>
      </w:pPr>
      <w:r>
        <w:t>mereka mema-hami hukum Islam. Semoga Allah membantu dan menolong mereka agar sukses</w:t>
      </w:r>
    </w:p>
    <w:p w:rsidR="00B467AD" w:rsidRDefault="00B467AD" w:rsidP="00B467AD">
      <w:pPr>
        <w:pStyle w:val="libNormal"/>
      </w:pPr>
      <w:r>
        <w:t>dalam semua jenjang kehidupan.</w:t>
      </w:r>
    </w:p>
    <w:p w:rsidR="00B467AD" w:rsidRDefault="00B467AD" w:rsidP="00B467AD">
      <w:pPr>
        <w:pStyle w:val="libNormal"/>
      </w:pPr>
      <w:r>
        <w:t>Akhir kata, terima kasih kepada seluruh sahabat-sahabat baik saya yang telah membaca dan</w:t>
      </w:r>
    </w:p>
    <w:p w:rsidR="00B467AD" w:rsidRDefault="00B467AD" w:rsidP="00B467AD">
      <w:pPr>
        <w:pStyle w:val="libNormal"/>
      </w:pPr>
      <w:r>
        <w:t>memberikan saran. Puji syukur dan terima kasih kepada Allah yang telah mem-berikan taufik-</w:t>
      </w:r>
    </w:p>
    <w:p w:rsidR="00B467AD" w:rsidRDefault="00B467AD" w:rsidP="00B467AD">
      <w:pPr>
        <w:pStyle w:val="libNormal"/>
      </w:pPr>
      <w:r>
        <w:t>Nya sampai terbitnya karya ini. Kami me-nyambut pendapat dan saran-saran yang membangun</w:t>
      </w:r>
    </w:p>
    <w:p w:rsidR="00B467AD" w:rsidRDefault="00B467AD" w:rsidP="00B467AD">
      <w:pPr>
        <w:pStyle w:val="libNormal"/>
      </w:pPr>
      <w:r>
        <w:t>dari para pembaca.</w:t>
      </w:r>
      <w:r w:rsidRPr="00B467AD">
        <w:rPr>
          <w:rStyle w:val="libFootnotenumChar"/>
        </w:rPr>
        <w:footnoteReference w:id="16"/>
      </w:r>
      <w:r>
        <w:t xml:space="preserve"> Robbana taqobbal minna, innaka Anta A-Sami’ Al-‘Alim![]</w:t>
      </w:r>
    </w:p>
    <w:p w:rsidR="00B467AD" w:rsidRDefault="00B467AD" w:rsidP="00B467AD">
      <w:pPr>
        <w:pStyle w:val="libNormal"/>
      </w:pPr>
    </w:p>
    <w:p w:rsidR="00B467AD" w:rsidRDefault="00B467AD" w:rsidP="00B467AD">
      <w:pPr>
        <w:pStyle w:val="libNormal"/>
      </w:pPr>
      <w:r>
        <w:lastRenderedPageBreak/>
        <w:t>MuhammadHusein Falah Zadeh</w:t>
      </w:r>
    </w:p>
    <w:p w:rsidR="004C3E4D" w:rsidRDefault="00B467AD" w:rsidP="00B467AD">
      <w:pPr>
        <w:pStyle w:val="libNormal"/>
      </w:pPr>
      <w:r>
        <w:t>Musim Panas, 1372 HS.</w:t>
      </w:r>
    </w:p>
    <w:p w:rsidR="004C3E4D" w:rsidRPr="004C3E4D" w:rsidRDefault="004C3E4D">
      <w:r>
        <w:br w:type="page"/>
      </w:r>
    </w:p>
    <w:p w:rsidR="00121524" w:rsidRDefault="00121524" w:rsidP="00121524">
      <w:pPr>
        <w:pStyle w:val="Heading1Center"/>
      </w:pPr>
      <w:bookmarkStart w:id="13" w:name="_Toc422656508"/>
      <w:r>
        <w:lastRenderedPageBreak/>
        <w:t>Pelajaran 1</w:t>
      </w:r>
      <w:bookmarkEnd w:id="13"/>
    </w:p>
    <w:p w:rsidR="00121524" w:rsidRDefault="00121524" w:rsidP="00121524">
      <w:pPr>
        <w:pStyle w:val="Heading1Center"/>
      </w:pPr>
      <w:bookmarkStart w:id="14" w:name="_Toc422656509"/>
      <w:r>
        <w:t>KEDUDUKAN FIKIH</w:t>
      </w:r>
      <w:bookmarkEnd w:id="14"/>
    </w:p>
    <w:p w:rsidR="00121524" w:rsidRDefault="00121524" w:rsidP="00121524">
      <w:pPr>
        <w:pStyle w:val="Heading1Center"/>
      </w:pPr>
      <w:bookmarkStart w:id="15" w:name="_Toc422656510"/>
      <w:r>
        <w:t>DALAM</w:t>
      </w:r>
      <w:r w:rsidR="0063653B">
        <w:t xml:space="preserve"> </w:t>
      </w:r>
      <w:r>
        <w:t>ISLAM</w:t>
      </w:r>
      <w:bookmarkEnd w:id="15"/>
    </w:p>
    <w:p w:rsidR="00121524" w:rsidRDefault="00121524" w:rsidP="00121524">
      <w:pPr>
        <w:pStyle w:val="libNormal"/>
      </w:pPr>
    </w:p>
    <w:p w:rsidR="00121524" w:rsidRDefault="00121524" w:rsidP="00121524">
      <w:pPr>
        <w:pStyle w:val="libNormal"/>
      </w:pPr>
      <w:r>
        <w:t>Islam adalah agama terakhir dan paling sempurna. Ajaran dan hukumnya sesuai dengan fitrah</w:t>
      </w:r>
    </w:p>
    <w:p w:rsidR="00121524" w:rsidRDefault="00121524" w:rsidP="00121524">
      <w:pPr>
        <w:pStyle w:val="libNormal"/>
      </w:pPr>
      <w:r>
        <w:t>dan maslahat manusia. Menerapkan ajaran Islam merupakan jalan yang menjamin kebahagiaan,</w:t>
      </w:r>
    </w:p>
    <w:p w:rsidR="00121524" w:rsidRDefault="00121524" w:rsidP="00121524">
      <w:pPr>
        <w:pStyle w:val="libNormal"/>
      </w:pPr>
      <w:r>
        <w:t>dan sebuah lingkungan yang ideal ialah sebu-ah masyarakat yang menerapkan hukum-hukum</w:t>
      </w:r>
    </w:p>
    <w:p w:rsidR="00121524" w:rsidRDefault="00121524" w:rsidP="00121524">
      <w:pPr>
        <w:pStyle w:val="libNormal"/>
      </w:pPr>
      <w:r>
        <w:t>Islam. Dan fikih sebagai subjek rangkaian pelajaran-pelajaran ini meru-pakan salah satu dasar</w:t>
      </w:r>
    </w:p>
    <w:p w:rsidR="00121524" w:rsidRDefault="00121524" w:rsidP="00121524">
      <w:pPr>
        <w:pStyle w:val="libNormal"/>
      </w:pPr>
      <w:r>
        <w:t>utama undang-undang islami dan insani.</w:t>
      </w:r>
    </w:p>
    <w:p w:rsidR="00121524" w:rsidRDefault="00121524" w:rsidP="00121524">
      <w:pPr>
        <w:pStyle w:val="libNormal"/>
      </w:pPr>
      <w:r>
        <w:t>Secara umum, ajaran Islam terbagi kepada tiga bagian:</w:t>
      </w:r>
    </w:p>
    <w:p w:rsidR="00121524" w:rsidRDefault="00121524" w:rsidP="00121524">
      <w:pPr>
        <w:pStyle w:val="libNormal"/>
      </w:pPr>
      <w:r>
        <w:t>1. Ajaran-ajaran keyakinan yang disebut dengan ushu-luddin.</w:t>
      </w:r>
    </w:p>
    <w:p w:rsidR="00121524" w:rsidRDefault="00121524" w:rsidP="00121524">
      <w:pPr>
        <w:pStyle w:val="libNormal"/>
      </w:pPr>
      <w:r>
        <w:t>2. Aturan-aturan praktis yang disebut dengan furu-’uddin atau fikih.</w:t>
      </w:r>
    </w:p>
    <w:p w:rsidR="00121524" w:rsidRDefault="00121524" w:rsidP="00121524">
      <w:pPr>
        <w:pStyle w:val="libNormal"/>
      </w:pPr>
      <w:r>
        <w:t>3. Masalah-masalah yang berkaitan dengan kejiwaan dan perbuatan; yang disebut juga</w:t>
      </w:r>
    </w:p>
    <w:p w:rsidR="00121524" w:rsidRDefault="00121524" w:rsidP="00121524">
      <w:pPr>
        <w:pStyle w:val="libNormal"/>
      </w:pPr>
      <w:r>
        <w:t>dengan akhlak.</w:t>
      </w:r>
    </w:p>
    <w:p w:rsidR="00121524" w:rsidRDefault="00121524" w:rsidP="00121524">
      <w:pPr>
        <w:pStyle w:val="libNormal"/>
      </w:pPr>
      <w:r>
        <w:t>Bagian pertama: adalah ajaran yang berkaitan dengan pe-lurusan pikiran dan keyakinan manusia.</w:t>
      </w:r>
    </w:p>
    <w:p w:rsidR="00121524" w:rsidRDefault="00121524" w:rsidP="00121524">
      <w:pPr>
        <w:pStyle w:val="libNormal"/>
      </w:pPr>
      <w:r>
        <w:t>Ajaran ini harus diterima berdasarkan argumentasi; sekalipun sederhana. Karena ajaran ini</w:t>
      </w:r>
    </w:p>
    <w:p w:rsidR="00121524" w:rsidRDefault="00121524" w:rsidP="00121524">
      <w:pPr>
        <w:pStyle w:val="libNormal"/>
      </w:pPr>
      <w:r>
        <w:t>berupa kepercayaan yang memerlukan suatu keyakinan, maka di dalamnya tidak diperbolehkan</w:t>
      </w:r>
    </w:p>
    <w:p w:rsidR="00121524" w:rsidRDefault="00121524" w:rsidP="00121524">
      <w:pPr>
        <w:pStyle w:val="libNormal"/>
      </w:pPr>
      <w:r>
        <w:t>taklid dan ikut-ikutan orang lain.</w:t>
      </w:r>
    </w:p>
    <w:p w:rsidR="00121524" w:rsidRDefault="00121524" w:rsidP="00121524">
      <w:pPr>
        <w:pStyle w:val="libNormal"/>
      </w:pPr>
      <w:r>
        <w:t>Bagian kedua adalah ajaran-ajaran praktis yang menen-tukan tugas-tugas manusia sekaitan</w:t>
      </w:r>
    </w:p>
    <w:p w:rsidR="00121524" w:rsidRDefault="00121524" w:rsidP="00121524">
      <w:pPr>
        <w:pStyle w:val="libNormal"/>
      </w:pPr>
      <w:r>
        <w:t>dengan pekerjaan-pekerjaan yang harus dilakukan atau yang harus diting-galkan. Ajaran ini</w:t>
      </w:r>
    </w:p>
    <w:p w:rsidR="00121524" w:rsidRDefault="00121524" w:rsidP="00121524">
      <w:pPr>
        <w:pStyle w:val="libNormal"/>
      </w:pPr>
      <w:r>
        <w:t>disebut dengan hukum (baca: fikih). Berkenaan dengan hukum, tidak ada larangan untuk</w:t>
      </w:r>
    </w:p>
    <w:p w:rsidR="00121524" w:rsidRDefault="00121524" w:rsidP="00121524">
      <w:pPr>
        <w:pStyle w:val="libNormal"/>
      </w:pPr>
      <w:r>
        <w:lastRenderedPageBreak/>
        <w:t>bertaklid kepada orang lain (baca: marja’ atau mujtahid).</w:t>
      </w:r>
    </w:p>
    <w:p w:rsidR="00A83C79" w:rsidRDefault="00A83C79" w:rsidP="00121524">
      <w:pPr>
        <w:pStyle w:val="libNormal"/>
      </w:pPr>
    </w:p>
    <w:p w:rsidR="00121524" w:rsidRDefault="00121524" w:rsidP="00A83C79">
      <w:pPr>
        <w:pStyle w:val="Heading2"/>
      </w:pPr>
      <w:bookmarkStart w:id="16" w:name="_Toc422656511"/>
      <w:r>
        <w:t>Pembagian Hukum</w:t>
      </w:r>
      <w:bookmarkEnd w:id="16"/>
    </w:p>
    <w:p w:rsidR="00A83C79" w:rsidRDefault="00A83C79" w:rsidP="00121524">
      <w:pPr>
        <w:pStyle w:val="libNormal"/>
      </w:pPr>
    </w:p>
    <w:p w:rsidR="00121524" w:rsidRDefault="00121524" w:rsidP="00121524">
      <w:pPr>
        <w:pStyle w:val="libNormal"/>
      </w:pPr>
      <w:r>
        <w:t>Dalam Islam, setiap pekerjaan manusia memiliki hukum tertentu. Hukum-hukum tersebut antara</w:t>
      </w:r>
    </w:p>
    <w:p w:rsidR="00121524" w:rsidRDefault="00121524" w:rsidP="00121524">
      <w:pPr>
        <w:pStyle w:val="libNormal"/>
      </w:pPr>
      <w:r>
        <w:t>lain:</w:t>
      </w:r>
    </w:p>
    <w:p w:rsidR="00121524" w:rsidRDefault="00121524" w:rsidP="00121524">
      <w:pPr>
        <w:pStyle w:val="libNormal"/>
      </w:pPr>
      <w:r>
        <w:t>1. Wajib: adalah pekerjaan yang harus dilakukan, dan jika seseorang meninggalkannya, ia akan</w:t>
      </w:r>
    </w:p>
    <w:p w:rsidR="00121524" w:rsidRDefault="00121524" w:rsidP="00121524">
      <w:pPr>
        <w:pStyle w:val="libNormal"/>
      </w:pPr>
      <w:r>
        <w:t>mendapatkan sik-sa, seperti salat dan puasa.</w:t>
      </w:r>
    </w:p>
    <w:p w:rsidR="00121524" w:rsidRDefault="00121524" w:rsidP="00121524">
      <w:pPr>
        <w:pStyle w:val="libNormal"/>
      </w:pPr>
      <w:r>
        <w:t>2. Haram: adalah pekerjaan yang harus ditinggalkan, dan jika seseorang mengerjakannya, ia</w:t>
      </w:r>
    </w:p>
    <w:p w:rsidR="00121524" w:rsidRDefault="00121524" w:rsidP="00121524">
      <w:pPr>
        <w:pStyle w:val="libNormal"/>
      </w:pPr>
      <w:r>
        <w:t>akan mendapatkan siksa, seperti bohong dan mendzalimi orang lain.</w:t>
      </w:r>
    </w:p>
    <w:p w:rsidR="00121524" w:rsidRDefault="00121524" w:rsidP="00121524">
      <w:pPr>
        <w:pStyle w:val="libNormal"/>
      </w:pPr>
      <w:r>
        <w:t>3. Sunah: adalah pekerjaan yang jika seseorang dila-kukannya, ia akan mendapatkan pahala, dan</w:t>
      </w:r>
    </w:p>
    <w:p w:rsidR="00121524" w:rsidRDefault="00121524" w:rsidP="00121524">
      <w:pPr>
        <w:pStyle w:val="libNormal"/>
      </w:pPr>
      <w:r>
        <w:t>jika ia meninggalkannya, ia tidak mendapatkan siksa, seperti salat tahajud dan bersedekah.</w:t>
      </w:r>
    </w:p>
    <w:p w:rsidR="00121524" w:rsidRDefault="00121524" w:rsidP="00121524">
      <w:pPr>
        <w:pStyle w:val="libNormal"/>
      </w:pPr>
      <w:r>
        <w:t>4. Makruh: adalah pekerjaan yang jika seseorang mening-galkannya, ia akan mendapatkan</w:t>
      </w:r>
    </w:p>
    <w:p w:rsidR="00121524" w:rsidRDefault="00121524" w:rsidP="00121524">
      <w:pPr>
        <w:pStyle w:val="libNormal"/>
      </w:pPr>
      <w:r>
        <w:t>pahala, dan jika ia melakukannya, ia tidak mendapatkan siksa, seperti me-niup makanan dan</w:t>
      </w:r>
    </w:p>
    <w:p w:rsidR="00121524" w:rsidRDefault="00121524" w:rsidP="00121524">
      <w:pPr>
        <w:pStyle w:val="libNormal"/>
      </w:pPr>
      <w:r>
        <w:t>memakan makanan panas.</w:t>
      </w:r>
    </w:p>
    <w:p w:rsidR="00121524" w:rsidRDefault="00121524" w:rsidP="00121524">
      <w:pPr>
        <w:pStyle w:val="libNormal"/>
      </w:pPr>
      <w:r>
        <w:t>5. Mubah: adalah pekerjaan yang hukumnya sama antara mengerjakannya dan</w:t>
      </w:r>
    </w:p>
    <w:p w:rsidR="00121524" w:rsidRDefault="00121524" w:rsidP="00121524">
      <w:pPr>
        <w:pStyle w:val="libNormal"/>
      </w:pPr>
      <w:r>
        <w:t>meninggalkannya, dan pelakunya tidak mendapatkan siksa ataupun pahala; seperti ber-jalan</w:t>
      </w:r>
    </w:p>
    <w:p w:rsidR="00121524" w:rsidRDefault="003D4B98" w:rsidP="00121524">
      <w:pPr>
        <w:pStyle w:val="libNormal"/>
      </w:pPr>
      <w:r>
        <w:t>dan duduk.</w:t>
      </w:r>
      <w:r w:rsidRPr="003D4B98">
        <w:rPr>
          <w:rStyle w:val="libFootnotenumChar"/>
        </w:rPr>
        <w:footnoteReference w:id="17"/>
      </w:r>
    </w:p>
    <w:p w:rsidR="003D4B98" w:rsidRDefault="003D4B98" w:rsidP="00121524">
      <w:pPr>
        <w:pStyle w:val="libNormal"/>
      </w:pPr>
    </w:p>
    <w:p w:rsidR="00121524" w:rsidRDefault="00121524" w:rsidP="003D4B98">
      <w:pPr>
        <w:pStyle w:val="Heading2"/>
      </w:pPr>
      <w:bookmarkStart w:id="17" w:name="_Toc422656512"/>
      <w:r>
        <w:t>Taklid</w:t>
      </w:r>
      <w:bookmarkEnd w:id="17"/>
    </w:p>
    <w:p w:rsidR="003D4B98" w:rsidRDefault="003D4B98" w:rsidP="00121524">
      <w:pPr>
        <w:pStyle w:val="libNormal"/>
      </w:pPr>
    </w:p>
    <w:p w:rsidR="005D599A" w:rsidRDefault="00121524" w:rsidP="005D599A">
      <w:pPr>
        <w:pStyle w:val="libNormal"/>
      </w:pPr>
      <w:r>
        <w:t>Taklid berarti mengikuti. Mengikuti dalam masalah fikih yaitu mengikuti seorang fakih (seorang</w:t>
      </w:r>
      <w:r w:rsidR="004415F5">
        <w:t xml:space="preserve"> </w:t>
      </w:r>
      <w:r w:rsidR="005D599A">
        <w:t xml:space="preserve">ahli fikih). </w:t>
      </w:r>
      <w:r w:rsidR="005D599A">
        <w:lastRenderedPageBreak/>
        <w:t>Artinya, seorang mukallaf (muslim) dalam melakukan perbuatan-perbuatannya sesuai</w:t>
      </w:r>
    </w:p>
    <w:p w:rsidR="005D599A" w:rsidRDefault="005D599A" w:rsidP="005D599A">
      <w:pPr>
        <w:pStyle w:val="libNormal"/>
      </w:pPr>
      <w:r>
        <w:t>dengan fatwa-fatwa seorang atau mujtahid yang diyakininya.</w:t>
      </w:r>
      <w:r w:rsidRPr="005D599A">
        <w:rPr>
          <w:rStyle w:val="libFootnotenumChar"/>
        </w:rPr>
        <w:footnoteReference w:id="18"/>
      </w:r>
    </w:p>
    <w:p w:rsidR="005D599A" w:rsidRDefault="005D599A" w:rsidP="005D599A">
      <w:pPr>
        <w:pStyle w:val="libNormal"/>
      </w:pPr>
      <w:r>
        <w:t>1. Kewajiban seorang yang bukan mujtahid—dan tentu-nya dia tidak mampu menyimpulkan</w:t>
      </w:r>
    </w:p>
    <w:p w:rsidR="005D599A" w:rsidRDefault="005D599A" w:rsidP="005D599A">
      <w:pPr>
        <w:pStyle w:val="libNormal"/>
      </w:pPr>
      <w:r>
        <w:t>hukum-hukum Allah swt. secara langsung dari sumber-sumbernya—ialah bertaklid</w:t>
      </w:r>
    </w:p>
    <w:p w:rsidR="005D599A" w:rsidRDefault="005D599A" w:rsidP="005D599A">
      <w:pPr>
        <w:pStyle w:val="libNormal"/>
      </w:pPr>
      <w:r>
        <w:t>(mengikuti) pendapat dan fatwa se-orang marja’ atau mujtahid.</w:t>
      </w:r>
      <w:r w:rsidRPr="005D599A">
        <w:rPr>
          <w:rStyle w:val="libFootnotenumChar"/>
        </w:rPr>
        <w:footnoteReference w:id="19"/>
      </w:r>
    </w:p>
    <w:p w:rsidR="005D599A" w:rsidRDefault="005D599A" w:rsidP="005D599A">
      <w:pPr>
        <w:pStyle w:val="libNormal"/>
      </w:pPr>
      <w:r>
        <w:t>2. Tugas sebagian besar dari masyarakat dalam fikih Islam ialah bertaklid, karena hanya</w:t>
      </w:r>
    </w:p>
    <w:p w:rsidR="005D599A" w:rsidRDefault="005D599A" w:rsidP="005D599A">
      <w:pPr>
        <w:pStyle w:val="libNormal"/>
      </w:pPr>
      <w:r>
        <w:t>sedikit orang yangma</w:t>
      </w:r>
      <w:r w:rsidR="00E96B8B">
        <w:t>mpu berijtihad di bidang fikih.</w:t>
      </w:r>
      <w:r w:rsidR="00E96B8B" w:rsidRPr="00E96B8B">
        <w:rPr>
          <w:rStyle w:val="libFootnotenumChar"/>
        </w:rPr>
        <w:footnoteReference w:id="20"/>
      </w:r>
    </w:p>
    <w:p w:rsidR="005D599A" w:rsidRDefault="005D599A" w:rsidP="005D599A">
      <w:pPr>
        <w:pStyle w:val="libNormal"/>
      </w:pPr>
      <w:r>
        <w:t>3. Seorang mujtahid yang diikuti oleh orang lain disebut sebagai marja’ taklid.</w:t>
      </w:r>
    </w:p>
    <w:p w:rsidR="005D599A" w:rsidRDefault="005D599A" w:rsidP="005D599A">
      <w:pPr>
        <w:pStyle w:val="libNormal"/>
      </w:pPr>
      <w:r>
        <w:t>4. Seorang mujtahid yang diikuti oleh orang lain harus memiliki syarat-syarat sebagai berikut:</w:t>
      </w:r>
    </w:p>
    <w:p w:rsidR="005D599A" w:rsidRDefault="005D599A" w:rsidP="005D599A">
      <w:pPr>
        <w:pStyle w:val="libNormal"/>
      </w:pPr>
      <w:r>
        <w:t>a. Adil.</w:t>
      </w:r>
    </w:p>
    <w:p w:rsidR="005D599A" w:rsidRDefault="005D599A" w:rsidP="005D599A">
      <w:pPr>
        <w:pStyle w:val="libNormal"/>
      </w:pPr>
      <w:r>
        <w:t>b. Hidup.</w:t>
      </w:r>
    </w:p>
    <w:p w:rsidR="005D599A" w:rsidRDefault="005D599A" w:rsidP="005D599A">
      <w:pPr>
        <w:pStyle w:val="libNormal"/>
      </w:pPr>
      <w:r>
        <w:t>c. Laki-laki.</w:t>
      </w:r>
    </w:p>
    <w:p w:rsidR="005D599A" w:rsidRDefault="005D599A" w:rsidP="005D599A">
      <w:pPr>
        <w:pStyle w:val="libNormal"/>
      </w:pPr>
      <w:r>
        <w:t>d. Baligh.</w:t>
      </w:r>
    </w:p>
    <w:p w:rsidR="005D599A" w:rsidRDefault="005D599A" w:rsidP="005D599A">
      <w:pPr>
        <w:pStyle w:val="libNormal"/>
      </w:pPr>
      <w:r>
        <w:t>e. Syi’ah Imamiyah.</w:t>
      </w:r>
    </w:p>
    <w:p w:rsidR="005D599A" w:rsidRDefault="005D599A" w:rsidP="005D599A">
      <w:pPr>
        <w:pStyle w:val="libNormal"/>
      </w:pPr>
      <w:r>
        <w:t>f. Berdasarkan ihtiyath wajib</w:t>
      </w:r>
      <w:r w:rsidRPr="005D599A">
        <w:rPr>
          <w:rStyle w:val="libFootnotenumChar"/>
        </w:rPr>
        <w:footnoteReference w:id="21"/>
      </w:r>
      <w:r>
        <w:t>, hendaknya dia paling pandai (a’lam) di antara para mujtahid,</w:t>
      </w:r>
    </w:p>
    <w:p w:rsidR="005D599A" w:rsidRDefault="005D599A" w:rsidP="005D599A">
      <w:pPr>
        <w:pStyle w:val="libNormal"/>
      </w:pPr>
      <w:r>
        <w:t>dan tidak rakus akan dunia.</w:t>
      </w:r>
      <w:r w:rsidRPr="005D599A">
        <w:rPr>
          <w:rStyle w:val="libFootnotenumChar"/>
        </w:rPr>
        <w:footnoteReference w:id="22"/>
      </w:r>
    </w:p>
    <w:p w:rsidR="005D599A" w:rsidRDefault="005D599A" w:rsidP="005D599A">
      <w:pPr>
        <w:pStyle w:val="libNormal"/>
      </w:pPr>
    </w:p>
    <w:p w:rsidR="005D599A" w:rsidRDefault="005D599A" w:rsidP="005D599A">
      <w:pPr>
        <w:pStyle w:val="Heading2"/>
      </w:pPr>
      <w:bookmarkStart w:id="18" w:name="_Toc422656513"/>
      <w:r>
        <w:t>Keterangan Syarat-syarat Seorang Marja’</w:t>
      </w:r>
      <w:bookmarkEnd w:id="18"/>
    </w:p>
    <w:p w:rsidR="005D599A" w:rsidRDefault="005D599A" w:rsidP="005D599A">
      <w:pPr>
        <w:pStyle w:val="libNormal"/>
      </w:pPr>
    </w:p>
    <w:p w:rsidR="005D599A" w:rsidRDefault="005D599A" w:rsidP="005D599A">
      <w:pPr>
        <w:pStyle w:val="libNormal"/>
      </w:pPr>
      <w:r>
        <w:t>1. Adil adalah orang yang berada pada tingkatan takwa. Artinya dia selalu mengerjakan</w:t>
      </w:r>
    </w:p>
    <w:p w:rsidR="005D599A" w:rsidRDefault="005D599A" w:rsidP="005D599A">
      <w:pPr>
        <w:pStyle w:val="libNormal"/>
      </w:pPr>
      <w:r>
        <w:lastRenderedPageBreak/>
        <w:t>kewajiban-kewajiban dan meninggalkan dosa-dosa. Tanda-tanda orang yang memiliki sifat</w:t>
      </w:r>
    </w:p>
    <w:p w:rsidR="005D599A" w:rsidRDefault="005D599A" w:rsidP="005D599A">
      <w:pPr>
        <w:pStyle w:val="libNormal"/>
      </w:pPr>
      <w:r>
        <w:t xml:space="preserve">adil adalah </w:t>
      </w:r>
      <w:r w:rsidR="00B54852">
        <w:t>tidak melakukan dosa-dosa besar</w:t>
      </w:r>
      <w:r w:rsidR="00B54852" w:rsidRPr="00B54852">
        <w:rPr>
          <w:rStyle w:val="libFootnotenumChar"/>
        </w:rPr>
        <w:footnoteReference w:id="23"/>
      </w:r>
      <w:r>
        <w:t xml:space="preserve"> dan t</w:t>
      </w:r>
      <w:r w:rsidR="003C60CA">
        <w:t>idakmengulangi dosa-dosa kecil.</w:t>
      </w:r>
      <w:r w:rsidR="003C60CA" w:rsidRPr="003C60CA">
        <w:rPr>
          <w:rStyle w:val="libFootnotenumChar"/>
        </w:rPr>
        <w:footnoteReference w:id="24"/>
      </w:r>
    </w:p>
    <w:p w:rsidR="005D599A" w:rsidRDefault="005D599A" w:rsidP="005D599A">
      <w:pPr>
        <w:pStyle w:val="libNormal"/>
      </w:pPr>
      <w:r>
        <w:t>2. Orang yang baru baligh atau selama ini belum pernah bertaklid, dia harus menetapkan</w:t>
      </w:r>
    </w:p>
    <w:p w:rsidR="005D599A" w:rsidRDefault="005D599A" w:rsidP="005D599A">
      <w:pPr>
        <w:pStyle w:val="libNormal"/>
      </w:pPr>
      <w:r>
        <w:t>seorang mujtahid yang masih hidup sebagai marja’-nya. Maka, untuk memulai bertaklid, dia</w:t>
      </w:r>
    </w:p>
    <w:p w:rsidR="005D599A" w:rsidRDefault="005D599A" w:rsidP="005D599A">
      <w:pPr>
        <w:pStyle w:val="libNormal"/>
      </w:pPr>
      <w:r>
        <w:t>tidak boleh menjadikan seorangmujtahid yang sudah meni</w:t>
      </w:r>
      <w:r w:rsidR="003C60CA">
        <w:t>nggal dunia sebagai marja’-nya.</w:t>
      </w:r>
      <w:r w:rsidR="003C60CA" w:rsidRPr="003C60CA">
        <w:rPr>
          <w:rStyle w:val="libFootnotenumChar"/>
        </w:rPr>
        <w:footnoteReference w:id="25"/>
      </w:r>
    </w:p>
    <w:p w:rsidR="005D599A" w:rsidRDefault="005D599A" w:rsidP="005D599A">
      <w:pPr>
        <w:pStyle w:val="libNormal"/>
      </w:pPr>
      <w:r>
        <w:t>3. Seseorang yang bertaklid kepada seorang marja’ yang kemudian meninggal dunia sementara</w:t>
      </w:r>
    </w:p>
    <w:p w:rsidR="005D599A" w:rsidRDefault="005D599A" w:rsidP="005D599A">
      <w:pPr>
        <w:pStyle w:val="libNormal"/>
      </w:pPr>
      <w:r>
        <w:t>dia masih ingin bertaklid kepadanya, dia harus mendapat izin dari muj-tahid yang masih</w:t>
      </w:r>
    </w:p>
    <w:p w:rsidR="005D599A" w:rsidRDefault="005D599A" w:rsidP="005D599A">
      <w:pPr>
        <w:pStyle w:val="libNormal"/>
      </w:pPr>
      <w:r>
        <w:t>hidup yang diikutinya. Bila mendapat izin untuk itu, maka dia dapat tetap bertaklid kepada</w:t>
      </w:r>
    </w:p>
    <w:p w:rsidR="005D599A" w:rsidRDefault="005D599A" w:rsidP="005D599A">
      <w:pPr>
        <w:pStyle w:val="libNormal"/>
      </w:pPr>
      <w:r>
        <w:t xml:space="preserve">marja’ sebelumnya </w:t>
      </w:r>
      <w:r w:rsidR="003C60CA">
        <w:t>yang telah meninggal dunia itu.</w:t>
      </w:r>
      <w:r w:rsidR="003C60CA" w:rsidRPr="003C60CA">
        <w:rPr>
          <w:rStyle w:val="libFootnotenumChar"/>
        </w:rPr>
        <w:footnoteReference w:id="26"/>
      </w:r>
    </w:p>
    <w:p w:rsidR="005D599A" w:rsidRDefault="005D599A" w:rsidP="005D599A">
      <w:pPr>
        <w:pStyle w:val="libNormal"/>
      </w:pPr>
      <w:r>
        <w:t>4. Ada kondisi-kondisi dimana seseorang yang telah men-dapat izin untuk tetap bertaklid</w:t>
      </w:r>
    </w:p>
    <w:p w:rsidR="005D599A" w:rsidRDefault="005D599A" w:rsidP="005D599A">
      <w:pPr>
        <w:pStyle w:val="libNormal"/>
      </w:pPr>
      <w:r>
        <w:t>kepada marja’-nya yang telah meninggal harus merujuk kepada marja’ kedua (yang masih</w:t>
      </w:r>
    </w:p>
    <w:p w:rsidR="005D599A" w:rsidRDefault="005D599A" w:rsidP="005D599A">
      <w:pPr>
        <w:pStyle w:val="libNormal"/>
      </w:pPr>
      <w:r>
        <w:t>hidup). Kondisi-kondisi tersebut antara lain; bila marja’ pertama (yang telah meninggal) dalam</w:t>
      </w:r>
    </w:p>
    <w:p w:rsidR="005D599A" w:rsidRDefault="005D599A" w:rsidP="005D599A">
      <w:pPr>
        <w:pStyle w:val="libNormal"/>
      </w:pPr>
      <w:r>
        <w:t>sebuah masalah tidak memiliki fatwa sementara marja’-nya yang sekarang memiliki fatwa,</w:t>
      </w:r>
    </w:p>
    <w:p w:rsidR="005D599A" w:rsidRDefault="005D599A" w:rsidP="005D599A">
      <w:pPr>
        <w:pStyle w:val="libNormal"/>
      </w:pPr>
      <w:r>
        <w:t>dan dalam masalah-masalah baru yang tidak ada di masa marja’ sebelumnya seperti; perang</w:t>
      </w:r>
    </w:p>
    <w:p w:rsidR="005D599A" w:rsidRDefault="005D599A" w:rsidP="005D599A">
      <w:pPr>
        <w:pStyle w:val="libNormal"/>
      </w:pPr>
      <w:r>
        <w:t>atau gen</w:t>
      </w:r>
      <w:r w:rsidR="003C60CA">
        <w:t>catan senjata dan lain-lainnya.</w:t>
      </w:r>
      <w:r w:rsidR="003C60CA" w:rsidRPr="003C60CA">
        <w:rPr>
          <w:rStyle w:val="libFootnotenumChar"/>
        </w:rPr>
        <w:footnoteReference w:id="27"/>
      </w:r>
    </w:p>
    <w:p w:rsidR="005D599A" w:rsidRDefault="005D599A" w:rsidP="005D599A">
      <w:pPr>
        <w:pStyle w:val="libNormal"/>
      </w:pPr>
      <w:r>
        <w:t>5. Seorang mujtahid yang diikuti fatwanya oleh orang lain harus penganut Syi’ah Imamiyah;</w:t>
      </w:r>
    </w:p>
    <w:p w:rsidR="005D599A" w:rsidRDefault="005D599A" w:rsidP="005D599A">
      <w:pPr>
        <w:pStyle w:val="libNormal"/>
      </w:pPr>
      <w:r>
        <w:lastRenderedPageBreak/>
        <w:t>yaitu mazhab Syi’ah yangmeyakini dua belas imam. Maka, seorangmukallaf yang bermazhab</w:t>
      </w:r>
    </w:p>
    <w:p w:rsidR="005D599A" w:rsidRDefault="005D599A" w:rsidP="005D599A">
      <w:pPr>
        <w:pStyle w:val="libNormal"/>
      </w:pPr>
      <w:r>
        <w:t>Syi’ah Imamiyah tidak boleh menga-malkan fatwa-fatwa ulama dan para mujtahid yang tidak</w:t>
      </w:r>
    </w:p>
    <w:p w:rsidR="005D599A" w:rsidRDefault="005D599A" w:rsidP="005D599A">
      <w:pPr>
        <w:pStyle w:val="libNormal"/>
      </w:pPr>
      <w:r>
        <w:t>bermazhab Syi’ah Ima</w:t>
      </w:r>
      <w:r w:rsidR="003C60CA">
        <w:t>miyah.</w:t>
      </w:r>
      <w:r w:rsidR="003C60CA" w:rsidRPr="003C60CA">
        <w:rPr>
          <w:rStyle w:val="libFootnotenumChar"/>
        </w:rPr>
        <w:footnoteReference w:id="28"/>
      </w:r>
    </w:p>
    <w:p w:rsidR="005D599A" w:rsidRDefault="005D599A" w:rsidP="005D599A">
      <w:pPr>
        <w:pStyle w:val="libNormal"/>
      </w:pPr>
      <w:r>
        <w:t>6. Islam menetapkan tugas perempuan dan laki-laki sesuai dengan kodrat penciptaannya.</w:t>
      </w:r>
    </w:p>
    <w:p w:rsidR="005D599A" w:rsidRDefault="005D599A" w:rsidP="005D599A">
      <w:pPr>
        <w:pStyle w:val="libNormal"/>
      </w:pPr>
      <w:r>
        <w:t>Perempuan tidak dibeba-ni tanggung jawab agar menjadi marja’. Tanggung jawab menjadi</w:t>
      </w:r>
    </w:p>
    <w:p w:rsidR="00CA65F9" w:rsidRDefault="005D599A" w:rsidP="00CA65F9">
      <w:pPr>
        <w:pStyle w:val="libNormal"/>
      </w:pPr>
      <w:r>
        <w:t>marja’ sangatlah berat; sebuah posisi yang amat penting. Namun, ini tidak berarti menghapus</w:t>
      </w:r>
      <w:r w:rsidR="003C60CA">
        <w:t xml:space="preserve"> </w:t>
      </w:r>
      <w:r w:rsidR="00CA65F9">
        <w:t>kebebasan mereka. Ketidakbolehan perempuan menjadi marja’ tidak berarti ia kehilangan</w:t>
      </w:r>
    </w:p>
    <w:p w:rsidR="00CA65F9" w:rsidRDefault="00CA65F9" w:rsidP="00CA65F9">
      <w:pPr>
        <w:pStyle w:val="libNormal"/>
      </w:pPr>
      <w:r>
        <w:t>peluang menjadi mujtahid. Islam mendorong perempuan mencapai puncak keilmu-an dengan</w:t>
      </w:r>
    </w:p>
    <w:p w:rsidR="00CA65F9" w:rsidRDefault="00CA65F9" w:rsidP="00CA65F9">
      <w:pPr>
        <w:pStyle w:val="libNormal"/>
      </w:pPr>
      <w:r>
        <w:t>menjadi mujtahid, namun tidak menjadi marja’. Perempuan mujtahid dapat menggali sendiri</w:t>
      </w:r>
    </w:p>
    <w:p w:rsidR="00CA65F9" w:rsidRDefault="00CA65F9" w:rsidP="00CA65F9">
      <w:pPr>
        <w:pStyle w:val="libNormal"/>
      </w:pPr>
      <w:r>
        <w:t>hukum-hukum Allah dari sumber-sumbernya, yakni Al-Quran, Sunah, Akal dan Ijma’. Pada</w:t>
      </w:r>
    </w:p>
    <w:p w:rsidR="00CA65F9" w:rsidRDefault="00CA65F9" w:rsidP="00CA65F9">
      <w:pPr>
        <w:pStyle w:val="libNormal"/>
      </w:pPr>
      <w:r>
        <w:t>posisi ini, ia memang tidak perlu bertaklid kepada orang lain.</w:t>
      </w:r>
    </w:p>
    <w:p w:rsidR="00CA65F9" w:rsidRDefault="00CA65F9" w:rsidP="00CA65F9">
      <w:pPr>
        <w:pStyle w:val="libNormal"/>
      </w:pPr>
      <w:r>
        <w:t>7. Yang dimaksudkan dari ‘paling pandai’ ialah ihwal seorang mujtahid yang lebih handal dari</w:t>
      </w:r>
    </w:p>
    <w:p w:rsidR="00CA65F9" w:rsidRDefault="00CA65F9" w:rsidP="00CA65F9">
      <w:pPr>
        <w:pStyle w:val="libNormal"/>
      </w:pPr>
      <w:r>
        <w:t>mujtahid yang lain dalam menggali hukum-huk</w:t>
      </w:r>
      <w:r w:rsidR="006B2676">
        <w:t>um fikih dari sumber-sumbernya.</w:t>
      </w:r>
      <w:r w:rsidR="006B2676" w:rsidRPr="006B2676">
        <w:rPr>
          <w:rStyle w:val="libFootnotenumChar"/>
        </w:rPr>
        <w:footnoteReference w:id="29"/>
      </w:r>
    </w:p>
    <w:p w:rsidR="00CA65F9" w:rsidRDefault="006B2676" w:rsidP="00CA65F9">
      <w:pPr>
        <w:pStyle w:val="libNormal"/>
      </w:pPr>
      <w:r>
        <w:t>8. Seorang mukallaf</w:t>
      </w:r>
      <w:r w:rsidRPr="006B2676">
        <w:rPr>
          <w:rStyle w:val="libFootnotenumChar"/>
        </w:rPr>
        <w:footnoteReference w:id="30"/>
      </w:r>
      <w:r w:rsidR="00CA65F9">
        <w:t xml:space="preserve"> wajib melakukan penelitian (tafahhush) dalam rangka menentukan mujtahid</w:t>
      </w:r>
    </w:p>
    <w:p w:rsidR="00CA65F9" w:rsidRDefault="006B2676" w:rsidP="00CA65F9">
      <w:pPr>
        <w:pStyle w:val="libNormal"/>
      </w:pPr>
      <w:r>
        <w:t>paling pandai.</w:t>
      </w:r>
      <w:r w:rsidRPr="006B2676">
        <w:rPr>
          <w:rStyle w:val="libFootnotenumChar"/>
        </w:rPr>
        <w:footnoteReference w:id="31"/>
      </w:r>
    </w:p>
    <w:p w:rsidR="00CA65F9" w:rsidRDefault="00CA65F9" w:rsidP="00CA65F9">
      <w:pPr>
        <w:pStyle w:val="libNormal"/>
      </w:pPr>
      <w:r>
        <w:t>9. Setiap pribadi memiliki kebebasan dalam bertaklid dan tidak harus sama dengan orang lain.</w:t>
      </w:r>
    </w:p>
    <w:p w:rsidR="00CA65F9" w:rsidRDefault="00CA65F9" w:rsidP="00CA65F9">
      <w:pPr>
        <w:pStyle w:val="libNormal"/>
      </w:pPr>
      <w:r>
        <w:lastRenderedPageBreak/>
        <w:t>Seorang istri, misalnya, dalam hal bertaklid tidak harus sama dengan suaminya. Bila dia telah</w:t>
      </w:r>
    </w:p>
    <w:p w:rsidR="00CA65F9" w:rsidRDefault="00CA65F9" w:rsidP="00CA65F9">
      <w:pPr>
        <w:pStyle w:val="libNormal"/>
      </w:pPr>
      <w:r>
        <w:t>menentukan seseorang sebagai mujtahid yang telah memiliki syarat-syarat untuk ditaklidi,</w:t>
      </w:r>
    </w:p>
    <w:p w:rsidR="00CA65F9" w:rsidRDefault="00CA65F9" w:rsidP="00CA65F9">
      <w:pPr>
        <w:pStyle w:val="libNormal"/>
      </w:pPr>
      <w:r>
        <w:t>maka dia bisa bertaklid kepadanya sekalipun suaminya telah bertaklid kepada mujtahid yang</w:t>
      </w:r>
    </w:p>
    <w:p w:rsidR="00CA65F9" w:rsidRDefault="006B2676" w:rsidP="00CA65F9">
      <w:pPr>
        <w:pStyle w:val="libNormal"/>
      </w:pPr>
      <w:r>
        <w:t>lain.</w:t>
      </w:r>
      <w:r w:rsidRPr="006B2676">
        <w:rPr>
          <w:rStyle w:val="libFootnotenumChar"/>
        </w:rPr>
        <w:footnoteReference w:id="32"/>
      </w:r>
    </w:p>
    <w:p w:rsidR="00CA65F9" w:rsidRDefault="00CA65F9" w:rsidP="00CA65F9">
      <w:pPr>
        <w:pStyle w:val="libNormal"/>
      </w:pPr>
    </w:p>
    <w:p w:rsidR="00CA65F9" w:rsidRDefault="00CA65F9" w:rsidP="00CA65F9">
      <w:pPr>
        <w:pStyle w:val="Heading2"/>
      </w:pPr>
      <w:bookmarkStart w:id="19" w:name="_Toc422656514"/>
      <w:r>
        <w:t>Kesimpulan Pelajaran</w:t>
      </w:r>
      <w:bookmarkEnd w:id="19"/>
    </w:p>
    <w:p w:rsidR="00CA65F9" w:rsidRDefault="00CA65F9" w:rsidP="00CA65F9">
      <w:pPr>
        <w:pStyle w:val="libNormal"/>
      </w:pPr>
    </w:p>
    <w:p w:rsidR="00CA65F9" w:rsidRDefault="00CA65F9" w:rsidP="00CA65F9">
      <w:pPr>
        <w:pStyle w:val="libNormal"/>
      </w:pPr>
      <w:r>
        <w:t>1. Ajaran-ajaran Islam terdiri dari akidah, fikih dan akhlak.</w:t>
      </w:r>
    </w:p>
    <w:p w:rsidR="00CA65F9" w:rsidRDefault="00CA65F9" w:rsidP="00CA65F9">
      <w:pPr>
        <w:pStyle w:val="libNormal"/>
      </w:pPr>
      <w:r>
        <w:t>2. Hukum praktis terdiri dari wajib, haram, sunah, makruh dan mubah.</w:t>
      </w:r>
    </w:p>
    <w:p w:rsidR="00CA65F9" w:rsidRDefault="00CA65F9" w:rsidP="00CA65F9">
      <w:pPr>
        <w:pStyle w:val="libNormal"/>
      </w:pPr>
      <w:r>
        <w:t>3. Taklid adalah mengamalkan fatwa seorang marja’ taklid.</w:t>
      </w:r>
    </w:p>
    <w:p w:rsidR="00CA65F9" w:rsidRDefault="00CA65F9" w:rsidP="00CA65F9">
      <w:pPr>
        <w:pStyle w:val="libNormal"/>
      </w:pPr>
      <w:r>
        <w:t>4. Tidak dilarang untuk tetap bertaklid pada mujtahid yang sudah meninggal dunia selagi ada</w:t>
      </w:r>
    </w:p>
    <w:p w:rsidR="00CA65F9" w:rsidRDefault="00CA65F9" w:rsidP="00CA65F9">
      <w:pPr>
        <w:pStyle w:val="libNormal"/>
      </w:pPr>
      <w:r>
        <w:t>izin dari muj-tahid yangmasih hidup.</w:t>
      </w:r>
    </w:p>
    <w:p w:rsidR="00CA65F9" w:rsidRDefault="00CA65F9" w:rsidP="00CA65F9">
      <w:pPr>
        <w:pStyle w:val="libNormal"/>
      </w:pPr>
      <w:r>
        <w:t>5. Seseorang yang tetap bertaklid kepada mujtahid yang sudah meninggal dunia dalam masalahmasalah</w:t>
      </w:r>
    </w:p>
    <w:p w:rsidR="00CA65F9" w:rsidRDefault="00CA65F9" w:rsidP="00CA65F9">
      <w:pPr>
        <w:pStyle w:val="libNormal"/>
      </w:pPr>
      <w:r>
        <w:t>baru harus bertaklid kepada mujtahid yangmasih hidup.</w:t>
      </w:r>
    </w:p>
    <w:p w:rsidR="00CA65F9" w:rsidRDefault="00CA65F9" w:rsidP="00CA65F9">
      <w:pPr>
        <w:pStyle w:val="libNormal"/>
      </w:pPr>
      <w:r>
        <w:t>6. Dalam bertaklid, setiap orang bebas dan tidak harus sama dengan orang lain.</w:t>
      </w:r>
    </w:p>
    <w:p w:rsidR="00CA65F9" w:rsidRDefault="00CA65F9" w:rsidP="00CA65F9">
      <w:pPr>
        <w:pStyle w:val="libNormal"/>
      </w:pPr>
    </w:p>
    <w:p w:rsidR="00CA65F9" w:rsidRDefault="00CA65F9" w:rsidP="00CA65F9">
      <w:pPr>
        <w:pStyle w:val="Heading2"/>
      </w:pPr>
      <w:bookmarkStart w:id="20" w:name="_Toc422656515"/>
      <w:r>
        <w:t>Pertanyaan:</w:t>
      </w:r>
      <w:bookmarkEnd w:id="20"/>
    </w:p>
    <w:p w:rsidR="00CA65F9" w:rsidRDefault="00CA65F9" w:rsidP="00CA65F9">
      <w:pPr>
        <w:pStyle w:val="libNormal"/>
      </w:pPr>
    </w:p>
    <w:p w:rsidR="00CA65F9" w:rsidRDefault="00CA65F9" w:rsidP="00CA65F9">
      <w:pPr>
        <w:pStyle w:val="libNormal"/>
      </w:pPr>
      <w:r>
        <w:t>1. Sebutkan ushuluddin!</w:t>
      </w:r>
    </w:p>
    <w:p w:rsidR="00CA65F9" w:rsidRDefault="00CA65F9" w:rsidP="00CA65F9">
      <w:pPr>
        <w:pStyle w:val="libNormal"/>
      </w:pPr>
      <w:r>
        <w:t>2. Apa tugas seorang mukallaf dalam ushuluddin dan furu’uddin? Jelaskan!</w:t>
      </w:r>
    </w:p>
    <w:p w:rsidR="00CA65F9" w:rsidRDefault="00CA65F9" w:rsidP="00CA65F9">
      <w:pPr>
        <w:pStyle w:val="libNormal"/>
      </w:pPr>
      <w:r>
        <w:t>3. Sebutkan lima hukum dalam Islam!</w:t>
      </w:r>
    </w:p>
    <w:p w:rsidR="00CA65F9" w:rsidRDefault="00CA65F9" w:rsidP="00CA65F9">
      <w:pPr>
        <w:pStyle w:val="libNormal"/>
      </w:pPr>
      <w:r>
        <w:t>4. Apakah seorang wanita yang telah mencapai derajat ijtihad boleh beramal atas dasar fatwanya</w:t>
      </w:r>
    </w:p>
    <w:p w:rsidR="00CA65F9" w:rsidRDefault="00CA65F9" w:rsidP="00CA65F9">
      <w:pPr>
        <w:pStyle w:val="libNormal"/>
      </w:pPr>
      <w:r>
        <w:lastRenderedPageBreak/>
        <w:t>sendiri? Atau juga harus bertaklid kepada orang lain?</w:t>
      </w:r>
    </w:p>
    <w:p w:rsidR="00CA65F9" w:rsidRDefault="00CA65F9" w:rsidP="00CA65F9">
      <w:pPr>
        <w:pStyle w:val="libNormal"/>
      </w:pPr>
      <w:r>
        <w:t>5. Siapakah orang yang adil itu? Dan bagaimana ia bisa diketahui?</w:t>
      </w:r>
    </w:p>
    <w:p w:rsidR="00CA65F9" w:rsidRDefault="00CA65F9" w:rsidP="00CA65F9">
      <w:pPr>
        <w:pStyle w:val="libNormal"/>
      </w:pPr>
      <w:r>
        <w:t>6. Apa tugas seorang yang tetap bertaklid kepada mujtahid yang sudah meninggal dunia dalam</w:t>
      </w:r>
    </w:p>
    <w:p w:rsidR="00BC7754" w:rsidRDefault="00CA65F9" w:rsidP="00BC7754">
      <w:pPr>
        <w:pStyle w:val="libNormal"/>
      </w:pPr>
      <w:r>
        <w:t>masalah-masalah baru; seperti perang dan jihad?</w:t>
      </w:r>
    </w:p>
    <w:p w:rsidR="00BC7754" w:rsidRPr="00BC7754" w:rsidRDefault="00BC7754">
      <w:r>
        <w:br w:type="page"/>
      </w:r>
    </w:p>
    <w:p w:rsidR="00BC7754" w:rsidRDefault="00BC7754" w:rsidP="00BC7754">
      <w:pPr>
        <w:pStyle w:val="Heading1Center"/>
      </w:pPr>
      <w:bookmarkStart w:id="21" w:name="_Toc422656516"/>
      <w:r>
        <w:lastRenderedPageBreak/>
        <w:t>Pelajaran 2</w:t>
      </w:r>
      <w:bookmarkEnd w:id="21"/>
    </w:p>
    <w:p w:rsidR="00BC7754" w:rsidRDefault="00BC7754" w:rsidP="00BC7754">
      <w:pPr>
        <w:pStyle w:val="Heading1Center"/>
      </w:pPr>
      <w:bookmarkStart w:id="22" w:name="_Toc422656517"/>
      <w:r>
        <w:t>IJTIHAD DAN TAKLID</w:t>
      </w:r>
      <w:bookmarkEnd w:id="22"/>
    </w:p>
    <w:p w:rsidR="00BC7754" w:rsidRDefault="00BC7754" w:rsidP="00BC7754">
      <w:pPr>
        <w:pStyle w:val="libNormal"/>
      </w:pPr>
    </w:p>
    <w:p w:rsidR="00BC7754" w:rsidRDefault="00BC7754" w:rsidP="00BC7754">
      <w:pPr>
        <w:pStyle w:val="libNormal"/>
      </w:pPr>
      <w:r>
        <w:t>1. Cara-cara mengetahui mujtahid dan orang yang paling pandai:</w:t>
      </w:r>
    </w:p>
    <w:p w:rsidR="00BC7754" w:rsidRDefault="00BC7754" w:rsidP="00BC7754">
      <w:pPr>
        <w:pStyle w:val="libNormal"/>
      </w:pPr>
      <w:r>
        <w:t>a. Seseorang dengan sendirinya yakin dan tahu mana mujtahid yang paling pandai.</w:t>
      </w:r>
    </w:p>
    <w:p w:rsidR="00BC7754" w:rsidRDefault="00BC7754" w:rsidP="00BC7754">
      <w:pPr>
        <w:pStyle w:val="libNormal"/>
      </w:pPr>
      <w:r>
        <w:t>Misalnya, dia sendiri termasuk orang yang berilmu dan bisa mengetahui bahwa si fulan</w:t>
      </w:r>
    </w:p>
    <w:p w:rsidR="00BC7754" w:rsidRDefault="00BC7754" w:rsidP="00BC7754">
      <w:pPr>
        <w:pStyle w:val="libNormal"/>
      </w:pPr>
      <w:r>
        <w:t>adalah mujtahid, dan mengetahui bahwa si fulan mujtahid terpandai di bidangnya.</w:t>
      </w:r>
    </w:p>
    <w:p w:rsidR="00BC7754" w:rsidRDefault="00BC7754" w:rsidP="00BC7754">
      <w:pPr>
        <w:pStyle w:val="libNormal"/>
      </w:pPr>
      <w:r>
        <w:t>b. Dua orang adil yang bisa menentukan bahwa si fulan adalah mujtahid atau si fulan adalah</w:t>
      </w:r>
    </w:p>
    <w:p w:rsidR="00BC7754" w:rsidRDefault="00C762EA" w:rsidP="00BC7754">
      <w:pPr>
        <w:pStyle w:val="libNormal"/>
      </w:pPr>
      <w:r>
        <w:t>orang yang paling pandai.</w:t>
      </w:r>
      <w:r w:rsidRPr="00C762EA">
        <w:rPr>
          <w:rStyle w:val="libFootnotenumChar"/>
        </w:rPr>
        <w:footnoteReference w:id="33"/>
      </w:r>
    </w:p>
    <w:p w:rsidR="00BC7754" w:rsidRDefault="00BC7754" w:rsidP="00BC7754">
      <w:pPr>
        <w:pStyle w:val="libNormal"/>
      </w:pPr>
      <w:r>
        <w:t>c. Sekelompok ilmuwan yang bisa menentukan bahwa si fulan adalah mujtahid dan orang</w:t>
      </w:r>
    </w:p>
    <w:p w:rsidR="00BC7754" w:rsidRDefault="00BC7754" w:rsidP="00BC7754">
      <w:pPr>
        <w:pStyle w:val="libNormal"/>
      </w:pPr>
      <w:r>
        <w:t>yang paling pandai. Kesaksian-kesaksian mereka bisa dipercaya bahwa si fulan memang</w:t>
      </w:r>
    </w:p>
    <w:p w:rsidR="00BC7754" w:rsidRDefault="00BC7754" w:rsidP="00BC7754">
      <w:pPr>
        <w:pStyle w:val="libNormal"/>
      </w:pPr>
      <w:r>
        <w:t>seorang mujtahid atau si fulan m</w:t>
      </w:r>
      <w:r w:rsidR="00C762EA">
        <w:t>emang orang yang paling pandai.</w:t>
      </w:r>
      <w:r w:rsidR="00C762EA" w:rsidRPr="00C762EA">
        <w:rPr>
          <w:rStyle w:val="libFootnotenumChar"/>
        </w:rPr>
        <w:footnoteReference w:id="34"/>
      </w:r>
    </w:p>
    <w:p w:rsidR="00BC7754" w:rsidRDefault="00BC7754" w:rsidP="00BC7754">
      <w:pPr>
        <w:pStyle w:val="libNormal"/>
      </w:pPr>
      <w:r>
        <w:t>2. Cara-cara untukmendapatkan fatwa mujtahid:</w:t>
      </w:r>
    </w:p>
    <w:p w:rsidR="00BC7754" w:rsidRDefault="00BC7754" w:rsidP="00BC7754">
      <w:pPr>
        <w:pStyle w:val="libNormal"/>
      </w:pPr>
      <w:r>
        <w:t>a. Mendengar sendiri dari sangmujtahid.</w:t>
      </w:r>
    </w:p>
    <w:p w:rsidR="00BC7754" w:rsidRDefault="00BC7754" w:rsidP="00BC7754">
      <w:pPr>
        <w:pStyle w:val="libNormal"/>
      </w:pPr>
      <w:r>
        <w:t>b. Mendengar dari dua orang atau seorang yang adil.</w:t>
      </w:r>
    </w:p>
    <w:p w:rsidR="00BC7754" w:rsidRDefault="00BC7754" w:rsidP="00BC7754">
      <w:pPr>
        <w:pStyle w:val="libNormal"/>
      </w:pPr>
      <w:r>
        <w:t>c. Mendengar dari seorang yang bisa dipercaya dan jujur.</w:t>
      </w:r>
    </w:p>
    <w:p w:rsidR="00BC7754" w:rsidRDefault="00BC7754" w:rsidP="00BC7754">
      <w:pPr>
        <w:pStyle w:val="libNormal"/>
      </w:pPr>
      <w:r>
        <w:t>d. Membaca risalah amali</w:t>
      </w:r>
      <w:r w:rsidR="00C762EA">
        <w:t>yah (kumpulan fatwa) mujta-hid.</w:t>
      </w:r>
      <w:r w:rsidR="00C762EA" w:rsidRPr="00C762EA">
        <w:rPr>
          <w:rStyle w:val="libFootnotenumChar"/>
        </w:rPr>
        <w:footnoteReference w:id="35"/>
      </w:r>
    </w:p>
    <w:p w:rsidR="00BC7754" w:rsidRDefault="00BC7754" w:rsidP="00BC7754">
      <w:pPr>
        <w:pStyle w:val="libNormal"/>
      </w:pPr>
      <w:r>
        <w:t>3. Jika mujtahid yang paling pandai dalam masalah ter-tentu tidak memiliki fatwa, maka</w:t>
      </w:r>
    </w:p>
    <w:p w:rsidR="00BC7754" w:rsidRDefault="00BC7754" w:rsidP="00BC7754">
      <w:pPr>
        <w:pStyle w:val="libNormal"/>
      </w:pPr>
      <w:r>
        <w:t>seorang mukallid (yang bertaklid) bisa merujuk kepada mujtahid lain yang memiliki fatwa</w:t>
      </w:r>
    </w:p>
    <w:p w:rsidR="00BC7754" w:rsidRDefault="00BC7754" w:rsidP="00BC7754">
      <w:pPr>
        <w:pStyle w:val="libNormal"/>
      </w:pPr>
      <w:r>
        <w:lastRenderedPageBreak/>
        <w:t>sekaitan dengan masalah tersebut. Dan berdasarkan ihtiyath wajib, mujtahid yang menjadi</w:t>
      </w:r>
    </w:p>
    <w:p w:rsidR="00BC7754" w:rsidRDefault="00BC7754" w:rsidP="00BC7754">
      <w:pPr>
        <w:pStyle w:val="libNormal"/>
      </w:pPr>
      <w:r>
        <w:t>marja’ (tempat rujukan) masalah tersebut haru</w:t>
      </w:r>
      <w:r w:rsidR="00C762EA">
        <w:t>s paling pandai dari yang lain.</w:t>
      </w:r>
      <w:r w:rsidR="00C762EA" w:rsidRPr="00C762EA">
        <w:rPr>
          <w:rStyle w:val="libFootnotenumChar"/>
        </w:rPr>
        <w:footnoteReference w:id="36"/>
      </w:r>
    </w:p>
    <w:p w:rsidR="00BC7754" w:rsidRDefault="00BC7754" w:rsidP="00BC7754">
      <w:pPr>
        <w:pStyle w:val="libNormal"/>
      </w:pPr>
      <w:r>
        <w:t>4. Jika fatwa mujtahid dalam masalah tertentu berubah, seorang mukallid harus mengamalkan</w:t>
      </w:r>
    </w:p>
    <w:p w:rsidR="00BC7754" w:rsidRDefault="00BC7754" w:rsidP="00BC7754">
      <w:pPr>
        <w:pStyle w:val="libNormal"/>
      </w:pPr>
      <w:r>
        <w:t>fatwanya yang baru dan tidak bol</w:t>
      </w:r>
      <w:r w:rsidR="00C762EA">
        <w:t>eh mengamalkan fatwa yang lama.</w:t>
      </w:r>
      <w:r w:rsidR="00C762EA" w:rsidRPr="00C762EA">
        <w:rPr>
          <w:rStyle w:val="libFootnotenumChar"/>
        </w:rPr>
        <w:footnoteReference w:id="37"/>
      </w:r>
    </w:p>
    <w:p w:rsidR="00BC7754" w:rsidRDefault="00BC7754" w:rsidP="00BC7754">
      <w:pPr>
        <w:pStyle w:val="libNormal"/>
      </w:pPr>
      <w:r>
        <w:t>5. Manusia wajib belajar masalah-masalah yang selalu diperlukannya.</w:t>
      </w:r>
    </w:p>
    <w:p w:rsidR="00A803DB" w:rsidRDefault="00A803DB" w:rsidP="00BC7754">
      <w:pPr>
        <w:pStyle w:val="libNormal"/>
      </w:pPr>
    </w:p>
    <w:p w:rsidR="00BC7754" w:rsidRDefault="00BC7754" w:rsidP="00483CB2">
      <w:pPr>
        <w:pStyle w:val="Heading2"/>
      </w:pPr>
      <w:bookmarkStart w:id="23" w:name="_Toc422656518"/>
      <w:r>
        <w:t>Siapakah Mukallaf?</w:t>
      </w:r>
      <w:bookmarkEnd w:id="23"/>
    </w:p>
    <w:p w:rsidR="00A803DB" w:rsidRDefault="00A803DB" w:rsidP="00BC7754">
      <w:pPr>
        <w:pStyle w:val="libNormal"/>
      </w:pPr>
    </w:p>
    <w:p w:rsidR="00BC7754" w:rsidRDefault="00BC7754" w:rsidP="00BC7754">
      <w:pPr>
        <w:pStyle w:val="libNormal"/>
      </w:pPr>
      <w:r>
        <w:t>Mukallaf yaitu orang yang berakal dan baligh. Yakni, dia orang yang memiliki tugas untuk</w:t>
      </w:r>
    </w:p>
    <w:p w:rsidR="00BC7754" w:rsidRDefault="00BC7754" w:rsidP="00BC7754">
      <w:pPr>
        <w:pStyle w:val="libNormal"/>
      </w:pPr>
      <w:r>
        <w:t>menjalankan hukum-hukum fikih. Oleh karena itu, anak-anak yang belum baligh dan orangorang</w:t>
      </w:r>
    </w:p>
    <w:p w:rsidR="00BC7754" w:rsidRDefault="00BC7754" w:rsidP="00BC7754">
      <w:pPr>
        <w:pStyle w:val="libNormal"/>
      </w:pPr>
      <w:r>
        <w:t>gila (tidak berakal) bukanlah mukallaf.</w:t>
      </w:r>
    </w:p>
    <w:p w:rsidR="00A803DB" w:rsidRDefault="00A803DB" w:rsidP="00BC7754">
      <w:pPr>
        <w:pStyle w:val="libNormal"/>
      </w:pPr>
    </w:p>
    <w:p w:rsidR="00BC7754" w:rsidRDefault="00BC7754" w:rsidP="00A803DB">
      <w:pPr>
        <w:pStyle w:val="Heading2"/>
      </w:pPr>
      <w:bookmarkStart w:id="24" w:name="_Toc422656519"/>
      <w:r>
        <w:t>Usia Baligh</w:t>
      </w:r>
      <w:bookmarkEnd w:id="24"/>
    </w:p>
    <w:p w:rsidR="00A803DB" w:rsidRDefault="00A803DB" w:rsidP="00BC7754">
      <w:pPr>
        <w:pStyle w:val="libNormal"/>
      </w:pPr>
    </w:p>
    <w:p w:rsidR="00BC7754" w:rsidRDefault="00BC7754" w:rsidP="00BC7754">
      <w:pPr>
        <w:pStyle w:val="libNormal"/>
      </w:pPr>
      <w:r>
        <w:t>Usia baligh anak laki-laki adalah setelah genap berusia lima belas tahun, dan usia baligh anak</w:t>
      </w:r>
    </w:p>
    <w:p w:rsidR="00BC7754" w:rsidRDefault="00BC7754" w:rsidP="00BC7754">
      <w:pPr>
        <w:pStyle w:val="libNormal"/>
      </w:pPr>
      <w:r>
        <w:t>perempuan setelah genap usia sembilan tahun. Bila telah memasuki usia itu, mereka termasuk</w:t>
      </w:r>
    </w:p>
    <w:p w:rsidR="00BC7754" w:rsidRDefault="00BC7754" w:rsidP="00BC7754">
      <w:pPr>
        <w:pStyle w:val="libNormal"/>
      </w:pPr>
      <w:r>
        <w:t>orang-orang yang baligh dan harus menjalankan seluruh tugas-tugas syariat. Jika usia seorang</w:t>
      </w:r>
    </w:p>
    <w:p w:rsidR="00BC7754" w:rsidRDefault="00BC7754" w:rsidP="00BC7754">
      <w:pPr>
        <w:pStyle w:val="libNormal"/>
      </w:pPr>
      <w:r>
        <w:t>anak masih di bawah usia baligh lalu mengerjakan amalan-amalan yang baik, seperti salat secara</w:t>
      </w:r>
    </w:p>
    <w:p w:rsidR="00BC7754" w:rsidRDefault="00BC7754" w:rsidP="00BC7754">
      <w:pPr>
        <w:pStyle w:val="libNormal"/>
      </w:pPr>
      <w:r>
        <w:t>benar, dia akan mendapatkan pahala.</w:t>
      </w:r>
    </w:p>
    <w:p w:rsidR="00BC7754" w:rsidRDefault="00BC7754" w:rsidP="00BC7754">
      <w:pPr>
        <w:pStyle w:val="libNormal"/>
      </w:pPr>
      <w:r>
        <w:t>Perlu diperhatikan bahwa usia baligh dihitung ber-dasarkan tahun Hijriah Qomariyah; yang</w:t>
      </w:r>
    </w:p>
    <w:p w:rsidR="00D64920" w:rsidRDefault="00BC7754" w:rsidP="00BC7754">
      <w:pPr>
        <w:pStyle w:val="libNormal"/>
      </w:pPr>
      <w:r>
        <w:t>jumlah setiap tahunnya adalah 354 hari 6 jam.</w:t>
      </w:r>
    </w:p>
    <w:p w:rsidR="00C177C5" w:rsidRDefault="00C177C5" w:rsidP="00C177C5">
      <w:pPr>
        <w:pStyle w:val="Heading2"/>
      </w:pPr>
      <w:bookmarkStart w:id="25" w:name="_Toc422656520"/>
      <w:r>
        <w:lastRenderedPageBreak/>
        <w:t>Perbedaan antara Ihtiyath Wajib dan Ihtiyath Mustahab</w:t>
      </w:r>
      <w:bookmarkEnd w:id="25"/>
    </w:p>
    <w:p w:rsidR="00C177C5" w:rsidRDefault="00C177C5" w:rsidP="00C177C5">
      <w:pPr>
        <w:pStyle w:val="libNormal"/>
      </w:pPr>
    </w:p>
    <w:p w:rsidR="00C177C5" w:rsidRDefault="00C177C5" w:rsidP="00C177C5">
      <w:pPr>
        <w:pStyle w:val="libNormal"/>
      </w:pPr>
      <w:r>
        <w:t>Ihtiyath mustahab selalu beriringan dengan fatwa. Artinya, berkenaan dengan sebuah masalah,</w:t>
      </w:r>
    </w:p>
    <w:p w:rsidR="00C177C5" w:rsidRDefault="00C177C5" w:rsidP="00C177C5">
      <w:pPr>
        <w:pStyle w:val="libNormal"/>
      </w:pPr>
      <w:r>
        <w:t>pertama-tama seorang mujtahid memberikan fatw</w:t>
      </w:r>
      <w:r w:rsidR="008E46D8">
        <w:t>a kemudian memberikan ihti-yath</w:t>
      </w:r>
      <w:r w:rsidR="008E46D8" w:rsidRPr="008E46D8">
        <w:rPr>
          <w:rStyle w:val="libFootnotenumChar"/>
        </w:rPr>
        <w:footnoteReference w:id="38"/>
      </w:r>
      <w:r>
        <w:t>. Ihtiyath ini</w:t>
      </w:r>
    </w:p>
    <w:p w:rsidR="00C177C5" w:rsidRDefault="00C177C5" w:rsidP="00C177C5">
      <w:pPr>
        <w:pStyle w:val="libNormal"/>
      </w:pPr>
      <w:r>
        <w:t>dinamai sebagai ihtiyath mustahab. Sekaitan dengan ini, mukallid dapat mengamalkan fatwa atau</w:t>
      </w:r>
    </w:p>
    <w:p w:rsidR="00C177C5" w:rsidRDefault="00C177C5" w:rsidP="00C177C5">
      <w:pPr>
        <w:pStyle w:val="libNormal"/>
      </w:pPr>
      <w:r>
        <w:t>menga-malkan ihtiyath mustahab, namun dia tidak boleh merujuk kepada mujtahid lain. Misalnya,</w:t>
      </w:r>
    </w:p>
    <w:p w:rsidR="00C177C5" w:rsidRDefault="00C177C5" w:rsidP="00C177C5">
      <w:pPr>
        <w:pStyle w:val="libNormal"/>
      </w:pPr>
      <w:r>
        <w:t>jika seseorang mengerjakan salat dan dia tidak tahu pasti apakah badan atau bajunya itu najis</w:t>
      </w:r>
    </w:p>
    <w:p w:rsidR="00C177C5" w:rsidRDefault="00C177C5" w:rsidP="00C177C5">
      <w:pPr>
        <w:pStyle w:val="libNormal"/>
      </w:pPr>
      <w:r>
        <w:t>ataukah tidak, seusai salat dia baru sadar bahwa ketika melakukan salat, badan atau bajunya najis,</w:t>
      </w:r>
    </w:p>
    <w:p w:rsidR="00C177C5" w:rsidRDefault="00C177C5" w:rsidP="00C177C5">
      <w:pPr>
        <w:pStyle w:val="libNormal"/>
      </w:pPr>
      <w:r>
        <w:t>maka salatnya sah. Akan tetapi, atas dasar ihtiyath mustahab, jika waktu salat masih tersisa,</w:t>
      </w:r>
    </w:p>
    <w:p w:rsidR="00C177C5" w:rsidRDefault="00C177C5" w:rsidP="00C177C5">
      <w:pPr>
        <w:pStyle w:val="libNormal"/>
      </w:pPr>
      <w:r>
        <w:t>hendaknya dia mengulangi salatnya.</w:t>
      </w:r>
    </w:p>
    <w:p w:rsidR="00C177C5" w:rsidRDefault="00C177C5" w:rsidP="00C177C5">
      <w:pPr>
        <w:pStyle w:val="libNormal"/>
      </w:pPr>
      <w:r>
        <w:t>Ihtiyath wajib tidak berdampingan dengan fatwa. Se-orang mukallid harus beramal sesuai</w:t>
      </w:r>
    </w:p>
    <w:p w:rsidR="00C177C5" w:rsidRDefault="00C177C5" w:rsidP="00C177C5">
      <w:pPr>
        <w:pStyle w:val="libNormal"/>
      </w:pPr>
      <w:r>
        <w:t>dengan ihtiyath tersebut atau bisa merujuk kepada mujtahid lain. Misalnya, menurut ihtiyath wajib,</w:t>
      </w:r>
    </w:p>
    <w:p w:rsidR="00C177C5" w:rsidRDefault="00C177C5" w:rsidP="00C177C5">
      <w:pPr>
        <w:pStyle w:val="libNormal"/>
      </w:pPr>
      <w:r>
        <w:t>seorang mukallid tidak boleh bersujud di atas daun anggur yangmasih segar dan basah.</w:t>
      </w:r>
    </w:p>
    <w:p w:rsidR="00963F64" w:rsidRDefault="00963F64" w:rsidP="00C177C5">
      <w:pPr>
        <w:pStyle w:val="libNormal"/>
      </w:pPr>
    </w:p>
    <w:p w:rsidR="00C177C5" w:rsidRDefault="00C177C5" w:rsidP="00963F64">
      <w:pPr>
        <w:pStyle w:val="Heading2"/>
      </w:pPr>
      <w:bookmarkStart w:id="26" w:name="_Toc422656521"/>
      <w:r>
        <w:t>Kesimpulan Pelajaran</w:t>
      </w:r>
      <w:bookmarkEnd w:id="26"/>
    </w:p>
    <w:p w:rsidR="00963F64" w:rsidRDefault="00963F64" w:rsidP="00C177C5">
      <w:pPr>
        <w:pStyle w:val="libNormal"/>
      </w:pPr>
    </w:p>
    <w:p w:rsidR="00C177C5" w:rsidRDefault="00C177C5" w:rsidP="00C177C5">
      <w:pPr>
        <w:pStyle w:val="libNormal"/>
      </w:pPr>
      <w:r>
        <w:t>1. Cara-cara untukmengenalmujtahid dan orang yang paling pandai adalah sebagai berikut:</w:t>
      </w:r>
    </w:p>
    <w:p w:rsidR="00C177C5" w:rsidRDefault="00C177C5" w:rsidP="00C177C5">
      <w:pPr>
        <w:pStyle w:val="libNormal"/>
      </w:pPr>
      <w:r>
        <w:t>· Mukallid meyakini dan mengetahui dengan sendiri-nya.</w:t>
      </w:r>
    </w:p>
    <w:p w:rsidR="00C177C5" w:rsidRDefault="00C177C5" w:rsidP="00C177C5">
      <w:pPr>
        <w:pStyle w:val="libNormal"/>
      </w:pPr>
      <w:r>
        <w:t>· Dua orang adil yangmenyatakan demikian.</w:t>
      </w:r>
    </w:p>
    <w:p w:rsidR="00C177C5" w:rsidRDefault="00C177C5" w:rsidP="00C177C5">
      <w:pPr>
        <w:pStyle w:val="libNormal"/>
      </w:pPr>
      <w:r>
        <w:t>· Sekelompok ilmuwan yangmenyatakan demikian.</w:t>
      </w:r>
    </w:p>
    <w:p w:rsidR="00C177C5" w:rsidRDefault="00C177C5" w:rsidP="00C177C5">
      <w:pPr>
        <w:pStyle w:val="libNormal"/>
      </w:pPr>
      <w:r>
        <w:lastRenderedPageBreak/>
        <w:t>2. Cara-cara untukmendapatkan fatwa mujtahid adalah sebagai berikut:</w:t>
      </w:r>
    </w:p>
    <w:p w:rsidR="00C177C5" w:rsidRDefault="00C177C5" w:rsidP="00C177C5">
      <w:pPr>
        <w:pStyle w:val="libNormal"/>
      </w:pPr>
      <w:r>
        <w:t>· Mendengar langsung dari mujtahid.</w:t>
      </w:r>
    </w:p>
    <w:p w:rsidR="00C177C5" w:rsidRDefault="00C177C5" w:rsidP="00C177C5">
      <w:pPr>
        <w:pStyle w:val="libNormal"/>
      </w:pPr>
      <w:r>
        <w:t>· Mendengar dari dua atau satu orang yang adil atau minimal satu orang yang bisa</w:t>
      </w:r>
    </w:p>
    <w:p w:rsidR="00C177C5" w:rsidRDefault="00C177C5" w:rsidP="00C177C5">
      <w:pPr>
        <w:pStyle w:val="libNormal"/>
      </w:pPr>
      <w:r>
        <w:t>dipercaya dan jujur.</w:t>
      </w:r>
    </w:p>
    <w:p w:rsidR="00C177C5" w:rsidRDefault="00C177C5" w:rsidP="00C177C5">
      <w:pPr>
        <w:pStyle w:val="libNormal"/>
      </w:pPr>
      <w:r>
        <w:t>· Membaca langsung risalah amaliyah mujtahid.</w:t>
      </w:r>
    </w:p>
    <w:p w:rsidR="00C177C5" w:rsidRDefault="00C177C5" w:rsidP="00C177C5">
      <w:pPr>
        <w:pStyle w:val="libNormal"/>
      </w:pPr>
      <w:r>
        <w:t>3. Orang-orang yang baligh dan berakal harus menjalan-kan hukum-hukum agama.</w:t>
      </w:r>
    </w:p>
    <w:p w:rsidR="00C177C5" w:rsidRDefault="00C177C5" w:rsidP="00C177C5">
      <w:pPr>
        <w:pStyle w:val="libNormal"/>
      </w:pPr>
      <w:r>
        <w:t>4. Anak laki-laki yang genap berusia 15 tahun dan anak perempuan yang genap berusia 9 tahun</w:t>
      </w:r>
    </w:p>
    <w:p w:rsidR="00C177C5" w:rsidRDefault="00C177C5" w:rsidP="00C177C5">
      <w:pPr>
        <w:pStyle w:val="libNormal"/>
      </w:pPr>
      <w:r>
        <w:t>termasuk orang-orang yang sudah baligh.</w:t>
      </w:r>
    </w:p>
    <w:p w:rsidR="00C177C5" w:rsidRDefault="00C177C5" w:rsidP="00C177C5">
      <w:pPr>
        <w:pStyle w:val="libNormal"/>
      </w:pPr>
      <w:r>
        <w:t>5. Dalam ihtiyath wajib, seorang mukallid bisa merujuk ke fatwa mujtahid lain. Akan tetapi</w:t>
      </w:r>
    </w:p>
    <w:p w:rsidR="00C177C5" w:rsidRDefault="00C177C5" w:rsidP="00C177C5">
      <w:pPr>
        <w:pStyle w:val="libNormal"/>
      </w:pPr>
      <w:r>
        <w:t>dalam ihtiyath mustahab, dia tidak bisa merujuk demikian ini.</w:t>
      </w:r>
    </w:p>
    <w:p w:rsidR="00963F64" w:rsidRDefault="00963F64" w:rsidP="00C177C5">
      <w:pPr>
        <w:pStyle w:val="libNormal"/>
      </w:pPr>
    </w:p>
    <w:p w:rsidR="00C177C5" w:rsidRDefault="00C177C5" w:rsidP="00963F64">
      <w:pPr>
        <w:pStyle w:val="Heading2"/>
      </w:pPr>
      <w:bookmarkStart w:id="27" w:name="_Toc422656522"/>
      <w:r>
        <w:t>Pertanyaan:</w:t>
      </w:r>
      <w:bookmarkEnd w:id="27"/>
    </w:p>
    <w:p w:rsidR="00963F64" w:rsidRDefault="00963F64" w:rsidP="00C177C5">
      <w:pPr>
        <w:pStyle w:val="libNormal"/>
      </w:pPr>
    </w:p>
    <w:p w:rsidR="00C177C5" w:rsidRDefault="00C177C5" w:rsidP="00C177C5">
      <w:pPr>
        <w:pStyle w:val="libNormal"/>
      </w:pPr>
      <w:r>
        <w:t>1. Siapa saja orang-orang yang bisa menyatakan derajat kemujtahidan dan kelebihpandaian</w:t>
      </w:r>
    </w:p>
    <w:p w:rsidR="00C177C5" w:rsidRDefault="00C177C5" w:rsidP="00C177C5">
      <w:pPr>
        <w:pStyle w:val="libNormal"/>
      </w:pPr>
      <w:r>
        <w:t>seseorang?</w:t>
      </w:r>
    </w:p>
    <w:p w:rsidR="00C177C5" w:rsidRDefault="00C177C5" w:rsidP="00C177C5">
      <w:pPr>
        <w:pStyle w:val="libNormal"/>
      </w:pPr>
      <w:r>
        <w:t>2. Siapa saja orang-orang yang wajib melaksanakan hu-kum-hukum fikih?</w:t>
      </w:r>
    </w:p>
    <w:p w:rsidR="00C177C5" w:rsidRDefault="00C177C5" w:rsidP="00C177C5">
      <w:pPr>
        <w:pStyle w:val="libNormal"/>
      </w:pPr>
      <w:r>
        <w:t>3. Dalam sebuah masalah dinyatakan bahwa berdasarkan ihtiyath, seseorang tidak boleh</w:t>
      </w:r>
    </w:p>
    <w:p w:rsidR="00C177C5" w:rsidRDefault="00C177C5" w:rsidP="00C177C5">
      <w:pPr>
        <w:pStyle w:val="libNormal"/>
      </w:pPr>
      <w:r>
        <w:t>mengambil upah dalam mengajarkan kewajiban-kewajiban salat, tetapi dalam mengajarkan</w:t>
      </w:r>
    </w:p>
    <w:p w:rsidR="00C177C5" w:rsidRDefault="00C177C5" w:rsidP="00C177C5">
      <w:pPr>
        <w:pStyle w:val="libNormal"/>
      </w:pPr>
      <w:r>
        <w:t>sunah-sunahnya dia boleh mengambilnya. Tentukan jenis ihtiyath dalam masalah ini; apakah</w:t>
      </w:r>
    </w:p>
    <w:p w:rsidR="00FB623E" w:rsidRDefault="00FB623E" w:rsidP="00AC7680">
      <w:pPr>
        <w:pStyle w:val="libNormal"/>
      </w:pPr>
      <w:r>
        <w:t>ter</w:t>
      </w:r>
      <w:r w:rsidR="00C177C5">
        <w:t>masuk ihtiyath wajib atau ihtiyath mustahab?</w:t>
      </w:r>
    </w:p>
    <w:p w:rsidR="00FB623E" w:rsidRPr="00FB623E" w:rsidRDefault="00FB623E">
      <w:r>
        <w:br w:type="page"/>
      </w:r>
    </w:p>
    <w:p w:rsidR="005247C2" w:rsidRDefault="005247C2" w:rsidP="005247C2">
      <w:pPr>
        <w:pStyle w:val="Heading1Center"/>
      </w:pPr>
      <w:bookmarkStart w:id="28" w:name="_Toc422656523"/>
      <w:r>
        <w:lastRenderedPageBreak/>
        <w:t>Pelajaran 3</w:t>
      </w:r>
      <w:bookmarkEnd w:id="28"/>
    </w:p>
    <w:p w:rsidR="005247C2" w:rsidRDefault="005247C2" w:rsidP="005247C2">
      <w:pPr>
        <w:pStyle w:val="Heading1Center"/>
      </w:pPr>
      <w:bookmarkStart w:id="29" w:name="_Toc422656524"/>
      <w:r>
        <w:t>BERSUCI</w:t>
      </w:r>
      <w:bookmarkEnd w:id="29"/>
    </w:p>
    <w:p w:rsidR="005247C2" w:rsidRDefault="005247C2" w:rsidP="005247C2">
      <w:pPr>
        <w:pStyle w:val="libNormal"/>
      </w:pPr>
    </w:p>
    <w:p w:rsidR="005247C2" w:rsidRDefault="005247C2" w:rsidP="00A450F1">
      <w:pPr>
        <w:pStyle w:val="libNormal"/>
      </w:pPr>
      <w:r>
        <w:t>Sebagaimana pada Pelajara</w:t>
      </w:r>
      <w:r w:rsidR="00A450F1">
        <w:t>n1</w:t>
      </w:r>
      <w:r>
        <w:t>, semua ajaran-ajaran Islam yang berkaitan dengan amalan disebut</w:t>
      </w:r>
    </w:p>
    <w:p w:rsidR="005247C2" w:rsidRDefault="005247C2" w:rsidP="005247C2">
      <w:pPr>
        <w:pStyle w:val="libNormal"/>
      </w:pPr>
      <w:r>
        <w:t>dengan fikih. Dalam fikih Islam, salah satu yang paling penting ialah menjalan-kan kewajibankewajiban.</w:t>
      </w:r>
    </w:p>
    <w:p w:rsidR="005247C2" w:rsidRDefault="005247C2" w:rsidP="005247C2">
      <w:pPr>
        <w:pStyle w:val="libNormal"/>
      </w:pPr>
      <w:r>
        <w:t>Salah satu kewajiban yang paling penting dan utama adalah salat.</w:t>
      </w:r>
    </w:p>
    <w:p w:rsidR="005247C2" w:rsidRDefault="005247C2" w:rsidP="005247C2">
      <w:pPr>
        <w:pStyle w:val="libNormal"/>
      </w:pPr>
      <w:r>
        <w:t>Masalah-masalah yang berkaitan dengan salat dapat dibagimenjadi tiga:</w:t>
      </w:r>
    </w:p>
    <w:p w:rsidR="005247C2" w:rsidRDefault="005247C2" w:rsidP="005247C2">
      <w:pPr>
        <w:pStyle w:val="libNormal"/>
      </w:pPr>
      <w:r>
        <w:t>· Pendahuluan-pendahuluan salat (muqaddamat).</w:t>
      </w:r>
    </w:p>
    <w:p w:rsidR="005247C2" w:rsidRDefault="005247C2" w:rsidP="005247C2">
      <w:pPr>
        <w:pStyle w:val="libNormal"/>
      </w:pPr>
      <w:r>
        <w:t>· Amalan-amalan salat (muqarinat).</w:t>
      </w:r>
    </w:p>
    <w:p w:rsidR="005247C2" w:rsidRDefault="005247C2" w:rsidP="005247C2">
      <w:pPr>
        <w:pStyle w:val="libNormal"/>
      </w:pPr>
      <w:r>
        <w:t>· Hal-hal yang membatalkan salat (mubthilat).</w:t>
      </w:r>
    </w:p>
    <w:p w:rsidR="005247C2" w:rsidRDefault="005247C2" w:rsidP="005247C2">
      <w:pPr>
        <w:pStyle w:val="libNormal"/>
      </w:pPr>
      <w:r>
        <w:t>Maksud dari pendahuluan-pendahuluan salat yaitu seorang pelaku salat harus menjaganya</w:t>
      </w:r>
    </w:p>
    <w:p w:rsidR="005247C2" w:rsidRDefault="005247C2" w:rsidP="005247C2">
      <w:pPr>
        <w:pStyle w:val="libNormal"/>
      </w:pPr>
      <w:r>
        <w:t>sebelum melakukan salat.</w:t>
      </w:r>
    </w:p>
    <w:p w:rsidR="005247C2" w:rsidRDefault="005247C2" w:rsidP="005247C2">
      <w:pPr>
        <w:pStyle w:val="libNormal"/>
      </w:pPr>
      <w:r>
        <w:t>Maksud dari amalan-amalan salat adalah hal-hal yang berkaitan dengan bacaan salat; dari</w:t>
      </w:r>
    </w:p>
    <w:p w:rsidR="005247C2" w:rsidRDefault="005247C2" w:rsidP="005247C2">
      <w:pPr>
        <w:pStyle w:val="libNormal"/>
      </w:pPr>
      <w:r>
        <w:t>takbirotul ihrom sampai pembacaan salam.</w:t>
      </w:r>
    </w:p>
    <w:p w:rsidR="005247C2" w:rsidRDefault="005247C2" w:rsidP="005247C2">
      <w:pPr>
        <w:pStyle w:val="libNormal"/>
      </w:pPr>
      <w:r>
        <w:t>Dan maksud dari hal-hal yang membatalkan salat yaitu apa saja yang berkaitan dengan segala</w:t>
      </w:r>
    </w:p>
    <w:p w:rsidR="005247C2" w:rsidRDefault="005247C2" w:rsidP="005247C2">
      <w:pPr>
        <w:pStyle w:val="libNormal"/>
      </w:pPr>
      <w:r>
        <w:t>sesuatu yang bisa membatalkan salat.</w:t>
      </w:r>
    </w:p>
    <w:p w:rsidR="00E52F86" w:rsidRDefault="00E52F86" w:rsidP="005247C2">
      <w:pPr>
        <w:pStyle w:val="libNormal"/>
      </w:pPr>
    </w:p>
    <w:p w:rsidR="005247C2" w:rsidRDefault="005247C2" w:rsidP="00E52F86">
      <w:pPr>
        <w:pStyle w:val="Heading2"/>
      </w:pPr>
      <w:bookmarkStart w:id="30" w:name="_Toc422656525"/>
      <w:r>
        <w:t>Pendahuluan-pendahuluan Salat</w:t>
      </w:r>
      <w:bookmarkEnd w:id="30"/>
    </w:p>
    <w:p w:rsidR="00E52F86" w:rsidRDefault="00E52F86" w:rsidP="005247C2">
      <w:pPr>
        <w:pStyle w:val="libNormal"/>
      </w:pPr>
    </w:p>
    <w:p w:rsidR="005247C2" w:rsidRDefault="005247C2" w:rsidP="005247C2">
      <w:pPr>
        <w:pStyle w:val="libNormal"/>
      </w:pPr>
      <w:r>
        <w:t>Dari sekian masalah yang harus diperhatikan oleh pelaku salat sebelum mengerjakan salat ialah</w:t>
      </w:r>
    </w:p>
    <w:p w:rsidR="005247C2" w:rsidRDefault="005247C2" w:rsidP="005247C2">
      <w:pPr>
        <w:pStyle w:val="libNormal"/>
      </w:pPr>
      <w:r>
        <w:t>bersuci dan kesucian. Pelaku salat harus menyucikan badan dan pakaiannya dari najis. Untuk</w:t>
      </w:r>
    </w:p>
    <w:p w:rsidR="005247C2" w:rsidRDefault="005247C2" w:rsidP="005247C2">
      <w:pPr>
        <w:pStyle w:val="libNormal"/>
      </w:pPr>
      <w:r>
        <w:t>bersuci dari najis dan cara menyucikan sesuatu yang najis diperlukan pengetahuan tentang najis.</w:t>
      </w:r>
    </w:p>
    <w:p w:rsidR="005247C2" w:rsidRDefault="005247C2" w:rsidP="005247C2">
      <w:pPr>
        <w:pStyle w:val="libNormal"/>
      </w:pPr>
      <w:r>
        <w:t>Oleh kare-na itu, kami akan menjelaskan ihwal najis</w:t>
      </w:r>
    </w:p>
    <w:p w:rsidR="005247C2" w:rsidRDefault="005247C2" w:rsidP="005247C2">
      <w:pPr>
        <w:pStyle w:val="libNormal"/>
      </w:pPr>
      <w:r>
        <w:t>Sebelum mengenal hal-hal yang najis, perhatikan sebuah kaidah umum dalam fikih Islam:</w:t>
      </w:r>
    </w:p>
    <w:p w:rsidR="005247C2" w:rsidRDefault="005247C2" w:rsidP="005247C2">
      <w:pPr>
        <w:pStyle w:val="libNormal"/>
      </w:pPr>
    </w:p>
    <w:p w:rsidR="005247C2" w:rsidRDefault="005247C2" w:rsidP="00E52F86">
      <w:pPr>
        <w:pStyle w:val="libAie"/>
      </w:pPr>
      <w:r>
        <w:t>Apa saja yang di dalam ini adalah suci, kecuali sebelas benda najis dan apa saja yang bersentuhan dengannya</w:t>
      </w:r>
    </w:p>
    <w:p w:rsidR="005247C2" w:rsidRDefault="005247C2" w:rsidP="005247C2">
      <w:pPr>
        <w:pStyle w:val="libNormal"/>
      </w:pPr>
    </w:p>
    <w:p w:rsidR="005247C2" w:rsidRDefault="005247C2" w:rsidP="00E52F86">
      <w:pPr>
        <w:pStyle w:val="Heading2"/>
      </w:pPr>
      <w:bookmarkStart w:id="31" w:name="_Toc422656526"/>
      <w:r>
        <w:t>Benda-benda Najis:</w:t>
      </w:r>
      <w:bookmarkEnd w:id="31"/>
    </w:p>
    <w:p w:rsidR="00E52F86" w:rsidRDefault="00E52F86" w:rsidP="005247C2">
      <w:pPr>
        <w:pStyle w:val="libNormal"/>
      </w:pPr>
    </w:p>
    <w:p w:rsidR="005247C2" w:rsidRDefault="005247C2" w:rsidP="005247C2">
      <w:pPr>
        <w:pStyle w:val="libNormal"/>
      </w:pPr>
      <w:r>
        <w:t>1. Kencing.</w:t>
      </w:r>
    </w:p>
    <w:p w:rsidR="005247C2" w:rsidRDefault="005247C2" w:rsidP="005247C2">
      <w:pPr>
        <w:pStyle w:val="libNormal"/>
      </w:pPr>
      <w:r>
        <w:t>2. Tinja.</w:t>
      </w:r>
    </w:p>
    <w:p w:rsidR="005247C2" w:rsidRDefault="005247C2" w:rsidP="005247C2">
      <w:pPr>
        <w:pStyle w:val="libNormal"/>
      </w:pPr>
      <w:r>
        <w:t>3. Mani.</w:t>
      </w:r>
    </w:p>
    <w:p w:rsidR="005247C2" w:rsidRDefault="005247C2" w:rsidP="005247C2">
      <w:pPr>
        <w:pStyle w:val="libNormal"/>
      </w:pPr>
      <w:r>
        <w:t>4. Bangkai.</w:t>
      </w:r>
    </w:p>
    <w:p w:rsidR="005247C2" w:rsidRDefault="005247C2" w:rsidP="005247C2">
      <w:pPr>
        <w:pStyle w:val="libNormal"/>
      </w:pPr>
      <w:r>
        <w:t>5. Darah.</w:t>
      </w:r>
    </w:p>
    <w:p w:rsidR="005247C2" w:rsidRDefault="005247C2" w:rsidP="005247C2">
      <w:pPr>
        <w:pStyle w:val="libNormal"/>
      </w:pPr>
      <w:r>
        <w:t>6. Anjing.</w:t>
      </w:r>
    </w:p>
    <w:p w:rsidR="005247C2" w:rsidRDefault="005247C2" w:rsidP="005247C2">
      <w:pPr>
        <w:pStyle w:val="libNormal"/>
      </w:pPr>
      <w:r>
        <w:t>7. Babi.</w:t>
      </w:r>
    </w:p>
    <w:p w:rsidR="005247C2" w:rsidRDefault="005247C2" w:rsidP="005247C2">
      <w:pPr>
        <w:pStyle w:val="libNormal"/>
      </w:pPr>
      <w:r>
        <w:t>8. Arak dan setiap cairan yangmemabukkan.</w:t>
      </w:r>
    </w:p>
    <w:p w:rsidR="005247C2" w:rsidRDefault="005247C2" w:rsidP="005247C2">
      <w:pPr>
        <w:pStyle w:val="libNormal"/>
      </w:pPr>
      <w:r>
        <w:t>9. Fuqqa’; yaitu minuman yang dibuat dari bulir (seje-nis gandum).</w:t>
      </w:r>
    </w:p>
    <w:p w:rsidR="005247C2" w:rsidRDefault="005247C2" w:rsidP="005247C2">
      <w:pPr>
        <w:pStyle w:val="libNormal"/>
      </w:pPr>
      <w:r>
        <w:t>10. Orang kafir.</w:t>
      </w:r>
    </w:p>
    <w:p w:rsidR="005247C2" w:rsidRDefault="005247C2" w:rsidP="005247C2">
      <w:pPr>
        <w:pStyle w:val="libNormal"/>
      </w:pPr>
      <w:r>
        <w:t>11. Keringat unta pemakan tinja manusia.</w:t>
      </w:r>
    </w:p>
    <w:p w:rsidR="00E52F86" w:rsidRDefault="00E52F86" w:rsidP="005247C2">
      <w:pPr>
        <w:pStyle w:val="libNormal"/>
      </w:pPr>
    </w:p>
    <w:p w:rsidR="005247C2" w:rsidRDefault="005247C2" w:rsidP="00E52F86">
      <w:pPr>
        <w:pStyle w:val="Heading2"/>
      </w:pPr>
      <w:bookmarkStart w:id="32" w:name="_Toc422656527"/>
      <w:r>
        <w:t>Keterangan:</w:t>
      </w:r>
      <w:bookmarkEnd w:id="32"/>
    </w:p>
    <w:p w:rsidR="00E52F86" w:rsidRDefault="00E52F86" w:rsidP="005247C2">
      <w:pPr>
        <w:pStyle w:val="libNormal"/>
      </w:pPr>
    </w:p>
    <w:p w:rsidR="005247C2" w:rsidRDefault="005247C2" w:rsidP="005247C2">
      <w:pPr>
        <w:pStyle w:val="libNormal"/>
      </w:pPr>
      <w:r>
        <w:t>Kencing dan tinja manusia dan hewan yang dagingnya haram dan darahnya mengalir adalah najis.</w:t>
      </w:r>
    </w:p>
    <w:p w:rsidR="005247C2" w:rsidRDefault="005247C2" w:rsidP="005247C2">
      <w:pPr>
        <w:pStyle w:val="libNormal"/>
      </w:pPr>
      <w:r>
        <w:t>Hewan yang darahnya mengalir adalah hewan yang jika urat nadinya dipotong maka</w:t>
      </w:r>
    </w:p>
    <w:p w:rsidR="005247C2" w:rsidRDefault="005247C2" w:rsidP="005247C2">
      <w:pPr>
        <w:pStyle w:val="libNormal"/>
      </w:pPr>
      <w:r>
        <w:t>darahnya memancur seperti: kucing dan tikus.</w:t>
      </w:r>
    </w:p>
    <w:p w:rsidR="005247C2" w:rsidRDefault="005247C2" w:rsidP="005247C2">
      <w:pPr>
        <w:pStyle w:val="libNormal"/>
      </w:pPr>
      <w:r>
        <w:t>Manusia dan hewan yang darahnya mengalir seperti: kambing, maka air mani, bangkai dan</w:t>
      </w:r>
    </w:p>
    <w:p w:rsidR="005247C2" w:rsidRDefault="005247C2" w:rsidP="005247C2">
      <w:pPr>
        <w:pStyle w:val="libNormal"/>
      </w:pPr>
      <w:r>
        <w:t>darah mereka najis.</w:t>
      </w:r>
    </w:p>
    <w:p w:rsidR="005247C2" w:rsidRDefault="005247C2" w:rsidP="005247C2">
      <w:pPr>
        <w:pStyle w:val="libNormal"/>
      </w:pPr>
      <w:r>
        <w:t>Anjing dan babi yang hidup di darat adalah najis, tetapi anjing dan babi yang hidup di laut</w:t>
      </w:r>
    </w:p>
    <w:p w:rsidR="005247C2" w:rsidRDefault="005247C2" w:rsidP="005247C2">
      <w:pPr>
        <w:pStyle w:val="libNormal"/>
      </w:pPr>
      <w:r>
        <w:t>tidak najis.</w:t>
      </w:r>
    </w:p>
    <w:p w:rsidR="005247C2" w:rsidRDefault="005247C2" w:rsidP="005247C2">
      <w:pPr>
        <w:pStyle w:val="libNormal"/>
      </w:pPr>
      <w:r>
        <w:t>Kesucian (thaharah) berbeda dengan kebersihan. Demi-kian juga najis tidaklah sama dengan</w:t>
      </w:r>
    </w:p>
    <w:p w:rsidR="005247C2" w:rsidRDefault="005247C2" w:rsidP="005247C2">
      <w:pPr>
        <w:pStyle w:val="libNormal"/>
      </w:pPr>
      <w:r>
        <w:lastRenderedPageBreak/>
        <w:t>kotor. Boleh jadi sesu-atu itu dianggap bersih, akan tetapi menurut hukum Islam, ia belum tentu</w:t>
      </w:r>
    </w:p>
    <w:p w:rsidR="005247C2" w:rsidRDefault="005247C2" w:rsidP="005247C2">
      <w:pPr>
        <w:pStyle w:val="libNormal"/>
      </w:pPr>
      <w:r>
        <w:t>dinyatakan suci. Yang diinginkan oleh Islam adalah kesucian dan kebersihan. Artinya, seseorang</w:t>
      </w:r>
    </w:p>
    <w:p w:rsidR="005247C2" w:rsidRDefault="005247C2" w:rsidP="005247C2">
      <w:pPr>
        <w:pStyle w:val="libNormal"/>
      </w:pPr>
      <w:r>
        <w:t>harus memperhatikan kesucian dan kebersihan diri, lingkungan dan kehidupannya. Dan</w:t>
      </w:r>
    </w:p>
    <w:p w:rsidR="005247C2" w:rsidRDefault="005247C2" w:rsidP="005247C2">
      <w:pPr>
        <w:pStyle w:val="libNormal"/>
      </w:pPr>
      <w:r>
        <w:t>pelajaran kita ini berkaitan dengan kesucian.</w:t>
      </w:r>
    </w:p>
    <w:p w:rsidR="00A13D56" w:rsidRDefault="00A13D56" w:rsidP="005247C2">
      <w:pPr>
        <w:pStyle w:val="libNormal"/>
      </w:pPr>
    </w:p>
    <w:p w:rsidR="005247C2" w:rsidRDefault="005247C2" w:rsidP="00A13D56">
      <w:pPr>
        <w:pStyle w:val="Heading2"/>
      </w:pPr>
      <w:bookmarkStart w:id="33" w:name="_Toc422656528"/>
      <w:r>
        <w:t>Masalah:</w:t>
      </w:r>
      <w:bookmarkEnd w:id="33"/>
    </w:p>
    <w:p w:rsidR="00A13D56" w:rsidRDefault="00A13D56" w:rsidP="005247C2">
      <w:pPr>
        <w:pStyle w:val="libNormal"/>
      </w:pPr>
    </w:p>
    <w:p w:rsidR="005247C2" w:rsidRDefault="005247C2" w:rsidP="005247C2">
      <w:pPr>
        <w:pStyle w:val="libNormal"/>
      </w:pPr>
      <w:r>
        <w:t>1. Kencing dan tinja manusia dan seluruh hewan yang da-gingnya haram dan darahnya</w:t>
      </w:r>
    </w:p>
    <w:p w:rsidR="005247C2" w:rsidRDefault="00E52F86" w:rsidP="005247C2">
      <w:pPr>
        <w:pStyle w:val="libNormal"/>
      </w:pPr>
      <w:r>
        <w:t>mengalir adalah najis.</w:t>
      </w:r>
      <w:r w:rsidRPr="00E52F86">
        <w:rPr>
          <w:rStyle w:val="libFootnotenumChar"/>
        </w:rPr>
        <w:footnoteReference w:id="39"/>
      </w:r>
    </w:p>
    <w:p w:rsidR="005247C2" w:rsidRDefault="005247C2" w:rsidP="005247C2">
      <w:pPr>
        <w:pStyle w:val="libNormal"/>
      </w:pPr>
      <w:r>
        <w:t>2. Kencing dan tinja seluruh hewan yang halal dagingnya seperti: sapi, kambing dan seluruh</w:t>
      </w:r>
    </w:p>
    <w:p w:rsidR="005247C2" w:rsidRDefault="005247C2" w:rsidP="005247C2">
      <w:pPr>
        <w:pStyle w:val="libNormal"/>
      </w:pPr>
      <w:r>
        <w:t>hewan yang darah-nya tidak mengalir sepe</w:t>
      </w:r>
      <w:r w:rsidR="00E52F86">
        <w:t>rti: ular dan ikan adalah suci.</w:t>
      </w:r>
      <w:r w:rsidR="00E52F86" w:rsidRPr="00E52F86">
        <w:rPr>
          <w:rStyle w:val="libFootnotenumChar"/>
        </w:rPr>
        <w:footnoteReference w:id="40"/>
      </w:r>
    </w:p>
    <w:p w:rsidR="005247C2" w:rsidRDefault="005247C2" w:rsidP="005247C2">
      <w:pPr>
        <w:pStyle w:val="libNormal"/>
      </w:pPr>
      <w:r>
        <w:t>3. Kencing dan tinja seluruh hewan yang makruh da-gingnya seperti: kuda dan keledai adalah</w:t>
      </w:r>
    </w:p>
    <w:p w:rsidR="005247C2" w:rsidRDefault="00E52F86" w:rsidP="005247C2">
      <w:pPr>
        <w:pStyle w:val="libNormal"/>
      </w:pPr>
      <w:r>
        <w:t>suci.</w:t>
      </w:r>
      <w:r w:rsidRPr="00E52F86">
        <w:rPr>
          <w:rStyle w:val="libFootnotenumChar"/>
        </w:rPr>
        <w:footnoteReference w:id="41"/>
      </w:r>
    </w:p>
    <w:p w:rsidR="005247C2" w:rsidRDefault="005247C2" w:rsidP="005247C2">
      <w:pPr>
        <w:pStyle w:val="libNormal"/>
      </w:pPr>
      <w:r>
        <w:t>4. Tinja seluruh burung yang haram dagingny</w:t>
      </w:r>
      <w:r w:rsidR="00E52F86">
        <w:t>a seperti; gagak, adalah najis.</w:t>
      </w:r>
      <w:r w:rsidR="00E52F86" w:rsidRPr="00E52F86">
        <w:rPr>
          <w:rStyle w:val="libFootnotenumChar"/>
        </w:rPr>
        <w:footnoteReference w:id="42"/>
      </w:r>
      <w:r>
        <w:t xml:space="preserve"> </w:t>
      </w:r>
      <w:r w:rsidR="00E52F86" w:rsidRPr="00221869">
        <w:t xml:space="preserve">&amp; </w:t>
      </w:r>
      <w:r w:rsidR="00E52F86" w:rsidRPr="00E52F86">
        <w:rPr>
          <w:rStyle w:val="libFootnotenumChar"/>
        </w:rPr>
        <w:footnoteReference w:id="43"/>
      </w:r>
    </w:p>
    <w:p w:rsidR="00E52F86" w:rsidRDefault="00E52F86" w:rsidP="005247C2">
      <w:pPr>
        <w:pStyle w:val="libNormal"/>
      </w:pPr>
    </w:p>
    <w:p w:rsidR="005247C2" w:rsidRDefault="00E52F86" w:rsidP="005247C2">
      <w:pPr>
        <w:pStyle w:val="libNormal"/>
      </w:pPr>
      <w:bookmarkStart w:id="34" w:name="_Toc422656529"/>
      <w:r w:rsidRPr="00E52F86">
        <w:rPr>
          <w:rStyle w:val="Heading2Char"/>
        </w:rPr>
        <w:t>Hukum Bangkai</w:t>
      </w:r>
      <w:bookmarkEnd w:id="34"/>
      <w:r>
        <w:t xml:space="preserve"> </w:t>
      </w:r>
      <w:r w:rsidRPr="00E52F86">
        <w:rPr>
          <w:rStyle w:val="libFootnotenumChar"/>
        </w:rPr>
        <w:footnoteReference w:id="44"/>
      </w:r>
    </w:p>
    <w:p w:rsidR="00E52F86" w:rsidRDefault="00E52F86" w:rsidP="005247C2">
      <w:pPr>
        <w:pStyle w:val="libNormal"/>
      </w:pPr>
    </w:p>
    <w:p w:rsidR="005247C2" w:rsidRDefault="005247C2" w:rsidP="005247C2">
      <w:pPr>
        <w:pStyle w:val="libNormal"/>
      </w:pPr>
      <w:r>
        <w:t>Mayat manusia, walaupun baru meninggal dunia dan ba-dannya belum dingin (selain</w:t>
      </w:r>
    </w:p>
    <w:p w:rsidR="005247C2" w:rsidRDefault="005247C2" w:rsidP="005247C2">
      <w:pPr>
        <w:pStyle w:val="libNormal"/>
      </w:pPr>
      <w:r>
        <w:lastRenderedPageBreak/>
        <w:t>anggotanya yang tidak bernyawa—yakni mati—seperti: kuku, rambut dan gigi), seluruh</w:t>
      </w:r>
    </w:p>
    <w:p w:rsidR="005247C2" w:rsidRDefault="00E52F86" w:rsidP="005247C2">
      <w:pPr>
        <w:pStyle w:val="libNormal"/>
      </w:pPr>
      <w:r>
        <w:t>badannya najis, kecuali:</w:t>
      </w:r>
      <w:r w:rsidRPr="00E52F86">
        <w:rPr>
          <w:rStyle w:val="libFootnotenumChar"/>
        </w:rPr>
        <w:footnoteReference w:id="45"/>
      </w:r>
    </w:p>
    <w:p w:rsidR="005247C2" w:rsidRDefault="005247C2" w:rsidP="005247C2">
      <w:pPr>
        <w:pStyle w:val="libNormal"/>
      </w:pPr>
      <w:r>
        <w:t>1. Meninggal dunia di medan perang (syahid).</w:t>
      </w:r>
    </w:p>
    <w:p w:rsidR="005247C2" w:rsidRDefault="005247C2" w:rsidP="005247C2">
      <w:pPr>
        <w:pStyle w:val="libNormal"/>
      </w:pPr>
      <w:r>
        <w:t>2. Sudah dimandikan (tiga kali mandi secara sempurna).</w:t>
      </w:r>
    </w:p>
    <w:p w:rsidR="00E52F86" w:rsidRDefault="00E52F86" w:rsidP="005247C2">
      <w:pPr>
        <w:pStyle w:val="libNormal"/>
      </w:pPr>
    </w:p>
    <w:p w:rsidR="005247C2" w:rsidRDefault="005247C2" w:rsidP="00E52F86">
      <w:pPr>
        <w:pStyle w:val="Heading2"/>
      </w:pPr>
      <w:bookmarkStart w:id="35" w:name="_Toc422656530"/>
      <w:r>
        <w:t>Bangkai Binatang</w:t>
      </w:r>
      <w:bookmarkEnd w:id="35"/>
    </w:p>
    <w:p w:rsidR="00E52F86" w:rsidRDefault="00E52F86" w:rsidP="005247C2">
      <w:pPr>
        <w:pStyle w:val="libNormal"/>
      </w:pPr>
    </w:p>
    <w:p w:rsidR="005247C2" w:rsidRDefault="005247C2" w:rsidP="005247C2">
      <w:pPr>
        <w:pStyle w:val="libNormal"/>
      </w:pPr>
      <w:r>
        <w:t>1. Bangkai hewan yang darahnya tidakmengalir seperti; ikan, adalah suci.</w:t>
      </w:r>
    </w:p>
    <w:p w:rsidR="005247C2" w:rsidRDefault="005247C2" w:rsidP="005247C2">
      <w:pPr>
        <w:pStyle w:val="libNormal"/>
      </w:pPr>
      <w:r>
        <w:t>2. Bangkai hewan yang darahnya mengalir, maka ang-gota-anggota tubuhnya yang tidak</w:t>
      </w:r>
    </w:p>
    <w:p w:rsidR="005247C2" w:rsidRDefault="005247C2" w:rsidP="005247C2">
      <w:pPr>
        <w:pStyle w:val="libNormal"/>
      </w:pPr>
      <w:r>
        <w:t>bernyawa (mati) seperti: bulu dan tanduk, adalah suci, sementara ang-gota-anggota</w:t>
      </w:r>
    </w:p>
    <w:p w:rsidR="005247C2" w:rsidRDefault="005247C2" w:rsidP="005247C2">
      <w:pPr>
        <w:pStyle w:val="libNormal"/>
      </w:pPr>
      <w:r>
        <w:t xml:space="preserve">tubuhnya yang bernyawa (hidup) seperti </w:t>
      </w:r>
      <w:r w:rsidR="00E52F86">
        <w:t>daging dan kulit, adalah najis.</w:t>
      </w:r>
      <w:r w:rsidR="00E52F86" w:rsidRPr="00E52F86">
        <w:rPr>
          <w:rStyle w:val="libFootnotenumChar"/>
        </w:rPr>
        <w:footnoteReference w:id="46"/>
      </w:r>
    </w:p>
    <w:p w:rsidR="00E52F86" w:rsidRDefault="00E52F86" w:rsidP="005247C2">
      <w:pPr>
        <w:pStyle w:val="libNormal"/>
      </w:pPr>
    </w:p>
    <w:p w:rsidR="005247C2" w:rsidRDefault="005247C2" w:rsidP="00E52F86">
      <w:pPr>
        <w:pStyle w:val="Heading2"/>
      </w:pPr>
      <w:bookmarkStart w:id="36" w:name="_Toc422656531"/>
      <w:r>
        <w:t>Hukum Bangkai Binatang</w:t>
      </w:r>
      <w:bookmarkEnd w:id="36"/>
    </w:p>
    <w:p w:rsidR="00E52F86" w:rsidRDefault="00E52F86" w:rsidP="005247C2">
      <w:pPr>
        <w:pStyle w:val="libNormal"/>
      </w:pPr>
    </w:p>
    <w:p w:rsidR="005247C2" w:rsidRDefault="005247C2" w:rsidP="005247C2">
      <w:pPr>
        <w:pStyle w:val="libNormal"/>
      </w:pPr>
      <w:r>
        <w:t>1. Anjing dan babi; seluruh anggota badan mereka adalah najis.</w:t>
      </w:r>
    </w:p>
    <w:p w:rsidR="005247C2" w:rsidRDefault="005247C2" w:rsidP="005247C2">
      <w:pPr>
        <w:pStyle w:val="libNormal"/>
      </w:pPr>
      <w:r>
        <w:t>2. Binatang-binatang selain anjing dan babi:</w:t>
      </w:r>
    </w:p>
    <w:p w:rsidR="005247C2" w:rsidRDefault="005247C2" w:rsidP="005247C2">
      <w:pPr>
        <w:pStyle w:val="libNormal"/>
      </w:pPr>
      <w:r>
        <w:t>a. Yang darahnya memancur/mengalir:</w:t>
      </w:r>
    </w:p>
    <w:p w:rsidR="005247C2" w:rsidRDefault="005247C2" w:rsidP="005247C2">
      <w:pPr>
        <w:pStyle w:val="libNormal"/>
      </w:pPr>
      <w:r>
        <w:t>· Anggota badannya yang hidup adalah najis.</w:t>
      </w:r>
    </w:p>
    <w:p w:rsidR="005247C2" w:rsidRDefault="005247C2" w:rsidP="005247C2">
      <w:pPr>
        <w:pStyle w:val="libNormal"/>
      </w:pPr>
      <w:r>
        <w:t>· Anggota badannya yang mati adalah suci.</w:t>
      </w:r>
    </w:p>
    <w:p w:rsidR="004E1859" w:rsidRDefault="005247C2" w:rsidP="004E1859">
      <w:pPr>
        <w:pStyle w:val="libNormal"/>
      </w:pPr>
      <w:r>
        <w:t>b. Yang darahnya tidak memancur/tidak mengalir; maka seluruh anggota badan mereka</w:t>
      </w:r>
      <w:r w:rsidR="00611EA2">
        <w:t xml:space="preserve"> </w:t>
      </w:r>
      <w:r w:rsidR="004E1859">
        <w:t>adalah suci.</w:t>
      </w:r>
    </w:p>
    <w:p w:rsidR="00474560" w:rsidRDefault="00474560" w:rsidP="004E1859">
      <w:pPr>
        <w:pStyle w:val="libNormal"/>
      </w:pPr>
    </w:p>
    <w:p w:rsidR="004E1859" w:rsidRDefault="004E1859" w:rsidP="00474560">
      <w:pPr>
        <w:pStyle w:val="Heading2"/>
      </w:pPr>
      <w:bookmarkStart w:id="37" w:name="_Toc422656532"/>
      <w:r>
        <w:t>Hukum-hukum Darah</w:t>
      </w:r>
      <w:bookmarkEnd w:id="37"/>
    </w:p>
    <w:p w:rsidR="00474560" w:rsidRDefault="00474560" w:rsidP="004E1859">
      <w:pPr>
        <w:pStyle w:val="libNormal"/>
      </w:pPr>
    </w:p>
    <w:p w:rsidR="004E1859" w:rsidRDefault="004E1859" w:rsidP="004E1859">
      <w:pPr>
        <w:pStyle w:val="libNormal"/>
      </w:pPr>
      <w:r>
        <w:t>1. Darah manusia dan darah setiap hewan yang darahnya mengalir adalah najis seperti; ayam</w:t>
      </w:r>
    </w:p>
    <w:p w:rsidR="004E1859" w:rsidRDefault="004E1859" w:rsidP="004E1859">
      <w:pPr>
        <w:pStyle w:val="libNormal"/>
      </w:pPr>
      <w:r>
        <w:lastRenderedPageBreak/>
        <w:t>dan kambing.</w:t>
      </w:r>
    </w:p>
    <w:p w:rsidR="004E1859" w:rsidRDefault="004E1859" w:rsidP="004E1859">
      <w:pPr>
        <w:pStyle w:val="libNormal"/>
      </w:pPr>
      <w:r>
        <w:t>2. Darah hewan yang darahnya tidak mengalir adalah suci seperti; ikan dan nyamuk.</w:t>
      </w:r>
    </w:p>
    <w:p w:rsidR="004E1859" w:rsidRDefault="004E1859" w:rsidP="004E1859">
      <w:pPr>
        <w:pStyle w:val="libNormal"/>
      </w:pPr>
      <w:r>
        <w:t>3. Darah yang kadang-kadang ada pada telur tidaklah najis, akan tetapi berdasarkan ihtiyath</w:t>
      </w:r>
    </w:p>
    <w:p w:rsidR="004E1859" w:rsidRDefault="004E1859" w:rsidP="004E1859">
      <w:pPr>
        <w:pStyle w:val="libNormal"/>
      </w:pPr>
      <w:r>
        <w:t>wajib, hendaknya tidak dimakan. Jika darah sudah bercampur dengan kuning telur sehingga</w:t>
      </w:r>
    </w:p>
    <w:p w:rsidR="004E1859" w:rsidRDefault="004E1859" w:rsidP="004E1859">
      <w:pPr>
        <w:pStyle w:val="libNormal"/>
      </w:pPr>
      <w:r>
        <w:t>tidak tampak lagi, maka tidak ada larangan untukmemakan kuningnya.</w:t>
      </w:r>
      <w:r w:rsidRPr="004E1859">
        <w:rPr>
          <w:rStyle w:val="libFootnotenumChar"/>
        </w:rPr>
        <w:footnoteReference w:id="47"/>
      </w:r>
    </w:p>
    <w:p w:rsidR="004E1859" w:rsidRDefault="004E1859" w:rsidP="004E1859">
      <w:pPr>
        <w:pStyle w:val="libNormal"/>
      </w:pPr>
      <w:r>
        <w:t>4. Darah yang keluar dari sela-sela gigi (gusi), jika sudah bercampur dengan air ludah dan tidak</w:t>
      </w:r>
    </w:p>
    <w:p w:rsidR="004E1859" w:rsidRDefault="004E1859" w:rsidP="004E1859">
      <w:pPr>
        <w:pStyle w:val="libNormal"/>
      </w:pPr>
      <w:r>
        <w:t>tampak lagi, maka hukumnya suci, dan dengan demikian tidak ada larangan untuk menelan</w:t>
      </w:r>
    </w:p>
    <w:p w:rsidR="004E1859" w:rsidRDefault="004E1859" w:rsidP="004E1859">
      <w:pPr>
        <w:pStyle w:val="libNormal"/>
      </w:pPr>
      <w:r>
        <w:t>air ludah tersebut.</w:t>
      </w:r>
      <w:r w:rsidRPr="004E1859">
        <w:rPr>
          <w:rStyle w:val="libFootnotenumChar"/>
        </w:rPr>
        <w:footnoteReference w:id="48"/>
      </w:r>
    </w:p>
    <w:p w:rsidR="004E1859" w:rsidRDefault="004E1859" w:rsidP="004E1859">
      <w:pPr>
        <w:pStyle w:val="libNormal"/>
      </w:pPr>
    </w:p>
    <w:p w:rsidR="004E1859" w:rsidRDefault="004E1859" w:rsidP="004E1859">
      <w:pPr>
        <w:pStyle w:val="Heading2"/>
      </w:pPr>
      <w:bookmarkStart w:id="38" w:name="_Toc422656533"/>
      <w:r>
        <w:t>Kesimpulan Pelajaran</w:t>
      </w:r>
      <w:bookmarkEnd w:id="38"/>
    </w:p>
    <w:p w:rsidR="004E1859" w:rsidRDefault="004E1859" w:rsidP="004E1859">
      <w:pPr>
        <w:pStyle w:val="libNormal"/>
      </w:pPr>
    </w:p>
    <w:p w:rsidR="004E1859" w:rsidRDefault="004E1859" w:rsidP="004E1859">
      <w:pPr>
        <w:pStyle w:val="libNormal"/>
      </w:pPr>
      <w:r>
        <w:t>1. Untukmengerjakan salat, badan dan pakaian pelaku salat harus suci.</w:t>
      </w:r>
    </w:p>
    <w:p w:rsidR="004E1859" w:rsidRDefault="004E1859" w:rsidP="004E1859">
      <w:pPr>
        <w:pStyle w:val="libNormal"/>
      </w:pPr>
      <w:r>
        <w:t>2. Seluruh apa yang ada di alam ini hukumnya suci kecuali 11 benda najis.</w:t>
      </w:r>
    </w:p>
    <w:p w:rsidR="004E1859" w:rsidRDefault="004E1859" w:rsidP="004E1859">
      <w:pPr>
        <w:pStyle w:val="libNormal"/>
      </w:pPr>
      <w:r>
        <w:t>3. Jenazah manusia yang meninggal tidak di medan pe-rang dan belum dimandikan, maka</w:t>
      </w:r>
    </w:p>
    <w:p w:rsidR="004E1859" w:rsidRDefault="004E1859" w:rsidP="004E1859">
      <w:pPr>
        <w:pStyle w:val="libNormal"/>
      </w:pPr>
      <w:r>
        <w:t>hukumnya najis kecuali anggota tubuhnya yang tak bernyawa (mati).</w:t>
      </w:r>
    </w:p>
    <w:p w:rsidR="004E1859" w:rsidRDefault="004E1859" w:rsidP="004E1859">
      <w:pPr>
        <w:pStyle w:val="libNormal"/>
      </w:pPr>
      <w:r>
        <w:t>4. Bangkai anjing, babi dan anggota-anggota yang ber-nyawa (hidup) dari seluruh bangkai</w:t>
      </w:r>
    </w:p>
    <w:p w:rsidR="004E1859" w:rsidRDefault="004E1859" w:rsidP="004E1859">
      <w:pPr>
        <w:pStyle w:val="libNormal"/>
      </w:pPr>
      <w:r>
        <w:t>hewan yang da-rahnya mengalir adalah najis.</w:t>
      </w:r>
    </w:p>
    <w:p w:rsidR="004E1859" w:rsidRDefault="004E1859" w:rsidP="004E1859">
      <w:pPr>
        <w:pStyle w:val="libNormal"/>
      </w:pPr>
      <w:r>
        <w:t>5. Bangkai seluruh hewan yang darahnya tidak mengalir, begitu juga anggota-anggota yang tak</w:t>
      </w:r>
    </w:p>
    <w:p w:rsidR="004E1859" w:rsidRDefault="004E1859" w:rsidP="004E1859">
      <w:pPr>
        <w:pStyle w:val="libNormal"/>
      </w:pPr>
      <w:r>
        <w:lastRenderedPageBreak/>
        <w:t>bernyawa dari seluruh bangkai hewan yang darahnya mengalir adalah suci.</w:t>
      </w:r>
    </w:p>
    <w:p w:rsidR="004E1859" w:rsidRDefault="004E1859" w:rsidP="004E1859">
      <w:pPr>
        <w:pStyle w:val="libNormal"/>
      </w:pPr>
      <w:r>
        <w:t>6. Seluruh hewan yang darahnya mengalir, maka darah mereka najis.</w:t>
      </w:r>
    </w:p>
    <w:p w:rsidR="004E1859" w:rsidRDefault="004E1859" w:rsidP="004E1859">
      <w:pPr>
        <w:pStyle w:val="libNormal"/>
      </w:pPr>
      <w:r>
        <w:t>7. Darah yang berada pada telur tidaklah najis, akan tetapi berdasarkan ihtiyath wajib, hendaknya</w:t>
      </w:r>
    </w:p>
    <w:p w:rsidR="004E1859" w:rsidRDefault="004E1859" w:rsidP="004E1859">
      <w:pPr>
        <w:pStyle w:val="libNormal"/>
      </w:pPr>
      <w:r>
        <w:t>tidak dimakan kecuali jika sedikit sehingga ketika dikocok tidak tam-pak lagi.</w:t>
      </w:r>
    </w:p>
    <w:p w:rsidR="004E1859" w:rsidRDefault="004E1859" w:rsidP="004E1859">
      <w:pPr>
        <w:pStyle w:val="libNormal"/>
      </w:pPr>
      <w:r>
        <w:t>8. Darah yang keluar dari sela-sela gigi, jika bercampur dengan air ludah dan tidak tampak lagi,</w:t>
      </w:r>
    </w:p>
    <w:p w:rsidR="004E1859" w:rsidRDefault="004E1859" w:rsidP="004E1859">
      <w:pPr>
        <w:pStyle w:val="libNormal"/>
      </w:pPr>
      <w:r>
        <w:t>hukumnya suci dan tidak apa-apa menelannya.</w:t>
      </w:r>
    </w:p>
    <w:p w:rsidR="004E1859" w:rsidRDefault="004E1859" w:rsidP="004E1859">
      <w:pPr>
        <w:pStyle w:val="libNormal"/>
      </w:pPr>
    </w:p>
    <w:p w:rsidR="004E1859" w:rsidRDefault="004E1859" w:rsidP="004E1859">
      <w:pPr>
        <w:pStyle w:val="Heading2"/>
      </w:pPr>
      <w:bookmarkStart w:id="39" w:name="_Toc422656534"/>
      <w:r>
        <w:t>Pertanyaan:</w:t>
      </w:r>
      <w:bookmarkEnd w:id="39"/>
    </w:p>
    <w:p w:rsidR="004E1859" w:rsidRDefault="004E1859" w:rsidP="004E1859">
      <w:pPr>
        <w:pStyle w:val="libNormal"/>
      </w:pPr>
    </w:p>
    <w:p w:rsidR="004E1859" w:rsidRDefault="004E1859" w:rsidP="004E1859">
      <w:pPr>
        <w:pStyle w:val="libNormal"/>
      </w:pPr>
      <w:r>
        <w:t>1. Apa hukum bangkai ular, kalajengking dan katak?</w:t>
      </w:r>
    </w:p>
    <w:p w:rsidR="004E1859" w:rsidRDefault="004E1859" w:rsidP="004E1859">
      <w:pPr>
        <w:pStyle w:val="libNormal"/>
      </w:pPr>
      <w:r>
        <w:t>2. Apa hukum tinja keledai dan tinja burung gagak?</w:t>
      </w:r>
    </w:p>
    <w:p w:rsidR="004E1859" w:rsidRDefault="004E1859" w:rsidP="004E1859">
      <w:pPr>
        <w:pStyle w:val="libNormal"/>
      </w:pPr>
      <w:r>
        <w:t>3. Apa hukumdarah yang tampak di mulut ketika meng-gosok gigi?</w:t>
      </w:r>
    </w:p>
    <w:p w:rsidR="004E1859" w:rsidRDefault="004E1859" w:rsidP="004E1859">
      <w:pPr>
        <w:pStyle w:val="libNormal"/>
      </w:pPr>
      <w:r>
        <w:t>4. Manusia yang bagaimana sehingga badannya dihukumi suci tatkala meninggal dunia?</w:t>
      </w:r>
    </w:p>
    <w:p w:rsidR="001F44A1" w:rsidRDefault="004E1859" w:rsidP="004E1859">
      <w:pPr>
        <w:pStyle w:val="libNormal"/>
      </w:pPr>
      <w:r>
        <w:t>5. Apakah bulu kambing yang sudah mati bisa digunakan?</w:t>
      </w:r>
    </w:p>
    <w:p w:rsidR="001F44A1" w:rsidRPr="001F44A1" w:rsidRDefault="001F44A1">
      <w:r>
        <w:br w:type="page"/>
      </w:r>
    </w:p>
    <w:p w:rsidR="009758F8" w:rsidRDefault="009758F8" w:rsidP="009758F8">
      <w:pPr>
        <w:pStyle w:val="Heading1Center"/>
      </w:pPr>
      <w:bookmarkStart w:id="40" w:name="_Toc422656535"/>
      <w:r>
        <w:lastRenderedPageBreak/>
        <w:t>Pelajaran 4</w:t>
      </w:r>
      <w:bookmarkEnd w:id="40"/>
    </w:p>
    <w:p w:rsidR="009758F8" w:rsidRDefault="009758F8" w:rsidP="009758F8">
      <w:pPr>
        <w:pStyle w:val="Heading1Center"/>
      </w:pPr>
      <w:bookmarkStart w:id="41" w:name="_Toc422656536"/>
      <w:r>
        <w:t>BAGAIMANASESUATU YANGSUCI</w:t>
      </w:r>
      <w:bookmarkEnd w:id="41"/>
    </w:p>
    <w:p w:rsidR="009758F8" w:rsidRDefault="009758F8" w:rsidP="009758F8">
      <w:pPr>
        <w:pStyle w:val="Heading1Center"/>
      </w:pPr>
      <w:bookmarkStart w:id="42" w:name="_Toc422656537"/>
      <w:r>
        <w:t>BISAMENJADINAJIS?</w:t>
      </w:r>
      <w:bookmarkEnd w:id="42"/>
    </w:p>
    <w:p w:rsidR="009758F8" w:rsidRDefault="009758F8" w:rsidP="009758F8">
      <w:pPr>
        <w:pStyle w:val="libNormal"/>
      </w:pPr>
    </w:p>
    <w:p w:rsidR="009758F8" w:rsidRDefault="009758F8" w:rsidP="009758F8">
      <w:pPr>
        <w:pStyle w:val="libNormal"/>
      </w:pPr>
      <w:r>
        <w:t>Pada pelajaran yang lalu, telah dijelaskan bahwa semua yang ada di alam ini hukumnya suci,</w:t>
      </w:r>
    </w:p>
    <w:p w:rsidR="009758F8" w:rsidRDefault="009758F8" w:rsidP="009758F8">
      <w:pPr>
        <w:pStyle w:val="libNormal"/>
      </w:pPr>
      <w:r>
        <w:t>kecuali sebagian kecil saja. Namun demikian, sesuatu yang suci bisa menjadi najis karena</w:t>
      </w:r>
    </w:p>
    <w:p w:rsidR="009758F8" w:rsidRDefault="009758F8" w:rsidP="009758F8">
      <w:pPr>
        <w:pStyle w:val="libNormal"/>
      </w:pPr>
      <w:r>
        <w:t>bersentuhan dengan benda najis. Ini terjadi dengan syarat; salah satu dari keduanya (benda yang</w:t>
      </w:r>
    </w:p>
    <w:p w:rsidR="009758F8" w:rsidRDefault="009758F8" w:rsidP="009758F8">
      <w:pPr>
        <w:pStyle w:val="libNormal"/>
      </w:pPr>
      <w:r>
        <w:t>suci atau benda yang najis) harus basah. Perlu ditambahkan, bahwa kebasahan salah satu dari</w:t>
      </w:r>
    </w:p>
    <w:p w:rsidR="009758F8" w:rsidRDefault="009758F8" w:rsidP="009758F8">
      <w:pPr>
        <w:pStyle w:val="libNormal"/>
      </w:pPr>
      <w:r>
        <w:t>kedua benda it</w:t>
      </w:r>
      <w:r w:rsidR="00616D29">
        <w:t>u telah berpindah ke yang lain.</w:t>
      </w:r>
      <w:r w:rsidR="00616D29" w:rsidRPr="00616D29">
        <w:rPr>
          <w:rStyle w:val="libFootnotenumChar"/>
        </w:rPr>
        <w:footnoteReference w:id="49"/>
      </w:r>
    </w:p>
    <w:p w:rsidR="009758F8" w:rsidRDefault="009758F8" w:rsidP="009758F8">
      <w:pPr>
        <w:pStyle w:val="libNormal"/>
      </w:pPr>
      <w:r>
        <w:t>1. Jika benda yang suci bersentuhan dengan benda najis dan salah satu dari keduanya basah dan</w:t>
      </w:r>
    </w:p>
    <w:p w:rsidR="009758F8" w:rsidRDefault="009758F8" w:rsidP="009758F8">
      <w:pPr>
        <w:pStyle w:val="libNormal"/>
      </w:pPr>
      <w:r>
        <w:t>mempengaruhi yang lain dengan kebasahannya, maka benda yang suci itu menjadi najis.</w:t>
      </w:r>
    </w:p>
    <w:p w:rsidR="009758F8" w:rsidRDefault="009758F8" w:rsidP="009758F8">
      <w:pPr>
        <w:pStyle w:val="libNormal"/>
      </w:pPr>
      <w:r>
        <w:t>2. Kasus-kasus di bawah ini dihukumi suci:</w:t>
      </w:r>
    </w:p>
    <w:p w:rsidR="009758F8" w:rsidRDefault="009758F8" w:rsidP="009758F8">
      <w:pPr>
        <w:pStyle w:val="libNormal"/>
      </w:pPr>
      <w:r>
        <w:t>· Tidak tahu pasti; apakah benda yang suci telah bersentuhan atau tidak dengan benda</w:t>
      </w:r>
    </w:p>
    <w:p w:rsidR="009758F8" w:rsidRDefault="009758F8" w:rsidP="009758F8">
      <w:pPr>
        <w:pStyle w:val="libNormal"/>
      </w:pPr>
      <w:r>
        <w:t>najis.</w:t>
      </w:r>
    </w:p>
    <w:p w:rsidR="009758F8" w:rsidRDefault="009758F8" w:rsidP="009758F8">
      <w:pPr>
        <w:pStyle w:val="libNormal"/>
      </w:pPr>
      <w:r>
        <w:t>· Tidak tahu pasti; benda yang suci dan benda najis itu basah atau tidak.</w:t>
      </w:r>
    </w:p>
    <w:p w:rsidR="009758F8" w:rsidRDefault="009758F8" w:rsidP="009758F8">
      <w:pPr>
        <w:pStyle w:val="libNormal"/>
      </w:pPr>
      <w:r>
        <w:t>· Tidak tahu pasti; kebasahan salah satunya berpe-ngaruh dan berpindah kepada yang lain</w:t>
      </w:r>
    </w:p>
    <w:p w:rsidR="009758F8" w:rsidRDefault="00616D29" w:rsidP="009758F8">
      <w:pPr>
        <w:pStyle w:val="libNormal"/>
      </w:pPr>
      <w:r>
        <w:t>atau tidak.</w:t>
      </w:r>
      <w:r w:rsidRPr="00616D29">
        <w:rPr>
          <w:rStyle w:val="libFootnotenumChar"/>
        </w:rPr>
        <w:footnoteReference w:id="50"/>
      </w:r>
    </w:p>
    <w:p w:rsidR="00616D29" w:rsidRDefault="00616D29" w:rsidP="009758F8">
      <w:pPr>
        <w:pStyle w:val="libNormal"/>
      </w:pPr>
    </w:p>
    <w:p w:rsidR="009758F8" w:rsidRDefault="009758F8" w:rsidP="00616D29">
      <w:pPr>
        <w:pStyle w:val="Heading2"/>
      </w:pPr>
      <w:bookmarkStart w:id="43" w:name="_Toc422656538"/>
      <w:r>
        <w:t>Beberapa Masalah</w:t>
      </w:r>
      <w:bookmarkEnd w:id="43"/>
    </w:p>
    <w:p w:rsidR="00616D29" w:rsidRDefault="00616D29" w:rsidP="009758F8">
      <w:pPr>
        <w:pStyle w:val="libNormal"/>
      </w:pPr>
    </w:p>
    <w:p w:rsidR="009758F8" w:rsidRDefault="009758F8" w:rsidP="009758F8">
      <w:pPr>
        <w:pStyle w:val="libNormal"/>
      </w:pPr>
      <w:r>
        <w:t>1. Jika seseorang tidak tahu; benda yang tadinya suci telah menjadi najis atau belum, maka</w:t>
      </w:r>
    </w:p>
    <w:p w:rsidR="009758F8" w:rsidRDefault="009758F8" w:rsidP="009758F8">
      <w:pPr>
        <w:pStyle w:val="libNormal"/>
      </w:pPr>
      <w:r>
        <w:lastRenderedPageBreak/>
        <w:t>hukumnya suci dan tidak wajib untuk memeriksanya, walaupun bisa dike-tahui kenajisannya</w:t>
      </w:r>
    </w:p>
    <w:p w:rsidR="009758F8" w:rsidRDefault="009758F8" w:rsidP="009758F8">
      <w:pPr>
        <w:pStyle w:val="libNormal"/>
      </w:pPr>
      <w:r>
        <w:t>atau kesuciannya</w:t>
      </w:r>
      <w:r w:rsidR="00616D29">
        <w:t>.</w:t>
      </w:r>
      <w:r w:rsidR="00616D29" w:rsidRPr="00616D29">
        <w:rPr>
          <w:rStyle w:val="libFootnotenumChar"/>
        </w:rPr>
        <w:footnoteReference w:id="51"/>
      </w:r>
    </w:p>
    <w:p w:rsidR="009758F8" w:rsidRDefault="009758F8" w:rsidP="009758F8">
      <w:pPr>
        <w:pStyle w:val="libNormal"/>
      </w:pPr>
      <w:r>
        <w:t xml:space="preserve">2. Haram memakan </w:t>
      </w:r>
      <w:r w:rsidR="00616D29">
        <w:t>dan meminum sesuatu yang najis.</w:t>
      </w:r>
      <w:r w:rsidR="00616D29" w:rsidRPr="00616D29">
        <w:rPr>
          <w:rStyle w:val="libFootnotenumChar"/>
        </w:rPr>
        <w:footnoteReference w:id="52"/>
      </w:r>
    </w:p>
    <w:p w:rsidR="009758F8" w:rsidRDefault="009758F8" w:rsidP="009758F8">
      <w:pPr>
        <w:pStyle w:val="libNormal"/>
      </w:pPr>
      <w:r>
        <w:t>3. Jika seseorang melihat orang lain memakan sesuatu yang najis atau salat dengan baju yang</w:t>
      </w:r>
    </w:p>
    <w:p w:rsidR="009758F8" w:rsidRDefault="009758F8" w:rsidP="009758F8">
      <w:pPr>
        <w:pStyle w:val="libNormal"/>
      </w:pPr>
      <w:r>
        <w:t xml:space="preserve">najis, dia tidak </w:t>
      </w:r>
      <w:r w:rsidR="00616D29">
        <w:t>wajib memberitahukan kepadanya.</w:t>
      </w:r>
      <w:r w:rsidR="00616D29" w:rsidRPr="00616D29">
        <w:rPr>
          <w:rStyle w:val="libFootnotenumChar"/>
        </w:rPr>
        <w:footnoteReference w:id="53"/>
      </w:r>
    </w:p>
    <w:p w:rsidR="00616D29" w:rsidRDefault="00616D29" w:rsidP="009758F8">
      <w:pPr>
        <w:pStyle w:val="libNormal"/>
      </w:pPr>
    </w:p>
    <w:p w:rsidR="009758F8" w:rsidRDefault="009758F8" w:rsidP="00616D29">
      <w:pPr>
        <w:pStyle w:val="Heading2"/>
      </w:pPr>
      <w:bookmarkStart w:id="44" w:name="_Toc422656539"/>
      <w:r>
        <w:t>Benda-benda yang Bisa Menyucikan</w:t>
      </w:r>
      <w:bookmarkEnd w:id="44"/>
    </w:p>
    <w:p w:rsidR="00616D29" w:rsidRDefault="00616D29" w:rsidP="009758F8">
      <w:pPr>
        <w:pStyle w:val="libNormal"/>
      </w:pPr>
    </w:p>
    <w:p w:rsidR="009758F8" w:rsidRDefault="009758F8" w:rsidP="009758F8">
      <w:pPr>
        <w:pStyle w:val="libNormal"/>
      </w:pPr>
      <w:r>
        <w:t>Bagaimana sesuatu yang terkena najis bisa menjadi suci? Semua yang terkena najis bisa kembali</w:t>
      </w:r>
    </w:p>
    <w:p w:rsidR="009758F8" w:rsidRDefault="009758F8" w:rsidP="009758F8">
      <w:pPr>
        <w:pStyle w:val="libNormal"/>
      </w:pPr>
      <w:r>
        <w:t>suci dengan benda-benda penyuci. Benda-benda yang dapat menyucikan itu antara lain:</w:t>
      </w:r>
    </w:p>
    <w:p w:rsidR="009758F8" w:rsidRDefault="009758F8" w:rsidP="009758F8">
      <w:pPr>
        <w:pStyle w:val="libNormal"/>
      </w:pPr>
      <w:r>
        <w:t>1. Air.</w:t>
      </w:r>
    </w:p>
    <w:p w:rsidR="009758F8" w:rsidRDefault="009758F8" w:rsidP="009758F8">
      <w:pPr>
        <w:pStyle w:val="libNormal"/>
      </w:pPr>
      <w:r>
        <w:t>2. Tanah.</w:t>
      </w:r>
    </w:p>
    <w:p w:rsidR="009758F8" w:rsidRDefault="009758F8" w:rsidP="009758F8">
      <w:pPr>
        <w:pStyle w:val="libNormal"/>
      </w:pPr>
      <w:r>
        <w:t>3. Sinar matahari.</w:t>
      </w:r>
    </w:p>
    <w:p w:rsidR="009758F8" w:rsidRDefault="009758F8" w:rsidP="009758F8">
      <w:pPr>
        <w:pStyle w:val="libNormal"/>
      </w:pPr>
      <w:r>
        <w:t>4. Islam.</w:t>
      </w:r>
    </w:p>
    <w:p w:rsidR="009758F8" w:rsidRDefault="00616D29" w:rsidP="009758F8">
      <w:pPr>
        <w:pStyle w:val="libNormal"/>
      </w:pPr>
      <w:r>
        <w:t>5. Hilangnya najis.</w:t>
      </w:r>
      <w:r w:rsidRPr="00616D29">
        <w:rPr>
          <w:rStyle w:val="libFootnotenumChar"/>
        </w:rPr>
        <w:footnoteReference w:id="54"/>
      </w:r>
    </w:p>
    <w:p w:rsidR="009758F8" w:rsidRDefault="009758F8" w:rsidP="009758F8">
      <w:pPr>
        <w:pStyle w:val="libNormal"/>
      </w:pPr>
      <w:r>
        <w:t>Air bisa menyucikan sesuatu yang terkena najis. Air banyak sekali macamnya. Mengetahui</w:t>
      </w:r>
    </w:p>
    <w:p w:rsidR="009758F8" w:rsidRDefault="009758F8" w:rsidP="009758F8">
      <w:pPr>
        <w:pStyle w:val="libNormal"/>
      </w:pPr>
      <w:r>
        <w:t>macam-macam air sangat membantu kita untuk lebih mudah mempelajari masalah-masalah yang</w:t>
      </w:r>
    </w:p>
    <w:p w:rsidR="009758F8" w:rsidRDefault="009758F8" w:rsidP="009758F8">
      <w:pPr>
        <w:pStyle w:val="libNormal"/>
      </w:pPr>
      <w:r>
        <w:t>berkaitan dengannya.</w:t>
      </w:r>
    </w:p>
    <w:p w:rsidR="00616D29" w:rsidRDefault="00616D29" w:rsidP="009758F8">
      <w:pPr>
        <w:pStyle w:val="libNormal"/>
      </w:pPr>
    </w:p>
    <w:p w:rsidR="00B15DB9" w:rsidRDefault="009758F8" w:rsidP="00616D29">
      <w:pPr>
        <w:pStyle w:val="Heading2"/>
      </w:pPr>
      <w:bookmarkStart w:id="45" w:name="_Toc422656540"/>
      <w:r>
        <w:t>Macam-macam Air</w:t>
      </w:r>
      <w:bookmarkEnd w:id="45"/>
    </w:p>
    <w:p w:rsidR="00221869" w:rsidRDefault="00221869" w:rsidP="00221869">
      <w:pPr>
        <w:pStyle w:val="libNormal"/>
      </w:pPr>
    </w:p>
    <w:p w:rsidR="00746F77" w:rsidRDefault="00746F77" w:rsidP="00746F77">
      <w:pPr>
        <w:pStyle w:val="libNormal"/>
      </w:pPr>
      <w:r>
        <w:t>1. Air mudhaf.</w:t>
      </w:r>
    </w:p>
    <w:p w:rsidR="00746F77" w:rsidRDefault="00746F77" w:rsidP="00746F77">
      <w:pPr>
        <w:pStyle w:val="libNormal"/>
      </w:pPr>
      <w:r>
        <w:t>2. Air mutlaq:</w:t>
      </w:r>
    </w:p>
    <w:p w:rsidR="00746F77" w:rsidRDefault="00746F77" w:rsidP="00746F77">
      <w:pPr>
        <w:pStyle w:val="libNormal"/>
      </w:pPr>
      <w:r>
        <w:t>· Air sumur</w:t>
      </w:r>
    </w:p>
    <w:p w:rsidR="00746F77" w:rsidRDefault="00746F77" w:rsidP="00746F77">
      <w:pPr>
        <w:pStyle w:val="libNormal"/>
      </w:pPr>
      <w:r>
        <w:t>· Air mengalir</w:t>
      </w:r>
    </w:p>
    <w:p w:rsidR="00746F77" w:rsidRDefault="00746F77" w:rsidP="00746F77">
      <w:pPr>
        <w:pStyle w:val="libNormal"/>
      </w:pPr>
      <w:r>
        <w:t>· Air hujan</w:t>
      </w:r>
    </w:p>
    <w:p w:rsidR="00746F77" w:rsidRDefault="00746F77" w:rsidP="00746F77">
      <w:pPr>
        <w:pStyle w:val="libNormal"/>
      </w:pPr>
      <w:r>
        <w:lastRenderedPageBreak/>
        <w:t>· Air diam:</w:t>
      </w:r>
    </w:p>
    <w:p w:rsidR="00746F77" w:rsidRDefault="00746F77" w:rsidP="00746F77">
      <w:pPr>
        <w:pStyle w:val="libNormal"/>
      </w:pPr>
      <w:r>
        <w:t>1. Kur (banyak).</w:t>
      </w:r>
    </w:p>
    <w:p w:rsidR="00746F77" w:rsidRDefault="00746F77" w:rsidP="00746F77">
      <w:pPr>
        <w:pStyle w:val="libNormal"/>
      </w:pPr>
      <w:r>
        <w:t>2. Qalil (sedikit).</w:t>
      </w:r>
    </w:p>
    <w:p w:rsidR="00746F77" w:rsidRDefault="00746F77" w:rsidP="00746F77">
      <w:pPr>
        <w:pStyle w:val="libNormal"/>
      </w:pPr>
      <w:r>
        <w:t>Air mudhaf adalah air yang diambil dan diperas dari sesuatu seperti; air apel dan air semangka,</w:t>
      </w:r>
    </w:p>
    <w:p w:rsidR="00746F77" w:rsidRDefault="00746F77" w:rsidP="00746F77">
      <w:pPr>
        <w:pStyle w:val="libNormal"/>
      </w:pPr>
      <w:r>
        <w:t>atau air yang sudah bercampur sehingga tidak bisa dikatakan lagi bahwa itu air murni seperti:</w:t>
      </w:r>
    </w:p>
    <w:p w:rsidR="00746F77" w:rsidRDefault="00746F77" w:rsidP="00746F77">
      <w:pPr>
        <w:pStyle w:val="libNormal"/>
      </w:pPr>
      <w:r>
        <w:t>sirup.</w:t>
      </w:r>
    </w:p>
    <w:p w:rsidR="00746F77" w:rsidRDefault="00746F77" w:rsidP="00746F77">
      <w:pPr>
        <w:pStyle w:val="libNormal"/>
      </w:pPr>
      <w:r>
        <w:t>Dan air mutlaq yaitu air yang selain mudhaf.</w:t>
      </w:r>
    </w:p>
    <w:p w:rsidR="00746F77" w:rsidRDefault="00746F77" w:rsidP="00746F77">
      <w:pPr>
        <w:pStyle w:val="libNormal"/>
      </w:pPr>
    </w:p>
    <w:p w:rsidR="00746F77" w:rsidRDefault="00746F77" w:rsidP="00746F77">
      <w:pPr>
        <w:pStyle w:val="Heading2"/>
      </w:pPr>
      <w:bookmarkStart w:id="46" w:name="_Toc422656541"/>
      <w:r>
        <w:t>Hukum-hukum Air Mudhaf</w:t>
      </w:r>
      <w:bookmarkEnd w:id="46"/>
    </w:p>
    <w:p w:rsidR="00746F77" w:rsidRDefault="00746F77" w:rsidP="00746F77">
      <w:pPr>
        <w:pStyle w:val="libNormal"/>
      </w:pPr>
    </w:p>
    <w:p w:rsidR="00746F77" w:rsidRDefault="00746F77" w:rsidP="00746F77">
      <w:pPr>
        <w:pStyle w:val="libNormal"/>
      </w:pPr>
      <w:r>
        <w:t>1. Tidak bisa menyucikan sesuatu yang najis (bukan ter-masuk benda yang bisa menyucikan).</w:t>
      </w:r>
    </w:p>
    <w:p w:rsidR="00746F77" w:rsidRDefault="00746F77" w:rsidP="00746F77">
      <w:pPr>
        <w:pStyle w:val="libNormal"/>
      </w:pPr>
      <w:r>
        <w:t>2. Akan menjadi najis jika bersentuhan dengan benda najis, walaupun bau atau warna atau</w:t>
      </w:r>
    </w:p>
    <w:p w:rsidR="00746F77" w:rsidRDefault="00746F77" w:rsidP="00746F77">
      <w:pPr>
        <w:pStyle w:val="libNormal"/>
      </w:pPr>
      <w:r>
        <w:t>rasanya tidak berubah, ataupun benda najis itu sedikit.</w:t>
      </w:r>
    </w:p>
    <w:p w:rsidR="00746F77" w:rsidRDefault="00746F77" w:rsidP="00746F77">
      <w:pPr>
        <w:pStyle w:val="libNormal"/>
      </w:pPr>
      <w:r>
        <w:t>3. Berwudu dan mandi dengannya tidak sah.</w:t>
      </w:r>
      <w:r w:rsidRPr="00746F77">
        <w:rPr>
          <w:rStyle w:val="libFootnotenumChar"/>
        </w:rPr>
        <w:footnoteReference w:id="55"/>
      </w:r>
    </w:p>
    <w:p w:rsidR="00746F77" w:rsidRDefault="00746F77" w:rsidP="00746F77">
      <w:pPr>
        <w:pStyle w:val="libNormal"/>
      </w:pPr>
    </w:p>
    <w:p w:rsidR="00746F77" w:rsidRDefault="00746F77" w:rsidP="00746F77">
      <w:pPr>
        <w:pStyle w:val="Heading2"/>
      </w:pPr>
      <w:bookmarkStart w:id="47" w:name="_Toc422656542"/>
      <w:r>
        <w:t>Macam-macam Air Mutlaq</w:t>
      </w:r>
      <w:bookmarkEnd w:id="47"/>
    </w:p>
    <w:p w:rsidR="00746F77" w:rsidRDefault="00746F77" w:rsidP="00746F77">
      <w:pPr>
        <w:pStyle w:val="libNormal"/>
      </w:pPr>
    </w:p>
    <w:p w:rsidR="00746F77" w:rsidRDefault="00746F77" w:rsidP="00746F77">
      <w:pPr>
        <w:pStyle w:val="libNormal"/>
      </w:pPr>
      <w:r>
        <w:t>Yaitu air yang keluar dari bumi, atau turun dari langit, atau tidak keluar dari bumi juga tidak</w:t>
      </w:r>
    </w:p>
    <w:p w:rsidR="00746F77" w:rsidRDefault="00746F77" w:rsidP="00746F77">
      <w:pPr>
        <w:pStyle w:val="libNormal"/>
      </w:pPr>
      <w:r>
        <w:t>turun dari langit. Air yang turun dari langit disebut air hujan, dan air yang keluar dari bumi,</w:t>
      </w:r>
    </w:p>
    <w:p w:rsidR="00746F77" w:rsidRDefault="00746F77" w:rsidP="00746F77">
      <w:pPr>
        <w:pStyle w:val="libNormal"/>
      </w:pPr>
      <w:r>
        <w:t>kalau dia bergerak disebut sebagai air mengalir, dan kalau dia tidak bergerak disebut sebagai air</w:t>
      </w:r>
    </w:p>
    <w:p w:rsidR="00746F77" w:rsidRDefault="00746F77" w:rsidP="00746F77">
      <w:pPr>
        <w:pStyle w:val="libNormal"/>
      </w:pPr>
      <w:r>
        <w:t>sumur. Air yang tidak keluar dari bumi juga tidak turun dari langit disebut sebagai air diam. Air</w:t>
      </w:r>
    </w:p>
    <w:p w:rsidR="00746F77" w:rsidRDefault="00746F77" w:rsidP="00746F77">
      <w:pPr>
        <w:pStyle w:val="libNormal"/>
      </w:pPr>
      <w:r>
        <w:t>diam; kalau ukurannya banyak, maka disebut sebagai kur (banyak), dan kalau sedikit, dia disebut</w:t>
      </w:r>
    </w:p>
    <w:p w:rsidR="00746F77" w:rsidRDefault="00746F77" w:rsidP="00746F77">
      <w:pPr>
        <w:pStyle w:val="libNormal"/>
      </w:pPr>
      <w:r>
        <w:t>sebagai qalil (sedikit).</w:t>
      </w:r>
    </w:p>
    <w:p w:rsidR="00746F77" w:rsidRDefault="00746F77" w:rsidP="00746F77">
      <w:pPr>
        <w:pStyle w:val="libNormal"/>
      </w:pPr>
    </w:p>
    <w:p w:rsidR="00746F77" w:rsidRDefault="00746F77" w:rsidP="00746F77">
      <w:pPr>
        <w:pStyle w:val="Heading2"/>
      </w:pPr>
      <w:bookmarkStart w:id="48" w:name="_Toc422656543"/>
      <w:r>
        <w:lastRenderedPageBreak/>
        <w:t>Ukuran Air Kur (Banyak)</w:t>
      </w:r>
      <w:r w:rsidRPr="00746F77">
        <w:rPr>
          <w:rStyle w:val="libFootnotenumChar"/>
        </w:rPr>
        <w:footnoteReference w:id="56"/>
      </w:r>
      <w:bookmarkEnd w:id="48"/>
    </w:p>
    <w:p w:rsidR="00746F77" w:rsidRDefault="00746F77" w:rsidP="00746F77">
      <w:pPr>
        <w:pStyle w:val="libNormal"/>
      </w:pPr>
    </w:p>
    <w:p w:rsidR="00746F77" w:rsidRDefault="00746F77" w:rsidP="00746F77">
      <w:pPr>
        <w:pStyle w:val="libNormal"/>
      </w:pPr>
      <w:r>
        <w:t>1. Yaitu air yang berada dalam bak atau kolam yang ukurannya tiga jengkal setengah (kurang</w:t>
      </w:r>
    </w:p>
    <w:p w:rsidR="00746F77" w:rsidRDefault="00746F77" w:rsidP="00746F77">
      <w:pPr>
        <w:pStyle w:val="libNormal"/>
      </w:pPr>
      <w:r>
        <w:t>lebih 70 cm panjang</w:t>
      </w:r>
      <w:r w:rsidR="00537B6D">
        <w:t>, lebar dan tingginya).</w:t>
      </w:r>
      <w:r w:rsidR="00537B6D" w:rsidRPr="00537B6D">
        <w:rPr>
          <w:rStyle w:val="libFootnotenumChar"/>
        </w:rPr>
        <w:footnoteReference w:id="57"/>
      </w:r>
    </w:p>
    <w:p w:rsidR="00746F77" w:rsidRDefault="00746F77" w:rsidP="00746F77">
      <w:pPr>
        <w:pStyle w:val="libNormal"/>
      </w:pPr>
      <w:r>
        <w:t>2. Beratnya sekitar 377 hingga 419 kg.</w:t>
      </w:r>
    </w:p>
    <w:p w:rsidR="00B63999" w:rsidRDefault="00B63999" w:rsidP="00746F77">
      <w:pPr>
        <w:pStyle w:val="libNormal"/>
      </w:pPr>
    </w:p>
    <w:p w:rsidR="00746F77" w:rsidRDefault="00746F77" w:rsidP="00B63999">
      <w:pPr>
        <w:pStyle w:val="Heading2"/>
      </w:pPr>
      <w:bookmarkStart w:id="49" w:name="_Toc422656544"/>
      <w:r>
        <w:t>Ukuran Air Qalil (Sedikit)</w:t>
      </w:r>
      <w:bookmarkEnd w:id="49"/>
    </w:p>
    <w:p w:rsidR="00B63999" w:rsidRDefault="00B63999" w:rsidP="00746F77">
      <w:pPr>
        <w:pStyle w:val="libNormal"/>
      </w:pPr>
    </w:p>
    <w:p w:rsidR="00746F77" w:rsidRDefault="00746F77" w:rsidP="00746F77">
      <w:pPr>
        <w:pStyle w:val="libNormal"/>
      </w:pPr>
      <w:r>
        <w:t>Air yang kurang dari kur disebut dengan air qalil. Hanya air mutlaq yang bisa menyucikan sesuatu</w:t>
      </w:r>
    </w:p>
    <w:p w:rsidR="00746F77" w:rsidRDefault="00746F77" w:rsidP="00746F77">
      <w:pPr>
        <w:pStyle w:val="libNormal"/>
      </w:pPr>
      <w:r>
        <w:t>yang terkena najis. Boleh jadi air mudhaf bisa membersihkan kotoran, akan tetapi ia sama sekali</w:t>
      </w:r>
    </w:p>
    <w:p w:rsidR="00746F77" w:rsidRDefault="00746F77" w:rsidP="00746F77">
      <w:pPr>
        <w:pStyle w:val="libNormal"/>
      </w:pPr>
      <w:r>
        <w:t>tidak akan bisa menyucikan najis.</w:t>
      </w:r>
    </w:p>
    <w:p w:rsidR="00746F77" w:rsidRDefault="00746F77" w:rsidP="00746F77">
      <w:pPr>
        <w:pStyle w:val="libNormal"/>
      </w:pPr>
      <w:r>
        <w:t>Pada pelajaran yang akan datang, kita akan mengenal hukum-hukum air mutlaq dan cara-cara</w:t>
      </w:r>
    </w:p>
    <w:p w:rsidR="00746F77" w:rsidRDefault="00746F77" w:rsidP="00746F77">
      <w:pPr>
        <w:pStyle w:val="libNormal"/>
      </w:pPr>
      <w:r>
        <w:t>bersuci dengannya.</w:t>
      </w:r>
    </w:p>
    <w:p w:rsidR="00746F77" w:rsidRDefault="00746F77" w:rsidP="00746F77">
      <w:pPr>
        <w:pStyle w:val="libNormal"/>
      </w:pPr>
    </w:p>
    <w:p w:rsidR="00746F77" w:rsidRDefault="00746F77" w:rsidP="00746F77">
      <w:pPr>
        <w:pStyle w:val="Heading2"/>
      </w:pPr>
      <w:bookmarkStart w:id="50" w:name="_Toc422656545"/>
      <w:r>
        <w:t>Kesimpulan Pelajaran</w:t>
      </w:r>
      <w:bookmarkEnd w:id="50"/>
    </w:p>
    <w:p w:rsidR="00746F77" w:rsidRDefault="00746F77" w:rsidP="00746F77">
      <w:pPr>
        <w:pStyle w:val="libNormal"/>
      </w:pPr>
    </w:p>
    <w:p w:rsidR="00746F77" w:rsidRDefault="00746F77" w:rsidP="00746F77">
      <w:pPr>
        <w:pStyle w:val="libNormal"/>
      </w:pPr>
      <w:r>
        <w:t>1. Sesuatu yang bisa menyucikan bisa menyucikan semua benda yang terkena najis. Artinya,</w:t>
      </w:r>
    </w:p>
    <w:p w:rsidR="00746F77" w:rsidRDefault="00746F77" w:rsidP="00746F77">
      <w:pPr>
        <w:pStyle w:val="libNormal"/>
      </w:pPr>
      <w:r>
        <w:t>tidak ada sesuatu yang terkena najis yang tidak bisa disucikan.</w:t>
      </w:r>
    </w:p>
    <w:p w:rsidR="00746F77" w:rsidRDefault="00746F77" w:rsidP="00746F77">
      <w:pPr>
        <w:pStyle w:val="libNormal"/>
      </w:pPr>
      <w:r>
        <w:t>2. Sesuatu yang bisa menyucikan antara lain; air, tanah, sinar matahari, Islam dan hilangnya</w:t>
      </w:r>
    </w:p>
    <w:p w:rsidR="00746F77" w:rsidRDefault="00746F77" w:rsidP="00746F77">
      <w:pPr>
        <w:pStyle w:val="libNormal"/>
      </w:pPr>
      <w:r>
        <w:t>benda najis.</w:t>
      </w:r>
    </w:p>
    <w:p w:rsidR="00221869" w:rsidRDefault="00746F77" w:rsidP="00746F77">
      <w:pPr>
        <w:pStyle w:val="libNormal"/>
      </w:pPr>
      <w:r>
        <w:t>3. Di antara yang bisa menyucikan adalah air, itu pun air mutlaq; bukan air mudhaf.</w:t>
      </w:r>
    </w:p>
    <w:p w:rsidR="001C36B3" w:rsidRDefault="001C36B3" w:rsidP="001C36B3">
      <w:pPr>
        <w:pStyle w:val="libNormal"/>
      </w:pPr>
      <w:r>
        <w:t>4. Air yang keluar dari bumi dan bergerak adalah air mengalir. Air yang keluar dari bumi dan</w:t>
      </w:r>
    </w:p>
    <w:p w:rsidR="001C36B3" w:rsidRDefault="001C36B3" w:rsidP="001C36B3">
      <w:pPr>
        <w:pStyle w:val="libNormal"/>
      </w:pPr>
      <w:r>
        <w:lastRenderedPageBreak/>
        <w:t>tidak bergerak adalah air sumur. Air yang tidak keluar dari bumi juga tidak turun dari langit</w:t>
      </w:r>
    </w:p>
    <w:p w:rsidR="001C36B3" w:rsidRDefault="001C36B3" w:rsidP="001C36B3">
      <w:pPr>
        <w:pStyle w:val="libNormal"/>
      </w:pPr>
      <w:r>
        <w:t>adalah air diam. Lalu, jika air yang diam itu banyak, dia disebut kur (banyak), dan jika sedikit,</w:t>
      </w:r>
    </w:p>
    <w:p w:rsidR="001C36B3" w:rsidRDefault="001C36B3" w:rsidP="001C36B3">
      <w:pPr>
        <w:pStyle w:val="libNormal"/>
      </w:pPr>
      <w:r>
        <w:t>dia disebut qalil (sedikit).</w:t>
      </w:r>
    </w:p>
    <w:p w:rsidR="001C36B3" w:rsidRDefault="001C36B3" w:rsidP="001C36B3">
      <w:pPr>
        <w:pStyle w:val="libNormal"/>
      </w:pPr>
      <w:r>
        <w:t>5. Jika berat air mencapai 377 hingga 419 kg, maka dia di-sebut air kur.</w:t>
      </w:r>
    </w:p>
    <w:p w:rsidR="001C36B3" w:rsidRDefault="001C36B3" w:rsidP="001C36B3">
      <w:pPr>
        <w:pStyle w:val="libNormal"/>
      </w:pPr>
    </w:p>
    <w:p w:rsidR="001C36B3" w:rsidRDefault="001C36B3" w:rsidP="001C36B3">
      <w:pPr>
        <w:pStyle w:val="Heading2"/>
      </w:pPr>
      <w:bookmarkStart w:id="51" w:name="_Toc422656546"/>
      <w:r>
        <w:t>Pertanyaan:</w:t>
      </w:r>
      <w:bookmarkEnd w:id="51"/>
    </w:p>
    <w:p w:rsidR="001C36B3" w:rsidRDefault="001C36B3" w:rsidP="001C36B3">
      <w:pPr>
        <w:pStyle w:val="libNormal"/>
      </w:pPr>
    </w:p>
    <w:p w:rsidR="001C36B3" w:rsidRDefault="001C36B3" w:rsidP="001C36B3">
      <w:pPr>
        <w:pStyle w:val="libNormal"/>
      </w:pPr>
      <w:r>
        <w:t>1. Apa perbedaan antara air mutlaq dan air mudhaf?</w:t>
      </w:r>
    </w:p>
    <w:p w:rsidR="001C36B3" w:rsidRDefault="001C36B3" w:rsidP="001C36B3">
      <w:pPr>
        <w:pStyle w:val="libNormal"/>
      </w:pPr>
      <w:r>
        <w:t>2. Apa perbedaan antara air sumur dan air mengalir?</w:t>
      </w:r>
    </w:p>
    <w:p w:rsidR="001C36B3" w:rsidRDefault="001C36B3" w:rsidP="001C36B3">
      <w:pPr>
        <w:pStyle w:val="libNormal"/>
      </w:pPr>
      <w:r>
        <w:t>3. Hitunglah bak air yang panjangnya 25 jengkal, lebarnya 5 jengkal dan dalamnya 1 jengkal;</w:t>
      </w:r>
    </w:p>
    <w:p w:rsidR="001C36B3" w:rsidRDefault="001C36B3" w:rsidP="001C36B3">
      <w:pPr>
        <w:pStyle w:val="libNormal"/>
      </w:pPr>
      <w:r>
        <w:t>apakah mencapai kur atau tidak?</w:t>
      </w:r>
    </w:p>
    <w:p w:rsidR="001C36B3" w:rsidRDefault="001C36B3" w:rsidP="001C36B3">
      <w:pPr>
        <w:pStyle w:val="libNormal"/>
      </w:pPr>
      <w:r>
        <w:t>4. Seseorang yang kakinya basah dan menginjak karpet yang najis, akan tetapi dia tidak tahu</w:t>
      </w:r>
    </w:p>
    <w:p w:rsidR="00411154" w:rsidRDefault="001C36B3" w:rsidP="001C36B3">
      <w:pPr>
        <w:pStyle w:val="libNormal"/>
      </w:pPr>
      <w:r>
        <w:t>apakah kebasahan kakinya sampai pada karpet atau tidak, apakah kakinya dihukumi najis?</w:t>
      </w:r>
    </w:p>
    <w:p w:rsidR="00411154" w:rsidRPr="00411154" w:rsidRDefault="00411154">
      <w:r>
        <w:br w:type="page"/>
      </w:r>
    </w:p>
    <w:p w:rsidR="0064176A" w:rsidRDefault="0064176A" w:rsidP="0064176A">
      <w:pPr>
        <w:pStyle w:val="Heading1Center"/>
      </w:pPr>
      <w:bookmarkStart w:id="52" w:name="_Toc422656547"/>
      <w:r>
        <w:lastRenderedPageBreak/>
        <w:t>Pelajaran 5</w:t>
      </w:r>
      <w:bookmarkEnd w:id="52"/>
    </w:p>
    <w:p w:rsidR="0064176A" w:rsidRDefault="0064176A" w:rsidP="0064176A">
      <w:pPr>
        <w:pStyle w:val="Heading1Center"/>
      </w:pPr>
      <w:bookmarkStart w:id="53" w:name="_Toc422656548"/>
      <w:r>
        <w:t>HUKUM-HUKUMAIR</w:t>
      </w:r>
      <w:bookmarkEnd w:id="53"/>
    </w:p>
    <w:p w:rsidR="0064176A" w:rsidRDefault="0064176A" w:rsidP="0064176A">
      <w:pPr>
        <w:pStyle w:val="libNormal"/>
      </w:pPr>
    </w:p>
    <w:p w:rsidR="0064176A" w:rsidRDefault="0064176A" w:rsidP="00F81124">
      <w:pPr>
        <w:pStyle w:val="Heading2"/>
      </w:pPr>
      <w:bookmarkStart w:id="54" w:name="_Toc422656549"/>
      <w:r>
        <w:t>Air Qalil (Sedikit)</w:t>
      </w:r>
      <w:bookmarkEnd w:id="54"/>
    </w:p>
    <w:p w:rsidR="00F81124" w:rsidRDefault="00F81124" w:rsidP="0064176A">
      <w:pPr>
        <w:pStyle w:val="libNormal"/>
      </w:pPr>
    </w:p>
    <w:p w:rsidR="0064176A" w:rsidRDefault="0064176A" w:rsidP="0064176A">
      <w:pPr>
        <w:pStyle w:val="libNormal"/>
      </w:pPr>
      <w:r>
        <w:t>1. Jika air qalil bertemu dengan benda najis, maka ia men-jadi najis (misalnya, disiramkan ke</w:t>
      </w:r>
    </w:p>
    <w:p w:rsidR="0064176A" w:rsidRDefault="0064176A" w:rsidP="0064176A">
      <w:pPr>
        <w:pStyle w:val="libNormal"/>
      </w:pPr>
      <w:r>
        <w:t>permukaan benda najis (atau benda yang ternajisi) atau benda yang najis bertemu</w:t>
      </w:r>
    </w:p>
    <w:p w:rsidR="0064176A" w:rsidRDefault="0064176A" w:rsidP="0064176A">
      <w:pPr>
        <w:pStyle w:val="libNormal"/>
      </w:pPr>
      <w:r>
        <w:t>dengannya).</w:t>
      </w:r>
      <w:r w:rsidRPr="0064176A">
        <w:rPr>
          <w:rStyle w:val="libFootnotenumChar"/>
        </w:rPr>
        <w:footnoteReference w:id="58"/>
      </w:r>
    </w:p>
    <w:p w:rsidR="0064176A" w:rsidRDefault="0064176A" w:rsidP="0064176A">
      <w:pPr>
        <w:pStyle w:val="libNormal"/>
      </w:pPr>
      <w:r>
        <w:t>2. Jika air qalil yang najis dan bercampur itu bersambung dengan air kur atau air mengalir, maka</w:t>
      </w:r>
    </w:p>
    <w:p w:rsidR="0064176A" w:rsidRDefault="0064176A" w:rsidP="0064176A">
      <w:pPr>
        <w:pStyle w:val="libNormal"/>
      </w:pPr>
      <w:r>
        <w:t>ia menjadi suci. Misalnya, air qalil yang sudah najis diletakkan di bawah kran air yang</w:t>
      </w:r>
    </w:p>
    <w:p w:rsidR="0064176A" w:rsidRDefault="0064176A" w:rsidP="0064176A">
      <w:pPr>
        <w:pStyle w:val="libNormal"/>
      </w:pPr>
      <w:r>
        <w:t>bersambung dengan sumber air kur, lalu kran air tersebut dibuka sehingga bercampur dengan</w:t>
      </w:r>
    </w:p>
    <w:p w:rsidR="0064176A" w:rsidRDefault="0064176A" w:rsidP="0064176A">
      <w:pPr>
        <w:pStyle w:val="libNormal"/>
      </w:pPr>
      <w:r>
        <w:t>air qalil tersebut</w:t>
      </w:r>
      <w:r w:rsidRPr="0064176A">
        <w:rPr>
          <w:rStyle w:val="libFootnotenumChar"/>
        </w:rPr>
        <w:footnoteReference w:id="59"/>
      </w:r>
      <w:r>
        <w:t>.</w:t>
      </w:r>
      <w:r w:rsidRPr="0064176A">
        <w:rPr>
          <w:rStyle w:val="libFootnotenumChar"/>
        </w:rPr>
        <w:footnoteReference w:id="60"/>
      </w:r>
    </w:p>
    <w:p w:rsidR="00F81124" w:rsidRDefault="00F81124" w:rsidP="0064176A">
      <w:pPr>
        <w:pStyle w:val="libNormal"/>
      </w:pPr>
    </w:p>
    <w:p w:rsidR="0064176A" w:rsidRDefault="0064176A" w:rsidP="00F81124">
      <w:pPr>
        <w:pStyle w:val="Heading2"/>
      </w:pPr>
      <w:bookmarkStart w:id="55" w:name="_Toc422656550"/>
      <w:r>
        <w:t>Air Kur, Air Mengalir, Air Sumur</w:t>
      </w:r>
      <w:bookmarkEnd w:id="55"/>
    </w:p>
    <w:p w:rsidR="00F81124" w:rsidRDefault="00F81124" w:rsidP="0064176A">
      <w:pPr>
        <w:pStyle w:val="libNormal"/>
      </w:pPr>
    </w:p>
    <w:p w:rsidR="0064176A" w:rsidRDefault="0064176A" w:rsidP="0064176A">
      <w:pPr>
        <w:pStyle w:val="libNormal"/>
      </w:pPr>
      <w:r>
        <w:t>1. Segala macam air mutlak selain air qalil, selama bau atau warna atau rasanya tidak berubah</w:t>
      </w:r>
    </w:p>
    <w:p w:rsidR="0064176A" w:rsidRDefault="0064176A" w:rsidP="0064176A">
      <w:pPr>
        <w:pStyle w:val="libNormal"/>
      </w:pPr>
      <w:r>
        <w:t>karena benda najis, maka hukumnya suci. Dan jika bersentuhan dengan benda najis sehingga</w:t>
      </w:r>
    </w:p>
    <w:p w:rsidR="0064176A" w:rsidRDefault="0064176A" w:rsidP="0064176A">
      <w:pPr>
        <w:pStyle w:val="libNormal"/>
      </w:pPr>
      <w:r>
        <w:t>bau atau warna atau rasanya ber-ubah, maka dihukumi najis. Air-air yang memiliki hu-kum</w:t>
      </w:r>
    </w:p>
    <w:p w:rsidR="0064176A" w:rsidRDefault="0064176A" w:rsidP="0064176A">
      <w:pPr>
        <w:pStyle w:val="libNormal"/>
      </w:pPr>
      <w:r>
        <w:t>di atas tadi adalah air mengalir, air sumur, air kur, begitu juga air hujan.</w:t>
      </w:r>
      <w:r w:rsidRPr="0064176A">
        <w:rPr>
          <w:rStyle w:val="libFootnotenumChar"/>
        </w:rPr>
        <w:footnoteReference w:id="61"/>
      </w:r>
    </w:p>
    <w:p w:rsidR="0064176A" w:rsidRDefault="0064176A" w:rsidP="0064176A">
      <w:pPr>
        <w:pStyle w:val="libNormal"/>
      </w:pPr>
      <w:r>
        <w:lastRenderedPageBreak/>
        <w:t>2. Hukum air ledeng yang bersambung dengan sumber air kur adalah seperti hukum air kur itu</w:t>
      </w:r>
    </w:p>
    <w:p w:rsidR="0064176A" w:rsidRDefault="0064176A" w:rsidP="0064176A">
      <w:pPr>
        <w:pStyle w:val="libNormal"/>
      </w:pPr>
      <w:r>
        <w:t>sendiri.</w:t>
      </w:r>
      <w:r w:rsidRPr="0064176A">
        <w:rPr>
          <w:rStyle w:val="libFootnotenumChar"/>
        </w:rPr>
        <w:footnoteReference w:id="62"/>
      </w:r>
    </w:p>
    <w:p w:rsidR="0064176A" w:rsidRDefault="0064176A" w:rsidP="0064176A">
      <w:pPr>
        <w:pStyle w:val="libNormal"/>
      </w:pPr>
    </w:p>
    <w:p w:rsidR="0064176A" w:rsidRDefault="0064176A" w:rsidP="0064176A">
      <w:pPr>
        <w:pStyle w:val="Heading2"/>
      </w:pPr>
      <w:bookmarkStart w:id="56" w:name="_Toc422656551"/>
      <w:r>
        <w:t>Ciri-ciri Air Hujan</w:t>
      </w:r>
      <w:bookmarkEnd w:id="56"/>
    </w:p>
    <w:p w:rsidR="00F81124" w:rsidRDefault="00F81124" w:rsidP="0064176A">
      <w:pPr>
        <w:pStyle w:val="libNormal"/>
      </w:pPr>
    </w:p>
    <w:p w:rsidR="0064176A" w:rsidRDefault="0064176A" w:rsidP="0064176A">
      <w:pPr>
        <w:pStyle w:val="libNormal"/>
      </w:pPr>
      <w:r>
        <w:t>1. Jika air hujan turun hanya sekali pada sesuatu yang najis yang sudah tidak ada benda najis</w:t>
      </w:r>
    </w:p>
    <w:p w:rsidR="0064176A" w:rsidRDefault="0064176A" w:rsidP="0064176A">
      <w:pPr>
        <w:pStyle w:val="libNormal"/>
      </w:pPr>
      <w:r>
        <w:t>padanya,</w:t>
      </w:r>
      <w:r w:rsidR="00F81124" w:rsidRPr="00F81124">
        <w:rPr>
          <w:rStyle w:val="libFootnotenumChar"/>
        </w:rPr>
        <w:footnoteReference w:id="63"/>
      </w:r>
      <w:r>
        <w:t xml:space="preserve"> maka sesuatu itu menjadi suci.</w:t>
      </w:r>
    </w:p>
    <w:p w:rsidR="0064176A" w:rsidRDefault="0064176A" w:rsidP="0064176A">
      <w:pPr>
        <w:pStyle w:val="libNormal"/>
      </w:pPr>
      <w:r>
        <w:t>2. Jika air hujan turun pada karpet dan baju yang najis, karpet dan baju menjadi suci dan tidak</w:t>
      </w:r>
    </w:p>
    <w:p w:rsidR="0064176A" w:rsidRDefault="00F81124" w:rsidP="0064176A">
      <w:pPr>
        <w:pStyle w:val="libNormal"/>
      </w:pPr>
      <w:r>
        <w:t>perlu diperas.</w:t>
      </w:r>
      <w:r w:rsidRPr="00F81124">
        <w:rPr>
          <w:rStyle w:val="libFootnotenumChar"/>
        </w:rPr>
        <w:footnoteReference w:id="64"/>
      </w:r>
    </w:p>
    <w:p w:rsidR="0064176A" w:rsidRDefault="0064176A" w:rsidP="0064176A">
      <w:pPr>
        <w:pStyle w:val="libNormal"/>
      </w:pPr>
      <w:r>
        <w:t>3. Jika hujan turun pada tanah yang najis, maka tanah ini menjadi suci.</w:t>
      </w:r>
    </w:p>
    <w:p w:rsidR="0064176A" w:rsidRDefault="0064176A" w:rsidP="0064176A">
      <w:pPr>
        <w:pStyle w:val="libNormal"/>
      </w:pPr>
      <w:r>
        <w:t>4. Mencuci sesuatu yang najis di genangan air hujan yang kurang dari satu kur, maka selama</w:t>
      </w:r>
    </w:p>
    <w:p w:rsidR="0064176A" w:rsidRDefault="0064176A" w:rsidP="0064176A">
      <w:pPr>
        <w:pStyle w:val="libNormal"/>
      </w:pPr>
      <w:r>
        <w:t>hujan masih ber-langsung dan air genangan itu tidak berubah bau, warna atau rasanya,</w:t>
      </w:r>
    </w:p>
    <w:p w:rsidR="0064176A" w:rsidRDefault="00F81124" w:rsidP="0064176A">
      <w:pPr>
        <w:pStyle w:val="libNormal"/>
      </w:pPr>
      <w:r>
        <w:t>hukum air itu adalah suci.</w:t>
      </w:r>
      <w:r w:rsidRPr="00F81124">
        <w:rPr>
          <w:rStyle w:val="libFootnotenumChar"/>
        </w:rPr>
        <w:footnoteReference w:id="65"/>
      </w:r>
    </w:p>
    <w:p w:rsidR="00F81124" w:rsidRDefault="00F81124" w:rsidP="0064176A">
      <w:pPr>
        <w:pStyle w:val="libNormal"/>
      </w:pPr>
    </w:p>
    <w:p w:rsidR="0064176A" w:rsidRDefault="0064176A" w:rsidP="00F81124">
      <w:pPr>
        <w:pStyle w:val="Heading2"/>
      </w:pPr>
      <w:bookmarkStart w:id="57" w:name="_Toc422656552"/>
      <w:r>
        <w:t>Hukum-hukum Keraguan tentang Air</w:t>
      </w:r>
      <w:bookmarkEnd w:id="57"/>
    </w:p>
    <w:p w:rsidR="00F81124" w:rsidRDefault="00F81124" w:rsidP="0064176A">
      <w:pPr>
        <w:pStyle w:val="libNormal"/>
      </w:pPr>
    </w:p>
    <w:p w:rsidR="0064176A" w:rsidRDefault="0064176A" w:rsidP="0064176A">
      <w:pPr>
        <w:pStyle w:val="libNormal"/>
      </w:pPr>
      <w:r>
        <w:t>1. Air yang ukurannya tidak jelas; apakah air kur atau bukan; jika tersentuh najis, maka ia tidak</w:t>
      </w:r>
    </w:p>
    <w:p w:rsidR="0064176A" w:rsidRDefault="0064176A" w:rsidP="0064176A">
      <w:pPr>
        <w:pStyle w:val="libNormal"/>
      </w:pPr>
      <w:r>
        <w:t>najis, akan tetapi tidakmemiliki hukum-hukum air kur.</w:t>
      </w:r>
    </w:p>
    <w:p w:rsidR="0064176A" w:rsidRDefault="0064176A" w:rsidP="0064176A">
      <w:pPr>
        <w:pStyle w:val="libNormal"/>
      </w:pPr>
      <w:r>
        <w:t>2. Air yang ukuran sebelumnya adalah kur, tetapi sekarang diragukan; apakah sudah menjadi air</w:t>
      </w:r>
    </w:p>
    <w:p w:rsidR="00B63999" w:rsidRDefault="0064176A" w:rsidP="0064176A">
      <w:pPr>
        <w:pStyle w:val="libNormal"/>
      </w:pPr>
      <w:r>
        <w:t>qalil atau belum, maka hukumnya adalah air kur.</w:t>
      </w:r>
    </w:p>
    <w:p w:rsidR="00287EE3" w:rsidRDefault="00287EE3" w:rsidP="00287EE3">
      <w:pPr>
        <w:pStyle w:val="libNormal"/>
      </w:pPr>
      <w:r>
        <w:lastRenderedPageBreak/>
        <w:t>3. Air yang tidak jelas; apakah suci atau najis, maka dihukumi suci.</w:t>
      </w:r>
    </w:p>
    <w:p w:rsidR="00287EE3" w:rsidRDefault="00287EE3" w:rsidP="00B84DB9">
      <w:pPr>
        <w:pStyle w:val="libNormal"/>
      </w:pPr>
      <w:r>
        <w:t>4. Air yang sebelumnya suci lalu diragukan; apakah masih suci atau sudah najis, maka</w:t>
      </w:r>
      <w:r w:rsidR="00B84DB9">
        <w:t xml:space="preserve"> </w:t>
      </w:r>
      <w:r>
        <w:t>hukumnya suci.</w:t>
      </w:r>
    </w:p>
    <w:p w:rsidR="00287EE3" w:rsidRDefault="00287EE3" w:rsidP="00B84DB9">
      <w:pPr>
        <w:pStyle w:val="libNormal"/>
      </w:pPr>
      <w:r>
        <w:t>5. Air yang sebelumnya najis lalu belum jelas; sudah kembali suci ataukah masih najis, maka</w:t>
      </w:r>
      <w:r w:rsidR="00B84DB9">
        <w:t xml:space="preserve"> </w:t>
      </w:r>
      <w:r>
        <w:t>dihukumi najis.</w:t>
      </w:r>
    </w:p>
    <w:p w:rsidR="00287EE3" w:rsidRDefault="00287EE3" w:rsidP="00287EE3">
      <w:pPr>
        <w:pStyle w:val="libNormal"/>
      </w:pPr>
      <w:r>
        <w:t>6. Air yang sebelumnya adalah air mutlak lalu tidak jelas; apakah sudah menjadi air mudhaf atau</w:t>
      </w:r>
    </w:p>
    <w:p w:rsidR="00287EE3" w:rsidRDefault="00287EE3" w:rsidP="00287EE3">
      <w:pPr>
        <w:pStyle w:val="libNormal"/>
      </w:pPr>
      <w:r>
        <w:t>masih air mutlak, maka dihukumi tetap sebagai air mutlak.</w:t>
      </w:r>
      <w:r w:rsidRPr="00287EE3">
        <w:rPr>
          <w:rStyle w:val="libFootnotenumChar"/>
        </w:rPr>
        <w:footnoteReference w:id="66"/>
      </w:r>
    </w:p>
    <w:p w:rsidR="00287EE3" w:rsidRDefault="00287EE3" w:rsidP="00287EE3">
      <w:pPr>
        <w:pStyle w:val="libNormal"/>
      </w:pPr>
    </w:p>
    <w:p w:rsidR="00287EE3" w:rsidRDefault="00287EE3" w:rsidP="00287EE3">
      <w:pPr>
        <w:pStyle w:val="Heading2"/>
      </w:pPr>
      <w:bookmarkStart w:id="58" w:name="_Toc422656553"/>
      <w:r>
        <w:t>Bagaimana Sesuatu yang Ternajisi Dapat</w:t>
      </w:r>
      <w:bookmarkEnd w:id="58"/>
    </w:p>
    <w:p w:rsidR="00287EE3" w:rsidRDefault="00287EE3" w:rsidP="00287EE3">
      <w:pPr>
        <w:pStyle w:val="Heading2"/>
      </w:pPr>
      <w:bookmarkStart w:id="59" w:name="_Toc422656554"/>
      <w:r>
        <w:t>Kembali Suci dengan Air?</w:t>
      </w:r>
      <w:bookmarkEnd w:id="59"/>
    </w:p>
    <w:p w:rsidR="00287EE3" w:rsidRDefault="00287EE3" w:rsidP="00287EE3">
      <w:pPr>
        <w:pStyle w:val="libNormal"/>
      </w:pPr>
    </w:p>
    <w:p w:rsidR="00287EE3" w:rsidRDefault="00287EE3" w:rsidP="00287EE3">
      <w:pPr>
        <w:pStyle w:val="libNormal"/>
      </w:pPr>
      <w:r>
        <w:t>Air adalah sumber kehidupan dan penyuci kebanyakan hal-hal yang ternajisi. Air terhitung</w:t>
      </w:r>
    </w:p>
    <w:p w:rsidR="00287EE3" w:rsidRDefault="00287EE3" w:rsidP="00287EE3">
      <w:pPr>
        <w:pStyle w:val="libNormal"/>
      </w:pPr>
      <w:r>
        <w:t>sebagai penyuci yang digu-nakan oleh semua manusia dalam kehidupan sehari-hari. Sekarang,</w:t>
      </w:r>
    </w:p>
    <w:p w:rsidR="00287EE3" w:rsidRDefault="00287EE3" w:rsidP="00287EE3">
      <w:pPr>
        <w:pStyle w:val="libNormal"/>
      </w:pPr>
      <w:r>
        <w:t>mari kita belajar bagaimana sesuatu yang ternajisi bisa menjadi suci dengan air.</w:t>
      </w:r>
    </w:p>
    <w:p w:rsidR="00287EE3" w:rsidRDefault="00287EE3" w:rsidP="00287EE3">
      <w:pPr>
        <w:pStyle w:val="libNormal"/>
      </w:pPr>
    </w:p>
    <w:p w:rsidR="00287EE3" w:rsidRDefault="00287EE3" w:rsidP="00287EE3">
      <w:pPr>
        <w:pStyle w:val="libNormal"/>
      </w:pPr>
      <w:bookmarkStart w:id="60" w:name="_Toc422656555"/>
      <w:r w:rsidRPr="00287EE3">
        <w:rPr>
          <w:rStyle w:val="Heading2Char"/>
        </w:rPr>
        <w:t>Penyucian Sesuatu yang Ternajisi</w:t>
      </w:r>
      <w:bookmarkEnd w:id="60"/>
      <w:r w:rsidRPr="00287EE3">
        <w:rPr>
          <w:rStyle w:val="libFootnotenumChar"/>
        </w:rPr>
        <w:footnoteReference w:id="67"/>
      </w:r>
    </w:p>
    <w:p w:rsidR="00287EE3" w:rsidRDefault="00287EE3" w:rsidP="00287EE3">
      <w:pPr>
        <w:pStyle w:val="libNormal"/>
      </w:pPr>
    </w:p>
    <w:p w:rsidR="00287EE3" w:rsidRDefault="00287EE3" w:rsidP="00287EE3">
      <w:pPr>
        <w:pStyle w:val="libNormal"/>
      </w:pPr>
      <w:r>
        <w:t>1. Penyucian wadah:</w:t>
      </w:r>
    </w:p>
    <w:p w:rsidR="00287EE3" w:rsidRDefault="00287EE3" w:rsidP="00287EE3">
      <w:pPr>
        <w:pStyle w:val="libNormal"/>
      </w:pPr>
      <w:r>
        <w:t>· Dengan air kur: cukup dengan sekali siraman.</w:t>
      </w:r>
    </w:p>
    <w:p w:rsidR="00287EE3" w:rsidRDefault="00287EE3" w:rsidP="00287EE3">
      <w:pPr>
        <w:pStyle w:val="libNormal"/>
      </w:pPr>
      <w:r>
        <w:t>· Dengan air qalil: tiga kali siraman.</w:t>
      </w:r>
    </w:p>
    <w:p w:rsidR="00287EE3" w:rsidRDefault="00287EE3" w:rsidP="00287EE3">
      <w:pPr>
        <w:pStyle w:val="libNormal"/>
      </w:pPr>
      <w:r>
        <w:t>2. Penyucian selain wadah:</w:t>
      </w:r>
    </w:p>
    <w:p w:rsidR="00287EE3" w:rsidRDefault="00287EE3" w:rsidP="00287EE3">
      <w:pPr>
        <w:pStyle w:val="libNormal"/>
      </w:pPr>
      <w:r>
        <w:t>· Najis oleh air kencing:</w:t>
      </w:r>
    </w:p>
    <w:p w:rsidR="00287EE3" w:rsidRDefault="00287EE3" w:rsidP="00287EE3">
      <w:pPr>
        <w:pStyle w:val="libNormal"/>
      </w:pPr>
      <w:r>
        <w:t>- Dengan air kur: sekali.</w:t>
      </w:r>
      <w:r w:rsidRPr="00287EE3">
        <w:rPr>
          <w:rStyle w:val="libFootnotenumChar"/>
        </w:rPr>
        <w:footnoteReference w:id="68"/>
      </w:r>
    </w:p>
    <w:p w:rsidR="00287EE3" w:rsidRDefault="00287EE3" w:rsidP="00287EE3">
      <w:pPr>
        <w:pStyle w:val="libNormal"/>
      </w:pPr>
      <w:r>
        <w:t>- Dengan air qalil: dua kali.</w:t>
      </w:r>
    </w:p>
    <w:p w:rsidR="00287EE3" w:rsidRDefault="00287EE3" w:rsidP="00287EE3">
      <w:pPr>
        <w:pStyle w:val="libNormal"/>
      </w:pPr>
      <w:r>
        <w:lastRenderedPageBreak/>
        <w:t>· Najis oleh selain kencing:</w:t>
      </w:r>
    </w:p>
    <w:p w:rsidR="00287EE3" w:rsidRDefault="00287EE3" w:rsidP="00287EE3">
      <w:pPr>
        <w:pStyle w:val="libNormal"/>
      </w:pPr>
      <w:r>
        <w:t>- Dengan air kur: sekali.</w:t>
      </w:r>
    </w:p>
    <w:p w:rsidR="00287EE3" w:rsidRDefault="00287EE3" w:rsidP="00287EE3">
      <w:pPr>
        <w:pStyle w:val="libNormal"/>
      </w:pPr>
      <w:r>
        <w:t>- Dengan air qalil: sekali.</w:t>
      </w:r>
    </w:p>
    <w:p w:rsidR="00BC5D7D" w:rsidRDefault="00BC5D7D" w:rsidP="00287EE3">
      <w:pPr>
        <w:pStyle w:val="libNormal"/>
      </w:pPr>
    </w:p>
    <w:p w:rsidR="00287EE3" w:rsidRDefault="00287EE3" w:rsidP="00BC5D7D">
      <w:pPr>
        <w:pStyle w:val="Heading2"/>
      </w:pPr>
      <w:bookmarkStart w:id="61" w:name="_Toc422656556"/>
      <w:r>
        <w:t>Keterangan:</w:t>
      </w:r>
      <w:bookmarkEnd w:id="61"/>
    </w:p>
    <w:p w:rsidR="00BC5D7D" w:rsidRDefault="00BC5D7D" w:rsidP="00287EE3">
      <w:pPr>
        <w:pStyle w:val="libNormal"/>
      </w:pPr>
    </w:p>
    <w:p w:rsidR="00287EE3" w:rsidRDefault="00287EE3" w:rsidP="00287EE3">
      <w:pPr>
        <w:pStyle w:val="libNormal"/>
      </w:pPr>
      <w:r>
        <w:t>a. Untuk menyucikan sesuatu yang (terkena) najis, per-tama-tama hilangkan benda najisnya</w:t>
      </w:r>
    </w:p>
    <w:p w:rsidR="00287EE3" w:rsidRDefault="00287EE3" w:rsidP="00287EE3">
      <w:pPr>
        <w:pStyle w:val="libNormal"/>
      </w:pPr>
      <w:r>
        <w:t>kemudian cucilah sesuai dengan penjelasan di atas. Misalnya, wadah yang najis dan setelah</w:t>
      </w:r>
    </w:p>
    <w:p w:rsidR="00287EE3" w:rsidRDefault="00287EE3" w:rsidP="00287EE3">
      <w:pPr>
        <w:pStyle w:val="libNormal"/>
      </w:pPr>
      <w:r>
        <w:t>benda najisnya dihilangkan; jika dicuci di air kur, maka sekali cucian saja sudah cukup.</w:t>
      </w:r>
    </w:p>
    <w:p w:rsidR="00287EE3" w:rsidRDefault="00287EE3" w:rsidP="00287EE3">
      <w:pPr>
        <w:pStyle w:val="libNormal"/>
      </w:pPr>
      <w:r>
        <w:t>b. Karpet, pakaian atau apa saja yang semacamnya yang bisa menyerap air dan bisa diperas, jika</w:t>
      </w:r>
    </w:p>
    <w:p w:rsidR="00287EE3" w:rsidRDefault="00287EE3" w:rsidP="00287EE3">
      <w:pPr>
        <w:pStyle w:val="libNormal"/>
      </w:pPr>
      <w:r>
        <w:t>menyucikannya dengan air qalil, maka setiap kali disiram hendaknya diperas sehingga air</w:t>
      </w:r>
    </w:p>
    <w:p w:rsidR="00287EE3" w:rsidRDefault="00287EE3" w:rsidP="00287EE3">
      <w:pPr>
        <w:pStyle w:val="libNormal"/>
      </w:pPr>
      <w:r>
        <w:t>yang ada di dalamnya keluar, atau dengan cara apa saja sehingga air itu keluar. Bila menyucikannya</w:t>
      </w:r>
    </w:p>
    <w:p w:rsidR="00287EE3" w:rsidRDefault="00287EE3" w:rsidP="00287EE3">
      <w:pPr>
        <w:pStyle w:val="libNormal"/>
      </w:pPr>
      <w:r>
        <w:t>dengan air kur atau dengan air mengalir, maka berdasarkan ihtiyath wajib</w:t>
      </w:r>
    </w:p>
    <w:p w:rsidR="00287EE3" w:rsidRDefault="00287EE3" w:rsidP="00287EE3">
      <w:pPr>
        <w:pStyle w:val="libNormal"/>
      </w:pPr>
      <w:r>
        <w:t>hendaknya diperas sam-pai airnya keluar.</w:t>
      </w:r>
      <w:r w:rsidRPr="00287EE3">
        <w:rPr>
          <w:rStyle w:val="libFootnotenumChar"/>
        </w:rPr>
        <w:footnoteReference w:id="69"/>
      </w:r>
    </w:p>
    <w:p w:rsidR="00287EE3" w:rsidRDefault="00287EE3" w:rsidP="00287EE3">
      <w:pPr>
        <w:pStyle w:val="libNormal"/>
      </w:pPr>
      <w:r>
        <w:t>c. Hukum air mengalir dan air sumur untuk menyucikan sesuatu yang najis adalah seperti</w:t>
      </w:r>
    </w:p>
    <w:p w:rsidR="00287EE3" w:rsidRDefault="00287EE3" w:rsidP="00287EE3">
      <w:pPr>
        <w:pStyle w:val="libNormal"/>
      </w:pPr>
      <w:r>
        <w:t>hukum air kur.</w:t>
      </w:r>
    </w:p>
    <w:p w:rsidR="00BC5D7D" w:rsidRDefault="00BC5D7D" w:rsidP="00287EE3">
      <w:pPr>
        <w:pStyle w:val="libNormal"/>
      </w:pPr>
    </w:p>
    <w:p w:rsidR="00287EE3" w:rsidRDefault="00287EE3" w:rsidP="00BC5D7D">
      <w:pPr>
        <w:pStyle w:val="Heading2"/>
      </w:pPr>
      <w:bookmarkStart w:id="62" w:name="_Toc422656557"/>
      <w:r>
        <w:t>Masalah:</w:t>
      </w:r>
      <w:bookmarkEnd w:id="62"/>
    </w:p>
    <w:p w:rsidR="00BC5D7D" w:rsidRDefault="00BC5D7D" w:rsidP="00287EE3">
      <w:pPr>
        <w:pStyle w:val="libNormal"/>
      </w:pPr>
    </w:p>
    <w:p w:rsidR="00287EE3" w:rsidRDefault="00287EE3" w:rsidP="00287EE3">
      <w:pPr>
        <w:pStyle w:val="libNormal"/>
      </w:pPr>
      <w:r>
        <w:t>Cara menyucikan wadah yang najis adalah sebagai berikut:</w:t>
      </w:r>
    </w:p>
    <w:p w:rsidR="00287EE3" w:rsidRDefault="00287EE3" w:rsidP="00287EE3">
      <w:pPr>
        <w:pStyle w:val="libNormal"/>
      </w:pPr>
      <w:r>
        <w:t>· Dengan air kur: masukkan ke dalamnya lalu angkat.</w:t>
      </w:r>
    </w:p>
    <w:p w:rsidR="00287EE3" w:rsidRDefault="00287EE3" w:rsidP="00287EE3">
      <w:pPr>
        <w:pStyle w:val="libNormal"/>
      </w:pPr>
      <w:r>
        <w:t>· Dengan air qalil: penuhilah wadah dengan air sebanyak tiga kali lalu kosongkan. Atau</w:t>
      </w:r>
    </w:p>
    <w:p w:rsidR="00287EE3" w:rsidRDefault="00287EE3" w:rsidP="00287EE3">
      <w:pPr>
        <w:pStyle w:val="libNormal"/>
      </w:pPr>
      <w:r>
        <w:lastRenderedPageBreak/>
        <w:t>siramkan air ke wadah sebanyak tiga kali, dan setiap siraman digoyangkan sedemikian rupa</w:t>
      </w:r>
    </w:p>
    <w:p w:rsidR="00287EE3" w:rsidRDefault="00287EE3" w:rsidP="00287EE3">
      <w:pPr>
        <w:pStyle w:val="libNormal"/>
      </w:pPr>
      <w:r>
        <w:t>sehingga airnya sampai ke letak-letak wadah yang terkena najis kemudian buanglah airnya.</w:t>
      </w:r>
    </w:p>
    <w:p w:rsidR="00287EE3" w:rsidRDefault="00287EE3" w:rsidP="00287EE3">
      <w:pPr>
        <w:pStyle w:val="libNormal"/>
      </w:pPr>
    </w:p>
    <w:p w:rsidR="00287EE3" w:rsidRDefault="00287EE3" w:rsidP="00287EE3">
      <w:pPr>
        <w:pStyle w:val="Heading2"/>
      </w:pPr>
      <w:bookmarkStart w:id="63" w:name="_Toc422656558"/>
      <w:r>
        <w:t>Kesimpulan Pelajaran</w:t>
      </w:r>
      <w:bookmarkEnd w:id="63"/>
    </w:p>
    <w:p w:rsidR="00287EE3" w:rsidRDefault="00287EE3" w:rsidP="00287EE3">
      <w:pPr>
        <w:pStyle w:val="libNormal"/>
      </w:pPr>
    </w:p>
    <w:p w:rsidR="00BE2985" w:rsidRDefault="00287EE3" w:rsidP="009E0B48">
      <w:r>
        <w:t>Bila air qalil bersentuhan dengan najis, ia menjadi najis.</w:t>
      </w:r>
    </w:p>
    <w:p w:rsidR="005D3F5D" w:rsidRDefault="005D3F5D" w:rsidP="009E0B48">
      <w:r>
        <w:t>Tentang air kur, air mengalir, air sumur, dan air hujan; jika bau, warna dan rasa mereka</w:t>
      </w:r>
    </w:p>
    <w:p w:rsidR="005D3F5D" w:rsidRDefault="005D3F5D" w:rsidP="001A5A6E">
      <w:pPr>
        <w:pStyle w:val="libNormal"/>
      </w:pPr>
      <w:r>
        <w:t>berubah karena bersen-tuhan dengan najis, maka semua air inimenjadi najis.</w:t>
      </w:r>
    </w:p>
    <w:p w:rsidR="005D3F5D" w:rsidRDefault="005D3F5D" w:rsidP="001A5A6E">
      <w:pPr>
        <w:pStyle w:val="libNormal"/>
      </w:pPr>
      <w:r>
        <w:t>3. Tentang seluruh air yang hukumnya sebagaimana hukum air kur; selama bau, warna dan rasa</w:t>
      </w:r>
    </w:p>
    <w:p w:rsidR="005D3F5D" w:rsidRDefault="005D3F5D" w:rsidP="001A5A6E">
      <w:pPr>
        <w:pStyle w:val="libNormal"/>
      </w:pPr>
      <w:r>
        <w:t>mereka tidak berubah karena najis, maka hukum mereka adalah suci.</w:t>
      </w:r>
    </w:p>
    <w:p w:rsidR="005D3F5D" w:rsidRDefault="005D3F5D" w:rsidP="001A5A6E">
      <w:pPr>
        <w:pStyle w:val="libNormal"/>
      </w:pPr>
      <w:r>
        <w:t>4. Air hujan bisa menyucikan, dan untuk karpet dan baju tidak perlu diperas. Dan selama bau,</w:t>
      </w:r>
    </w:p>
    <w:p w:rsidR="005D3F5D" w:rsidRDefault="005D3F5D" w:rsidP="001A5A6E">
      <w:pPr>
        <w:pStyle w:val="libNormal"/>
      </w:pPr>
      <w:r>
        <w:t>warna dan rasanya tidak berubah karena najis, hukumnya adalah suci.</w:t>
      </w:r>
    </w:p>
    <w:p w:rsidR="005D3F5D" w:rsidRDefault="005D3F5D" w:rsidP="001A5A6E">
      <w:pPr>
        <w:pStyle w:val="libNormal"/>
      </w:pPr>
      <w:r>
        <w:t>5. Tentang air yang tidak diketahui secara jelas; apakah air itu kur atau bukan; jika bersentuhan</w:t>
      </w:r>
    </w:p>
    <w:p w:rsidR="005D3F5D" w:rsidRDefault="005D3F5D" w:rsidP="001A5A6E">
      <w:pPr>
        <w:pStyle w:val="libNormal"/>
      </w:pPr>
      <w:r>
        <w:t>dengan najis, maka ia tidak menjadi najis.</w:t>
      </w:r>
    </w:p>
    <w:p w:rsidR="005D3F5D" w:rsidRDefault="005D3F5D" w:rsidP="001A5A6E">
      <w:pPr>
        <w:pStyle w:val="libNormal"/>
      </w:pPr>
      <w:r>
        <w:t>6. Air yang tidak diketahui secara jelas; apakah suci atau tidak, hukumnya adalah suci.</w:t>
      </w:r>
    </w:p>
    <w:p w:rsidR="005D3F5D" w:rsidRDefault="005D3F5D" w:rsidP="001A5A6E">
      <w:pPr>
        <w:pStyle w:val="libNormal"/>
      </w:pPr>
      <w:r>
        <w:t>7. Air tidak diketahui, apakah air mutlak atau air mudhaf? Maka dihukumi air mutlak.</w:t>
      </w:r>
    </w:p>
    <w:p w:rsidR="005D3F5D" w:rsidRDefault="005D3F5D" w:rsidP="001A5A6E">
      <w:pPr>
        <w:pStyle w:val="libNormal"/>
      </w:pPr>
      <w:r>
        <w:t>8. Seluruh barang yang najis (selain wadah) dengan sekali siraman menjadi suci, kecuali jika</w:t>
      </w:r>
    </w:p>
    <w:p w:rsidR="005D3F5D" w:rsidRDefault="005D3F5D" w:rsidP="001A5A6E">
      <w:pPr>
        <w:pStyle w:val="libNormal"/>
      </w:pPr>
      <w:r>
        <w:t>najisnya lantaran ter-kena kencing, maka jika menyucikannya dengan air qalil, hendaknya</w:t>
      </w:r>
    </w:p>
    <w:p w:rsidR="005D3F5D" w:rsidRDefault="005D3F5D" w:rsidP="001A5A6E">
      <w:pPr>
        <w:pStyle w:val="libNormal"/>
      </w:pPr>
      <w:r>
        <w:t>dicuci sebanyak dua kali.</w:t>
      </w:r>
    </w:p>
    <w:p w:rsidR="005D3F5D" w:rsidRDefault="005D3F5D" w:rsidP="001A5A6E">
      <w:pPr>
        <w:pStyle w:val="libNormal"/>
      </w:pPr>
      <w:r>
        <w:t>9. Untuk menyucikan karpet dan pakaian dan semacam-nya, maka pada setiap siraman</w:t>
      </w:r>
    </w:p>
    <w:p w:rsidR="005D3F5D" w:rsidRDefault="005D3F5D" w:rsidP="001A5A6E">
      <w:pPr>
        <w:pStyle w:val="libNormal"/>
      </w:pPr>
      <w:r>
        <w:t>hendaknya diperas atau dengan cara apa saja sehingga airnya keluar.</w:t>
      </w:r>
    </w:p>
    <w:p w:rsidR="0047664F" w:rsidRDefault="0047664F" w:rsidP="001A5A6E"/>
    <w:p w:rsidR="005D3F5D" w:rsidRDefault="005D3F5D" w:rsidP="0047664F">
      <w:pPr>
        <w:pStyle w:val="Heading2"/>
      </w:pPr>
      <w:bookmarkStart w:id="64" w:name="_Toc422656559"/>
      <w:r>
        <w:lastRenderedPageBreak/>
        <w:t>Pertanyaan:</w:t>
      </w:r>
      <w:bookmarkEnd w:id="64"/>
    </w:p>
    <w:p w:rsidR="0047664F" w:rsidRDefault="0047664F" w:rsidP="001A5A6E"/>
    <w:p w:rsidR="005D3F5D" w:rsidRDefault="005D3F5D" w:rsidP="001A5A6E">
      <w:pPr>
        <w:pStyle w:val="libNormal"/>
      </w:pPr>
      <w:r>
        <w:t>1. Bagaimana air kur bisa menjadi najis?</w:t>
      </w:r>
    </w:p>
    <w:p w:rsidR="005D3F5D" w:rsidRDefault="005D3F5D" w:rsidP="001A5A6E">
      <w:pPr>
        <w:pStyle w:val="libNormal"/>
      </w:pPr>
      <w:r>
        <w:t>2. Apakah hukum air hujan yang bergenang dalam sebuah genangan dan hujan itu sudah</w:t>
      </w:r>
    </w:p>
    <w:p w:rsidR="005D3F5D" w:rsidRDefault="005D3F5D" w:rsidP="001A5A6E">
      <w:pPr>
        <w:pStyle w:val="libNormal"/>
      </w:pPr>
      <w:r>
        <w:t>berhenti seperti hukum air hujan yang sedang berlangsung?</w:t>
      </w:r>
    </w:p>
    <w:p w:rsidR="005D3F5D" w:rsidRDefault="005D3F5D" w:rsidP="001A5A6E">
      <w:pPr>
        <w:pStyle w:val="libNormal"/>
      </w:pPr>
      <w:r>
        <w:t>3. Jika sumber air kadarnya lebih dari satu kur, lalu kita ragu apakah air yang ada di dalamnya</w:t>
      </w:r>
    </w:p>
    <w:p w:rsidR="005D3F5D" w:rsidRDefault="005D3F5D" w:rsidP="001A5A6E">
      <w:pPr>
        <w:pStyle w:val="libNormal"/>
      </w:pPr>
      <w:r>
        <w:t>sebanyak satu kur atau tidak, apakah hukum air itu?</w:t>
      </w:r>
    </w:p>
    <w:p w:rsidR="005D3F5D" w:rsidRDefault="005D3F5D" w:rsidP="001A5A6E">
      <w:pPr>
        <w:pStyle w:val="libNormal"/>
      </w:pPr>
      <w:r>
        <w:t>4. Bagaimana cara menyucikan pakaian najis karena ter-kena darah dengan memakai air qalil</w:t>
      </w:r>
    </w:p>
    <w:p w:rsidR="009A1DBA" w:rsidRDefault="005D3F5D" w:rsidP="001A5A6E">
      <w:pPr>
        <w:pStyle w:val="libNormal"/>
      </w:pPr>
      <w:r>
        <w:t>atau air parit?</w:t>
      </w:r>
    </w:p>
    <w:p w:rsidR="009A1DBA" w:rsidRPr="009A1DBA" w:rsidRDefault="009A1DBA">
      <w:r>
        <w:br w:type="page"/>
      </w:r>
    </w:p>
    <w:p w:rsidR="00D11F5C" w:rsidRDefault="00D11F5C" w:rsidP="00D11F5C">
      <w:pPr>
        <w:pStyle w:val="Heading1Center"/>
      </w:pPr>
      <w:bookmarkStart w:id="65" w:name="_Toc422656560"/>
      <w:r>
        <w:lastRenderedPageBreak/>
        <w:t>Pelajaran 6</w:t>
      </w:r>
      <w:bookmarkEnd w:id="65"/>
    </w:p>
    <w:p w:rsidR="00D11F5C" w:rsidRDefault="00D11F5C" w:rsidP="00D11F5C">
      <w:pPr>
        <w:pStyle w:val="Heading1Center"/>
      </w:pPr>
      <w:bookmarkStart w:id="66" w:name="_Toc422656561"/>
      <w:r>
        <w:t>CARAMENYUCIKAN TANAH</w:t>
      </w:r>
      <w:bookmarkEnd w:id="66"/>
    </w:p>
    <w:p w:rsidR="00D11F5C" w:rsidRDefault="00D11F5C" w:rsidP="00D11F5C">
      <w:pPr>
        <w:pStyle w:val="Heading1Center"/>
      </w:pPr>
      <w:bookmarkStart w:id="67" w:name="_Toc422656562"/>
      <w:r>
        <w:t>YANGNAJIS</w:t>
      </w:r>
      <w:bookmarkEnd w:id="67"/>
    </w:p>
    <w:p w:rsidR="00D11F5C" w:rsidRDefault="00D11F5C" w:rsidP="001A5A6E"/>
    <w:p w:rsidR="00D11F5C" w:rsidRDefault="002E7D8E" w:rsidP="001A5A6E">
      <w:bookmarkStart w:id="68" w:name="_Toc422656563"/>
      <w:r w:rsidRPr="00F4450B">
        <w:rPr>
          <w:rStyle w:val="Heading2Char"/>
        </w:rPr>
        <w:t>Menyucikan Tanah</w:t>
      </w:r>
      <w:bookmarkEnd w:id="68"/>
      <w:r w:rsidRPr="002E7D8E">
        <w:rPr>
          <w:rStyle w:val="libFootnotenumChar"/>
        </w:rPr>
        <w:footnoteReference w:id="70"/>
      </w:r>
    </w:p>
    <w:p w:rsidR="00F4450B" w:rsidRDefault="00F4450B" w:rsidP="001A5A6E"/>
    <w:p w:rsidR="00D11F5C" w:rsidRDefault="00D11F5C" w:rsidP="001A5A6E">
      <w:pPr>
        <w:pStyle w:val="libNormal"/>
      </w:pPr>
      <w:r>
        <w:t>1. Dengan air kur: pertama-tama, buanglah tanah yang ter-kena najis lalu siramkan air kur atau</w:t>
      </w:r>
    </w:p>
    <w:p w:rsidR="00D11F5C" w:rsidRDefault="00D11F5C" w:rsidP="001A5A6E">
      <w:pPr>
        <w:pStyle w:val="libNormal"/>
      </w:pPr>
      <w:r>
        <w:t>alirkan air ke per-mukaannya sampai ke seluruh letak-letak najis.</w:t>
      </w:r>
    </w:p>
    <w:p w:rsidR="00D11F5C" w:rsidRDefault="00D11F5C" w:rsidP="001A5A6E">
      <w:pPr>
        <w:pStyle w:val="libNormal"/>
      </w:pPr>
      <w:r>
        <w:t>2. Dengan air qalil:</w:t>
      </w:r>
    </w:p>
    <w:p w:rsidR="00D11F5C" w:rsidRDefault="00D11F5C" w:rsidP="001A5A6E">
      <w:pPr>
        <w:pStyle w:val="libNormal"/>
      </w:pPr>
      <w:r>
        <w:t>a. Kalaulah permukaan tanah itu membuat air tidak bisa mengalir di atasnya (yakni tanah</w:t>
      </w:r>
    </w:p>
    <w:p w:rsidR="00D11F5C" w:rsidRDefault="00D11F5C" w:rsidP="001A5A6E">
      <w:pPr>
        <w:pStyle w:val="libNormal"/>
      </w:pPr>
      <w:r>
        <w:t>itu menyerap air), maka tanah ti</w:t>
      </w:r>
      <w:r w:rsidR="002E7D8E">
        <w:t>dak bisa suci dengan air qalil.</w:t>
      </w:r>
      <w:r w:rsidR="002E7D8E" w:rsidRPr="002E7D8E">
        <w:rPr>
          <w:rStyle w:val="libFootnotenumChar"/>
        </w:rPr>
        <w:footnoteReference w:id="71"/>
      </w:r>
    </w:p>
    <w:p w:rsidR="00D11F5C" w:rsidRDefault="00D11F5C" w:rsidP="001A5A6E">
      <w:pPr>
        <w:pStyle w:val="libNormal"/>
      </w:pPr>
      <w:r>
        <w:t>b. Jika air bisa mengalir di atas tanah, maka hanya per-mukaan yang dialiri air saja menjadi</w:t>
      </w:r>
    </w:p>
    <w:p w:rsidR="00D11F5C" w:rsidRDefault="00D11F5C" w:rsidP="001A5A6E">
      <w:pPr>
        <w:pStyle w:val="libNormal"/>
      </w:pPr>
      <w:r>
        <w:t>suci.</w:t>
      </w:r>
    </w:p>
    <w:p w:rsidR="00F4450B" w:rsidRDefault="00F4450B" w:rsidP="001A5A6E">
      <w:pPr>
        <w:pStyle w:val="libNormal"/>
      </w:pPr>
    </w:p>
    <w:p w:rsidR="00D11F5C" w:rsidRDefault="00D11F5C" w:rsidP="00F4450B">
      <w:pPr>
        <w:pStyle w:val="Heading2"/>
      </w:pPr>
      <w:bookmarkStart w:id="69" w:name="_Toc422656564"/>
      <w:r>
        <w:t>Beberapa Masalah</w:t>
      </w:r>
      <w:bookmarkEnd w:id="69"/>
    </w:p>
    <w:p w:rsidR="00F4450B" w:rsidRDefault="00F4450B" w:rsidP="001A5A6E"/>
    <w:p w:rsidR="00D11F5C" w:rsidRDefault="00D11F5C" w:rsidP="001A5A6E">
      <w:pPr>
        <w:pStyle w:val="libNormal"/>
      </w:pPr>
      <w:r>
        <w:t>1. Dinding yang najis bisa menjadi suci s</w:t>
      </w:r>
      <w:r w:rsidR="002E7D8E">
        <w:t>eperti halnya per-mukaan tanah.</w:t>
      </w:r>
      <w:r w:rsidR="002E7D8E" w:rsidRPr="002E7D8E">
        <w:rPr>
          <w:rStyle w:val="libFootnotenumChar"/>
        </w:rPr>
        <w:footnoteReference w:id="72"/>
      </w:r>
    </w:p>
    <w:p w:rsidR="00D11F5C" w:rsidRDefault="00D11F5C" w:rsidP="001A5A6E">
      <w:pPr>
        <w:pStyle w:val="libNormal"/>
      </w:pPr>
      <w:r>
        <w:t>2. Dalam menyucikan permukaan tanah, jika air itu meng-alir dan masuk ke dalam sumur, atau</w:t>
      </w:r>
    </w:p>
    <w:p w:rsidR="00D11F5C" w:rsidRDefault="00D11F5C" w:rsidP="001A5A6E">
      <w:pPr>
        <w:pStyle w:val="libNormal"/>
      </w:pPr>
      <w:r>
        <w:t>air itu mengalir ke tempat lain, maka seluruh permukaan tanah yang dialiri air tersebut</w:t>
      </w:r>
    </w:p>
    <w:p w:rsidR="00D11F5C" w:rsidRDefault="00D11F5C" w:rsidP="001A5A6E">
      <w:pPr>
        <w:pStyle w:val="libNormal"/>
      </w:pPr>
      <w:r>
        <w:t>menjadi suci.</w:t>
      </w:r>
    </w:p>
    <w:p w:rsidR="006201D4" w:rsidRDefault="006201D4" w:rsidP="001A5A6E"/>
    <w:p w:rsidR="00D11F5C" w:rsidRDefault="00D11F5C" w:rsidP="006201D4">
      <w:pPr>
        <w:pStyle w:val="Heading2"/>
      </w:pPr>
      <w:bookmarkStart w:id="70" w:name="_Toc422656565"/>
      <w:r>
        <w:t>Tanah</w:t>
      </w:r>
      <w:bookmarkEnd w:id="70"/>
    </w:p>
    <w:p w:rsidR="006201D4" w:rsidRDefault="006201D4" w:rsidP="001A5A6E"/>
    <w:p w:rsidR="00D11F5C" w:rsidRDefault="00D11F5C" w:rsidP="001A5A6E">
      <w:pPr>
        <w:pStyle w:val="libNormal"/>
      </w:pPr>
      <w:r>
        <w:lastRenderedPageBreak/>
        <w:t>1. Jika telapak kaki atau bawah sepatu berjalan dalam keadaan najis, dan karena bersentuhan</w:t>
      </w:r>
    </w:p>
    <w:p w:rsidR="00D11F5C" w:rsidRDefault="00D11F5C" w:rsidP="001A5A6E">
      <w:pPr>
        <w:pStyle w:val="libNormal"/>
      </w:pPr>
      <w:r>
        <w:t>dengan tanah sehingga benda najisnya hilang, maka ia menjadi suci. Dengan demikian, tanah</w:t>
      </w:r>
    </w:p>
    <w:p w:rsidR="00D11F5C" w:rsidRDefault="00D11F5C" w:rsidP="001A5A6E">
      <w:pPr>
        <w:pStyle w:val="libNormal"/>
      </w:pPr>
      <w:r>
        <w:t>adalah penyuci telapak kaki dan bawah sepatu, akan tetapi harus memenuhi bebe-rapa syarat:</w:t>
      </w:r>
    </w:p>
    <w:p w:rsidR="00D11F5C" w:rsidRDefault="00D11F5C" w:rsidP="001A5A6E">
      <w:pPr>
        <w:pStyle w:val="libNormal"/>
      </w:pPr>
      <w:r>
        <w:t>a. Hendaknya tanah itu suci.</w:t>
      </w:r>
    </w:p>
    <w:p w:rsidR="00D11F5C" w:rsidRDefault="00D11F5C" w:rsidP="001A5A6E">
      <w:pPr>
        <w:pStyle w:val="libNormal"/>
      </w:pPr>
      <w:r>
        <w:t>b. Hendaknya tanah itu kering (tidak basah).</w:t>
      </w:r>
    </w:p>
    <w:p w:rsidR="00D11F5C" w:rsidRDefault="00D11F5C" w:rsidP="001A5A6E">
      <w:pPr>
        <w:pStyle w:val="libNormal"/>
      </w:pPr>
      <w:r>
        <w:t>c. Tanah penyuci dapat berupa tanah, pasir</w:t>
      </w:r>
      <w:r w:rsidR="002E7D8E">
        <w:t>, batu, pa-ving dan sebagainya.</w:t>
      </w:r>
      <w:r w:rsidR="002E7D8E" w:rsidRPr="002E7D8E">
        <w:rPr>
          <w:rStyle w:val="libFootnotenumChar"/>
        </w:rPr>
        <w:footnoteReference w:id="73"/>
      </w:r>
    </w:p>
    <w:p w:rsidR="00D11F5C" w:rsidRDefault="00D11F5C" w:rsidP="001A5A6E">
      <w:pPr>
        <w:pStyle w:val="libNormal"/>
      </w:pPr>
      <w:r>
        <w:t>Masalah: bila persentuhan telapak kaki atau bawah sepatu dengan tanah dapat menghilangkan</w:t>
      </w:r>
    </w:p>
    <w:p w:rsidR="00D11F5C" w:rsidRDefault="00D11F5C" w:rsidP="001A5A6E">
      <w:pPr>
        <w:pStyle w:val="libNormal"/>
      </w:pPr>
      <w:r>
        <w:t>benda najisnya, maka ia menjadi suci. Akan tetapi, sebaiknya berjalan minimal sam-pai lima belas</w:t>
      </w:r>
    </w:p>
    <w:p w:rsidR="00D11F5C" w:rsidRDefault="002E7D8E" w:rsidP="001A5A6E">
      <w:pPr>
        <w:pStyle w:val="libNormal"/>
      </w:pPr>
      <w:r>
        <w:t>langkah.</w:t>
      </w:r>
      <w:r w:rsidRPr="002E7D8E">
        <w:rPr>
          <w:rStyle w:val="libFootnotenumChar"/>
        </w:rPr>
        <w:footnoteReference w:id="74"/>
      </w:r>
    </w:p>
    <w:p w:rsidR="006201D4" w:rsidRDefault="006201D4" w:rsidP="001A5A6E"/>
    <w:p w:rsidR="00D11F5C" w:rsidRDefault="00D11F5C" w:rsidP="006201D4">
      <w:pPr>
        <w:pStyle w:val="Heading2"/>
      </w:pPr>
      <w:bookmarkStart w:id="71" w:name="_Toc422656566"/>
      <w:r>
        <w:t>Sinar Matahari</w:t>
      </w:r>
      <w:bookmarkEnd w:id="71"/>
    </w:p>
    <w:p w:rsidR="006201D4" w:rsidRDefault="006201D4" w:rsidP="001A5A6E"/>
    <w:p w:rsidR="00D11F5C" w:rsidRDefault="00D11F5C" w:rsidP="001A5A6E">
      <w:pPr>
        <w:pStyle w:val="libNormal"/>
      </w:pPr>
      <w:r>
        <w:t>Sinar matahari—dengan syarat-syaratnya yang akan dise-butkan—dapat menyucikan bendabenda</w:t>
      </w:r>
    </w:p>
    <w:p w:rsidR="00D11F5C" w:rsidRDefault="00D11F5C" w:rsidP="001A5A6E">
      <w:pPr>
        <w:pStyle w:val="libNormal"/>
      </w:pPr>
      <w:r>
        <w:t>seperti:</w:t>
      </w:r>
    </w:p>
    <w:p w:rsidR="00D11F5C" w:rsidRDefault="00D11F5C" w:rsidP="001A5A6E">
      <w:pPr>
        <w:pStyle w:val="libNormal"/>
      </w:pPr>
      <w:r>
        <w:t>1. Tanah.</w:t>
      </w:r>
    </w:p>
    <w:p w:rsidR="00D11F5C" w:rsidRDefault="00D11F5C" w:rsidP="001A5A6E">
      <w:pPr>
        <w:pStyle w:val="libNormal"/>
      </w:pPr>
      <w:r>
        <w:t>2. Bangunan dan bagian-bagiannya, seperti pintu dan jendela.</w:t>
      </w:r>
    </w:p>
    <w:p w:rsidR="00D11F5C" w:rsidRDefault="002E7D8E" w:rsidP="001A5A6E">
      <w:pPr>
        <w:pStyle w:val="libNormal"/>
      </w:pPr>
      <w:r>
        <w:t>3. Pohon dan tumbuhan.</w:t>
      </w:r>
      <w:r w:rsidRPr="002E7D8E">
        <w:rPr>
          <w:rStyle w:val="libFootnotenumChar"/>
        </w:rPr>
        <w:footnoteReference w:id="75"/>
      </w:r>
    </w:p>
    <w:p w:rsidR="00D11F5C" w:rsidRDefault="00D11F5C" w:rsidP="001A5A6E"/>
    <w:p w:rsidR="00BC5D7D" w:rsidRDefault="00D11F5C" w:rsidP="00D11F5C">
      <w:pPr>
        <w:pStyle w:val="Heading2"/>
      </w:pPr>
      <w:bookmarkStart w:id="72" w:name="_Toc422656567"/>
      <w:r>
        <w:t>Syarat-syarat Sinar Matahari sebagai Penyuci</w:t>
      </w:r>
      <w:bookmarkEnd w:id="72"/>
    </w:p>
    <w:p w:rsidR="002919A3" w:rsidRDefault="00CD69F2" w:rsidP="002919A3">
      <w:pPr>
        <w:pStyle w:val="libNormal"/>
      </w:pPr>
      <w:r>
        <w:t xml:space="preserve"> </w:t>
      </w:r>
    </w:p>
    <w:p w:rsidR="0067104B" w:rsidRDefault="0067104B" w:rsidP="0067104B">
      <w:pPr>
        <w:pStyle w:val="libNormal"/>
      </w:pPr>
      <w:r>
        <w:t>1. Benda yang terkena najis hendaknya masih basah; sede-mikian rupa sehingga benda lain akan</w:t>
      </w:r>
    </w:p>
    <w:p w:rsidR="0067104B" w:rsidRDefault="0067104B" w:rsidP="0067104B">
      <w:pPr>
        <w:pStyle w:val="libNormal"/>
      </w:pPr>
      <w:r>
        <w:t>basah seketika bersentuhan dengannya.</w:t>
      </w:r>
    </w:p>
    <w:p w:rsidR="0067104B" w:rsidRDefault="0067104B" w:rsidP="0067104B">
      <w:pPr>
        <w:pStyle w:val="libNormal"/>
      </w:pPr>
      <w:r>
        <w:t>2. Benda yang terkena najis menjadi kering karena sinar matahari. Bila benda itu tetap basah</w:t>
      </w:r>
    </w:p>
    <w:p w:rsidR="0067104B" w:rsidRDefault="0067104B" w:rsidP="0067104B">
      <w:pPr>
        <w:pStyle w:val="libNormal"/>
      </w:pPr>
      <w:r>
        <w:lastRenderedPageBreak/>
        <w:t>atau lembab, maka ia belumlah suci.</w:t>
      </w:r>
    </w:p>
    <w:p w:rsidR="0067104B" w:rsidRDefault="0067104B" w:rsidP="0067104B">
      <w:pPr>
        <w:pStyle w:val="libNormal"/>
      </w:pPr>
      <w:r>
        <w:t>3. Hendaknya tidak ada penghalang yang menghalau sinar matahari seperti awan atau gorden,</w:t>
      </w:r>
    </w:p>
    <w:p w:rsidR="0067104B" w:rsidRDefault="0067104B" w:rsidP="0067104B">
      <w:pPr>
        <w:pStyle w:val="libNormal"/>
      </w:pPr>
      <w:r>
        <w:t>kecuali jika sangat tipis dan tidak sampaimenghalau sinarnya.</w:t>
      </w:r>
    </w:p>
    <w:p w:rsidR="0067104B" w:rsidRDefault="0067104B" w:rsidP="0067104B">
      <w:pPr>
        <w:pStyle w:val="libNormal"/>
      </w:pPr>
      <w:r>
        <w:t>4. Benda yang terkena najis itu menjadi kering semata-mata akibat sinar matahari. Artinya, tidak</w:t>
      </w:r>
    </w:p>
    <w:p w:rsidR="0067104B" w:rsidRDefault="0067104B" w:rsidP="0067104B">
      <w:pPr>
        <w:pStyle w:val="libNormal"/>
      </w:pPr>
      <w:r>
        <w:t>dibantu oleh angin, misalnya.</w:t>
      </w:r>
    </w:p>
    <w:p w:rsidR="0067104B" w:rsidRDefault="0067104B" w:rsidP="0067104B">
      <w:pPr>
        <w:pStyle w:val="libNormal"/>
      </w:pPr>
      <w:r>
        <w:t>5. Ketika sinar matahari memancar, hendaknya benda najis sudah tidak ada pada benda yang</w:t>
      </w:r>
    </w:p>
    <w:p w:rsidR="0067104B" w:rsidRDefault="005E5951" w:rsidP="0067104B">
      <w:pPr>
        <w:pStyle w:val="libNormal"/>
      </w:pPr>
      <w:r>
        <w:t>ternajisi.</w:t>
      </w:r>
      <w:r w:rsidRPr="005E5951">
        <w:rPr>
          <w:rStyle w:val="libFootnotenumChar"/>
        </w:rPr>
        <w:footnoteReference w:id="76"/>
      </w:r>
      <w:r w:rsidR="0067104B">
        <w:t xml:space="preserve"> Bila benda najis itu masih ada padanya, maka sebelum terkena sinar matahari,</w:t>
      </w:r>
    </w:p>
    <w:p w:rsidR="0067104B" w:rsidRDefault="0067104B" w:rsidP="0067104B">
      <w:pPr>
        <w:pStyle w:val="libNormal"/>
      </w:pPr>
      <w:r>
        <w:t>hendaknya benda najis tersebut dihi-langkan terlebih dahulu darinya.</w:t>
      </w:r>
    </w:p>
    <w:p w:rsidR="0067104B" w:rsidRDefault="0067104B" w:rsidP="0067104B">
      <w:pPr>
        <w:pStyle w:val="libNormal"/>
      </w:pPr>
      <w:r>
        <w:t>6. Bagian luar dan dalam dinding atau tanah hendaknya kering sekaligus. Jadi, bila pada hari ini</w:t>
      </w:r>
    </w:p>
    <w:p w:rsidR="0067104B" w:rsidRDefault="0067104B" w:rsidP="0067104B">
      <w:pPr>
        <w:pStyle w:val="libNormal"/>
      </w:pPr>
      <w:r>
        <w:t>bagian luarnya kering namun pada esok hari, bagian dalamnya baru kering, maka yang suci</w:t>
      </w:r>
    </w:p>
    <w:p w:rsidR="0067104B" w:rsidRDefault="0067104B" w:rsidP="0067104B">
      <w:pPr>
        <w:pStyle w:val="libNormal"/>
      </w:pPr>
      <w:r>
        <w:t>pada hari ini adalah bagian luarnya saja.</w:t>
      </w:r>
    </w:p>
    <w:p w:rsidR="008F4120" w:rsidRDefault="008F4120" w:rsidP="0067104B">
      <w:pPr>
        <w:pStyle w:val="libNormal"/>
      </w:pPr>
    </w:p>
    <w:p w:rsidR="008F4120" w:rsidRDefault="008F4120" w:rsidP="008F4120">
      <w:pPr>
        <w:pStyle w:val="Heading2"/>
      </w:pPr>
      <w:bookmarkStart w:id="73" w:name="_Toc422656568"/>
      <w:r>
        <w:t>Masalah:</w:t>
      </w:r>
      <w:bookmarkEnd w:id="73"/>
    </w:p>
    <w:p w:rsidR="008F4120" w:rsidRDefault="008F4120" w:rsidP="0067104B">
      <w:pPr>
        <w:pStyle w:val="libNormal"/>
      </w:pPr>
    </w:p>
    <w:p w:rsidR="0067104B" w:rsidRDefault="0067104B" w:rsidP="0067104B">
      <w:pPr>
        <w:pStyle w:val="libNormal"/>
      </w:pPr>
      <w:r>
        <w:t>jika tanah dan sebagainya terkena najis akan tetapi tidak basah, maka siramkanlah</w:t>
      </w:r>
    </w:p>
    <w:p w:rsidR="0067104B" w:rsidRDefault="0067104B" w:rsidP="0067104B">
      <w:pPr>
        <w:pStyle w:val="libNormal"/>
      </w:pPr>
      <w:r>
        <w:t>sedikit air atau sesuatu yang bisa membasahinya ke atasnya, dan untuk menyucikannya biarkan</w:t>
      </w:r>
    </w:p>
    <w:p w:rsidR="0067104B" w:rsidRDefault="00235005" w:rsidP="0067104B">
      <w:pPr>
        <w:pStyle w:val="libNormal"/>
      </w:pPr>
      <w:r>
        <w:t>sinar matahari mengena padanya.</w:t>
      </w:r>
      <w:r w:rsidRPr="00235005">
        <w:rPr>
          <w:rStyle w:val="libFootnotenumChar"/>
        </w:rPr>
        <w:footnoteReference w:id="77"/>
      </w:r>
    </w:p>
    <w:p w:rsidR="008F4120" w:rsidRDefault="008F4120" w:rsidP="0067104B">
      <w:pPr>
        <w:pStyle w:val="libNormal"/>
      </w:pPr>
    </w:p>
    <w:p w:rsidR="0067104B" w:rsidRDefault="0067104B" w:rsidP="008F4120">
      <w:pPr>
        <w:pStyle w:val="Heading2"/>
      </w:pPr>
      <w:bookmarkStart w:id="74" w:name="_Toc422656569"/>
      <w:r>
        <w:t>Islam</w:t>
      </w:r>
      <w:bookmarkEnd w:id="74"/>
    </w:p>
    <w:p w:rsidR="008F4120" w:rsidRDefault="008F4120" w:rsidP="0067104B">
      <w:pPr>
        <w:pStyle w:val="libNormal"/>
      </w:pPr>
    </w:p>
    <w:p w:rsidR="0067104B" w:rsidRDefault="0067104B" w:rsidP="0067104B">
      <w:pPr>
        <w:pStyle w:val="libNormal"/>
      </w:pPr>
      <w:r>
        <w:lastRenderedPageBreak/>
        <w:t>Jika orang kafir membaca dua kalimat syahadat, dia menjadi Muslim, dan dengan demikian,</w:t>
      </w:r>
    </w:p>
    <w:p w:rsidR="0067104B" w:rsidRDefault="0067104B" w:rsidP="0067104B">
      <w:pPr>
        <w:pStyle w:val="libNormal"/>
      </w:pPr>
      <w:r>
        <w:t>seluruh badannya menjadi suci. Kalimat syahadat adalah seperti di bawah ini:</w:t>
      </w:r>
    </w:p>
    <w:p w:rsidR="0067104B" w:rsidRDefault="0067104B" w:rsidP="00235005">
      <w:pPr>
        <w:pStyle w:val="libNormal"/>
      </w:pPr>
      <w:r w:rsidRPr="00235005">
        <w:rPr>
          <w:rStyle w:val="libAieChar"/>
          <w:rtl/>
        </w:rPr>
        <w:t>اَشْه د اَنْ لاَ اِله اِلَّا اللهُ و اَشْه د اَنَّ م ح م د ا ر س و لُ الله</w:t>
      </w:r>
      <w:r>
        <w:rPr>
          <w:rtl/>
        </w:rPr>
        <w:t xml:space="preserve"> </w:t>
      </w:r>
      <w:r w:rsidR="00235005">
        <w:t xml:space="preserve"> </w:t>
      </w:r>
      <w:r w:rsidR="00235005" w:rsidRPr="00235005">
        <w:rPr>
          <w:rStyle w:val="libFootnotenumChar"/>
        </w:rPr>
        <w:footnoteReference w:id="78"/>
      </w:r>
    </w:p>
    <w:p w:rsidR="0067104B" w:rsidRDefault="0067104B" w:rsidP="0067104B">
      <w:pPr>
        <w:pStyle w:val="libNormal"/>
      </w:pPr>
      <w:r>
        <w:t>( Asyhadu alla ilaha illallah, wa asyhadu anna Muham-madan rasulullah)</w:t>
      </w:r>
    </w:p>
    <w:p w:rsidR="0067104B" w:rsidRDefault="0067104B" w:rsidP="0067104B">
      <w:pPr>
        <w:pStyle w:val="libNormal"/>
      </w:pPr>
    </w:p>
    <w:p w:rsidR="0067104B" w:rsidRDefault="0067104B" w:rsidP="0067104B">
      <w:pPr>
        <w:pStyle w:val="Heading2"/>
      </w:pPr>
      <w:bookmarkStart w:id="75" w:name="_Toc422656570"/>
      <w:r>
        <w:t>Hilangnya Benda Najis</w:t>
      </w:r>
      <w:bookmarkEnd w:id="75"/>
    </w:p>
    <w:p w:rsidR="0067104B" w:rsidRDefault="0067104B" w:rsidP="0067104B">
      <w:pPr>
        <w:pStyle w:val="libNormal"/>
      </w:pPr>
    </w:p>
    <w:p w:rsidR="0067104B" w:rsidRDefault="0067104B" w:rsidP="0067104B">
      <w:pPr>
        <w:pStyle w:val="libNormal"/>
      </w:pPr>
      <w:r>
        <w:t>Pada dua perkara di bawah ini, sesuatu yang terkena najis bisa menjadi suci dengan hilangnya</w:t>
      </w:r>
    </w:p>
    <w:p w:rsidR="0067104B" w:rsidRDefault="0067104B" w:rsidP="0067104B">
      <w:pPr>
        <w:pStyle w:val="libNormal"/>
      </w:pPr>
      <w:r>
        <w:t>benda najis dan tidakmemerlukan siraman air, yaitu:</w:t>
      </w:r>
    </w:p>
    <w:p w:rsidR="0067104B" w:rsidRDefault="0067104B" w:rsidP="0067104B">
      <w:pPr>
        <w:pStyle w:val="libNormal"/>
      </w:pPr>
      <w:r>
        <w:t>1. Anggota badan binatang. Misalnya, tatkala seekor ayam memakan benda najis; patuknya</w:t>
      </w:r>
    </w:p>
    <w:p w:rsidR="0067104B" w:rsidRDefault="0067104B" w:rsidP="0067104B">
      <w:pPr>
        <w:pStyle w:val="libNormal"/>
      </w:pPr>
      <w:r>
        <w:t>menjadi suci seketika hilangnya benda najis darinya.</w:t>
      </w:r>
    </w:p>
    <w:p w:rsidR="0067104B" w:rsidRDefault="0067104B" w:rsidP="0067104B">
      <w:pPr>
        <w:pStyle w:val="libNormal"/>
      </w:pPr>
      <w:r>
        <w:t>2. Bagian-bagian dalam badan manusia seperti; bagian dalam mulut, hidung dan telinga.</w:t>
      </w:r>
    </w:p>
    <w:p w:rsidR="0067104B" w:rsidRDefault="0067104B" w:rsidP="0067104B">
      <w:pPr>
        <w:pStyle w:val="libNormal"/>
      </w:pPr>
      <w:r>
        <w:t>Misalnya, ketika menggosok gigi, darah keluar dari gusi. Bila air ludah tidak berwarna darah,</w:t>
      </w:r>
    </w:p>
    <w:p w:rsidR="0067104B" w:rsidRDefault="0067104B" w:rsidP="0067104B">
      <w:pPr>
        <w:pStyle w:val="libNormal"/>
      </w:pPr>
      <w:r>
        <w:t>maka mulut itu su</w:t>
      </w:r>
      <w:r w:rsidR="008F4120">
        <w:t>ci dan tidak perlu membasuhnya.</w:t>
      </w:r>
      <w:r w:rsidR="008F4120" w:rsidRPr="008F4120">
        <w:rPr>
          <w:rStyle w:val="libFootnotenumChar"/>
        </w:rPr>
        <w:footnoteReference w:id="79"/>
      </w:r>
    </w:p>
    <w:p w:rsidR="0067104B" w:rsidRDefault="0067104B" w:rsidP="0067104B">
      <w:pPr>
        <w:pStyle w:val="libNormal"/>
      </w:pPr>
    </w:p>
    <w:p w:rsidR="0067104B" w:rsidRDefault="0067104B" w:rsidP="0067104B">
      <w:pPr>
        <w:pStyle w:val="Heading2"/>
      </w:pPr>
      <w:bookmarkStart w:id="76" w:name="_Toc422656571"/>
      <w:r>
        <w:t>Kesimpulan Pelajaran</w:t>
      </w:r>
      <w:bookmarkEnd w:id="76"/>
    </w:p>
    <w:p w:rsidR="0067104B" w:rsidRDefault="0067104B" w:rsidP="0067104B">
      <w:pPr>
        <w:pStyle w:val="libNormal"/>
      </w:pPr>
    </w:p>
    <w:p w:rsidR="0067104B" w:rsidRDefault="0067104B" w:rsidP="0067104B">
      <w:pPr>
        <w:pStyle w:val="libNormal"/>
      </w:pPr>
      <w:r>
        <w:t>1. Tanah yang tidak bisa dialiri air tidak dapat disucikan dengan air qalil.</w:t>
      </w:r>
    </w:p>
    <w:p w:rsidR="0067104B" w:rsidRDefault="0067104B" w:rsidP="0067104B">
      <w:pPr>
        <w:pStyle w:val="libNormal"/>
      </w:pPr>
      <w:r>
        <w:t>2. Jika menyucikan tanah dengan air qalil, permukaan yang dialiri air saja menjadi suci, adapun</w:t>
      </w:r>
    </w:p>
    <w:p w:rsidR="0067104B" w:rsidRDefault="0067104B" w:rsidP="0067104B">
      <w:pPr>
        <w:pStyle w:val="libNormal"/>
      </w:pPr>
      <w:r>
        <w:t>permukaan yang digenangi air adalah najis.</w:t>
      </w:r>
    </w:p>
    <w:p w:rsidR="0067104B" w:rsidRDefault="0067104B" w:rsidP="0067104B">
      <w:pPr>
        <w:pStyle w:val="libNormal"/>
      </w:pPr>
      <w:r>
        <w:t>3. Telapak kaki dan bawah sepatu yang najis dapat men-jadi suci hanya dengan berjalan di atas</w:t>
      </w:r>
    </w:p>
    <w:p w:rsidR="0067104B" w:rsidRDefault="0067104B" w:rsidP="0067104B">
      <w:pPr>
        <w:pStyle w:val="libNormal"/>
      </w:pPr>
      <w:r>
        <w:t>tanah lalu benda najisnya hilang.</w:t>
      </w:r>
    </w:p>
    <w:p w:rsidR="0067104B" w:rsidRDefault="0067104B" w:rsidP="0067104B">
      <w:pPr>
        <w:pStyle w:val="libNormal"/>
      </w:pPr>
      <w:r>
        <w:lastRenderedPageBreak/>
        <w:t>4. Sinar matahari dengan syarat-syaratnya bisa menyuci-kan tanah, bangunan, pohon dan</w:t>
      </w:r>
    </w:p>
    <w:p w:rsidR="0067104B" w:rsidRDefault="0067104B" w:rsidP="0067104B">
      <w:pPr>
        <w:pStyle w:val="libNormal"/>
      </w:pPr>
      <w:r>
        <w:t>tumbuhan.</w:t>
      </w:r>
    </w:p>
    <w:p w:rsidR="0067104B" w:rsidRDefault="0067104B" w:rsidP="0067104B">
      <w:pPr>
        <w:pStyle w:val="libNormal"/>
      </w:pPr>
      <w:r>
        <w:t>5. Jika orang kafir menjadimuslim, maka dia menjadi suci.</w:t>
      </w:r>
    </w:p>
    <w:p w:rsidR="0067104B" w:rsidRDefault="0067104B" w:rsidP="0067104B">
      <w:pPr>
        <w:pStyle w:val="libNormal"/>
      </w:pPr>
      <w:r>
        <w:t>6. Bagian dalam mulut dan hidung menjadi suci dan tidak perlu dibasuh hanya dengan</w:t>
      </w:r>
    </w:p>
    <w:p w:rsidR="00642B4E" w:rsidRDefault="0067104B" w:rsidP="00642B4E">
      <w:pPr>
        <w:pStyle w:val="libNormal"/>
      </w:pPr>
      <w:r>
        <w:t>hilangnya najis dari bagi-an-bagian dalam tersebut</w:t>
      </w:r>
      <w:r w:rsidR="003C6CD4">
        <w:t xml:space="preserve"> </w:t>
      </w:r>
    </w:p>
    <w:p w:rsidR="00642B4E" w:rsidRDefault="00642B4E" w:rsidP="00642B4E">
      <w:pPr>
        <w:pStyle w:val="libNormal"/>
      </w:pPr>
    </w:p>
    <w:p w:rsidR="00642B4E" w:rsidRDefault="00642B4E" w:rsidP="00642B4E">
      <w:pPr>
        <w:pStyle w:val="Heading2"/>
      </w:pPr>
      <w:bookmarkStart w:id="77" w:name="_Toc422656572"/>
      <w:r>
        <w:t>Pertanyaan:</w:t>
      </w:r>
      <w:bookmarkEnd w:id="77"/>
    </w:p>
    <w:p w:rsidR="00642B4E" w:rsidRDefault="00642B4E" w:rsidP="00642B4E">
      <w:pPr>
        <w:pStyle w:val="libNormal"/>
      </w:pPr>
    </w:p>
    <w:p w:rsidR="00642B4E" w:rsidRDefault="00642B4E" w:rsidP="00642B4E">
      <w:pPr>
        <w:pStyle w:val="libNormal"/>
      </w:pPr>
      <w:r>
        <w:t>1. Sebagian dari dinding rumah ternajisi. Jelaskan bagai-mana cara menyucikannya!</w:t>
      </w:r>
    </w:p>
    <w:p w:rsidR="00642B4E" w:rsidRDefault="00642B4E" w:rsidP="00642B4E">
      <w:pPr>
        <w:pStyle w:val="libNormal"/>
      </w:pPr>
      <w:r>
        <w:t>2. Bawah sepatu terkena lumpur yang najis. Bagaimana ia bisa menjadi suci dengan hanya</w:t>
      </w:r>
    </w:p>
    <w:p w:rsidR="00642B4E" w:rsidRDefault="00642B4E" w:rsidP="00642B4E">
      <w:pPr>
        <w:pStyle w:val="libNormal"/>
      </w:pPr>
      <w:r>
        <w:t>berjalan kaki?</w:t>
      </w:r>
    </w:p>
    <w:p w:rsidR="00642B4E" w:rsidRDefault="00642B4E" w:rsidP="00642B4E">
      <w:pPr>
        <w:pStyle w:val="libNormal"/>
      </w:pPr>
      <w:r>
        <w:t>3. Apakah sinar matahari bisa menyucikan kayu, gandum dan padi?</w:t>
      </w:r>
    </w:p>
    <w:p w:rsidR="00642B4E" w:rsidRDefault="00642B4E" w:rsidP="00642B4E">
      <w:pPr>
        <w:pStyle w:val="libNormal"/>
      </w:pPr>
      <w:r>
        <w:t>4. Bisakah menjadi suci; jika orang kafir membaca dua kali-mat syahadat dengan bahasa</w:t>
      </w:r>
    </w:p>
    <w:p w:rsidR="00007B95" w:rsidRDefault="00642B4E" w:rsidP="00642B4E">
      <w:pPr>
        <w:pStyle w:val="libNormal"/>
      </w:pPr>
      <w:r>
        <w:t>Indonesia atau Inggris?</w:t>
      </w:r>
    </w:p>
    <w:p w:rsidR="00007B95" w:rsidRPr="00007B95" w:rsidRDefault="00007B95">
      <w:r>
        <w:br w:type="page"/>
      </w:r>
    </w:p>
    <w:p w:rsidR="00721444" w:rsidRDefault="00721444" w:rsidP="00721444">
      <w:pPr>
        <w:pStyle w:val="Heading1Center"/>
      </w:pPr>
      <w:bookmarkStart w:id="78" w:name="_Toc422656573"/>
      <w:r>
        <w:lastRenderedPageBreak/>
        <w:t>Pelajaran 7</w:t>
      </w:r>
      <w:bookmarkEnd w:id="78"/>
    </w:p>
    <w:p w:rsidR="00721444" w:rsidRDefault="00721444" w:rsidP="00721444">
      <w:pPr>
        <w:pStyle w:val="Heading1Center"/>
      </w:pPr>
      <w:bookmarkStart w:id="79" w:name="_Toc422656574"/>
      <w:r>
        <w:t>WUDU</w:t>
      </w:r>
      <w:bookmarkEnd w:id="79"/>
    </w:p>
    <w:p w:rsidR="00721444" w:rsidRDefault="00721444" w:rsidP="00721444">
      <w:pPr>
        <w:pStyle w:val="libNormal"/>
      </w:pPr>
    </w:p>
    <w:p w:rsidR="00721444" w:rsidRDefault="00721444" w:rsidP="00721444">
      <w:pPr>
        <w:pStyle w:val="libNormal"/>
      </w:pPr>
      <w:r>
        <w:t>Setelah belajar mukadimah salat yang paling awal, yaitu penyucian badan dan pakaian dari halhal</w:t>
      </w:r>
    </w:p>
    <w:p w:rsidR="00721444" w:rsidRDefault="00721444" w:rsidP="00721444">
      <w:pPr>
        <w:pStyle w:val="libNormal"/>
      </w:pPr>
      <w:r>
        <w:t>najis, kita akan menjelaskan mukadimah kedua, yaitu wudu. Sebelum mela-kukan salat,</w:t>
      </w:r>
    </w:p>
    <w:p w:rsidR="00721444" w:rsidRDefault="00721444" w:rsidP="00721444">
      <w:pPr>
        <w:pStyle w:val="libNormal"/>
      </w:pPr>
      <w:r>
        <w:t>hendaknya pelaku salat berwudu dan memper-siapkan dirinya untuk menunaikan ibadah yang</w:t>
      </w:r>
    </w:p>
    <w:p w:rsidR="00721444" w:rsidRDefault="00721444" w:rsidP="00721444">
      <w:pPr>
        <w:pStyle w:val="libNormal"/>
      </w:pPr>
      <w:r>
        <w:t>agung ini. Bahkan pada keadaan tertentu, diwajibkan mandi terlebih dahulu; artinya membasuh</w:t>
      </w:r>
    </w:p>
    <w:p w:rsidR="00721444" w:rsidRDefault="00721444" w:rsidP="00721444">
      <w:pPr>
        <w:pStyle w:val="libNormal"/>
      </w:pPr>
      <w:r>
        <w:t>seluruh badan. Bila tidak bisa wudu atau mandi, dia harus melakukan amalan pengganti, yaitu</w:t>
      </w:r>
    </w:p>
    <w:p w:rsidR="00721444" w:rsidRDefault="00721444" w:rsidP="00721444">
      <w:pPr>
        <w:pStyle w:val="libNormal"/>
      </w:pPr>
      <w:r>
        <w:t>tayamum sebagaimana akan diterangkan hukumnya masing-masing pada pelajaran ini dan</w:t>
      </w:r>
    </w:p>
    <w:p w:rsidR="00721444" w:rsidRDefault="00721444" w:rsidP="00721444">
      <w:pPr>
        <w:pStyle w:val="libNormal"/>
      </w:pPr>
      <w:r>
        <w:t>pelajaran yang akan datang.</w:t>
      </w:r>
    </w:p>
    <w:p w:rsidR="00F04388" w:rsidRDefault="00F04388" w:rsidP="00721444">
      <w:pPr>
        <w:pStyle w:val="libNormal"/>
      </w:pPr>
    </w:p>
    <w:p w:rsidR="00721444" w:rsidRDefault="00721444" w:rsidP="00F04388">
      <w:pPr>
        <w:pStyle w:val="Heading2"/>
      </w:pPr>
      <w:bookmarkStart w:id="80" w:name="_Toc422656575"/>
      <w:r>
        <w:t>Cara Berwudu</w:t>
      </w:r>
      <w:bookmarkEnd w:id="80"/>
    </w:p>
    <w:p w:rsidR="00F04388" w:rsidRDefault="00F04388" w:rsidP="00721444">
      <w:pPr>
        <w:pStyle w:val="libNormal"/>
      </w:pPr>
    </w:p>
    <w:p w:rsidR="00721444" w:rsidRDefault="00721444" w:rsidP="00721444">
      <w:pPr>
        <w:pStyle w:val="libNormal"/>
      </w:pPr>
      <w:r>
        <w:t>Untuk berwudu, mula-mula membasuh wajah lalu memba-suh tangan kanan kemudian tangan</w:t>
      </w:r>
    </w:p>
    <w:p w:rsidR="00721444" w:rsidRDefault="00721444" w:rsidP="00721444">
      <w:pPr>
        <w:pStyle w:val="libNormal"/>
      </w:pPr>
      <w:r>
        <w:t>kiri. Setelah membasuh ketiga anggota ini, segera mengusap kepala dengan air dari basuhan yang</w:t>
      </w:r>
    </w:p>
    <w:p w:rsidR="00721444" w:rsidRDefault="00721444" w:rsidP="00721444">
      <w:pPr>
        <w:pStyle w:val="libNormal"/>
      </w:pPr>
      <w:r>
        <w:t>tersisa di telapak tangan. Yakni, usapkan telapak tangan kanan pada kepala dan lanjutkan dengan</w:t>
      </w:r>
    </w:p>
    <w:p w:rsidR="00721444" w:rsidRDefault="00721444" w:rsidP="00721444">
      <w:pPr>
        <w:pStyle w:val="libNormal"/>
      </w:pPr>
      <w:r>
        <w:t>mengusap kaki kanan, dan akhirnya usaplah kaki kiri de-ngan air yang tersisa di tangan kiri.</w:t>
      </w:r>
    </w:p>
    <w:p w:rsidR="00721444" w:rsidRDefault="00721444" w:rsidP="00721444">
      <w:pPr>
        <w:pStyle w:val="libNormal"/>
      </w:pPr>
      <w:r>
        <w:t>Untuk lebih detail, kini perhatikan penjelasan amalan-amalan wudu di bawah ini:</w:t>
      </w:r>
    </w:p>
    <w:p w:rsidR="00F04388" w:rsidRDefault="00F04388" w:rsidP="00721444">
      <w:pPr>
        <w:pStyle w:val="libNormal"/>
      </w:pPr>
    </w:p>
    <w:p w:rsidR="00721444" w:rsidRDefault="00F04388" w:rsidP="00721444">
      <w:pPr>
        <w:pStyle w:val="libNormal"/>
      </w:pPr>
      <w:bookmarkStart w:id="81" w:name="_Toc422656576"/>
      <w:r w:rsidRPr="00F04388">
        <w:rPr>
          <w:rStyle w:val="Heading2Char"/>
        </w:rPr>
        <w:t>Amalan-amalan Wudu</w:t>
      </w:r>
      <w:bookmarkEnd w:id="81"/>
      <w:r w:rsidRPr="00F04388">
        <w:rPr>
          <w:rStyle w:val="libFootnotenumChar"/>
        </w:rPr>
        <w:footnoteReference w:id="80"/>
      </w:r>
    </w:p>
    <w:p w:rsidR="00F04388" w:rsidRDefault="00F04388" w:rsidP="00721444">
      <w:pPr>
        <w:pStyle w:val="libNormal"/>
      </w:pPr>
    </w:p>
    <w:p w:rsidR="00721444" w:rsidRDefault="00721444" w:rsidP="00451B63">
      <w:pPr>
        <w:pStyle w:val="Heading3"/>
      </w:pPr>
      <w:bookmarkStart w:id="82" w:name="_Toc422656577"/>
      <w:r>
        <w:lastRenderedPageBreak/>
        <w:t>1. Membasuh:</w:t>
      </w:r>
      <w:bookmarkEnd w:id="82"/>
    </w:p>
    <w:p w:rsidR="00721444" w:rsidRDefault="00721444" w:rsidP="00721444">
      <w:pPr>
        <w:pStyle w:val="libNormal"/>
      </w:pPr>
      <w:r>
        <w:t>a. Wajah: ukuran panjangnya dari tempat tumbuhnya rambut sampai dagu, dan ukuran</w:t>
      </w:r>
    </w:p>
    <w:p w:rsidR="00721444" w:rsidRDefault="00721444" w:rsidP="00721444">
      <w:pPr>
        <w:pStyle w:val="libNormal"/>
      </w:pPr>
      <w:r>
        <w:t>lebarnya antara ujung ibu jari sampai ujung jari tengah. Ini bisa dila-kukan dengan</w:t>
      </w:r>
    </w:p>
    <w:p w:rsidR="00721444" w:rsidRDefault="00721444" w:rsidP="00721444">
      <w:pPr>
        <w:pStyle w:val="libNormal"/>
      </w:pPr>
      <w:r>
        <w:t>meletakkan telapak tangan di tengah-tengah muka.</w:t>
      </w:r>
    </w:p>
    <w:p w:rsidR="00721444" w:rsidRDefault="00721444" w:rsidP="00721444">
      <w:pPr>
        <w:pStyle w:val="libNormal"/>
      </w:pPr>
      <w:r>
        <w:t>b. Tangan kanan: dari siku sampai ujung jari.</w:t>
      </w:r>
    </w:p>
    <w:p w:rsidR="00721444" w:rsidRDefault="00721444" w:rsidP="00721444">
      <w:pPr>
        <w:pStyle w:val="libNormal"/>
      </w:pPr>
      <w:r>
        <w:t>c. Tangan kiri: dari siku sampai ujung jari.</w:t>
      </w:r>
    </w:p>
    <w:p w:rsidR="00451B63" w:rsidRDefault="00451B63" w:rsidP="00721444">
      <w:pPr>
        <w:pStyle w:val="libNormal"/>
      </w:pPr>
    </w:p>
    <w:p w:rsidR="00721444" w:rsidRDefault="00721444" w:rsidP="00451B63">
      <w:pPr>
        <w:pStyle w:val="Heading3"/>
      </w:pPr>
      <w:bookmarkStart w:id="83" w:name="_Toc422656578"/>
      <w:r>
        <w:t>2. Mengusap:</w:t>
      </w:r>
      <w:bookmarkEnd w:id="83"/>
    </w:p>
    <w:p w:rsidR="00721444" w:rsidRDefault="00721444" w:rsidP="00721444">
      <w:pPr>
        <w:pStyle w:val="libNormal"/>
      </w:pPr>
      <w:r>
        <w:t>a. Kepala: bagian depan di atas dahi.</w:t>
      </w:r>
    </w:p>
    <w:p w:rsidR="00721444" w:rsidRDefault="00721444" w:rsidP="00721444">
      <w:pPr>
        <w:pStyle w:val="libNormal"/>
      </w:pPr>
      <w:r>
        <w:t>b. Kaki kanan: atas kaki dari ujung jari sa</w:t>
      </w:r>
      <w:r w:rsidR="00451B63">
        <w:t>mpai tonjolan kaki bagian atas.</w:t>
      </w:r>
      <w:r w:rsidR="00451B63" w:rsidRPr="00451B63">
        <w:rPr>
          <w:rStyle w:val="libFootnotenumChar"/>
        </w:rPr>
        <w:footnoteReference w:id="81"/>
      </w:r>
    </w:p>
    <w:p w:rsidR="00721444" w:rsidRDefault="00721444" w:rsidP="00721444">
      <w:pPr>
        <w:pStyle w:val="libNormal"/>
      </w:pPr>
      <w:r>
        <w:t>c. Kaki kiri: atas kaki dari ujung jari sampai tonjolan kaki bagian atas.</w:t>
      </w:r>
    </w:p>
    <w:p w:rsidR="00451B63" w:rsidRDefault="00451B63" w:rsidP="00721444">
      <w:pPr>
        <w:pStyle w:val="libNormal"/>
      </w:pPr>
    </w:p>
    <w:p w:rsidR="00721444" w:rsidRDefault="00721444" w:rsidP="00451B63">
      <w:pPr>
        <w:pStyle w:val="Heading2"/>
      </w:pPr>
      <w:bookmarkStart w:id="84" w:name="_Toc422656579"/>
      <w:r>
        <w:t>Keterangan Amalan-amalan Wudu</w:t>
      </w:r>
      <w:bookmarkEnd w:id="84"/>
    </w:p>
    <w:p w:rsidR="00451B63" w:rsidRDefault="00451B63" w:rsidP="00721444">
      <w:pPr>
        <w:pStyle w:val="libNormal"/>
      </w:pPr>
    </w:p>
    <w:p w:rsidR="00721444" w:rsidRDefault="00721444" w:rsidP="00451B63">
      <w:pPr>
        <w:pStyle w:val="Heading3"/>
      </w:pPr>
      <w:bookmarkStart w:id="85" w:name="_Toc422656580"/>
      <w:r>
        <w:t>Membasuh</w:t>
      </w:r>
      <w:bookmarkEnd w:id="85"/>
    </w:p>
    <w:p w:rsidR="00721444" w:rsidRDefault="00721444" w:rsidP="00721444">
      <w:pPr>
        <w:pStyle w:val="libNormal"/>
      </w:pPr>
      <w:r>
        <w:t>1. Ukuran wajib dalam membasuh wajah dan kedua tangan adalah sebagaimana di atas. Akan</w:t>
      </w:r>
    </w:p>
    <w:p w:rsidR="00721444" w:rsidRDefault="00721444" w:rsidP="00721444">
      <w:pPr>
        <w:pStyle w:val="libNormal"/>
      </w:pPr>
      <w:r>
        <w:t>tetapi, untuk lebih yakin, basuhlah yang wajib dan basuh</w:t>
      </w:r>
      <w:r w:rsidR="00451B63">
        <w:t>lah sedikit sekitarnya.</w:t>
      </w:r>
      <w:r w:rsidR="00451B63" w:rsidRPr="00451B63">
        <w:rPr>
          <w:rStyle w:val="libFootnotenumChar"/>
        </w:rPr>
        <w:footnoteReference w:id="82"/>
      </w:r>
    </w:p>
    <w:p w:rsidR="00721444" w:rsidRDefault="00451B63" w:rsidP="00721444">
      <w:pPr>
        <w:pStyle w:val="libNormal"/>
      </w:pPr>
      <w:r>
        <w:t>2. Berdasarkan ihtiyath wajib,</w:t>
      </w:r>
      <w:r w:rsidRPr="00451B63">
        <w:rPr>
          <w:rStyle w:val="libFootnotenumChar"/>
        </w:rPr>
        <w:footnoteReference w:id="83"/>
      </w:r>
      <w:r w:rsidR="00721444">
        <w:t xml:space="preserve"> membasuh wajah hendak-nya dari atas ke bawah. Bila membasuh</w:t>
      </w:r>
    </w:p>
    <w:p w:rsidR="00721444" w:rsidRDefault="00721444" w:rsidP="00721444">
      <w:pPr>
        <w:pStyle w:val="libNormal"/>
      </w:pPr>
      <w:r>
        <w:t>wajah dilakukan seba</w:t>
      </w:r>
      <w:r w:rsidR="00451B63">
        <w:t>liknya, maka wudu tidaklah sah.</w:t>
      </w:r>
      <w:r w:rsidR="00451B63" w:rsidRPr="00451B63">
        <w:rPr>
          <w:rStyle w:val="libFootnotenumChar"/>
        </w:rPr>
        <w:footnoteReference w:id="84"/>
      </w:r>
    </w:p>
    <w:p w:rsidR="00451B63" w:rsidRDefault="00451B63" w:rsidP="00721444">
      <w:pPr>
        <w:pStyle w:val="libNormal"/>
      </w:pPr>
    </w:p>
    <w:p w:rsidR="002919A3" w:rsidRDefault="00721444" w:rsidP="00451B63">
      <w:pPr>
        <w:pStyle w:val="Heading3"/>
      </w:pPr>
      <w:bookmarkStart w:id="86" w:name="_Toc422656581"/>
      <w:r>
        <w:t>Mengusap</w:t>
      </w:r>
      <w:bookmarkEnd w:id="86"/>
    </w:p>
    <w:p w:rsidR="007562C1" w:rsidRDefault="007562C1" w:rsidP="007562C1">
      <w:pPr>
        <w:pStyle w:val="libNormal"/>
      </w:pPr>
    </w:p>
    <w:p w:rsidR="007562C1" w:rsidRDefault="007562C1" w:rsidP="007562C1">
      <w:pPr>
        <w:pStyle w:val="Heading4"/>
      </w:pPr>
      <w:r>
        <w:lastRenderedPageBreak/>
        <w:t>Mengusap Kepala</w:t>
      </w:r>
    </w:p>
    <w:p w:rsidR="007562C1" w:rsidRDefault="007562C1" w:rsidP="007562C1">
      <w:pPr>
        <w:pStyle w:val="libNormal"/>
      </w:pPr>
      <w:r>
        <w:t>1. Letak usapan: sebagian dari kepala yang berada di atas dahi (kepala bagian depan).</w:t>
      </w:r>
    </w:p>
    <w:p w:rsidR="007562C1" w:rsidRDefault="007562C1" w:rsidP="007562C1">
      <w:pPr>
        <w:pStyle w:val="libNormal"/>
      </w:pPr>
      <w:r>
        <w:t>2. Ukuran wajibnya usapan: sekadarnya sudah cukup (yakni, sekadar orang dapat melihatnya</w:t>
      </w:r>
    </w:p>
    <w:p w:rsidR="007562C1" w:rsidRDefault="007562C1" w:rsidP="007562C1">
      <w:pPr>
        <w:pStyle w:val="libNormal"/>
      </w:pPr>
      <w:r>
        <w:t>dan mengata-kan bahwa ia telah mengusap kepalanya).</w:t>
      </w:r>
    </w:p>
    <w:p w:rsidR="007562C1" w:rsidRDefault="007562C1" w:rsidP="007562C1">
      <w:pPr>
        <w:pStyle w:val="libNormal"/>
      </w:pPr>
      <w:r>
        <w:t>3. Ukuran sunahnya usapan: selebar tiga jari rapat dan sepanjang satu jari.</w:t>
      </w:r>
    </w:p>
    <w:p w:rsidR="007562C1" w:rsidRDefault="007562C1" w:rsidP="007562C1">
      <w:pPr>
        <w:pStyle w:val="libNormal"/>
      </w:pPr>
      <w:r>
        <w:t>4. Boleh mengusap dengan tangan kiri.</w:t>
      </w:r>
      <w:r w:rsidRPr="007562C1">
        <w:rPr>
          <w:rStyle w:val="libFootnotenumChar"/>
        </w:rPr>
        <w:footnoteReference w:id="85"/>
      </w:r>
    </w:p>
    <w:p w:rsidR="007562C1" w:rsidRDefault="007562C1" w:rsidP="007562C1">
      <w:pPr>
        <w:pStyle w:val="libNormal"/>
      </w:pPr>
      <w:r>
        <w:t>5. Mengusap tidak harus sampai kulit kepala, bahkan mengusap rambut di bagian depan kepala</w:t>
      </w:r>
    </w:p>
    <w:p w:rsidR="007562C1" w:rsidRDefault="007562C1" w:rsidP="007562C1">
      <w:pPr>
        <w:pStyle w:val="libNormal"/>
      </w:pPr>
      <w:r>
        <w:t>sudah sah, kecuali jika rambutnya begitu panjang sehingga ketika di sisir mengurai ke arah</w:t>
      </w:r>
    </w:p>
    <w:p w:rsidR="007562C1" w:rsidRDefault="007562C1" w:rsidP="00865162">
      <w:pPr>
        <w:pStyle w:val="libNormal"/>
      </w:pPr>
      <w:r>
        <w:t>wajah, maka pada kondisi demikian ini hendaknya mengusap kulit kepala atau pangkal</w:t>
      </w:r>
      <w:r w:rsidR="00865162">
        <w:t xml:space="preserve"> </w:t>
      </w:r>
      <w:r>
        <w:t>rambut.</w:t>
      </w:r>
    </w:p>
    <w:p w:rsidR="007562C1" w:rsidRDefault="007562C1" w:rsidP="00271402">
      <w:pPr>
        <w:pStyle w:val="libNormal"/>
      </w:pPr>
      <w:r>
        <w:t>6. Mengusap rambut di selain letak yang ditentukan itu tidak sah, sekalipun rambut itu</w:t>
      </w:r>
      <w:r w:rsidR="00271402">
        <w:t xml:space="preserve"> </w:t>
      </w:r>
      <w:r>
        <w:t>dikumpulkan di atas letak pengusapan kepala.</w:t>
      </w:r>
      <w:r w:rsidRPr="007562C1">
        <w:rPr>
          <w:rStyle w:val="libFootnotenumChar"/>
        </w:rPr>
        <w:footnoteReference w:id="86"/>
      </w:r>
    </w:p>
    <w:p w:rsidR="00CA772F" w:rsidRDefault="00CA772F" w:rsidP="007562C1">
      <w:pPr>
        <w:pStyle w:val="libNormal"/>
      </w:pPr>
    </w:p>
    <w:p w:rsidR="007562C1" w:rsidRDefault="007562C1" w:rsidP="00CA772F">
      <w:pPr>
        <w:pStyle w:val="Heading4"/>
      </w:pPr>
      <w:r>
        <w:t>Mengusap Kaki</w:t>
      </w:r>
    </w:p>
    <w:p w:rsidR="007562C1" w:rsidRDefault="007562C1" w:rsidP="007562C1">
      <w:pPr>
        <w:pStyle w:val="libNormal"/>
      </w:pPr>
      <w:r>
        <w:t>1. Letak usapan: punggung kaki.</w:t>
      </w:r>
    </w:p>
    <w:p w:rsidR="007562C1" w:rsidRDefault="007562C1" w:rsidP="007562C1">
      <w:pPr>
        <w:pStyle w:val="libNormal"/>
      </w:pPr>
      <w:r>
        <w:t xml:space="preserve">2. Ukuran wajibnya usapan: punggung kaki dari </w:t>
      </w:r>
      <w:r w:rsidR="00673AF7">
        <w:t xml:space="preserve">ujung </w:t>
      </w:r>
      <w:r>
        <w:t>jari sampai tonjolannya.</w:t>
      </w:r>
      <w:r w:rsidRPr="007562C1">
        <w:rPr>
          <w:rStyle w:val="libFootnotenumChar"/>
        </w:rPr>
        <w:footnoteReference w:id="87"/>
      </w:r>
      <w:r>
        <w:t xml:space="preserve"> Lebarnya:</w:t>
      </w:r>
    </w:p>
    <w:p w:rsidR="007562C1" w:rsidRDefault="00B5245A" w:rsidP="007562C1">
      <w:pPr>
        <w:pStyle w:val="libNormal"/>
      </w:pPr>
      <w:r>
        <w:t>sekedarnya sudah cu</w:t>
      </w:r>
      <w:r w:rsidR="007562C1">
        <w:t>kup walaupun selebar satu jari.</w:t>
      </w:r>
    </w:p>
    <w:p w:rsidR="007562C1" w:rsidRDefault="007562C1" w:rsidP="002D3E7A">
      <w:pPr>
        <w:pStyle w:val="libNormal"/>
      </w:pPr>
      <w:r>
        <w:t>3. Ukuran sunahny</w:t>
      </w:r>
      <w:r w:rsidR="002D3E7A">
        <w:t xml:space="preserve">a usapan: seluruh punggung kaki </w:t>
      </w:r>
      <w:r>
        <w:t>(dari ujung jari kaki sampai</w:t>
      </w:r>
      <w:r w:rsidR="002D3E7A">
        <w:t xml:space="preserve"> </w:t>
      </w:r>
      <w:r>
        <w:t>pergelangannya).</w:t>
      </w:r>
    </w:p>
    <w:p w:rsidR="007562C1" w:rsidRDefault="007562C1" w:rsidP="0086309F">
      <w:pPr>
        <w:pStyle w:val="libNormal"/>
      </w:pPr>
      <w:r>
        <w:t>4. Usaplah kaki kanan terlebih dahulu sebelum mengusap kaki kiri.</w:t>
      </w:r>
      <w:r w:rsidRPr="007562C1">
        <w:rPr>
          <w:rStyle w:val="libFootnotenumChar"/>
        </w:rPr>
        <w:footnoteReference w:id="88"/>
      </w:r>
      <w:r>
        <w:t xml:space="preserve"> Akan tetapi, tidak harus</w:t>
      </w:r>
      <w:r w:rsidR="0086309F">
        <w:t xml:space="preserve"> </w:t>
      </w:r>
      <w:r>
        <w:t xml:space="preserve">mengusap </w:t>
      </w:r>
      <w:r>
        <w:lastRenderedPageBreak/>
        <w:t>kaki kanan dengan tangan kanan da</w:t>
      </w:r>
      <w:r w:rsidR="0086309F">
        <w:t xml:space="preserve">n kaki </w:t>
      </w:r>
      <w:r>
        <w:t>kiri dengan tangan kiri.</w:t>
      </w:r>
      <w:r w:rsidRPr="007562C1">
        <w:rPr>
          <w:rStyle w:val="libFootnotenumChar"/>
        </w:rPr>
        <w:footnoteReference w:id="89"/>
      </w:r>
    </w:p>
    <w:p w:rsidR="007562C1" w:rsidRDefault="007562C1" w:rsidP="00EA7422">
      <w:pPr>
        <w:pStyle w:val="Heading2"/>
      </w:pPr>
      <w:bookmarkStart w:id="87" w:name="_Toc422656582"/>
      <w:r>
        <w:t>Hukum-hukum yang Sama dalam Mengusap Kepala dan Kaki</w:t>
      </w:r>
      <w:bookmarkEnd w:id="87"/>
    </w:p>
    <w:p w:rsidR="00EA7422" w:rsidRDefault="00EA7422" w:rsidP="007562C1">
      <w:pPr>
        <w:pStyle w:val="libNormal"/>
      </w:pPr>
    </w:p>
    <w:p w:rsidR="007562C1" w:rsidRDefault="007562C1" w:rsidP="007562C1">
      <w:pPr>
        <w:pStyle w:val="libNormal"/>
      </w:pPr>
      <w:r>
        <w:t>1. Dalam mengusap kepala dan kaki, tanganlah yang harus bergerak. Bila tangan tidak bergerak</w:t>
      </w:r>
    </w:p>
    <w:p w:rsidR="007562C1" w:rsidRDefault="007562C1" w:rsidP="007562C1">
      <w:pPr>
        <w:pStyle w:val="libNormal"/>
      </w:pPr>
      <w:r>
        <w:t>namun kepala atau kaki yang bergerak, maka wudunya tidak sah. Namun, ketika tangan</w:t>
      </w:r>
    </w:p>
    <w:p w:rsidR="007562C1" w:rsidRDefault="007562C1" w:rsidP="007562C1">
      <w:pPr>
        <w:pStyle w:val="libNormal"/>
      </w:pPr>
      <w:r>
        <w:t>sedangmembasuh dan kepala atau kaki sedikit bergerak, demikian ini tidak apa-apa</w:t>
      </w:r>
      <w:r w:rsidR="004D053D">
        <w:t>.</w:t>
      </w:r>
      <w:r w:rsidR="004D053D" w:rsidRPr="004D053D">
        <w:rPr>
          <w:rStyle w:val="libFootnotenumChar"/>
        </w:rPr>
        <w:footnoteReference w:id="90"/>
      </w:r>
    </w:p>
    <w:p w:rsidR="007562C1" w:rsidRDefault="007562C1" w:rsidP="007562C1">
      <w:pPr>
        <w:pStyle w:val="libNormal"/>
      </w:pPr>
      <w:r>
        <w:t>2. Jika untuk mengusap tidak ada sisa air di telapak ta-ngan, maka tidak boleh membasah</w:t>
      </w:r>
    </w:p>
    <w:p w:rsidR="007562C1" w:rsidRDefault="007562C1" w:rsidP="007562C1">
      <w:pPr>
        <w:pStyle w:val="libNormal"/>
      </w:pPr>
      <w:r>
        <w:t>tangan dengan air lain, akan tetapi harus mengambil air yang tersisa dari anggota wudu</w:t>
      </w:r>
    </w:p>
    <w:p w:rsidR="007562C1" w:rsidRDefault="004D053D" w:rsidP="007562C1">
      <w:pPr>
        <w:pStyle w:val="libNormal"/>
      </w:pPr>
      <w:r>
        <w:t>lainnya.</w:t>
      </w:r>
      <w:r w:rsidRPr="004D053D">
        <w:rPr>
          <w:rStyle w:val="libFootnotenumChar"/>
        </w:rPr>
        <w:footnoteReference w:id="91"/>
      </w:r>
    </w:p>
    <w:p w:rsidR="007562C1" w:rsidRDefault="007562C1" w:rsidP="007562C1">
      <w:pPr>
        <w:pStyle w:val="libNormal"/>
      </w:pPr>
      <w:r>
        <w:t>3. Ukuran air di tangan adalah sekadar berpengaruh untuk mengusap ba</w:t>
      </w:r>
      <w:r w:rsidR="008379C1">
        <w:t xml:space="preserve">sah kepala dan kaki. </w:t>
      </w:r>
      <w:r w:rsidR="008379C1" w:rsidRPr="008379C1">
        <w:rPr>
          <w:rStyle w:val="libFootnotenumChar"/>
        </w:rPr>
        <w:footnoteReference w:id="92"/>
      </w:r>
    </w:p>
    <w:p w:rsidR="007562C1" w:rsidRDefault="007562C1" w:rsidP="007562C1">
      <w:pPr>
        <w:pStyle w:val="libNormal"/>
      </w:pPr>
      <w:r>
        <w:t xml:space="preserve">4. Letak usapan (kepala dan punggung kaki) hendaknya kering. Oleh karenanya, </w:t>
      </w:r>
      <w:r w:rsidR="008379C1">
        <w:t xml:space="preserve"> </w:t>
      </w:r>
      <w:r>
        <w:t>bila letak</w:t>
      </w:r>
    </w:p>
    <w:p w:rsidR="007562C1" w:rsidRDefault="007562C1" w:rsidP="007562C1">
      <w:pPr>
        <w:pStyle w:val="libNormal"/>
      </w:pPr>
      <w:r>
        <w:t>usapan itu basah, hen-daknya dikeringkan terlebih dahulu. Akan tetapi, jika basahnya sedikit</w:t>
      </w:r>
    </w:p>
    <w:p w:rsidR="007562C1" w:rsidRDefault="007562C1" w:rsidP="007562C1">
      <w:pPr>
        <w:pStyle w:val="libNormal"/>
      </w:pPr>
      <w:r>
        <w:t>sekali sehingga tidak sampai meng-halangi pengaruh basahnya tangan pada letak usapan,</w:t>
      </w:r>
    </w:p>
    <w:p w:rsidR="007562C1" w:rsidRDefault="00881380" w:rsidP="007562C1">
      <w:pPr>
        <w:pStyle w:val="libNormal"/>
      </w:pPr>
      <w:r>
        <w:t>maka tidak apa-apa.</w:t>
      </w:r>
      <w:r w:rsidRPr="00881380">
        <w:rPr>
          <w:rStyle w:val="libFootnotenumChar"/>
        </w:rPr>
        <w:footnoteReference w:id="93"/>
      </w:r>
    </w:p>
    <w:p w:rsidR="007562C1" w:rsidRDefault="007562C1" w:rsidP="007562C1">
      <w:pPr>
        <w:pStyle w:val="libNormal"/>
      </w:pPr>
      <w:r>
        <w:t>5. Hendaknya antara tangan dan kepala atau kaki tidak ada penghalang seperti jilbab, topi atau</w:t>
      </w:r>
    </w:p>
    <w:p w:rsidR="007562C1" w:rsidRDefault="007562C1" w:rsidP="007562C1">
      <w:pPr>
        <w:pStyle w:val="libNormal"/>
      </w:pPr>
      <w:r>
        <w:t>kaos kaki dan sepatu, walaupun tipis sekali, sehingga air usapan bisa sampai pada kulit</w:t>
      </w:r>
    </w:p>
    <w:p w:rsidR="007562C1" w:rsidRDefault="007562C1" w:rsidP="007562C1">
      <w:pPr>
        <w:pStyle w:val="libNormal"/>
      </w:pPr>
      <w:r>
        <w:lastRenderedPageBreak/>
        <w:t>usapan (kecuali bi</w:t>
      </w:r>
      <w:r w:rsidR="00707CA9">
        <w:t>la terpaksa).</w:t>
      </w:r>
      <w:r w:rsidR="00707CA9" w:rsidRPr="00707CA9">
        <w:rPr>
          <w:rStyle w:val="libFootnotenumChar"/>
        </w:rPr>
        <w:footnoteReference w:id="94"/>
      </w:r>
    </w:p>
    <w:p w:rsidR="007562C1" w:rsidRDefault="007562C1" w:rsidP="007562C1">
      <w:pPr>
        <w:pStyle w:val="libNormal"/>
      </w:pPr>
      <w:r>
        <w:t>6. Letak usapan harus suci. Oleh karena itu, jika letak usapan najis dan tidak mungkin untuk</w:t>
      </w:r>
    </w:p>
    <w:p w:rsidR="00451B63" w:rsidRDefault="007562C1" w:rsidP="007562C1">
      <w:pPr>
        <w:pStyle w:val="libNormal"/>
      </w:pPr>
      <w:r>
        <w:t>disuci</w:t>
      </w:r>
      <w:r w:rsidR="00081B3D">
        <w:t>kan, maka hendaknya bertayamum.</w:t>
      </w:r>
      <w:r w:rsidR="00081B3D" w:rsidRPr="00081B3D">
        <w:rPr>
          <w:rStyle w:val="libFootnotenumChar"/>
        </w:rPr>
        <w:footnoteReference w:id="95"/>
      </w:r>
    </w:p>
    <w:p w:rsidR="00A65DA3" w:rsidRDefault="00A65DA3" w:rsidP="00A65DA3">
      <w:pPr>
        <w:pStyle w:val="libNormal"/>
      </w:pPr>
    </w:p>
    <w:p w:rsidR="00A65DA3" w:rsidRDefault="00A65DA3" w:rsidP="00A65DA3">
      <w:pPr>
        <w:pStyle w:val="Heading2"/>
      </w:pPr>
      <w:bookmarkStart w:id="88" w:name="_Toc422656583"/>
      <w:r>
        <w:t>Kesimpulan Pelajaran</w:t>
      </w:r>
      <w:bookmarkEnd w:id="88"/>
    </w:p>
    <w:p w:rsidR="00A65DA3" w:rsidRDefault="00A65DA3" w:rsidP="00A65DA3">
      <w:pPr>
        <w:pStyle w:val="libNormal"/>
      </w:pPr>
    </w:p>
    <w:p w:rsidR="00A65DA3" w:rsidRDefault="00A65DA3" w:rsidP="00A65DA3">
      <w:pPr>
        <w:pStyle w:val="libNormal"/>
      </w:pPr>
      <w:r>
        <w:t>1. Wudu yaitu membasuh wajah dan tangan dan mengu-sap kepala dan kaki dengan syaratsyarat</w:t>
      </w:r>
    </w:p>
    <w:p w:rsidR="00A65DA3" w:rsidRDefault="00A65DA3" w:rsidP="00A65DA3">
      <w:pPr>
        <w:pStyle w:val="libNormal"/>
      </w:pPr>
      <w:r>
        <w:t>yang akan datang.</w:t>
      </w:r>
    </w:p>
    <w:p w:rsidR="00A65DA3" w:rsidRDefault="00A65DA3" w:rsidP="00A65DA3">
      <w:pPr>
        <w:pStyle w:val="libNormal"/>
      </w:pPr>
      <w:r>
        <w:t>2. Berdasarkan ihtiyath wajib, hendaknya wajah dan kedua tangan dibasuh dari atas ke bawah.</w:t>
      </w:r>
    </w:p>
    <w:p w:rsidR="00A65DA3" w:rsidRDefault="00A65DA3" w:rsidP="00A65DA3">
      <w:pPr>
        <w:pStyle w:val="libNormal"/>
      </w:pPr>
      <w:r>
        <w:t>3. Dalam berwudu, setelah membasuh wajah dan kedua tangan, harus mengusap kepala bagian</w:t>
      </w:r>
    </w:p>
    <w:p w:rsidR="00A65DA3" w:rsidRDefault="00A65DA3" w:rsidP="00A65DA3">
      <w:pPr>
        <w:pStyle w:val="libNormal"/>
      </w:pPr>
      <w:r>
        <w:t>depan dan pung-gung kedua kaki.</w:t>
      </w:r>
    </w:p>
    <w:p w:rsidR="00A65DA3" w:rsidRDefault="00A65DA3" w:rsidP="00A65DA3">
      <w:pPr>
        <w:pStyle w:val="libNormal"/>
      </w:pPr>
      <w:r>
        <w:t>4. Ukuran wajibnya mengusap kepala adalah sekadar da-pat dikatakan bahwa pewudu telah</w:t>
      </w:r>
    </w:p>
    <w:p w:rsidR="00A65DA3" w:rsidRDefault="00A65DA3" w:rsidP="00A65DA3">
      <w:pPr>
        <w:pStyle w:val="libNormal"/>
      </w:pPr>
      <w:r>
        <w:t>mengusap kepala.</w:t>
      </w:r>
    </w:p>
    <w:p w:rsidR="00A65DA3" w:rsidRDefault="00A65DA3" w:rsidP="00A65DA3">
      <w:pPr>
        <w:pStyle w:val="libNormal"/>
      </w:pPr>
      <w:r>
        <w:t>5. Mengusap kepala harus pada kepala bagian depan di atas dahi.</w:t>
      </w:r>
    </w:p>
    <w:p w:rsidR="00A65DA3" w:rsidRDefault="00A65DA3" w:rsidP="00A65DA3">
      <w:pPr>
        <w:pStyle w:val="libNormal"/>
      </w:pPr>
      <w:r>
        <w:t>6. Mengusap punggung kedua kaki sekedarnya saja sudah cukup, walaupun lebarnya hanya</w:t>
      </w:r>
    </w:p>
    <w:p w:rsidR="00A65DA3" w:rsidRDefault="00A65DA3" w:rsidP="00A65DA3">
      <w:pPr>
        <w:pStyle w:val="libNormal"/>
      </w:pPr>
      <w:r>
        <w:t>satu jari, tetapi ukuran panjangnya yang harus diusap ialah dari ujung jari sam-pai tonjolan</w:t>
      </w:r>
    </w:p>
    <w:p w:rsidR="00A65DA3" w:rsidRDefault="00A65DA3" w:rsidP="00A65DA3">
      <w:pPr>
        <w:pStyle w:val="libNormal"/>
      </w:pPr>
      <w:r>
        <w:t>punggung kaki.</w:t>
      </w:r>
    </w:p>
    <w:p w:rsidR="00A65DA3" w:rsidRDefault="00A65DA3" w:rsidP="00A65DA3">
      <w:pPr>
        <w:pStyle w:val="libNormal"/>
      </w:pPr>
      <w:r>
        <w:t>7. Dalam mengusap hendaknya:</w:t>
      </w:r>
    </w:p>
    <w:p w:rsidR="00A65DA3" w:rsidRDefault="00A65DA3" w:rsidP="00A65DA3">
      <w:pPr>
        <w:pStyle w:val="libNormal"/>
      </w:pPr>
      <w:r>
        <w:t>a. Tangan yang ditarik bergerak.</w:t>
      </w:r>
    </w:p>
    <w:p w:rsidR="00A65DA3" w:rsidRDefault="00A65DA3" w:rsidP="00A65DA3">
      <w:pPr>
        <w:pStyle w:val="libNormal"/>
      </w:pPr>
      <w:r>
        <w:t>b. Letak usapan suci.</w:t>
      </w:r>
    </w:p>
    <w:p w:rsidR="00A65DA3" w:rsidRDefault="00A65DA3" w:rsidP="00A65DA3">
      <w:pPr>
        <w:pStyle w:val="libNormal"/>
      </w:pPr>
      <w:r>
        <w:t>c. Tidak ada penghalang di antara tangan dan letak usapan.</w:t>
      </w:r>
    </w:p>
    <w:p w:rsidR="00A65DA3" w:rsidRDefault="00A65DA3" w:rsidP="00A65DA3">
      <w:pPr>
        <w:pStyle w:val="libNormal"/>
      </w:pPr>
    </w:p>
    <w:p w:rsidR="00A65DA3" w:rsidRDefault="00A65DA3" w:rsidP="00A65DA3">
      <w:pPr>
        <w:pStyle w:val="Heading2"/>
      </w:pPr>
      <w:bookmarkStart w:id="89" w:name="_Toc422656584"/>
      <w:r>
        <w:t>Pertanyaan:</w:t>
      </w:r>
      <w:bookmarkEnd w:id="89"/>
    </w:p>
    <w:p w:rsidR="00A65DA3" w:rsidRDefault="00A65DA3" w:rsidP="00A65DA3">
      <w:pPr>
        <w:pStyle w:val="libNormal"/>
      </w:pPr>
    </w:p>
    <w:p w:rsidR="00A65DA3" w:rsidRDefault="00A65DA3" w:rsidP="00A65DA3">
      <w:pPr>
        <w:pStyle w:val="libNormal"/>
      </w:pPr>
      <w:r>
        <w:lastRenderedPageBreak/>
        <w:t>1. Sebutkan cara-cara wudu!</w:t>
      </w:r>
    </w:p>
    <w:p w:rsidR="00A65DA3" w:rsidRDefault="00A65DA3" w:rsidP="00A65DA3">
      <w:pPr>
        <w:pStyle w:val="libNormal"/>
      </w:pPr>
      <w:r>
        <w:t>2. Seseorang menyisir rambut sampingnya ke bagian de-pan kepala. Apakah kewajiban pelaku</w:t>
      </w:r>
    </w:p>
    <w:p w:rsidR="00A65DA3" w:rsidRDefault="00A65DA3" w:rsidP="00A65DA3">
      <w:pPr>
        <w:pStyle w:val="libNormal"/>
      </w:pPr>
      <w:r>
        <w:t>wudu ketika dia harus mengusap kepala?</w:t>
      </w:r>
    </w:p>
    <w:p w:rsidR="00A65DA3" w:rsidRDefault="00A65DA3" w:rsidP="00A65DA3">
      <w:pPr>
        <w:pStyle w:val="libNormal"/>
      </w:pPr>
      <w:r>
        <w:t>3. Jelaskan empat darimasalah-masalah yang sama dalam mengusap kepala dan kaki!</w:t>
      </w:r>
    </w:p>
    <w:p w:rsidR="00A65DA3" w:rsidRDefault="00A65DA3" w:rsidP="00A65DA3">
      <w:pPr>
        <w:pStyle w:val="libNormal"/>
      </w:pPr>
      <w:r>
        <w:t>4. Apakah boleh mengusap kepala dalam keadaan ber-jalan?</w:t>
      </w:r>
    </w:p>
    <w:p w:rsidR="00A65DA3" w:rsidRDefault="00A65DA3" w:rsidP="00A65DA3">
      <w:pPr>
        <w:pStyle w:val="libNormal"/>
      </w:pPr>
      <w:r>
        <w:t>5. Apakah boleh mengusap kaos kaki atau sepatu jika udara dingin sekali?</w:t>
      </w:r>
    </w:p>
    <w:p w:rsidR="00B053D2" w:rsidRDefault="00A65DA3" w:rsidP="001D6EB5">
      <w:pPr>
        <w:pStyle w:val="libNormal"/>
      </w:pPr>
      <w:r>
        <w:t>6. Jelaskan ukuran wajib dan sunahnya mengusap kepala dan punggung kedua kaki!</w:t>
      </w:r>
    </w:p>
    <w:p w:rsidR="00B053D2" w:rsidRPr="00B053D2" w:rsidRDefault="00B053D2">
      <w:r>
        <w:br w:type="page"/>
      </w:r>
    </w:p>
    <w:p w:rsidR="00D86F87" w:rsidRDefault="00D86F87" w:rsidP="00D86F87">
      <w:pPr>
        <w:pStyle w:val="Heading1Center"/>
      </w:pPr>
      <w:bookmarkStart w:id="90" w:name="_Toc422656585"/>
      <w:r>
        <w:lastRenderedPageBreak/>
        <w:t>Pelajaran 8</w:t>
      </w:r>
      <w:bookmarkEnd w:id="90"/>
    </w:p>
    <w:p w:rsidR="00D86F87" w:rsidRDefault="00D86F87" w:rsidP="00D86F87">
      <w:pPr>
        <w:pStyle w:val="Heading1Center"/>
      </w:pPr>
      <w:bookmarkStart w:id="91" w:name="_Toc422656586"/>
      <w:r>
        <w:t>SYARAT-SYARATWUDU</w:t>
      </w:r>
      <w:bookmarkEnd w:id="91"/>
    </w:p>
    <w:p w:rsidR="00D86F87" w:rsidRDefault="00D86F87" w:rsidP="00D86F87">
      <w:pPr>
        <w:pStyle w:val="libNormal"/>
      </w:pPr>
    </w:p>
    <w:p w:rsidR="00D86F87" w:rsidRDefault="00D86F87" w:rsidP="00D86F87">
      <w:pPr>
        <w:pStyle w:val="libNormal"/>
      </w:pPr>
      <w:r>
        <w:t>Wudu akan sah dengan syarat-syarat di bawah ini. Tentu-nya, dengan kurangnya salah satu dari</w:t>
      </w:r>
    </w:p>
    <w:p w:rsidR="00D86F87" w:rsidRDefault="00D86F87" w:rsidP="00D86F87">
      <w:pPr>
        <w:pStyle w:val="libNormal"/>
      </w:pPr>
      <w:r>
        <w:t>mereka, wudu sese-orangmenjadi tidak sah.</w:t>
      </w:r>
    </w:p>
    <w:p w:rsidR="00946491" w:rsidRDefault="00946491" w:rsidP="00D86F87">
      <w:pPr>
        <w:pStyle w:val="libNormal"/>
      </w:pPr>
      <w:r>
        <w:t xml:space="preserve"> </w:t>
      </w:r>
    </w:p>
    <w:p w:rsidR="00D86F87" w:rsidRDefault="00D86F87" w:rsidP="00946491">
      <w:pPr>
        <w:pStyle w:val="Heading2"/>
      </w:pPr>
      <w:bookmarkStart w:id="92" w:name="_Toc422656587"/>
      <w:r>
        <w:t>Syarat-syarat Wudu</w:t>
      </w:r>
      <w:bookmarkEnd w:id="92"/>
    </w:p>
    <w:p w:rsidR="00946491" w:rsidRDefault="00946491" w:rsidP="00D86F87">
      <w:pPr>
        <w:pStyle w:val="libNormal"/>
      </w:pPr>
    </w:p>
    <w:p w:rsidR="00D86F87" w:rsidRDefault="00D86F87" w:rsidP="00606EB3">
      <w:pPr>
        <w:pStyle w:val="Heading3"/>
      </w:pPr>
      <w:bookmarkStart w:id="93" w:name="_Toc422656588"/>
      <w:r>
        <w:t>1. Syarat-syarat air dan tempat air:</w:t>
      </w:r>
      <w:bookmarkEnd w:id="93"/>
    </w:p>
    <w:p w:rsidR="00D86F87" w:rsidRDefault="00D86F87" w:rsidP="00D86F87">
      <w:pPr>
        <w:pStyle w:val="libNormal"/>
      </w:pPr>
      <w:r>
        <w:t>a. Air wudu harus suci (tidak najis).</w:t>
      </w:r>
    </w:p>
    <w:p w:rsidR="00D86F87" w:rsidRDefault="00D86F87" w:rsidP="00D86F87">
      <w:pPr>
        <w:pStyle w:val="libNormal"/>
      </w:pPr>
      <w:r>
        <w:t xml:space="preserve">b. Air wudu harus mubah; </w:t>
      </w:r>
      <w:r w:rsidR="00DA5C59">
        <w:t>bukan hasil rampasan (gha-sab).</w:t>
      </w:r>
      <w:r w:rsidR="00DA5C59" w:rsidRPr="00DA5C59">
        <w:rPr>
          <w:rStyle w:val="libFootnotenumChar"/>
        </w:rPr>
        <w:footnoteReference w:id="96"/>
      </w:r>
    </w:p>
    <w:p w:rsidR="00D86F87" w:rsidRDefault="00D86F87" w:rsidP="00D86F87">
      <w:pPr>
        <w:pStyle w:val="libNormal"/>
      </w:pPr>
      <w:r>
        <w:t>c. Air wudu harus air mutlaq (bukan air mudhaf).</w:t>
      </w:r>
    </w:p>
    <w:p w:rsidR="00D86F87" w:rsidRDefault="00D86F87" w:rsidP="00D86F87">
      <w:pPr>
        <w:pStyle w:val="libNormal"/>
      </w:pPr>
      <w:r>
        <w:t>d. Tempat air wudu harus mubah, bukan barang ram-pasan (ghasab).</w:t>
      </w:r>
    </w:p>
    <w:p w:rsidR="00D86F87" w:rsidRDefault="00D86F87" w:rsidP="00D86F87">
      <w:pPr>
        <w:pStyle w:val="libNormal"/>
      </w:pPr>
      <w:r>
        <w:t>e. Tempat air wudu bukan dari emas dan perak.</w:t>
      </w:r>
    </w:p>
    <w:p w:rsidR="00606EB3" w:rsidRDefault="00606EB3" w:rsidP="00D86F87">
      <w:pPr>
        <w:pStyle w:val="libNormal"/>
      </w:pPr>
    </w:p>
    <w:p w:rsidR="00D86F87" w:rsidRDefault="00D86F87" w:rsidP="00606EB3">
      <w:pPr>
        <w:pStyle w:val="Heading3"/>
      </w:pPr>
      <w:bookmarkStart w:id="94" w:name="_Toc422656589"/>
      <w:r>
        <w:t>2. Syarat-syarat anggota wudu:</w:t>
      </w:r>
      <w:bookmarkEnd w:id="94"/>
    </w:p>
    <w:p w:rsidR="00D86F87" w:rsidRDefault="00D86F87" w:rsidP="00D86F87">
      <w:pPr>
        <w:pStyle w:val="libNormal"/>
      </w:pPr>
      <w:r>
        <w:t>a. Harus suci.</w:t>
      </w:r>
    </w:p>
    <w:p w:rsidR="00D86F87" w:rsidRDefault="00D86F87" w:rsidP="00D86F87">
      <w:pPr>
        <w:pStyle w:val="libNormal"/>
      </w:pPr>
      <w:r>
        <w:t>b. Tidak ada penghalang yangmenghalangi sampainya air ke anggota.</w:t>
      </w:r>
    </w:p>
    <w:p w:rsidR="006E71B7" w:rsidRDefault="006E71B7" w:rsidP="00D86F87">
      <w:pPr>
        <w:pStyle w:val="libNormal"/>
      </w:pPr>
    </w:p>
    <w:p w:rsidR="00D86F87" w:rsidRDefault="00D86F87" w:rsidP="006E71B7">
      <w:pPr>
        <w:pStyle w:val="Heading3"/>
      </w:pPr>
      <w:bookmarkStart w:id="95" w:name="_Toc422656590"/>
      <w:r>
        <w:t>3. Syarat-syarat cara berwudu:</w:t>
      </w:r>
      <w:bookmarkEnd w:id="95"/>
    </w:p>
    <w:p w:rsidR="00D86F87" w:rsidRDefault="00D86F87" w:rsidP="00D86F87">
      <w:pPr>
        <w:pStyle w:val="libNormal"/>
      </w:pPr>
      <w:r>
        <w:t>a. Menjaga tertib (keteraturan dan urutan antaramalan wudu sebagaimana telah kita simak</w:t>
      </w:r>
    </w:p>
    <w:p w:rsidR="00D86F87" w:rsidRDefault="00D86F87" w:rsidP="00D86F87">
      <w:pPr>
        <w:pStyle w:val="libNormal"/>
      </w:pPr>
      <w:r>
        <w:t>dalam amalan-amalan wudu).</w:t>
      </w:r>
    </w:p>
    <w:p w:rsidR="00D86F87" w:rsidRDefault="00D86F87" w:rsidP="00D86F87">
      <w:pPr>
        <w:pStyle w:val="libNormal"/>
      </w:pPr>
      <w:r>
        <w:t>b. Menjaga muwalat (di antara amalan-amalan wudu tidak ada renggang waktu sehingga</w:t>
      </w:r>
    </w:p>
    <w:p w:rsidR="00D86F87" w:rsidRDefault="00D86F87" w:rsidP="00D86F87">
      <w:pPr>
        <w:pStyle w:val="libNormal"/>
      </w:pPr>
      <w:r>
        <w:t>merusak keu-tuhan dan kesatuan wudu).</w:t>
      </w:r>
    </w:p>
    <w:p w:rsidR="00D86F87" w:rsidRDefault="00D86F87" w:rsidP="00D86F87">
      <w:pPr>
        <w:pStyle w:val="libNormal"/>
      </w:pPr>
      <w:r>
        <w:lastRenderedPageBreak/>
        <w:t>c. Mengerjakan wudu sendiri dan secara langsung (tidakmeminta tolong orang lain).</w:t>
      </w:r>
    </w:p>
    <w:p w:rsidR="006E71B7" w:rsidRDefault="006E71B7" w:rsidP="00D86F87">
      <w:pPr>
        <w:pStyle w:val="libNormal"/>
      </w:pPr>
    </w:p>
    <w:p w:rsidR="00D86F87" w:rsidRDefault="00D86F87" w:rsidP="006E71B7">
      <w:pPr>
        <w:pStyle w:val="Heading3"/>
      </w:pPr>
      <w:bookmarkStart w:id="96" w:name="_Toc422656591"/>
      <w:r>
        <w:t>4. Syarat-syarat pelaku wudu:</w:t>
      </w:r>
      <w:bookmarkEnd w:id="96"/>
    </w:p>
    <w:p w:rsidR="00D86F87" w:rsidRDefault="00D86F87" w:rsidP="00D86F87">
      <w:pPr>
        <w:pStyle w:val="libNormal"/>
      </w:pPr>
      <w:r>
        <w:t>a. Dia tidak berhalangan untukmenggunakan air.</w:t>
      </w:r>
    </w:p>
    <w:p w:rsidR="00D86F87" w:rsidRDefault="00D86F87" w:rsidP="00D86F87">
      <w:pPr>
        <w:pStyle w:val="libNormal"/>
      </w:pPr>
      <w:r>
        <w:t>b. Berniat wudu untukmendekatkan diri kepada Allah Swt. (bukan niat riya).</w:t>
      </w:r>
    </w:p>
    <w:p w:rsidR="00D86F87" w:rsidRDefault="00D86F87" w:rsidP="00DA40F5">
      <w:pPr>
        <w:pStyle w:val="Heading2"/>
      </w:pPr>
      <w:bookmarkStart w:id="97" w:name="_Toc422656592"/>
      <w:r>
        <w:t>Syarat-syarat Air Wudu dan Tempatnya</w:t>
      </w:r>
      <w:bookmarkEnd w:id="97"/>
    </w:p>
    <w:p w:rsidR="00DA40F5" w:rsidRDefault="00DA40F5" w:rsidP="00D86F87">
      <w:pPr>
        <w:pStyle w:val="libNormal"/>
      </w:pPr>
    </w:p>
    <w:p w:rsidR="00D86F87" w:rsidRDefault="00D86F87" w:rsidP="00D86F87">
      <w:pPr>
        <w:pStyle w:val="libNormal"/>
      </w:pPr>
      <w:r>
        <w:t>1. Tidak sah berwudu dengan air najis dan air mudhaf, baik pelaku tahu ataupun tidak, ataupun</w:t>
      </w:r>
    </w:p>
    <w:p w:rsidR="00D86F87" w:rsidRDefault="00D86F87" w:rsidP="00D86F87">
      <w:pPr>
        <w:pStyle w:val="libNormal"/>
      </w:pPr>
      <w:r>
        <w:t>lupa ba</w:t>
      </w:r>
      <w:r w:rsidR="0020646D">
        <w:t xml:space="preserve">hwa air itu najis atau mudhaf. </w:t>
      </w:r>
      <w:r w:rsidR="0020646D" w:rsidRPr="0020646D">
        <w:rPr>
          <w:rStyle w:val="libFootnotenumChar"/>
        </w:rPr>
        <w:footnoteReference w:id="97"/>
      </w:r>
    </w:p>
    <w:p w:rsidR="00D86F87" w:rsidRDefault="00D86F87" w:rsidP="00D86F87">
      <w:pPr>
        <w:pStyle w:val="libNormal"/>
      </w:pPr>
      <w:r>
        <w:t>2. Air wudu harus mubah. Maka, dalam keadaan-keadaan di bawah ini, wudu seseorang tidak</w:t>
      </w:r>
    </w:p>
    <w:p w:rsidR="00D86F87" w:rsidRDefault="00D86F87" w:rsidP="00D86F87">
      <w:pPr>
        <w:pStyle w:val="libNormal"/>
      </w:pPr>
      <w:r>
        <w:t>sah:</w:t>
      </w:r>
    </w:p>
    <w:p w:rsidR="00D86F87" w:rsidRDefault="00D86F87" w:rsidP="00D86F87">
      <w:pPr>
        <w:pStyle w:val="libNormal"/>
      </w:pPr>
      <w:r>
        <w:t>a. Berwudu dengan air yang pemiliknya tidak rela (ketidakrelaannya bisa diketahui dengan</w:t>
      </w:r>
    </w:p>
    <w:p w:rsidR="00D86F87" w:rsidRDefault="00D86F87" w:rsidP="00D86F87">
      <w:pPr>
        <w:pStyle w:val="libNormal"/>
      </w:pPr>
      <w:r>
        <w:t>jelas).</w:t>
      </w:r>
    </w:p>
    <w:p w:rsidR="00D86F87" w:rsidRDefault="00D86F87" w:rsidP="00D86F87">
      <w:pPr>
        <w:pStyle w:val="libNormal"/>
      </w:pPr>
      <w:r>
        <w:t>b. Air tidak jelas; apakah pemiliknya rela atau tidak.</w:t>
      </w:r>
    </w:p>
    <w:p w:rsidR="00D86F87" w:rsidRDefault="00D86F87" w:rsidP="00D86F87">
      <w:pPr>
        <w:pStyle w:val="libNormal"/>
      </w:pPr>
      <w:r>
        <w:t>c. Air yang diwakafkan secara khusus seperti; kolam di suatu sekolah dan tempat wudu di</w:t>
      </w:r>
    </w:p>
    <w:p w:rsidR="00D86F87" w:rsidRDefault="00D86F87" w:rsidP="00D86F87">
      <w:pPr>
        <w:pStyle w:val="libNormal"/>
      </w:pPr>
      <w:r>
        <w:t>sebagian hotel, losmen dan seb</w:t>
      </w:r>
      <w:r w:rsidR="0020646D">
        <w:t>againya.</w:t>
      </w:r>
      <w:r w:rsidR="0020646D" w:rsidRPr="0020646D">
        <w:rPr>
          <w:rStyle w:val="libFootnotenumChar"/>
        </w:rPr>
        <w:footnoteReference w:id="98"/>
      </w:r>
    </w:p>
    <w:p w:rsidR="00D86F87" w:rsidRDefault="00D86F87" w:rsidP="00D86F87">
      <w:pPr>
        <w:pStyle w:val="libNormal"/>
      </w:pPr>
      <w:r>
        <w:t>3. Berwudu di sungai-sungai besar tidaklah apa-apa, walaupun pelaku wudu tidak tahu pasti;</w:t>
      </w:r>
    </w:p>
    <w:p w:rsidR="00D86F87" w:rsidRDefault="00D86F87" w:rsidP="00D86F87">
      <w:pPr>
        <w:pStyle w:val="libNormal"/>
      </w:pPr>
      <w:r>
        <w:t>apakah pe-miliknya rela atau tidak, akan tetapi jika pemiliknya melarang, berdasarkan ihtiyath</w:t>
      </w:r>
    </w:p>
    <w:p w:rsidR="00B21D47" w:rsidRDefault="00D86F87" w:rsidP="00D86F87">
      <w:pPr>
        <w:pStyle w:val="libNormal"/>
      </w:pPr>
      <w:r>
        <w:t>wajib hend</w:t>
      </w:r>
      <w:r w:rsidR="0020646D">
        <w:t>aknya ia tidak berwudu di sana.</w:t>
      </w:r>
      <w:r w:rsidR="0020646D" w:rsidRPr="0020646D">
        <w:rPr>
          <w:rStyle w:val="libFootnotenumChar"/>
        </w:rPr>
        <w:footnoteReference w:id="99"/>
      </w:r>
    </w:p>
    <w:p w:rsidR="00261F42" w:rsidRDefault="00261F42" w:rsidP="00261F42">
      <w:pPr>
        <w:pStyle w:val="libNormal"/>
      </w:pPr>
      <w:r>
        <w:t>4. Jika air wudu berada di tempat hasil rampasan (ghasab), lalu berwudu dengannya, maka</w:t>
      </w:r>
    </w:p>
    <w:p w:rsidR="00261F42" w:rsidRDefault="00261F42" w:rsidP="00261F42">
      <w:pPr>
        <w:pStyle w:val="libNormal"/>
      </w:pPr>
      <w:r>
        <w:t xml:space="preserve">hukum </w:t>
      </w:r>
      <w:r w:rsidR="007E3B8F">
        <w:t>wudu demikian ini tidaklah sah</w:t>
      </w:r>
      <w:r w:rsidR="00331225" w:rsidRPr="00331225">
        <w:rPr>
          <w:rStyle w:val="libFootnotenumChar"/>
        </w:rPr>
        <w:footnoteReference w:id="100"/>
      </w:r>
      <w:r w:rsidR="007E3B8F">
        <w:t>.</w:t>
      </w:r>
    </w:p>
    <w:p w:rsidR="006A4628" w:rsidRDefault="006A4628" w:rsidP="00261F42">
      <w:pPr>
        <w:pStyle w:val="libNormal"/>
      </w:pPr>
    </w:p>
    <w:p w:rsidR="00261F42" w:rsidRDefault="00261F42" w:rsidP="006A4628">
      <w:pPr>
        <w:pStyle w:val="Heading2"/>
      </w:pPr>
      <w:bookmarkStart w:id="98" w:name="_Toc422656593"/>
      <w:r>
        <w:lastRenderedPageBreak/>
        <w:t>Syarat-syarat Anggota Wudu</w:t>
      </w:r>
      <w:bookmarkEnd w:id="98"/>
    </w:p>
    <w:p w:rsidR="006A4628" w:rsidRDefault="006A4628" w:rsidP="00261F42">
      <w:pPr>
        <w:pStyle w:val="libNormal"/>
      </w:pPr>
    </w:p>
    <w:p w:rsidR="00261F42" w:rsidRDefault="00261F42" w:rsidP="00261F42">
      <w:pPr>
        <w:pStyle w:val="libNormal"/>
      </w:pPr>
      <w:r>
        <w:t xml:space="preserve">1. Anggota wudu harus </w:t>
      </w:r>
      <w:r w:rsidR="00E44F2F">
        <w:t>suci ketika dibasuh dan diusap.</w:t>
      </w:r>
      <w:r w:rsidR="00E44F2F" w:rsidRPr="00E44F2F">
        <w:rPr>
          <w:rStyle w:val="libFootnotenumChar"/>
        </w:rPr>
        <w:footnoteReference w:id="101"/>
      </w:r>
    </w:p>
    <w:p w:rsidR="00261F42" w:rsidRDefault="00261F42" w:rsidP="00261F42">
      <w:pPr>
        <w:pStyle w:val="libNormal"/>
      </w:pPr>
      <w:r>
        <w:t>2. Jika ada satu penghalang pada anggota wudu (anggota yang dibasuh) sehingga menghalangi</w:t>
      </w:r>
    </w:p>
    <w:p w:rsidR="00261F42" w:rsidRDefault="00261F42" w:rsidP="00261F42">
      <w:pPr>
        <w:pStyle w:val="libNormal"/>
      </w:pPr>
      <w:r>
        <w:t>sampainya air kepadanya, atau pada anggota yang diusap, walaupun tidak menghalangi</w:t>
      </w:r>
    </w:p>
    <w:p w:rsidR="00261F42" w:rsidRDefault="00261F42" w:rsidP="00261F42">
      <w:pPr>
        <w:pStyle w:val="libNormal"/>
      </w:pPr>
      <w:r>
        <w:t>sampainya air, maka penghalang itu har</w:t>
      </w:r>
      <w:r w:rsidR="00E44F2F">
        <w:t>us dihilangkan terlebih dahulu.</w:t>
      </w:r>
      <w:r w:rsidR="00E44F2F" w:rsidRPr="00E44F2F">
        <w:rPr>
          <w:rStyle w:val="libFootnotenumChar"/>
        </w:rPr>
        <w:footnoteReference w:id="102"/>
      </w:r>
    </w:p>
    <w:p w:rsidR="00261F42" w:rsidRDefault="00261F42" w:rsidP="00261F42">
      <w:pPr>
        <w:pStyle w:val="libNormal"/>
      </w:pPr>
      <w:r>
        <w:t>3. Coretan pena, bercak warna, minyak dan krem, kalau tinggal warnanya saja tanpa zatnya,</w:t>
      </w:r>
    </w:p>
    <w:p w:rsidR="00261F42" w:rsidRDefault="00261F42" w:rsidP="002D2AFB">
      <w:pPr>
        <w:pStyle w:val="libNormal"/>
      </w:pPr>
      <w:r>
        <w:t>tidak dianggap sebagai penghalang air wudu. Akan tetapi jika masih ada zatnya (dan</w:t>
      </w:r>
      <w:r w:rsidR="002D2AFB">
        <w:t xml:space="preserve"> </w:t>
      </w:r>
      <w:r>
        <w:t>menghal</w:t>
      </w:r>
      <w:r w:rsidR="004F727B">
        <w:t>angi kulit), harus dihilangkan.</w:t>
      </w:r>
      <w:r w:rsidR="004F727B" w:rsidRPr="004F727B">
        <w:rPr>
          <w:rStyle w:val="libFootnotenumChar"/>
        </w:rPr>
        <w:footnoteReference w:id="103"/>
      </w:r>
    </w:p>
    <w:p w:rsidR="00E20034" w:rsidRDefault="00E20034" w:rsidP="00261F42">
      <w:pPr>
        <w:pStyle w:val="libNormal"/>
      </w:pPr>
    </w:p>
    <w:p w:rsidR="00261F42" w:rsidRDefault="00261F42" w:rsidP="00E20034">
      <w:pPr>
        <w:pStyle w:val="Heading2"/>
      </w:pPr>
      <w:bookmarkStart w:id="99" w:name="_Toc422656594"/>
      <w:r>
        <w:t>Syarat-syarat Cara Berwudu</w:t>
      </w:r>
      <w:bookmarkEnd w:id="99"/>
    </w:p>
    <w:p w:rsidR="00E20034" w:rsidRDefault="00E20034" w:rsidP="00261F42">
      <w:pPr>
        <w:pStyle w:val="libNormal"/>
      </w:pPr>
    </w:p>
    <w:p w:rsidR="00261F42" w:rsidRDefault="004F727B" w:rsidP="00E20034">
      <w:pPr>
        <w:pStyle w:val="Heading3"/>
      </w:pPr>
      <w:bookmarkStart w:id="100" w:name="_Toc422656595"/>
      <w:r>
        <w:t>1. Tertib</w:t>
      </w:r>
      <w:r w:rsidRPr="004F727B">
        <w:rPr>
          <w:rStyle w:val="libFootnotenumChar"/>
        </w:rPr>
        <w:footnoteReference w:id="104"/>
      </w:r>
      <w:r w:rsidR="00261F42">
        <w:t>: amalan-amalan wudu harus dikerjakan berda-sarkan urutan di bawah ini:</w:t>
      </w:r>
      <w:bookmarkEnd w:id="100"/>
    </w:p>
    <w:p w:rsidR="00261F42" w:rsidRDefault="00261F42" w:rsidP="00261F42">
      <w:pPr>
        <w:pStyle w:val="libNormal"/>
      </w:pPr>
      <w:r>
        <w:t>a. Membasuh wajah</w:t>
      </w:r>
    </w:p>
    <w:p w:rsidR="00261F42" w:rsidRDefault="00261F42" w:rsidP="00261F42">
      <w:pPr>
        <w:pStyle w:val="libNormal"/>
      </w:pPr>
      <w:r>
        <w:t>b. Membasuh tangan kanan</w:t>
      </w:r>
    </w:p>
    <w:p w:rsidR="00261F42" w:rsidRDefault="00261F42" w:rsidP="00261F42">
      <w:pPr>
        <w:pStyle w:val="libNormal"/>
      </w:pPr>
      <w:r>
        <w:t>c. Membasuh tangan kiri</w:t>
      </w:r>
    </w:p>
    <w:p w:rsidR="00261F42" w:rsidRDefault="00261F42" w:rsidP="00261F42">
      <w:pPr>
        <w:pStyle w:val="libNormal"/>
      </w:pPr>
      <w:r>
        <w:t>d. Mengusap kepala</w:t>
      </w:r>
    </w:p>
    <w:p w:rsidR="00261F42" w:rsidRDefault="00261F42" w:rsidP="00261F42">
      <w:pPr>
        <w:pStyle w:val="libNormal"/>
      </w:pPr>
      <w:r>
        <w:t>e. Mengusap kaki kanan</w:t>
      </w:r>
    </w:p>
    <w:p w:rsidR="00261F42" w:rsidRDefault="00261F42" w:rsidP="00261F42">
      <w:pPr>
        <w:pStyle w:val="libNormal"/>
      </w:pPr>
      <w:r>
        <w:t>f. Mengusap kaki kiri</w:t>
      </w:r>
    </w:p>
    <w:p w:rsidR="00261F42" w:rsidRDefault="00261F42" w:rsidP="00261F42">
      <w:pPr>
        <w:pStyle w:val="libNormal"/>
      </w:pPr>
      <w:r>
        <w:t>Jika tertib wudu dia atas ini tidak dijaga, wudunya tidak sah, sekalipun kaki kanan dan kaki kiri</w:t>
      </w:r>
    </w:p>
    <w:p w:rsidR="00261F42" w:rsidRDefault="005E62EE" w:rsidP="00261F42">
      <w:pPr>
        <w:pStyle w:val="libNormal"/>
      </w:pPr>
      <w:r>
        <w:t>telah diusap secara bersamaan.</w:t>
      </w:r>
      <w:r w:rsidRPr="005E62EE">
        <w:rPr>
          <w:rStyle w:val="libFootnotenumChar"/>
        </w:rPr>
        <w:footnoteReference w:id="105"/>
      </w:r>
    </w:p>
    <w:p w:rsidR="00E20034" w:rsidRDefault="00E20034" w:rsidP="00261F42">
      <w:pPr>
        <w:pStyle w:val="libNormal"/>
      </w:pPr>
    </w:p>
    <w:p w:rsidR="00261F42" w:rsidRDefault="00261F42" w:rsidP="00E20034">
      <w:pPr>
        <w:pStyle w:val="Heading3"/>
      </w:pPr>
      <w:bookmarkStart w:id="101" w:name="_Toc422656596"/>
      <w:r>
        <w:lastRenderedPageBreak/>
        <w:t>2. Kesinambungan (Muwalat)</w:t>
      </w:r>
      <w:bookmarkEnd w:id="101"/>
    </w:p>
    <w:p w:rsidR="00261F42" w:rsidRDefault="00261F42" w:rsidP="009D3214">
      <w:pPr>
        <w:pStyle w:val="libNormal"/>
      </w:pPr>
      <w:r>
        <w:t>a. Muwalat yaitu mengerjakan secara bersambung dan tidak ada tenggat waktu pemisah diantara amalan-amalan wudu.</w:t>
      </w:r>
    </w:p>
    <w:p w:rsidR="00261F42" w:rsidRDefault="00261F42" w:rsidP="00261F42">
      <w:pPr>
        <w:pStyle w:val="libNormal"/>
      </w:pPr>
      <w:r>
        <w:t>b. Jika di antara amalan-amalan wudu terdapat tenggat waktu pemisah—dimana ketika</w:t>
      </w:r>
    </w:p>
    <w:p w:rsidR="00261F42" w:rsidRDefault="00261F42" w:rsidP="00261F42">
      <w:pPr>
        <w:pStyle w:val="libNormal"/>
      </w:pPr>
      <w:r>
        <w:t>hendak membasuh atau mengusap satu anggota wudu, anggota-angota wudu yang sudah</w:t>
      </w:r>
    </w:p>
    <w:p w:rsidR="00261F42" w:rsidRDefault="00261F42" w:rsidP="00261F42">
      <w:pPr>
        <w:pStyle w:val="libNormal"/>
      </w:pPr>
      <w:r>
        <w:t>dibasuh atau diusap sebelumnya telah kering—ma</w:t>
      </w:r>
      <w:r w:rsidR="0018595B">
        <w:t>ka wudu demikian ini tidak sah.</w:t>
      </w:r>
      <w:r w:rsidR="0018595B" w:rsidRPr="0018595B">
        <w:rPr>
          <w:rStyle w:val="libFootnotenumChar"/>
        </w:rPr>
        <w:footnoteReference w:id="106"/>
      </w:r>
    </w:p>
    <w:p w:rsidR="008B50F2" w:rsidRDefault="008B50F2" w:rsidP="00261F42">
      <w:pPr>
        <w:pStyle w:val="libNormal"/>
      </w:pPr>
    </w:p>
    <w:p w:rsidR="00261F42" w:rsidRDefault="00261F42" w:rsidP="008B50F2">
      <w:pPr>
        <w:pStyle w:val="Heading3"/>
      </w:pPr>
      <w:bookmarkStart w:id="102" w:name="_Toc422656597"/>
      <w:r>
        <w:t>3. Tidak Boleh Minta Tolong Orang Lain</w:t>
      </w:r>
      <w:bookmarkEnd w:id="102"/>
    </w:p>
    <w:p w:rsidR="00261F42" w:rsidRDefault="00261F42" w:rsidP="00261F42">
      <w:pPr>
        <w:pStyle w:val="libNormal"/>
      </w:pPr>
      <w:r>
        <w:t>a. Seseorang yang mampu berwudu, maka tidak boleh minta tolong orang lain. Oleh karena</w:t>
      </w:r>
    </w:p>
    <w:p w:rsidR="00261F42" w:rsidRDefault="00261F42" w:rsidP="00261F42">
      <w:pPr>
        <w:pStyle w:val="libNormal"/>
      </w:pPr>
      <w:r>
        <w:t>itu, jika orang lain membasuh wajah dan kedua tangannya atau mengusap kepala dan</w:t>
      </w:r>
    </w:p>
    <w:p w:rsidR="00261F42" w:rsidRDefault="0018595B" w:rsidP="00261F42">
      <w:pPr>
        <w:pStyle w:val="libNormal"/>
      </w:pPr>
      <w:r>
        <w:t>kakinya, wudunya tidak sah.</w:t>
      </w:r>
      <w:r w:rsidRPr="0018595B">
        <w:rPr>
          <w:rStyle w:val="libFootnotenumChar"/>
        </w:rPr>
        <w:footnoteReference w:id="107"/>
      </w:r>
    </w:p>
    <w:p w:rsidR="00261F42" w:rsidRDefault="00261F42" w:rsidP="00261F42">
      <w:pPr>
        <w:pStyle w:val="libNormal"/>
      </w:pPr>
      <w:r>
        <w:t>b. Seseorang yang tidak mampu berwudu, hendaknya mencari pengganti agar berwudhu</w:t>
      </w:r>
    </w:p>
    <w:p w:rsidR="00261F42" w:rsidRDefault="00261F42" w:rsidP="00261F42">
      <w:pPr>
        <w:pStyle w:val="libNormal"/>
      </w:pPr>
      <w:r>
        <w:t>untuknya. Jika pengganti minta upah dan dia mampu membayar, maka berikanlah</w:t>
      </w:r>
    </w:p>
    <w:p w:rsidR="00261F42" w:rsidRDefault="00261F42" w:rsidP="00261F42">
      <w:pPr>
        <w:pStyle w:val="libNormal"/>
      </w:pPr>
      <w:r>
        <w:t>upahnya, akan tetapi dia se</w:t>
      </w:r>
      <w:r w:rsidR="00BA57CC">
        <w:t>ndiri tetap harus niat berwudu.</w:t>
      </w:r>
      <w:r w:rsidR="00BA57CC" w:rsidRPr="00BA57CC">
        <w:rPr>
          <w:rStyle w:val="libFootnotenumChar"/>
        </w:rPr>
        <w:footnoteReference w:id="108"/>
      </w:r>
    </w:p>
    <w:p w:rsidR="004D126B" w:rsidRDefault="004D126B" w:rsidP="00261F42">
      <w:pPr>
        <w:pStyle w:val="libNormal"/>
      </w:pPr>
    </w:p>
    <w:p w:rsidR="00261F42" w:rsidRDefault="00261F42" w:rsidP="003D7DBC">
      <w:pPr>
        <w:pStyle w:val="Heading2"/>
      </w:pPr>
      <w:bookmarkStart w:id="103" w:name="_Toc422656598"/>
      <w:r>
        <w:t>Syarat-syarat Pelaku Wudu</w:t>
      </w:r>
      <w:bookmarkEnd w:id="103"/>
    </w:p>
    <w:p w:rsidR="00376B2F" w:rsidRDefault="00376B2F" w:rsidP="00261F42">
      <w:pPr>
        <w:pStyle w:val="libNormal"/>
      </w:pPr>
    </w:p>
    <w:p w:rsidR="00261F42" w:rsidRDefault="00261F42" w:rsidP="00376B2F">
      <w:pPr>
        <w:pStyle w:val="libNormal"/>
      </w:pPr>
      <w:r>
        <w:t>1. Jika seseorang tahu atau kuatir bahwa berwudu akan membuatnya sakit, maka dia harus</w:t>
      </w:r>
    </w:p>
    <w:p w:rsidR="00261F42" w:rsidRDefault="00261F42" w:rsidP="00261F42">
      <w:pPr>
        <w:pStyle w:val="libNormal"/>
      </w:pPr>
      <w:r>
        <w:t>bertayamum. Dan jika dia tetap saja berwudu, wudunya tidak sah. Namun, jika dia tidak tahu</w:t>
      </w:r>
    </w:p>
    <w:p w:rsidR="004173FB" w:rsidRDefault="00261F42" w:rsidP="004173FB">
      <w:pPr>
        <w:pStyle w:val="libNormal"/>
      </w:pPr>
      <w:r>
        <w:lastRenderedPageBreak/>
        <w:t>bahwa air berbahaya bagi dirinya lalu dia berwudu dengannya, kemudian dia tahu bahwa air</w:t>
      </w:r>
      <w:r w:rsidR="00633F37">
        <w:t xml:space="preserve"> </w:t>
      </w:r>
      <w:r w:rsidR="004173FB">
        <w:t>itu ternyata berbahaya baginya, maka wudunya sah.</w:t>
      </w:r>
      <w:r w:rsidR="004173FB" w:rsidRPr="004173FB">
        <w:rPr>
          <w:rStyle w:val="libFootnotenumChar"/>
        </w:rPr>
        <w:footnoteReference w:id="109"/>
      </w:r>
      <w:r w:rsidR="004173FB">
        <w:t>.</w:t>
      </w:r>
      <w:r w:rsidR="004173FB" w:rsidRPr="004173FB">
        <w:rPr>
          <w:rStyle w:val="libFootnotenumChar"/>
        </w:rPr>
        <w:footnoteReference w:id="110"/>
      </w:r>
    </w:p>
    <w:p w:rsidR="004173FB" w:rsidRDefault="004173FB" w:rsidP="004173FB">
      <w:pPr>
        <w:pStyle w:val="libNormal"/>
      </w:pPr>
      <w:r>
        <w:t>2. Wudu harus dilakukan dengan niat mendekatkan diri kepada Allah Swt. Yakni, berwudu</w:t>
      </w:r>
    </w:p>
    <w:p w:rsidR="004173FB" w:rsidRDefault="004173FB" w:rsidP="004173FB">
      <w:pPr>
        <w:pStyle w:val="libNormal"/>
      </w:pPr>
      <w:r>
        <w:t>dengan niat menger-jakan perintah Allah Swt.</w:t>
      </w:r>
      <w:r w:rsidRPr="004173FB">
        <w:rPr>
          <w:rStyle w:val="libFootnotenumChar"/>
        </w:rPr>
        <w:footnoteReference w:id="111"/>
      </w:r>
    </w:p>
    <w:p w:rsidR="004173FB" w:rsidRDefault="004173FB" w:rsidP="004173FB">
      <w:pPr>
        <w:pStyle w:val="libNormal"/>
      </w:pPr>
      <w:r>
        <w:t>3. Niat tidak harus diucapkan dengan kata-kata atau di-lintaskan di dalam hati, bahkan sekedar</w:t>
      </w:r>
    </w:p>
    <w:p w:rsidR="004173FB" w:rsidRDefault="004173FB" w:rsidP="004173FB">
      <w:pPr>
        <w:pStyle w:val="libNormal"/>
      </w:pPr>
      <w:r>
        <w:t>sadar bahwa dirinya sedang berwudu, ini sudah cukup. Yakni, se-kiranya dia ditanya, “Kamu</w:t>
      </w:r>
    </w:p>
    <w:p w:rsidR="004173FB" w:rsidRDefault="004173FB" w:rsidP="004173FB">
      <w:pPr>
        <w:pStyle w:val="libNormal"/>
      </w:pPr>
      <w:r>
        <w:t>sedangmengerjakan apa?”, dia akan menjawab, “Saya sedang berwudu”.</w:t>
      </w:r>
      <w:r w:rsidRPr="004173FB">
        <w:rPr>
          <w:rStyle w:val="libFootnotenumChar"/>
        </w:rPr>
        <w:footnoteReference w:id="112"/>
      </w:r>
    </w:p>
    <w:p w:rsidR="004173FB" w:rsidRDefault="004173FB" w:rsidP="004173FB">
      <w:pPr>
        <w:pStyle w:val="libNormal"/>
      </w:pPr>
      <w:r>
        <w:t>Masalah: Jika waktu salat sempit sehingga jika dia ber-wudu, seluruh atau sebagian dari salatnya</w:t>
      </w:r>
    </w:p>
    <w:p w:rsidR="004173FB" w:rsidRDefault="004173FB" w:rsidP="004173FB">
      <w:pPr>
        <w:pStyle w:val="libNormal"/>
      </w:pPr>
      <w:r>
        <w:t>dikerjakan di luar waktunya, maka dia harus bertayamum.</w:t>
      </w:r>
      <w:r w:rsidRPr="004173FB">
        <w:rPr>
          <w:rStyle w:val="libFootnotenumChar"/>
        </w:rPr>
        <w:footnoteReference w:id="113"/>
      </w:r>
    </w:p>
    <w:p w:rsidR="004173FB" w:rsidRDefault="004173FB" w:rsidP="004173FB">
      <w:pPr>
        <w:pStyle w:val="libNormal"/>
      </w:pPr>
    </w:p>
    <w:p w:rsidR="004173FB" w:rsidRDefault="004173FB" w:rsidP="004173FB">
      <w:pPr>
        <w:pStyle w:val="Heading2"/>
      </w:pPr>
      <w:bookmarkStart w:id="104" w:name="_Toc422656599"/>
      <w:r>
        <w:t>Kesimpulan Pelajaran</w:t>
      </w:r>
      <w:bookmarkEnd w:id="104"/>
    </w:p>
    <w:p w:rsidR="004173FB" w:rsidRDefault="004173FB" w:rsidP="004173FB">
      <w:pPr>
        <w:pStyle w:val="libNormal"/>
      </w:pPr>
    </w:p>
    <w:p w:rsidR="004173FB" w:rsidRDefault="004173FB" w:rsidP="004173FB">
      <w:pPr>
        <w:pStyle w:val="libNormal"/>
      </w:pPr>
      <w:r>
        <w:t>1. Air wudu harus suci, mutlak dan mubah. Maka, hukum berwudu dengan air najis dan air</w:t>
      </w:r>
    </w:p>
    <w:p w:rsidR="004173FB" w:rsidRDefault="004173FB" w:rsidP="004173FB">
      <w:pPr>
        <w:pStyle w:val="libNormal"/>
      </w:pPr>
      <w:r>
        <w:t>mudhaf dalam keadaan apapun tidak sah, baik najisnya air atau mudhaf-nya air itu diketahui</w:t>
      </w:r>
    </w:p>
    <w:p w:rsidR="004173FB" w:rsidRDefault="004173FB" w:rsidP="004173FB">
      <w:pPr>
        <w:pStyle w:val="libNormal"/>
      </w:pPr>
      <w:r>
        <w:t>ataupun tidak.</w:t>
      </w:r>
    </w:p>
    <w:p w:rsidR="004173FB" w:rsidRDefault="004173FB" w:rsidP="004173FB">
      <w:pPr>
        <w:pStyle w:val="libNormal"/>
      </w:pPr>
      <w:r>
        <w:t>2. Berwudu dengan air ghasab, jika diketahui bahwa air tersebut adalah air ghasab, maka</w:t>
      </w:r>
    </w:p>
    <w:p w:rsidR="004173FB" w:rsidRDefault="004173FB" w:rsidP="004173FB">
      <w:pPr>
        <w:pStyle w:val="libNormal"/>
      </w:pPr>
      <w:r>
        <w:t>wudunya tidak sah.</w:t>
      </w:r>
    </w:p>
    <w:p w:rsidR="004173FB" w:rsidRDefault="004173FB" w:rsidP="004173FB">
      <w:pPr>
        <w:pStyle w:val="libNormal"/>
      </w:pPr>
      <w:r>
        <w:lastRenderedPageBreak/>
        <w:t>3. Jika anggota wudu najis, maka wudunya tidak sah. Begitu juga, jika terdapat penghalang yang</w:t>
      </w:r>
    </w:p>
    <w:p w:rsidR="004173FB" w:rsidRDefault="004173FB" w:rsidP="004173FB">
      <w:pPr>
        <w:pStyle w:val="libNormal"/>
      </w:pPr>
      <w:r>
        <w:t>menghalangi sampainya air ke anggota wudu.</w:t>
      </w:r>
    </w:p>
    <w:p w:rsidR="004173FB" w:rsidRDefault="004173FB" w:rsidP="004173FB">
      <w:pPr>
        <w:pStyle w:val="libNormal"/>
      </w:pPr>
      <w:r>
        <w:t>4. Jika tertib dan muwalat wudu tidak dijaga, maka wudu-nya tidak sah.</w:t>
      </w:r>
    </w:p>
    <w:p w:rsidR="004173FB" w:rsidRDefault="004173FB" w:rsidP="004173FB">
      <w:pPr>
        <w:pStyle w:val="libNormal"/>
      </w:pPr>
      <w:r>
        <w:t>5. Seseorang yang mampu berwudu, dia tidak boleh minta tolong orang lain dalam membasuh</w:t>
      </w:r>
    </w:p>
    <w:p w:rsidR="004173FB" w:rsidRDefault="004173FB" w:rsidP="004173FB">
      <w:pPr>
        <w:pStyle w:val="libNormal"/>
      </w:pPr>
      <w:r>
        <w:t>dan mengusap.</w:t>
      </w:r>
    </w:p>
    <w:p w:rsidR="004173FB" w:rsidRDefault="004173FB" w:rsidP="004173FB">
      <w:pPr>
        <w:pStyle w:val="libNormal"/>
      </w:pPr>
      <w:r>
        <w:t>6. Wudu harus dilakukan dengan niat menunaikan perin-tah Allah Swt.</w:t>
      </w:r>
    </w:p>
    <w:p w:rsidR="004173FB" w:rsidRDefault="004173FB" w:rsidP="004173FB">
      <w:pPr>
        <w:pStyle w:val="libNormal"/>
      </w:pPr>
      <w:r>
        <w:t>7. Jika seseorang hendak berwudu dan akan mengakibat-kan seluruh atau sebagian dari salat</w:t>
      </w:r>
    </w:p>
    <w:p w:rsidR="004173FB" w:rsidRDefault="004173FB" w:rsidP="004173FB">
      <w:pPr>
        <w:pStyle w:val="libNormal"/>
      </w:pPr>
      <w:r>
        <w:t>dikerjakan di luar waktunya, maka dia harus bertayamum.</w:t>
      </w:r>
    </w:p>
    <w:p w:rsidR="004173FB" w:rsidRDefault="004173FB" w:rsidP="004173FB">
      <w:pPr>
        <w:pStyle w:val="libNormal"/>
      </w:pPr>
    </w:p>
    <w:p w:rsidR="004173FB" w:rsidRDefault="004173FB" w:rsidP="004173FB">
      <w:pPr>
        <w:pStyle w:val="Heading2"/>
      </w:pPr>
      <w:bookmarkStart w:id="105" w:name="_Toc422656600"/>
      <w:r>
        <w:t>Pertanyaan:</w:t>
      </w:r>
      <w:bookmarkEnd w:id="105"/>
    </w:p>
    <w:p w:rsidR="004173FB" w:rsidRDefault="004173FB" w:rsidP="004173FB">
      <w:pPr>
        <w:pStyle w:val="libNormal"/>
      </w:pPr>
    </w:p>
    <w:p w:rsidR="004173FB" w:rsidRDefault="004173FB" w:rsidP="004173FB">
      <w:pPr>
        <w:pStyle w:val="libNormal"/>
      </w:pPr>
      <w:r>
        <w:t>1. Apa hukum berwudu di tempat wudu kantor pemerin-tahan bagi selain pejabat kantor</w:t>
      </w:r>
    </w:p>
    <w:p w:rsidR="004173FB" w:rsidRDefault="004173FB" w:rsidP="004173FB">
      <w:pPr>
        <w:pStyle w:val="libNormal"/>
      </w:pPr>
      <w:r>
        <w:t>tersebut?</w:t>
      </w:r>
    </w:p>
    <w:p w:rsidR="004173FB" w:rsidRDefault="004173FB" w:rsidP="004173FB">
      <w:pPr>
        <w:pStyle w:val="libNormal"/>
      </w:pPr>
      <w:r>
        <w:t>2. Apa hukum berwudu dengan air sumber atau air khu-sus untukminum?</w:t>
      </w:r>
    </w:p>
    <w:p w:rsidR="004173FB" w:rsidRDefault="004173FB" w:rsidP="004173FB">
      <w:pPr>
        <w:pStyle w:val="libNormal"/>
      </w:pPr>
      <w:r>
        <w:t>3. Apa tugas orang yang tidakmampu berwudu dengan sendirinya?</w:t>
      </w:r>
    </w:p>
    <w:p w:rsidR="004173FB" w:rsidRDefault="004173FB" w:rsidP="004173FB">
      <w:pPr>
        <w:pStyle w:val="libNormal"/>
      </w:pPr>
      <w:r>
        <w:t>4. Terangkan niat mendekatkan diri kepada Allah dalam berwudu!</w:t>
      </w:r>
    </w:p>
    <w:p w:rsidR="00D83464" w:rsidRDefault="004173FB" w:rsidP="004173FB">
      <w:pPr>
        <w:pStyle w:val="libNormal"/>
      </w:pPr>
      <w:r>
        <w:t>5. Apa perbedaan antara tertib dan muwalat dalam ber-wudu?</w:t>
      </w:r>
    </w:p>
    <w:p w:rsidR="00D83464" w:rsidRPr="00D83464" w:rsidRDefault="00D83464">
      <w:r>
        <w:br w:type="page"/>
      </w:r>
    </w:p>
    <w:p w:rsidR="00296390" w:rsidRDefault="00296390" w:rsidP="00296390">
      <w:pPr>
        <w:pStyle w:val="Heading1Center"/>
      </w:pPr>
      <w:bookmarkStart w:id="106" w:name="_Toc422656601"/>
      <w:r>
        <w:lastRenderedPageBreak/>
        <w:t>Pelajaran 9</w:t>
      </w:r>
      <w:bookmarkEnd w:id="106"/>
    </w:p>
    <w:p w:rsidR="00296390" w:rsidRDefault="00296390" w:rsidP="00296390">
      <w:pPr>
        <w:pStyle w:val="Heading1Center"/>
      </w:pPr>
      <w:bookmarkStart w:id="107" w:name="_Toc422656602"/>
      <w:r>
        <w:t>WUDU JABIROH</w:t>
      </w:r>
      <w:bookmarkEnd w:id="107"/>
    </w:p>
    <w:p w:rsidR="00296390" w:rsidRDefault="00296390" w:rsidP="00296390">
      <w:pPr>
        <w:pStyle w:val="libNormal"/>
      </w:pPr>
    </w:p>
    <w:p w:rsidR="00296390" w:rsidRDefault="00296390" w:rsidP="00296390">
      <w:pPr>
        <w:pStyle w:val="Heading2"/>
      </w:pPr>
      <w:bookmarkStart w:id="108" w:name="_Toc422656603"/>
      <w:r>
        <w:t>Definisi Jabiroh</w:t>
      </w:r>
      <w:bookmarkEnd w:id="108"/>
    </w:p>
    <w:p w:rsidR="00296390" w:rsidRDefault="00296390" w:rsidP="00296390">
      <w:pPr>
        <w:pStyle w:val="libNormal"/>
      </w:pPr>
    </w:p>
    <w:p w:rsidR="00296390" w:rsidRDefault="00296390" w:rsidP="00296390">
      <w:pPr>
        <w:pStyle w:val="libNormal"/>
      </w:pPr>
      <w:r>
        <w:t>Obat yang dibubuhkan di atas luka dan pembalut yangmembalutnya disebut dengan jabiroh.</w:t>
      </w:r>
    </w:p>
    <w:p w:rsidR="00296390" w:rsidRDefault="00296390" w:rsidP="00296390">
      <w:pPr>
        <w:pStyle w:val="libNormal"/>
      </w:pPr>
      <w:r>
        <w:t>1. Seseorang yang memiliki luka pada anggota wudunya, jika dia mampu berwudu secara</w:t>
      </w:r>
    </w:p>
    <w:p w:rsidR="00296390" w:rsidRDefault="00296390" w:rsidP="00296390">
      <w:pPr>
        <w:pStyle w:val="libNormal"/>
      </w:pPr>
      <w:r>
        <w:t>normal, maka d</w:t>
      </w:r>
      <w:r w:rsidR="00463008">
        <w:t>ia harus berwudu secara normal.</w:t>
      </w:r>
      <w:r w:rsidR="00463008" w:rsidRPr="00463008">
        <w:rPr>
          <w:rStyle w:val="libFootnotenumChar"/>
        </w:rPr>
        <w:footnoteReference w:id="114"/>
      </w:r>
      <w:r>
        <w:t xml:space="preserve"> Misalnya:</w:t>
      </w:r>
    </w:p>
    <w:p w:rsidR="00296390" w:rsidRDefault="00296390" w:rsidP="00296390">
      <w:pPr>
        <w:pStyle w:val="libNormal"/>
      </w:pPr>
      <w:r>
        <w:t>a. Permukaan luka terbuka dan air tidak berbahaya baginya.</w:t>
      </w:r>
    </w:p>
    <w:p w:rsidR="00296390" w:rsidRDefault="00296390" w:rsidP="00296390">
      <w:pPr>
        <w:pStyle w:val="libNormal"/>
      </w:pPr>
      <w:r>
        <w:t>b. Permukaan luka tertutup akan tetapi bisa dibuka dan air tidak berbahaya baginya.</w:t>
      </w:r>
    </w:p>
    <w:p w:rsidR="00296390" w:rsidRDefault="00296390" w:rsidP="00296390">
      <w:pPr>
        <w:pStyle w:val="libNormal"/>
      </w:pPr>
      <w:r>
        <w:t>2. Jika luka berada pada wajah dan tangan, dan per-mukaan luka terbuka dan air berbahaya</w:t>
      </w:r>
    </w:p>
    <w:p w:rsidR="00296390" w:rsidRDefault="00463008" w:rsidP="00296390">
      <w:pPr>
        <w:pStyle w:val="libNormal"/>
      </w:pPr>
      <w:r>
        <w:t>baginya,</w:t>
      </w:r>
      <w:r w:rsidRPr="00463008">
        <w:rPr>
          <w:rStyle w:val="libFootnotenumChar"/>
        </w:rPr>
        <w:footnoteReference w:id="115"/>
      </w:r>
      <w:r w:rsidR="00296390">
        <w:t xml:space="preserve"> maka m</w:t>
      </w:r>
      <w:r>
        <w:t>embasuh sekitarnya sudah cukup.</w:t>
      </w:r>
      <w:r w:rsidRPr="00463008">
        <w:rPr>
          <w:rStyle w:val="libFootnotenumChar"/>
        </w:rPr>
        <w:footnoteReference w:id="116"/>
      </w:r>
    </w:p>
    <w:p w:rsidR="00296390" w:rsidRDefault="00296390" w:rsidP="00296390">
      <w:pPr>
        <w:pStyle w:val="libNormal"/>
      </w:pPr>
      <w:r>
        <w:t>3. Jika luka atau pecah di kepala bagian depan atau di punggung kaki (anggota usapan) dan</w:t>
      </w:r>
    </w:p>
    <w:p w:rsidR="00296390" w:rsidRDefault="00296390" w:rsidP="00296390">
      <w:pPr>
        <w:pStyle w:val="libNormal"/>
      </w:pPr>
      <w:r>
        <w:t>permukaannya terbuka; jika tidak bisa diusap, maka letakkan kain yang suci di atasnya dan</w:t>
      </w:r>
    </w:p>
    <w:p w:rsidR="00296390" w:rsidRDefault="00296390" w:rsidP="00296390">
      <w:pPr>
        <w:pStyle w:val="libNormal"/>
      </w:pPr>
      <w:r>
        <w:t>usaplah permukaan kain tersebut dengan a</w:t>
      </w:r>
      <w:r w:rsidR="00463008">
        <w:t>ir wudu yang tersisa di tangan.</w:t>
      </w:r>
      <w:r w:rsidR="00463008" w:rsidRPr="00463008">
        <w:rPr>
          <w:rStyle w:val="libFootnotenumChar"/>
        </w:rPr>
        <w:footnoteReference w:id="117"/>
      </w:r>
      <w:r w:rsidR="00463008">
        <w:t>.</w:t>
      </w:r>
      <w:r w:rsidR="00463008" w:rsidRPr="00463008">
        <w:rPr>
          <w:rStyle w:val="libFootnotenumChar"/>
        </w:rPr>
        <w:footnoteReference w:id="118"/>
      </w:r>
    </w:p>
    <w:p w:rsidR="00B21B5A" w:rsidRDefault="00B21B5A" w:rsidP="00296390">
      <w:pPr>
        <w:pStyle w:val="libNormal"/>
      </w:pPr>
    </w:p>
    <w:p w:rsidR="00296390" w:rsidRDefault="00296390" w:rsidP="00B21B5A">
      <w:pPr>
        <w:pStyle w:val="Heading2"/>
      </w:pPr>
      <w:bookmarkStart w:id="109" w:name="_Toc422656604"/>
      <w:r>
        <w:t>Cara Wudu Jabiroh</w:t>
      </w:r>
      <w:bookmarkEnd w:id="109"/>
    </w:p>
    <w:p w:rsidR="00B21B5A" w:rsidRDefault="00B21B5A" w:rsidP="00296390">
      <w:pPr>
        <w:pStyle w:val="libNormal"/>
      </w:pPr>
    </w:p>
    <w:p w:rsidR="00296390" w:rsidRDefault="00296390" w:rsidP="00296390">
      <w:pPr>
        <w:pStyle w:val="libNormal"/>
      </w:pPr>
      <w:r>
        <w:t>Dalam wudu jabiroh, basuhlah atau usaplah secara normal anggota-anggota basuhan dan usapan</w:t>
      </w:r>
    </w:p>
    <w:p w:rsidR="00296390" w:rsidRDefault="00296390" w:rsidP="00296390">
      <w:pPr>
        <w:pStyle w:val="libNormal"/>
      </w:pPr>
      <w:r>
        <w:t>yang bisa dibasuh dan diusap. Jika tidak memungkinkan, maka usaplah jabiroh dengan tangan</w:t>
      </w:r>
    </w:p>
    <w:p w:rsidR="00296390" w:rsidRDefault="00296390" w:rsidP="00296390">
      <w:pPr>
        <w:pStyle w:val="libNormal"/>
      </w:pPr>
      <w:r>
        <w:t>yang basah.</w:t>
      </w:r>
    </w:p>
    <w:p w:rsidR="00B21B5A" w:rsidRDefault="00B21B5A" w:rsidP="00296390">
      <w:pPr>
        <w:pStyle w:val="libNormal"/>
      </w:pPr>
    </w:p>
    <w:p w:rsidR="00296390" w:rsidRDefault="00296390" w:rsidP="00B21B5A">
      <w:pPr>
        <w:pStyle w:val="Heading2"/>
      </w:pPr>
      <w:bookmarkStart w:id="110" w:name="_Toc422656605"/>
      <w:r>
        <w:t>Beberapa Masalah</w:t>
      </w:r>
      <w:bookmarkEnd w:id="110"/>
    </w:p>
    <w:p w:rsidR="00B21B5A" w:rsidRDefault="00B21B5A" w:rsidP="00296390">
      <w:pPr>
        <w:pStyle w:val="libNormal"/>
      </w:pPr>
    </w:p>
    <w:p w:rsidR="00296390" w:rsidRDefault="00296390" w:rsidP="00296390">
      <w:pPr>
        <w:pStyle w:val="libNormal"/>
      </w:pPr>
      <w:r>
        <w:t>1. Jika jabiroh melebihi ukuran biasa sampai menutupi sekitar luka dan tidak mungkin untuk</w:t>
      </w:r>
    </w:p>
    <w:p w:rsidR="00296390" w:rsidRDefault="00463008" w:rsidP="00296390">
      <w:pPr>
        <w:pStyle w:val="libNormal"/>
      </w:pPr>
      <w:r>
        <w:t>dibuka,</w:t>
      </w:r>
      <w:r w:rsidRPr="00463008">
        <w:rPr>
          <w:rStyle w:val="libFootnotenumChar"/>
        </w:rPr>
        <w:footnoteReference w:id="119"/>
      </w:r>
      <w:r w:rsidR="00296390">
        <w:t xml:space="preserve"> maka harus berwudu jabiroh dan berdasarkan ihtiyat</w:t>
      </w:r>
      <w:r>
        <w:t>h wajib, juga harus bertayamum.</w:t>
      </w:r>
      <w:r w:rsidRPr="00463008">
        <w:rPr>
          <w:rStyle w:val="libFootnotenumChar"/>
        </w:rPr>
        <w:footnoteReference w:id="120"/>
      </w:r>
    </w:p>
    <w:p w:rsidR="00296390" w:rsidRDefault="00296390" w:rsidP="00296390">
      <w:pPr>
        <w:pStyle w:val="libNormal"/>
      </w:pPr>
      <w:r>
        <w:t>2. Seseorang tidak tahu tugasnya; apakah berwudu jabiroh atau bertayamum, maka berdasarkan</w:t>
      </w:r>
    </w:p>
    <w:p w:rsidR="00296390" w:rsidRDefault="00296390" w:rsidP="00296390">
      <w:pPr>
        <w:pStyle w:val="libNormal"/>
      </w:pPr>
      <w:r>
        <w:t>ihtiyath wajib di</w:t>
      </w:r>
      <w:r w:rsidR="00463008">
        <w:t>a harus melakukan kedua-duanya.</w:t>
      </w:r>
      <w:r w:rsidR="00463008" w:rsidRPr="00463008">
        <w:rPr>
          <w:rStyle w:val="libFootnotenumChar"/>
        </w:rPr>
        <w:footnoteReference w:id="121"/>
      </w:r>
    </w:p>
    <w:p w:rsidR="00296390" w:rsidRDefault="00296390" w:rsidP="00296390">
      <w:pPr>
        <w:pStyle w:val="libNormal"/>
      </w:pPr>
      <w:r>
        <w:t>3. Jika seluruh wajah dan seluruh salah satu dari dua tangan dibalut penuh dengan jabiroh, maka</w:t>
      </w:r>
    </w:p>
    <w:p w:rsidR="00296390" w:rsidRDefault="00296390" w:rsidP="00296390">
      <w:pPr>
        <w:pStyle w:val="libNormal"/>
      </w:pPr>
      <w:r>
        <w:t>b</w:t>
      </w:r>
      <w:r w:rsidR="00463008">
        <w:t>erwudu jabiroh sudah cukup.</w:t>
      </w:r>
      <w:r w:rsidR="00463008" w:rsidRPr="00463008">
        <w:rPr>
          <w:rStyle w:val="libFootnotenumChar"/>
        </w:rPr>
        <w:footnoteReference w:id="122"/>
      </w:r>
    </w:p>
    <w:p w:rsidR="00296390" w:rsidRDefault="00296390" w:rsidP="00296390">
      <w:pPr>
        <w:pStyle w:val="libNormal"/>
      </w:pPr>
      <w:r>
        <w:t>4. Jika telapak tangan dan jari-jarinya tertutup jabiroh dan ketika berwudu, tangan yang basah</w:t>
      </w:r>
    </w:p>
    <w:p w:rsidR="00536BC5" w:rsidRDefault="00296390" w:rsidP="00536BC5">
      <w:pPr>
        <w:pStyle w:val="libNormal"/>
      </w:pPr>
      <w:r>
        <w:lastRenderedPageBreak/>
        <w:t>t</w:t>
      </w:r>
      <w:r w:rsidR="00463008">
        <w:t>elah mengusapnya, maka dia bisa</w:t>
      </w:r>
      <w:r w:rsidR="00463008" w:rsidRPr="00463008">
        <w:rPr>
          <w:rStyle w:val="libFootnotenumChar"/>
        </w:rPr>
        <w:footnoteReference w:id="123"/>
      </w:r>
      <w:r>
        <w:t xml:space="preserve"> mengusap kepala dan kaki dengan sisa basahan dari</w:t>
      </w:r>
      <w:r w:rsidR="00C429A2">
        <w:t xml:space="preserve"> </w:t>
      </w:r>
      <w:r w:rsidR="00536BC5">
        <w:t>tangan tersebut atau mengambil basahan dari anggota wudu yang lain.</w:t>
      </w:r>
      <w:r w:rsidR="00536BC5" w:rsidRPr="00536BC5">
        <w:rPr>
          <w:rStyle w:val="libFootnotenumChar"/>
        </w:rPr>
        <w:footnoteReference w:id="124"/>
      </w:r>
    </w:p>
    <w:p w:rsidR="00536BC5" w:rsidRDefault="00536BC5" w:rsidP="00536BC5">
      <w:pPr>
        <w:pStyle w:val="libNormal"/>
      </w:pPr>
      <w:r>
        <w:t>5. Jika pada wajah dan kedua tangan ada beberapa jabiroh, maka sela-sela di antara mereka harus</w:t>
      </w:r>
    </w:p>
    <w:p w:rsidR="00536BC5" w:rsidRDefault="00536BC5" w:rsidP="00536BC5">
      <w:pPr>
        <w:pStyle w:val="libNormal"/>
      </w:pPr>
      <w:r>
        <w:t>dibasuh. Jika terdapat beberapa jabiroh di kepala dan punggung ke-dua kaki, maka sela-sela di</w:t>
      </w:r>
    </w:p>
    <w:p w:rsidR="00536BC5" w:rsidRDefault="00536BC5" w:rsidP="00536BC5">
      <w:pPr>
        <w:pStyle w:val="libNormal"/>
      </w:pPr>
      <w:r>
        <w:t>antara mereka harus diusap. Sedangkan pada anggota-anggota wudu yang jabiroh berada di</w:t>
      </w:r>
    </w:p>
    <w:p w:rsidR="00536BC5" w:rsidRDefault="00536BC5" w:rsidP="00536BC5">
      <w:pPr>
        <w:pStyle w:val="libNormal"/>
      </w:pPr>
      <w:r>
        <w:t>atas mereka, harus beramal sesuai dengan hukum-hukum jabiroh tersebut di atas.</w:t>
      </w:r>
      <w:r w:rsidRPr="00536BC5">
        <w:rPr>
          <w:rStyle w:val="libFootnotenumChar"/>
        </w:rPr>
        <w:footnoteReference w:id="125"/>
      </w:r>
    </w:p>
    <w:p w:rsidR="000B5AB6" w:rsidRDefault="000B5AB6" w:rsidP="00536BC5">
      <w:pPr>
        <w:pStyle w:val="libNormal"/>
      </w:pPr>
    </w:p>
    <w:p w:rsidR="00536BC5" w:rsidRDefault="00536BC5" w:rsidP="000B5AB6">
      <w:pPr>
        <w:pStyle w:val="Heading2"/>
      </w:pPr>
      <w:bookmarkStart w:id="111" w:name="_Toc422656606"/>
      <w:r>
        <w:t>Hal-hal yang Harus Disertai dengan Wudu</w:t>
      </w:r>
      <w:bookmarkEnd w:id="111"/>
    </w:p>
    <w:p w:rsidR="000B5AB6" w:rsidRDefault="000B5AB6" w:rsidP="00536BC5">
      <w:pPr>
        <w:pStyle w:val="libNormal"/>
      </w:pPr>
    </w:p>
    <w:p w:rsidR="00536BC5" w:rsidRDefault="00536BC5" w:rsidP="00536BC5">
      <w:pPr>
        <w:pStyle w:val="libNormal"/>
      </w:pPr>
      <w:r>
        <w:t>1. Mengerjakan salat.</w:t>
      </w:r>
    </w:p>
    <w:p w:rsidR="00536BC5" w:rsidRDefault="00536BC5" w:rsidP="00536BC5">
      <w:pPr>
        <w:pStyle w:val="libNormal"/>
      </w:pPr>
      <w:r>
        <w:t>2. Mengerjakan tawaf di Ka’bah.</w:t>
      </w:r>
    </w:p>
    <w:p w:rsidR="00536BC5" w:rsidRPr="00B52B9E" w:rsidRDefault="00536BC5" w:rsidP="00536BC5">
      <w:pPr>
        <w:pStyle w:val="libNormal"/>
      </w:pPr>
      <w:r>
        <w:t>3. Menyentuh tulisan Al-Quran dan nama-nama Allah.</w:t>
      </w:r>
      <w:r w:rsidRPr="00536BC5">
        <w:rPr>
          <w:rStyle w:val="libFootnotenumChar"/>
        </w:rPr>
        <w:footnoteReference w:id="126"/>
      </w:r>
      <w:r w:rsidRPr="00B52B9E">
        <w:t>&amp;</w:t>
      </w:r>
      <w:r w:rsidRPr="00536BC5">
        <w:rPr>
          <w:rStyle w:val="libFootnotenumChar"/>
        </w:rPr>
        <w:footnoteReference w:id="127"/>
      </w:r>
    </w:p>
    <w:p w:rsidR="000B5AB6" w:rsidRDefault="000B5AB6" w:rsidP="00536BC5">
      <w:pPr>
        <w:pStyle w:val="libNormal"/>
      </w:pPr>
    </w:p>
    <w:p w:rsidR="00536BC5" w:rsidRDefault="00536BC5" w:rsidP="000B5AB6">
      <w:pPr>
        <w:pStyle w:val="Heading2"/>
      </w:pPr>
      <w:bookmarkStart w:id="112" w:name="_Toc422656607"/>
      <w:r>
        <w:t>Beberapa Masalah</w:t>
      </w:r>
      <w:bookmarkEnd w:id="112"/>
    </w:p>
    <w:p w:rsidR="000B5AB6" w:rsidRDefault="000B5AB6" w:rsidP="00536BC5">
      <w:pPr>
        <w:pStyle w:val="libNormal"/>
      </w:pPr>
    </w:p>
    <w:p w:rsidR="00536BC5" w:rsidRDefault="00536BC5" w:rsidP="00536BC5">
      <w:pPr>
        <w:pStyle w:val="libNormal"/>
      </w:pPr>
      <w:r>
        <w:t>1. Tidak sah salat atau tawaf tanpa wudu.</w:t>
      </w:r>
    </w:p>
    <w:p w:rsidR="00536BC5" w:rsidRDefault="00536BC5" w:rsidP="00536BC5">
      <w:pPr>
        <w:pStyle w:val="libNormal"/>
      </w:pPr>
      <w:r>
        <w:t>2. Anggota badan seseorang yang tidak memiliki wudu tidak boleh bersentuhan dengan tulisantulisan</w:t>
      </w:r>
    </w:p>
    <w:p w:rsidR="00536BC5" w:rsidRDefault="00536BC5" w:rsidP="00536BC5">
      <w:pPr>
        <w:pStyle w:val="libNormal"/>
      </w:pPr>
      <w:r>
        <w:t>ini:</w:t>
      </w:r>
    </w:p>
    <w:p w:rsidR="00536BC5" w:rsidRDefault="00536BC5" w:rsidP="00536BC5">
      <w:pPr>
        <w:pStyle w:val="libNormal"/>
      </w:pPr>
      <w:r>
        <w:t>a. Tulisan Al-Quran. Akan tetapi terjemahannya boleh disentuh.</w:t>
      </w:r>
    </w:p>
    <w:p w:rsidR="00536BC5" w:rsidRDefault="00536BC5" w:rsidP="00536BC5">
      <w:pPr>
        <w:pStyle w:val="libNormal"/>
      </w:pPr>
      <w:r>
        <w:t>b. Nama Allah, ditulis dalam bahasa apapun; seperti: Allah, Khuda atau God.</w:t>
      </w:r>
    </w:p>
    <w:p w:rsidR="00536BC5" w:rsidRDefault="00536BC5" w:rsidP="00536BC5">
      <w:pPr>
        <w:pStyle w:val="libNormal"/>
      </w:pPr>
      <w:r>
        <w:lastRenderedPageBreak/>
        <w:t>c. Nama NabiMuhammad Saw. (berdasarkan ihtiyath wajib).</w:t>
      </w:r>
    </w:p>
    <w:p w:rsidR="00536BC5" w:rsidRDefault="00536BC5" w:rsidP="00536BC5">
      <w:pPr>
        <w:pStyle w:val="libNormal"/>
      </w:pPr>
      <w:r>
        <w:t>d. Nama-nama imam maksum a.s. (berdasarkan ihti-yath wajib).</w:t>
      </w:r>
    </w:p>
    <w:p w:rsidR="00536BC5" w:rsidRDefault="00536BC5" w:rsidP="00536BC5">
      <w:pPr>
        <w:pStyle w:val="libNormal"/>
      </w:pPr>
      <w:r>
        <w:t>e. Nama-nama Sayyidah Fathimah a.s. (berdasarkan ihtiyath wajib)</w:t>
      </w:r>
      <w:r w:rsidRPr="00536BC5">
        <w:rPr>
          <w:rStyle w:val="libFootnotenumChar"/>
        </w:rPr>
        <w:footnoteReference w:id="128"/>
      </w:r>
    </w:p>
    <w:p w:rsidR="00536BC5" w:rsidRDefault="00536BC5" w:rsidP="00536BC5">
      <w:pPr>
        <w:pStyle w:val="libNormal"/>
      </w:pPr>
      <w:r>
        <w:t>3. Sunah berwudu untuk pekerjaan di bawah ini.</w:t>
      </w:r>
    </w:p>
    <w:p w:rsidR="00536BC5" w:rsidRDefault="00536BC5" w:rsidP="00536BC5">
      <w:pPr>
        <w:pStyle w:val="libNormal"/>
      </w:pPr>
      <w:r>
        <w:t>a. Pergi ke masjid dan ke makam para imam maksum a.s.</w:t>
      </w:r>
    </w:p>
    <w:p w:rsidR="00536BC5" w:rsidRDefault="00536BC5" w:rsidP="00536BC5">
      <w:pPr>
        <w:pStyle w:val="libNormal"/>
      </w:pPr>
      <w:r>
        <w:t>b. Membaca Al-Quran.</w:t>
      </w:r>
    </w:p>
    <w:p w:rsidR="00536BC5" w:rsidRDefault="00536BC5" w:rsidP="00536BC5">
      <w:pPr>
        <w:pStyle w:val="libNormal"/>
      </w:pPr>
      <w:r>
        <w:t>c. Membawa Al-Quran.</w:t>
      </w:r>
    </w:p>
    <w:p w:rsidR="00536BC5" w:rsidRDefault="00536BC5" w:rsidP="00536BC5">
      <w:pPr>
        <w:pStyle w:val="libNormal"/>
      </w:pPr>
      <w:r>
        <w:t>d. Menyentuh sampul atau sekitar Al-Quran.</w:t>
      </w:r>
    </w:p>
    <w:p w:rsidR="00536BC5" w:rsidRDefault="00536BC5" w:rsidP="00536BC5">
      <w:pPr>
        <w:pStyle w:val="libNormal"/>
      </w:pPr>
      <w:r>
        <w:t>e. Berziarah ke pekuburan.</w:t>
      </w:r>
      <w:r w:rsidRPr="00536BC5">
        <w:rPr>
          <w:rStyle w:val="libFootnotenumChar"/>
        </w:rPr>
        <w:footnoteReference w:id="129"/>
      </w:r>
    </w:p>
    <w:p w:rsidR="000B5AB6" w:rsidRDefault="000B5AB6" w:rsidP="00536BC5">
      <w:pPr>
        <w:pStyle w:val="libNormal"/>
      </w:pPr>
    </w:p>
    <w:p w:rsidR="00536BC5" w:rsidRDefault="00536BC5" w:rsidP="000B5AB6">
      <w:pPr>
        <w:pStyle w:val="Heading2"/>
      </w:pPr>
      <w:bookmarkStart w:id="113" w:name="_Toc422656608"/>
      <w:r>
        <w:t>Bagaimana Wudu Menjadi Batal?</w:t>
      </w:r>
      <w:bookmarkEnd w:id="113"/>
    </w:p>
    <w:p w:rsidR="000B5AB6" w:rsidRDefault="000B5AB6" w:rsidP="00536BC5">
      <w:pPr>
        <w:pStyle w:val="libNormal"/>
      </w:pPr>
    </w:p>
    <w:p w:rsidR="00536BC5" w:rsidRDefault="00536BC5" w:rsidP="00536BC5">
      <w:pPr>
        <w:pStyle w:val="libNormal"/>
      </w:pPr>
      <w:r>
        <w:t>1. Keluarnya air kencing atau tinja atau kentut.</w:t>
      </w:r>
    </w:p>
    <w:p w:rsidR="00536BC5" w:rsidRDefault="00536BC5" w:rsidP="00536BC5">
      <w:pPr>
        <w:pStyle w:val="libNormal"/>
      </w:pPr>
      <w:r>
        <w:t>2. Tidur; selama tidak dapat mendengar dan tidak dapat melihat.</w:t>
      </w:r>
    </w:p>
    <w:p w:rsidR="00536BC5" w:rsidRDefault="00536BC5" w:rsidP="00536BC5">
      <w:pPr>
        <w:pStyle w:val="libNormal"/>
      </w:pPr>
      <w:r>
        <w:t>3. Sesuatu yang bisa menghilangkan (kesadaran) akal se-perti: gila, mabuk, pingsan.</w:t>
      </w:r>
    </w:p>
    <w:p w:rsidR="00536BC5" w:rsidRDefault="00536BC5" w:rsidP="00536BC5">
      <w:pPr>
        <w:pStyle w:val="libNormal"/>
      </w:pPr>
      <w:r>
        <w:t>4. Keluarnya darah istihadhah bagi perempuan.</w:t>
      </w:r>
      <w:r w:rsidRPr="00536BC5">
        <w:rPr>
          <w:rStyle w:val="libFootnotenumChar"/>
        </w:rPr>
        <w:footnoteReference w:id="130"/>
      </w:r>
    </w:p>
    <w:p w:rsidR="00536BC5" w:rsidRDefault="00536BC5" w:rsidP="00536BC5">
      <w:pPr>
        <w:pStyle w:val="libNormal"/>
      </w:pPr>
      <w:r>
        <w:t>5. Sesuatu yang mewajibkan mandi seperti: janabah dan menyentuh mayat.</w:t>
      </w:r>
      <w:r w:rsidRPr="00536BC5">
        <w:rPr>
          <w:rStyle w:val="libFootnotenumChar"/>
        </w:rPr>
        <w:footnoteReference w:id="131"/>
      </w:r>
    </w:p>
    <w:p w:rsidR="005A3769" w:rsidRDefault="005A3769" w:rsidP="00536BC5">
      <w:pPr>
        <w:pStyle w:val="libNormal"/>
      </w:pPr>
    </w:p>
    <w:p w:rsidR="00536BC5" w:rsidRDefault="00536BC5" w:rsidP="005A3769">
      <w:pPr>
        <w:pStyle w:val="Heading2"/>
      </w:pPr>
      <w:bookmarkStart w:id="114" w:name="_Toc422656609"/>
      <w:r>
        <w:t>Kesimpulan Pelajaran</w:t>
      </w:r>
      <w:bookmarkEnd w:id="114"/>
    </w:p>
    <w:p w:rsidR="005A3769" w:rsidRDefault="005A3769" w:rsidP="00536BC5">
      <w:pPr>
        <w:pStyle w:val="libNormal"/>
      </w:pPr>
    </w:p>
    <w:p w:rsidR="00536BC5" w:rsidRDefault="00536BC5" w:rsidP="00536BC5">
      <w:pPr>
        <w:pStyle w:val="libNormal"/>
      </w:pPr>
      <w:r>
        <w:t>1. Seseorang yang pada anggota wudunya terdapat luka, borok atau patah, akan tetapi bisa</w:t>
      </w:r>
    </w:p>
    <w:p w:rsidR="00536BC5" w:rsidRDefault="00536BC5" w:rsidP="00536BC5">
      <w:pPr>
        <w:pStyle w:val="libNormal"/>
      </w:pPr>
      <w:r>
        <w:lastRenderedPageBreak/>
        <w:t>berwudu secara normal, dia harus berwudu secara normal.</w:t>
      </w:r>
    </w:p>
    <w:p w:rsidR="00536BC5" w:rsidRDefault="00536BC5" w:rsidP="00536BC5">
      <w:pPr>
        <w:pStyle w:val="libNormal"/>
      </w:pPr>
      <w:r>
        <w:t>2. Seseorang yang anggota wudunya tidak bisa dibasuh atau tidak bisa terkena air, maka jika</w:t>
      </w:r>
    </w:p>
    <w:p w:rsidR="00536BC5" w:rsidRDefault="00536BC5" w:rsidP="00536BC5">
      <w:pPr>
        <w:pStyle w:val="libNormal"/>
      </w:pPr>
      <w:r>
        <w:t>sekitar lukanya dapat dibasuh, ini sudah cukup dan tidak perlu berta-yamum.</w:t>
      </w:r>
    </w:p>
    <w:p w:rsidR="00536BC5" w:rsidRDefault="00536BC5" w:rsidP="00536BC5">
      <w:pPr>
        <w:pStyle w:val="libNormal"/>
      </w:pPr>
      <w:r>
        <w:t>3. Jika permukaan luka atau yang patah terbalut dengan jabiroh, akan tetapi bisa dibuka (tidak</w:t>
      </w:r>
    </w:p>
    <w:p w:rsidR="00536BC5" w:rsidRDefault="00536BC5" w:rsidP="00536BC5">
      <w:pPr>
        <w:pStyle w:val="libNormal"/>
      </w:pPr>
      <w:r>
        <w:t>menyulitkan), ma-ka jabiroh-nya harus dibuka dan berwudu secara normal.</w:t>
      </w:r>
    </w:p>
    <w:p w:rsidR="005C276C" w:rsidRDefault="00536BC5" w:rsidP="005C276C">
      <w:pPr>
        <w:pStyle w:val="libNormal"/>
      </w:pPr>
      <w:r>
        <w:t>4. Jika permukaan luka terbalut dan air berbahaya bagi-nya, dia tidak perlu membukanya</w:t>
      </w:r>
      <w:r w:rsidR="005C276C">
        <w:t xml:space="preserve"> walaupun dia bisa saja untukmembukanya.</w:t>
      </w:r>
    </w:p>
    <w:p w:rsidR="005C276C" w:rsidRDefault="005C276C" w:rsidP="005C276C">
      <w:pPr>
        <w:pStyle w:val="libNormal"/>
      </w:pPr>
      <w:r>
        <w:t>5. Untuk mengerjakan salat dan tawaf dan untuk ber-sentuhan anggota badan dengan tulisan</w:t>
      </w:r>
    </w:p>
    <w:p w:rsidR="005C276C" w:rsidRDefault="005C276C" w:rsidP="005C276C">
      <w:pPr>
        <w:pStyle w:val="libNormal"/>
      </w:pPr>
      <w:r>
        <w:t>Al-Quran dan nama Allah diharuskan berwudu terlebih dahulu.</w:t>
      </w:r>
    </w:p>
    <w:p w:rsidR="005C276C" w:rsidRDefault="005C276C" w:rsidP="005C276C">
      <w:pPr>
        <w:pStyle w:val="libNormal"/>
      </w:pPr>
      <w:r>
        <w:t>6. Berdasarkan ihtiyath wajib, anggota badan orang yang tidak punya wudu tidak boleh</w:t>
      </w:r>
    </w:p>
    <w:p w:rsidR="005C276C" w:rsidRDefault="005C276C" w:rsidP="005C276C">
      <w:pPr>
        <w:pStyle w:val="libNormal"/>
      </w:pPr>
      <w:r>
        <w:t>bersentuhan dengan nama Nabi Muhammad Saw., nama para imam maksum dan nama</w:t>
      </w:r>
    </w:p>
    <w:p w:rsidR="005C276C" w:rsidRDefault="005C276C" w:rsidP="005C276C">
      <w:pPr>
        <w:pStyle w:val="libNormal"/>
      </w:pPr>
      <w:r>
        <w:t>Sayyidah Fathimah a.s.</w:t>
      </w:r>
    </w:p>
    <w:p w:rsidR="005C276C" w:rsidRDefault="005C276C" w:rsidP="005C276C">
      <w:pPr>
        <w:pStyle w:val="libNormal"/>
      </w:pPr>
      <w:r>
        <w:t>7. Keluarnya air kencing dan tinja membatalkan wudu.</w:t>
      </w:r>
    </w:p>
    <w:p w:rsidR="005C276C" w:rsidRDefault="005C276C" w:rsidP="005C276C">
      <w:pPr>
        <w:pStyle w:val="libNormal"/>
      </w:pPr>
      <w:r>
        <w:t>8. Tidur, gila, pingsan, mabuk, janabah, dan menyentuh mayat membatalkan wudu.</w:t>
      </w:r>
    </w:p>
    <w:p w:rsidR="005C276C" w:rsidRDefault="005C276C" w:rsidP="005C276C">
      <w:pPr>
        <w:pStyle w:val="libNormal"/>
      </w:pPr>
      <w:r>
        <w:t>Pertanyaan:</w:t>
      </w:r>
    </w:p>
    <w:p w:rsidR="005C276C" w:rsidRDefault="005C276C" w:rsidP="005C276C">
      <w:pPr>
        <w:pStyle w:val="libNormal"/>
      </w:pPr>
      <w:r>
        <w:t>1. Bagaimana cara wudu seseorang yang tiga jari kakinya terbalut dengan jabiroh?</w:t>
      </w:r>
    </w:p>
    <w:p w:rsidR="005C276C" w:rsidRDefault="005C276C" w:rsidP="005C276C">
      <w:pPr>
        <w:pStyle w:val="libNormal"/>
      </w:pPr>
      <w:r>
        <w:t>2. Jelaskan cara mengerjakan wudu jabiroh dengan memba-wakan contoh!</w:t>
      </w:r>
    </w:p>
    <w:p w:rsidR="005C276C" w:rsidRDefault="005C276C" w:rsidP="005C276C">
      <w:pPr>
        <w:pStyle w:val="libNormal"/>
      </w:pPr>
      <w:r>
        <w:t>3. Apakah bisa mengusap dengan basahan yang ada pada jabiroh?</w:t>
      </w:r>
    </w:p>
    <w:p w:rsidR="005C276C" w:rsidRDefault="005C276C" w:rsidP="005C276C">
      <w:pPr>
        <w:pStyle w:val="libNormal"/>
      </w:pPr>
      <w:r>
        <w:t>4. Apa yang harus dilakukan oleh orang yang lukanya di-balut jabiroh yang najis dan tidak</w:t>
      </w:r>
    </w:p>
    <w:p w:rsidR="005C276C" w:rsidRDefault="005C276C" w:rsidP="005C276C">
      <w:pPr>
        <w:pStyle w:val="libNormal"/>
      </w:pPr>
      <w:r>
        <w:t>memungkinkan untuk dibuka?</w:t>
      </w:r>
    </w:p>
    <w:p w:rsidR="005C276C" w:rsidRDefault="005C276C" w:rsidP="005C276C">
      <w:pPr>
        <w:pStyle w:val="libNormal"/>
      </w:pPr>
      <w:r>
        <w:t>5. Apakah kantukmembatalkan wudu?</w:t>
      </w:r>
    </w:p>
    <w:p w:rsidR="005C276C" w:rsidRDefault="005C276C" w:rsidP="005C276C">
      <w:pPr>
        <w:pStyle w:val="libNormal"/>
      </w:pPr>
      <w:r>
        <w:lastRenderedPageBreak/>
        <w:t>6. Apakah wudu seseorangmenjadi batal setelah menyen-tuh mayat?</w:t>
      </w:r>
    </w:p>
    <w:p w:rsidR="005C276C" w:rsidRPr="005C276C" w:rsidRDefault="005C276C">
      <w:r>
        <w:br w:type="page"/>
      </w:r>
    </w:p>
    <w:p w:rsidR="00581651" w:rsidRDefault="00581651" w:rsidP="00581651">
      <w:pPr>
        <w:pStyle w:val="Heading1Center"/>
      </w:pPr>
      <w:bookmarkStart w:id="115" w:name="_Toc422656610"/>
      <w:r>
        <w:lastRenderedPageBreak/>
        <w:t>Pelajaran 10</w:t>
      </w:r>
      <w:bookmarkEnd w:id="115"/>
    </w:p>
    <w:p w:rsidR="00581651" w:rsidRDefault="00581651" w:rsidP="00581651">
      <w:pPr>
        <w:pStyle w:val="Heading1Center"/>
      </w:pPr>
      <w:bookmarkStart w:id="116" w:name="_Toc422656611"/>
      <w:r>
        <w:t>MANDI</w:t>
      </w:r>
      <w:bookmarkEnd w:id="116"/>
    </w:p>
    <w:p w:rsidR="00581651" w:rsidRDefault="00581651" w:rsidP="00581651">
      <w:pPr>
        <w:pStyle w:val="libNormal"/>
      </w:pPr>
    </w:p>
    <w:p w:rsidR="00581651" w:rsidRDefault="00581651" w:rsidP="00581651">
      <w:pPr>
        <w:pStyle w:val="libNormal"/>
      </w:pPr>
      <w:r>
        <w:t>Ada kalanya untuk mengerjakan salat (dan seluruh peker-jaan yang harus disertai dengan wudu)</w:t>
      </w:r>
    </w:p>
    <w:p w:rsidR="00581651" w:rsidRDefault="00581651" w:rsidP="00581651">
      <w:pPr>
        <w:pStyle w:val="libNormal"/>
      </w:pPr>
      <w:r>
        <w:t>diwajibkan mandi terlebih dahulu. Artinya, untuk menunaikan perintah Allah Swt., seluruh</w:t>
      </w:r>
    </w:p>
    <w:p w:rsidR="00581651" w:rsidRDefault="00581651" w:rsidP="00581651">
      <w:pPr>
        <w:pStyle w:val="libNormal"/>
      </w:pPr>
      <w:r>
        <w:t>badan harus suci. Sekarang akan dijelaskan masalah-masalah mandi dan cara-caranya.</w:t>
      </w:r>
    </w:p>
    <w:p w:rsidR="00512355" w:rsidRDefault="00512355" w:rsidP="00581651">
      <w:pPr>
        <w:pStyle w:val="libNormal"/>
      </w:pPr>
    </w:p>
    <w:p w:rsidR="00581651" w:rsidRDefault="00581651" w:rsidP="00512355">
      <w:pPr>
        <w:pStyle w:val="Heading2"/>
      </w:pPr>
      <w:bookmarkStart w:id="117" w:name="_Toc422656612"/>
      <w:r>
        <w:t>Macam-macam Mandi Wajib</w:t>
      </w:r>
      <w:bookmarkEnd w:id="117"/>
    </w:p>
    <w:p w:rsidR="00512355" w:rsidRDefault="00512355" w:rsidP="00581651">
      <w:pPr>
        <w:pStyle w:val="libNormal"/>
      </w:pPr>
    </w:p>
    <w:p w:rsidR="00581651" w:rsidRDefault="00581651" w:rsidP="00581651">
      <w:pPr>
        <w:pStyle w:val="libNormal"/>
      </w:pPr>
      <w:r>
        <w:t>1. Umum; bagi laki-laki maupun perempuan:</w:t>
      </w:r>
    </w:p>
    <w:p w:rsidR="00581651" w:rsidRDefault="00581651" w:rsidP="00581651">
      <w:pPr>
        <w:pStyle w:val="libNormal"/>
      </w:pPr>
      <w:r>
        <w:t>a. Janabah</w:t>
      </w:r>
    </w:p>
    <w:p w:rsidR="00581651" w:rsidRDefault="00581651" w:rsidP="00581651">
      <w:pPr>
        <w:pStyle w:val="libNormal"/>
      </w:pPr>
      <w:r>
        <w:t>b. Menyentuh mayat</w:t>
      </w:r>
    </w:p>
    <w:p w:rsidR="00581651" w:rsidRDefault="00581651" w:rsidP="00581651">
      <w:pPr>
        <w:pStyle w:val="libNormal"/>
      </w:pPr>
      <w:r>
        <w:t>c. Mayat</w:t>
      </w:r>
    </w:p>
    <w:p w:rsidR="00581651" w:rsidRDefault="00581651" w:rsidP="00581651">
      <w:pPr>
        <w:pStyle w:val="libNormal"/>
      </w:pPr>
      <w:r>
        <w:t>2. Khusus perempuan:</w:t>
      </w:r>
    </w:p>
    <w:p w:rsidR="00581651" w:rsidRDefault="00581651" w:rsidP="00581651">
      <w:pPr>
        <w:pStyle w:val="libNormal"/>
      </w:pPr>
      <w:r>
        <w:t>a. Haid</w:t>
      </w:r>
    </w:p>
    <w:p w:rsidR="00581651" w:rsidRDefault="00581651" w:rsidP="00581651">
      <w:pPr>
        <w:pStyle w:val="libNormal"/>
      </w:pPr>
      <w:r>
        <w:t>b. Istihadhah</w:t>
      </w:r>
    </w:p>
    <w:p w:rsidR="00581651" w:rsidRDefault="00581651" w:rsidP="00581651">
      <w:pPr>
        <w:pStyle w:val="libNormal"/>
      </w:pPr>
      <w:r>
        <w:t>c. Nifas</w:t>
      </w:r>
    </w:p>
    <w:p w:rsidR="00581651" w:rsidRDefault="00581651" w:rsidP="00581651">
      <w:pPr>
        <w:pStyle w:val="libNormal"/>
      </w:pPr>
      <w:r>
        <w:t>Setelah definisi dan pembagian macam mandi, segera kita menyimak masalah-masalah dari setiap</w:t>
      </w:r>
    </w:p>
    <w:p w:rsidR="00581651" w:rsidRDefault="00581651" w:rsidP="00581651">
      <w:pPr>
        <w:pStyle w:val="libNormal"/>
      </w:pPr>
      <w:r>
        <w:t>mandi wajib.</w:t>
      </w:r>
    </w:p>
    <w:p w:rsidR="00512355" w:rsidRDefault="00512355" w:rsidP="00581651">
      <w:pPr>
        <w:pStyle w:val="libNormal"/>
      </w:pPr>
    </w:p>
    <w:p w:rsidR="00581651" w:rsidRDefault="00581651" w:rsidP="00512355">
      <w:pPr>
        <w:pStyle w:val="Heading2"/>
      </w:pPr>
      <w:bookmarkStart w:id="118" w:name="_Toc422656613"/>
      <w:r>
        <w:t>Mandi Janabah</w:t>
      </w:r>
      <w:bookmarkEnd w:id="118"/>
    </w:p>
    <w:p w:rsidR="00512355" w:rsidRDefault="00512355" w:rsidP="00581651">
      <w:pPr>
        <w:pStyle w:val="libNormal"/>
      </w:pPr>
    </w:p>
    <w:p w:rsidR="00581651" w:rsidRDefault="00581651" w:rsidP="00581651">
      <w:pPr>
        <w:pStyle w:val="libNormal"/>
      </w:pPr>
      <w:r>
        <w:t>1. Bagaimana seseorangmenjadi junub (mengalami jana-bah)?</w:t>
      </w:r>
    </w:p>
    <w:p w:rsidR="00581651" w:rsidRDefault="00581651" w:rsidP="00581651">
      <w:pPr>
        <w:pStyle w:val="libNormal"/>
      </w:pPr>
      <w:r>
        <w:t>Sebab-sebab janabah:</w:t>
      </w:r>
    </w:p>
    <w:p w:rsidR="00581651" w:rsidRDefault="00581651" w:rsidP="00581651">
      <w:pPr>
        <w:pStyle w:val="libNormal"/>
      </w:pPr>
      <w:r>
        <w:t>a. Keluarnya cairan mani</w:t>
      </w:r>
    </w:p>
    <w:p w:rsidR="00581651" w:rsidRDefault="00581651" w:rsidP="00581651">
      <w:pPr>
        <w:pStyle w:val="libNormal"/>
      </w:pPr>
      <w:r>
        <w:t>§ Sedikit ataupun banyak.</w:t>
      </w:r>
    </w:p>
    <w:p w:rsidR="00581651" w:rsidRDefault="00581651" w:rsidP="00581651">
      <w:pPr>
        <w:pStyle w:val="libNormal"/>
      </w:pPr>
      <w:r>
        <w:t>§ Dalam keadaan tidur ataupun terjaga.</w:t>
      </w:r>
    </w:p>
    <w:p w:rsidR="00581651" w:rsidRDefault="00581651" w:rsidP="00581651">
      <w:pPr>
        <w:pStyle w:val="libNormal"/>
      </w:pPr>
      <w:r>
        <w:t>b. Jima’ (bersetubuh)</w:t>
      </w:r>
    </w:p>
    <w:p w:rsidR="00581651" w:rsidRDefault="00581651" w:rsidP="00581651">
      <w:pPr>
        <w:pStyle w:val="libNormal"/>
      </w:pPr>
      <w:r>
        <w:t>§ Dengan cara halal ataupun haram.</w:t>
      </w:r>
    </w:p>
    <w:p w:rsidR="00581651" w:rsidRDefault="00581651" w:rsidP="00581651">
      <w:pPr>
        <w:pStyle w:val="libNormal"/>
      </w:pPr>
      <w:r>
        <w:lastRenderedPageBreak/>
        <w:t>§ Ca</w:t>
      </w:r>
      <w:r w:rsidR="00F60A6F">
        <w:t>iran mani keluar ataupun tidak.</w:t>
      </w:r>
      <w:r w:rsidR="00F60A6F" w:rsidRPr="00F60A6F">
        <w:rPr>
          <w:rStyle w:val="libFootnotenumChar"/>
        </w:rPr>
        <w:footnoteReference w:id="132"/>
      </w:r>
    </w:p>
    <w:p w:rsidR="00581651" w:rsidRDefault="00581651" w:rsidP="00581651">
      <w:pPr>
        <w:pStyle w:val="libNormal"/>
      </w:pPr>
      <w:r>
        <w:t>2. Sekedar bergerak cairan mani dari salurannya dan tidak sampai keluar tidaklah menyebabkan</w:t>
      </w:r>
    </w:p>
    <w:p w:rsidR="00581651" w:rsidRDefault="00F60A6F" w:rsidP="00581651">
      <w:pPr>
        <w:pStyle w:val="libNormal"/>
      </w:pPr>
      <w:r>
        <w:t>janabah.</w:t>
      </w:r>
      <w:r w:rsidRPr="00F60A6F">
        <w:rPr>
          <w:rStyle w:val="libFootnotenumChar"/>
        </w:rPr>
        <w:footnoteReference w:id="133"/>
      </w:r>
    </w:p>
    <w:p w:rsidR="00581651" w:rsidRDefault="00581651" w:rsidP="00581651">
      <w:pPr>
        <w:pStyle w:val="libNormal"/>
      </w:pPr>
      <w:r>
        <w:t>3. Seseorang tahu bahwa cairan mani telah keluar dari dirinya, atau tahu bahwa yang keluar</w:t>
      </w:r>
    </w:p>
    <w:p w:rsidR="00581651" w:rsidRDefault="00581651" w:rsidP="00581651">
      <w:pPr>
        <w:pStyle w:val="libNormal"/>
      </w:pPr>
      <w:r>
        <w:t>adalah cairan mani, dia dihukumi</w:t>
      </w:r>
      <w:r w:rsidR="00D85ADE">
        <w:t xml:space="preserve"> sebagai junub dan wajib mandi.</w:t>
      </w:r>
      <w:r w:rsidR="00D85ADE" w:rsidRPr="00D85ADE">
        <w:rPr>
          <w:rStyle w:val="libFootnotenumChar"/>
        </w:rPr>
        <w:footnoteReference w:id="134"/>
      </w:r>
    </w:p>
    <w:p w:rsidR="00581651" w:rsidRDefault="00581651" w:rsidP="00581651">
      <w:pPr>
        <w:pStyle w:val="libNormal"/>
      </w:pPr>
      <w:r>
        <w:t>4. Seseorang tidak tahu; apakah yang keluar dari dirinya cairan mani atau bukan, sementara ciricirinya</w:t>
      </w:r>
    </w:p>
    <w:p w:rsidR="00581651" w:rsidRDefault="00581651" w:rsidP="00581651">
      <w:pPr>
        <w:pStyle w:val="libNormal"/>
      </w:pPr>
      <w:r>
        <w:t>adalah sebagaimana cairan mani, maka dia dihukumi sebagai junub. Namun, jika ciricirinya</w:t>
      </w:r>
    </w:p>
    <w:p w:rsidR="00581651" w:rsidRDefault="00581651" w:rsidP="00581651">
      <w:pPr>
        <w:pStyle w:val="libNormal"/>
      </w:pPr>
      <w:r>
        <w:t>bukan sebagaimana cai-ran mani, di</w:t>
      </w:r>
      <w:r w:rsidR="00D85ADE">
        <w:t>a tidak dihukumi sebagai junub.</w:t>
      </w:r>
      <w:r w:rsidR="00D85ADE" w:rsidRPr="00D85ADE">
        <w:rPr>
          <w:rStyle w:val="libFootnotenumChar"/>
        </w:rPr>
        <w:footnoteReference w:id="135"/>
      </w:r>
    </w:p>
    <w:p w:rsidR="00581651" w:rsidRDefault="00D85ADE" w:rsidP="00581651">
      <w:pPr>
        <w:pStyle w:val="libNormal"/>
      </w:pPr>
      <w:r>
        <w:t>5. Ciri-ciri cairan mani:</w:t>
      </w:r>
      <w:r w:rsidRPr="00D85ADE">
        <w:rPr>
          <w:rStyle w:val="libFootnotenumChar"/>
        </w:rPr>
        <w:footnoteReference w:id="136"/>
      </w:r>
    </w:p>
    <w:p w:rsidR="00581651" w:rsidRDefault="00581651" w:rsidP="00581651">
      <w:pPr>
        <w:pStyle w:val="libNormal"/>
      </w:pPr>
      <w:r>
        <w:t>a. Keluar dengan syahwat.</w:t>
      </w:r>
    </w:p>
    <w:p w:rsidR="00581651" w:rsidRDefault="00581651" w:rsidP="00581651">
      <w:pPr>
        <w:pStyle w:val="libNormal"/>
      </w:pPr>
      <w:r>
        <w:t>b. Keluar dengan tekanan dan pancaran.</w:t>
      </w:r>
    </w:p>
    <w:p w:rsidR="002B4461" w:rsidRDefault="00581651" w:rsidP="00176099">
      <w:pPr>
        <w:pStyle w:val="libNormal"/>
      </w:pPr>
      <w:r>
        <w:t>c. Sete</w:t>
      </w:r>
      <w:r w:rsidR="00D85ADE">
        <w:t>lah keluar, badan terasa lemas</w:t>
      </w:r>
      <w:r w:rsidR="00176099">
        <w:t>.</w:t>
      </w:r>
      <w:r w:rsidR="00957ACD" w:rsidRPr="00957ACD">
        <w:rPr>
          <w:rStyle w:val="libFootnotenumChar"/>
        </w:rPr>
        <w:footnoteReference w:id="137"/>
      </w:r>
    </w:p>
    <w:p w:rsidR="00276AE0" w:rsidRDefault="00276AE0" w:rsidP="00276AE0">
      <w:pPr>
        <w:pStyle w:val="libNormal"/>
      </w:pPr>
      <w:r>
        <w:t>Maka, orang yang dari dirinya keluar cairan dan dia tidak tahu; apakah itu mani atau bukan,</w:t>
      </w:r>
    </w:p>
    <w:p w:rsidR="00276AE0" w:rsidRDefault="00276AE0" w:rsidP="00276AE0">
      <w:pPr>
        <w:pStyle w:val="libNormal"/>
      </w:pPr>
      <w:r>
        <w:t>sementara cairan itu memiliki seluruh ciri-ciri di atas, maka dia dihukumi sebagai junub.</w:t>
      </w:r>
    </w:p>
    <w:p w:rsidR="00276AE0" w:rsidRDefault="00276AE0" w:rsidP="00276AE0">
      <w:pPr>
        <w:pStyle w:val="libNormal"/>
      </w:pPr>
      <w:r>
        <w:t>Namun, jika cairan itu tidak memiliki semua ciri-ciri di atas, atau bahkan tidak memiliki satu</w:t>
      </w:r>
    </w:p>
    <w:p w:rsidR="00276AE0" w:rsidRDefault="00276AE0" w:rsidP="00276AE0">
      <w:pPr>
        <w:pStyle w:val="libNormal"/>
      </w:pPr>
      <w:r>
        <w:t>dari ciri-ciri itu, maka dia bukan junub, kecuali perempuan dan orang yang sakit; dimana</w:t>
      </w:r>
    </w:p>
    <w:p w:rsidR="00276AE0" w:rsidRDefault="00276AE0" w:rsidP="00276AE0">
      <w:pPr>
        <w:pStyle w:val="libNormal"/>
      </w:pPr>
      <w:r>
        <w:t>dengan adanya satu ciri—yakni keluarnya cairan karena syahwat—mereka ini sudah cukup</w:t>
      </w:r>
    </w:p>
    <w:p w:rsidR="00276AE0" w:rsidRDefault="00276AE0" w:rsidP="00276AE0">
      <w:pPr>
        <w:pStyle w:val="libNormal"/>
      </w:pPr>
      <w:r>
        <w:t>(untuk dihukumi sebagai junub).</w:t>
      </w:r>
      <w:r w:rsidRPr="00276AE0">
        <w:rPr>
          <w:rStyle w:val="libFootnotenumChar"/>
        </w:rPr>
        <w:footnoteReference w:id="138"/>
      </w:r>
    </w:p>
    <w:p w:rsidR="00276AE0" w:rsidRDefault="00276AE0" w:rsidP="00276AE0">
      <w:pPr>
        <w:pStyle w:val="libNormal"/>
      </w:pPr>
      <w:r>
        <w:lastRenderedPageBreak/>
        <w:t>6. Setelah keluarnya mani, seseorang disunahkan untuk kencing. Jika dia tidak kencing lantas</w:t>
      </w:r>
    </w:p>
    <w:p w:rsidR="00276AE0" w:rsidRDefault="00276AE0" w:rsidP="00276AE0">
      <w:pPr>
        <w:pStyle w:val="libNormal"/>
      </w:pPr>
      <w:r>
        <w:t>mandi dan setelah itu keluar cairan darinya yang dia sendiri tidak tahu; apakah itu mani atau</w:t>
      </w:r>
    </w:p>
    <w:p w:rsidR="00276AE0" w:rsidRDefault="00276AE0" w:rsidP="00276AE0">
      <w:pPr>
        <w:pStyle w:val="libNormal"/>
      </w:pPr>
      <w:r>
        <w:t>cairan lain, maka ca</w:t>
      </w:r>
      <w:r w:rsidR="005634C4">
        <w:t>iran itu dihu-kumi sebagaimani.</w:t>
      </w:r>
      <w:r w:rsidR="005634C4" w:rsidRPr="005634C4">
        <w:rPr>
          <w:rStyle w:val="libFootnotenumChar"/>
        </w:rPr>
        <w:footnoteReference w:id="139"/>
      </w:r>
    </w:p>
    <w:p w:rsidR="00E676BC" w:rsidRDefault="00E676BC" w:rsidP="00276AE0">
      <w:pPr>
        <w:pStyle w:val="libNormal"/>
      </w:pPr>
    </w:p>
    <w:p w:rsidR="00276AE0" w:rsidRDefault="00276AE0" w:rsidP="00E676BC">
      <w:pPr>
        <w:pStyle w:val="Heading2"/>
      </w:pPr>
      <w:bookmarkStart w:id="119" w:name="_Toc422656614"/>
      <w:r>
        <w:t>Pekerjaan-pekerjaan yang Diharamkan bagi</w:t>
      </w:r>
      <w:bookmarkEnd w:id="119"/>
    </w:p>
    <w:p w:rsidR="00276AE0" w:rsidRDefault="005634C4" w:rsidP="00E676BC">
      <w:pPr>
        <w:pStyle w:val="Heading2"/>
      </w:pPr>
      <w:bookmarkStart w:id="120" w:name="_Toc422656615"/>
      <w:r>
        <w:t>Orang Junub</w:t>
      </w:r>
      <w:r w:rsidRPr="005634C4">
        <w:rPr>
          <w:rStyle w:val="libFootnotenumChar"/>
        </w:rPr>
        <w:footnoteReference w:id="140"/>
      </w:r>
      <w:bookmarkEnd w:id="120"/>
    </w:p>
    <w:p w:rsidR="00E676BC" w:rsidRDefault="00E676BC" w:rsidP="00276AE0">
      <w:pPr>
        <w:pStyle w:val="libNormal"/>
      </w:pPr>
    </w:p>
    <w:p w:rsidR="00276AE0" w:rsidRDefault="00276AE0" w:rsidP="00276AE0">
      <w:pPr>
        <w:pStyle w:val="libNormal"/>
      </w:pPr>
      <w:r>
        <w:t>1. Bersentuhannya anggota badan dengan tulisan Al-Qur-an, nama Allah dan—berdasarkan</w:t>
      </w:r>
    </w:p>
    <w:p w:rsidR="00276AE0" w:rsidRDefault="00276AE0" w:rsidP="00276AE0">
      <w:pPr>
        <w:pStyle w:val="libNormal"/>
      </w:pPr>
      <w:r>
        <w:t>ihtiyath wajib—nama para nabi dan para imam maksum ser</w:t>
      </w:r>
      <w:r w:rsidR="005634C4">
        <w:t>ta nama Sayyidah Fathimah a.s.</w:t>
      </w:r>
      <w:r w:rsidR="005634C4" w:rsidRPr="005634C4">
        <w:rPr>
          <w:rStyle w:val="libFootnotenumChar"/>
        </w:rPr>
        <w:footnoteReference w:id="141"/>
      </w:r>
    </w:p>
    <w:p w:rsidR="00276AE0" w:rsidRDefault="00276AE0" w:rsidP="00276AE0">
      <w:pPr>
        <w:pStyle w:val="libNormal"/>
      </w:pPr>
      <w:r>
        <w:t>2. Masuk Masjidil Haram (di Mekkah) dan Masjid Nabawi (di Madinah), sekalipun masuk dari</w:t>
      </w:r>
    </w:p>
    <w:p w:rsidR="00276AE0" w:rsidRDefault="00276AE0" w:rsidP="00276AE0">
      <w:pPr>
        <w:pStyle w:val="libNormal"/>
      </w:pPr>
      <w:r>
        <w:t>suatu pintu dan keluar dari pintu yang lain.</w:t>
      </w:r>
    </w:p>
    <w:p w:rsidR="00276AE0" w:rsidRDefault="00276AE0" w:rsidP="00276AE0">
      <w:pPr>
        <w:pStyle w:val="libNormal"/>
      </w:pPr>
      <w:r>
        <w:t>3. Menetap di dalam seluruh masjid.</w:t>
      </w:r>
    </w:p>
    <w:p w:rsidR="00276AE0" w:rsidRDefault="00276AE0" w:rsidP="00276AE0">
      <w:pPr>
        <w:pStyle w:val="libNormal"/>
      </w:pPr>
      <w:r>
        <w:t>4. Meletakkan sesuatu di dalam masjid</w:t>
      </w:r>
      <w:r w:rsidR="005634C4">
        <w:t>, walaupun dari luar masjid.</w:t>
      </w:r>
      <w:r w:rsidR="005634C4" w:rsidRPr="005634C4">
        <w:rPr>
          <w:rStyle w:val="libFootnotenumChar"/>
        </w:rPr>
        <w:footnoteReference w:id="142"/>
      </w:r>
    </w:p>
    <w:p w:rsidR="00276AE0" w:rsidRDefault="00276AE0" w:rsidP="00C54397">
      <w:pPr>
        <w:pStyle w:val="libNormal"/>
      </w:pPr>
      <w:r>
        <w:t>5. Membaca surah-surah Al-Quran yangmengandung su-jud w</w:t>
      </w:r>
      <w:r w:rsidR="00C54397">
        <w:t>ajib, walaupun hanya satu huruf.</w:t>
      </w:r>
      <w:r w:rsidR="00C54397" w:rsidRPr="00C54397">
        <w:rPr>
          <w:rStyle w:val="libFootnotenumChar"/>
        </w:rPr>
        <w:footnoteReference w:id="143"/>
      </w:r>
    </w:p>
    <w:p w:rsidR="00276AE0" w:rsidRDefault="00276AE0" w:rsidP="00276AE0">
      <w:pPr>
        <w:pStyle w:val="libNormal"/>
      </w:pPr>
      <w:r>
        <w:t>6. Berhenti diam di pemakaman para imam maksum a.s.</w:t>
      </w:r>
      <w:r w:rsidR="00C54397">
        <w:t xml:space="preserve"> (berdasarkan ihtiyath wajib). </w:t>
      </w:r>
      <w:r w:rsidR="00C54397" w:rsidRPr="00C54397">
        <w:rPr>
          <w:rStyle w:val="libFootnotenumChar"/>
        </w:rPr>
        <w:footnoteReference w:id="144"/>
      </w:r>
    </w:p>
    <w:p w:rsidR="00276AE0" w:rsidRDefault="00276AE0" w:rsidP="00276AE0">
      <w:pPr>
        <w:pStyle w:val="libNormal"/>
      </w:pPr>
      <w:r>
        <w:lastRenderedPageBreak/>
        <w:t>7. Jika seorang junub masuk masjid dari suatu pintu dan keluar dari pintu yang lain (lewat tanpa</w:t>
      </w:r>
    </w:p>
    <w:p w:rsidR="00276AE0" w:rsidRDefault="00276AE0" w:rsidP="00276AE0">
      <w:pPr>
        <w:pStyle w:val="libNormal"/>
      </w:pPr>
      <w:r>
        <w:t>berhenti) tidaklah apa-apa, kecuali Masjidil Haram dan Masjid Nabawi; untuk lewat saja dia</w:t>
      </w:r>
    </w:p>
    <w:p w:rsidR="00276AE0" w:rsidRDefault="00C54397" w:rsidP="00276AE0">
      <w:pPr>
        <w:pStyle w:val="libNormal"/>
      </w:pPr>
      <w:r>
        <w:t>tidak dibolehkan.</w:t>
      </w:r>
      <w:r w:rsidRPr="00C54397">
        <w:rPr>
          <w:rStyle w:val="libFootnotenumChar"/>
        </w:rPr>
        <w:footnoteReference w:id="145"/>
      </w:r>
    </w:p>
    <w:p w:rsidR="00276AE0" w:rsidRDefault="00276AE0" w:rsidP="00276AE0">
      <w:pPr>
        <w:pStyle w:val="libNormal"/>
      </w:pPr>
      <w:r>
        <w:t>8. Jika seseorang menentukan sebuah kamar di rumahnya sebagai musalla (tempat salat) begitu</w:t>
      </w:r>
    </w:p>
    <w:p w:rsidR="00276AE0" w:rsidRDefault="00276AE0" w:rsidP="00276AE0">
      <w:pPr>
        <w:pStyle w:val="libNormal"/>
      </w:pPr>
      <w:r>
        <w:t>juga di kantor, tempat tersebut hukumnya bukan s</w:t>
      </w:r>
      <w:r w:rsidR="00C54397">
        <w:t>ebagaimana hukum sebuah masjid.</w:t>
      </w:r>
      <w:r w:rsidR="00C54397" w:rsidRPr="00C54397">
        <w:rPr>
          <w:rStyle w:val="libFootnotenumChar"/>
        </w:rPr>
        <w:footnoteReference w:id="146"/>
      </w:r>
    </w:p>
    <w:p w:rsidR="00276AE0" w:rsidRDefault="00276AE0" w:rsidP="002F3C44">
      <w:pPr>
        <w:pStyle w:val="Heading2"/>
      </w:pPr>
      <w:bookmarkStart w:id="121" w:name="_Toc422656616"/>
      <w:r>
        <w:t>Surah-surah Al-Quran yang Mengandung</w:t>
      </w:r>
      <w:bookmarkEnd w:id="121"/>
    </w:p>
    <w:p w:rsidR="00276AE0" w:rsidRDefault="002F3C44" w:rsidP="002F3C44">
      <w:pPr>
        <w:pStyle w:val="Heading2"/>
      </w:pPr>
      <w:bookmarkStart w:id="122" w:name="_Toc422656617"/>
      <w:r>
        <w:t>Sujud Wajib</w:t>
      </w:r>
      <w:r w:rsidRPr="002F3C44">
        <w:rPr>
          <w:rStyle w:val="libFootnotenumChar"/>
        </w:rPr>
        <w:footnoteReference w:id="147"/>
      </w:r>
      <w:bookmarkEnd w:id="122"/>
    </w:p>
    <w:p w:rsidR="00276AE0" w:rsidRDefault="00276AE0" w:rsidP="00276AE0">
      <w:pPr>
        <w:pStyle w:val="libNormal"/>
      </w:pPr>
      <w:r>
        <w:t>1. Surah ke-32: surah Al-Sajadah.</w:t>
      </w:r>
    </w:p>
    <w:p w:rsidR="00276AE0" w:rsidRDefault="00276AE0" w:rsidP="00276AE0">
      <w:pPr>
        <w:pStyle w:val="libNormal"/>
      </w:pPr>
      <w:r>
        <w:t>2. Surah ke-41: surah Fussilat.</w:t>
      </w:r>
    </w:p>
    <w:p w:rsidR="00276AE0" w:rsidRDefault="00276AE0" w:rsidP="00276AE0">
      <w:pPr>
        <w:pStyle w:val="libNormal"/>
      </w:pPr>
      <w:r>
        <w:t>3. Surah ke-53: surah Al-Najm.</w:t>
      </w:r>
    </w:p>
    <w:p w:rsidR="00276AE0" w:rsidRDefault="00276AE0" w:rsidP="00276AE0">
      <w:pPr>
        <w:pStyle w:val="libNormal"/>
      </w:pPr>
      <w:r>
        <w:t>4. Surah ke-96: surah Al-‘Alaq.</w:t>
      </w:r>
    </w:p>
    <w:p w:rsidR="00276AE0" w:rsidRDefault="00276AE0" w:rsidP="00276AE0">
      <w:pPr>
        <w:pStyle w:val="libNormal"/>
      </w:pPr>
      <w:r>
        <w:t>Kesimpulan Pelajaran</w:t>
      </w:r>
    </w:p>
    <w:p w:rsidR="00276AE0" w:rsidRDefault="00276AE0" w:rsidP="00276AE0">
      <w:pPr>
        <w:pStyle w:val="libNormal"/>
      </w:pPr>
      <w:r>
        <w:t>1. Mandi wajib dibagi menjadi dua macam:</w:t>
      </w:r>
    </w:p>
    <w:p w:rsidR="00276AE0" w:rsidRDefault="00276AE0" w:rsidP="00276AE0">
      <w:pPr>
        <w:pStyle w:val="libNormal"/>
      </w:pPr>
      <w:r>
        <w:t>a. Umum; baik untuk laki-lakimaupun perempuan.</w:t>
      </w:r>
    </w:p>
    <w:p w:rsidR="009F71EA" w:rsidRDefault="00276AE0" w:rsidP="00276AE0">
      <w:pPr>
        <w:pStyle w:val="libNormal"/>
      </w:pPr>
      <w:r>
        <w:t>b. Khusus untuk perempuan.</w:t>
      </w:r>
    </w:p>
    <w:p w:rsidR="005F4498" w:rsidRDefault="005F4498" w:rsidP="005F4498">
      <w:pPr>
        <w:pStyle w:val="libNormal"/>
      </w:pPr>
      <w:r>
        <w:t>2. Jika dari seseorang keluar cairan mani atau dia mela-kukan persetubuhan, maka dia dihukumi</w:t>
      </w:r>
    </w:p>
    <w:p w:rsidR="005F4498" w:rsidRDefault="005F4498" w:rsidP="005F4498">
      <w:pPr>
        <w:pStyle w:val="libNormal"/>
      </w:pPr>
      <w:r>
        <w:t>sebagai orang junub.</w:t>
      </w:r>
    </w:p>
    <w:p w:rsidR="005F4498" w:rsidRDefault="005F4498" w:rsidP="005F4498">
      <w:pPr>
        <w:pStyle w:val="libNormal"/>
      </w:pPr>
      <w:r>
        <w:t>3. Seseorang tahu bahwa dia telah junub, maka dia wajib mandi janabah. Dan seseorang yang</w:t>
      </w:r>
    </w:p>
    <w:p w:rsidR="005F4498" w:rsidRDefault="005F4498" w:rsidP="005F4498">
      <w:pPr>
        <w:pStyle w:val="libNormal"/>
      </w:pPr>
      <w:r>
        <w:t>tidak tahu; apakah junub atau tidak, maka dia tidak wajib mandi.</w:t>
      </w:r>
    </w:p>
    <w:p w:rsidR="005F4498" w:rsidRDefault="005F4498" w:rsidP="005F4498">
      <w:pPr>
        <w:pStyle w:val="libNormal"/>
      </w:pPr>
      <w:r>
        <w:t>4. Ciri-ciri cairan mani antara lain:</w:t>
      </w:r>
    </w:p>
    <w:p w:rsidR="005F4498" w:rsidRDefault="005F4498" w:rsidP="005F4498">
      <w:pPr>
        <w:pStyle w:val="libNormal"/>
      </w:pPr>
      <w:r>
        <w:t>a. Keluar dengan syahwat.</w:t>
      </w:r>
    </w:p>
    <w:p w:rsidR="005F4498" w:rsidRDefault="005F4498" w:rsidP="005F4498">
      <w:pPr>
        <w:pStyle w:val="libNormal"/>
      </w:pPr>
      <w:r>
        <w:t>b. Keluar dengan tekanan dan pancaran.</w:t>
      </w:r>
    </w:p>
    <w:p w:rsidR="005F4498" w:rsidRDefault="005F4498" w:rsidP="005F4498">
      <w:pPr>
        <w:pStyle w:val="libNormal"/>
      </w:pPr>
      <w:r>
        <w:t>c. Setelah cairan mani keluar, badan terasa lemas.</w:t>
      </w:r>
    </w:p>
    <w:p w:rsidR="005F4498" w:rsidRDefault="005F4498" w:rsidP="005F4498">
      <w:pPr>
        <w:pStyle w:val="libNormal"/>
      </w:pPr>
      <w:r>
        <w:t>5. Amalan-amalan ini haram untuk orang yang junub:</w:t>
      </w:r>
    </w:p>
    <w:p w:rsidR="005F4498" w:rsidRDefault="005F4498" w:rsidP="005F4498">
      <w:pPr>
        <w:pStyle w:val="libNormal"/>
      </w:pPr>
      <w:r>
        <w:lastRenderedPageBreak/>
        <w:t>a. Menyentuh tulisan Al-Quran, nama-nama Allah Swt., nama para Nabi dan imam maksum</w:t>
      </w:r>
    </w:p>
    <w:p w:rsidR="005F4498" w:rsidRDefault="005F4498" w:rsidP="005F4498">
      <w:pPr>
        <w:pStyle w:val="libNormal"/>
      </w:pPr>
      <w:r>
        <w:t>dan nama Sayyidah Fathimah a.s.</w:t>
      </w:r>
    </w:p>
    <w:p w:rsidR="005F4498" w:rsidRDefault="005F4498" w:rsidP="005F4498">
      <w:pPr>
        <w:pStyle w:val="libNormal"/>
      </w:pPr>
      <w:r>
        <w:t>b. Masuk Masjidil Haram dan Masjid Nabawi, dan berhenti di seluruh masjid.</w:t>
      </w:r>
    </w:p>
    <w:p w:rsidR="005F4498" w:rsidRDefault="005F4498" w:rsidP="005F4498">
      <w:pPr>
        <w:pStyle w:val="libNormal"/>
      </w:pPr>
      <w:r>
        <w:t>c. Membaca surah-surah Al-Quran yang mengandung sujud wajib.</w:t>
      </w:r>
    </w:p>
    <w:p w:rsidR="005F4498" w:rsidRDefault="005F4498" w:rsidP="005F4498">
      <w:pPr>
        <w:pStyle w:val="libNormal"/>
      </w:pPr>
      <w:r>
        <w:t>6. Lewat ke dalam seluruh masjid; jika tidak sampai berhenti, bahkan masuk dari satu pintu dan</w:t>
      </w:r>
    </w:p>
    <w:p w:rsidR="005F4498" w:rsidRDefault="005F4498" w:rsidP="005F4498">
      <w:pPr>
        <w:pStyle w:val="libNormal"/>
      </w:pPr>
      <w:r>
        <w:t>keluar dari pintu yang lain tidaklah apa-apa, kecuali Masjidil Ha-ram dan Masjid Nabawi</w:t>
      </w:r>
    </w:p>
    <w:p w:rsidR="005F4498" w:rsidRDefault="005F4498" w:rsidP="005F4498">
      <w:pPr>
        <w:pStyle w:val="libNormal"/>
      </w:pPr>
      <w:r>
        <w:t>yang sekalipun lewat saja tidak dibolehkan.</w:t>
      </w:r>
    </w:p>
    <w:p w:rsidR="005F4498" w:rsidRDefault="005F4498" w:rsidP="005F4498">
      <w:pPr>
        <w:pStyle w:val="libNormal"/>
      </w:pPr>
    </w:p>
    <w:p w:rsidR="005F4498" w:rsidRDefault="005F4498" w:rsidP="005F4498">
      <w:pPr>
        <w:pStyle w:val="Heading2"/>
      </w:pPr>
      <w:bookmarkStart w:id="123" w:name="_Toc422656618"/>
      <w:r>
        <w:t>Pertanyaan:</w:t>
      </w:r>
      <w:bookmarkEnd w:id="123"/>
    </w:p>
    <w:p w:rsidR="005F4498" w:rsidRDefault="005F4498" w:rsidP="005F4498">
      <w:pPr>
        <w:pStyle w:val="libNormal"/>
      </w:pPr>
    </w:p>
    <w:p w:rsidR="005F4498" w:rsidRDefault="005F4498" w:rsidP="005F4498">
      <w:pPr>
        <w:pStyle w:val="libNormal"/>
      </w:pPr>
      <w:r>
        <w:t>1. Sebutkan macam-macam mandi yang umum; baik bagi laki-laki maupun bagi perempuan!</w:t>
      </w:r>
    </w:p>
    <w:p w:rsidR="005F4498" w:rsidRDefault="005F4498" w:rsidP="005F4498">
      <w:pPr>
        <w:pStyle w:val="libNormal"/>
      </w:pPr>
      <w:r>
        <w:t>2. Seseorang bangun dari tidur lalu dia melihat sesuatu pada pakaiannya, namun berulang kali</w:t>
      </w:r>
    </w:p>
    <w:p w:rsidR="005F4498" w:rsidRDefault="005F4498" w:rsidP="005F4498">
      <w:pPr>
        <w:pStyle w:val="libNormal"/>
      </w:pPr>
      <w:r>
        <w:t>dia memikir-kannya, ingatannya masih juga tidak tertuju pada ciri-ciri cairan mani, lalu apa</w:t>
      </w:r>
    </w:p>
    <w:p w:rsidR="005F4498" w:rsidRDefault="005F4498" w:rsidP="005F4498">
      <w:pPr>
        <w:pStyle w:val="libNormal"/>
      </w:pPr>
      <w:r>
        <w:t>yang harus dia lakukan?</w:t>
      </w:r>
    </w:p>
    <w:p w:rsidR="005F4498" w:rsidRDefault="005F4498" w:rsidP="005F4498">
      <w:pPr>
        <w:pStyle w:val="libNormal"/>
      </w:pPr>
      <w:r>
        <w:t>3. Apa hukum atas seorang junub yangmasuk ke makam para anak cucu imam maksum?</w:t>
      </w:r>
    </w:p>
    <w:p w:rsidR="00531E8C" w:rsidRDefault="005F4498" w:rsidP="005F4498">
      <w:pPr>
        <w:pStyle w:val="libNormal"/>
      </w:pPr>
      <w:r>
        <w:t>4. Apakah orang junub bisa berhenti di dalam mushalla yayasan-yayasan dan kantor-kantor?</w:t>
      </w:r>
    </w:p>
    <w:p w:rsidR="00531E8C" w:rsidRPr="00531E8C" w:rsidRDefault="00531E8C">
      <w:r>
        <w:br w:type="page"/>
      </w:r>
    </w:p>
    <w:p w:rsidR="00531E8C" w:rsidRDefault="00531E8C" w:rsidP="0088315B">
      <w:pPr>
        <w:pStyle w:val="Heading1Center"/>
      </w:pPr>
      <w:bookmarkStart w:id="124" w:name="_Toc422656619"/>
      <w:r>
        <w:lastRenderedPageBreak/>
        <w:t>Pelajaran 11</w:t>
      </w:r>
      <w:bookmarkEnd w:id="124"/>
    </w:p>
    <w:p w:rsidR="00531E8C" w:rsidRDefault="00531E8C" w:rsidP="0088315B">
      <w:pPr>
        <w:pStyle w:val="Heading1Center"/>
      </w:pPr>
      <w:bookmarkStart w:id="125" w:name="_Toc422656620"/>
      <w:r>
        <w:t>PELAKSANAAN MANDI</w:t>
      </w:r>
      <w:bookmarkEnd w:id="125"/>
    </w:p>
    <w:p w:rsidR="00531E8C" w:rsidRDefault="00531E8C" w:rsidP="00531E8C">
      <w:pPr>
        <w:pStyle w:val="libNormal"/>
      </w:pPr>
    </w:p>
    <w:p w:rsidR="00531E8C" w:rsidRDefault="00531E8C" w:rsidP="00531E8C">
      <w:pPr>
        <w:pStyle w:val="libNormal"/>
      </w:pPr>
      <w:r>
        <w:t>Dalam pelaksanaan mandi, seluruh badan dan kepala serta leher harus disiram, baik mandi wajib,</w:t>
      </w:r>
    </w:p>
    <w:p w:rsidR="00531E8C" w:rsidRDefault="00531E8C" w:rsidP="00531E8C">
      <w:pPr>
        <w:pStyle w:val="libNormal"/>
      </w:pPr>
      <w:r>
        <w:t>seperti: mandi janabah, maupun mandi sunah, seperti mandi hari Jum’at. Dengan kata lain, dalam</w:t>
      </w:r>
    </w:p>
    <w:p w:rsidR="00531E8C" w:rsidRDefault="00531E8C" w:rsidP="00531E8C">
      <w:pPr>
        <w:pStyle w:val="libNormal"/>
      </w:pPr>
      <w:r>
        <w:t>melaksanakan semua macam mandi, tidak ada perbedaan kecuali pada niat.</w:t>
      </w:r>
    </w:p>
    <w:p w:rsidR="00531E8C" w:rsidRDefault="00531E8C" w:rsidP="00531E8C">
      <w:pPr>
        <w:pStyle w:val="libNormal"/>
      </w:pPr>
      <w:r>
        <w:t>Mandi bisa dilaksanakan sebagai berikut:</w:t>
      </w:r>
    </w:p>
    <w:p w:rsidR="009D19AA" w:rsidRDefault="009D19AA" w:rsidP="00531E8C">
      <w:pPr>
        <w:pStyle w:val="libNormal"/>
      </w:pPr>
    </w:p>
    <w:p w:rsidR="00531E8C" w:rsidRDefault="00531E8C" w:rsidP="009D19AA">
      <w:pPr>
        <w:pStyle w:val="Heading2"/>
      </w:pPr>
      <w:bookmarkStart w:id="126" w:name="_Toc422656621"/>
      <w:r>
        <w:t>Cara-cara Mandi</w:t>
      </w:r>
      <w:bookmarkEnd w:id="126"/>
    </w:p>
    <w:p w:rsidR="009D19AA" w:rsidRDefault="009D19AA" w:rsidP="00531E8C">
      <w:pPr>
        <w:pStyle w:val="libNormal"/>
      </w:pPr>
    </w:p>
    <w:p w:rsidR="00531E8C" w:rsidRDefault="00531E8C" w:rsidP="00531E8C">
      <w:pPr>
        <w:pStyle w:val="libNormal"/>
      </w:pPr>
      <w:r>
        <w:t>1. Ma</w:t>
      </w:r>
      <w:r w:rsidR="009C3558">
        <w:t>ndi tartibi (secara berurutan):</w:t>
      </w:r>
      <w:r w:rsidR="009C3558" w:rsidRPr="009C3558">
        <w:rPr>
          <w:rStyle w:val="libFootnotenumChar"/>
        </w:rPr>
        <w:footnoteReference w:id="148"/>
      </w:r>
    </w:p>
    <w:p w:rsidR="00531E8C" w:rsidRDefault="00531E8C" w:rsidP="00531E8C">
      <w:pPr>
        <w:pStyle w:val="libNormal"/>
      </w:pPr>
      <w:r>
        <w:t>a. Pertama membasuh kepala dan leher.</w:t>
      </w:r>
    </w:p>
    <w:p w:rsidR="00531E8C" w:rsidRDefault="00531E8C" w:rsidP="00531E8C">
      <w:pPr>
        <w:pStyle w:val="libNormal"/>
      </w:pPr>
      <w:r>
        <w:t>b. Lalu membasuh setengah badan bagian kanan</w:t>
      </w:r>
    </w:p>
    <w:p w:rsidR="00531E8C" w:rsidRDefault="00531E8C" w:rsidP="00531E8C">
      <w:pPr>
        <w:pStyle w:val="libNormal"/>
      </w:pPr>
      <w:r>
        <w:t>c. Kemudian membasuh setengah badan bagian kiri.</w:t>
      </w:r>
    </w:p>
    <w:p w:rsidR="00531E8C" w:rsidRDefault="00531E8C" w:rsidP="00531E8C">
      <w:pPr>
        <w:pStyle w:val="libNormal"/>
      </w:pPr>
      <w:r>
        <w:t>2. Mandi irtimasi (menyelam):</w:t>
      </w:r>
    </w:p>
    <w:p w:rsidR="00531E8C" w:rsidRDefault="00531E8C" w:rsidP="00531E8C">
      <w:pPr>
        <w:pStyle w:val="libNormal"/>
      </w:pPr>
      <w:r>
        <w:t>a. Dengan niat mandi, membenamkan diri secara se-kaligus ke dalam air sehingga seluruh</w:t>
      </w:r>
    </w:p>
    <w:p w:rsidR="00531E8C" w:rsidRDefault="00531E8C" w:rsidP="00531E8C">
      <w:pPr>
        <w:pStyle w:val="libNormal"/>
      </w:pPr>
      <w:r>
        <w:t>badan dan kepala berada di dalam air.</w:t>
      </w:r>
    </w:p>
    <w:p w:rsidR="00531E8C" w:rsidRDefault="00531E8C" w:rsidP="00531E8C">
      <w:pPr>
        <w:pStyle w:val="libNormal"/>
      </w:pPr>
      <w:r>
        <w:t>b. Atau membenamkan diri secara bertahap ke dalam air, sampai pada akhirnya seluruh</w:t>
      </w:r>
    </w:p>
    <w:p w:rsidR="00531E8C" w:rsidRDefault="00531E8C" w:rsidP="00531E8C">
      <w:pPr>
        <w:pStyle w:val="libNormal"/>
      </w:pPr>
      <w:r>
        <w:t>badan dan kepala berada di dalam air.</w:t>
      </w:r>
    </w:p>
    <w:p w:rsidR="00531E8C" w:rsidRDefault="00531E8C" w:rsidP="00531E8C">
      <w:pPr>
        <w:pStyle w:val="libNormal"/>
      </w:pPr>
      <w:r>
        <w:t>c. Atau masuk ke dalam air, kemudian menggerakkan badan dengan niat mandi.</w:t>
      </w:r>
    </w:p>
    <w:p w:rsidR="009D19AA" w:rsidRDefault="009D19AA" w:rsidP="00531E8C">
      <w:pPr>
        <w:pStyle w:val="libNormal"/>
      </w:pPr>
    </w:p>
    <w:p w:rsidR="00531E8C" w:rsidRDefault="00531E8C" w:rsidP="009D19AA">
      <w:pPr>
        <w:pStyle w:val="Heading2"/>
      </w:pPr>
      <w:bookmarkStart w:id="127" w:name="_Toc422656622"/>
      <w:r>
        <w:t>Keterangan:</w:t>
      </w:r>
      <w:bookmarkEnd w:id="127"/>
    </w:p>
    <w:p w:rsidR="009D19AA" w:rsidRDefault="009D19AA" w:rsidP="00531E8C">
      <w:pPr>
        <w:pStyle w:val="libNormal"/>
      </w:pPr>
    </w:p>
    <w:p w:rsidR="00531E8C" w:rsidRDefault="00531E8C" w:rsidP="00531E8C">
      <w:pPr>
        <w:pStyle w:val="libNormal"/>
      </w:pPr>
      <w:r>
        <w:t>Mandi bisa dikerjakan dengan dua cara; tartibi dan irtimasi. Pada mandi tartibi, pertama-tama</w:t>
      </w:r>
    </w:p>
    <w:p w:rsidR="00531E8C" w:rsidRDefault="00531E8C" w:rsidP="00531E8C">
      <w:pPr>
        <w:pStyle w:val="libNormal"/>
      </w:pPr>
      <w:r>
        <w:t>membasuh kepala dan leher, kemudian setengah badan bagian kanan, dan setelah itu setengah</w:t>
      </w:r>
    </w:p>
    <w:p w:rsidR="00531E8C" w:rsidRDefault="00531E8C" w:rsidP="00531E8C">
      <w:pPr>
        <w:pStyle w:val="libNormal"/>
      </w:pPr>
      <w:r>
        <w:lastRenderedPageBreak/>
        <w:t>badan bagian kiri.</w:t>
      </w:r>
    </w:p>
    <w:p w:rsidR="00531E8C" w:rsidRDefault="00531E8C" w:rsidP="00531E8C">
      <w:pPr>
        <w:pStyle w:val="libNormal"/>
      </w:pPr>
      <w:r>
        <w:t>Pada mandi irtimasi, seluruh badan dan kepala berada di dalam air secara sekaligus. Oleh</w:t>
      </w:r>
    </w:p>
    <w:p w:rsidR="00531E8C" w:rsidRDefault="00531E8C" w:rsidP="00531E8C">
      <w:pPr>
        <w:pStyle w:val="libNormal"/>
      </w:pPr>
      <w:r>
        <w:t>karena itu, untuk mela-kukan mandi irtimasi, diperlukan air yang cukup supaya bisa</w:t>
      </w:r>
    </w:p>
    <w:p w:rsidR="00531E8C" w:rsidRDefault="00531E8C" w:rsidP="00531E8C">
      <w:pPr>
        <w:pStyle w:val="libNormal"/>
      </w:pPr>
      <w:r>
        <w:t>memasukkan seluruh badan dan kepala ke dalamnya.</w:t>
      </w:r>
    </w:p>
    <w:p w:rsidR="009D19AA" w:rsidRDefault="009D19AA" w:rsidP="00531E8C">
      <w:pPr>
        <w:pStyle w:val="libNormal"/>
      </w:pPr>
    </w:p>
    <w:p w:rsidR="00531E8C" w:rsidRDefault="00531E8C" w:rsidP="009D19AA">
      <w:pPr>
        <w:pStyle w:val="Heading2"/>
      </w:pPr>
      <w:bookmarkStart w:id="128" w:name="_Toc422656623"/>
      <w:r>
        <w:t>Syarat Sahnya Mandi</w:t>
      </w:r>
      <w:bookmarkEnd w:id="128"/>
    </w:p>
    <w:p w:rsidR="009D19AA" w:rsidRDefault="009D19AA" w:rsidP="00531E8C">
      <w:pPr>
        <w:pStyle w:val="libNormal"/>
      </w:pPr>
    </w:p>
    <w:p w:rsidR="00531E8C" w:rsidRDefault="00531E8C" w:rsidP="00531E8C">
      <w:pPr>
        <w:pStyle w:val="libNormal"/>
      </w:pPr>
      <w:r>
        <w:t>1. Seluruh syarat yang ditetapkan untuk sahnya wudu ju-ga berlaku pada sahnya mandi, kecuali</w:t>
      </w:r>
    </w:p>
    <w:p w:rsidR="00531E8C" w:rsidRDefault="00531E8C" w:rsidP="00531E8C">
      <w:pPr>
        <w:pStyle w:val="libNormal"/>
      </w:pPr>
      <w:r>
        <w:t>muwalat. Begitu juga, tidak perlu menyiram badan dari atas ke bawah.</w:t>
      </w:r>
    </w:p>
    <w:p w:rsidR="00531E8C" w:rsidRDefault="00531E8C" w:rsidP="00531E8C">
      <w:pPr>
        <w:pStyle w:val="libNormal"/>
      </w:pPr>
      <w:r>
        <w:t>2. Orang yang berkewajiban beberapa mandi bisa melaku-kan satu mandi saja dengan beberapa</w:t>
      </w:r>
    </w:p>
    <w:p w:rsidR="00531E8C" w:rsidRDefault="009C3558" w:rsidP="00531E8C">
      <w:pPr>
        <w:pStyle w:val="libNormal"/>
      </w:pPr>
      <w:r>
        <w:t>niat mandi wajib.</w:t>
      </w:r>
      <w:r w:rsidRPr="009C3558">
        <w:rPr>
          <w:rStyle w:val="libFootnotenumChar"/>
        </w:rPr>
        <w:footnoteReference w:id="149"/>
      </w:r>
    </w:p>
    <w:p w:rsidR="00531E8C" w:rsidRDefault="00531E8C" w:rsidP="00531E8C">
      <w:pPr>
        <w:pStyle w:val="libNormal"/>
      </w:pPr>
      <w:r>
        <w:t>3. Seseorang yang telah melaksanakan mandi janabah; jika hendak menunaikan salat, maka dia</w:t>
      </w:r>
    </w:p>
    <w:p w:rsidR="00531E8C" w:rsidRDefault="00531E8C" w:rsidP="00531E8C">
      <w:pPr>
        <w:pStyle w:val="libNormal"/>
      </w:pPr>
      <w:r>
        <w:t>tidak perlu berwu-du. Akan tetapi pada selain mandi janabah, maka untuk menunaikan salat</w:t>
      </w:r>
    </w:p>
    <w:p w:rsidR="00531E8C" w:rsidRPr="009C3558" w:rsidRDefault="00531E8C" w:rsidP="00531E8C">
      <w:pPr>
        <w:pStyle w:val="libNormal"/>
      </w:pPr>
      <w:r>
        <w:t xml:space="preserve">dia </w:t>
      </w:r>
      <w:r w:rsidR="009C3558">
        <w:t>harus berwudu terlebih dahulu.</w:t>
      </w:r>
      <w:r w:rsidR="009C3558" w:rsidRPr="009C3558">
        <w:rPr>
          <w:rStyle w:val="libFootnotenumChar"/>
        </w:rPr>
        <w:footnoteReference w:id="150"/>
      </w:r>
      <w:r w:rsidR="009C3558" w:rsidRPr="009C3558">
        <w:t>&amp;</w:t>
      </w:r>
      <w:r w:rsidR="009C3558" w:rsidRPr="009C3558">
        <w:rPr>
          <w:rStyle w:val="libFootnotenumChar"/>
        </w:rPr>
        <w:footnoteReference w:id="151"/>
      </w:r>
    </w:p>
    <w:p w:rsidR="00531E8C" w:rsidRDefault="00531E8C" w:rsidP="00531E8C">
      <w:pPr>
        <w:pStyle w:val="libNormal"/>
      </w:pPr>
      <w:r>
        <w:t>4. Dalam mandi irtimasi, seluruh badan harus suci. Akan tetapi dalam mandi tartibi, seluruh</w:t>
      </w:r>
    </w:p>
    <w:p w:rsidR="00531E8C" w:rsidRDefault="00531E8C" w:rsidP="00531E8C">
      <w:pPr>
        <w:pStyle w:val="libNormal"/>
      </w:pPr>
      <w:r>
        <w:t>badan tidak harus suci. Dan jika setiap bagian dari badan yang hendak dibasuh itu disucikan</w:t>
      </w:r>
    </w:p>
    <w:p w:rsidR="005F4498" w:rsidRDefault="00531E8C" w:rsidP="00531E8C">
      <w:pPr>
        <w:pStyle w:val="libNormal"/>
      </w:pPr>
      <w:r>
        <w:t>terlebih dahulu, m</w:t>
      </w:r>
      <w:r w:rsidR="009C3558">
        <w:t>aka demikian ini sudah cukup.</w:t>
      </w:r>
      <w:r w:rsidR="009C3558" w:rsidRPr="009C3558">
        <w:rPr>
          <w:rStyle w:val="libFootnotenumChar"/>
        </w:rPr>
        <w:footnoteReference w:id="152"/>
      </w:r>
      <w:r w:rsidR="009C3558">
        <w:t>&amp;</w:t>
      </w:r>
      <w:r w:rsidR="009C3558" w:rsidRPr="009C3558">
        <w:rPr>
          <w:rStyle w:val="libFootnotenumChar"/>
        </w:rPr>
        <w:footnoteReference w:id="153"/>
      </w:r>
    </w:p>
    <w:p w:rsidR="004F6866" w:rsidRDefault="004F6866" w:rsidP="004F6866">
      <w:pPr>
        <w:pStyle w:val="libNormal"/>
      </w:pPr>
      <w:r>
        <w:lastRenderedPageBreak/>
        <w:t>5. Mandi jabiroh seperti wudu jabiroh, hanya saja berda-sarkan ihtiyath wajib,</w:t>
      </w:r>
      <w:r w:rsidRPr="004F6866">
        <w:rPr>
          <w:rStyle w:val="libFootnotenumChar"/>
        </w:rPr>
        <w:footnoteReference w:id="154"/>
      </w:r>
      <w:r>
        <w:t xml:space="preserve"> mandi ini harus</w:t>
      </w:r>
    </w:p>
    <w:p w:rsidR="004F6866" w:rsidRDefault="004F6866" w:rsidP="004F6866">
      <w:pPr>
        <w:pStyle w:val="libNormal"/>
      </w:pPr>
      <w:r>
        <w:t>dilakukan secara tartibi.</w:t>
      </w:r>
      <w:r w:rsidRPr="004F6866">
        <w:rPr>
          <w:rStyle w:val="libFootnotenumChar"/>
        </w:rPr>
        <w:footnoteReference w:id="155"/>
      </w:r>
    </w:p>
    <w:p w:rsidR="004F6866" w:rsidRDefault="004F6866" w:rsidP="004F6866">
      <w:pPr>
        <w:pStyle w:val="libNormal"/>
      </w:pPr>
      <w:r>
        <w:t>6. Orang yang sedang berpuasa wajib tidak boleh mandi irtimasi, karena orang yang berpuasa</w:t>
      </w:r>
    </w:p>
    <w:p w:rsidR="004F6866" w:rsidRDefault="004F6866" w:rsidP="004F6866">
      <w:pPr>
        <w:pStyle w:val="libNormal"/>
      </w:pPr>
      <w:r>
        <w:t>tidak boleh mema-sukkan seluruh kepalanya ke dalam air. Akan tetapi, jika dia mandi irtimasi</w:t>
      </w:r>
    </w:p>
    <w:p w:rsidR="004F6866" w:rsidRDefault="004F6866" w:rsidP="004F6866">
      <w:pPr>
        <w:pStyle w:val="libNormal"/>
      </w:pPr>
      <w:r>
        <w:t>karena lupa, puasanya tetap sah.</w:t>
      </w:r>
      <w:r w:rsidRPr="004F6866">
        <w:rPr>
          <w:rStyle w:val="libFootnotenumChar"/>
        </w:rPr>
        <w:footnoteReference w:id="156"/>
      </w:r>
    </w:p>
    <w:p w:rsidR="004F6866" w:rsidRDefault="004F6866" w:rsidP="004F6866">
      <w:pPr>
        <w:pStyle w:val="libNormal"/>
      </w:pPr>
      <w:r>
        <w:t>7. Dalam keadaan mandi, seluruh badan tidak perlu digosok dengan tangan, tetapi cukup hanya</w:t>
      </w:r>
    </w:p>
    <w:p w:rsidR="004F6866" w:rsidRDefault="004F6866" w:rsidP="004F6866">
      <w:pPr>
        <w:pStyle w:val="libNormal"/>
      </w:pPr>
      <w:r>
        <w:t>dengan niat mandi dan air sampai ke seluruh badan.</w:t>
      </w:r>
      <w:r w:rsidRPr="004F6866">
        <w:rPr>
          <w:rStyle w:val="libFootnotenumChar"/>
        </w:rPr>
        <w:footnoteReference w:id="157"/>
      </w:r>
    </w:p>
    <w:p w:rsidR="00163F78" w:rsidRDefault="00163F78" w:rsidP="004F6866">
      <w:pPr>
        <w:pStyle w:val="libNormal"/>
      </w:pPr>
    </w:p>
    <w:p w:rsidR="004F6866" w:rsidRDefault="004F6866" w:rsidP="00163F78">
      <w:pPr>
        <w:pStyle w:val="Heading2"/>
      </w:pPr>
      <w:bookmarkStart w:id="129" w:name="_Toc422656624"/>
      <w:r>
        <w:t>Mandi Menyentuh Mayat</w:t>
      </w:r>
      <w:bookmarkEnd w:id="129"/>
    </w:p>
    <w:p w:rsidR="00163F78" w:rsidRDefault="00163F78" w:rsidP="004F6866">
      <w:pPr>
        <w:pStyle w:val="libNormal"/>
      </w:pPr>
    </w:p>
    <w:p w:rsidR="004F6866" w:rsidRDefault="004F6866" w:rsidP="004F6866">
      <w:pPr>
        <w:pStyle w:val="libNormal"/>
      </w:pPr>
      <w:r>
        <w:t>1. Jika sebagian dari anggota badan seseorang telah ber-sentuhan dengan badan mayat yang</w:t>
      </w:r>
    </w:p>
    <w:p w:rsidR="004F6866" w:rsidRDefault="004F6866" w:rsidP="004F6866">
      <w:pPr>
        <w:pStyle w:val="libNormal"/>
      </w:pPr>
      <w:r>
        <w:t>sudah dingin dan belum dimandikan,</w:t>
      </w:r>
      <w:r w:rsidR="00D25323">
        <w:t xml:space="preserve"> dia harus mandimenyentuhmayat.</w:t>
      </w:r>
      <w:r w:rsidR="00D25323" w:rsidRPr="00D25323">
        <w:rPr>
          <w:rStyle w:val="libFootnotenumChar"/>
        </w:rPr>
        <w:footnoteReference w:id="158"/>
      </w:r>
    </w:p>
    <w:p w:rsidR="004F6866" w:rsidRDefault="004F6866" w:rsidP="004F6866">
      <w:pPr>
        <w:pStyle w:val="libNormal"/>
      </w:pPr>
      <w:r>
        <w:t>2. Menyentuh badan mayat di bawah ini tidakmenye-babkan mandi:</w:t>
      </w:r>
    </w:p>
    <w:p w:rsidR="004F6866" w:rsidRDefault="004F6866" w:rsidP="004F6866">
      <w:pPr>
        <w:pStyle w:val="libNormal"/>
      </w:pPr>
      <w:r>
        <w:t>a. Mayatnya orang yang mati sebagai syahid di medan perang, yakni orang yang</w:t>
      </w:r>
    </w:p>
    <w:p w:rsidR="004F6866" w:rsidRDefault="004F6866" w:rsidP="004F6866">
      <w:pPr>
        <w:pStyle w:val="libNormal"/>
      </w:pPr>
      <w:r>
        <w:t>menghembuskan nafa</w:t>
      </w:r>
      <w:r w:rsidR="00D25323">
        <w:t>s terakhirnya di medan perang.</w:t>
      </w:r>
      <w:r w:rsidR="00D25323" w:rsidRPr="00D25323">
        <w:rPr>
          <w:rStyle w:val="libFootnotenumChar"/>
        </w:rPr>
        <w:footnoteReference w:id="159"/>
      </w:r>
    </w:p>
    <w:p w:rsidR="004F6866" w:rsidRDefault="004F6866" w:rsidP="004F6866">
      <w:pPr>
        <w:pStyle w:val="libNormal"/>
      </w:pPr>
      <w:r>
        <w:t>b. Mayat yang badannya masih hangat dan belum dingin.</w:t>
      </w:r>
    </w:p>
    <w:p w:rsidR="004F6866" w:rsidRDefault="00D25323" w:rsidP="004F6866">
      <w:pPr>
        <w:pStyle w:val="libNormal"/>
      </w:pPr>
      <w:r>
        <w:t>c. Mayat yang sudah dimandikan.</w:t>
      </w:r>
      <w:r w:rsidRPr="00D25323">
        <w:rPr>
          <w:rStyle w:val="libFootnotenumChar"/>
        </w:rPr>
        <w:footnoteReference w:id="160"/>
      </w:r>
    </w:p>
    <w:p w:rsidR="004F6866" w:rsidRDefault="004F6866" w:rsidP="004F6866">
      <w:pPr>
        <w:pStyle w:val="libNormal"/>
      </w:pPr>
      <w:r>
        <w:lastRenderedPageBreak/>
        <w:t>3. Mandi menyentuh mayat harus dilakukan seperti mandi janabah. Akan tetapi, orang yang</w:t>
      </w:r>
    </w:p>
    <w:p w:rsidR="004F6866" w:rsidRDefault="004F6866" w:rsidP="004F6866">
      <w:pPr>
        <w:pStyle w:val="libNormal"/>
      </w:pPr>
      <w:r>
        <w:t>menyelesaikan mandi menyentuh mayat harus berwudu j</w:t>
      </w:r>
      <w:r w:rsidR="00D25323">
        <w:t>ika dia hendak melakukan salat.</w:t>
      </w:r>
      <w:r w:rsidR="00D25323" w:rsidRPr="00D25323">
        <w:rPr>
          <w:rStyle w:val="libFootnotenumChar"/>
        </w:rPr>
        <w:footnoteReference w:id="161"/>
      </w:r>
    </w:p>
    <w:p w:rsidR="00163F78" w:rsidRDefault="00163F78" w:rsidP="004F6866">
      <w:pPr>
        <w:pStyle w:val="libNormal"/>
      </w:pPr>
    </w:p>
    <w:p w:rsidR="004F6866" w:rsidRDefault="004F6866" w:rsidP="00163F78">
      <w:pPr>
        <w:pStyle w:val="Heading2"/>
      </w:pPr>
      <w:bookmarkStart w:id="130" w:name="_Toc422656625"/>
      <w:r>
        <w:t>Mandi Mayat</w:t>
      </w:r>
      <w:bookmarkEnd w:id="130"/>
    </w:p>
    <w:p w:rsidR="00163F78" w:rsidRDefault="00163F78" w:rsidP="004F6866">
      <w:pPr>
        <w:pStyle w:val="libNormal"/>
      </w:pPr>
    </w:p>
    <w:p w:rsidR="004F6866" w:rsidRDefault="00D25323" w:rsidP="004F6866">
      <w:pPr>
        <w:pStyle w:val="libNormal"/>
      </w:pPr>
      <w:r>
        <w:t>1. Setiap orang mukmin</w:t>
      </w:r>
      <w:r w:rsidRPr="00D25323">
        <w:rPr>
          <w:rStyle w:val="libFootnotenumChar"/>
        </w:rPr>
        <w:footnoteReference w:id="162"/>
      </w:r>
      <w:r w:rsidR="004F6866">
        <w:t xml:space="preserve"> yang meninggal dunia; wajib atas para mukallaf supaya memandikan,</w:t>
      </w:r>
    </w:p>
    <w:p w:rsidR="004F6866" w:rsidRDefault="004F6866" w:rsidP="004F6866">
      <w:pPr>
        <w:pStyle w:val="libNormal"/>
      </w:pPr>
      <w:r>
        <w:t>mengkafani, menya-lati, dan menguburkannya. Bila sebagian mukallaf telah melakukannya,</w:t>
      </w:r>
    </w:p>
    <w:p w:rsidR="004F6866" w:rsidRDefault="004F6866" w:rsidP="004F6866">
      <w:pPr>
        <w:pStyle w:val="libNormal"/>
      </w:pPr>
      <w:r>
        <w:t xml:space="preserve">gugurlah kewajiban dari yang </w:t>
      </w:r>
      <w:r w:rsidR="00182251">
        <w:t>lain.</w:t>
      </w:r>
      <w:r w:rsidR="00182251" w:rsidRPr="00182251">
        <w:rPr>
          <w:rStyle w:val="libFootnotenumChar"/>
        </w:rPr>
        <w:footnoteReference w:id="163"/>
      </w:r>
    </w:p>
    <w:p w:rsidR="004F6866" w:rsidRDefault="004F6866" w:rsidP="004F6866">
      <w:pPr>
        <w:pStyle w:val="libNormal"/>
      </w:pPr>
      <w:r>
        <w:t>2. Mayat harus dimandikan tiga kali:</w:t>
      </w:r>
    </w:p>
    <w:p w:rsidR="004F6866" w:rsidRDefault="004F6866" w:rsidP="004F6866">
      <w:pPr>
        <w:pStyle w:val="libNormal"/>
      </w:pPr>
      <w:r>
        <w:t>Pertama, dengan air yang dicampur air bidara.</w:t>
      </w:r>
    </w:p>
    <w:p w:rsidR="004F6866" w:rsidRDefault="004F6866" w:rsidP="004F6866">
      <w:pPr>
        <w:pStyle w:val="libNormal"/>
      </w:pPr>
      <w:r>
        <w:t>Kedua, dengan air yang dicampur kapur.</w:t>
      </w:r>
    </w:p>
    <w:p w:rsidR="004F6866" w:rsidRDefault="00182251" w:rsidP="004F6866">
      <w:pPr>
        <w:pStyle w:val="libNormal"/>
      </w:pPr>
      <w:r>
        <w:t>Ketiga, dengan air murni.</w:t>
      </w:r>
      <w:r w:rsidRPr="00182251">
        <w:rPr>
          <w:rStyle w:val="libFootnotenumChar"/>
        </w:rPr>
        <w:footnoteReference w:id="164"/>
      </w:r>
    </w:p>
    <w:p w:rsidR="004F6866" w:rsidRDefault="004F6866" w:rsidP="004F6866">
      <w:pPr>
        <w:pStyle w:val="libNormal"/>
      </w:pPr>
      <w:r>
        <w:t>3. Mandi mayat dilakukan seperti mandi janabah, dan berdasarkan ihtiyath wajib, sebisa</w:t>
      </w:r>
    </w:p>
    <w:p w:rsidR="004F6866" w:rsidRDefault="004F6866" w:rsidP="004F6866">
      <w:pPr>
        <w:pStyle w:val="libNormal"/>
      </w:pPr>
      <w:r>
        <w:t>mungkin mayat di-mandikan secara tar</w:t>
      </w:r>
      <w:r w:rsidR="00182251">
        <w:t>tibi dan tidak secara irtimasi.</w:t>
      </w:r>
      <w:r w:rsidR="00182251" w:rsidRPr="00182251">
        <w:rPr>
          <w:rStyle w:val="libFootnotenumChar"/>
        </w:rPr>
        <w:footnoteReference w:id="165"/>
      </w:r>
    </w:p>
    <w:p w:rsidR="00163F78" w:rsidRDefault="00163F78" w:rsidP="004F6866">
      <w:pPr>
        <w:pStyle w:val="libNormal"/>
      </w:pPr>
    </w:p>
    <w:p w:rsidR="004F6866" w:rsidRDefault="004F6866" w:rsidP="00163F78">
      <w:pPr>
        <w:pStyle w:val="Heading2"/>
      </w:pPr>
      <w:bookmarkStart w:id="131" w:name="_Toc422656626"/>
      <w:r>
        <w:t>Mandi yang Khusus bagi Perempuan</w:t>
      </w:r>
      <w:bookmarkEnd w:id="131"/>
    </w:p>
    <w:p w:rsidR="00163F78" w:rsidRDefault="00163F78" w:rsidP="004F6866">
      <w:pPr>
        <w:pStyle w:val="libNormal"/>
      </w:pPr>
    </w:p>
    <w:p w:rsidR="004F6866" w:rsidRDefault="004F6866" w:rsidP="004F6866">
      <w:pPr>
        <w:pStyle w:val="libNormal"/>
      </w:pPr>
      <w:r>
        <w:t>Haid, Nifas, Istihadhah:</w:t>
      </w:r>
    </w:p>
    <w:p w:rsidR="004F6866" w:rsidRDefault="004F6866" w:rsidP="004F6866">
      <w:pPr>
        <w:pStyle w:val="libNormal"/>
      </w:pPr>
      <w:r>
        <w:t>1. Darah yang keluar ketika perempuan melah</w:t>
      </w:r>
      <w:r w:rsidR="00182251">
        <w:t>irkan anak adalah darah nifas.</w:t>
      </w:r>
      <w:r w:rsidR="00182251" w:rsidRPr="00182251">
        <w:rPr>
          <w:rStyle w:val="libFootnotenumChar"/>
        </w:rPr>
        <w:footnoteReference w:id="166"/>
      </w:r>
    </w:p>
    <w:p w:rsidR="004F6866" w:rsidRDefault="004F6866" w:rsidP="004F6866">
      <w:pPr>
        <w:pStyle w:val="libNormal"/>
      </w:pPr>
      <w:r>
        <w:t>2. Darah yang keluar dari perempuan pada hari-hari mens-truasi adalah darah haid.</w:t>
      </w:r>
    </w:p>
    <w:p w:rsidR="00F0063F" w:rsidRDefault="004F6866" w:rsidP="00F0063F">
      <w:pPr>
        <w:pStyle w:val="libNormal"/>
      </w:pPr>
      <w:r>
        <w:lastRenderedPageBreak/>
        <w:t>3. Ketika perempuan sudah suci dari darah haid dan nifas harus mandi untuk salat dan ibadah-</w:t>
      </w:r>
      <w:r w:rsidR="00F0063F">
        <w:t>ibadah yangme-merlukan kesucian.</w:t>
      </w:r>
      <w:r w:rsidR="00F0063F" w:rsidRPr="00F0063F">
        <w:rPr>
          <w:rStyle w:val="libFootnotenumChar"/>
        </w:rPr>
        <w:footnoteReference w:id="167"/>
      </w:r>
    </w:p>
    <w:p w:rsidR="00F0063F" w:rsidRDefault="00F0063F" w:rsidP="00F0063F">
      <w:pPr>
        <w:pStyle w:val="libNormal"/>
      </w:pPr>
      <w:r>
        <w:t>4. Darah lain yang keluar dari perempuan adalah darah istihadhah. Dan pada sebagian macam</w:t>
      </w:r>
    </w:p>
    <w:p w:rsidR="00F0063F" w:rsidRDefault="00F0063F" w:rsidP="00F0063F">
      <w:pPr>
        <w:pStyle w:val="libNormal"/>
      </w:pPr>
      <w:r>
        <w:t>dari darah isti-hadhah ini, dia harus mandi untuk melakukan salat dan ibadah-ibadah yang</w:t>
      </w:r>
    </w:p>
    <w:p w:rsidR="00F0063F" w:rsidRDefault="00F0063F" w:rsidP="00F0063F">
      <w:pPr>
        <w:pStyle w:val="libNormal"/>
      </w:pPr>
      <w:r>
        <w:t>memerlukan kesucian.</w:t>
      </w:r>
      <w:r w:rsidRPr="00F0063F">
        <w:rPr>
          <w:rStyle w:val="libFootnotenumChar"/>
        </w:rPr>
        <w:footnoteReference w:id="168"/>
      </w:r>
    </w:p>
    <w:p w:rsidR="009F772A" w:rsidRDefault="009F772A" w:rsidP="00F0063F">
      <w:pPr>
        <w:pStyle w:val="libNormal"/>
      </w:pPr>
    </w:p>
    <w:p w:rsidR="00F0063F" w:rsidRDefault="00F0063F" w:rsidP="009F772A">
      <w:pPr>
        <w:pStyle w:val="Heading2"/>
      </w:pPr>
      <w:bookmarkStart w:id="132" w:name="_Toc422656627"/>
      <w:r>
        <w:t>Kesimpulan Pelajaran</w:t>
      </w:r>
      <w:bookmarkEnd w:id="132"/>
    </w:p>
    <w:p w:rsidR="009F772A" w:rsidRDefault="009F772A" w:rsidP="00F0063F">
      <w:pPr>
        <w:pStyle w:val="libNormal"/>
      </w:pPr>
    </w:p>
    <w:p w:rsidR="00F0063F" w:rsidRDefault="00F0063F" w:rsidP="00F0063F">
      <w:pPr>
        <w:pStyle w:val="libNormal"/>
      </w:pPr>
      <w:r>
        <w:t>1. Dalam mandi, seluruh badan harus disiram; secara tartibi atau irtimasi.</w:t>
      </w:r>
    </w:p>
    <w:p w:rsidR="00F0063F" w:rsidRDefault="00F0063F" w:rsidP="00F0063F">
      <w:pPr>
        <w:pStyle w:val="libNormal"/>
      </w:pPr>
      <w:r>
        <w:t>2. Syarat sahnya mandi adalah seperti syarat sahnya wudu, kecuali muwalat dan membasuh</w:t>
      </w:r>
    </w:p>
    <w:p w:rsidR="00F0063F" w:rsidRDefault="00F0063F" w:rsidP="00F0063F">
      <w:pPr>
        <w:pStyle w:val="libNormal"/>
      </w:pPr>
      <w:r>
        <w:t>anggota-anngota mandi dari atas ke bawah.</w:t>
      </w:r>
    </w:p>
    <w:p w:rsidR="00F0063F" w:rsidRDefault="00F0063F" w:rsidP="00F0063F">
      <w:pPr>
        <w:pStyle w:val="libNormal"/>
      </w:pPr>
      <w:r>
        <w:t>3. Orang yang telah mandi janabah tidak harus berwudu untuk salat, kecuali jika ketika atau</w:t>
      </w:r>
    </w:p>
    <w:p w:rsidR="00F0063F" w:rsidRDefault="00F0063F" w:rsidP="00F0063F">
      <w:pPr>
        <w:pStyle w:val="libNormal"/>
      </w:pPr>
      <w:r>
        <w:t>sesudah mandi terjadi hal-hal yangmembatalkan wudu.</w:t>
      </w:r>
    </w:p>
    <w:p w:rsidR="00F0063F" w:rsidRDefault="00F0063F" w:rsidP="00F0063F">
      <w:pPr>
        <w:pStyle w:val="libNormal"/>
      </w:pPr>
      <w:r>
        <w:t>4. Seseorang yang wajib melakukan beberapa mandi bisa mandi sekali saja dengan beberapa niat</w:t>
      </w:r>
    </w:p>
    <w:p w:rsidR="00F0063F" w:rsidRDefault="00F0063F" w:rsidP="00F0063F">
      <w:pPr>
        <w:pStyle w:val="libNormal"/>
      </w:pPr>
      <w:r>
        <w:t>(mandi wajib), bahkan pada saat itu juga dia bisa niat mandi sunah; sepertimandi Jum’at.</w:t>
      </w:r>
    </w:p>
    <w:p w:rsidR="00F0063F" w:rsidRDefault="00F0063F" w:rsidP="00F0063F">
      <w:pPr>
        <w:pStyle w:val="libNormal"/>
      </w:pPr>
      <w:r>
        <w:t>5. Persentuhan satu dari anggota badan seseorang dengan tubuh mayat adalah penyebab</w:t>
      </w:r>
    </w:p>
    <w:p w:rsidR="00F0063F" w:rsidRDefault="00F0063F" w:rsidP="00F0063F">
      <w:pPr>
        <w:pStyle w:val="libNormal"/>
      </w:pPr>
      <w:r>
        <w:t>wajibnya mandimenyen-tuh mayat atasnya.</w:t>
      </w:r>
    </w:p>
    <w:p w:rsidR="00F0063F" w:rsidRDefault="00F0063F" w:rsidP="00F0063F">
      <w:pPr>
        <w:pStyle w:val="libNormal"/>
      </w:pPr>
      <w:r>
        <w:t>6. Jika satu dari anggota badan seseorang menyentuh tu-buh mayat yang syahid, atau mayat</w:t>
      </w:r>
    </w:p>
    <w:p w:rsidR="00F0063F" w:rsidRDefault="00F0063F" w:rsidP="00F0063F">
      <w:pPr>
        <w:pStyle w:val="libNormal"/>
      </w:pPr>
      <w:r>
        <w:t>yang belum dingin, atau mayat yang sudah dimandikan, maka dia tidak diwajibkan mandi</w:t>
      </w:r>
    </w:p>
    <w:p w:rsidR="00F0063F" w:rsidRDefault="00F0063F" w:rsidP="00F0063F">
      <w:pPr>
        <w:pStyle w:val="libNormal"/>
      </w:pPr>
      <w:r>
        <w:t>menyentuh mayat.</w:t>
      </w:r>
    </w:p>
    <w:p w:rsidR="00F0063F" w:rsidRDefault="00F0063F" w:rsidP="00F0063F">
      <w:pPr>
        <w:pStyle w:val="libNormal"/>
      </w:pPr>
      <w:r>
        <w:t>7. Jika seorang mukmin meninggal dunia, dia harus di-mandikan tiga kali kemudian dikafani</w:t>
      </w:r>
    </w:p>
    <w:p w:rsidR="00F0063F" w:rsidRDefault="00F0063F" w:rsidP="00F0063F">
      <w:pPr>
        <w:pStyle w:val="libNormal"/>
      </w:pPr>
      <w:r>
        <w:lastRenderedPageBreak/>
        <w:t>lalu disalati, setelah itu dikuburkan.</w:t>
      </w:r>
    </w:p>
    <w:p w:rsidR="00F0063F" w:rsidRDefault="00F0063F" w:rsidP="00F0063F">
      <w:pPr>
        <w:pStyle w:val="libNormal"/>
      </w:pPr>
      <w:r>
        <w:t>8. Mandi mayat yaitu:</w:t>
      </w:r>
    </w:p>
    <w:p w:rsidR="00F0063F" w:rsidRDefault="00F0063F" w:rsidP="00F0063F">
      <w:pPr>
        <w:pStyle w:val="libNormal"/>
      </w:pPr>
      <w:r>
        <w:t>a. Mula-mula, mandi dengan air bidara.</w:t>
      </w:r>
    </w:p>
    <w:p w:rsidR="00F0063F" w:rsidRDefault="00F0063F" w:rsidP="00F0063F">
      <w:pPr>
        <w:pStyle w:val="libNormal"/>
      </w:pPr>
      <w:r>
        <w:t>b. Lalu, mandi dengan air kapur.</w:t>
      </w:r>
    </w:p>
    <w:p w:rsidR="00F0063F" w:rsidRDefault="00F0063F" w:rsidP="00F0063F">
      <w:pPr>
        <w:pStyle w:val="libNormal"/>
      </w:pPr>
      <w:r>
        <w:t>c. Lalu, mandi dengan air murni.</w:t>
      </w:r>
    </w:p>
    <w:p w:rsidR="00F0063F" w:rsidRDefault="00F0063F" w:rsidP="00F0063F">
      <w:pPr>
        <w:pStyle w:val="libNormal"/>
      </w:pPr>
      <w:r>
        <w:t>9. Mandi haid, mandi nifas dan mandi istihadhah adalah mandi yang diwajibkan khusus bagi</w:t>
      </w:r>
    </w:p>
    <w:p w:rsidR="00F0063F" w:rsidRDefault="00F0063F" w:rsidP="00F0063F">
      <w:pPr>
        <w:pStyle w:val="libNormal"/>
      </w:pPr>
      <w:r>
        <w:t>perempuan.</w:t>
      </w:r>
    </w:p>
    <w:p w:rsidR="009F772A" w:rsidRDefault="009F772A" w:rsidP="00F0063F">
      <w:pPr>
        <w:pStyle w:val="libNormal"/>
      </w:pPr>
    </w:p>
    <w:p w:rsidR="00F0063F" w:rsidRDefault="00F0063F" w:rsidP="009F772A">
      <w:pPr>
        <w:pStyle w:val="Heading2"/>
      </w:pPr>
      <w:bookmarkStart w:id="133" w:name="_Toc422656628"/>
      <w:r>
        <w:t>Pertanyaan:</w:t>
      </w:r>
      <w:bookmarkEnd w:id="133"/>
    </w:p>
    <w:p w:rsidR="009F772A" w:rsidRDefault="009F772A" w:rsidP="00F0063F">
      <w:pPr>
        <w:pStyle w:val="libNormal"/>
      </w:pPr>
    </w:p>
    <w:p w:rsidR="00F0063F" w:rsidRDefault="00F0063F" w:rsidP="00F0063F">
      <w:pPr>
        <w:pStyle w:val="libNormal"/>
      </w:pPr>
      <w:r>
        <w:t>1. Bagaimana cara mandi tartibi?</w:t>
      </w:r>
    </w:p>
    <w:p w:rsidR="00F0063F" w:rsidRDefault="00F0063F" w:rsidP="00F0063F">
      <w:pPr>
        <w:pStyle w:val="libNormal"/>
      </w:pPr>
      <w:r>
        <w:t>2. Bisakah mandi irtimasi pada air yang kurang dari satu kur?</w:t>
      </w:r>
    </w:p>
    <w:p w:rsidR="00F0063F" w:rsidRDefault="00F0063F" w:rsidP="00F0063F">
      <w:pPr>
        <w:pStyle w:val="libNormal"/>
      </w:pPr>
      <w:r>
        <w:t>3. Seseorang junub pada hari Jum’at, lalu dia mandi sekali dengan niat mandi janabah dan niat</w:t>
      </w:r>
    </w:p>
    <w:p w:rsidR="00F0063F" w:rsidRDefault="00F0063F" w:rsidP="00F0063F">
      <w:pPr>
        <w:pStyle w:val="libNormal"/>
      </w:pPr>
      <w:r>
        <w:t>mandi Jum’at; apakah dia bisa salat dengan mandi tersebut atau juga harus berwudu?</w:t>
      </w:r>
    </w:p>
    <w:p w:rsidR="00F0063F" w:rsidRDefault="00F0063F" w:rsidP="00F0063F">
      <w:pPr>
        <w:pStyle w:val="libNormal"/>
      </w:pPr>
      <w:r>
        <w:t>4. Berikan penjelasan seputar niat mandi!</w:t>
      </w:r>
    </w:p>
    <w:p w:rsidR="00F0063F" w:rsidRDefault="00F0063F" w:rsidP="00F0063F">
      <w:pPr>
        <w:pStyle w:val="libNormal"/>
      </w:pPr>
      <w:r>
        <w:t>5. Apakah perbedaan antara mandi mayat dan mandi menyentuh mayat?</w:t>
      </w:r>
    </w:p>
    <w:p w:rsidR="002C0757" w:rsidRDefault="00F0063F" w:rsidP="00F0063F">
      <w:pPr>
        <w:pStyle w:val="libNormal"/>
      </w:pPr>
      <w:r>
        <w:t>6. Dalam keadaan apakah mayat yang syahid tidak seha-rusnya dimandikan?</w:t>
      </w:r>
    </w:p>
    <w:p w:rsidR="002C0757" w:rsidRPr="002C0757" w:rsidRDefault="002C0757">
      <w:r>
        <w:br w:type="page"/>
      </w:r>
    </w:p>
    <w:p w:rsidR="003F0342" w:rsidRDefault="003F0342" w:rsidP="003F0342">
      <w:pPr>
        <w:pStyle w:val="Heading1Center"/>
      </w:pPr>
      <w:bookmarkStart w:id="134" w:name="_Toc422656629"/>
      <w:r>
        <w:lastRenderedPageBreak/>
        <w:t>Pelajaran 12</w:t>
      </w:r>
      <w:bookmarkEnd w:id="134"/>
    </w:p>
    <w:p w:rsidR="003F0342" w:rsidRDefault="003F0342" w:rsidP="003F0342">
      <w:pPr>
        <w:pStyle w:val="Heading1Center"/>
      </w:pPr>
      <w:bookmarkStart w:id="135" w:name="_Toc422656630"/>
      <w:r>
        <w:t>TAYAMUM</w:t>
      </w:r>
      <w:r>
        <w:rPr>
          <w:rFonts w:hint="cs"/>
          <w:rtl/>
        </w:rPr>
        <w:t xml:space="preserve"> </w:t>
      </w:r>
      <w:r>
        <w:t>(PENGGANTI WUDU</w:t>
      </w:r>
      <w:bookmarkEnd w:id="135"/>
    </w:p>
    <w:p w:rsidR="003F0342" w:rsidRDefault="003F0342" w:rsidP="003F0342">
      <w:pPr>
        <w:pStyle w:val="Heading1Center"/>
      </w:pPr>
      <w:bookmarkStart w:id="136" w:name="_Toc422656631"/>
      <w:r>
        <w:t>DANMANDI)</w:t>
      </w:r>
      <w:bookmarkEnd w:id="136"/>
    </w:p>
    <w:p w:rsidR="003F0342" w:rsidRDefault="003F0342" w:rsidP="003F0342">
      <w:pPr>
        <w:pStyle w:val="libNormal"/>
        <w:rPr>
          <w:rtl/>
        </w:rPr>
      </w:pPr>
    </w:p>
    <w:p w:rsidR="003F0342" w:rsidRDefault="003F0342" w:rsidP="003F0342">
      <w:pPr>
        <w:pStyle w:val="libNormal"/>
      </w:pPr>
      <w:r>
        <w:t>Tayamum diwajibkan atas seseorang pada kondisi-kondisi di bawah ini:</w:t>
      </w:r>
    </w:p>
    <w:p w:rsidR="003F0342" w:rsidRDefault="003F0342" w:rsidP="003F0342">
      <w:pPr>
        <w:pStyle w:val="libNormal"/>
      </w:pPr>
      <w:r>
        <w:t>1. Tidak ada air atau tidakmenemukan air.</w:t>
      </w:r>
    </w:p>
    <w:p w:rsidR="003F0342" w:rsidRDefault="003F0342" w:rsidP="003F0342">
      <w:pPr>
        <w:pStyle w:val="libNormal"/>
      </w:pPr>
      <w:r>
        <w:t>2. Air berbahaya bagi dirinya. Misalnya, karena menggu-nakan air, ia terjangkiti suatu</w:t>
      </w:r>
    </w:p>
    <w:p w:rsidR="003F0342" w:rsidRDefault="003F0342" w:rsidP="003F0342">
      <w:pPr>
        <w:pStyle w:val="libNormal"/>
      </w:pPr>
      <w:r>
        <w:t>penyakit.</w:t>
      </w:r>
    </w:p>
    <w:p w:rsidR="003F0342" w:rsidRDefault="003F0342" w:rsidP="003F0342">
      <w:pPr>
        <w:pStyle w:val="libNormal"/>
      </w:pPr>
      <w:r>
        <w:t>3. Jika air digunakan untuk berwudu atau mandi, dia atau istrinya atau anak-anaknya atau</w:t>
      </w:r>
    </w:p>
    <w:p w:rsidR="003F0342" w:rsidRDefault="003F0342" w:rsidP="003F0342">
      <w:pPr>
        <w:pStyle w:val="libNormal"/>
      </w:pPr>
      <w:r>
        <w:t>temannya atau orang-orang yang ada hubungan dengannya akan mati atau sakit karena</w:t>
      </w:r>
    </w:p>
    <w:p w:rsidR="003F0342" w:rsidRDefault="003F0342" w:rsidP="003F0342">
      <w:pPr>
        <w:pStyle w:val="libNormal"/>
      </w:pPr>
      <w:r>
        <w:t>kehausan (begitu pula hewan-hewan peliharaannya).</w:t>
      </w:r>
    </w:p>
    <w:p w:rsidR="003F0342" w:rsidRDefault="003F0342" w:rsidP="003F0342">
      <w:pPr>
        <w:pStyle w:val="libNormal"/>
      </w:pPr>
      <w:r>
        <w:t>4. Badan atau pakaiannya najis sedangkan air tidak cu-kup untuk menyucikannya dan juga dia</w:t>
      </w:r>
    </w:p>
    <w:p w:rsidR="003F0342" w:rsidRDefault="003F0342" w:rsidP="003F0342">
      <w:pPr>
        <w:pStyle w:val="libNormal"/>
      </w:pPr>
      <w:r>
        <w:t>tidak punya baju lain.</w:t>
      </w:r>
    </w:p>
    <w:p w:rsidR="003F0342" w:rsidRDefault="003F0342" w:rsidP="003F0342">
      <w:pPr>
        <w:pStyle w:val="libNormal"/>
      </w:pPr>
      <w:r>
        <w:t xml:space="preserve">5. Tidak punya </w:t>
      </w:r>
      <w:r w:rsidR="009E4ADE">
        <w:t>waktu untuk berwudu atau mandi.</w:t>
      </w:r>
      <w:r w:rsidR="009E4ADE" w:rsidRPr="009E4ADE">
        <w:rPr>
          <w:rStyle w:val="libFootnotenumChar"/>
        </w:rPr>
        <w:footnoteReference w:id="169"/>
      </w:r>
    </w:p>
    <w:p w:rsidR="00A908D6" w:rsidRDefault="00A908D6" w:rsidP="003F0342">
      <w:pPr>
        <w:pStyle w:val="libNormal"/>
      </w:pPr>
    </w:p>
    <w:p w:rsidR="003F0342" w:rsidRDefault="003F0342" w:rsidP="00A908D6">
      <w:pPr>
        <w:pStyle w:val="Heading2"/>
      </w:pPr>
      <w:bookmarkStart w:id="137" w:name="_Toc422656632"/>
      <w:r>
        <w:t>Bagaimana Cara Bertayamum?</w:t>
      </w:r>
      <w:bookmarkEnd w:id="137"/>
    </w:p>
    <w:p w:rsidR="00A908D6" w:rsidRDefault="00A908D6" w:rsidP="003F0342">
      <w:pPr>
        <w:pStyle w:val="libNormal"/>
      </w:pPr>
    </w:p>
    <w:p w:rsidR="003F0342" w:rsidRDefault="003F0342" w:rsidP="003F0342">
      <w:pPr>
        <w:pStyle w:val="libNormal"/>
      </w:pPr>
      <w:r>
        <w:t>Amalan-amalan tayamum:</w:t>
      </w:r>
    </w:p>
    <w:p w:rsidR="003F0342" w:rsidRDefault="003F0342" w:rsidP="003F0342">
      <w:pPr>
        <w:pStyle w:val="libNormal"/>
      </w:pPr>
      <w:r>
        <w:t>1. Meletakkan kedua telapak tangan secara bersamaan pada sesuatu yang sah untuk dipakai</w:t>
      </w:r>
    </w:p>
    <w:p w:rsidR="003F0342" w:rsidRDefault="003F0342" w:rsidP="003F0342">
      <w:pPr>
        <w:pStyle w:val="libNormal"/>
      </w:pPr>
      <w:r>
        <w:t>tayamum.</w:t>
      </w:r>
    </w:p>
    <w:p w:rsidR="003F0342" w:rsidRDefault="003F0342" w:rsidP="003F0342">
      <w:pPr>
        <w:pStyle w:val="libNormal"/>
      </w:pPr>
      <w:r>
        <w:t>2. Mengusapkan kedua telapak tangan tadi ke seluruh dahi dan kedua sisinya; mulai dari</w:t>
      </w:r>
    </w:p>
    <w:p w:rsidR="003F0342" w:rsidRDefault="003F0342" w:rsidP="003F0342">
      <w:pPr>
        <w:pStyle w:val="libNormal"/>
      </w:pPr>
      <w:r>
        <w:t>tempat tumbuhnya rambut sampai ke permukaan kedua alis dan ke ujung bagian atas</w:t>
      </w:r>
    </w:p>
    <w:p w:rsidR="003F0342" w:rsidRDefault="003F0342" w:rsidP="003F0342">
      <w:pPr>
        <w:pStyle w:val="libNormal"/>
      </w:pPr>
      <w:r>
        <w:t>hidungnya.</w:t>
      </w:r>
    </w:p>
    <w:p w:rsidR="003F0342" w:rsidRDefault="003F0342" w:rsidP="003F0342">
      <w:pPr>
        <w:pStyle w:val="libNormal"/>
      </w:pPr>
      <w:r>
        <w:t>3. Mengusapkan telapak tangan kiri ke seluruh pung-gung tangan kanan.</w:t>
      </w:r>
    </w:p>
    <w:p w:rsidR="003F0342" w:rsidRDefault="003F0342" w:rsidP="003F0342">
      <w:pPr>
        <w:pStyle w:val="libNormal"/>
      </w:pPr>
      <w:r>
        <w:lastRenderedPageBreak/>
        <w:t>4. Mengusapkan telapak tangan kanan ke seluruh pung-gung tangan kiri.</w:t>
      </w:r>
    </w:p>
    <w:p w:rsidR="003F0342" w:rsidRDefault="003F0342" w:rsidP="003F0342">
      <w:pPr>
        <w:pStyle w:val="libNormal"/>
      </w:pPr>
      <w:r>
        <w:t>Seluruh amalan tayamum harus dilakukan dengan niat tayamum dan untuk melaksanakan</w:t>
      </w:r>
    </w:p>
    <w:p w:rsidR="003F0342" w:rsidRDefault="003F0342" w:rsidP="003F0342">
      <w:pPr>
        <w:pStyle w:val="libNormal"/>
      </w:pPr>
      <w:r>
        <w:t>perintah ilahi, begitu juga harus dijelaskan bahwa tayamum sebagai ganti wudu atau sebagai</w:t>
      </w:r>
    </w:p>
    <w:p w:rsidR="003F0342" w:rsidRDefault="009E4ADE" w:rsidP="003F0342">
      <w:pPr>
        <w:pStyle w:val="libNormal"/>
      </w:pPr>
      <w:r>
        <w:t>ganti mandi.</w:t>
      </w:r>
      <w:r w:rsidRPr="009E4ADE">
        <w:rPr>
          <w:rStyle w:val="libFootnotenumChar"/>
        </w:rPr>
        <w:footnoteReference w:id="170"/>
      </w:r>
    </w:p>
    <w:p w:rsidR="00A908D6" w:rsidRDefault="00A908D6" w:rsidP="003F0342">
      <w:pPr>
        <w:pStyle w:val="libNormal"/>
      </w:pPr>
    </w:p>
    <w:p w:rsidR="003F0342" w:rsidRDefault="003F0342" w:rsidP="00A908D6">
      <w:pPr>
        <w:pStyle w:val="Heading2"/>
      </w:pPr>
      <w:bookmarkStart w:id="138" w:name="_Toc422656633"/>
      <w:r>
        <w:t>Hal-hal yang Bisa Digunakan untuk Bertayamum:</w:t>
      </w:r>
      <w:bookmarkEnd w:id="138"/>
    </w:p>
    <w:p w:rsidR="00A908D6" w:rsidRDefault="00A908D6" w:rsidP="003F0342">
      <w:pPr>
        <w:pStyle w:val="libNormal"/>
      </w:pPr>
    </w:p>
    <w:p w:rsidR="003F0342" w:rsidRDefault="003F0342" w:rsidP="003F0342">
      <w:pPr>
        <w:pStyle w:val="libNormal"/>
      </w:pPr>
      <w:r>
        <w:t>· Tanah.</w:t>
      </w:r>
    </w:p>
    <w:p w:rsidR="003F0342" w:rsidRDefault="003F0342" w:rsidP="003F0342">
      <w:pPr>
        <w:pStyle w:val="libNormal"/>
      </w:pPr>
      <w:r>
        <w:t>· Kerikil</w:t>
      </w:r>
    </w:p>
    <w:p w:rsidR="003F0342" w:rsidRDefault="003F0342" w:rsidP="003F0342">
      <w:pPr>
        <w:pStyle w:val="libNormal"/>
      </w:pPr>
      <w:r>
        <w:t>· Batu-batuan seperti: batu koral, batu marmer, batu tahu (sebelum dimasak), batu gamping</w:t>
      </w:r>
    </w:p>
    <w:p w:rsidR="003F0342" w:rsidRDefault="003F0342" w:rsidP="003F0342">
      <w:pPr>
        <w:pStyle w:val="libNormal"/>
      </w:pPr>
      <w:r>
        <w:t>(sebelum di-masak).</w:t>
      </w:r>
    </w:p>
    <w:p w:rsidR="003F0342" w:rsidRDefault="003F0342" w:rsidP="003F0342">
      <w:pPr>
        <w:pStyle w:val="libNormal"/>
      </w:pPr>
      <w:r>
        <w:t>· Tanah yang sudah dimasak; seperti bat</w:t>
      </w:r>
      <w:r w:rsidR="009E4ADE">
        <w:t>u bata, kendi dari tanah liat.</w:t>
      </w:r>
      <w:r w:rsidR="009E4ADE" w:rsidRPr="009E4ADE">
        <w:rPr>
          <w:rStyle w:val="libFootnotenumChar"/>
        </w:rPr>
        <w:footnoteReference w:id="171"/>
      </w:r>
      <w:r w:rsidR="009E4ADE">
        <w:t xml:space="preserve"> . </w:t>
      </w:r>
      <w:r w:rsidR="009E4ADE" w:rsidRPr="009E4ADE">
        <w:rPr>
          <w:rStyle w:val="libFootnotenumChar"/>
        </w:rPr>
        <w:footnoteReference w:id="172"/>
      </w:r>
    </w:p>
    <w:p w:rsidR="00A908D6" w:rsidRDefault="00A908D6" w:rsidP="003F0342">
      <w:pPr>
        <w:pStyle w:val="libNormal"/>
      </w:pPr>
    </w:p>
    <w:p w:rsidR="003F0342" w:rsidRDefault="003F0342" w:rsidP="00A908D6">
      <w:pPr>
        <w:pStyle w:val="Heading2"/>
      </w:pPr>
      <w:bookmarkStart w:id="139" w:name="_Toc422656634"/>
      <w:r>
        <w:t>Beberapa Masalah</w:t>
      </w:r>
      <w:bookmarkEnd w:id="139"/>
    </w:p>
    <w:p w:rsidR="00A908D6" w:rsidRDefault="00A908D6" w:rsidP="003F0342">
      <w:pPr>
        <w:pStyle w:val="libNormal"/>
      </w:pPr>
    </w:p>
    <w:p w:rsidR="00A92A07" w:rsidRDefault="003F0342" w:rsidP="00A92A07">
      <w:pPr>
        <w:pStyle w:val="libNormal"/>
      </w:pPr>
      <w:r>
        <w:t>1. Tidak ada beda antara tayamum sebagai pengganti wudu dengan tayamum sebagai</w:t>
      </w:r>
      <w:r w:rsidR="00731714">
        <w:t xml:space="preserve"> </w:t>
      </w:r>
      <w:r w:rsidR="00A92A07">
        <w:t>penggantimandi ke-cuali pada niatnya.</w:t>
      </w:r>
      <w:r w:rsidR="00A92A07" w:rsidRPr="00A92A07">
        <w:rPr>
          <w:rStyle w:val="libFootnotenumChar"/>
        </w:rPr>
        <w:footnoteReference w:id="173"/>
      </w:r>
    </w:p>
    <w:p w:rsidR="00A92A07" w:rsidRDefault="00A92A07" w:rsidP="00A92A07">
      <w:pPr>
        <w:pStyle w:val="libNormal"/>
      </w:pPr>
      <w:r>
        <w:t>2. Jika seseorang melakukan tayamum sebagai pengganti wudu lalu mengalami sesuatu yang</w:t>
      </w:r>
    </w:p>
    <w:p w:rsidR="00A92A07" w:rsidRDefault="00A92A07" w:rsidP="00A92A07">
      <w:pPr>
        <w:pStyle w:val="libNormal"/>
      </w:pPr>
      <w:r>
        <w:t>membatalkan wudu, maka tayamumnya batal.</w:t>
      </w:r>
      <w:r w:rsidRPr="00A92A07">
        <w:rPr>
          <w:rStyle w:val="libFootnotenumChar"/>
        </w:rPr>
        <w:footnoteReference w:id="174"/>
      </w:r>
    </w:p>
    <w:p w:rsidR="00A92A07" w:rsidRDefault="00A92A07" w:rsidP="00A92A07">
      <w:pPr>
        <w:pStyle w:val="libNormal"/>
      </w:pPr>
      <w:r>
        <w:t>3. Jika seseorang melakukan tayamum sebagai pengganti mandi lalu mengalami salah satu</w:t>
      </w:r>
    </w:p>
    <w:p w:rsidR="00A92A07" w:rsidRDefault="00A92A07" w:rsidP="00A92A07">
      <w:pPr>
        <w:pStyle w:val="libNormal"/>
      </w:pPr>
      <w:r>
        <w:lastRenderedPageBreak/>
        <w:t>penyebab mandi wajib seperti: janabah atau menyentu</w:t>
      </w:r>
      <w:r w:rsidR="009447C1">
        <w:t>h mayat, maka tayamumnya batal.</w:t>
      </w:r>
      <w:r w:rsidR="009447C1" w:rsidRPr="009447C1">
        <w:rPr>
          <w:rStyle w:val="libFootnotenumChar"/>
        </w:rPr>
        <w:footnoteReference w:id="175"/>
      </w:r>
    </w:p>
    <w:p w:rsidR="00A92A07" w:rsidRDefault="00A92A07" w:rsidP="00A92A07">
      <w:pPr>
        <w:pStyle w:val="libNormal"/>
      </w:pPr>
      <w:r>
        <w:t>4. Tayamum seseorang itu sah jika dia tidak bisa wudu atau mandi. Oleh karena itu, jika dia</w:t>
      </w:r>
    </w:p>
    <w:p w:rsidR="00A92A07" w:rsidRDefault="00A92A07" w:rsidP="00A92A07">
      <w:pPr>
        <w:pStyle w:val="libNormal"/>
      </w:pPr>
      <w:r>
        <w:t>bertayamum tanpa uzur, maka tayamumnya tidak sah. Begitu pula, jika dia bertayamum</w:t>
      </w:r>
    </w:p>
    <w:p w:rsidR="00A92A07" w:rsidRDefault="00A92A07" w:rsidP="00A92A07">
      <w:pPr>
        <w:pStyle w:val="libNormal"/>
      </w:pPr>
      <w:r>
        <w:t>karena ada uzur kemudian uzur-nya ini hilang, misalnya; tidak ada air kemudian dia</w:t>
      </w:r>
    </w:p>
    <w:p w:rsidR="00A92A07" w:rsidRDefault="00A92A07" w:rsidP="00A92A07">
      <w:pPr>
        <w:pStyle w:val="libNormal"/>
      </w:pPr>
      <w:r>
        <w:t>mendapatkan air,</w:t>
      </w:r>
      <w:r w:rsidR="009447C1">
        <w:t xml:space="preserve"> maka tayamumnya batal.</w:t>
      </w:r>
      <w:r w:rsidR="009447C1" w:rsidRPr="009447C1">
        <w:rPr>
          <w:rStyle w:val="libFootnotenumChar"/>
        </w:rPr>
        <w:footnoteReference w:id="176"/>
      </w:r>
    </w:p>
    <w:p w:rsidR="00A92A07" w:rsidRDefault="00A92A07" w:rsidP="00A92A07">
      <w:pPr>
        <w:pStyle w:val="libNormal"/>
      </w:pPr>
      <w:r>
        <w:t>5. Seseorang yang melakukan tayamum sebagai peng-ganti mandi janabah tidak perlu</w:t>
      </w:r>
    </w:p>
    <w:p w:rsidR="00A92A07" w:rsidRDefault="009447C1" w:rsidP="00A92A07">
      <w:pPr>
        <w:pStyle w:val="libNormal"/>
      </w:pPr>
      <w:r>
        <w:t>berwudu untuk salat.</w:t>
      </w:r>
      <w:r w:rsidRPr="009447C1">
        <w:rPr>
          <w:rStyle w:val="libFootnotenumChar"/>
        </w:rPr>
        <w:footnoteReference w:id="177"/>
      </w:r>
      <w:r w:rsidR="00A92A07">
        <w:t xml:space="preserve"> Namun, jika tayamumnya sebagai pengganti selain mandi janabah,</w:t>
      </w:r>
    </w:p>
    <w:p w:rsidR="00A92A07" w:rsidRDefault="00A92A07" w:rsidP="00A92A07">
      <w:pPr>
        <w:pStyle w:val="libNormal"/>
      </w:pPr>
      <w:r>
        <w:t>dia tidak bisa salat dengan tayamum tersebut, bahkan dia juga harus berwudu. Dan jika dia</w:t>
      </w:r>
    </w:p>
    <w:p w:rsidR="00A92A07" w:rsidRDefault="00A92A07" w:rsidP="00A92A07">
      <w:pPr>
        <w:pStyle w:val="libNormal"/>
      </w:pPr>
      <w:r>
        <w:t>tidak bisa juga berwudu, maka dia harus bertayamum untuk yang kedua kalinya sebagai</w:t>
      </w:r>
    </w:p>
    <w:p w:rsidR="00A92A07" w:rsidRDefault="009447C1" w:rsidP="00A92A07">
      <w:pPr>
        <w:pStyle w:val="libNormal"/>
      </w:pPr>
      <w:r>
        <w:t>pengganti wudu.</w:t>
      </w:r>
      <w:r w:rsidRPr="009447C1">
        <w:rPr>
          <w:rStyle w:val="libFootnotenumChar"/>
        </w:rPr>
        <w:footnoteReference w:id="178"/>
      </w:r>
    </w:p>
    <w:p w:rsidR="00202827" w:rsidRDefault="00202827" w:rsidP="00A92A07">
      <w:pPr>
        <w:pStyle w:val="libNormal"/>
      </w:pPr>
    </w:p>
    <w:p w:rsidR="00A92A07" w:rsidRDefault="00A92A07" w:rsidP="00202827">
      <w:pPr>
        <w:pStyle w:val="Heading2"/>
      </w:pPr>
      <w:bookmarkStart w:id="140" w:name="_Toc422656635"/>
      <w:r>
        <w:t>Syarat-syarat Sahnya Tayamum</w:t>
      </w:r>
      <w:bookmarkEnd w:id="140"/>
    </w:p>
    <w:p w:rsidR="00202827" w:rsidRDefault="00202827" w:rsidP="00A92A07">
      <w:pPr>
        <w:pStyle w:val="libNormal"/>
      </w:pPr>
    </w:p>
    <w:p w:rsidR="00A92A07" w:rsidRDefault="00A92A07" w:rsidP="00A92A07">
      <w:pPr>
        <w:pStyle w:val="libNormal"/>
      </w:pPr>
      <w:r>
        <w:t>1. Anggota tayamum harus suci, yakni dahi dan kedua tangan.</w:t>
      </w:r>
    </w:p>
    <w:p w:rsidR="00A92A07" w:rsidRDefault="00A92A07" w:rsidP="00A92A07">
      <w:pPr>
        <w:pStyle w:val="libNormal"/>
      </w:pPr>
      <w:r>
        <w:t>2. Usaplah dahi dan kedua punggung tangan dari atas ke bawah.</w:t>
      </w:r>
    </w:p>
    <w:p w:rsidR="00A92A07" w:rsidRDefault="00A92A07" w:rsidP="00A92A07">
      <w:pPr>
        <w:pStyle w:val="libNormal"/>
      </w:pPr>
      <w:r>
        <w:t>3. Sesuatu yang dipakai untuk bertayamum harus suci dan mubah.</w:t>
      </w:r>
    </w:p>
    <w:p w:rsidR="00A92A07" w:rsidRDefault="00A92A07" w:rsidP="00A92A07">
      <w:pPr>
        <w:pStyle w:val="libNormal"/>
      </w:pPr>
      <w:r>
        <w:t>4. Menjaga tertib.</w:t>
      </w:r>
    </w:p>
    <w:p w:rsidR="00A92A07" w:rsidRDefault="00A92A07" w:rsidP="00A92A07">
      <w:pPr>
        <w:pStyle w:val="libNormal"/>
      </w:pPr>
      <w:r>
        <w:t>5. Menjaga muwalat.</w:t>
      </w:r>
    </w:p>
    <w:p w:rsidR="00A92A07" w:rsidRDefault="00A92A07" w:rsidP="00A92A07">
      <w:pPr>
        <w:pStyle w:val="libNormal"/>
      </w:pPr>
      <w:r>
        <w:t>6. Ketika mengusap, tidak ada penghalang antara tangan dan dahi, begitu juga antara telapak</w:t>
      </w:r>
    </w:p>
    <w:p w:rsidR="00A92A07" w:rsidRDefault="009447C1" w:rsidP="00A92A07">
      <w:pPr>
        <w:pStyle w:val="libNormal"/>
      </w:pPr>
      <w:r>
        <w:t>tangan dengan punggung tangan.</w:t>
      </w:r>
      <w:r w:rsidRPr="009447C1">
        <w:rPr>
          <w:rStyle w:val="libFootnotenumChar"/>
        </w:rPr>
        <w:footnoteReference w:id="179"/>
      </w:r>
    </w:p>
    <w:p w:rsidR="00202827" w:rsidRDefault="00202827" w:rsidP="00A92A07">
      <w:pPr>
        <w:pStyle w:val="libNormal"/>
      </w:pPr>
    </w:p>
    <w:p w:rsidR="00A92A07" w:rsidRDefault="00A92A07" w:rsidP="00202827">
      <w:pPr>
        <w:pStyle w:val="Heading2"/>
      </w:pPr>
      <w:bookmarkStart w:id="141" w:name="_Toc422656636"/>
      <w:r>
        <w:t>Kesimpulan Pelajaran</w:t>
      </w:r>
      <w:bookmarkEnd w:id="141"/>
    </w:p>
    <w:p w:rsidR="00202827" w:rsidRDefault="00202827" w:rsidP="00A92A07">
      <w:pPr>
        <w:pStyle w:val="libNormal"/>
      </w:pPr>
    </w:p>
    <w:p w:rsidR="00A92A07" w:rsidRDefault="00A92A07" w:rsidP="00A92A07">
      <w:pPr>
        <w:pStyle w:val="libNormal"/>
      </w:pPr>
      <w:r>
        <w:t>1. Seseorang tidak punya air, atau tidak bisa mendapatkan air, atau punya uzur dalam</w:t>
      </w:r>
    </w:p>
    <w:p w:rsidR="00A92A07" w:rsidRDefault="00A92A07" w:rsidP="00A92A07">
      <w:pPr>
        <w:pStyle w:val="libNormal"/>
      </w:pPr>
      <w:r>
        <w:t>menggunakan air, maka dia harus bertayamum sebagai pengganti wudu dan mandi-nya.</w:t>
      </w:r>
    </w:p>
    <w:p w:rsidR="00A92A07" w:rsidRDefault="00A92A07" w:rsidP="00A92A07">
      <w:pPr>
        <w:pStyle w:val="libNormal"/>
      </w:pPr>
      <w:r>
        <w:t>2. Dalam bertayamum, dahi dan kedua punggung tangan harus diusap dengan telapak tangan.</w:t>
      </w:r>
    </w:p>
    <w:p w:rsidR="00A92A07" w:rsidRDefault="00A92A07" w:rsidP="00A92A07">
      <w:pPr>
        <w:pStyle w:val="libNormal"/>
      </w:pPr>
      <w:r>
        <w:t>3. Bertayamum dengan tanah, kerikil, batu dan tanah yang sudah dimasak hukumnya sah.</w:t>
      </w:r>
    </w:p>
    <w:p w:rsidR="00A92A07" w:rsidRDefault="00A92A07" w:rsidP="00A92A07">
      <w:pPr>
        <w:pStyle w:val="libNormal"/>
      </w:pPr>
      <w:r>
        <w:t>4. Tayamum, baik sebagai pengganti mandi maupun peng-ganti wudu, tidak berbeda dengan</w:t>
      </w:r>
    </w:p>
    <w:p w:rsidR="00A92A07" w:rsidRDefault="00A92A07" w:rsidP="00A92A07">
      <w:pPr>
        <w:pStyle w:val="libNormal"/>
      </w:pPr>
      <w:r>
        <w:t>mandi dan wudu kecuali pada niatnya.</w:t>
      </w:r>
    </w:p>
    <w:p w:rsidR="00A92A07" w:rsidRDefault="00A92A07" w:rsidP="00A92A07">
      <w:pPr>
        <w:pStyle w:val="libNormal"/>
      </w:pPr>
      <w:r>
        <w:t>5. Jika tayamum sebagai pengganti wudu, maka apa saja yang membatalkan wudu akan</w:t>
      </w:r>
    </w:p>
    <w:p w:rsidR="00A92A07" w:rsidRDefault="00A92A07" w:rsidP="00A92A07">
      <w:pPr>
        <w:pStyle w:val="libNormal"/>
      </w:pPr>
      <w:r>
        <w:t>membatalkannya juga. Begitu pula, jika tayamum sebagai pengganti mandi, maka apa saja</w:t>
      </w:r>
    </w:p>
    <w:p w:rsidR="00A92A07" w:rsidRDefault="00A92A07" w:rsidP="00A92A07">
      <w:pPr>
        <w:pStyle w:val="libNormal"/>
      </w:pPr>
      <w:r>
        <w:t>yang menyebabkan mandi akan memba-talkannya juga.</w:t>
      </w:r>
    </w:p>
    <w:p w:rsidR="00A92A07" w:rsidRDefault="00A92A07" w:rsidP="00A92A07">
      <w:pPr>
        <w:pStyle w:val="libNormal"/>
      </w:pPr>
      <w:r>
        <w:t>6. Bertayamum tanpa uzur adalah tidak sah.</w:t>
      </w:r>
    </w:p>
    <w:p w:rsidR="00A92A07" w:rsidRDefault="00A92A07" w:rsidP="00A92A07">
      <w:pPr>
        <w:pStyle w:val="libNormal"/>
      </w:pPr>
      <w:r>
        <w:t>7. Dalam bertayamum, wajib menjaga tertib dan muwalat. Selain itu, anggota tayamum dan halhal</w:t>
      </w:r>
    </w:p>
    <w:p w:rsidR="00A92A07" w:rsidRDefault="00A92A07" w:rsidP="00A92A07">
      <w:pPr>
        <w:pStyle w:val="libNormal"/>
      </w:pPr>
      <w:r>
        <w:t>yang diguna-kan untuk bertayamum haruslah suci.</w:t>
      </w:r>
    </w:p>
    <w:p w:rsidR="00202827" w:rsidRDefault="00202827" w:rsidP="00A92A07">
      <w:pPr>
        <w:pStyle w:val="libNormal"/>
      </w:pPr>
    </w:p>
    <w:p w:rsidR="00A92A07" w:rsidRDefault="00A92A07" w:rsidP="00202827">
      <w:pPr>
        <w:pStyle w:val="Heading2"/>
      </w:pPr>
      <w:bookmarkStart w:id="142" w:name="_Toc422656637"/>
      <w:r>
        <w:t>Pertanyaan:</w:t>
      </w:r>
      <w:bookmarkEnd w:id="142"/>
    </w:p>
    <w:p w:rsidR="00202827" w:rsidRDefault="00202827" w:rsidP="00A92A07">
      <w:pPr>
        <w:pStyle w:val="libNormal"/>
      </w:pPr>
    </w:p>
    <w:p w:rsidR="00A92A07" w:rsidRDefault="00A92A07" w:rsidP="00A92A07">
      <w:pPr>
        <w:pStyle w:val="libNormal"/>
      </w:pPr>
      <w:r>
        <w:t>1. Dalam kondisi apakah seseoang harus bertayamum sebagai pengganti wudu dan mandi?</w:t>
      </w:r>
    </w:p>
    <w:p w:rsidR="00A92A07" w:rsidRDefault="00A92A07" w:rsidP="00A92A07">
      <w:pPr>
        <w:pStyle w:val="libNormal"/>
      </w:pPr>
      <w:r>
        <w:t>2. Apakah bisa bertayamum karena takut dengan bina-tang buas?</w:t>
      </w:r>
    </w:p>
    <w:p w:rsidR="00A92A07" w:rsidRDefault="00A92A07" w:rsidP="00A92A07">
      <w:pPr>
        <w:pStyle w:val="libNormal"/>
      </w:pPr>
      <w:r>
        <w:t>3. Apa hukumnya bertayamum dengan batu bata yang belum dimasak?</w:t>
      </w:r>
    </w:p>
    <w:p w:rsidR="00A92A07" w:rsidRDefault="00A92A07" w:rsidP="00A92A07">
      <w:pPr>
        <w:pStyle w:val="libNormal"/>
      </w:pPr>
      <w:r>
        <w:lastRenderedPageBreak/>
        <w:t>4. Apa hukumnya bertayamum dengan kayu dan daun-daunan?</w:t>
      </w:r>
    </w:p>
    <w:p w:rsidR="00016574" w:rsidRDefault="00A92A07" w:rsidP="00A92A07">
      <w:pPr>
        <w:pStyle w:val="libNormal"/>
      </w:pPr>
      <w:r>
        <w:t>5. Orang junub yang malu untuk bermandi janabah, apakah dia bisa bertayamum atau tidak</w:t>
      </w:r>
      <w:r w:rsidR="009447C1">
        <w:t xml:space="preserve"> </w:t>
      </w:r>
      <w:r w:rsidR="00202827" w:rsidRPr="00202827">
        <w:t>sebagai peng-gantimandi tersebut?</w:t>
      </w:r>
    </w:p>
    <w:p w:rsidR="00016574" w:rsidRPr="00016574" w:rsidRDefault="00016574">
      <w:r>
        <w:br w:type="page"/>
      </w:r>
    </w:p>
    <w:p w:rsidR="00016574" w:rsidRDefault="00016574" w:rsidP="00016574">
      <w:pPr>
        <w:pStyle w:val="Heading1Center"/>
      </w:pPr>
      <w:bookmarkStart w:id="143" w:name="_Toc422656638"/>
      <w:r>
        <w:lastRenderedPageBreak/>
        <w:t>Pelajaran 13</w:t>
      </w:r>
      <w:bookmarkEnd w:id="143"/>
    </w:p>
    <w:p w:rsidR="00016574" w:rsidRDefault="00016574" w:rsidP="00016574">
      <w:pPr>
        <w:pStyle w:val="Heading1Center"/>
      </w:pPr>
      <w:bookmarkStart w:id="144" w:name="_Toc422656639"/>
      <w:r>
        <w:t>WAKTU SALAT</w:t>
      </w:r>
      <w:bookmarkEnd w:id="144"/>
    </w:p>
    <w:p w:rsidR="00016574" w:rsidRDefault="00016574" w:rsidP="00016574">
      <w:pPr>
        <w:pStyle w:val="libNormal"/>
      </w:pPr>
    </w:p>
    <w:p w:rsidR="00016574" w:rsidRDefault="00016574" w:rsidP="00016574">
      <w:pPr>
        <w:pStyle w:val="libNormal"/>
      </w:pPr>
      <w:r>
        <w:t>Setelah belajar masalah-masalah kesucian, sedikit demi sedikit kita siap untuk melaksanakan</w:t>
      </w:r>
    </w:p>
    <w:p w:rsidR="00016574" w:rsidRDefault="00016574" w:rsidP="00016574">
      <w:pPr>
        <w:pStyle w:val="libNormal"/>
      </w:pPr>
      <w:r>
        <w:t>salat. Untuk mengenal masalah-masalah dan hukum salat, pertama-tama perlu kita ketahui</w:t>
      </w:r>
    </w:p>
    <w:p w:rsidR="00016574" w:rsidRDefault="00016574" w:rsidP="00016574">
      <w:pPr>
        <w:pStyle w:val="libNormal"/>
      </w:pPr>
      <w:r>
        <w:t>bahwa salat ada yang wajib dan ada yang sunah.</w:t>
      </w:r>
    </w:p>
    <w:p w:rsidR="00016574" w:rsidRDefault="00016574" w:rsidP="00016574">
      <w:pPr>
        <w:pStyle w:val="libNormal"/>
      </w:pPr>
      <w:r>
        <w:t>Salat wajib ada dua macam; macam pertama adalah salat wajib harian, dimana setiap hari</w:t>
      </w:r>
    </w:p>
    <w:p w:rsidR="00016574" w:rsidRDefault="00016574" w:rsidP="00016574">
      <w:pPr>
        <w:pStyle w:val="libNormal"/>
      </w:pPr>
      <w:r>
        <w:t>harus dikerjakan pada waktu-waktu tertentu, dan macam kedua adalah salat wajib yang</w:t>
      </w:r>
    </w:p>
    <w:p w:rsidR="00016574" w:rsidRDefault="00016574" w:rsidP="00016574">
      <w:pPr>
        <w:pStyle w:val="libNormal"/>
      </w:pPr>
      <w:r>
        <w:t>terkadang hukum wajibnya ini lantaran sebab-sebab tertentu dan bukan termasuk kewajiban</w:t>
      </w:r>
    </w:p>
    <w:p w:rsidR="00016574" w:rsidRDefault="00016574" w:rsidP="00016574">
      <w:pPr>
        <w:pStyle w:val="libNormal"/>
      </w:pPr>
      <w:r>
        <w:t>harian. Untuk mengenal salat-salat wajib perhatikan susunan di bawah ini:</w:t>
      </w:r>
    </w:p>
    <w:p w:rsidR="0046145E" w:rsidRDefault="0046145E" w:rsidP="00016574">
      <w:pPr>
        <w:pStyle w:val="libNormal"/>
      </w:pPr>
    </w:p>
    <w:p w:rsidR="00016574" w:rsidRDefault="00016574" w:rsidP="0046145E">
      <w:pPr>
        <w:pStyle w:val="Heading2"/>
      </w:pPr>
      <w:bookmarkStart w:id="145" w:name="_Toc422656640"/>
      <w:r>
        <w:t>Macam-macam Salat:</w:t>
      </w:r>
      <w:bookmarkEnd w:id="145"/>
    </w:p>
    <w:p w:rsidR="0046145E" w:rsidRDefault="0046145E" w:rsidP="00016574">
      <w:pPr>
        <w:pStyle w:val="libNormal"/>
      </w:pPr>
    </w:p>
    <w:p w:rsidR="00016574" w:rsidRDefault="00016574" w:rsidP="00016574">
      <w:pPr>
        <w:pStyle w:val="libNormal"/>
      </w:pPr>
      <w:r>
        <w:t>· Salat wajib:</w:t>
      </w:r>
    </w:p>
    <w:p w:rsidR="00016574" w:rsidRDefault="00016574" w:rsidP="00016574">
      <w:pPr>
        <w:pStyle w:val="libNormal"/>
      </w:pPr>
      <w:r>
        <w:t>a. Wajib harian:</w:t>
      </w:r>
    </w:p>
    <w:p w:rsidR="00016574" w:rsidRDefault="00016574" w:rsidP="00016574">
      <w:pPr>
        <w:pStyle w:val="libNormal"/>
      </w:pPr>
      <w:r>
        <w:t>1. Salat Subuh.</w:t>
      </w:r>
    </w:p>
    <w:p w:rsidR="00016574" w:rsidRDefault="00016574" w:rsidP="00016574">
      <w:pPr>
        <w:pStyle w:val="libNormal"/>
      </w:pPr>
      <w:r>
        <w:t>2. Salat Zuhur.</w:t>
      </w:r>
    </w:p>
    <w:p w:rsidR="00016574" w:rsidRDefault="00016574" w:rsidP="00016574">
      <w:pPr>
        <w:pStyle w:val="libNormal"/>
      </w:pPr>
      <w:r>
        <w:t>3. Salat Asar.</w:t>
      </w:r>
    </w:p>
    <w:p w:rsidR="00016574" w:rsidRDefault="00016574" w:rsidP="00016574">
      <w:pPr>
        <w:pStyle w:val="libNormal"/>
      </w:pPr>
      <w:r>
        <w:t>4. Salat Maghrib.</w:t>
      </w:r>
    </w:p>
    <w:p w:rsidR="00016574" w:rsidRDefault="00016574" w:rsidP="00016574">
      <w:pPr>
        <w:pStyle w:val="libNormal"/>
      </w:pPr>
      <w:r>
        <w:t>5. Salat Isya.</w:t>
      </w:r>
    </w:p>
    <w:p w:rsidR="00016574" w:rsidRDefault="00016574" w:rsidP="00016574">
      <w:pPr>
        <w:pStyle w:val="libNormal"/>
      </w:pPr>
      <w:r>
        <w:t>b. Wajib sewaktu-waktu:</w:t>
      </w:r>
    </w:p>
    <w:p w:rsidR="00016574" w:rsidRDefault="00016574" w:rsidP="00016574">
      <w:pPr>
        <w:pStyle w:val="libNormal"/>
      </w:pPr>
      <w:r>
        <w:t>1. Salat Ayat.</w:t>
      </w:r>
    </w:p>
    <w:p w:rsidR="00016574" w:rsidRDefault="00016574" w:rsidP="00016574">
      <w:pPr>
        <w:pStyle w:val="libNormal"/>
      </w:pPr>
      <w:r>
        <w:t>2. Salat Tawaf wajib.</w:t>
      </w:r>
    </w:p>
    <w:p w:rsidR="00016574" w:rsidRDefault="00016574" w:rsidP="00016574">
      <w:pPr>
        <w:pStyle w:val="libNormal"/>
      </w:pPr>
      <w:r>
        <w:t>3. Salat Jenazah (salat mayat).</w:t>
      </w:r>
    </w:p>
    <w:p w:rsidR="00016574" w:rsidRDefault="00016574" w:rsidP="00016574">
      <w:pPr>
        <w:pStyle w:val="libNormal"/>
      </w:pPr>
      <w:r>
        <w:t>4. Salat qodho ayah yang terbebankan ke atas anak laki-laki terbesar.</w:t>
      </w:r>
    </w:p>
    <w:p w:rsidR="00016574" w:rsidRDefault="00016574" w:rsidP="00016574">
      <w:pPr>
        <w:pStyle w:val="libNormal"/>
      </w:pPr>
      <w:r>
        <w:t>5. Salat-salat wajib karena nazar.</w:t>
      </w:r>
    </w:p>
    <w:p w:rsidR="00016574" w:rsidRDefault="00016574" w:rsidP="00016574">
      <w:pPr>
        <w:pStyle w:val="libNormal"/>
      </w:pPr>
      <w:r>
        <w:t>· Salat sunah; banyak sekali macamnya.</w:t>
      </w:r>
      <w:r w:rsidRPr="00016574">
        <w:rPr>
          <w:rStyle w:val="libFootnotenumChar"/>
        </w:rPr>
        <w:footnoteReference w:id="180"/>
      </w:r>
    </w:p>
    <w:p w:rsidR="0046145E" w:rsidRDefault="0046145E" w:rsidP="00016574">
      <w:pPr>
        <w:pStyle w:val="libNormal"/>
      </w:pPr>
    </w:p>
    <w:p w:rsidR="00016574" w:rsidRDefault="00016574" w:rsidP="0046145E">
      <w:pPr>
        <w:pStyle w:val="Heading2"/>
      </w:pPr>
      <w:bookmarkStart w:id="146" w:name="_Toc422656641"/>
      <w:r>
        <w:t>Waktu Salat Harian</w:t>
      </w:r>
      <w:bookmarkEnd w:id="146"/>
    </w:p>
    <w:p w:rsidR="0046145E" w:rsidRDefault="0046145E" w:rsidP="00016574">
      <w:pPr>
        <w:pStyle w:val="libNormal"/>
      </w:pPr>
    </w:p>
    <w:p w:rsidR="00016574" w:rsidRDefault="00016574" w:rsidP="00016574">
      <w:pPr>
        <w:pStyle w:val="libNormal"/>
      </w:pPr>
      <w:r>
        <w:t>Salat harian ada lima macam, dan seluruhnya berjumlah tujuh belas rakaat:</w:t>
      </w:r>
    </w:p>
    <w:p w:rsidR="00016574" w:rsidRDefault="00016574" w:rsidP="00016574">
      <w:pPr>
        <w:pStyle w:val="libNormal"/>
      </w:pPr>
      <w:r>
        <w:t>1. Salat Subuh: dua rakaat.</w:t>
      </w:r>
    </w:p>
    <w:p w:rsidR="00016574" w:rsidRDefault="00016574" w:rsidP="00016574">
      <w:pPr>
        <w:pStyle w:val="libNormal"/>
      </w:pPr>
      <w:r>
        <w:t>2. Salat Zuhur: empat rakaat.</w:t>
      </w:r>
    </w:p>
    <w:p w:rsidR="00016574" w:rsidRDefault="00016574" w:rsidP="00016574">
      <w:pPr>
        <w:pStyle w:val="libNormal"/>
      </w:pPr>
      <w:r>
        <w:t>3. Salat Asar: empat rakaat.</w:t>
      </w:r>
    </w:p>
    <w:p w:rsidR="00016574" w:rsidRDefault="00016574" w:rsidP="00016574">
      <w:pPr>
        <w:pStyle w:val="libNormal"/>
      </w:pPr>
      <w:r>
        <w:t>4. SalatMaghrib: tiga rakaat.</w:t>
      </w:r>
    </w:p>
    <w:p w:rsidR="00016574" w:rsidRDefault="00016574" w:rsidP="00016574">
      <w:pPr>
        <w:pStyle w:val="libNormal"/>
      </w:pPr>
      <w:r>
        <w:t>5. Salat Isya: empat rakaat.</w:t>
      </w:r>
    </w:p>
    <w:p w:rsidR="00016574" w:rsidRDefault="00016574" w:rsidP="00016574">
      <w:pPr>
        <w:pStyle w:val="libNormal"/>
      </w:pPr>
      <w:r>
        <w:t>Sekaitan dengan salat harian ini, pertanyaan yang paling awal muncul ialah kapan salat-salat ini</w:t>
      </w:r>
    </w:p>
    <w:p w:rsidR="00016574" w:rsidRDefault="00016574" w:rsidP="00016574">
      <w:pPr>
        <w:pStyle w:val="libNormal"/>
      </w:pPr>
      <w:r>
        <w:t>harus dilaksanakan?</w:t>
      </w:r>
    </w:p>
    <w:p w:rsidR="00016574" w:rsidRDefault="00016574" w:rsidP="00016574">
      <w:pPr>
        <w:pStyle w:val="libNormal"/>
      </w:pPr>
      <w:r>
        <w:t>Jawab:</w:t>
      </w:r>
    </w:p>
    <w:p w:rsidR="00016574" w:rsidRDefault="00016574" w:rsidP="00016574">
      <w:pPr>
        <w:pStyle w:val="libNormal"/>
      </w:pPr>
      <w:r>
        <w:t>§ Waktu salat Subuh: dari azan Subuh sampai ter-bitnya matahari.</w:t>
      </w:r>
    </w:p>
    <w:p w:rsidR="00016574" w:rsidRDefault="00016574" w:rsidP="00016574">
      <w:pPr>
        <w:pStyle w:val="libNormal"/>
      </w:pPr>
      <w:r>
        <w:t>§ Waktu salat Zuhur dan salat Asar: dari waktu zuhur syar’i sampai Maghrib.</w:t>
      </w:r>
    </w:p>
    <w:p w:rsidR="00A84941" w:rsidRDefault="00016574" w:rsidP="00016574">
      <w:pPr>
        <w:pStyle w:val="libNormal"/>
      </w:pPr>
      <w:r>
        <w:t>§ Waktu salat Maghrib dan salat Isya: dari Maghrib sampai pertengahan malam.</w:t>
      </w:r>
      <w:r w:rsidRPr="00016574">
        <w:rPr>
          <w:rStyle w:val="libFootnotenumChar"/>
        </w:rPr>
        <w:footnoteReference w:id="181"/>
      </w:r>
    </w:p>
    <w:p w:rsidR="00260218" w:rsidRDefault="00260218" w:rsidP="009066B8">
      <w:pPr>
        <w:pStyle w:val="libNormal"/>
      </w:pPr>
    </w:p>
    <w:p w:rsidR="009066B8" w:rsidRDefault="009066B8" w:rsidP="00260218">
      <w:pPr>
        <w:pStyle w:val="Heading2"/>
      </w:pPr>
      <w:bookmarkStart w:id="147" w:name="_Toc422656642"/>
      <w:r>
        <w:t>Berikut ini waktu-waktu salat harian:</w:t>
      </w:r>
      <w:bookmarkEnd w:id="147"/>
    </w:p>
    <w:p w:rsidR="009066B8" w:rsidRDefault="009066B8" w:rsidP="009066B8">
      <w:pPr>
        <w:pStyle w:val="libNormal"/>
      </w:pPr>
      <w:r>
        <w:t>Keterangan:</w:t>
      </w:r>
    </w:p>
    <w:p w:rsidR="009066B8" w:rsidRDefault="009066B8" w:rsidP="00260218">
      <w:pPr>
        <w:pStyle w:val="Heading3"/>
      </w:pPr>
      <w:bookmarkStart w:id="148" w:name="_Toc422656643"/>
      <w:r>
        <w:t>Waktu Subuh</w:t>
      </w:r>
      <w:bookmarkEnd w:id="148"/>
    </w:p>
    <w:p w:rsidR="009066B8" w:rsidRDefault="009066B8" w:rsidP="009066B8">
      <w:pPr>
        <w:pStyle w:val="libNormal"/>
      </w:pPr>
      <w:r>
        <w:t>Menjelang azan Subuh, terdapat</w:t>
      </w:r>
    </w:p>
    <w:p w:rsidR="009066B8" w:rsidRDefault="009066B8" w:rsidP="009066B8">
      <w:pPr>
        <w:pStyle w:val="libNormal"/>
      </w:pPr>
      <w:r>
        <w:t>cahaya putih dari arah timur dan</w:t>
      </w:r>
    </w:p>
    <w:p w:rsidR="009066B8" w:rsidRDefault="009066B8" w:rsidP="009066B8">
      <w:pPr>
        <w:pStyle w:val="libNormal"/>
      </w:pPr>
      <w:r>
        <w:t>bergerak ke atas, ia disebut dengan</w:t>
      </w:r>
    </w:p>
    <w:p w:rsidR="009066B8" w:rsidRDefault="009066B8" w:rsidP="009066B8">
      <w:pPr>
        <w:pStyle w:val="libNormal"/>
      </w:pPr>
      <w:r>
        <w:t>fajar awal. Dan tatkala cahaya putih</w:t>
      </w:r>
    </w:p>
    <w:p w:rsidR="009066B8" w:rsidRDefault="009066B8" w:rsidP="009066B8">
      <w:pPr>
        <w:pStyle w:val="libNormal"/>
      </w:pPr>
      <w:r>
        <w:t>itu melebar disebut dengan fajar</w:t>
      </w:r>
    </w:p>
    <w:p w:rsidR="009066B8" w:rsidRDefault="009066B8" w:rsidP="009066B8">
      <w:pPr>
        <w:pStyle w:val="libNormal"/>
      </w:pPr>
      <w:r>
        <w:t>kedua, dan ketika itulah tiba waktu</w:t>
      </w:r>
    </w:p>
    <w:p w:rsidR="009066B8" w:rsidRDefault="009066B8" w:rsidP="009066B8">
      <w:pPr>
        <w:pStyle w:val="libNormal"/>
      </w:pPr>
      <w:r>
        <w:t xml:space="preserve">salat Subuh. </w:t>
      </w:r>
      <w:r w:rsidRPr="009066B8">
        <w:rPr>
          <w:rStyle w:val="libFootnotenumChar"/>
        </w:rPr>
        <w:footnoteReference w:id="182"/>
      </w:r>
    </w:p>
    <w:p w:rsidR="009066B8" w:rsidRDefault="009066B8" w:rsidP="00260218">
      <w:pPr>
        <w:pStyle w:val="Heading3"/>
      </w:pPr>
      <w:bookmarkStart w:id="149" w:name="_Toc422656644"/>
      <w:r>
        <w:lastRenderedPageBreak/>
        <w:t>Waktu Zuhur</w:t>
      </w:r>
      <w:bookmarkEnd w:id="149"/>
    </w:p>
    <w:p w:rsidR="009066B8" w:rsidRDefault="009066B8" w:rsidP="009066B8">
      <w:pPr>
        <w:pStyle w:val="libNormal"/>
      </w:pPr>
      <w:r>
        <w:t>Jika kita tancapkan sebatang kayu</w:t>
      </w:r>
    </w:p>
    <w:p w:rsidR="009066B8" w:rsidRDefault="009066B8" w:rsidP="009066B8">
      <w:pPr>
        <w:pStyle w:val="libNormal"/>
      </w:pPr>
      <w:r>
        <w:t>atau sejenisnya di atas tanah secara tegak, dan bayangan kayu itu sampai pada ukuran yang</w:t>
      </w:r>
    </w:p>
    <w:p w:rsidR="009066B8" w:rsidRDefault="009066B8" w:rsidP="009066B8">
      <w:pPr>
        <w:pStyle w:val="libNormal"/>
      </w:pPr>
      <w:r>
        <w:t>paling pendek lalu mulai bertambah panjang, ketika itulah mulai waktu zuhur syar’i dan telah</w:t>
      </w:r>
    </w:p>
    <w:p w:rsidR="009066B8" w:rsidRDefault="009066B8" w:rsidP="009066B8">
      <w:pPr>
        <w:pStyle w:val="libNormal"/>
      </w:pPr>
      <w:r>
        <w:t>tiba waktu salat Zuhur.</w:t>
      </w:r>
      <w:r w:rsidRPr="009066B8">
        <w:rPr>
          <w:rStyle w:val="libFootnotenumChar"/>
        </w:rPr>
        <w:footnoteReference w:id="183"/>
      </w:r>
    </w:p>
    <w:p w:rsidR="009066B8" w:rsidRDefault="009066B8" w:rsidP="00260218">
      <w:pPr>
        <w:pStyle w:val="Heading3"/>
      </w:pPr>
      <w:bookmarkStart w:id="150" w:name="_Toc422656645"/>
      <w:r>
        <w:t>Waktu Maghrib</w:t>
      </w:r>
      <w:bookmarkEnd w:id="150"/>
    </w:p>
    <w:p w:rsidR="009066B8" w:rsidRDefault="009066B8" w:rsidP="009066B8">
      <w:pPr>
        <w:pStyle w:val="libNormal"/>
      </w:pPr>
      <w:r>
        <w:t>Maghrib adalah ketika hilangnya mega merah di langit bagian timur, dan biasanya muncul</w:t>
      </w:r>
    </w:p>
    <w:p w:rsidR="009066B8" w:rsidRDefault="009066B8" w:rsidP="009066B8">
      <w:pPr>
        <w:pStyle w:val="libNormal"/>
      </w:pPr>
      <w:r>
        <w:t>setelah terbenamnya matahari.</w:t>
      </w:r>
      <w:r w:rsidRPr="009066B8">
        <w:rPr>
          <w:rStyle w:val="libFootnotenumChar"/>
        </w:rPr>
        <w:footnoteReference w:id="184"/>
      </w:r>
      <w:r>
        <w:t xml:space="preserve"> . </w:t>
      </w:r>
      <w:r w:rsidRPr="009066B8">
        <w:rPr>
          <w:rStyle w:val="libFootnotenumChar"/>
        </w:rPr>
        <w:footnoteReference w:id="185"/>
      </w:r>
    </w:p>
    <w:p w:rsidR="009066B8" w:rsidRDefault="009066B8" w:rsidP="00260218">
      <w:pPr>
        <w:pStyle w:val="Heading3"/>
      </w:pPr>
      <w:bookmarkStart w:id="151" w:name="_Toc422656646"/>
      <w:r>
        <w:t>Waktu Pertengahan Malam</w:t>
      </w:r>
      <w:bookmarkEnd w:id="151"/>
    </w:p>
    <w:p w:rsidR="009066B8" w:rsidRDefault="009066B8" w:rsidP="009066B8">
      <w:pPr>
        <w:pStyle w:val="libNormal"/>
      </w:pPr>
      <w:r>
        <w:t>Jika kita membagi-dua rentang waktu antara terbenamnya matahari dan azan Subuh,</w:t>
      </w:r>
      <w:r w:rsidRPr="009066B8">
        <w:rPr>
          <w:rStyle w:val="libFootnotenumChar"/>
        </w:rPr>
        <w:footnoteReference w:id="186"/>
      </w:r>
      <w:r>
        <w:t xml:space="preserve"> maka titik</w:t>
      </w:r>
    </w:p>
    <w:p w:rsidR="009066B8" w:rsidRDefault="009066B8" w:rsidP="009066B8">
      <w:pPr>
        <w:pStyle w:val="libNormal"/>
      </w:pPr>
      <w:r>
        <w:t>tengahnya adalah waktu pertengahan malam sekaligus sebagai akhir waktu salat Isya.</w:t>
      </w:r>
      <w:r w:rsidRPr="009066B8">
        <w:rPr>
          <w:rStyle w:val="libFootnotenumChar"/>
        </w:rPr>
        <w:footnoteReference w:id="187"/>
      </w:r>
      <w:r>
        <w:t xml:space="preserve"> . </w:t>
      </w:r>
      <w:r w:rsidRPr="009066B8">
        <w:rPr>
          <w:rStyle w:val="libFootnotenumChar"/>
        </w:rPr>
        <w:footnoteReference w:id="188"/>
      </w:r>
    </w:p>
    <w:p w:rsidR="00260218" w:rsidRDefault="00260218" w:rsidP="009066B8">
      <w:pPr>
        <w:pStyle w:val="libNormal"/>
      </w:pPr>
    </w:p>
    <w:p w:rsidR="009066B8" w:rsidRDefault="009066B8" w:rsidP="00260218">
      <w:pPr>
        <w:pStyle w:val="Heading2"/>
      </w:pPr>
      <w:bookmarkStart w:id="152" w:name="_Toc422656647"/>
      <w:r>
        <w:t>Hukum-hukum Waktu Salat</w:t>
      </w:r>
      <w:bookmarkEnd w:id="152"/>
    </w:p>
    <w:p w:rsidR="00260218" w:rsidRDefault="00260218" w:rsidP="009066B8">
      <w:pPr>
        <w:pStyle w:val="libNormal"/>
      </w:pPr>
    </w:p>
    <w:p w:rsidR="00D85042" w:rsidRDefault="00D85042" w:rsidP="00D85042">
      <w:pPr>
        <w:pStyle w:val="libNormal"/>
      </w:pPr>
      <w:r>
        <w:t>1. Selain salat harian atau salat sewaktu-waktu tidak memiliki waktu tertentu, tetapi waktu</w:t>
      </w:r>
    </w:p>
    <w:p w:rsidR="00D85042" w:rsidRDefault="00D85042" w:rsidP="00D85042">
      <w:pPr>
        <w:pStyle w:val="libNormal"/>
      </w:pPr>
      <w:r>
        <w:t>pelaksanaannya tergantung pada sebab wajibnya salat tersebut. Misal-nya, salat Ayat</w:t>
      </w:r>
    </w:p>
    <w:p w:rsidR="00D85042" w:rsidRDefault="00D85042" w:rsidP="00D85042">
      <w:pPr>
        <w:pStyle w:val="libNormal"/>
      </w:pPr>
      <w:r>
        <w:t>tergantung pada terjadinya gempa, atau gerhana matahari, atau gerhana bulan, atau suatu</w:t>
      </w:r>
    </w:p>
    <w:p w:rsidR="00D85042" w:rsidRDefault="00D85042" w:rsidP="00D85042">
      <w:pPr>
        <w:pStyle w:val="libNormal"/>
      </w:pPr>
      <w:r>
        <w:lastRenderedPageBreak/>
        <w:t>peris-tiwa alam yang masih berlangsung. Atau salat Jenazah menjadi wajib ketika ada seorang</w:t>
      </w:r>
    </w:p>
    <w:p w:rsidR="00D85042" w:rsidRDefault="00D85042" w:rsidP="00D85042">
      <w:pPr>
        <w:pStyle w:val="libNormal"/>
      </w:pPr>
      <w:r>
        <w:t>muslim yangmening-gal dunia, dan penjelasannya akan tiba secara terinci pada saatnya nanti.</w:t>
      </w:r>
    </w:p>
    <w:p w:rsidR="00D85042" w:rsidRDefault="00D85042" w:rsidP="00D85042">
      <w:pPr>
        <w:pStyle w:val="libNormal"/>
      </w:pPr>
      <w:r>
        <w:t>2. Jika seluruh salat (dari rakaat pertama sampai terakhir) dikerjakan sebelum waktunya atau</w:t>
      </w:r>
    </w:p>
    <w:p w:rsidR="00323B33" w:rsidRDefault="00D85042" w:rsidP="00D85042">
      <w:pPr>
        <w:pStyle w:val="libNormal"/>
      </w:pPr>
      <w:r>
        <w:t>sengaja dimulai sebelum waktunya maka hukumnya batal.</w:t>
      </w:r>
      <w:r w:rsidRPr="00D85042">
        <w:rPr>
          <w:rStyle w:val="libFootnotenumChar"/>
        </w:rPr>
        <w:footnoteReference w:id="189"/>
      </w:r>
    </w:p>
    <w:p w:rsidR="00241716" w:rsidRDefault="00241716" w:rsidP="00241716">
      <w:pPr>
        <w:pStyle w:val="libNormal"/>
      </w:pPr>
      <w:r>
        <w:t>3. Sunah mengerjakan salat di awal waktunya; semakin dekat dengan awal waktu semakin lebih</w:t>
      </w:r>
    </w:p>
    <w:p w:rsidR="00241716" w:rsidRDefault="00241716" w:rsidP="00241716">
      <w:pPr>
        <w:pStyle w:val="libNormal"/>
      </w:pPr>
      <w:r>
        <w:t>baik, kecuali jika mengakhirkannya karena sebab yang lebih utama seperti: menunggu sejenak</w:t>
      </w:r>
    </w:p>
    <w:p w:rsidR="00241716" w:rsidRDefault="00241716" w:rsidP="00241716">
      <w:pPr>
        <w:pStyle w:val="libNormal"/>
      </w:pPr>
      <w:r>
        <w:t>karena hendakmengerjakan salat secara berjamaah.</w:t>
      </w:r>
      <w:r w:rsidRPr="00241716">
        <w:rPr>
          <w:rStyle w:val="libFootnotenumChar"/>
        </w:rPr>
        <w:footnoteReference w:id="190"/>
      </w:r>
    </w:p>
    <w:p w:rsidR="00241716" w:rsidRDefault="00241716" w:rsidP="00241716">
      <w:pPr>
        <w:pStyle w:val="libNormal"/>
      </w:pPr>
      <w:r>
        <w:t>4. Jika waktu salat sempit sehingga dengan mengerjakan sunah-sunah salat, sebagian dari salat</w:t>
      </w:r>
    </w:p>
    <w:p w:rsidR="00241716" w:rsidRDefault="00241716" w:rsidP="00241716">
      <w:pPr>
        <w:pStyle w:val="libNormal"/>
      </w:pPr>
      <w:r>
        <w:t>dikerjakan di luar waktunya, maka tidak usah mengerjakan sunah-sunah salat. Misalnya, jika</w:t>
      </w:r>
    </w:p>
    <w:p w:rsidR="00241716" w:rsidRDefault="00241716" w:rsidP="00241716">
      <w:pPr>
        <w:pStyle w:val="libNormal"/>
      </w:pPr>
      <w:r>
        <w:t>membaca qunut akan menghabiskan waktu salatnya, maka tidak usah membaca qunut.</w:t>
      </w:r>
      <w:r w:rsidRPr="00241716">
        <w:rPr>
          <w:rStyle w:val="libFootnotenumChar"/>
        </w:rPr>
        <w:footnoteReference w:id="191"/>
      </w:r>
    </w:p>
    <w:p w:rsidR="007F0FAD" w:rsidRDefault="007F0FAD" w:rsidP="00241716">
      <w:pPr>
        <w:pStyle w:val="libNormal"/>
      </w:pPr>
    </w:p>
    <w:p w:rsidR="00241716" w:rsidRDefault="00241716" w:rsidP="007F0FAD">
      <w:pPr>
        <w:pStyle w:val="Heading2"/>
      </w:pPr>
      <w:bookmarkStart w:id="153" w:name="_Toc422656648"/>
      <w:r>
        <w:t>Kesimpulan Pelajaran</w:t>
      </w:r>
      <w:bookmarkEnd w:id="153"/>
    </w:p>
    <w:p w:rsidR="007F0FAD" w:rsidRDefault="007F0FAD" w:rsidP="00241716">
      <w:pPr>
        <w:pStyle w:val="libNormal"/>
      </w:pPr>
    </w:p>
    <w:p w:rsidR="00241716" w:rsidRDefault="00241716" w:rsidP="00241716">
      <w:pPr>
        <w:pStyle w:val="libNormal"/>
      </w:pPr>
      <w:r>
        <w:t>1. Salat wajib ada dua macam:</w:t>
      </w:r>
    </w:p>
    <w:p w:rsidR="00241716" w:rsidRDefault="00241716" w:rsidP="00241716">
      <w:pPr>
        <w:pStyle w:val="libNormal"/>
      </w:pPr>
      <w:r>
        <w:t>a. Salat wajib harian.</w:t>
      </w:r>
    </w:p>
    <w:p w:rsidR="00241716" w:rsidRDefault="00241716" w:rsidP="00241716">
      <w:pPr>
        <w:pStyle w:val="libNormal"/>
      </w:pPr>
      <w:r>
        <w:t>b. Salat wajib sewaktu-waktu.</w:t>
      </w:r>
    </w:p>
    <w:p w:rsidR="00241716" w:rsidRDefault="00241716" w:rsidP="00241716">
      <w:pPr>
        <w:pStyle w:val="libNormal"/>
      </w:pPr>
      <w:r>
        <w:t>2. Salat wajib harian yaitu salat Subuh, salat Zuhur, salat Asar, salatMaghrib, dan salat Isya.</w:t>
      </w:r>
    </w:p>
    <w:p w:rsidR="00241716" w:rsidRDefault="00241716" w:rsidP="00241716">
      <w:pPr>
        <w:pStyle w:val="libNormal"/>
      </w:pPr>
      <w:r>
        <w:t>3. Salat wajib sewaktu-waktu yaitu salat Ayat, salat Tawaf, salat Jenazah, salat qodho ayah yang</w:t>
      </w:r>
    </w:p>
    <w:p w:rsidR="00241716" w:rsidRDefault="00241716" w:rsidP="00241716">
      <w:pPr>
        <w:pStyle w:val="libNormal"/>
      </w:pPr>
      <w:r>
        <w:t>telah meninggal dan menjadi kewajiban anak laki-laki yang paling besar, dan salat Nazar.</w:t>
      </w:r>
    </w:p>
    <w:p w:rsidR="00241716" w:rsidRDefault="00241716" w:rsidP="00241716">
      <w:pPr>
        <w:pStyle w:val="libNormal"/>
      </w:pPr>
      <w:r>
        <w:t>4. Waktu salat harian adalah sebagai berikut:</w:t>
      </w:r>
    </w:p>
    <w:p w:rsidR="00241716" w:rsidRDefault="00241716" w:rsidP="00241716">
      <w:pPr>
        <w:pStyle w:val="libNormal"/>
      </w:pPr>
      <w:r>
        <w:lastRenderedPageBreak/>
        <w:t>§ Waktu salat Subuh: mulai dari azan Subuh sampai terbitnya matahari.</w:t>
      </w:r>
    </w:p>
    <w:p w:rsidR="00241716" w:rsidRDefault="00241716" w:rsidP="00241716">
      <w:pPr>
        <w:pStyle w:val="libNormal"/>
      </w:pPr>
      <w:r>
        <w:t>§ Waktu salat Zuhur dan Asar: mulai dari zuhur syar’i sampaiMaghrib.</w:t>
      </w:r>
    </w:p>
    <w:p w:rsidR="00241716" w:rsidRDefault="00241716" w:rsidP="00241716">
      <w:pPr>
        <w:pStyle w:val="libNormal"/>
      </w:pPr>
      <w:r>
        <w:t>§ Waktu salat Maghrib dan Isya: mulai dariMaghrib sampai pertengahan malam.</w:t>
      </w:r>
    </w:p>
    <w:p w:rsidR="00241716" w:rsidRDefault="00241716" w:rsidP="00241716">
      <w:pPr>
        <w:pStyle w:val="libNormal"/>
      </w:pPr>
      <w:r>
        <w:t>5. Waktu azan Subuh dan permulaan waktu salat Subuh adalah saat munculnya fajar kedua.</w:t>
      </w:r>
    </w:p>
    <w:p w:rsidR="00241716" w:rsidRDefault="00241716" w:rsidP="00241716">
      <w:pPr>
        <w:pStyle w:val="libNormal"/>
      </w:pPr>
      <w:r>
        <w:t>6. Tatkala bayangan suatu benda lurus yang ditegakkan di atas tanah sampai pada ukuran yang</w:t>
      </w:r>
    </w:p>
    <w:p w:rsidR="00241716" w:rsidRDefault="00241716" w:rsidP="00241716">
      <w:pPr>
        <w:pStyle w:val="libNormal"/>
      </w:pPr>
      <w:r>
        <w:t>paling pendek lalu mulai bertambah panjang, maka ketika itulah waktu zuhur syar’i tiba.</w:t>
      </w:r>
    </w:p>
    <w:p w:rsidR="00241716" w:rsidRDefault="00241716" w:rsidP="00241716">
      <w:pPr>
        <w:pStyle w:val="libNormal"/>
      </w:pPr>
      <w:r>
        <w:t>7. Setelah terbenamnya matahari lalu megah merah di langit bagian timur menghilang, ketika</w:t>
      </w:r>
    </w:p>
    <w:p w:rsidR="00241716" w:rsidRDefault="00241716" w:rsidP="00241716">
      <w:pPr>
        <w:pStyle w:val="libNormal"/>
      </w:pPr>
      <w:r>
        <w:t>itulah waktuMaghrib tiba.</w:t>
      </w:r>
    </w:p>
    <w:p w:rsidR="00241716" w:rsidRDefault="00241716" w:rsidP="00241716">
      <w:pPr>
        <w:pStyle w:val="libNormal"/>
      </w:pPr>
      <w:r>
        <w:t>8. Jika renggang waktu antara terbenamnya matahari dan azan subuh dibagi dua, maka titik</w:t>
      </w:r>
    </w:p>
    <w:p w:rsidR="00241716" w:rsidRDefault="00241716" w:rsidP="00241716">
      <w:pPr>
        <w:pStyle w:val="libNormal"/>
      </w:pPr>
      <w:r>
        <w:t>tengah pembagian ini adalah pertengahan malam dan habisnya waktu salat Isya.</w:t>
      </w:r>
    </w:p>
    <w:p w:rsidR="00241716" w:rsidRDefault="00241716" w:rsidP="00241716">
      <w:pPr>
        <w:pStyle w:val="libNormal"/>
      </w:pPr>
      <w:r>
        <w:t>9. Salat yang dikerjakan secara keseluruhan sebelum wak-tunya adalah batal.</w:t>
      </w:r>
    </w:p>
    <w:p w:rsidR="00241716" w:rsidRDefault="00241716" w:rsidP="00241716">
      <w:pPr>
        <w:pStyle w:val="libNormal"/>
      </w:pPr>
      <w:r>
        <w:t>10. Salat ada’an adalah salat yang dikerjakan pada waktu-nya, dan salat qodho adalah salat yang</w:t>
      </w:r>
    </w:p>
    <w:p w:rsidR="00241716" w:rsidRDefault="00241716" w:rsidP="00241716">
      <w:pPr>
        <w:pStyle w:val="libNormal"/>
      </w:pPr>
      <w:r>
        <w:t>dikerjakan selepas waktunya.</w:t>
      </w:r>
    </w:p>
    <w:p w:rsidR="007F0FAD" w:rsidRDefault="007F0FAD" w:rsidP="00241716">
      <w:pPr>
        <w:pStyle w:val="libNormal"/>
      </w:pPr>
    </w:p>
    <w:p w:rsidR="00241716" w:rsidRDefault="00241716" w:rsidP="007F0FAD">
      <w:pPr>
        <w:pStyle w:val="Heading2"/>
      </w:pPr>
      <w:bookmarkStart w:id="154" w:name="_Toc422656649"/>
      <w:r>
        <w:t>Pertanyaan:</w:t>
      </w:r>
      <w:bookmarkEnd w:id="154"/>
    </w:p>
    <w:p w:rsidR="007F0FAD" w:rsidRDefault="007F0FAD" w:rsidP="00241716">
      <w:pPr>
        <w:pStyle w:val="libNormal"/>
      </w:pPr>
    </w:p>
    <w:p w:rsidR="00241716" w:rsidRDefault="00241716" w:rsidP="00241716">
      <w:pPr>
        <w:pStyle w:val="libNormal"/>
      </w:pPr>
      <w:r>
        <w:t>1. Jelaskan perbedaan antara salat wajib dan salat sunah!</w:t>
      </w:r>
    </w:p>
    <w:p w:rsidR="00241716" w:rsidRDefault="00241716" w:rsidP="00241716">
      <w:pPr>
        <w:pStyle w:val="libNormal"/>
      </w:pPr>
      <w:r>
        <w:t>2. Sebutkan nama-nama salat yang harus dikerjakan pada malam hari!</w:t>
      </w:r>
    </w:p>
    <w:p w:rsidR="00241716" w:rsidRDefault="00241716" w:rsidP="00241716">
      <w:pPr>
        <w:pStyle w:val="libNormal"/>
      </w:pPr>
      <w:r>
        <w:t>3. Sebutkan dua contoh sebab wajibnya salat Ayat!</w:t>
      </w:r>
    </w:p>
    <w:p w:rsidR="00241716" w:rsidRDefault="00241716" w:rsidP="00241716">
      <w:pPr>
        <w:pStyle w:val="libNormal"/>
      </w:pPr>
      <w:r>
        <w:t>4. Tentukan waktu Zuhur syar’i untuk hari ini dengan menancapkan kayu di atas tanah!</w:t>
      </w:r>
    </w:p>
    <w:p w:rsidR="00241716" w:rsidRDefault="00241716" w:rsidP="00241716">
      <w:pPr>
        <w:pStyle w:val="libNormal"/>
      </w:pPr>
      <w:r>
        <w:t>5. Jika terbenamnya matahari jatuh pada pukul 06:15 dan azan subuh jatuh pada pukul 04:15,</w:t>
      </w:r>
    </w:p>
    <w:p w:rsidR="00241716" w:rsidRDefault="00241716" w:rsidP="00241716">
      <w:pPr>
        <w:pStyle w:val="libNormal"/>
      </w:pPr>
      <w:r>
        <w:lastRenderedPageBreak/>
        <w:t>lalu pukul berapa-kah pertengahan malam pada malam ini?</w:t>
      </w:r>
    </w:p>
    <w:p w:rsidR="00241716" w:rsidRDefault="00241716" w:rsidP="00241716">
      <w:pPr>
        <w:pStyle w:val="libNormal"/>
      </w:pPr>
      <w:r>
        <w:t>6. Untuk menentukan Maghrib (permulaan waktu Magh-rib), apakah kita harus melihat ke</w:t>
      </w:r>
    </w:p>
    <w:p w:rsidR="0055263D" w:rsidRDefault="00412B29" w:rsidP="00412B29">
      <w:pPr>
        <w:pStyle w:val="libNormal"/>
      </w:pPr>
      <w:r>
        <w:t>timur atau ke barat?</w:t>
      </w:r>
    </w:p>
    <w:p w:rsidR="0055263D" w:rsidRPr="0055263D" w:rsidRDefault="0055263D">
      <w:r>
        <w:br w:type="page"/>
      </w:r>
    </w:p>
    <w:p w:rsidR="00AB7F40" w:rsidRDefault="00AB7F40" w:rsidP="00AB7F40">
      <w:pPr>
        <w:pStyle w:val="Heading1Center"/>
      </w:pPr>
      <w:bookmarkStart w:id="155" w:name="_Toc422656650"/>
      <w:r>
        <w:lastRenderedPageBreak/>
        <w:t>Pelajaran 14</w:t>
      </w:r>
      <w:bookmarkEnd w:id="155"/>
    </w:p>
    <w:p w:rsidR="00AB7F40" w:rsidRDefault="00AB7F40" w:rsidP="00AB7F40">
      <w:pPr>
        <w:pStyle w:val="Heading1Center"/>
      </w:pPr>
      <w:bookmarkStart w:id="156" w:name="_Toc422656651"/>
      <w:r>
        <w:t>KIBLAT</w:t>
      </w:r>
      <w:r w:rsidR="001F112C">
        <w:t xml:space="preserve"> </w:t>
      </w:r>
      <w:r>
        <w:t>DAN</w:t>
      </w:r>
      <w:r w:rsidR="001F112C">
        <w:t xml:space="preserve"> </w:t>
      </w:r>
      <w:r>
        <w:t>PAKAIAN</w:t>
      </w:r>
      <w:r w:rsidR="001F112C">
        <w:t xml:space="preserve"> </w:t>
      </w:r>
      <w:r>
        <w:t>SALAT</w:t>
      </w:r>
      <w:bookmarkEnd w:id="156"/>
    </w:p>
    <w:p w:rsidR="001F112C" w:rsidRDefault="001F112C" w:rsidP="001F112C">
      <w:pPr>
        <w:pStyle w:val="Heading2"/>
      </w:pPr>
    </w:p>
    <w:p w:rsidR="00AB7F40" w:rsidRDefault="00AB7F40" w:rsidP="0064773C">
      <w:pPr>
        <w:pStyle w:val="Heading2Center"/>
      </w:pPr>
      <w:bookmarkStart w:id="157" w:name="_Toc422656652"/>
      <w:r>
        <w:t>KIBLAT</w:t>
      </w:r>
      <w:bookmarkEnd w:id="157"/>
    </w:p>
    <w:p w:rsidR="00AB7F40" w:rsidRDefault="00AB7F40" w:rsidP="00AB7F40">
      <w:pPr>
        <w:pStyle w:val="libNormal"/>
      </w:pPr>
    </w:p>
    <w:p w:rsidR="00AB7F40" w:rsidRDefault="00AB7F40" w:rsidP="00AB7F40">
      <w:pPr>
        <w:pStyle w:val="libNormal"/>
      </w:pPr>
      <w:r>
        <w:t>1. Ka’bah yang berada di kota Mekkah dan di dalam Masjidil Haram adalah kiblat, dan pelaku</w:t>
      </w:r>
    </w:p>
    <w:p w:rsidR="00AB7F40" w:rsidRDefault="00AB7F40" w:rsidP="00AB7F40">
      <w:pPr>
        <w:pStyle w:val="libNormal"/>
      </w:pPr>
      <w:r>
        <w:t>salat harus melaksanakan salat dengan menghadap ke sana.</w:t>
      </w:r>
    </w:p>
    <w:p w:rsidR="00AB7F40" w:rsidRDefault="00AB7F40" w:rsidP="00AB7F40">
      <w:pPr>
        <w:pStyle w:val="libNormal"/>
      </w:pPr>
      <w:r>
        <w:t>2. Orang yang berada di luar kota Mekkah dan berada jauh darinya; sekiranya berdiri dan bisa</w:t>
      </w:r>
    </w:p>
    <w:p w:rsidR="00AB7F40" w:rsidRDefault="00AB7F40" w:rsidP="003B4234">
      <w:pPr>
        <w:pStyle w:val="libNormal"/>
      </w:pPr>
      <w:r>
        <w:t>dikatakan bahwa salatnya menghadap kiblat,</w:t>
      </w:r>
      <w:r w:rsidR="00BE3F01">
        <w:t xml:space="preserve"> maka demikian ini sudah cukup.</w:t>
      </w:r>
      <w:r w:rsidR="00BE3F01" w:rsidRPr="00BE3F01">
        <w:rPr>
          <w:rStyle w:val="libFootnotenumChar"/>
        </w:rPr>
        <w:footnoteReference w:id="192"/>
      </w:r>
    </w:p>
    <w:p w:rsidR="0034011F" w:rsidRDefault="0034011F" w:rsidP="00AB7F40">
      <w:pPr>
        <w:pStyle w:val="libNormal"/>
      </w:pPr>
    </w:p>
    <w:p w:rsidR="00AB7F40" w:rsidRDefault="00AB7F40" w:rsidP="0064773C">
      <w:pPr>
        <w:pStyle w:val="Heading2Center"/>
      </w:pPr>
      <w:bookmarkStart w:id="158" w:name="_Toc422656653"/>
      <w:r>
        <w:t>PAKAIAN SALAT</w:t>
      </w:r>
      <w:bookmarkEnd w:id="158"/>
    </w:p>
    <w:p w:rsidR="0034011F" w:rsidRDefault="0034011F" w:rsidP="00AB7F40">
      <w:pPr>
        <w:pStyle w:val="libNormal"/>
      </w:pPr>
    </w:p>
    <w:p w:rsidR="00AB7F40" w:rsidRDefault="00AB7F40" w:rsidP="00AB7F40">
      <w:pPr>
        <w:pStyle w:val="libNormal"/>
      </w:pPr>
      <w:r>
        <w:t>Salah satu masalah yang harus diperhatikan sebelum salat adalah pakaian. Nah, kini mari kita</w:t>
      </w:r>
    </w:p>
    <w:p w:rsidR="00AB7F40" w:rsidRDefault="00AB7F40" w:rsidP="00AB7F40">
      <w:pPr>
        <w:pStyle w:val="libNormal"/>
      </w:pPr>
      <w:r>
        <w:t>menyimak ukuran pa-kaian dan syarat-syaratnya.</w:t>
      </w:r>
    </w:p>
    <w:p w:rsidR="003B4234" w:rsidRDefault="003B4234" w:rsidP="00AB7F40">
      <w:pPr>
        <w:pStyle w:val="libNormal"/>
      </w:pPr>
    </w:p>
    <w:p w:rsidR="00AB7F40" w:rsidRDefault="00AB7F40" w:rsidP="003B4234">
      <w:pPr>
        <w:pStyle w:val="Heading3"/>
      </w:pPr>
      <w:bookmarkStart w:id="159" w:name="_Toc422656654"/>
      <w:r>
        <w:t>Ukuran Pakaian</w:t>
      </w:r>
      <w:bookmarkEnd w:id="159"/>
    </w:p>
    <w:p w:rsidR="003B4234" w:rsidRDefault="003B4234" w:rsidP="00AB7F40">
      <w:pPr>
        <w:pStyle w:val="libNormal"/>
      </w:pPr>
    </w:p>
    <w:p w:rsidR="00AB7F40" w:rsidRDefault="00AB7F40" w:rsidP="00AB7F40">
      <w:pPr>
        <w:pStyle w:val="libNormal"/>
      </w:pPr>
      <w:r>
        <w:t xml:space="preserve">1. Laki-laki; harus menutup </w:t>
      </w:r>
      <w:r w:rsidR="001F13CC">
        <w:t>aurat,</w:t>
      </w:r>
      <w:r w:rsidR="001F13CC" w:rsidRPr="001F13CC">
        <w:rPr>
          <w:rStyle w:val="libFootnotenumChar"/>
        </w:rPr>
        <w:footnoteReference w:id="193"/>
      </w:r>
      <w:r>
        <w:t xml:space="preserve"> dan akan lebih baik bila menutupnya mulai dari pusar</w:t>
      </w:r>
    </w:p>
    <w:p w:rsidR="00AB7F40" w:rsidRDefault="00AB7F40" w:rsidP="00AB7F40">
      <w:pPr>
        <w:pStyle w:val="libNormal"/>
      </w:pPr>
      <w:r>
        <w:t>sampai lutut.</w:t>
      </w:r>
    </w:p>
    <w:p w:rsidR="00AB7F40" w:rsidRDefault="00AB7F40" w:rsidP="00AB7F40">
      <w:pPr>
        <w:pStyle w:val="libNormal"/>
      </w:pPr>
      <w:r>
        <w:t>2. Perempuan; harus menutupi seluruh badan kecuali:</w:t>
      </w:r>
    </w:p>
    <w:p w:rsidR="00AB7F40" w:rsidRDefault="00AB7F40" w:rsidP="00AB7F40">
      <w:pPr>
        <w:pStyle w:val="libNormal"/>
      </w:pPr>
      <w:r>
        <w:t>a. Tangan sampai pergelangan.</w:t>
      </w:r>
    </w:p>
    <w:p w:rsidR="00AB7F40" w:rsidRDefault="00AB7F40" w:rsidP="00AB7F40">
      <w:pPr>
        <w:pStyle w:val="libNormal"/>
      </w:pPr>
      <w:r>
        <w:t>b. Kaki sampai pergelangan.</w:t>
      </w:r>
    </w:p>
    <w:p w:rsidR="00AB7F40" w:rsidRDefault="00AB7F40" w:rsidP="00AB7F40">
      <w:pPr>
        <w:pStyle w:val="libNormal"/>
      </w:pPr>
      <w:r>
        <w:t>c. Wajah sebatas</w:t>
      </w:r>
      <w:r w:rsidR="001F13CC">
        <w:t xml:space="preserve"> yang harus dibasuh dalam wudu.</w:t>
      </w:r>
      <w:r w:rsidR="001F13CC" w:rsidRPr="001F13CC">
        <w:rPr>
          <w:rStyle w:val="libFootnotenumChar"/>
        </w:rPr>
        <w:footnoteReference w:id="194"/>
      </w:r>
    </w:p>
    <w:p w:rsidR="00AB7F40" w:rsidRDefault="00AB7F40" w:rsidP="00AB7F40">
      <w:pPr>
        <w:pStyle w:val="libNormal"/>
      </w:pPr>
      <w:r>
        <w:t>3. Perempuan tidak diwajibkan dalam salatnya untuk me-nutup kedua tangan dan kedua kaki</w:t>
      </w:r>
    </w:p>
    <w:p w:rsidR="00AB7F40" w:rsidRDefault="00AB7F40" w:rsidP="00AB7F40">
      <w:pPr>
        <w:pStyle w:val="libNormal"/>
      </w:pPr>
      <w:r>
        <w:lastRenderedPageBreak/>
        <w:t>serta wajah sebatas yang tersebut di atas tadi, walaupun m</w:t>
      </w:r>
      <w:r w:rsidR="00894A7B">
        <w:t>enutu-pinya juga tidak apa-apa.</w:t>
      </w:r>
      <w:r w:rsidR="00894A7B" w:rsidRPr="00894A7B">
        <w:rPr>
          <w:rStyle w:val="libFootnotenumChar"/>
        </w:rPr>
        <w:footnoteReference w:id="195"/>
      </w:r>
    </w:p>
    <w:p w:rsidR="00AB7F40" w:rsidRDefault="00AB7F40" w:rsidP="00AB7F40">
      <w:pPr>
        <w:pStyle w:val="libNormal"/>
      </w:pPr>
      <w:r>
        <w:t>4. Syarat-syarat pakaian salat adalah sebagai berikut:</w:t>
      </w:r>
    </w:p>
    <w:p w:rsidR="00AB7F40" w:rsidRDefault="00AB7F40" w:rsidP="00AB7F40">
      <w:pPr>
        <w:pStyle w:val="libNormal"/>
      </w:pPr>
      <w:r>
        <w:t>a. Suci (tidak najis).</w:t>
      </w:r>
    </w:p>
    <w:p w:rsidR="00AB7F40" w:rsidRDefault="00AB7F40" w:rsidP="00AB7F40">
      <w:pPr>
        <w:pStyle w:val="libNormal"/>
      </w:pPr>
      <w:r>
        <w:t>b. Mubah (bukan barang ghasab).</w:t>
      </w:r>
    </w:p>
    <w:p w:rsidR="00AB7F40" w:rsidRDefault="00AB7F40" w:rsidP="00AB7F40">
      <w:pPr>
        <w:pStyle w:val="libNormal"/>
      </w:pPr>
      <w:r>
        <w:t>c. Buk</w:t>
      </w:r>
      <w:r w:rsidR="001E57B5">
        <w:t>an bagian dari anggota bangkai,</w:t>
      </w:r>
      <w:r w:rsidR="001E57B5" w:rsidRPr="001E57B5">
        <w:rPr>
          <w:rStyle w:val="libFootnotenumChar"/>
        </w:rPr>
        <w:footnoteReference w:id="196"/>
      </w:r>
      <w:r>
        <w:t xml:space="preserve"> misalnya bukan dari kulit hewan yang disembelih</w:t>
      </w:r>
    </w:p>
    <w:p w:rsidR="00AB7F40" w:rsidRDefault="00AB7F40" w:rsidP="00AB7F40">
      <w:pPr>
        <w:pStyle w:val="libNormal"/>
      </w:pPr>
      <w:r>
        <w:t>tidak atas dasar syariat islam, walaupun sekadar ikat pinggang dan topi.</w:t>
      </w:r>
    </w:p>
    <w:p w:rsidR="00AB7F40" w:rsidRDefault="00AB7F40" w:rsidP="00AB7F40">
      <w:pPr>
        <w:pStyle w:val="libNormal"/>
      </w:pPr>
      <w:r>
        <w:t>d. Bukan dari hewan yang dagingnya haram, misalnya dari kulit macan atau babi.</w:t>
      </w:r>
    </w:p>
    <w:p w:rsidR="00AB7F40" w:rsidRDefault="00AB7F40" w:rsidP="00AB7F40">
      <w:pPr>
        <w:pStyle w:val="libNormal"/>
      </w:pPr>
      <w:r>
        <w:t>e. Jika pelaku salat adalah laki-laki, dia tidak boleh memakai pakaian yang terbuat dari</w:t>
      </w:r>
    </w:p>
    <w:p w:rsidR="00AB7F40" w:rsidRDefault="00AB7F40" w:rsidP="00AB7F40">
      <w:pPr>
        <w:pStyle w:val="libNormal"/>
      </w:pPr>
      <w:r>
        <w:t>tenunan emas dan sutera asli.</w:t>
      </w:r>
    </w:p>
    <w:p w:rsidR="00AB7F40" w:rsidRDefault="00AB7F40" w:rsidP="00AB7F40">
      <w:pPr>
        <w:pStyle w:val="libNormal"/>
      </w:pPr>
      <w:r>
        <w:t>Di antara syarat-syarat di atas, syarat pertama (pakaian harus suci dan tidak najis) mungkin sekali</w:t>
      </w:r>
    </w:p>
    <w:p w:rsidR="00AB7F40" w:rsidRDefault="00AB7F40" w:rsidP="00AB7F40">
      <w:pPr>
        <w:pStyle w:val="libNormal"/>
      </w:pPr>
      <w:r>
        <w:t>menjadi masalah bagi siapa saja, karena jarang ada orang melakukan salat dengan pakaian ghasab</w:t>
      </w:r>
    </w:p>
    <w:p w:rsidR="00AB7F40" w:rsidRDefault="00AB7F40" w:rsidP="00AB7F40">
      <w:pPr>
        <w:pStyle w:val="libNormal"/>
      </w:pPr>
      <w:r>
        <w:t>atau pakaian dari bagian tubuh bangkai. Oleh karena itu, berikutnya kami akan mene-rangkan</w:t>
      </w:r>
    </w:p>
    <w:p w:rsidR="00AB7F40" w:rsidRDefault="00AB7F40" w:rsidP="00AB7F40">
      <w:pPr>
        <w:pStyle w:val="libNormal"/>
      </w:pPr>
      <w:r>
        <w:t>syarat pertama. Hanya saja perlu ditegaskan di sini bahwa selain pakaian, badan pelaku salat juga</w:t>
      </w:r>
    </w:p>
    <w:p w:rsidR="00AB7F40" w:rsidRDefault="00AB7F40" w:rsidP="00AB7F40">
      <w:pPr>
        <w:pStyle w:val="libNormal"/>
      </w:pPr>
      <w:r>
        <w:t>harus suci.</w:t>
      </w:r>
    </w:p>
    <w:p w:rsidR="00BD253A" w:rsidRDefault="00BD253A" w:rsidP="00BD253A">
      <w:pPr>
        <w:pStyle w:val="libNormal"/>
      </w:pPr>
    </w:p>
    <w:p w:rsidR="00BD253A" w:rsidRDefault="00AB7F40" w:rsidP="00BD253A">
      <w:pPr>
        <w:pStyle w:val="Heading3"/>
      </w:pPr>
      <w:bookmarkStart w:id="160" w:name="_Toc422656655"/>
      <w:r>
        <w:t>Pada kondisi-kondisi di bawah ini, hukum salat seseorang dengan badan atau pakaian yang</w:t>
      </w:r>
      <w:r w:rsidR="00CE4294">
        <w:t xml:space="preserve"> </w:t>
      </w:r>
      <w:r w:rsidR="00BD253A">
        <w:t>najis adalah batal:</w:t>
      </w:r>
      <w:bookmarkEnd w:id="160"/>
    </w:p>
    <w:p w:rsidR="00BD253A" w:rsidRDefault="00BD253A" w:rsidP="00BD253A">
      <w:pPr>
        <w:pStyle w:val="libNormal"/>
      </w:pPr>
    </w:p>
    <w:p w:rsidR="00BD253A" w:rsidRDefault="00BD253A" w:rsidP="00BD253A">
      <w:pPr>
        <w:pStyle w:val="libNormal"/>
      </w:pPr>
      <w:r>
        <w:t>1. Sengaja salat dengan badan atau pakaian najis. Yakni, sekalipun tahu bahwa badan atau</w:t>
      </w:r>
    </w:p>
    <w:p w:rsidR="00BD253A" w:rsidRDefault="00BD253A" w:rsidP="00BD253A">
      <w:pPr>
        <w:pStyle w:val="libNormal"/>
      </w:pPr>
      <w:r>
        <w:t>pakaiannya najis, dia tetap salat dalam kondisi demikian.</w:t>
      </w:r>
      <w:r w:rsidRPr="00BD253A">
        <w:rPr>
          <w:rStyle w:val="libFootnotenumChar"/>
        </w:rPr>
        <w:footnoteReference w:id="197"/>
      </w:r>
    </w:p>
    <w:p w:rsidR="00BD253A" w:rsidRDefault="00BD253A" w:rsidP="00BD253A">
      <w:pPr>
        <w:pStyle w:val="libNormal"/>
      </w:pPr>
      <w:r>
        <w:lastRenderedPageBreak/>
        <w:t>2. Memandang remeh belajar masalah-masalah atau hu-kum-hukum f</w:t>
      </w:r>
      <w:r w:rsidR="00DD714D">
        <w:t>ikih</w:t>
      </w:r>
      <w:r w:rsidR="00DD714D" w:rsidRPr="00DD714D">
        <w:rPr>
          <w:rStyle w:val="libFootnotenumChar"/>
        </w:rPr>
        <w:footnoteReference w:id="198"/>
      </w:r>
      <w:r>
        <w:t xml:space="preserve"> sehingga dia salat</w:t>
      </w:r>
    </w:p>
    <w:p w:rsidR="00BD253A" w:rsidRDefault="00BD253A" w:rsidP="00BD253A">
      <w:pPr>
        <w:pStyle w:val="libNormal"/>
      </w:pPr>
      <w:r>
        <w:t>dengan badan atau pakaian na</w:t>
      </w:r>
      <w:r w:rsidR="00DD714D">
        <w:t>jis karena tidak tahu hukumnya.</w:t>
      </w:r>
      <w:r w:rsidR="00DD714D" w:rsidRPr="00DD714D">
        <w:rPr>
          <w:rStyle w:val="libFootnotenumChar"/>
        </w:rPr>
        <w:footnoteReference w:id="199"/>
      </w:r>
    </w:p>
    <w:p w:rsidR="00BD253A" w:rsidRDefault="00BD253A" w:rsidP="00BD253A">
      <w:pPr>
        <w:pStyle w:val="libNormal"/>
      </w:pPr>
      <w:r>
        <w:t>3. Dia tahu bahwa badan atau pakaiannya najis, lalu lupa sehingga melakukan salat dengan</w:t>
      </w:r>
    </w:p>
    <w:p w:rsidR="00BD253A" w:rsidRDefault="00DD714D" w:rsidP="00BD253A">
      <w:pPr>
        <w:pStyle w:val="libNormal"/>
      </w:pPr>
      <w:r>
        <w:t>badan atau pakaian najis.</w:t>
      </w:r>
      <w:r w:rsidRPr="00DD714D">
        <w:rPr>
          <w:rStyle w:val="libFootnotenumChar"/>
        </w:rPr>
        <w:footnoteReference w:id="200"/>
      </w:r>
    </w:p>
    <w:p w:rsidR="00DA1969" w:rsidRDefault="00DA1969" w:rsidP="00BD253A">
      <w:pPr>
        <w:pStyle w:val="libNormal"/>
      </w:pPr>
    </w:p>
    <w:p w:rsidR="00BD253A" w:rsidRDefault="00BD253A" w:rsidP="00DA1969">
      <w:pPr>
        <w:pStyle w:val="Heading3"/>
      </w:pPr>
      <w:bookmarkStart w:id="161" w:name="_Toc422656656"/>
      <w:r>
        <w:t>Pada kondisi-kondisi di bawah ini, hukum salat seseorang dengan badan atau pakaian yang</w:t>
      </w:r>
      <w:bookmarkEnd w:id="161"/>
    </w:p>
    <w:p w:rsidR="00BD253A" w:rsidRDefault="00BD253A" w:rsidP="00DA1969">
      <w:pPr>
        <w:pStyle w:val="Heading3"/>
      </w:pPr>
      <w:bookmarkStart w:id="162" w:name="_Toc422656657"/>
      <w:r>
        <w:t>najis adalah sah:</w:t>
      </w:r>
      <w:bookmarkEnd w:id="162"/>
    </w:p>
    <w:p w:rsidR="00DA1969" w:rsidRDefault="00DA1969" w:rsidP="00BD253A">
      <w:pPr>
        <w:pStyle w:val="libNormal"/>
      </w:pPr>
    </w:p>
    <w:p w:rsidR="00BD253A" w:rsidRDefault="00BD253A" w:rsidP="00BD253A">
      <w:pPr>
        <w:pStyle w:val="libNormal"/>
      </w:pPr>
      <w:r>
        <w:t>1. Dia tidak tahu bahwa badan atau pakaiannya najis, seusai salat dia baru tahu kalau badan</w:t>
      </w:r>
    </w:p>
    <w:p w:rsidR="00BD253A" w:rsidRDefault="00DD714D" w:rsidP="00BD253A">
      <w:pPr>
        <w:pStyle w:val="libNormal"/>
      </w:pPr>
      <w:r>
        <w:t>atau pakaiannya itu najis.</w:t>
      </w:r>
      <w:r w:rsidRPr="00DD714D">
        <w:rPr>
          <w:rStyle w:val="libFootnotenumChar"/>
        </w:rPr>
        <w:footnoteReference w:id="201"/>
      </w:r>
    </w:p>
    <w:p w:rsidR="00BD253A" w:rsidRDefault="00BD253A" w:rsidP="00BD253A">
      <w:pPr>
        <w:pStyle w:val="libNormal"/>
      </w:pPr>
      <w:r>
        <w:t>2. Badan atau pakaiannya najis karena luka yang ada pada badannya dan sulit untuk membasuh</w:t>
      </w:r>
    </w:p>
    <w:p w:rsidR="00BD253A" w:rsidRDefault="00DD714D" w:rsidP="00BD253A">
      <w:pPr>
        <w:pStyle w:val="libNormal"/>
      </w:pPr>
      <w:r>
        <w:t>atau menggan-tinya.</w:t>
      </w:r>
      <w:r w:rsidRPr="00DD714D">
        <w:rPr>
          <w:rStyle w:val="libFootnotenumChar"/>
        </w:rPr>
        <w:footnoteReference w:id="202"/>
      </w:r>
    </w:p>
    <w:p w:rsidR="00BD253A" w:rsidRDefault="00BD253A" w:rsidP="00BD253A">
      <w:pPr>
        <w:pStyle w:val="libNormal"/>
      </w:pPr>
      <w:r>
        <w:t>3. Badan atau pakaiannya najis karena darah, akan tetapi ukuran bercak darah di pakaian itu</w:t>
      </w:r>
    </w:p>
    <w:p w:rsidR="00BD253A" w:rsidRDefault="00BD253A" w:rsidP="00BD253A">
      <w:pPr>
        <w:pStyle w:val="libNormal"/>
      </w:pPr>
      <w:r>
        <w:t>kuran</w:t>
      </w:r>
      <w:r w:rsidR="00DD714D">
        <w:t>g dari uang logam satu dirham.</w:t>
      </w:r>
      <w:r w:rsidR="00DD714D" w:rsidRPr="00DD714D">
        <w:rPr>
          <w:rStyle w:val="libFootnotenumChar"/>
        </w:rPr>
        <w:footnoteReference w:id="203"/>
      </w:r>
      <w:r w:rsidR="00DD714D">
        <w:t xml:space="preserve"> . </w:t>
      </w:r>
      <w:r w:rsidR="00DD714D" w:rsidRPr="00DD714D">
        <w:rPr>
          <w:rStyle w:val="libFootnotenumChar"/>
        </w:rPr>
        <w:footnoteReference w:id="204"/>
      </w:r>
    </w:p>
    <w:p w:rsidR="00BD253A" w:rsidRDefault="00BD253A" w:rsidP="00BD253A">
      <w:pPr>
        <w:pStyle w:val="libNormal"/>
      </w:pPr>
      <w:r>
        <w:t>4. Dia terpaksa melakukan salat dengan badan atau pa-kaian najis, misalnya tidak ada air untuk</w:t>
      </w:r>
    </w:p>
    <w:p w:rsidR="00BD253A" w:rsidRDefault="00DD714D" w:rsidP="00BD253A">
      <w:pPr>
        <w:pStyle w:val="libNormal"/>
      </w:pPr>
      <w:r>
        <w:lastRenderedPageBreak/>
        <w:t>bersuci.</w:t>
      </w:r>
      <w:r w:rsidRPr="00DD714D">
        <w:rPr>
          <w:rStyle w:val="libFootnotenumChar"/>
        </w:rPr>
        <w:footnoteReference w:id="205"/>
      </w:r>
    </w:p>
    <w:p w:rsidR="00A72A2B" w:rsidRDefault="00A72A2B" w:rsidP="00BD253A">
      <w:pPr>
        <w:pStyle w:val="libNormal"/>
      </w:pPr>
    </w:p>
    <w:p w:rsidR="00BD253A" w:rsidRDefault="00BD253A" w:rsidP="00A72A2B">
      <w:pPr>
        <w:pStyle w:val="Heading2"/>
      </w:pPr>
      <w:bookmarkStart w:id="163" w:name="_Toc422656658"/>
      <w:r>
        <w:t>Beberapa Masalah</w:t>
      </w:r>
      <w:bookmarkEnd w:id="163"/>
    </w:p>
    <w:p w:rsidR="00A72A2B" w:rsidRDefault="00A72A2B" w:rsidP="00BD253A">
      <w:pPr>
        <w:pStyle w:val="libNormal"/>
      </w:pPr>
    </w:p>
    <w:p w:rsidR="00BD253A" w:rsidRDefault="00BD253A" w:rsidP="00BD253A">
      <w:pPr>
        <w:pStyle w:val="libNormal"/>
      </w:pPr>
      <w:r>
        <w:t>1. Jika pakaian-pakaian kecil pelaku salat najis seperti: sarung tangan, kaos kaki atau sapu</w:t>
      </w:r>
    </w:p>
    <w:p w:rsidR="00BD253A" w:rsidRDefault="00BD253A" w:rsidP="00BD253A">
      <w:pPr>
        <w:pStyle w:val="libNormal"/>
      </w:pPr>
      <w:r>
        <w:t>tangan kecil yang najis di sakunya; maka selama bukan dari anggota bangkai atau binatang</w:t>
      </w:r>
    </w:p>
    <w:p w:rsidR="00BD253A" w:rsidRDefault="00BD253A" w:rsidP="00BD253A">
      <w:pPr>
        <w:pStyle w:val="libNormal"/>
      </w:pPr>
      <w:r>
        <w:t>yang ha</w:t>
      </w:r>
      <w:r w:rsidR="00DD714D">
        <w:t>ram dagingnya tidaklah apa-apa.</w:t>
      </w:r>
      <w:r w:rsidR="00DD714D" w:rsidRPr="00DD714D">
        <w:rPr>
          <w:rStyle w:val="libFootnotenumChar"/>
        </w:rPr>
        <w:footnoteReference w:id="206"/>
      </w:r>
    </w:p>
    <w:p w:rsidR="00BD253A" w:rsidRDefault="00BD253A" w:rsidP="00BD253A">
      <w:pPr>
        <w:pStyle w:val="libNormal"/>
      </w:pPr>
      <w:r>
        <w:t>2. Memakai jubah, baju putih dan pakaian yang paling bersih dan memakai wangi-wangian</w:t>
      </w:r>
    </w:p>
    <w:p w:rsidR="00BD253A" w:rsidRDefault="00BD253A" w:rsidP="00BD253A">
      <w:pPr>
        <w:pStyle w:val="libNormal"/>
      </w:pPr>
      <w:r>
        <w:t xml:space="preserve">serta cincin </w:t>
      </w:r>
      <w:r w:rsidR="00DA1969">
        <w:t>‘aqiq dalam salat adalah sunah.</w:t>
      </w:r>
      <w:r w:rsidR="00DA1969" w:rsidRPr="00DA1969">
        <w:rPr>
          <w:rStyle w:val="libFootnotenumChar"/>
        </w:rPr>
        <w:footnoteReference w:id="207"/>
      </w:r>
    </w:p>
    <w:p w:rsidR="00BD253A" w:rsidRDefault="00BD253A" w:rsidP="00BD253A">
      <w:pPr>
        <w:pStyle w:val="libNormal"/>
      </w:pPr>
      <w:r>
        <w:t>3. Memakai pakaian hitam, kotor, ketat dan pakaian yang bergambar wajah serta terbukanya</w:t>
      </w:r>
    </w:p>
    <w:p w:rsidR="00BD253A" w:rsidRDefault="00BD253A" w:rsidP="00BD253A">
      <w:pPr>
        <w:pStyle w:val="libNormal"/>
      </w:pPr>
      <w:r>
        <w:t>kancing-</w:t>
      </w:r>
      <w:r w:rsidR="00DA1969">
        <w:t>kancing pakaian adalah makruh.</w:t>
      </w:r>
      <w:r w:rsidR="00DA1969" w:rsidRPr="00DA1969">
        <w:rPr>
          <w:rStyle w:val="libFootnotenumChar"/>
        </w:rPr>
        <w:footnoteReference w:id="208"/>
      </w:r>
    </w:p>
    <w:p w:rsidR="00A72A2B" w:rsidRDefault="00A72A2B" w:rsidP="00BD253A">
      <w:pPr>
        <w:pStyle w:val="libNormal"/>
      </w:pPr>
    </w:p>
    <w:p w:rsidR="00BD253A" w:rsidRDefault="00BD253A" w:rsidP="00A72A2B">
      <w:pPr>
        <w:pStyle w:val="Heading2"/>
      </w:pPr>
      <w:bookmarkStart w:id="164" w:name="_Toc422656659"/>
      <w:r>
        <w:t>Kesimpulan Pelajaran</w:t>
      </w:r>
      <w:bookmarkEnd w:id="164"/>
    </w:p>
    <w:p w:rsidR="00A72A2B" w:rsidRDefault="00A72A2B" w:rsidP="00BD253A">
      <w:pPr>
        <w:pStyle w:val="libNormal"/>
      </w:pPr>
    </w:p>
    <w:p w:rsidR="00BD253A" w:rsidRDefault="00BD253A" w:rsidP="00BD253A">
      <w:pPr>
        <w:pStyle w:val="libNormal"/>
      </w:pPr>
      <w:r>
        <w:t>1. Ka’bah yang berada di dalam Masjidil Haram di kota Mekkah adalah kiblat, dan pelaku salat</w:t>
      </w:r>
    </w:p>
    <w:p w:rsidR="00BD253A" w:rsidRDefault="00BD253A" w:rsidP="00BD253A">
      <w:pPr>
        <w:pStyle w:val="libNormal"/>
      </w:pPr>
      <w:r>
        <w:t>harus melaku-kan salat dengan menghadap ke sana.</w:t>
      </w:r>
    </w:p>
    <w:p w:rsidR="00BD253A" w:rsidRDefault="00BD253A" w:rsidP="00BD253A">
      <w:pPr>
        <w:pStyle w:val="libNormal"/>
      </w:pPr>
      <w:r>
        <w:t>2. Sekiranya pelaku salat berdiri dan bisa dikatakan bahwa dia sedang melakukan salat dengan</w:t>
      </w:r>
    </w:p>
    <w:p w:rsidR="00BD253A" w:rsidRDefault="00BD253A" w:rsidP="00BD253A">
      <w:pPr>
        <w:pStyle w:val="libNormal"/>
      </w:pPr>
      <w:r>
        <w:t>menghadap kiblat, demikian ini sudah cukup.</w:t>
      </w:r>
    </w:p>
    <w:p w:rsidR="00BD253A" w:rsidRDefault="00BD253A" w:rsidP="00BD253A">
      <w:pPr>
        <w:pStyle w:val="libNormal"/>
      </w:pPr>
      <w:r>
        <w:t>3. Laki-laki dalam salatnya harus menutup aurat, dan akan lebih baik bila dia menutupnya</w:t>
      </w:r>
    </w:p>
    <w:p w:rsidR="00BD253A" w:rsidRDefault="00BD253A" w:rsidP="00BD253A">
      <w:pPr>
        <w:pStyle w:val="libNormal"/>
      </w:pPr>
      <w:r>
        <w:t>mulai dari pusar sampai lutut.</w:t>
      </w:r>
    </w:p>
    <w:p w:rsidR="00BD253A" w:rsidRDefault="00BD253A" w:rsidP="00BD253A">
      <w:pPr>
        <w:pStyle w:val="libNormal"/>
      </w:pPr>
      <w:r>
        <w:t>4. Perempuan dalam salat harus menutup seluruh badan kecuali wajah dan kedua tangan</w:t>
      </w:r>
    </w:p>
    <w:p w:rsidR="00BD253A" w:rsidRDefault="00BD253A" w:rsidP="00BD253A">
      <w:pPr>
        <w:pStyle w:val="libNormal"/>
      </w:pPr>
      <w:r>
        <w:t>sampai pergelangan dan kedua kaki sampai pergelangan.</w:t>
      </w:r>
    </w:p>
    <w:p w:rsidR="001330D4" w:rsidRDefault="00BD253A" w:rsidP="00BD253A">
      <w:pPr>
        <w:pStyle w:val="libNormal"/>
      </w:pPr>
      <w:r>
        <w:t>5. Badan dan pakaian pelaku salat harus suci.</w:t>
      </w:r>
    </w:p>
    <w:p w:rsidR="00BB526F" w:rsidRDefault="00BB526F" w:rsidP="00BB526F">
      <w:pPr>
        <w:pStyle w:val="libNormal"/>
      </w:pPr>
      <w:r>
        <w:lastRenderedPageBreak/>
        <w:t>6. Pakaian pelaku salat harus mubah dan bukan dari ang-gota bangkai dan hewan yang haram</w:t>
      </w:r>
    </w:p>
    <w:p w:rsidR="00BB526F" w:rsidRDefault="00BB526F" w:rsidP="00BB526F">
      <w:pPr>
        <w:pStyle w:val="libNormal"/>
      </w:pPr>
      <w:r>
        <w:t>dagingnya.</w:t>
      </w:r>
    </w:p>
    <w:p w:rsidR="00BB526F" w:rsidRDefault="00BB526F" w:rsidP="00BB526F">
      <w:pPr>
        <w:pStyle w:val="libNormal"/>
      </w:pPr>
      <w:r>
        <w:t>7. Jika seseroang sebelumnya tidak tahu kalau badan atau pakaiannya najis, lalu seusai salat dia</w:t>
      </w:r>
    </w:p>
    <w:p w:rsidR="00BB526F" w:rsidRDefault="00BB526F" w:rsidP="00BB526F">
      <w:pPr>
        <w:pStyle w:val="libNormal"/>
      </w:pPr>
      <w:r>
        <w:t>baru tahu demi-kian, maka salatnya sah.</w:t>
      </w:r>
    </w:p>
    <w:p w:rsidR="00BB526F" w:rsidRDefault="00BB526F" w:rsidP="00BB526F">
      <w:pPr>
        <w:pStyle w:val="libNormal"/>
      </w:pPr>
      <w:r>
        <w:t>8. Jika dia sebelumnya tahu bahwa badan atau pakaiannya najis kemudian lupa sehingga dia</w:t>
      </w:r>
    </w:p>
    <w:p w:rsidR="00BB526F" w:rsidRDefault="00BB526F" w:rsidP="00BB526F">
      <w:pPr>
        <w:pStyle w:val="libNormal"/>
      </w:pPr>
      <w:r>
        <w:t>melakukan salat de-ngan badan atau pakaian najis tersebut, maka salatnya batal.</w:t>
      </w:r>
    </w:p>
    <w:p w:rsidR="00BB526F" w:rsidRDefault="00BB526F" w:rsidP="00BB526F">
      <w:pPr>
        <w:pStyle w:val="libNormal"/>
      </w:pPr>
    </w:p>
    <w:p w:rsidR="00BB526F" w:rsidRDefault="00BB526F" w:rsidP="00BB526F">
      <w:pPr>
        <w:pStyle w:val="Heading2"/>
      </w:pPr>
      <w:bookmarkStart w:id="165" w:name="_Toc422656660"/>
      <w:r>
        <w:t>Pertanyaan:</w:t>
      </w:r>
      <w:bookmarkEnd w:id="165"/>
    </w:p>
    <w:p w:rsidR="00BB526F" w:rsidRDefault="00BB526F" w:rsidP="00BB526F">
      <w:pPr>
        <w:pStyle w:val="libNormal"/>
      </w:pPr>
    </w:p>
    <w:p w:rsidR="00BB526F" w:rsidRDefault="00BB526F" w:rsidP="00BB526F">
      <w:pPr>
        <w:pStyle w:val="libNormal"/>
      </w:pPr>
      <w:r>
        <w:t>1. Apa syarat-syarat bagi pakaian pelaku salat?</w:t>
      </w:r>
    </w:p>
    <w:p w:rsidR="00BB526F" w:rsidRDefault="00BB526F" w:rsidP="00BB526F">
      <w:pPr>
        <w:pStyle w:val="libNormal"/>
      </w:pPr>
      <w:r>
        <w:t>2. Apa hukum salat seseorang yang baru tahu—seusai salat—bahwa pakaiannya najis?</w:t>
      </w:r>
    </w:p>
    <w:p w:rsidR="00BB526F" w:rsidRDefault="00BB526F" w:rsidP="00BB526F">
      <w:pPr>
        <w:pStyle w:val="libNormal"/>
      </w:pPr>
      <w:r>
        <w:t>3. Dalam kondisi apakah seseorang bisa melakukan salat secara sah sekalipun dia tahu bahwa</w:t>
      </w:r>
    </w:p>
    <w:p w:rsidR="00BB526F" w:rsidRDefault="00BB526F" w:rsidP="00BB526F">
      <w:pPr>
        <w:pStyle w:val="libNormal"/>
      </w:pPr>
      <w:r>
        <w:t>pakaiannya najis?</w:t>
      </w:r>
    </w:p>
    <w:p w:rsidR="00BB526F" w:rsidRDefault="00BB526F" w:rsidP="00BB526F">
      <w:pPr>
        <w:pStyle w:val="libNormal"/>
      </w:pPr>
      <w:r>
        <w:t>4. Apa yang harus dilakukan oleh seseorang yang di tengah-tengah salatnya tahu bahwa</w:t>
      </w:r>
    </w:p>
    <w:p w:rsidR="00BB526F" w:rsidRDefault="00BB526F" w:rsidP="00BB526F">
      <w:pPr>
        <w:pStyle w:val="libNormal"/>
      </w:pPr>
      <w:r>
        <w:t>pakaiannya najis?</w:t>
      </w:r>
    </w:p>
    <w:p w:rsidR="00BB526F" w:rsidRDefault="00BB526F" w:rsidP="00BB526F">
      <w:pPr>
        <w:pStyle w:val="libNormal"/>
      </w:pPr>
      <w:r>
        <w:t>5. Berikan tiga contoh untuk keadaan terpaksa yang karenanya salat tetap sah meskipun dengan</w:t>
      </w:r>
    </w:p>
    <w:p w:rsidR="00BB526F" w:rsidRDefault="00BB526F" w:rsidP="00BB526F">
      <w:pPr>
        <w:pStyle w:val="libNormal"/>
      </w:pPr>
      <w:r>
        <w:t>badan atau pakaian najis!</w:t>
      </w:r>
    </w:p>
    <w:p w:rsidR="00BB526F" w:rsidRPr="006F7F60" w:rsidRDefault="00BB526F">
      <w:r>
        <w:br w:type="page"/>
      </w:r>
    </w:p>
    <w:p w:rsidR="006F7F60" w:rsidRDefault="006F7F60" w:rsidP="006F7F60">
      <w:pPr>
        <w:pStyle w:val="Heading1Center"/>
      </w:pPr>
      <w:bookmarkStart w:id="166" w:name="_Toc422656661"/>
      <w:r>
        <w:lastRenderedPageBreak/>
        <w:t>Pelajaran 15</w:t>
      </w:r>
      <w:bookmarkEnd w:id="166"/>
    </w:p>
    <w:p w:rsidR="006F7F60" w:rsidRDefault="006F7F60" w:rsidP="006F7F60">
      <w:pPr>
        <w:pStyle w:val="Heading1Center"/>
      </w:pPr>
      <w:bookmarkStart w:id="167" w:name="_Toc422656662"/>
      <w:r>
        <w:t>TEMPAT SALAT,AZAN</w:t>
      </w:r>
      <w:bookmarkEnd w:id="167"/>
    </w:p>
    <w:p w:rsidR="006F7F60" w:rsidRDefault="006F7F60" w:rsidP="006F7F60">
      <w:pPr>
        <w:pStyle w:val="Heading1Center"/>
      </w:pPr>
      <w:bookmarkStart w:id="168" w:name="_Toc422656663"/>
      <w:r>
        <w:t>DAN IQOMAH</w:t>
      </w:r>
      <w:bookmarkEnd w:id="168"/>
    </w:p>
    <w:p w:rsidR="006F7F60" w:rsidRDefault="006F7F60" w:rsidP="006F7F60">
      <w:pPr>
        <w:pStyle w:val="libNormal"/>
      </w:pPr>
    </w:p>
    <w:p w:rsidR="006F7F60" w:rsidRDefault="006F7F60" w:rsidP="004B23E1">
      <w:pPr>
        <w:pStyle w:val="Heading2Center"/>
      </w:pPr>
      <w:bookmarkStart w:id="169" w:name="_Toc422656664"/>
      <w:r>
        <w:t>TEMPAT SALAT</w:t>
      </w:r>
      <w:bookmarkEnd w:id="169"/>
    </w:p>
    <w:p w:rsidR="004B23E1" w:rsidRDefault="004B23E1" w:rsidP="006F7F60">
      <w:pPr>
        <w:pStyle w:val="libNormal"/>
      </w:pPr>
    </w:p>
    <w:p w:rsidR="006F7F60" w:rsidRDefault="006F7F60" w:rsidP="004B23E1">
      <w:pPr>
        <w:pStyle w:val="Heading3"/>
      </w:pPr>
      <w:bookmarkStart w:id="170" w:name="_Toc422656665"/>
      <w:r>
        <w:t>Syarat-syarat Tempat Salat</w:t>
      </w:r>
      <w:bookmarkEnd w:id="170"/>
    </w:p>
    <w:p w:rsidR="006F7F60" w:rsidRDefault="006F7F60" w:rsidP="006F7F60">
      <w:pPr>
        <w:pStyle w:val="libNormal"/>
      </w:pPr>
      <w:r>
        <w:t>1. Harus mubah (bukan hasil rampasan—ghasab).</w:t>
      </w:r>
    </w:p>
    <w:p w:rsidR="006F7F60" w:rsidRDefault="006F7F60" w:rsidP="006F7F60">
      <w:pPr>
        <w:pStyle w:val="libNormal"/>
      </w:pPr>
      <w:r>
        <w:t>2. Tidak bergerak (seperti: di dalam kendaraan, maka tidak boleh dalam keadaan bergerak).</w:t>
      </w:r>
    </w:p>
    <w:p w:rsidR="006F7F60" w:rsidRDefault="006F7F60" w:rsidP="006F7F60">
      <w:pPr>
        <w:pStyle w:val="libNormal"/>
      </w:pPr>
      <w:r>
        <w:t>3. Tidak sempit dan atapnya tidak pendek sehingga ia bisa berdiri dan rukuk serta sujud dengan</w:t>
      </w:r>
    </w:p>
    <w:p w:rsidR="006F7F60" w:rsidRDefault="006F7F60" w:rsidP="006F7F60">
      <w:pPr>
        <w:pStyle w:val="libNormal"/>
      </w:pPr>
      <w:r>
        <w:t>sempurna.</w:t>
      </w:r>
    </w:p>
    <w:p w:rsidR="006F7F60" w:rsidRDefault="006F7F60" w:rsidP="006F7F60">
      <w:pPr>
        <w:pStyle w:val="libNormal"/>
      </w:pPr>
      <w:r>
        <w:t>4. Tempat dahi (ketika sujud) harus suci.</w:t>
      </w:r>
    </w:p>
    <w:p w:rsidR="006F7F60" w:rsidRDefault="006F7F60" w:rsidP="006F7F60">
      <w:pPr>
        <w:pStyle w:val="libNormal"/>
      </w:pPr>
      <w:r>
        <w:t>5. Jika tempat salat najis, kadar basahnya tidak sampai ber-pengaruh pada badan atau pakaian</w:t>
      </w:r>
    </w:p>
    <w:p w:rsidR="006F7F60" w:rsidRDefault="006F7F60" w:rsidP="006F7F60">
      <w:pPr>
        <w:pStyle w:val="libNormal"/>
      </w:pPr>
      <w:r>
        <w:t>pelaku salat.</w:t>
      </w:r>
    </w:p>
    <w:p w:rsidR="006F7F60" w:rsidRDefault="006F7F60" w:rsidP="006F7F60">
      <w:pPr>
        <w:pStyle w:val="libNormal"/>
      </w:pPr>
      <w:r>
        <w:t>6. Tempat dahi (ketika sujud) tidak boleh lebih rendah atau lebih tinggi—selebar empat jari</w:t>
      </w:r>
    </w:p>
    <w:p w:rsidR="006F7F60" w:rsidRDefault="006F7F60" w:rsidP="006F7F60">
      <w:pPr>
        <w:pStyle w:val="libNormal"/>
      </w:pPr>
      <w:r>
        <w:t>rapat—dari tempat kedua lutut, dan berdasarkan ihtiyath wajib dari tempat ja</w:t>
      </w:r>
      <w:r w:rsidR="003B0A63">
        <w:t>ri-jari kaki.</w:t>
      </w:r>
      <w:r w:rsidR="003B0A63" w:rsidRPr="003B0A63">
        <w:rPr>
          <w:rStyle w:val="libFootnotenumChar"/>
        </w:rPr>
        <w:footnoteReference w:id="209"/>
      </w:r>
      <w:r w:rsidR="003B0A63">
        <w:t>.</w:t>
      </w:r>
      <w:r w:rsidR="003B0A63" w:rsidRPr="003B0A63">
        <w:rPr>
          <w:rStyle w:val="libFootnotenumChar"/>
        </w:rPr>
        <w:footnoteReference w:id="210"/>
      </w:r>
    </w:p>
    <w:p w:rsidR="006F7F60" w:rsidRDefault="006F7F60" w:rsidP="004B23E1">
      <w:pPr>
        <w:pStyle w:val="Heading3"/>
      </w:pPr>
      <w:bookmarkStart w:id="171" w:name="_Toc422656666"/>
      <w:r>
        <w:t>Hukum Tempat Salat</w:t>
      </w:r>
      <w:bookmarkEnd w:id="171"/>
    </w:p>
    <w:p w:rsidR="006F7F60" w:rsidRDefault="006F7F60" w:rsidP="006F7F60">
      <w:pPr>
        <w:pStyle w:val="libNormal"/>
      </w:pPr>
      <w:r>
        <w:t>1. Tidak sah salat di tempat ghasab (seperti: masuk rumah ora</w:t>
      </w:r>
      <w:r w:rsidR="003B0A63">
        <w:t>ng lain tanpa izin pemiliknya).</w:t>
      </w:r>
      <w:r w:rsidR="003B0A63" w:rsidRPr="003B0A63">
        <w:rPr>
          <w:rStyle w:val="libFootnotenumChar"/>
        </w:rPr>
        <w:footnoteReference w:id="211"/>
      </w:r>
    </w:p>
    <w:p w:rsidR="006F7F60" w:rsidRDefault="006F7F60" w:rsidP="006F7F60">
      <w:pPr>
        <w:pStyle w:val="libNormal"/>
      </w:pPr>
      <w:r>
        <w:t>2. Terpaksa salat di tempat yang bergerak—seperti: kereta api dan pesawat—begitu juga di</w:t>
      </w:r>
    </w:p>
    <w:p w:rsidR="006F7F60" w:rsidRDefault="006F7F60" w:rsidP="006F7F60">
      <w:pPr>
        <w:pStyle w:val="libNormal"/>
      </w:pPr>
      <w:r>
        <w:t>tempat yang atapnya pendek atau ruangnya sempit—seperti: parit pertahanan dan tempat</w:t>
      </w:r>
    </w:p>
    <w:p w:rsidR="006F7F60" w:rsidRDefault="006F7F60" w:rsidP="006F7F60">
      <w:pPr>
        <w:pStyle w:val="libNormal"/>
      </w:pPr>
      <w:r>
        <w:t>ya</w:t>
      </w:r>
      <w:r w:rsidR="003B0A63">
        <w:t>ng tidak rata—tidaklah apa-apa.</w:t>
      </w:r>
      <w:r w:rsidR="003B0A63" w:rsidRPr="003B0A63">
        <w:rPr>
          <w:rStyle w:val="libFootnotenumChar"/>
        </w:rPr>
        <w:footnoteReference w:id="212"/>
      </w:r>
    </w:p>
    <w:p w:rsidR="006F7F60" w:rsidRDefault="006F7F60" w:rsidP="006F7F60">
      <w:pPr>
        <w:pStyle w:val="libNormal"/>
      </w:pPr>
      <w:r>
        <w:lastRenderedPageBreak/>
        <w:t>3. Seseorang harus menjaga tata krama dan tidak mela-kukan salat lebih depan dari makam</w:t>
      </w:r>
    </w:p>
    <w:p w:rsidR="006F7F60" w:rsidRDefault="003B0A63" w:rsidP="006F7F60">
      <w:pPr>
        <w:pStyle w:val="libNormal"/>
      </w:pPr>
      <w:r>
        <w:t>Rasulullah saw.</w:t>
      </w:r>
      <w:r w:rsidRPr="003B0A63">
        <w:rPr>
          <w:rStyle w:val="libFootnotenumChar"/>
        </w:rPr>
        <w:footnoteReference w:id="213"/>
      </w:r>
      <w:r>
        <w:t>.</w:t>
      </w:r>
      <w:r w:rsidRPr="003B0A63">
        <w:rPr>
          <w:rStyle w:val="libFootnotenumChar"/>
        </w:rPr>
        <w:footnoteReference w:id="214"/>
      </w:r>
    </w:p>
    <w:p w:rsidR="006F7F60" w:rsidRDefault="006F7F60" w:rsidP="006F7F60">
      <w:pPr>
        <w:pStyle w:val="libNormal"/>
      </w:pPr>
      <w:r>
        <w:t>4. Adalah sunah bila seseorang mengerjakan salatnya di masjid. Dalam Islam, banyak anjuran</w:t>
      </w:r>
    </w:p>
    <w:p w:rsidR="006F7F60" w:rsidRDefault="003B0A63" w:rsidP="006F7F60">
      <w:pPr>
        <w:pStyle w:val="libNormal"/>
      </w:pPr>
      <w:r>
        <w:t>sekaitan dengan masalah ini.</w:t>
      </w:r>
      <w:r w:rsidRPr="003B0A63">
        <w:rPr>
          <w:rStyle w:val="libFootnotenumChar"/>
        </w:rPr>
        <w:footnoteReference w:id="215"/>
      </w:r>
    </w:p>
    <w:p w:rsidR="006F7F60" w:rsidRDefault="006F7F60" w:rsidP="006F7F60">
      <w:pPr>
        <w:pStyle w:val="libNormal"/>
      </w:pPr>
      <w:r>
        <w:t>5. Dari masalah-masalah yang tercantum di bawah ini, kita akan memahami pentingnya hadir di</w:t>
      </w:r>
    </w:p>
    <w:p w:rsidR="006F7F60" w:rsidRDefault="006F7F60" w:rsidP="006F7F60">
      <w:pPr>
        <w:pStyle w:val="libNormal"/>
      </w:pPr>
      <w:r>
        <w:t>masjid dan salat di dalamnya:</w:t>
      </w:r>
    </w:p>
    <w:p w:rsidR="006F7F60" w:rsidRDefault="006F7F60" w:rsidP="006F7F60">
      <w:pPr>
        <w:pStyle w:val="libNormal"/>
      </w:pPr>
      <w:r>
        <w:t>a. Sering pergi ke masjid adalah sunah.</w:t>
      </w:r>
    </w:p>
    <w:p w:rsidR="006F7F60" w:rsidRDefault="006F7F60" w:rsidP="006F7F60">
      <w:pPr>
        <w:pStyle w:val="libNormal"/>
      </w:pPr>
      <w:r>
        <w:t>b. sunah Pergi ke masjid yang tidak ada jemaahnya.</w:t>
      </w:r>
    </w:p>
    <w:p w:rsidR="006F7F60" w:rsidRDefault="006F7F60" w:rsidP="006F7F60">
      <w:pPr>
        <w:pStyle w:val="libNormal"/>
      </w:pPr>
      <w:r>
        <w:t>c. Tetangga masjid yang tidak punya uzur; jika dia melakukan salat di selain masjid tersebut,</w:t>
      </w:r>
    </w:p>
    <w:p w:rsidR="006F7F60" w:rsidRDefault="006F7F60" w:rsidP="006F7F60">
      <w:pPr>
        <w:pStyle w:val="libNormal"/>
      </w:pPr>
      <w:r>
        <w:t>maka hukum salatnya adalah makruh.</w:t>
      </w:r>
    </w:p>
    <w:p w:rsidR="006F7F60" w:rsidRDefault="006F7F60" w:rsidP="006F7F60">
      <w:pPr>
        <w:pStyle w:val="libNormal"/>
      </w:pPr>
      <w:r>
        <w:t>d. Disunahkan tidak melakukan hal-hal di bawah ini dengan orang yang tidak mau hadir di</w:t>
      </w:r>
    </w:p>
    <w:p w:rsidR="006F7F60" w:rsidRDefault="006F7F60" w:rsidP="006F7F60">
      <w:pPr>
        <w:pStyle w:val="libNormal"/>
      </w:pPr>
      <w:r>
        <w:t>masjid:</w:t>
      </w:r>
    </w:p>
    <w:p w:rsidR="006F7F60" w:rsidRDefault="006F7F60" w:rsidP="006F7F60">
      <w:pPr>
        <w:pStyle w:val="libNormal"/>
      </w:pPr>
      <w:r>
        <w:t>§ Makan bersama.</w:t>
      </w:r>
    </w:p>
    <w:p w:rsidR="006F7F60" w:rsidRDefault="006F7F60" w:rsidP="006F7F60">
      <w:pPr>
        <w:pStyle w:val="libNormal"/>
      </w:pPr>
      <w:r>
        <w:t>§ Memusyawarahkan suatu urusan dengannya.</w:t>
      </w:r>
    </w:p>
    <w:p w:rsidR="006F7F60" w:rsidRDefault="006F7F60" w:rsidP="006F7F60">
      <w:pPr>
        <w:pStyle w:val="libNormal"/>
      </w:pPr>
      <w:r>
        <w:t>§ Bertetangga dengannya.</w:t>
      </w:r>
    </w:p>
    <w:p w:rsidR="00E62CE1" w:rsidRDefault="006F7F60" w:rsidP="006F7F60">
      <w:pPr>
        <w:pStyle w:val="libNormal"/>
      </w:pPr>
      <w:r>
        <w:t>§ Menikah dengan anggota keluarganya.</w:t>
      </w:r>
    </w:p>
    <w:p w:rsidR="00FF5975" w:rsidRDefault="00FF5975" w:rsidP="00FF5975">
      <w:pPr>
        <w:pStyle w:val="libNormal"/>
      </w:pPr>
      <w:r>
        <w:t>§ Menerimanya sebagai menantu.</w:t>
      </w:r>
      <w:r w:rsidRPr="00FF5975">
        <w:rPr>
          <w:rStyle w:val="libFootnotenumChar"/>
        </w:rPr>
        <w:footnoteReference w:id="216"/>
      </w:r>
      <w:r>
        <w:t xml:space="preserve">. </w:t>
      </w:r>
      <w:r w:rsidRPr="00FF5975">
        <w:rPr>
          <w:rStyle w:val="libFootnotenumChar"/>
        </w:rPr>
        <w:footnoteReference w:id="217"/>
      </w:r>
    </w:p>
    <w:p w:rsidR="00FF5975" w:rsidRDefault="00FF5975" w:rsidP="00FF5975">
      <w:pPr>
        <w:pStyle w:val="libNormal"/>
      </w:pPr>
    </w:p>
    <w:p w:rsidR="00FF5975" w:rsidRDefault="00FF5975" w:rsidP="00940476">
      <w:pPr>
        <w:pStyle w:val="Heading2Center"/>
      </w:pPr>
      <w:bookmarkStart w:id="172" w:name="_Toc422656667"/>
      <w:r>
        <w:t>AZAN DAN IQOMAH</w:t>
      </w:r>
      <w:bookmarkEnd w:id="172"/>
    </w:p>
    <w:p w:rsidR="006C5611" w:rsidRPr="006C5611" w:rsidRDefault="006C5611" w:rsidP="006C5611">
      <w:pPr>
        <w:pStyle w:val="Heading2"/>
      </w:pPr>
    </w:p>
    <w:p w:rsidR="00FF5975" w:rsidRDefault="00FF5975" w:rsidP="00940476">
      <w:pPr>
        <w:pStyle w:val="Heading3"/>
      </w:pPr>
      <w:bookmarkStart w:id="173" w:name="_Toc422656668"/>
      <w:r>
        <w:t>Persiapan Salat</w:t>
      </w:r>
      <w:bookmarkEnd w:id="173"/>
    </w:p>
    <w:p w:rsidR="00FF5975" w:rsidRDefault="00FF5975" w:rsidP="00FF5975">
      <w:pPr>
        <w:pStyle w:val="libNormal"/>
      </w:pPr>
      <w:r>
        <w:t>Setelah belajar masalah-masalah wudu, mandi, tayamum, waktu salat, pakaian dan tempat salat,</w:t>
      </w:r>
    </w:p>
    <w:p w:rsidR="00FF5975" w:rsidRDefault="00FF5975" w:rsidP="00FF5975">
      <w:pPr>
        <w:pStyle w:val="libNormal"/>
      </w:pPr>
      <w:r>
        <w:t>kini tiba saatnya persiapan kita untukmemulai salat.</w:t>
      </w:r>
    </w:p>
    <w:p w:rsidR="00FF5975" w:rsidRDefault="00FF5975" w:rsidP="00FF5975">
      <w:pPr>
        <w:pStyle w:val="libNormal"/>
      </w:pPr>
      <w:r>
        <w:lastRenderedPageBreak/>
        <w:t>1. Sebelum mengerjakan salat harian, sunah bagi seseorang untuk mengumandangkan azan</w:t>
      </w:r>
    </w:p>
    <w:p w:rsidR="00FF5975" w:rsidRDefault="00FF5975" w:rsidP="00FF5975">
      <w:pPr>
        <w:pStyle w:val="libNormal"/>
      </w:pPr>
      <w:r>
        <w:t>kemudian membaca iqomah,</w:t>
      </w:r>
      <w:r w:rsidR="00940476">
        <w:t xml:space="preserve"> setelah itu dia memulai salat.</w:t>
      </w:r>
      <w:r w:rsidR="00940476" w:rsidRPr="00940476">
        <w:rPr>
          <w:rStyle w:val="libFootnotenumChar"/>
        </w:rPr>
        <w:footnoteReference w:id="218"/>
      </w:r>
    </w:p>
    <w:p w:rsidR="004525F3" w:rsidRDefault="004525F3" w:rsidP="00FF5975">
      <w:pPr>
        <w:pStyle w:val="libNormal"/>
      </w:pPr>
    </w:p>
    <w:p w:rsidR="00FF5975" w:rsidRDefault="00FF5975" w:rsidP="00E178F8">
      <w:pPr>
        <w:pStyle w:val="Heading3Center"/>
      </w:pPr>
      <w:bookmarkStart w:id="174" w:name="_Toc422656669"/>
      <w:r>
        <w:t>Azan</w:t>
      </w:r>
      <w:bookmarkEnd w:id="174"/>
    </w:p>
    <w:p w:rsidR="004525F3" w:rsidRDefault="004525F3" w:rsidP="00FF5975">
      <w:pPr>
        <w:pStyle w:val="libNormal"/>
      </w:pPr>
    </w:p>
    <w:p w:rsidR="00FF5975" w:rsidRDefault="00FF5975" w:rsidP="004525F3">
      <w:pPr>
        <w:pStyle w:val="libNormal"/>
      </w:pPr>
      <w:r>
        <w:t xml:space="preserve">Allahu akbar </w:t>
      </w:r>
      <w:r w:rsidR="004525F3">
        <w:t>(4kali)</w:t>
      </w:r>
      <w:r w:rsidR="00CF2452">
        <w:t>.</w:t>
      </w:r>
    </w:p>
    <w:p w:rsidR="00FF5975" w:rsidRDefault="00FF5975" w:rsidP="00D6442D">
      <w:pPr>
        <w:pStyle w:val="libNormal"/>
      </w:pPr>
      <w:r>
        <w:t>Asyhadu alla ilaha illallah ( 2 kali</w:t>
      </w:r>
      <w:r w:rsidR="00D6442D">
        <w:t>)</w:t>
      </w:r>
      <w:r w:rsidR="00CF2452">
        <w:t>.</w:t>
      </w:r>
    </w:p>
    <w:p w:rsidR="00FF5975" w:rsidRDefault="00FF5975" w:rsidP="00D6442D">
      <w:pPr>
        <w:pStyle w:val="libNormal"/>
      </w:pPr>
      <w:r>
        <w:t>Asyhadu anna Muhammadar Rosulullah (2 kali</w:t>
      </w:r>
      <w:r w:rsidR="00D6442D">
        <w:t>)</w:t>
      </w:r>
      <w:r w:rsidR="00CF2452">
        <w:t>.</w:t>
      </w:r>
    </w:p>
    <w:p w:rsidR="00FF5975" w:rsidRDefault="00FF5975" w:rsidP="00CF2452">
      <w:pPr>
        <w:pStyle w:val="libNormal"/>
      </w:pPr>
      <w:r>
        <w:t>Hayya ‘alash sholah ( 2 kali</w:t>
      </w:r>
      <w:r w:rsidR="00CF2452">
        <w:t>).</w:t>
      </w:r>
    </w:p>
    <w:p w:rsidR="00FF5975" w:rsidRDefault="00FF5975" w:rsidP="005315FE">
      <w:pPr>
        <w:pStyle w:val="libNormal"/>
      </w:pPr>
      <w:r>
        <w:t>Hayya ‘alal falah ( 2 kali</w:t>
      </w:r>
      <w:r w:rsidR="005315FE">
        <w:t>).</w:t>
      </w:r>
    </w:p>
    <w:p w:rsidR="00FF5975" w:rsidRDefault="00FF5975" w:rsidP="00B979E8">
      <w:pPr>
        <w:pStyle w:val="libNormal"/>
      </w:pPr>
      <w:r>
        <w:t>Hayya ‘ala khoiril ‘amal ( 2 kali</w:t>
      </w:r>
      <w:r w:rsidR="00B979E8">
        <w:t>).</w:t>
      </w:r>
    </w:p>
    <w:p w:rsidR="00FF5975" w:rsidRDefault="00FF5975" w:rsidP="0015682D">
      <w:pPr>
        <w:pStyle w:val="libNormal"/>
      </w:pPr>
      <w:r>
        <w:t>Allahu akbar (</w:t>
      </w:r>
      <w:r w:rsidR="0015682D">
        <w:t xml:space="preserve"> </w:t>
      </w:r>
      <w:r>
        <w:t>2 kali</w:t>
      </w:r>
      <w:r w:rsidR="0015682D">
        <w:t>).</w:t>
      </w:r>
    </w:p>
    <w:p w:rsidR="00FF5975" w:rsidRDefault="00FF5975" w:rsidP="003B7E45">
      <w:pPr>
        <w:pStyle w:val="libNormal"/>
      </w:pPr>
      <w:r>
        <w:t>La ilaha illallah ( 2 kali</w:t>
      </w:r>
      <w:r w:rsidR="003B7E45">
        <w:t>).</w:t>
      </w:r>
    </w:p>
    <w:p w:rsidR="009310C0" w:rsidRDefault="009310C0" w:rsidP="00FF5975">
      <w:pPr>
        <w:pStyle w:val="libNormal"/>
      </w:pPr>
    </w:p>
    <w:p w:rsidR="00FF5975" w:rsidRDefault="00FF5975" w:rsidP="00E178F8">
      <w:pPr>
        <w:pStyle w:val="Heading3Center"/>
      </w:pPr>
      <w:bookmarkStart w:id="175" w:name="_Toc422656670"/>
      <w:r>
        <w:t>Iqomah</w:t>
      </w:r>
      <w:bookmarkEnd w:id="175"/>
    </w:p>
    <w:p w:rsidR="009310C0" w:rsidRDefault="009310C0" w:rsidP="00FF5975">
      <w:pPr>
        <w:pStyle w:val="libNormal"/>
      </w:pPr>
    </w:p>
    <w:p w:rsidR="00FF5975" w:rsidRDefault="00FF5975" w:rsidP="00854B43">
      <w:pPr>
        <w:pStyle w:val="libNormal"/>
      </w:pPr>
      <w:r>
        <w:t>Allahu akbar ( 2 kali</w:t>
      </w:r>
      <w:r w:rsidR="00854B43">
        <w:t>).</w:t>
      </w:r>
    </w:p>
    <w:p w:rsidR="00FF5975" w:rsidRDefault="00FF5975" w:rsidP="00517D33">
      <w:pPr>
        <w:pStyle w:val="libNormal"/>
      </w:pPr>
      <w:r>
        <w:t>Asyhadu alla ilaha illallah ( 2 kali</w:t>
      </w:r>
      <w:r w:rsidR="00517D33">
        <w:t>).</w:t>
      </w:r>
    </w:p>
    <w:p w:rsidR="00FF5975" w:rsidRDefault="00FF5975" w:rsidP="00397D33">
      <w:pPr>
        <w:pStyle w:val="libNormal"/>
      </w:pPr>
      <w:r>
        <w:t>Asyhadu anna Muhammadar Rosulullah (</w:t>
      </w:r>
      <w:r w:rsidR="00397D33">
        <w:t xml:space="preserve"> </w:t>
      </w:r>
      <w:r>
        <w:t>2 kali</w:t>
      </w:r>
      <w:r w:rsidR="00397D33">
        <w:t>).</w:t>
      </w:r>
    </w:p>
    <w:p w:rsidR="00FF5975" w:rsidRDefault="00FF5975" w:rsidP="00AD1F4B">
      <w:pPr>
        <w:pStyle w:val="libNormal"/>
      </w:pPr>
      <w:r>
        <w:t>Hayya ‘alash sholah ( 2 kali</w:t>
      </w:r>
      <w:r w:rsidR="00AD1F4B">
        <w:t>).</w:t>
      </w:r>
    </w:p>
    <w:p w:rsidR="00FF5975" w:rsidRDefault="00FF5975" w:rsidP="005568B5">
      <w:pPr>
        <w:pStyle w:val="libNormal"/>
      </w:pPr>
      <w:r>
        <w:t>Hayya ‘alal falah ( 2 kali</w:t>
      </w:r>
      <w:r w:rsidR="005568B5">
        <w:t>).</w:t>
      </w:r>
    </w:p>
    <w:p w:rsidR="00FF5975" w:rsidRDefault="00FF5975" w:rsidP="00207DD0">
      <w:pPr>
        <w:pStyle w:val="libNormal"/>
      </w:pPr>
      <w:r>
        <w:t>Hayya ‘ala khoiril ‘amal ( 2 kali</w:t>
      </w:r>
      <w:r w:rsidR="00207DD0">
        <w:t>).</w:t>
      </w:r>
    </w:p>
    <w:p w:rsidR="00FF5975" w:rsidRDefault="00FF5975" w:rsidP="00CA41BB">
      <w:pPr>
        <w:pStyle w:val="libNormal"/>
      </w:pPr>
      <w:r>
        <w:t>Allahu akbar (2 kali</w:t>
      </w:r>
      <w:r w:rsidR="00CA41BB">
        <w:t>).</w:t>
      </w:r>
    </w:p>
    <w:p w:rsidR="00FF5975" w:rsidRDefault="00FF5975" w:rsidP="006C6394">
      <w:pPr>
        <w:pStyle w:val="libNormal"/>
      </w:pPr>
      <w:r>
        <w:t>La ilaha illallah ( 1 kali</w:t>
      </w:r>
      <w:r w:rsidR="006C6394">
        <w:t>).</w:t>
      </w:r>
    </w:p>
    <w:p w:rsidR="00E178F8" w:rsidRDefault="00E178F8" w:rsidP="00FF5975">
      <w:pPr>
        <w:pStyle w:val="libNormal"/>
      </w:pPr>
    </w:p>
    <w:p w:rsidR="00FF5975" w:rsidRDefault="00FF5975" w:rsidP="00E178F8">
      <w:pPr>
        <w:pStyle w:val="libNormal"/>
      </w:pPr>
      <w:r>
        <w:t>2. Kalimat “Asyhadu anna ‘Aliyyah waliyyullah” bukanlah bagian dari azan,</w:t>
      </w:r>
    </w:p>
    <w:p w:rsidR="00FF5975" w:rsidRDefault="00FF5975" w:rsidP="00FF5975">
      <w:pPr>
        <w:pStyle w:val="libNormal"/>
      </w:pPr>
      <w:r>
        <w:t>akan tetapi kalimat ini menjadi baik jika dibaca dengan niat mendekatkan diri kepada Allah</w:t>
      </w:r>
    </w:p>
    <w:p w:rsidR="00FF5975" w:rsidRDefault="00FF5975" w:rsidP="00E178F8">
      <w:pPr>
        <w:pStyle w:val="libNormal"/>
      </w:pPr>
      <w:r>
        <w:t xml:space="preserve">Swt., yaitu tepatnya setelah kalimat “Asyahadu anna Muhammadar Rosulullah” </w:t>
      </w:r>
      <w:r w:rsidR="00E178F8" w:rsidRPr="00E178F8">
        <w:rPr>
          <w:rStyle w:val="libFootnotenumChar"/>
        </w:rPr>
        <w:footnoteReference w:id="219"/>
      </w:r>
    </w:p>
    <w:p w:rsidR="00E178F8" w:rsidRDefault="00E178F8" w:rsidP="00FF5975">
      <w:pPr>
        <w:pStyle w:val="libNormal"/>
      </w:pPr>
    </w:p>
    <w:p w:rsidR="00FF5975" w:rsidRDefault="00FF5975" w:rsidP="000F30D4">
      <w:pPr>
        <w:pStyle w:val="Heading2"/>
      </w:pPr>
      <w:bookmarkStart w:id="176" w:name="_Toc422656671"/>
      <w:r>
        <w:t>Hukum-hukum Azan dan Iqomah</w:t>
      </w:r>
      <w:bookmarkEnd w:id="176"/>
    </w:p>
    <w:p w:rsidR="000F30D4" w:rsidRDefault="000F30D4" w:rsidP="00FF5975">
      <w:pPr>
        <w:pStyle w:val="libNormal"/>
      </w:pPr>
    </w:p>
    <w:p w:rsidR="00147499" w:rsidRDefault="00FF5975" w:rsidP="00147499">
      <w:pPr>
        <w:pStyle w:val="libNormal"/>
      </w:pPr>
      <w:r>
        <w:t>1. Azan dan iqomah harus dibaca setelah tibanya waktu salat. Jika azan dan iqomah dibaca</w:t>
      </w:r>
      <w:r w:rsidR="00A96512">
        <w:t xml:space="preserve"> </w:t>
      </w:r>
      <w:r w:rsidR="00147499">
        <w:t>sebelum waktunya, maka tidak sah.</w:t>
      </w:r>
      <w:r w:rsidR="00147499" w:rsidRPr="00147499">
        <w:rPr>
          <w:rStyle w:val="libFootnotenumChar"/>
        </w:rPr>
        <w:footnoteReference w:id="220"/>
      </w:r>
    </w:p>
    <w:p w:rsidR="00147499" w:rsidRDefault="00147499" w:rsidP="00147499">
      <w:pPr>
        <w:pStyle w:val="libNormal"/>
      </w:pPr>
      <w:r>
        <w:t>2. Iqomah harus dibaca setelah pembacaan azan, dan tidak sah jika dibaca sebelumnya.</w:t>
      </w:r>
      <w:r w:rsidRPr="00147499">
        <w:rPr>
          <w:rStyle w:val="libFootnotenumChar"/>
        </w:rPr>
        <w:footnoteReference w:id="221"/>
      </w:r>
    </w:p>
    <w:p w:rsidR="00147499" w:rsidRDefault="00147499" w:rsidP="00147499">
      <w:pPr>
        <w:pStyle w:val="libNormal"/>
      </w:pPr>
      <w:r>
        <w:t>3. Tidak boleh ada tenggat waktu yang lama di antara satu kalimat dengan kalimat berikutnya</w:t>
      </w:r>
    </w:p>
    <w:p w:rsidR="00147499" w:rsidRDefault="00147499" w:rsidP="00147499">
      <w:pPr>
        <w:pStyle w:val="libNormal"/>
      </w:pPr>
      <w:r>
        <w:t>pada azan dan iqomah. Jika tenggat waktu di antara mereka lebih dari yang sewajarnya,</w:t>
      </w:r>
    </w:p>
    <w:p w:rsidR="00147499" w:rsidRDefault="00147499" w:rsidP="00147499">
      <w:pPr>
        <w:pStyle w:val="libNormal"/>
      </w:pPr>
      <w:r>
        <w:t>maka harus diulang pembacaannya.</w:t>
      </w:r>
      <w:r w:rsidRPr="00147499">
        <w:rPr>
          <w:rStyle w:val="libFootnotenumChar"/>
        </w:rPr>
        <w:footnoteReference w:id="222"/>
      </w:r>
    </w:p>
    <w:p w:rsidR="00147499" w:rsidRDefault="00147499" w:rsidP="00147499">
      <w:pPr>
        <w:pStyle w:val="libNormal"/>
      </w:pPr>
      <w:r>
        <w:t>4. Jika azan telah dibacakan untuk salat berjamaah, maka orang yang mau ikut salat berjamaah</w:t>
      </w:r>
    </w:p>
    <w:p w:rsidR="00147499" w:rsidRDefault="00147499" w:rsidP="00147499">
      <w:pPr>
        <w:pStyle w:val="libNormal"/>
      </w:pPr>
      <w:r>
        <w:t>dengan jamaah ini tidak boleh membaca azan dan iqomah untuk salatnya sendiri.</w:t>
      </w:r>
      <w:r w:rsidRPr="00147499">
        <w:rPr>
          <w:rStyle w:val="libFootnotenumChar"/>
        </w:rPr>
        <w:footnoteReference w:id="223"/>
      </w:r>
    </w:p>
    <w:p w:rsidR="00147499" w:rsidRDefault="00147499" w:rsidP="00147499">
      <w:pPr>
        <w:pStyle w:val="libNormal"/>
      </w:pPr>
      <w:r>
        <w:t>5. Tidak ada azan dan iqomah untuk salat sunah.</w:t>
      </w:r>
      <w:r w:rsidRPr="00147499">
        <w:rPr>
          <w:rStyle w:val="libFootnotenumChar"/>
        </w:rPr>
        <w:footnoteReference w:id="224"/>
      </w:r>
    </w:p>
    <w:p w:rsidR="00147499" w:rsidRDefault="00147499" w:rsidP="00147499">
      <w:pPr>
        <w:pStyle w:val="libNormal"/>
      </w:pPr>
      <w:r>
        <w:t>6. Pada hari pertama kelahiran bayi, disunahkan untuk membaca azan di telinga kanannya dan</w:t>
      </w:r>
    </w:p>
    <w:p w:rsidR="00147499" w:rsidRDefault="00147499" w:rsidP="00147499">
      <w:pPr>
        <w:pStyle w:val="libNormal"/>
      </w:pPr>
      <w:r>
        <w:t>iqomah di telinga kirinya.</w:t>
      </w:r>
      <w:r w:rsidRPr="00147499">
        <w:rPr>
          <w:rStyle w:val="libFootnotenumChar"/>
        </w:rPr>
        <w:footnoteReference w:id="225"/>
      </w:r>
    </w:p>
    <w:p w:rsidR="00147499" w:rsidRDefault="00147499" w:rsidP="00147499">
      <w:pPr>
        <w:pStyle w:val="libNormal"/>
      </w:pPr>
      <w:r>
        <w:t>7. Adalah sunah memilih muazin dari orang yang saleh, tahu waktu dan bersuara keras.</w:t>
      </w:r>
    </w:p>
    <w:p w:rsidR="002531D3" w:rsidRDefault="002531D3" w:rsidP="00147499">
      <w:pPr>
        <w:pStyle w:val="libNormal"/>
      </w:pPr>
    </w:p>
    <w:p w:rsidR="00147499" w:rsidRDefault="00147499" w:rsidP="002531D3">
      <w:pPr>
        <w:pStyle w:val="Heading2"/>
      </w:pPr>
      <w:bookmarkStart w:id="177" w:name="_Toc422656672"/>
      <w:r>
        <w:t>Kesimpulan Pelajaran</w:t>
      </w:r>
      <w:bookmarkEnd w:id="177"/>
    </w:p>
    <w:p w:rsidR="002531D3" w:rsidRDefault="002531D3" w:rsidP="00147499">
      <w:pPr>
        <w:pStyle w:val="libNormal"/>
      </w:pPr>
    </w:p>
    <w:p w:rsidR="00147499" w:rsidRDefault="00147499" w:rsidP="00147499">
      <w:pPr>
        <w:pStyle w:val="libNormal"/>
      </w:pPr>
      <w:r>
        <w:t>1. Tempat salat hendaknya memiliki syarat-syarat sebagai berikut:</w:t>
      </w:r>
    </w:p>
    <w:p w:rsidR="00147499" w:rsidRDefault="00147499" w:rsidP="00147499">
      <w:pPr>
        <w:pStyle w:val="libNormal"/>
      </w:pPr>
      <w:r>
        <w:t>a. Mubah.</w:t>
      </w:r>
    </w:p>
    <w:p w:rsidR="00147499" w:rsidRDefault="00147499" w:rsidP="00147499">
      <w:pPr>
        <w:pStyle w:val="libNormal"/>
      </w:pPr>
      <w:r>
        <w:t>b. Tidak bergerak.</w:t>
      </w:r>
    </w:p>
    <w:p w:rsidR="00147499" w:rsidRDefault="00147499" w:rsidP="00147499">
      <w:pPr>
        <w:pStyle w:val="libNormal"/>
      </w:pPr>
      <w:r>
        <w:lastRenderedPageBreak/>
        <w:t>c. Ruangnya tidak sempit dan atapnya tidak pendek.</w:t>
      </w:r>
    </w:p>
    <w:p w:rsidR="00147499" w:rsidRDefault="00147499" w:rsidP="00147499">
      <w:pPr>
        <w:pStyle w:val="libNormal"/>
      </w:pPr>
      <w:r>
        <w:t>d. Tempat sujud untuk dahi harus suci.</w:t>
      </w:r>
    </w:p>
    <w:p w:rsidR="00147499" w:rsidRDefault="00147499" w:rsidP="00147499">
      <w:pPr>
        <w:pStyle w:val="libNormal"/>
      </w:pPr>
      <w:r>
        <w:t>e. Tidak rendah, juga tidak tinggi.</w:t>
      </w:r>
    </w:p>
    <w:p w:rsidR="00147499" w:rsidRDefault="00147499" w:rsidP="00147499">
      <w:pPr>
        <w:pStyle w:val="libNormal"/>
      </w:pPr>
      <w:r>
        <w:t>f. Jika tempat salat najis, jangan sampai basahannya berpengaruh pada badan atau</w:t>
      </w:r>
    </w:p>
    <w:p w:rsidR="00147499" w:rsidRDefault="00147499" w:rsidP="00147499">
      <w:pPr>
        <w:pStyle w:val="libNormal"/>
      </w:pPr>
      <w:r>
        <w:t>pakaian pelaku sa-lat.</w:t>
      </w:r>
    </w:p>
    <w:p w:rsidR="00147499" w:rsidRDefault="00147499" w:rsidP="00147499">
      <w:pPr>
        <w:pStyle w:val="libNormal"/>
      </w:pPr>
      <w:r>
        <w:t>2. Hukum salat di tempat ghasab adalah tidak sah.</w:t>
      </w:r>
    </w:p>
    <w:p w:rsidR="00147499" w:rsidRDefault="00147499" w:rsidP="00147499">
      <w:pPr>
        <w:pStyle w:val="libNormal"/>
      </w:pPr>
      <w:r>
        <w:t>3. Dalam keadaan terpaksa, boleh melakukan salat di tem-pat yang bergerak, di raung yang</w:t>
      </w:r>
    </w:p>
    <w:p w:rsidR="00147499" w:rsidRDefault="00147499" w:rsidP="00147499">
      <w:pPr>
        <w:pStyle w:val="libNormal"/>
      </w:pPr>
      <w:r>
        <w:t>atapnya pendek dan di dataran yang tinggi atau yang rendah.</w:t>
      </w:r>
    </w:p>
    <w:p w:rsidR="00147499" w:rsidRDefault="00147499" w:rsidP="00147499">
      <w:pPr>
        <w:pStyle w:val="libNormal"/>
      </w:pPr>
      <w:r>
        <w:t>4. Adalah sunah bila seseorangmengerjakan salatnya di masjid.</w:t>
      </w:r>
    </w:p>
    <w:p w:rsidR="00147499" w:rsidRDefault="00147499" w:rsidP="00147499">
      <w:pPr>
        <w:pStyle w:val="libNormal"/>
      </w:pPr>
      <w:r>
        <w:t>5. Adalah sunah bila seseorang tidak melakukan hal-hal berikut ini dengan orang yang tidak</w:t>
      </w:r>
    </w:p>
    <w:p w:rsidR="00147499" w:rsidRDefault="00147499" w:rsidP="00147499">
      <w:pPr>
        <w:pStyle w:val="libNormal"/>
      </w:pPr>
      <w:r>
        <w:t>mau hadir di masjid; makan bersama dengannya, bertetangga de-ngannya,</w:t>
      </w:r>
    </w:p>
    <w:p w:rsidR="00147499" w:rsidRDefault="00147499" w:rsidP="00147499">
      <w:pPr>
        <w:pStyle w:val="libNormal"/>
      </w:pPr>
      <w:r>
        <w:t>memusyawarahkan urusan kerja dengannya, menikah dengan salah satu keluarganya, dan</w:t>
      </w:r>
    </w:p>
    <w:p w:rsidR="00147499" w:rsidRDefault="00147499" w:rsidP="00147499">
      <w:pPr>
        <w:pStyle w:val="libNormal"/>
      </w:pPr>
      <w:r>
        <w:t>meneri-manya sebagai menantu.</w:t>
      </w:r>
    </w:p>
    <w:p w:rsidR="00147499" w:rsidRDefault="00147499" w:rsidP="00147499">
      <w:pPr>
        <w:pStyle w:val="libNormal"/>
      </w:pPr>
      <w:r>
        <w:t>6. Adalah sunah bila sebelum salat, membaca azan kemu-dian iqomah, setelah itu memulai salat.</w:t>
      </w:r>
    </w:p>
    <w:p w:rsidR="00147499" w:rsidRDefault="00147499" w:rsidP="00147499">
      <w:pPr>
        <w:pStyle w:val="libNormal"/>
      </w:pPr>
      <w:r>
        <w:t>7. Iqomah harus dibaca setelah azan.</w:t>
      </w:r>
    </w:p>
    <w:p w:rsidR="00147499" w:rsidRDefault="00147499" w:rsidP="00147499">
      <w:pPr>
        <w:pStyle w:val="libNormal"/>
      </w:pPr>
      <w:r>
        <w:t>8. Seseorang yang mau ikut salat berjamaah; jika azan dan iqomah sudah dibacakan, maka dia</w:t>
      </w:r>
    </w:p>
    <w:p w:rsidR="00147499" w:rsidRDefault="00147499" w:rsidP="00147499">
      <w:pPr>
        <w:pStyle w:val="libNormal"/>
      </w:pPr>
      <w:r>
        <w:t>tidak perlu mem-baca azan dan iqomah untuk salatnya sendiri.</w:t>
      </w:r>
    </w:p>
    <w:p w:rsidR="00147499" w:rsidRDefault="00147499" w:rsidP="00147499">
      <w:pPr>
        <w:pStyle w:val="libNormal"/>
      </w:pPr>
      <w:r>
        <w:t>9. Adalah sunah bila membaca azan pada telinga kanan dan iqomah pada telinga kiri bayi pada</w:t>
      </w:r>
    </w:p>
    <w:p w:rsidR="00147499" w:rsidRDefault="00147499" w:rsidP="00147499">
      <w:pPr>
        <w:pStyle w:val="libNormal"/>
      </w:pPr>
      <w:r>
        <w:t>hari pertama dari kelahirannya.</w:t>
      </w:r>
    </w:p>
    <w:p w:rsidR="002531D3" w:rsidRDefault="002531D3" w:rsidP="00147499">
      <w:pPr>
        <w:pStyle w:val="libNormal"/>
      </w:pPr>
    </w:p>
    <w:p w:rsidR="00147499" w:rsidRDefault="00147499" w:rsidP="002531D3">
      <w:pPr>
        <w:pStyle w:val="Heading2"/>
      </w:pPr>
      <w:bookmarkStart w:id="178" w:name="_Toc422656673"/>
      <w:r>
        <w:t>Pertanyaan:</w:t>
      </w:r>
      <w:bookmarkEnd w:id="178"/>
    </w:p>
    <w:p w:rsidR="002531D3" w:rsidRDefault="002531D3" w:rsidP="00147499">
      <w:pPr>
        <w:pStyle w:val="libNormal"/>
      </w:pPr>
    </w:p>
    <w:p w:rsidR="00147499" w:rsidRDefault="00147499" w:rsidP="00147499">
      <w:pPr>
        <w:pStyle w:val="libNormal"/>
      </w:pPr>
      <w:r>
        <w:t>1. Apa hukum salat di atas karpet yang najis?</w:t>
      </w:r>
    </w:p>
    <w:p w:rsidR="00147499" w:rsidRDefault="00147499" w:rsidP="00147499">
      <w:pPr>
        <w:pStyle w:val="libNormal"/>
      </w:pPr>
      <w:r>
        <w:t>2. Apakah kita boleh melakukan salat di atas sejadah yang digelar oleh orang lain untuk dirinya</w:t>
      </w:r>
    </w:p>
    <w:p w:rsidR="00147499" w:rsidRDefault="00147499" w:rsidP="00147499">
      <w:pPr>
        <w:pStyle w:val="libNormal"/>
      </w:pPr>
      <w:r>
        <w:lastRenderedPageBreak/>
        <w:t>sendiri? Mengapa?</w:t>
      </w:r>
    </w:p>
    <w:p w:rsidR="00147499" w:rsidRDefault="00147499" w:rsidP="00147499">
      <w:pPr>
        <w:pStyle w:val="libNormal"/>
      </w:pPr>
      <w:r>
        <w:t>3. Apa perbedaan antara azan dan iqomah?</w:t>
      </w:r>
    </w:p>
    <w:p w:rsidR="00147499" w:rsidRDefault="00147499" w:rsidP="00147499">
      <w:pPr>
        <w:pStyle w:val="libNormal"/>
      </w:pPr>
      <w:r>
        <w:t>4. hal-hal apa saja yang disunahkan untuk kita lakukan terhadap orang yang tidak mau hadir di</w:t>
      </w:r>
    </w:p>
    <w:p w:rsidR="002531D3" w:rsidRDefault="00147499" w:rsidP="00147499">
      <w:pPr>
        <w:pStyle w:val="libNormal"/>
      </w:pPr>
      <w:r>
        <w:t>masjid?</w:t>
      </w:r>
    </w:p>
    <w:p w:rsidR="002531D3" w:rsidRPr="002531D3" w:rsidRDefault="002531D3">
      <w:r>
        <w:br w:type="page"/>
      </w:r>
    </w:p>
    <w:p w:rsidR="00C7776C" w:rsidRDefault="00C7776C" w:rsidP="00C7776C">
      <w:pPr>
        <w:pStyle w:val="Heading1Center"/>
      </w:pPr>
      <w:bookmarkStart w:id="179" w:name="_Toc422656674"/>
      <w:r>
        <w:lastRenderedPageBreak/>
        <w:t>Pelajaran 16</w:t>
      </w:r>
      <w:bookmarkEnd w:id="179"/>
    </w:p>
    <w:p w:rsidR="00C7776C" w:rsidRDefault="00C7776C" w:rsidP="00C7776C">
      <w:pPr>
        <w:pStyle w:val="Heading1Center"/>
      </w:pPr>
      <w:bookmarkStart w:id="180" w:name="_Toc422656675"/>
      <w:r>
        <w:t>KEWAJIBAN-KEWAJIBAN</w:t>
      </w:r>
      <w:bookmarkEnd w:id="180"/>
    </w:p>
    <w:p w:rsidR="00C7776C" w:rsidRDefault="00C7776C" w:rsidP="00C7776C">
      <w:pPr>
        <w:pStyle w:val="Heading1Center"/>
      </w:pPr>
      <w:bookmarkStart w:id="181" w:name="_Toc422656676"/>
      <w:r>
        <w:t>SALAT (1)</w:t>
      </w:r>
      <w:bookmarkEnd w:id="181"/>
    </w:p>
    <w:p w:rsidR="00C7776C" w:rsidRDefault="00C7776C" w:rsidP="00C7776C">
      <w:pPr>
        <w:pStyle w:val="libNormal"/>
      </w:pPr>
    </w:p>
    <w:p w:rsidR="00C7776C" w:rsidRDefault="00C7776C" w:rsidP="00053E2B">
      <w:pPr>
        <w:pStyle w:val="Heading2"/>
      </w:pPr>
      <w:bookmarkStart w:id="182" w:name="_Toc422656677"/>
      <w:r>
        <w:t>Pendahuluan</w:t>
      </w:r>
      <w:bookmarkEnd w:id="182"/>
    </w:p>
    <w:p w:rsidR="00053E2B" w:rsidRDefault="00053E2B" w:rsidP="00C7776C">
      <w:pPr>
        <w:pStyle w:val="libNormal"/>
      </w:pPr>
    </w:p>
    <w:p w:rsidR="00C7776C" w:rsidRDefault="00C7776C" w:rsidP="00053E2B">
      <w:pPr>
        <w:pStyle w:val="libNormal"/>
      </w:pPr>
      <w:r>
        <w:t>1. Salat dimulai dengan bacaan “Allahu akbar” dan diakhiri dengan salam.</w:t>
      </w:r>
    </w:p>
    <w:p w:rsidR="00C7776C" w:rsidRDefault="00C7776C" w:rsidP="00C7776C">
      <w:pPr>
        <w:pStyle w:val="libNormal"/>
      </w:pPr>
      <w:r>
        <w:t>2. Amalan apa saja yang dilakukan dalam salat; ada yang wajib dan ada yang sunah.</w:t>
      </w:r>
    </w:p>
    <w:p w:rsidR="00C7776C" w:rsidRDefault="00C7776C" w:rsidP="00C7776C">
      <w:pPr>
        <w:pStyle w:val="libNormal"/>
      </w:pPr>
      <w:r>
        <w:t>3. Kewajiban-kewajiban atau apa saja yang wajib dalam salat ada sebelas; sebagiannya rukun</w:t>
      </w:r>
    </w:p>
    <w:p w:rsidR="00C7776C" w:rsidRDefault="00C7776C" w:rsidP="00C7776C">
      <w:pPr>
        <w:pStyle w:val="libNormal"/>
      </w:pPr>
      <w:r>
        <w:t>salat, dan sebagian lainnya bukan rukun salat.</w:t>
      </w:r>
    </w:p>
    <w:p w:rsidR="00053E2B" w:rsidRDefault="00053E2B" w:rsidP="00C7776C">
      <w:pPr>
        <w:pStyle w:val="libNormal"/>
      </w:pPr>
    </w:p>
    <w:p w:rsidR="00C7776C" w:rsidRDefault="00053E2B" w:rsidP="00053E2B">
      <w:pPr>
        <w:pStyle w:val="Heading2"/>
      </w:pPr>
      <w:bookmarkStart w:id="183" w:name="_Toc422656678"/>
      <w:r>
        <w:t>Kewajiban-kewajiban Salat</w:t>
      </w:r>
      <w:r w:rsidRPr="00053E2B">
        <w:rPr>
          <w:rStyle w:val="libFootnotenumChar"/>
        </w:rPr>
        <w:footnoteReference w:id="226"/>
      </w:r>
      <w:bookmarkEnd w:id="183"/>
    </w:p>
    <w:p w:rsidR="00C7776C" w:rsidRDefault="00C7776C" w:rsidP="00C7776C">
      <w:pPr>
        <w:pStyle w:val="libNormal"/>
      </w:pPr>
      <w:r>
        <w:t>1. Rukun salat:</w:t>
      </w:r>
    </w:p>
    <w:p w:rsidR="00C7776C" w:rsidRDefault="00C7776C" w:rsidP="00C7776C">
      <w:pPr>
        <w:pStyle w:val="libNormal"/>
      </w:pPr>
      <w:r>
        <w:t>a. Niat.</w:t>
      </w:r>
    </w:p>
    <w:p w:rsidR="00C7776C" w:rsidRDefault="00C7776C" w:rsidP="00C7776C">
      <w:pPr>
        <w:pStyle w:val="libNormal"/>
      </w:pPr>
      <w:r>
        <w:t>b. Berdiri.</w:t>
      </w:r>
    </w:p>
    <w:p w:rsidR="00C7776C" w:rsidRDefault="00C7776C" w:rsidP="00C7776C">
      <w:pPr>
        <w:pStyle w:val="libNormal"/>
      </w:pPr>
      <w:r>
        <w:t>c. Takbiratul ihram.</w:t>
      </w:r>
    </w:p>
    <w:p w:rsidR="00C7776C" w:rsidRDefault="00C7776C" w:rsidP="00C7776C">
      <w:pPr>
        <w:pStyle w:val="libNormal"/>
      </w:pPr>
      <w:r>
        <w:t>d. Rukuk.</w:t>
      </w:r>
    </w:p>
    <w:p w:rsidR="00C7776C" w:rsidRDefault="00C7776C" w:rsidP="00C7776C">
      <w:pPr>
        <w:pStyle w:val="libNormal"/>
      </w:pPr>
      <w:r>
        <w:t>e. Sujud.</w:t>
      </w:r>
    </w:p>
    <w:p w:rsidR="00C7776C" w:rsidRDefault="00C7776C" w:rsidP="00C7776C">
      <w:pPr>
        <w:pStyle w:val="libNormal"/>
      </w:pPr>
      <w:r>
        <w:t>2. Bukan-rukun salat:</w:t>
      </w:r>
    </w:p>
    <w:p w:rsidR="00C7776C" w:rsidRDefault="00C7776C" w:rsidP="00C7776C">
      <w:pPr>
        <w:pStyle w:val="libNormal"/>
      </w:pPr>
      <w:r>
        <w:t>a. Bacaan.</w:t>
      </w:r>
    </w:p>
    <w:p w:rsidR="00C7776C" w:rsidRDefault="00C7776C" w:rsidP="00C7776C">
      <w:pPr>
        <w:pStyle w:val="libNormal"/>
      </w:pPr>
      <w:r>
        <w:t>b. Zikir.</w:t>
      </w:r>
    </w:p>
    <w:p w:rsidR="00C7776C" w:rsidRDefault="00C7776C" w:rsidP="00C7776C">
      <w:pPr>
        <w:pStyle w:val="libNormal"/>
      </w:pPr>
      <w:r>
        <w:t>c. Tasyahud.</w:t>
      </w:r>
    </w:p>
    <w:p w:rsidR="00C7776C" w:rsidRDefault="00C7776C" w:rsidP="00C7776C">
      <w:pPr>
        <w:pStyle w:val="libNormal"/>
      </w:pPr>
      <w:r>
        <w:t>d. Salam.</w:t>
      </w:r>
    </w:p>
    <w:p w:rsidR="00C7776C" w:rsidRDefault="00C7776C" w:rsidP="00C7776C">
      <w:pPr>
        <w:pStyle w:val="libNormal"/>
      </w:pPr>
      <w:r>
        <w:t>e. Tertib.</w:t>
      </w:r>
    </w:p>
    <w:p w:rsidR="00C7776C" w:rsidRDefault="00C7776C" w:rsidP="00C7776C">
      <w:pPr>
        <w:pStyle w:val="libNormal"/>
      </w:pPr>
      <w:r>
        <w:t>f. Muwalat.</w:t>
      </w:r>
    </w:p>
    <w:p w:rsidR="00053E2B" w:rsidRDefault="00053E2B" w:rsidP="00C7776C">
      <w:pPr>
        <w:pStyle w:val="libNormal"/>
      </w:pPr>
    </w:p>
    <w:p w:rsidR="00C7776C" w:rsidRDefault="00C7776C" w:rsidP="00053E2B">
      <w:pPr>
        <w:pStyle w:val="Heading2"/>
      </w:pPr>
      <w:bookmarkStart w:id="184" w:name="_Toc422656679"/>
      <w:r>
        <w:t>Perbedaan Rukun dengan Bukan Rukun</w:t>
      </w:r>
      <w:bookmarkEnd w:id="184"/>
    </w:p>
    <w:p w:rsidR="00053E2B" w:rsidRDefault="00053E2B" w:rsidP="00C7776C">
      <w:pPr>
        <w:pStyle w:val="libNormal"/>
      </w:pPr>
    </w:p>
    <w:p w:rsidR="00C7776C" w:rsidRDefault="00C7776C" w:rsidP="00C7776C">
      <w:pPr>
        <w:pStyle w:val="libNormal"/>
      </w:pPr>
      <w:r>
        <w:t>Rukun-rukun salat termasuk bagian utama dari salat, yang jika dikerjakan secara kurang atau</w:t>
      </w:r>
    </w:p>
    <w:p w:rsidR="00C7776C" w:rsidRDefault="00C7776C" w:rsidP="00C7776C">
      <w:pPr>
        <w:pStyle w:val="libNormal"/>
      </w:pPr>
      <w:r>
        <w:lastRenderedPageBreak/>
        <w:t>lebih, walaupun karena lupa, maka salatnya batal. Kewajiban-kewajiban salat yang bukan rukun,</w:t>
      </w:r>
    </w:p>
    <w:p w:rsidR="00C7776C" w:rsidRDefault="00C7776C" w:rsidP="00C7776C">
      <w:pPr>
        <w:pStyle w:val="libNormal"/>
      </w:pPr>
      <w:r>
        <w:t>walaupun harus dikerjakan, namun jika ter-jadi kekurangan atau kelebihan di dalamnya karena</w:t>
      </w:r>
    </w:p>
    <w:p w:rsidR="00C7776C" w:rsidRDefault="00053E2B" w:rsidP="00C7776C">
      <w:pPr>
        <w:pStyle w:val="libNormal"/>
      </w:pPr>
      <w:r>
        <w:t>lupa, salatnya tidaklah batal.</w:t>
      </w:r>
      <w:r w:rsidRPr="00053E2B">
        <w:rPr>
          <w:rStyle w:val="libFootnotenumChar"/>
        </w:rPr>
        <w:footnoteReference w:id="227"/>
      </w:r>
    </w:p>
    <w:p w:rsidR="00C7776C" w:rsidRDefault="00C7776C" w:rsidP="00C7776C">
      <w:pPr>
        <w:pStyle w:val="libNormal"/>
      </w:pPr>
      <w:r>
        <w:t>Kini saatnya kita mempelajari kewajiban-kewajiban sa-lat, satu persatu:</w:t>
      </w:r>
    </w:p>
    <w:p w:rsidR="00053E2B" w:rsidRDefault="00053E2B" w:rsidP="00C7776C">
      <w:pPr>
        <w:pStyle w:val="libNormal"/>
      </w:pPr>
    </w:p>
    <w:p w:rsidR="00C7776C" w:rsidRDefault="00C7776C" w:rsidP="00053E2B">
      <w:pPr>
        <w:pStyle w:val="Heading2Center"/>
      </w:pPr>
      <w:bookmarkStart w:id="185" w:name="_Toc422656680"/>
      <w:r>
        <w:t>NIAT</w:t>
      </w:r>
      <w:bookmarkEnd w:id="185"/>
    </w:p>
    <w:p w:rsidR="00053E2B" w:rsidRDefault="00053E2B" w:rsidP="00C7776C">
      <w:pPr>
        <w:pStyle w:val="libNormal"/>
      </w:pPr>
    </w:p>
    <w:p w:rsidR="00C7776C" w:rsidRDefault="00C7776C" w:rsidP="00C7776C">
      <w:pPr>
        <w:pStyle w:val="libNormal"/>
      </w:pPr>
      <w:r>
        <w:t>1. Dari awal sampai akhir salat, seseorang harus sadar; salat apa yang sedang dikerjakannya,</w:t>
      </w:r>
    </w:p>
    <w:p w:rsidR="00C7776C" w:rsidRDefault="00C7776C" w:rsidP="00C7776C">
      <w:pPr>
        <w:pStyle w:val="libNormal"/>
      </w:pPr>
      <w:r>
        <w:t>dan dia mengerja-kannya dalam rangka</w:t>
      </w:r>
      <w:r w:rsidR="00053E2B">
        <w:t xml:space="preserve"> menunaikan perintah Allah Swt.</w:t>
      </w:r>
      <w:r w:rsidR="00053E2B" w:rsidRPr="00053E2B">
        <w:rPr>
          <w:rStyle w:val="libFootnotenumChar"/>
        </w:rPr>
        <w:footnoteReference w:id="228"/>
      </w:r>
    </w:p>
    <w:p w:rsidR="00C7776C" w:rsidRDefault="00C7776C" w:rsidP="00053E2B">
      <w:pPr>
        <w:pStyle w:val="libNormal"/>
      </w:pPr>
      <w:r>
        <w:t>2. Niat tidak harus diucapkan dengan kata-kata. Akan te-tapi kalaupun diucapkan, tidaklah apaapa.</w:t>
      </w:r>
      <w:r w:rsidR="00053E2B" w:rsidRPr="00053E2B">
        <w:rPr>
          <w:rStyle w:val="libFootnotenumChar"/>
        </w:rPr>
        <w:footnoteReference w:id="229"/>
      </w:r>
    </w:p>
    <w:p w:rsidR="002436A8" w:rsidRDefault="00C7776C" w:rsidP="002436A8">
      <w:pPr>
        <w:pStyle w:val="libNormal"/>
      </w:pPr>
      <w:r>
        <w:t xml:space="preserve">3. Salat harus jauh dari segala bentuk riya dan unjuk diri. Yakni, salat dikerjakan hanya untuk </w:t>
      </w:r>
      <w:r w:rsidR="002436A8">
        <w:t>menunaikan perin-tah ilahi. Jika seluruh atau sebagian dari salat dikerjakan karena selain</w:t>
      </w:r>
    </w:p>
    <w:p w:rsidR="002436A8" w:rsidRDefault="002436A8" w:rsidP="002436A8">
      <w:pPr>
        <w:pStyle w:val="libNormal"/>
      </w:pPr>
      <w:r>
        <w:t>Allah, maka salatnya batal.</w:t>
      </w:r>
      <w:r w:rsidRPr="002436A8">
        <w:rPr>
          <w:rStyle w:val="libFootnotenumChar"/>
        </w:rPr>
        <w:footnoteReference w:id="230"/>
      </w:r>
      <w:r>
        <w:t xml:space="preserve"> . </w:t>
      </w:r>
      <w:r w:rsidRPr="002436A8">
        <w:rPr>
          <w:rStyle w:val="libFootnotenumChar"/>
        </w:rPr>
        <w:footnoteReference w:id="231"/>
      </w:r>
    </w:p>
    <w:p w:rsidR="002436A8" w:rsidRDefault="002436A8" w:rsidP="002436A8">
      <w:pPr>
        <w:pStyle w:val="libNormal"/>
      </w:pPr>
      <w:r>
        <w:t>* * *</w:t>
      </w:r>
    </w:p>
    <w:p w:rsidR="002436A8" w:rsidRDefault="002436A8" w:rsidP="002436A8">
      <w:pPr>
        <w:pStyle w:val="libNormal"/>
      </w:pPr>
    </w:p>
    <w:p w:rsidR="002436A8" w:rsidRDefault="002436A8" w:rsidP="002436A8">
      <w:pPr>
        <w:pStyle w:val="Heading2Center"/>
      </w:pPr>
      <w:bookmarkStart w:id="186" w:name="_Toc422656681"/>
      <w:r>
        <w:t>TAKBIROTUL IHROM</w:t>
      </w:r>
      <w:bookmarkEnd w:id="186"/>
    </w:p>
    <w:p w:rsidR="002436A8" w:rsidRDefault="002436A8" w:rsidP="002436A8">
      <w:pPr>
        <w:pStyle w:val="libNormal"/>
      </w:pPr>
    </w:p>
    <w:p w:rsidR="002436A8" w:rsidRDefault="002436A8" w:rsidP="002436A8">
      <w:pPr>
        <w:pStyle w:val="libNormal"/>
      </w:pPr>
      <w:r>
        <w:t xml:space="preserve">Sebagaimana yang telah diterangkan, salat dimulai dengan bacaan ‘Allahu akbar” </w:t>
      </w:r>
    </w:p>
    <w:p w:rsidR="002436A8" w:rsidRDefault="002436A8" w:rsidP="002436A8">
      <w:pPr>
        <w:pStyle w:val="libNormal"/>
      </w:pPr>
      <w:r>
        <w:t>Bacaan ini disebut dengan takbirotul ihrom. Karena takbir inilah banyak pekerjaan yang</w:t>
      </w:r>
    </w:p>
    <w:p w:rsidR="002436A8" w:rsidRDefault="002436A8" w:rsidP="002436A8">
      <w:pPr>
        <w:pStyle w:val="libNormal"/>
      </w:pPr>
      <w:r>
        <w:lastRenderedPageBreak/>
        <w:t>sebelumnya boleh dikerjakan menjadi haram bagi pelaku salat seperti: makan, minum, tertawa</w:t>
      </w:r>
    </w:p>
    <w:p w:rsidR="002436A8" w:rsidRDefault="002436A8" w:rsidP="002436A8">
      <w:pPr>
        <w:pStyle w:val="libNormal"/>
      </w:pPr>
      <w:r>
        <w:t>dan menangis.</w:t>
      </w:r>
    </w:p>
    <w:p w:rsidR="00757440" w:rsidRDefault="00757440" w:rsidP="002436A8">
      <w:pPr>
        <w:pStyle w:val="libNormal"/>
      </w:pPr>
    </w:p>
    <w:p w:rsidR="002436A8" w:rsidRDefault="002436A8" w:rsidP="00757440">
      <w:pPr>
        <w:pStyle w:val="Heading3"/>
      </w:pPr>
      <w:bookmarkStart w:id="187" w:name="_Toc422656682"/>
      <w:r>
        <w:t>Kewajiban-kewajiban Takbirotul Ihrom</w:t>
      </w:r>
      <w:bookmarkEnd w:id="187"/>
    </w:p>
    <w:p w:rsidR="002436A8" w:rsidRDefault="002436A8" w:rsidP="002436A8">
      <w:pPr>
        <w:pStyle w:val="libNormal"/>
      </w:pPr>
      <w:r>
        <w:t>1. Dibaca dengan bahasa Arab secara benar.</w:t>
      </w:r>
    </w:p>
    <w:p w:rsidR="002436A8" w:rsidRDefault="002436A8" w:rsidP="002436A8">
      <w:pPr>
        <w:pStyle w:val="libNormal"/>
      </w:pPr>
      <w:r>
        <w:t>2. Ketika membacanya, badan harus tenang.</w:t>
      </w:r>
    </w:p>
    <w:p w:rsidR="002436A8" w:rsidRDefault="002436A8" w:rsidP="002436A8">
      <w:pPr>
        <w:pStyle w:val="libNormal"/>
      </w:pPr>
      <w:r>
        <w:t>3. Tidak boleh dibaca pelan sekali. Yakni, sekiranya tidak ada kendala, pelaku salat dapat</w:t>
      </w:r>
    </w:p>
    <w:p w:rsidR="002436A8" w:rsidRDefault="002436A8" w:rsidP="002436A8">
      <w:pPr>
        <w:pStyle w:val="libNormal"/>
      </w:pPr>
      <w:r>
        <w:t>mendengarnya sendiri.</w:t>
      </w:r>
    </w:p>
    <w:p w:rsidR="002436A8" w:rsidRDefault="002436A8" w:rsidP="002436A8">
      <w:pPr>
        <w:pStyle w:val="libNormal"/>
      </w:pPr>
      <w:r>
        <w:t>4. Berdasarkan ihtiyath wajib, tidak boleh disam</w:t>
      </w:r>
      <w:r w:rsidR="000E162A">
        <w:t>bung de-ngan bacaan sebelumnya.</w:t>
      </w:r>
      <w:r w:rsidR="000E162A" w:rsidRPr="000E162A">
        <w:rPr>
          <w:rStyle w:val="libFootnotenumChar"/>
        </w:rPr>
        <w:footnoteReference w:id="232"/>
      </w:r>
    </w:p>
    <w:p w:rsidR="002436A8" w:rsidRDefault="002436A8" w:rsidP="002436A8">
      <w:pPr>
        <w:pStyle w:val="libNormal"/>
      </w:pPr>
      <w:r>
        <w:t>* * *</w:t>
      </w:r>
    </w:p>
    <w:p w:rsidR="000E162A" w:rsidRDefault="000E162A" w:rsidP="002436A8">
      <w:pPr>
        <w:pStyle w:val="libNormal"/>
      </w:pPr>
    </w:p>
    <w:p w:rsidR="002436A8" w:rsidRDefault="002436A8" w:rsidP="000E162A">
      <w:pPr>
        <w:pStyle w:val="Heading2Center"/>
      </w:pPr>
      <w:bookmarkStart w:id="188" w:name="_Toc422656683"/>
      <w:r>
        <w:t>BERDIRI</w:t>
      </w:r>
      <w:bookmarkEnd w:id="188"/>
    </w:p>
    <w:p w:rsidR="000E162A" w:rsidRDefault="000E162A" w:rsidP="002436A8">
      <w:pPr>
        <w:pStyle w:val="libNormal"/>
      </w:pPr>
    </w:p>
    <w:p w:rsidR="002436A8" w:rsidRDefault="002436A8" w:rsidP="002436A8">
      <w:pPr>
        <w:pStyle w:val="libNormal"/>
      </w:pPr>
      <w:r>
        <w:t>Berdiri adalah bagian dari rukun salat. Jika ditinggalkan, salat menjadi batal. Akan tetapi bagi</w:t>
      </w:r>
    </w:p>
    <w:p w:rsidR="002436A8" w:rsidRDefault="002436A8" w:rsidP="002436A8">
      <w:pPr>
        <w:pStyle w:val="libNormal"/>
      </w:pPr>
      <w:r>
        <w:t>orang-orang yang tidak mampu berdiri, tugas mereka akan diterangkan pada masalah-masalah</w:t>
      </w:r>
    </w:p>
    <w:p w:rsidR="002436A8" w:rsidRDefault="002436A8" w:rsidP="002436A8">
      <w:pPr>
        <w:pStyle w:val="libNormal"/>
      </w:pPr>
      <w:r>
        <w:t>yang akan datang.</w:t>
      </w:r>
    </w:p>
    <w:p w:rsidR="00757440" w:rsidRDefault="00757440" w:rsidP="002436A8">
      <w:pPr>
        <w:pStyle w:val="libNormal"/>
      </w:pPr>
    </w:p>
    <w:p w:rsidR="002436A8" w:rsidRDefault="002436A8" w:rsidP="00757440">
      <w:pPr>
        <w:pStyle w:val="Heading3"/>
      </w:pPr>
      <w:bookmarkStart w:id="189" w:name="_Toc422656684"/>
      <w:r>
        <w:t>Macam-macam Berdiri</w:t>
      </w:r>
      <w:bookmarkEnd w:id="189"/>
    </w:p>
    <w:p w:rsidR="002436A8" w:rsidRDefault="002436A8" w:rsidP="00757440">
      <w:pPr>
        <w:pStyle w:val="Heading4"/>
      </w:pPr>
      <w:r>
        <w:t>1. Rukun:</w:t>
      </w:r>
    </w:p>
    <w:p w:rsidR="002436A8" w:rsidRDefault="002436A8" w:rsidP="002436A8">
      <w:pPr>
        <w:pStyle w:val="libNormal"/>
      </w:pPr>
      <w:r>
        <w:t>a. Berdiri ketika takbirotul ihrom.</w:t>
      </w:r>
    </w:p>
    <w:p w:rsidR="002436A8" w:rsidRDefault="0079622B" w:rsidP="002436A8">
      <w:pPr>
        <w:pStyle w:val="libNormal"/>
      </w:pPr>
      <w:r>
        <w:t>b. Berdiri sebelum rukuk.</w:t>
      </w:r>
      <w:r w:rsidRPr="0079622B">
        <w:rPr>
          <w:rStyle w:val="libFootnotenumChar"/>
        </w:rPr>
        <w:footnoteReference w:id="233"/>
      </w:r>
    </w:p>
    <w:p w:rsidR="002436A8" w:rsidRDefault="002436A8" w:rsidP="00757440">
      <w:pPr>
        <w:pStyle w:val="Heading4"/>
      </w:pPr>
      <w:r>
        <w:t>2. Bukan rukun:</w:t>
      </w:r>
    </w:p>
    <w:p w:rsidR="002436A8" w:rsidRDefault="002436A8" w:rsidP="002436A8">
      <w:pPr>
        <w:pStyle w:val="libNormal"/>
      </w:pPr>
      <w:r>
        <w:t>a. Berdiri ketika membaca surah.</w:t>
      </w:r>
    </w:p>
    <w:p w:rsidR="002436A8" w:rsidRDefault="002436A8" w:rsidP="002436A8">
      <w:pPr>
        <w:pStyle w:val="libNormal"/>
      </w:pPr>
      <w:r>
        <w:t>b. Berdiri setelah rukuk.</w:t>
      </w:r>
    </w:p>
    <w:p w:rsidR="00757440" w:rsidRDefault="00757440" w:rsidP="002436A8">
      <w:pPr>
        <w:pStyle w:val="libNormal"/>
      </w:pPr>
    </w:p>
    <w:p w:rsidR="002436A8" w:rsidRDefault="002436A8" w:rsidP="00757440">
      <w:pPr>
        <w:pStyle w:val="Heading3"/>
      </w:pPr>
      <w:bookmarkStart w:id="190" w:name="_Toc422656685"/>
      <w:r>
        <w:lastRenderedPageBreak/>
        <w:t>Hukum-hukum Berdiri</w:t>
      </w:r>
      <w:bookmarkEnd w:id="190"/>
    </w:p>
    <w:p w:rsidR="00757440" w:rsidRDefault="00757440" w:rsidP="002436A8">
      <w:pPr>
        <w:pStyle w:val="libNormal"/>
      </w:pPr>
    </w:p>
    <w:p w:rsidR="002436A8" w:rsidRDefault="002436A8" w:rsidP="002436A8">
      <w:pPr>
        <w:pStyle w:val="libNormal"/>
      </w:pPr>
      <w:r>
        <w:t>1. Sebelum dan sesudah membaca takbirotul ihrom, pelaku salat wajib berdiri, supaya yakin</w:t>
      </w:r>
    </w:p>
    <w:p w:rsidR="004B23E1" w:rsidRDefault="002436A8" w:rsidP="002436A8">
      <w:pPr>
        <w:pStyle w:val="libNormal"/>
      </w:pPr>
      <w:r>
        <w:t>bahwa takbir tersebu</w:t>
      </w:r>
      <w:r w:rsidR="0079622B">
        <w:t>t dibaca dalam keadaan berdiri.</w:t>
      </w:r>
      <w:r w:rsidR="0079622B" w:rsidRPr="0079622B">
        <w:rPr>
          <w:rStyle w:val="libFootnotenumChar"/>
        </w:rPr>
        <w:footnoteReference w:id="234"/>
      </w:r>
    </w:p>
    <w:p w:rsidR="0076321E" w:rsidRDefault="0076321E" w:rsidP="0076321E">
      <w:pPr>
        <w:pStyle w:val="libNormal"/>
      </w:pPr>
      <w:r>
        <w:t>2. Berdiri sebelum rukuk artinya pelaku salat harus dalam keadaan berdiri ketika hendak rukuk.</w:t>
      </w:r>
    </w:p>
    <w:p w:rsidR="0076321E" w:rsidRDefault="0076321E" w:rsidP="0076321E">
      <w:pPr>
        <w:pStyle w:val="libNormal"/>
      </w:pPr>
      <w:r>
        <w:t>Dengan demikian, jika dia lupa rukuk—yakni setelah membaca surah, langsung saja bergerak</w:t>
      </w:r>
    </w:p>
    <w:p w:rsidR="0076321E" w:rsidRDefault="0076321E" w:rsidP="0076321E">
      <w:pPr>
        <w:pStyle w:val="libNormal"/>
      </w:pPr>
      <w:r>
        <w:t>untuk sujud namun ingat sebe-lum sampai bersujud—maka dia harus kembali tegap secara</w:t>
      </w:r>
    </w:p>
    <w:p w:rsidR="0076321E" w:rsidRDefault="0076321E" w:rsidP="0076321E">
      <w:pPr>
        <w:pStyle w:val="libNormal"/>
      </w:pPr>
      <w:r>
        <w:t>sempurna kemudian barulah rukuk, setelah itu sujud.</w:t>
      </w:r>
      <w:r w:rsidRPr="0076321E">
        <w:rPr>
          <w:rStyle w:val="libFootnotenumChar"/>
        </w:rPr>
        <w:footnoteReference w:id="235"/>
      </w:r>
    </w:p>
    <w:p w:rsidR="0076321E" w:rsidRDefault="0076321E" w:rsidP="0076321E">
      <w:pPr>
        <w:pStyle w:val="libNormal"/>
      </w:pPr>
      <w:r>
        <w:t>3. Hal-hal yang harus dihindari ketika berdiri:</w:t>
      </w:r>
    </w:p>
    <w:p w:rsidR="0076321E" w:rsidRDefault="0076321E" w:rsidP="0076321E">
      <w:pPr>
        <w:pStyle w:val="libNormal"/>
      </w:pPr>
      <w:r>
        <w:t>a. Menggerakkan badan.</w:t>
      </w:r>
    </w:p>
    <w:p w:rsidR="0076321E" w:rsidRDefault="0076321E" w:rsidP="0076321E">
      <w:pPr>
        <w:pStyle w:val="libNormal"/>
      </w:pPr>
      <w:r>
        <w:t>b. Membungkuk.</w:t>
      </w:r>
    </w:p>
    <w:p w:rsidR="0076321E" w:rsidRDefault="0076321E" w:rsidP="0076321E">
      <w:pPr>
        <w:pStyle w:val="libNormal"/>
      </w:pPr>
      <w:r>
        <w:t>c. Bersandar pada sesuatu.</w:t>
      </w:r>
    </w:p>
    <w:p w:rsidR="0076321E" w:rsidRDefault="0076321E" w:rsidP="0076321E">
      <w:pPr>
        <w:pStyle w:val="libNormal"/>
      </w:pPr>
      <w:r>
        <w:t>d. Merentangkan kedua kaki.</w:t>
      </w:r>
    </w:p>
    <w:p w:rsidR="0076321E" w:rsidRDefault="0076321E" w:rsidP="0076321E">
      <w:pPr>
        <w:pStyle w:val="libNormal"/>
      </w:pPr>
      <w:r>
        <w:t>e. Mengangkat kaki.</w:t>
      </w:r>
      <w:r w:rsidRPr="0076321E">
        <w:rPr>
          <w:rStyle w:val="libFootnotenumChar"/>
        </w:rPr>
        <w:footnoteReference w:id="236"/>
      </w:r>
    </w:p>
    <w:p w:rsidR="0076321E" w:rsidRDefault="0076321E" w:rsidP="0076321E">
      <w:pPr>
        <w:pStyle w:val="libNormal"/>
      </w:pPr>
      <w:r>
        <w:t>4. Dalam keadaan salat, pelaku salat harus meletakkan kedua kakinya di tanah.</w:t>
      </w:r>
      <w:r w:rsidRPr="0076321E">
        <w:rPr>
          <w:rStyle w:val="libFootnotenumChar"/>
        </w:rPr>
        <w:footnoteReference w:id="237"/>
      </w:r>
      <w:r>
        <w:t xml:space="preserve"> Namun, tidak</w:t>
      </w:r>
    </w:p>
    <w:p w:rsidR="0076321E" w:rsidRDefault="0076321E" w:rsidP="0076321E">
      <w:pPr>
        <w:pStyle w:val="libNormal"/>
      </w:pPr>
      <w:r>
        <w:t>perlu berat badan bertumpu pada kedua kaki; jika terpusat pada satu kaki saja tidaklah apaapa.</w:t>
      </w:r>
      <w:r w:rsidRPr="0076321E">
        <w:rPr>
          <w:rStyle w:val="libFootnotenumChar"/>
        </w:rPr>
        <w:footnoteReference w:id="238"/>
      </w:r>
    </w:p>
    <w:p w:rsidR="0076321E" w:rsidRDefault="0076321E" w:rsidP="00DA1046">
      <w:pPr>
        <w:pStyle w:val="libNormal"/>
      </w:pPr>
      <w:r>
        <w:t>5. jika seseorang sama sekali tidak bisa melakukan salat dengan berdiri, maka dia harus</w:t>
      </w:r>
      <w:r w:rsidR="00DA1046">
        <w:t xml:space="preserve"> </w:t>
      </w:r>
      <w:r>
        <w:t>melakukannya dengan duduk sambil menghadap kiblat. Jika dia tidak bisa juga duduk, maka</w:t>
      </w:r>
      <w:r w:rsidR="00DA1046">
        <w:t xml:space="preserve"> </w:t>
      </w:r>
      <w:r>
        <w:t>harus melakukan salat dengan berba-ring.</w:t>
      </w:r>
      <w:r w:rsidRPr="0076321E">
        <w:rPr>
          <w:rStyle w:val="libFootnotenumChar"/>
        </w:rPr>
        <w:footnoteReference w:id="239"/>
      </w:r>
    </w:p>
    <w:p w:rsidR="0076321E" w:rsidRDefault="0076321E" w:rsidP="00DA1046">
      <w:pPr>
        <w:pStyle w:val="libNormal"/>
      </w:pPr>
      <w:r>
        <w:lastRenderedPageBreak/>
        <w:t>6. Setelah rukuk, harus berdiri secara sempurna untuk kemudian bersujud. Jika setelahnya</w:t>
      </w:r>
      <w:r w:rsidR="00DA1046">
        <w:t xml:space="preserve"> </w:t>
      </w:r>
      <w:r>
        <w:t>sengaja tidak ber-diri, maka salatnya batal.</w:t>
      </w:r>
      <w:r w:rsidRPr="0076321E">
        <w:rPr>
          <w:rStyle w:val="libFootnotenumChar"/>
        </w:rPr>
        <w:footnoteReference w:id="240"/>
      </w:r>
    </w:p>
    <w:p w:rsidR="0076321E" w:rsidRDefault="0076321E" w:rsidP="0076321E">
      <w:pPr>
        <w:pStyle w:val="libNormal"/>
      </w:pPr>
    </w:p>
    <w:p w:rsidR="0076321E" w:rsidRDefault="0076321E" w:rsidP="0076321E">
      <w:pPr>
        <w:pStyle w:val="Heading2"/>
      </w:pPr>
      <w:bookmarkStart w:id="191" w:name="_Toc422656686"/>
      <w:r>
        <w:t>Kesimpulan Pelajaran</w:t>
      </w:r>
      <w:bookmarkEnd w:id="191"/>
    </w:p>
    <w:p w:rsidR="0076321E" w:rsidRDefault="0076321E" w:rsidP="0076321E">
      <w:pPr>
        <w:pStyle w:val="libNormal"/>
      </w:pPr>
    </w:p>
    <w:p w:rsidR="0076321E" w:rsidRDefault="0076321E" w:rsidP="0076321E">
      <w:pPr>
        <w:pStyle w:val="libNormal"/>
      </w:pPr>
      <w:r>
        <w:t>1. Kewajiban salat ada sebelas; yang lima sebagai rukun dan selainnya bukan rukun.</w:t>
      </w:r>
    </w:p>
    <w:p w:rsidR="0076321E" w:rsidRDefault="0076321E" w:rsidP="0076321E">
      <w:pPr>
        <w:pStyle w:val="libNormal"/>
      </w:pPr>
      <w:r>
        <w:t>2. Perbedaan kewajiban rukun dengan kewajiban bukan rukun adalah jika salah satu kewajiban</w:t>
      </w:r>
    </w:p>
    <w:p w:rsidR="0076321E" w:rsidRDefault="0076321E" w:rsidP="0076321E">
      <w:pPr>
        <w:pStyle w:val="libNormal"/>
      </w:pPr>
      <w:r>
        <w:t>rukun dikurangi atau ditambahi—sekalipun karena lupa—maka salatnya batal, akan tetapi</w:t>
      </w:r>
    </w:p>
    <w:p w:rsidR="0076321E" w:rsidRDefault="0076321E" w:rsidP="0076321E">
      <w:pPr>
        <w:pStyle w:val="libNormal"/>
      </w:pPr>
      <w:r>
        <w:t>jika kelebihan atau kekurangan itu terjadi pada kewajiban bukan rukun karena lupa, maka</w:t>
      </w:r>
    </w:p>
    <w:p w:rsidR="0076321E" w:rsidRDefault="0076321E" w:rsidP="0076321E">
      <w:pPr>
        <w:pStyle w:val="libNormal"/>
      </w:pPr>
      <w:r>
        <w:t>salatnya tidaklah batal.</w:t>
      </w:r>
    </w:p>
    <w:p w:rsidR="0076321E" w:rsidRDefault="0076321E" w:rsidP="0076321E">
      <w:pPr>
        <w:pStyle w:val="libNormal"/>
      </w:pPr>
      <w:r>
        <w:t>3. Niat salat harus bersih dari segala bentuk riya dan unjuk diri.</w:t>
      </w:r>
    </w:p>
    <w:p w:rsidR="0076321E" w:rsidRDefault="0076321E" w:rsidP="0076321E">
      <w:pPr>
        <w:pStyle w:val="libNormal"/>
      </w:pPr>
      <w:r>
        <w:t>4. Takbirotul ihrom harus dibaca dengan bahasa Arab secara benar.</w:t>
      </w:r>
    </w:p>
    <w:p w:rsidR="0076321E" w:rsidRDefault="0076321E" w:rsidP="0076321E">
      <w:pPr>
        <w:pStyle w:val="libNormal"/>
      </w:pPr>
      <w:r>
        <w:t>5. Berdiri dalam membaca takbiroatul ihrom dan berdiri yang bersambung dengan rukuk adalah</w:t>
      </w:r>
    </w:p>
    <w:p w:rsidR="0076321E" w:rsidRDefault="0076321E" w:rsidP="0076321E">
      <w:pPr>
        <w:pStyle w:val="libNormal"/>
      </w:pPr>
      <w:r>
        <w:t>rukun salat. Dan, berdiri dalam membaca surah dan berdiri setelah rukuk bukanlah rukun</w:t>
      </w:r>
    </w:p>
    <w:p w:rsidR="0076321E" w:rsidRDefault="0076321E" w:rsidP="0076321E">
      <w:pPr>
        <w:pStyle w:val="libNormal"/>
      </w:pPr>
      <w:r>
        <w:t>salat, akan tetapi kewajiban salat dan jika sengaja tidak dikerjakan maka salatnya batal.</w:t>
      </w:r>
    </w:p>
    <w:p w:rsidR="0076321E" w:rsidRDefault="0076321E" w:rsidP="0076321E">
      <w:pPr>
        <w:pStyle w:val="libNormal"/>
      </w:pPr>
      <w:r>
        <w:t>6. Selama berdiri, tidak boleh menggerakkan badan atau bersandar pada sesuatu, dan kedua</w:t>
      </w:r>
    </w:p>
    <w:p w:rsidR="0076321E" w:rsidRDefault="0076321E" w:rsidP="0076321E">
      <w:pPr>
        <w:pStyle w:val="libNormal"/>
      </w:pPr>
      <w:r>
        <w:t>kaki harus dile-takkan pada tanah dan tidak terlalu merenggangkan keduanya. Akan tetapi,</w:t>
      </w:r>
    </w:p>
    <w:p w:rsidR="0076321E" w:rsidRDefault="0076321E" w:rsidP="0076321E">
      <w:pPr>
        <w:pStyle w:val="libNormal"/>
      </w:pPr>
      <w:r>
        <w:t>semua ini tidak apa-apa jika dalam keadaan terpaksa.</w:t>
      </w:r>
    </w:p>
    <w:p w:rsidR="0076321E" w:rsidRDefault="0076321E" w:rsidP="0076321E">
      <w:pPr>
        <w:pStyle w:val="libNormal"/>
      </w:pPr>
      <w:r>
        <w:t>7. Seseorang yang tidak mampu berdiri harus melakukan salat dengan duduk, dan seseorang</w:t>
      </w:r>
    </w:p>
    <w:p w:rsidR="0076321E" w:rsidRDefault="0076321E" w:rsidP="0076321E">
      <w:pPr>
        <w:pStyle w:val="libNormal"/>
      </w:pPr>
      <w:r>
        <w:lastRenderedPageBreak/>
        <w:t>yang tidakmampu duduk harus melakukan salat dengan berbaring.</w:t>
      </w:r>
    </w:p>
    <w:p w:rsidR="0076321E" w:rsidRDefault="0076321E" w:rsidP="0076321E">
      <w:pPr>
        <w:pStyle w:val="libNormal"/>
      </w:pPr>
    </w:p>
    <w:p w:rsidR="0076321E" w:rsidRDefault="0076321E" w:rsidP="0076321E">
      <w:pPr>
        <w:pStyle w:val="Heading2"/>
      </w:pPr>
      <w:bookmarkStart w:id="192" w:name="_Toc422656687"/>
      <w:r>
        <w:t>Pertanyaan:</w:t>
      </w:r>
      <w:bookmarkEnd w:id="192"/>
    </w:p>
    <w:p w:rsidR="0076321E" w:rsidRDefault="0076321E" w:rsidP="0076321E">
      <w:pPr>
        <w:pStyle w:val="libNormal"/>
      </w:pPr>
    </w:p>
    <w:p w:rsidR="0076321E" w:rsidRDefault="0076321E" w:rsidP="0076321E">
      <w:pPr>
        <w:pStyle w:val="libNormal"/>
      </w:pPr>
      <w:r>
        <w:t>1. Sebutkan rukun-rukun salat dan jelaskan perbedaannya dengan bukan rukun!</w:t>
      </w:r>
    </w:p>
    <w:p w:rsidR="0076321E" w:rsidRDefault="0076321E" w:rsidP="0076321E">
      <w:pPr>
        <w:pStyle w:val="libNormal"/>
      </w:pPr>
      <w:r>
        <w:t>2. Mengapa “Allahu akbar” yang pertama dalam salat disebut sebagai takbirotul ihrom?</w:t>
      </w:r>
    </w:p>
    <w:p w:rsidR="0076321E" w:rsidRDefault="0076321E" w:rsidP="0076321E">
      <w:pPr>
        <w:pStyle w:val="libNormal"/>
      </w:pPr>
      <w:r>
        <w:t>3. Berilah penjelasan tentang niat!</w:t>
      </w:r>
    </w:p>
    <w:p w:rsidR="0076321E" w:rsidRDefault="0076321E" w:rsidP="0076321E">
      <w:pPr>
        <w:pStyle w:val="libNormal"/>
      </w:pPr>
      <w:r>
        <w:t>4. Berilah penjelasan tentang berdiri dan sebutkan macam-macamnya!</w:t>
      </w:r>
    </w:p>
    <w:p w:rsidR="0076321E" w:rsidRDefault="0076321E" w:rsidP="0076321E">
      <w:pPr>
        <w:pStyle w:val="libNormal"/>
      </w:pPr>
      <w:r>
        <w:t>5. Berilah penjelasan tentang berdiri sebelum dan setelah rukuk serta jelaskan perbedaan antara</w:t>
      </w:r>
    </w:p>
    <w:p w:rsidR="00954DB3" w:rsidRDefault="0076321E" w:rsidP="0076321E">
      <w:pPr>
        <w:pStyle w:val="libNormal"/>
      </w:pPr>
      <w:r>
        <w:t>keduanya!</w:t>
      </w:r>
    </w:p>
    <w:p w:rsidR="00954DB3" w:rsidRPr="00AA623E" w:rsidRDefault="00954DB3">
      <w:r>
        <w:br w:type="page"/>
      </w:r>
    </w:p>
    <w:p w:rsidR="00954DB3" w:rsidRDefault="00954DB3" w:rsidP="00954DB3">
      <w:pPr>
        <w:pStyle w:val="Heading1Center"/>
      </w:pPr>
      <w:bookmarkStart w:id="193" w:name="_Toc422656688"/>
      <w:r>
        <w:lastRenderedPageBreak/>
        <w:t>Pelajaran 17</w:t>
      </w:r>
      <w:bookmarkEnd w:id="193"/>
    </w:p>
    <w:p w:rsidR="00954DB3" w:rsidRDefault="00954DB3" w:rsidP="00954DB3">
      <w:pPr>
        <w:pStyle w:val="Heading1Center"/>
      </w:pPr>
      <w:bookmarkStart w:id="194" w:name="_Toc422656689"/>
      <w:r>
        <w:t>KEWAJIBAN-KEWAJIBAN</w:t>
      </w:r>
      <w:bookmarkEnd w:id="194"/>
    </w:p>
    <w:p w:rsidR="00954DB3" w:rsidRDefault="00954DB3" w:rsidP="00954DB3">
      <w:pPr>
        <w:pStyle w:val="Heading1Center"/>
      </w:pPr>
      <w:bookmarkStart w:id="195" w:name="_Toc422656690"/>
      <w:r>
        <w:t>SALAT (2)</w:t>
      </w:r>
      <w:bookmarkEnd w:id="195"/>
    </w:p>
    <w:p w:rsidR="00954DB3" w:rsidRDefault="00954DB3" w:rsidP="00954DB3">
      <w:pPr>
        <w:pStyle w:val="libNormal"/>
      </w:pPr>
    </w:p>
    <w:p w:rsidR="00954DB3" w:rsidRDefault="00954DB3" w:rsidP="00954DB3">
      <w:pPr>
        <w:pStyle w:val="Heading2Center"/>
      </w:pPr>
      <w:bookmarkStart w:id="196" w:name="_Toc422656691"/>
      <w:r>
        <w:t>BACAAN</w:t>
      </w:r>
      <w:bookmarkEnd w:id="196"/>
    </w:p>
    <w:p w:rsidR="00954DB3" w:rsidRDefault="00954DB3" w:rsidP="00954DB3">
      <w:pPr>
        <w:pStyle w:val="libNormal"/>
      </w:pPr>
    </w:p>
    <w:p w:rsidR="00954DB3" w:rsidRDefault="00954DB3" w:rsidP="00954DB3">
      <w:pPr>
        <w:pStyle w:val="libNormal"/>
      </w:pPr>
      <w:r>
        <w:t>Maksud dari bacaan di sini ialah membaca surah Al-Fatihah dan surah yang lain pada rakaat</w:t>
      </w:r>
    </w:p>
    <w:p w:rsidR="00954DB3" w:rsidRDefault="00954DB3" w:rsidP="00954DB3">
      <w:pPr>
        <w:pStyle w:val="libNormal"/>
      </w:pPr>
      <w:r>
        <w:t>pertama dan rakaat kedua salat, serta membaca surah Al-Fatihah (tanpa surah yang lain) atau</w:t>
      </w:r>
    </w:p>
    <w:p w:rsidR="00954DB3" w:rsidRDefault="00954DB3" w:rsidP="00954DB3">
      <w:pPr>
        <w:pStyle w:val="libNormal"/>
      </w:pPr>
      <w:r>
        <w:t>membaca tasbih yang empat pada rakaat ketiga dan keempat.</w:t>
      </w:r>
    </w:p>
    <w:p w:rsidR="00954DB3" w:rsidRDefault="00954DB3" w:rsidP="00B743C0">
      <w:pPr>
        <w:pStyle w:val="libNormal"/>
      </w:pPr>
      <w:r>
        <w:t>Surah Al-Fatihah</w:t>
      </w:r>
      <w:r w:rsidR="00B743C0">
        <w:t>:</w:t>
      </w:r>
    </w:p>
    <w:p w:rsidR="00954DB3" w:rsidRDefault="00954DB3" w:rsidP="00954DB3">
      <w:pPr>
        <w:pStyle w:val="libNormal"/>
      </w:pPr>
      <w:r>
        <w:t>Setelah membaca surah Al-Fatihah pada rakaat pertama dan kedua, pelaku salat harus membaca</w:t>
      </w:r>
    </w:p>
    <w:p w:rsidR="00954DB3" w:rsidRDefault="00954DB3" w:rsidP="00954DB3">
      <w:pPr>
        <w:pStyle w:val="libNormal"/>
      </w:pPr>
      <w:r>
        <w:t>surah yang lain, misal-nya surah Al-Ikhlas.</w:t>
      </w:r>
    </w:p>
    <w:p w:rsidR="00954DB3" w:rsidRDefault="00954DB3" w:rsidP="00954DB3">
      <w:pPr>
        <w:pStyle w:val="libNormal"/>
      </w:pPr>
      <w:r>
        <w:t>Surah Al-Ikhlas:</w:t>
      </w:r>
    </w:p>
    <w:p w:rsidR="00954DB3" w:rsidRDefault="00954DB3" w:rsidP="00954DB3">
      <w:pPr>
        <w:pStyle w:val="libNormal"/>
      </w:pPr>
      <w:r>
        <w:t>Pada rakaat ketiga dan keempat, pelaku salat harus mem-baca surah Al-Fatihah atau membaca</w:t>
      </w:r>
    </w:p>
    <w:p w:rsidR="00954DB3" w:rsidRDefault="00954DB3" w:rsidP="00954DB3">
      <w:pPr>
        <w:pStyle w:val="libNormal"/>
      </w:pPr>
      <w:r>
        <w:t>empat tasbih sebanyak tiga kali, ataupun satu kali saja sudah cukup.</w:t>
      </w:r>
      <w:r w:rsidRPr="00954DB3">
        <w:rPr>
          <w:rStyle w:val="libFootnotenumChar"/>
        </w:rPr>
        <w:footnoteReference w:id="241"/>
      </w:r>
    </w:p>
    <w:p w:rsidR="00954DB3" w:rsidRDefault="00954DB3" w:rsidP="00954DB3">
      <w:pPr>
        <w:pStyle w:val="libNormal"/>
      </w:pPr>
      <w:r>
        <w:t>Empat Tasbih:</w:t>
      </w:r>
    </w:p>
    <w:p w:rsidR="00954DB3" w:rsidRDefault="00954DB3" w:rsidP="00954DB3">
      <w:pPr>
        <w:pStyle w:val="libNormal"/>
      </w:pPr>
      <w:r>
        <w:t>Subhanallahi walhamdu lillahi wala ilaha illahu wallahu akbar</w:t>
      </w:r>
    </w:p>
    <w:p w:rsidR="005E60BD" w:rsidRDefault="005E60BD" w:rsidP="00954DB3">
      <w:pPr>
        <w:pStyle w:val="libNormal"/>
      </w:pPr>
    </w:p>
    <w:p w:rsidR="00954DB3" w:rsidRDefault="00954DB3" w:rsidP="005E60BD">
      <w:pPr>
        <w:pStyle w:val="Heading2"/>
      </w:pPr>
      <w:bookmarkStart w:id="197" w:name="_Toc422656692"/>
      <w:r>
        <w:t>Hukum-hukum Bacaan</w:t>
      </w:r>
      <w:bookmarkEnd w:id="197"/>
    </w:p>
    <w:p w:rsidR="005E60BD" w:rsidRDefault="005E60BD" w:rsidP="00954DB3">
      <w:pPr>
        <w:pStyle w:val="libNormal"/>
      </w:pPr>
    </w:p>
    <w:p w:rsidR="00954DB3" w:rsidRDefault="00954DB3" w:rsidP="00954DB3">
      <w:pPr>
        <w:pStyle w:val="libNormal"/>
      </w:pPr>
      <w:r>
        <w:t>1. Bacaan rakaat ketiga dan keempat harus dibaca secara pelan. Akan tetapi, hukum surah Al-</w:t>
      </w:r>
    </w:p>
    <w:p w:rsidR="00954DB3" w:rsidRDefault="00954DB3" w:rsidP="00954DB3">
      <w:pPr>
        <w:pStyle w:val="libNormal"/>
      </w:pPr>
      <w:r>
        <w:t>Fatihah dan surah yang lain pada rakaat pertama dan kedua adalah seba-gai berikut:</w:t>
      </w:r>
      <w:r w:rsidRPr="00954DB3">
        <w:rPr>
          <w:rStyle w:val="libFootnotenumChar"/>
        </w:rPr>
        <w:footnoteReference w:id="242"/>
      </w:r>
    </w:p>
    <w:p w:rsidR="00954DB3" w:rsidRDefault="005E60BD" w:rsidP="005E60BD">
      <w:pPr>
        <w:pStyle w:val="libNormal"/>
      </w:pPr>
      <w:r>
        <w:lastRenderedPageBreak/>
        <w:t>Salat Zuhur dan Asar Pria</w:t>
      </w:r>
      <w:r w:rsidRPr="00142C52">
        <w:rPr>
          <w:rStyle w:val="libFootnotenumChar"/>
        </w:rPr>
        <w:footnoteReference w:id="243"/>
      </w:r>
      <w:r>
        <w:t xml:space="preserve"> dan Wanita Harus membaca secara pelan</w:t>
      </w:r>
    </w:p>
    <w:p w:rsidR="0076321E" w:rsidRDefault="00682A75" w:rsidP="00682A75">
      <w:pPr>
        <w:pStyle w:val="libNormal"/>
      </w:pPr>
      <w:r>
        <w:t xml:space="preserve">Salat </w:t>
      </w:r>
      <w:r w:rsidR="00954DB3">
        <w:t>Maghrib, Pria Harus membaca secara keras</w:t>
      </w:r>
    </w:p>
    <w:p w:rsidR="00B743C0" w:rsidRDefault="00B743C0" w:rsidP="00B743C0">
      <w:pPr>
        <w:pStyle w:val="libNormal"/>
      </w:pPr>
      <w:r>
        <w:t>Salat Isya dan Subuh Wanita Boleh mengeraskan suara jika</w:t>
      </w:r>
    </w:p>
    <w:p w:rsidR="00B743C0" w:rsidRDefault="00B743C0" w:rsidP="00B743C0">
      <w:pPr>
        <w:pStyle w:val="libNormal"/>
      </w:pPr>
      <w:r>
        <w:t>tidak terdengar oleh orang yangbukan-</w:t>
      </w:r>
    </w:p>
    <w:p w:rsidR="00B743C0" w:rsidRDefault="00B743C0" w:rsidP="00B743C0">
      <w:pPr>
        <w:pStyle w:val="libNormal"/>
      </w:pPr>
      <w:r>
        <w:t>muhrim. Namun jika terdengar,</w:t>
      </w:r>
    </w:p>
    <w:p w:rsidR="00B743C0" w:rsidRDefault="00B743C0" w:rsidP="00B743C0">
      <w:pPr>
        <w:pStyle w:val="libNormal"/>
      </w:pPr>
      <w:r>
        <w:t>maka berdasarkan ihtiyath</w:t>
      </w:r>
    </w:p>
    <w:p w:rsidR="00B743C0" w:rsidRDefault="00B743C0" w:rsidP="00B743C0">
      <w:pPr>
        <w:pStyle w:val="libNormal"/>
      </w:pPr>
      <w:r>
        <w:t>wajib harus membacanya</w:t>
      </w:r>
    </w:p>
    <w:p w:rsidR="00B743C0" w:rsidRDefault="00B743C0" w:rsidP="00B743C0">
      <w:pPr>
        <w:pStyle w:val="libNormal"/>
      </w:pPr>
      <w:r>
        <w:t>secara pelan.</w:t>
      </w:r>
    </w:p>
    <w:p w:rsidR="00244A73" w:rsidRDefault="00244A73" w:rsidP="00244A73">
      <w:pPr>
        <w:pStyle w:val="libNormal"/>
      </w:pPr>
      <w:r>
        <w:t>2. Jika bacaan salat yang seharusnya dibaca keras tetapi sengaja dibaca pelan, atau yang</w:t>
      </w:r>
    </w:p>
    <w:p w:rsidR="00244A73" w:rsidRDefault="00244A73" w:rsidP="00244A73">
      <w:pPr>
        <w:pStyle w:val="libNormal"/>
      </w:pPr>
      <w:r>
        <w:t>seharusnya dibaca pelan tetapi sengaja dibaca keras, maka salatnya batal. Akan tetapi, jika</w:t>
      </w:r>
    </w:p>
    <w:p w:rsidR="00244A73" w:rsidRDefault="00244A73" w:rsidP="00244A73">
      <w:pPr>
        <w:pStyle w:val="libNormal"/>
      </w:pPr>
      <w:r>
        <w:t>semua itu karena lupa atau karena ketidak-tahuan akan masalah, maka salatnya sah.</w:t>
      </w:r>
      <w:r w:rsidRPr="00244A73">
        <w:rPr>
          <w:rStyle w:val="libFootnotenumChar"/>
        </w:rPr>
        <w:footnoteReference w:id="244"/>
      </w:r>
    </w:p>
    <w:p w:rsidR="00244A73" w:rsidRDefault="00244A73" w:rsidP="00244A73">
      <w:pPr>
        <w:pStyle w:val="libNormal"/>
      </w:pPr>
      <w:r>
        <w:t>3. Jika di tengah salat, dia sadar akan kesalahannya dalam membaca surah Al-Fatihah dan surah</w:t>
      </w:r>
    </w:p>
    <w:p w:rsidR="00244A73" w:rsidRDefault="00244A73" w:rsidP="00244A73">
      <w:pPr>
        <w:pStyle w:val="libNormal"/>
      </w:pPr>
      <w:r>
        <w:t>lainnya, misalnya; dia membacanya pelan padahal seharusnya dibaca keras, maka dia tidak</w:t>
      </w:r>
    </w:p>
    <w:p w:rsidR="00244A73" w:rsidRDefault="00244A73" w:rsidP="00244A73">
      <w:pPr>
        <w:pStyle w:val="libNormal"/>
      </w:pPr>
      <w:r>
        <w:t>perlu mengulang bacaan yang sudah dibacanya.</w:t>
      </w:r>
      <w:r w:rsidRPr="00244A73">
        <w:rPr>
          <w:rStyle w:val="libFootnotenumChar"/>
        </w:rPr>
        <w:footnoteReference w:id="245"/>
      </w:r>
    </w:p>
    <w:p w:rsidR="00244A73" w:rsidRDefault="00244A73" w:rsidP="00244A73">
      <w:pPr>
        <w:pStyle w:val="libNormal"/>
      </w:pPr>
      <w:r>
        <w:t>4. Seseorang harus belajar salat supaya tidak salah menger-jakannya, dan orang yang tidak bisa</w:t>
      </w:r>
    </w:p>
    <w:p w:rsidR="00244A73" w:rsidRDefault="00244A73" w:rsidP="00244A73">
      <w:pPr>
        <w:pStyle w:val="libNormal"/>
      </w:pPr>
      <w:r>
        <w:t>belajar dengan benar harus mengerjakan semampunya, dan berdasar-kan ihtiyath mustahab</w:t>
      </w:r>
      <w:r w:rsidRPr="00244A73">
        <w:rPr>
          <w:rStyle w:val="libFootnotenumChar"/>
        </w:rPr>
        <w:footnoteReference w:id="246"/>
      </w:r>
    </w:p>
    <w:p w:rsidR="00244A73" w:rsidRDefault="00244A73" w:rsidP="00244A73">
      <w:pPr>
        <w:pStyle w:val="libNormal"/>
      </w:pPr>
      <w:r>
        <w:t>hendaknya dia melaku-kan salat dengan berjamaah.</w:t>
      </w:r>
      <w:r w:rsidRPr="00244A73">
        <w:rPr>
          <w:rStyle w:val="libFootnotenumChar"/>
        </w:rPr>
        <w:footnoteReference w:id="247"/>
      </w:r>
    </w:p>
    <w:p w:rsidR="00244A73" w:rsidRDefault="00244A73" w:rsidP="00244A73">
      <w:pPr>
        <w:pStyle w:val="libNormal"/>
      </w:pPr>
      <w:r>
        <w:t xml:space="preserve">5. Jika seseorang menganggap bahwa lafad yang benar dalam tasyahud adalah “’abdahu” </w:t>
      </w:r>
    </w:p>
    <w:p w:rsidR="00244A73" w:rsidRDefault="00244A73" w:rsidP="00244A73">
      <w:pPr>
        <w:pStyle w:val="libNormal"/>
      </w:pPr>
      <w:r>
        <w:t>dan dalam ta-syahud dia pun membacanya demikian, kemudian dia baru paham bahwa</w:t>
      </w:r>
    </w:p>
    <w:p w:rsidR="00244A73" w:rsidRDefault="00244A73" w:rsidP="00244A73">
      <w:pPr>
        <w:pStyle w:val="libNormal"/>
      </w:pPr>
      <w:r>
        <w:lastRenderedPageBreak/>
        <w:t>bacaannya ini salah dan kata yang harus dibacanya adalah “’abduhu” maka dia tidak</w:t>
      </w:r>
    </w:p>
    <w:p w:rsidR="00244A73" w:rsidRDefault="00F04821" w:rsidP="00244A73">
      <w:pPr>
        <w:pStyle w:val="libNormal"/>
      </w:pPr>
      <w:r>
        <w:t>perlu mengulang salatnya.</w:t>
      </w:r>
      <w:r w:rsidRPr="00F04821">
        <w:rPr>
          <w:rStyle w:val="libFootnotenumChar"/>
        </w:rPr>
        <w:footnoteReference w:id="248"/>
      </w:r>
      <w:r>
        <w:t xml:space="preserve"> . </w:t>
      </w:r>
      <w:r w:rsidRPr="00F04821">
        <w:rPr>
          <w:rStyle w:val="libFootnotenumChar"/>
        </w:rPr>
        <w:footnoteReference w:id="249"/>
      </w:r>
    </w:p>
    <w:p w:rsidR="00244A73" w:rsidRDefault="00244A73" w:rsidP="00244A73">
      <w:pPr>
        <w:pStyle w:val="libNormal"/>
      </w:pPr>
      <w:r>
        <w:t>6. Dalam kondisi-kondisi di bawah ini, pelaku salat tidak perlu membaca surah pada rakaat</w:t>
      </w:r>
    </w:p>
    <w:p w:rsidR="00244A73" w:rsidRDefault="00244A73" w:rsidP="00244A73">
      <w:pPr>
        <w:pStyle w:val="libNormal"/>
      </w:pPr>
      <w:r>
        <w:t>pertama dan kedua, tetapi cukup membaca Surah Al-Fatihah saja:</w:t>
      </w:r>
    </w:p>
    <w:p w:rsidR="00244A73" w:rsidRDefault="00244A73" w:rsidP="00244A73">
      <w:pPr>
        <w:pStyle w:val="libNormal"/>
      </w:pPr>
      <w:r>
        <w:t>a. Waktu salat sempit.</w:t>
      </w:r>
    </w:p>
    <w:p w:rsidR="00244A73" w:rsidRDefault="00244A73" w:rsidP="00244A73">
      <w:pPr>
        <w:pStyle w:val="libNormal"/>
      </w:pPr>
      <w:r>
        <w:t>b. Terpaksa tidak membaca surah, misalnya; dia kuatir sekiranya membaca surah, pencuri</w:t>
      </w:r>
    </w:p>
    <w:p w:rsidR="00244A73" w:rsidRDefault="00244A73" w:rsidP="00244A73">
      <w:pPr>
        <w:pStyle w:val="libNormal"/>
      </w:pPr>
      <w:r>
        <w:t xml:space="preserve">atau binatang buas atau sesuatu yang </w:t>
      </w:r>
      <w:r w:rsidR="000A6B88">
        <w:t>lain akan membahayakan dirinya.</w:t>
      </w:r>
      <w:r w:rsidR="000A6B88" w:rsidRPr="000A6B88">
        <w:rPr>
          <w:rStyle w:val="libFootnotenumChar"/>
        </w:rPr>
        <w:footnoteReference w:id="250"/>
      </w:r>
    </w:p>
    <w:p w:rsidR="00244A73" w:rsidRDefault="00244A73" w:rsidP="00244A73">
      <w:pPr>
        <w:pStyle w:val="libNormal"/>
      </w:pPr>
      <w:r>
        <w:t>7. Jika waktu salat sempit, empat t</w:t>
      </w:r>
      <w:r w:rsidR="000A6B88">
        <w:t>asbih harus dibaca sekali saja.</w:t>
      </w:r>
      <w:r w:rsidR="000A6B88" w:rsidRPr="000A6B88">
        <w:rPr>
          <w:rStyle w:val="libFootnotenumChar"/>
        </w:rPr>
        <w:footnoteReference w:id="251"/>
      </w:r>
    </w:p>
    <w:p w:rsidR="00E56D43" w:rsidRDefault="00E56D43" w:rsidP="00244A73">
      <w:pPr>
        <w:pStyle w:val="libNormal"/>
        <w:rPr>
          <w:rtl/>
        </w:rPr>
      </w:pPr>
    </w:p>
    <w:p w:rsidR="00244A73" w:rsidRDefault="00244A73" w:rsidP="00E56D43">
      <w:pPr>
        <w:pStyle w:val="Heading2"/>
      </w:pPr>
      <w:bookmarkStart w:id="198" w:name="_Toc422656693"/>
      <w:r>
        <w:t>Hal-hal yang Disunahkan dalam Bacaan</w:t>
      </w:r>
      <w:bookmarkEnd w:id="198"/>
    </w:p>
    <w:p w:rsidR="00E56D43" w:rsidRDefault="00E56D43" w:rsidP="00244A73">
      <w:pPr>
        <w:pStyle w:val="libNormal"/>
        <w:rPr>
          <w:rtl/>
        </w:rPr>
      </w:pPr>
    </w:p>
    <w:p w:rsidR="00244A73" w:rsidRDefault="00244A73" w:rsidP="00244A73">
      <w:pPr>
        <w:pStyle w:val="libNormal"/>
      </w:pPr>
      <w:r>
        <w:t>1. Pada rakaat pertama, sebelum surah Al-Fatihah disu-nahkan untukmembaca :</w:t>
      </w:r>
    </w:p>
    <w:p w:rsidR="00244A73" w:rsidRDefault="000A6B88" w:rsidP="00FE7713">
      <w:pPr>
        <w:pStyle w:val="libAie"/>
      </w:pPr>
      <w:r>
        <w:rPr>
          <w:rFonts w:hint="cs"/>
          <w:rtl/>
        </w:rPr>
        <w:t>اعود بالله من الشیطان الرجیم</w:t>
      </w:r>
    </w:p>
    <w:p w:rsidR="00244A73" w:rsidRDefault="00244A73" w:rsidP="00244A73">
      <w:pPr>
        <w:pStyle w:val="libNormal"/>
      </w:pPr>
      <w:r>
        <w:t xml:space="preserve">2. Pada rakaat </w:t>
      </w:r>
      <w:r w:rsidRPr="00244A73">
        <w:t>pertama</w:t>
      </w:r>
      <w:r>
        <w:t xml:space="preserve"> dan kedua salat Zuhur dan Asar, disunahkan untuk membaca kalimat</w:t>
      </w:r>
    </w:p>
    <w:p w:rsidR="00244A73" w:rsidRDefault="00244A73" w:rsidP="00244A73">
      <w:pPr>
        <w:pStyle w:val="libNormal"/>
      </w:pPr>
      <w:r>
        <w:t>basmalah dengan suara keras.</w:t>
      </w:r>
    </w:p>
    <w:p w:rsidR="00244A73" w:rsidRDefault="00244A73" w:rsidP="00244A73">
      <w:pPr>
        <w:pStyle w:val="libNormal"/>
      </w:pPr>
      <w:r>
        <w:t>3. Sunah membaca ayat-ayat surah Al-Fatihah dan surah yang lain secara satu per satu dan</w:t>
      </w:r>
    </w:p>
    <w:p w:rsidR="00244A73" w:rsidRDefault="00244A73" w:rsidP="00244A73">
      <w:pPr>
        <w:pStyle w:val="libNormal"/>
      </w:pPr>
      <w:r>
        <w:t>berhenti pada setiap akhir ayat, yakni bacaan satu ayat tidak disambung dengan bacaan ayat</w:t>
      </w:r>
    </w:p>
    <w:p w:rsidR="00244A73" w:rsidRDefault="00244A73" w:rsidP="00244A73">
      <w:pPr>
        <w:pStyle w:val="libNormal"/>
      </w:pPr>
      <w:r>
        <w:t>berikutnya.</w:t>
      </w:r>
    </w:p>
    <w:p w:rsidR="00244A73" w:rsidRPr="00244A73" w:rsidRDefault="00244A73" w:rsidP="00244A73">
      <w:pPr>
        <w:pStyle w:val="libNormal"/>
      </w:pPr>
      <w:r>
        <w:t>4. Dalam membaca surah Al-Fatihah dan surah yang lain, disunahkan untuk memperhatikan</w:t>
      </w:r>
    </w:p>
    <w:p w:rsidR="00244A73" w:rsidRDefault="00244A73" w:rsidP="00244A73">
      <w:pPr>
        <w:pStyle w:val="libNormal"/>
      </w:pPr>
      <w:r>
        <w:t>maknanya.</w:t>
      </w:r>
    </w:p>
    <w:p w:rsidR="00244A73" w:rsidRDefault="00244A73" w:rsidP="00244A73">
      <w:pPr>
        <w:pStyle w:val="libNormal"/>
      </w:pPr>
      <w:r>
        <w:lastRenderedPageBreak/>
        <w:t>5. Dalam semua salat dan setelah pembacaan surah Al-Fatihah, sunah membaca surah Al-Qadr</w:t>
      </w:r>
    </w:p>
    <w:p w:rsidR="006318CC" w:rsidRDefault="00244A73" w:rsidP="00244A73">
      <w:pPr>
        <w:pStyle w:val="libNormal"/>
        <w:rPr>
          <w:rtl/>
        </w:rPr>
      </w:pPr>
      <w:r>
        <w:t>pada rakaat pertama dan sur</w:t>
      </w:r>
      <w:r w:rsidR="00B90F61">
        <w:t>ah Al-Ikhlas pada rakaat kedua.</w:t>
      </w:r>
      <w:r w:rsidR="00B90F61" w:rsidRPr="00B90F61">
        <w:rPr>
          <w:rStyle w:val="libFootnotenumChar"/>
        </w:rPr>
        <w:footnoteReference w:id="252"/>
      </w:r>
    </w:p>
    <w:p w:rsidR="00AA623E" w:rsidRDefault="00AA623E" w:rsidP="00AA623E">
      <w:pPr>
        <w:pStyle w:val="libNormal"/>
      </w:pPr>
      <w:r>
        <w:t>ZIKIR</w:t>
      </w:r>
    </w:p>
    <w:p w:rsidR="00AA623E" w:rsidRDefault="00AA623E" w:rsidP="00AA623E">
      <w:pPr>
        <w:pStyle w:val="libNormal"/>
      </w:pPr>
      <w:r>
        <w:t>Salah satu dari kewajiban dalam rukuk dan sujud adalah zikir, yaitu membaca “Subhanallah”</w:t>
      </w:r>
    </w:p>
    <w:p w:rsidR="00AA623E" w:rsidRDefault="003D5579" w:rsidP="003D5579">
      <w:pPr>
        <w:pStyle w:val="libNormal"/>
      </w:pPr>
      <w:r>
        <w:t>atau “Allahu akbar”</w:t>
      </w:r>
      <w:r>
        <w:rPr>
          <w:rFonts w:hint="cs"/>
          <w:rtl/>
        </w:rPr>
        <w:t xml:space="preserve"> </w:t>
      </w:r>
      <w:r w:rsidR="00AA623E">
        <w:t>dan zikir lainnya yang penjelasannya akan tiba pada</w:t>
      </w:r>
    </w:p>
    <w:p w:rsidR="00AA623E" w:rsidRDefault="00AA623E" w:rsidP="00AA623E">
      <w:pPr>
        <w:pStyle w:val="libNormal"/>
      </w:pPr>
      <w:r>
        <w:t>pelajaran yang akan datang.</w:t>
      </w:r>
    </w:p>
    <w:p w:rsidR="00AA623E" w:rsidRDefault="00AA623E" w:rsidP="00AA623E">
      <w:pPr>
        <w:pStyle w:val="libNormal"/>
      </w:pPr>
      <w:r>
        <w:t>Kesimpulan Pelajaran</w:t>
      </w:r>
    </w:p>
    <w:p w:rsidR="00AA623E" w:rsidRDefault="00AA623E" w:rsidP="00AA623E">
      <w:pPr>
        <w:pStyle w:val="libNormal"/>
      </w:pPr>
      <w:r>
        <w:t>1. Bacaan salat yakni membaca surah Al-Fatihah dan surah yang lain dari Al-Quran pada rakaat</w:t>
      </w:r>
    </w:p>
    <w:p w:rsidR="00AA623E" w:rsidRDefault="00AA623E" w:rsidP="00AA623E">
      <w:pPr>
        <w:pStyle w:val="libNormal"/>
      </w:pPr>
      <w:r>
        <w:t>pertama dan kedua salat, dan membaca surah Al-Fatihah tanpa surah yang lain atau membaca</w:t>
      </w:r>
    </w:p>
    <w:p w:rsidR="00AA623E" w:rsidRDefault="00AA623E" w:rsidP="00AA623E">
      <w:pPr>
        <w:pStyle w:val="libNormal"/>
      </w:pPr>
      <w:r>
        <w:t>empat tasbih pada rakaat ketiga dan rakaat keempat.</w:t>
      </w:r>
    </w:p>
    <w:p w:rsidR="00AA623E" w:rsidRDefault="00AA623E" w:rsidP="00AA623E">
      <w:pPr>
        <w:pStyle w:val="libNormal"/>
      </w:pPr>
      <w:r>
        <w:t>2. Bacaan pada rakaat ketiga dan keempat harus dibaca secara pelan.</w:t>
      </w:r>
    </w:p>
    <w:p w:rsidR="00AA623E" w:rsidRDefault="00AA623E" w:rsidP="00AA623E">
      <w:pPr>
        <w:pStyle w:val="libNormal"/>
      </w:pPr>
      <w:r>
        <w:t>3. Orang laki-laki harus membaca Al-Fatihah dan surah yang lain pada rakaat pertama dan</w:t>
      </w:r>
    </w:p>
    <w:p w:rsidR="00AA623E" w:rsidRDefault="00AA623E" w:rsidP="00AA623E">
      <w:pPr>
        <w:pStyle w:val="libNormal"/>
      </w:pPr>
      <w:r>
        <w:t>kedua dari salat Subuh, Maghrib dan Isya dengan bersuara.</w:t>
      </w:r>
    </w:p>
    <w:p w:rsidR="00AA623E" w:rsidRDefault="00AA623E" w:rsidP="00AA623E">
      <w:pPr>
        <w:pStyle w:val="libNormal"/>
      </w:pPr>
      <w:r>
        <w:t>4. Bacaan Al-Fatihah dan surah yang lain pada salat Zuhur dan Asar harus dibaca secara pelan.</w:t>
      </w:r>
    </w:p>
    <w:p w:rsidR="00AA623E" w:rsidRDefault="00AA623E" w:rsidP="00AA623E">
      <w:pPr>
        <w:pStyle w:val="libNormal"/>
      </w:pPr>
      <w:r>
        <w:t>5. Karena sempitnya waktu dan dalam keadaan terpaksa, harus membaca hanya surah Al-</w:t>
      </w:r>
    </w:p>
    <w:p w:rsidR="00AA623E" w:rsidRDefault="00AA623E" w:rsidP="00AA623E">
      <w:pPr>
        <w:pStyle w:val="libNormal"/>
      </w:pPr>
      <w:r>
        <w:t>Fatihah (tanpa surah yang lain) pada rakaat pertama dan kedua, dan harus membaca empat</w:t>
      </w:r>
    </w:p>
    <w:p w:rsidR="00AA623E" w:rsidRDefault="00AA623E" w:rsidP="00AA623E">
      <w:pPr>
        <w:pStyle w:val="libNormal"/>
      </w:pPr>
      <w:r>
        <w:t>tasbih sekali saja pada rakaat ketiga dan keeempat.</w:t>
      </w:r>
    </w:p>
    <w:p w:rsidR="00AA623E" w:rsidRDefault="00AA623E" w:rsidP="00AA623E">
      <w:pPr>
        <w:pStyle w:val="libNormal"/>
      </w:pPr>
      <w:r>
        <w:t>6. Jika seseorang menganggap bacaan suatu lafad itu benar lalu membacanya sesuai dengan</w:t>
      </w:r>
    </w:p>
    <w:p w:rsidR="00AA623E" w:rsidRDefault="00AA623E" w:rsidP="00AA623E">
      <w:pPr>
        <w:pStyle w:val="libNormal"/>
      </w:pPr>
      <w:r>
        <w:t>anggapannya ini, tetapi kemudian paham kalau yang dibaca selama ini keliru, maka ia tidak</w:t>
      </w:r>
    </w:p>
    <w:p w:rsidR="00AA623E" w:rsidRDefault="00AA623E" w:rsidP="00AA623E">
      <w:pPr>
        <w:pStyle w:val="libNormal"/>
      </w:pPr>
      <w:r>
        <w:t>perlu mengulangi salatnya.</w:t>
      </w:r>
    </w:p>
    <w:p w:rsidR="00AA623E" w:rsidRDefault="00AA623E" w:rsidP="00AA623E">
      <w:pPr>
        <w:pStyle w:val="libNormal"/>
      </w:pPr>
      <w:r>
        <w:lastRenderedPageBreak/>
        <w:t>7. Seseorang harus belajar salat supaya tidak salah me-ngerjakannya.</w:t>
      </w:r>
    </w:p>
    <w:p w:rsidR="00AA623E" w:rsidRDefault="00AA623E" w:rsidP="00AA623E">
      <w:pPr>
        <w:pStyle w:val="libNormal"/>
      </w:pPr>
      <w:r>
        <w:t>Pertanyaan:</w:t>
      </w:r>
    </w:p>
    <w:p w:rsidR="00AA623E" w:rsidRDefault="00AA623E" w:rsidP="00AA623E">
      <w:pPr>
        <w:pStyle w:val="libNormal"/>
      </w:pPr>
      <w:r>
        <w:t>1. Apa yang dimaksudkan dengan bacaan? Jelaskan!</w:t>
      </w:r>
    </w:p>
    <w:p w:rsidR="00AA623E" w:rsidRDefault="00AA623E" w:rsidP="00AA623E">
      <w:pPr>
        <w:pStyle w:val="libNormal"/>
      </w:pPr>
      <w:r>
        <w:t>2. Apakah selama ini Anda pernah membaca bacaan salat di depan orang lain? Jika tidak,</w:t>
      </w:r>
    </w:p>
    <w:p w:rsidR="00AA623E" w:rsidRDefault="00AA623E" w:rsidP="00AA623E">
      <w:pPr>
        <w:pStyle w:val="libNormal"/>
      </w:pPr>
      <w:r>
        <w:t>bacalah bacaan salat di depan guru Anda dan mintailah koreksi!</w:t>
      </w:r>
    </w:p>
    <w:p w:rsidR="00AA623E" w:rsidRDefault="00AA623E" w:rsidP="00AA623E">
      <w:pPr>
        <w:pStyle w:val="libNormal"/>
      </w:pPr>
      <w:r>
        <w:t>3. Apakah empat tasbih bisa dibaca dengan bersuara (se-cara keras)?</w:t>
      </w:r>
    </w:p>
    <w:p w:rsidR="00AA623E" w:rsidRDefault="00AA623E" w:rsidP="00AA623E">
      <w:pPr>
        <w:pStyle w:val="libNormal"/>
      </w:pPr>
      <w:r>
        <w:t>4. Apakah hukum membaca Al-Fatihah dan surah yang lain dalam salat itu wajib?</w:t>
      </w:r>
    </w:p>
    <w:p w:rsidR="00AA623E" w:rsidRDefault="00AA623E" w:rsidP="00AA623E">
      <w:pPr>
        <w:pStyle w:val="libNormal"/>
      </w:pPr>
      <w:r>
        <w:t>5. Selama ini, seorang laki-laki membaca surah Al-Fatihah dan surah yang lain pada salat Subuh,</w:t>
      </w:r>
    </w:p>
    <w:p w:rsidR="00AA623E" w:rsidRDefault="00AA623E" w:rsidP="00AA623E">
      <w:pPr>
        <w:pStyle w:val="libNormal"/>
      </w:pPr>
      <w:r>
        <w:t>Maghrib dan Isya secara pelan, kemudian dia tahu akan kesalahannya se-lama itu. Lalu, apa</w:t>
      </w:r>
    </w:p>
    <w:p w:rsidR="00AA623E" w:rsidRDefault="00AA623E" w:rsidP="00AA623E">
      <w:pPr>
        <w:pStyle w:val="libNormal"/>
      </w:pPr>
      <w:r>
        <w:t>kewajibannya terhadap salat-salatnya yang sudah lalu?</w:t>
      </w:r>
    </w:p>
    <w:p w:rsidR="00AA623E" w:rsidRDefault="00AA623E" w:rsidP="00AA623E">
      <w:pPr>
        <w:pStyle w:val="libNormal"/>
      </w:pPr>
      <w:r>
        <w:t>6. Apakah selama ini terdapat kesalahan dalam salat kalian lalu kalian memahaminya?</w:t>
      </w:r>
    </w:p>
    <w:p w:rsidR="00AA623E" w:rsidRDefault="00AA623E" w:rsidP="00AA623E">
      <w:pPr>
        <w:pStyle w:val="libNormal"/>
      </w:pPr>
      <w:r>
        <w:t>7. Pada kondisi apa saja pelaku salat tidak boleh membaca surah selain surah Al-Fatihah dan</w:t>
      </w:r>
    </w:p>
    <w:p w:rsidR="00AA623E" w:rsidRDefault="00AA623E" w:rsidP="00AA623E">
      <w:pPr>
        <w:pStyle w:val="libNormal"/>
      </w:pPr>
      <w:r>
        <w:t>empat tasbih harus dibaca hanya satu kali?</w:t>
      </w:r>
    </w:p>
    <w:p w:rsidR="00AA623E" w:rsidRPr="00AA623E" w:rsidRDefault="00AA623E">
      <w:r>
        <w:br w:type="page"/>
      </w:r>
    </w:p>
    <w:p w:rsidR="009D741B" w:rsidRDefault="009D741B" w:rsidP="009D741B">
      <w:pPr>
        <w:pStyle w:val="Heading1Center"/>
      </w:pPr>
      <w:bookmarkStart w:id="199" w:name="_Toc422656694"/>
      <w:r>
        <w:lastRenderedPageBreak/>
        <w:t>Pelajaran 18</w:t>
      </w:r>
      <w:bookmarkEnd w:id="199"/>
    </w:p>
    <w:p w:rsidR="009D741B" w:rsidRDefault="009D741B" w:rsidP="009D741B">
      <w:pPr>
        <w:pStyle w:val="Heading1Center"/>
      </w:pPr>
      <w:bookmarkStart w:id="200" w:name="_Toc422656695"/>
      <w:r>
        <w:t>KEWAJIBAN-KEWAJIBAN</w:t>
      </w:r>
      <w:bookmarkEnd w:id="200"/>
    </w:p>
    <w:p w:rsidR="009D741B" w:rsidRDefault="009D741B" w:rsidP="009D741B">
      <w:pPr>
        <w:pStyle w:val="Heading1Center"/>
      </w:pPr>
      <w:bookmarkStart w:id="201" w:name="_Toc422656696"/>
      <w:r>
        <w:t>SALAT (3)</w:t>
      </w:r>
      <w:bookmarkEnd w:id="201"/>
    </w:p>
    <w:p w:rsidR="009D741B" w:rsidRDefault="009D741B" w:rsidP="009D741B">
      <w:pPr>
        <w:pStyle w:val="libNormal"/>
        <w:rPr>
          <w:rtl/>
        </w:rPr>
      </w:pPr>
    </w:p>
    <w:p w:rsidR="009D741B" w:rsidRDefault="009D741B" w:rsidP="009D741B">
      <w:pPr>
        <w:pStyle w:val="Heading2Center"/>
      </w:pPr>
      <w:bookmarkStart w:id="202" w:name="_Toc422656697"/>
      <w:r>
        <w:t>RUKUK</w:t>
      </w:r>
      <w:bookmarkEnd w:id="202"/>
    </w:p>
    <w:p w:rsidR="009D741B" w:rsidRDefault="009D741B" w:rsidP="009D741B">
      <w:pPr>
        <w:pStyle w:val="libNormal"/>
        <w:rPr>
          <w:rtl/>
        </w:rPr>
      </w:pPr>
    </w:p>
    <w:p w:rsidR="009D741B" w:rsidRDefault="009D741B" w:rsidP="009D741B">
      <w:pPr>
        <w:pStyle w:val="libNormal"/>
      </w:pPr>
      <w:r>
        <w:t>Pada setiap rakaat dan setelah bacaan, pelaku salat harus menundukkan badan sampai tangan</w:t>
      </w:r>
    </w:p>
    <w:p w:rsidR="009D741B" w:rsidRDefault="009D741B" w:rsidP="009D741B">
      <w:pPr>
        <w:pStyle w:val="libNormal"/>
      </w:pPr>
      <w:r>
        <w:t>dapat diletakkan di lutut. Pekerjaan ini disebut sebagai rukuk.</w:t>
      </w:r>
      <w:r w:rsidRPr="009D741B">
        <w:rPr>
          <w:rStyle w:val="libFootnotenumChar"/>
        </w:rPr>
        <w:footnoteReference w:id="253"/>
      </w:r>
    </w:p>
    <w:p w:rsidR="003D5579" w:rsidRDefault="003D5579" w:rsidP="009D741B">
      <w:pPr>
        <w:pStyle w:val="libNormal"/>
        <w:rPr>
          <w:rtl/>
        </w:rPr>
      </w:pPr>
    </w:p>
    <w:p w:rsidR="009D741B" w:rsidRDefault="009D741B" w:rsidP="003D5579">
      <w:pPr>
        <w:pStyle w:val="Heading2"/>
      </w:pPr>
      <w:bookmarkStart w:id="203" w:name="_Toc422656698"/>
      <w:r>
        <w:t>Kewajiban-kewajiban dalam Rukuk</w:t>
      </w:r>
      <w:bookmarkEnd w:id="203"/>
    </w:p>
    <w:p w:rsidR="003D5579" w:rsidRDefault="003D5579" w:rsidP="009D741B">
      <w:pPr>
        <w:pStyle w:val="libNormal"/>
        <w:rPr>
          <w:rtl/>
        </w:rPr>
      </w:pPr>
    </w:p>
    <w:p w:rsidR="009D741B" w:rsidRDefault="009D741B" w:rsidP="009D741B">
      <w:pPr>
        <w:pStyle w:val="libNormal"/>
      </w:pPr>
      <w:r>
        <w:t>1. Menundukkan badan sebatas yang telah dijelaskan di atas tadi.</w:t>
      </w:r>
    </w:p>
    <w:p w:rsidR="009D741B" w:rsidRDefault="009D741B" w:rsidP="009D741B">
      <w:pPr>
        <w:pStyle w:val="libNormal"/>
      </w:pPr>
      <w:r>
        <w:t>2. Membaca “Subhanallah” minimal tiga kali.</w:t>
      </w:r>
    </w:p>
    <w:p w:rsidR="009D741B" w:rsidRDefault="009D741B" w:rsidP="009D741B">
      <w:pPr>
        <w:pStyle w:val="libNormal"/>
      </w:pPr>
      <w:r>
        <w:t>3. Tuma’ninah (ketenangan) badan ketika membaca zikir.</w:t>
      </w:r>
    </w:p>
    <w:p w:rsidR="009D741B" w:rsidRDefault="009D741B" w:rsidP="009D741B">
      <w:pPr>
        <w:pStyle w:val="libNormal"/>
      </w:pPr>
      <w:r>
        <w:t>4. Berdiri setelah rukuk.</w:t>
      </w:r>
    </w:p>
    <w:p w:rsidR="009D741B" w:rsidRDefault="009D741B" w:rsidP="009D741B">
      <w:pPr>
        <w:pStyle w:val="libNormal"/>
      </w:pPr>
      <w:r>
        <w:t>5. Ketenangan badan dalam berdiri setelah rukuk.</w:t>
      </w:r>
      <w:r w:rsidRPr="009D741B">
        <w:rPr>
          <w:rStyle w:val="libFootnotenumChar"/>
        </w:rPr>
        <w:footnoteReference w:id="254"/>
      </w:r>
    </w:p>
    <w:p w:rsidR="003D5579" w:rsidRDefault="003D5579" w:rsidP="009D741B">
      <w:pPr>
        <w:pStyle w:val="libNormal"/>
        <w:rPr>
          <w:rtl/>
        </w:rPr>
      </w:pPr>
    </w:p>
    <w:p w:rsidR="009D741B" w:rsidRDefault="009D741B" w:rsidP="003D5579">
      <w:pPr>
        <w:pStyle w:val="Heading2"/>
      </w:pPr>
      <w:bookmarkStart w:id="204" w:name="_Toc422656699"/>
      <w:r>
        <w:t>Zikir Rukuk</w:t>
      </w:r>
      <w:bookmarkEnd w:id="204"/>
    </w:p>
    <w:p w:rsidR="003D5579" w:rsidRDefault="003D5579" w:rsidP="009D741B">
      <w:pPr>
        <w:pStyle w:val="libNormal"/>
        <w:rPr>
          <w:rtl/>
        </w:rPr>
      </w:pPr>
    </w:p>
    <w:p w:rsidR="009D741B" w:rsidRDefault="009D741B" w:rsidP="009D741B">
      <w:pPr>
        <w:pStyle w:val="libNormal"/>
      </w:pPr>
      <w:r>
        <w:t>Dalam rukuk, membaca zikir apa saja sudah dinyatakan cukup. Akan tetapi, berdasarkan ihtiyath</w:t>
      </w:r>
    </w:p>
    <w:p w:rsidR="009D741B" w:rsidRDefault="009D741B" w:rsidP="009D741B">
      <w:pPr>
        <w:pStyle w:val="libNormal"/>
      </w:pPr>
      <w:r>
        <w:t>wajib,</w:t>
      </w:r>
      <w:r w:rsidRPr="009D741B">
        <w:rPr>
          <w:rStyle w:val="libFootnotenumChar"/>
        </w:rPr>
        <w:footnoteReference w:id="255"/>
      </w:r>
      <w:r>
        <w:t xml:space="preserve"> membaca zikir “Subhanallah” sebanyak tiga kali, atau zikir “Subhana robbiyal</w:t>
      </w:r>
    </w:p>
    <w:p w:rsidR="009D741B" w:rsidRDefault="009D741B" w:rsidP="009D741B">
      <w:pPr>
        <w:pStyle w:val="libNormal"/>
      </w:pPr>
      <w:r>
        <w:rPr>
          <w:rFonts w:hint="eastAsia"/>
        </w:rPr>
        <w:lastRenderedPageBreak/>
        <w:t>‘</w:t>
      </w:r>
      <w:r>
        <w:t>adhimi wa bihamdih” satu kali dan tidak boleh kurang dari itu.</w:t>
      </w:r>
      <w:r w:rsidRPr="009D741B">
        <w:rPr>
          <w:rStyle w:val="libFootnotenumChar"/>
        </w:rPr>
        <w:footnoteReference w:id="256"/>
      </w:r>
    </w:p>
    <w:p w:rsidR="003D5579" w:rsidRDefault="003D5579" w:rsidP="009D741B">
      <w:pPr>
        <w:pStyle w:val="libNormal"/>
        <w:rPr>
          <w:rtl/>
        </w:rPr>
      </w:pPr>
    </w:p>
    <w:p w:rsidR="009D741B" w:rsidRDefault="009D741B" w:rsidP="003D5579">
      <w:pPr>
        <w:pStyle w:val="Heading2"/>
      </w:pPr>
      <w:bookmarkStart w:id="205" w:name="_Toc422656700"/>
      <w:r>
        <w:t>Ketenangan Badan Selama Rukuk</w:t>
      </w:r>
      <w:bookmarkEnd w:id="205"/>
    </w:p>
    <w:p w:rsidR="003D5579" w:rsidRDefault="003D5579" w:rsidP="009D741B">
      <w:pPr>
        <w:pStyle w:val="libNormal"/>
        <w:rPr>
          <w:rtl/>
        </w:rPr>
      </w:pPr>
    </w:p>
    <w:p w:rsidR="009D741B" w:rsidRDefault="009D741B" w:rsidP="009D741B">
      <w:pPr>
        <w:pStyle w:val="libNormal"/>
      </w:pPr>
      <w:r>
        <w:t>1. Pelaku salat menjaga badannya tetap tenang pada saat rukuk—yang lamanya sebatas</w:t>
      </w:r>
    </w:p>
    <w:p w:rsidR="009D741B" w:rsidRDefault="009D741B" w:rsidP="009D741B">
      <w:pPr>
        <w:pStyle w:val="libNormal"/>
      </w:pPr>
      <w:r>
        <w:t>pembacaan zikir wajib dalam rukuk.</w:t>
      </w:r>
      <w:r w:rsidRPr="009D741B">
        <w:rPr>
          <w:rStyle w:val="libFootnotenumChar"/>
        </w:rPr>
        <w:footnoteReference w:id="257"/>
      </w:r>
    </w:p>
    <w:p w:rsidR="009D741B" w:rsidRDefault="009D741B" w:rsidP="009D741B">
      <w:pPr>
        <w:pStyle w:val="libNormal"/>
      </w:pPr>
      <w:r>
        <w:t>2. Semasih dia belum merukuk secara sempurna juga badannya belum tenang lalu sengaja</w:t>
      </w:r>
    </w:p>
    <w:p w:rsidR="009D741B" w:rsidRDefault="009D741B" w:rsidP="009D741B">
      <w:pPr>
        <w:pStyle w:val="libNormal"/>
      </w:pPr>
      <w:r>
        <w:t>membaca zikir rukuk,</w:t>
      </w:r>
      <w:r w:rsidRPr="009D741B">
        <w:rPr>
          <w:rStyle w:val="libFootnotenumChar"/>
        </w:rPr>
        <w:footnoteReference w:id="258"/>
      </w:r>
      <w:r>
        <w:t xml:space="preserve"> maka salatnya batal.</w:t>
      </w:r>
    </w:p>
    <w:p w:rsidR="009D741B" w:rsidRDefault="009D741B" w:rsidP="009D741B">
      <w:pPr>
        <w:pStyle w:val="libNormal"/>
      </w:pPr>
      <w:r>
        <w:t>3. Jika zikir wajib belum selesai dibaca lalu sengaja me-ngangkat kepala (bangun dari rukuk</w:t>
      </w:r>
    </w:p>
    <w:p w:rsidR="009D741B" w:rsidRDefault="009D741B" w:rsidP="009D741B">
      <w:pPr>
        <w:pStyle w:val="libNormal"/>
      </w:pPr>
      <w:r>
        <w:t>untuk berdiri), maka salatnya batal.</w:t>
      </w:r>
      <w:r w:rsidRPr="009D741B">
        <w:rPr>
          <w:rStyle w:val="libFootnotenumChar"/>
        </w:rPr>
        <w:footnoteReference w:id="259"/>
      </w:r>
    </w:p>
    <w:p w:rsidR="003D5579" w:rsidRDefault="003D5579" w:rsidP="009D741B">
      <w:pPr>
        <w:pStyle w:val="libNormal"/>
        <w:rPr>
          <w:rtl/>
        </w:rPr>
      </w:pPr>
    </w:p>
    <w:p w:rsidR="009D741B" w:rsidRDefault="009D741B" w:rsidP="003D5579">
      <w:pPr>
        <w:pStyle w:val="Heading2"/>
      </w:pPr>
      <w:bookmarkStart w:id="206" w:name="_Toc422656701"/>
      <w:r>
        <w:t>Berdiri dan Tenang setelah Rukuk</w:t>
      </w:r>
      <w:bookmarkEnd w:id="206"/>
    </w:p>
    <w:p w:rsidR="003D5579" w:rsidRDefault="003D5579" w:rsidP="009D741B">
      <w:pPr>
        <w:pStyle w:val="libNormal"/>
        <w:rPr>
          <w:rtl/>
        </w:rPr>
      </w:pPr>
    </w:p>
    <w:p w:rsidR="009D741B" w:rsidRDefault="009D741B" w:rsidP="009D741B">
      <w:pPr>
        <w:pStyle w:val="libNormal"/>
      </w:pPr>
      <w:r>
        <w:t>Setelah membaca zikir rukuk, bangkitlah berdiri dan pastikan badan benar-benar tegap kemudian</w:t>
      </w:r>
    </w:p>
    <w:p w:rsidR="009D741B" w:rsidRDefault="009D741B" w:rsidP="009D741B">
      <w:pPr>
        <w:pStyle w:val="libNormal"/>
      </w:pPr>
      <w:r>
        <w:t>bersujudlah. Jika sebelum berdiri atau sebelum badan tenang lalu sengaja bergerak untuk sujud,</w:t>
      </w:r>
    </w:p>
    <w:p w:rsidR="009D741B" w:rsidRDefault="009D741B" w:rsidP="009D741B">
      <w:pPr>
        <w:pStyle w:val="libNormal"/>
      </w:pPr>
      <w:r>
        <w:t>maka salatnya batal.</w:t>
      </w:r>
      <w:r w:rsidRPr="009D741B">
        <w:rPr>
          <w:rStyle w:val="libFootnotenumChar"/>
        </w:rPr>
        <w:footnoteReference w:id="260"/>
      </w:r>
    </w:p>
    <w:p w:rsidR="003D5579" w:rsidRDefault="003D5579" w:rsidP="009D741B">
      <w:pPr>
        <w:pStyle w:val="libNormal"/>
        <w:rPr>
          <w:rtl/>
        </w:rPr>
      </w:pPr>
    </w:p>
    <w:p w:rsidR="00B90F61" w:rsidRDefault="009D741B" w:rsidP="003D5579">
      <w:pPr>
        <w:pStyle w:val="Heading2"/>
        <w:rPr>
          <w:rtl/>
        </w:rPr>
      </w:pPr>
      <w:bookmarkStart w:id="207" w:name="_Toc422656702"/>
      <w:r>
        <w:t>Tugas Orang yang tidak Mampu Rukuk secara Normal</w:t>
      </w:r>
      <w:bookmarkEnd w:id="207"/>
    </w:p>
    <w:p w:rsidR="003D5579" w:rsidRDefault="003D5579" w:rsidP="003D5579">
      <w:pPr>
        <w:pStyle w:val="libNormal"/>
        <w:rPr>
          <w:rtl/>
        </w:rPr>
      </w:pPr>
    </w:p>
    <w:p w:rsidR="00FB548D" w:rsidRDefault="00FB548D" w:rsidP="00FB548D">
      <w:pPr>
        <w:pStyle w:val="libNormal"/>
      </w:pPr>
      <w:r>
        <w:lastRenderedPageBreak/>
        <w:t>1. Seorang yang tidak bisa menunduk sampai sebatas rukuk harus menunduk semampunya.</w:t>
      </w:r>
      <w:r w:rsidRPr="00FB548D">
        <w:rPr>
          <w:rStyle w:val="libFootnotenumChar"/>
        </w:rPr>
        <w:footnoteReference w:id="261"/>
      </w:r>
    </w:p>
    <w:p w:rsidR="00FB548D" w:rsidRDefault="00FB548D" w:rsidP="00FB548D">
      <w:pPr>
        <w:pStyle w:val="libNormal"/>
      </w:pPr>
      <w:r>
        <w:t>2. Seseorang yang tidak bisa menunduk sama sekali</w:t>
      </w:r>
      <w:r w:rsidRPr="00FB548D">
        <w:rPr>
          <w:rStyle w:val="libFootnotenumChar"/>
        </w:rPr>
        <w:footnoteReference w:id="262"/>
      </w:r>
      <w:r>
        <w:rPr>
          <w:rFonts w:hint="cs"/>
          <w:rtl/>
        </w:rPr>
        <w:t xml:space="preserve"> </w:t>
      </w:r>
      <w:r>
        <w:t>harus melakukan rukuk dalam keadaan</w:t>
      </w:r>
    </w:p>
    <w:p w:rsidR="00FB548D" w:rsidRDefault="00FB548D" w:rsidP="00FB548D">
      <w:pPr>
        <w:pStyle w:val="libNormal"/>
      </w:pPr>
      <w:r>
        <w:t>duduk.</w:t>
      </w:r>
    </w:p>
    <w:p w:rsidR="00FB548D" w:rsidRDefault="00FB548D" w:rsidP="00FB548D">
      <w:pPr>
        <w:pStyle w:val="libNormal"/>
      </w:pPr>
      <w:r>
        <w:t>3. Seseorang yang tidak bisa rukuk dengan duduk hen-daknya salat berdiri dan rukuknya</w:t>
      </w:r>
    </w:p>
    <w:p w:rsidR="00FB548D" w:rsidRDefault="00FB548D" w:rsidP="00FB548D">
      <w:pPr>
        <w:pStyle w:val="libNormal"/>
      </w:pPr>
      <w:r>
        <w:t>dilakukan dengan isyarat kepala.</w:t>
      </w:r>
      <w:r w:rsidRPr="00FB548D">
        <w:rPr>
          <w:rStyle w:val="libFootnotenumChar"/>
        </w:rPr>
        <w:footnoteReference w:id="263"/>
      </w:r>
    </w:p>
    <w:p w:rsidR="00744726" w:rsidRDefault="00744726" w:rsidP="00FB548D">
      <w:pPr>
        <w:pStyle w:val="libNormal"/>
        <w:rPr>
          <w:rtl/>
        </w:rPr>
      </w:pPr>
    </w:p>
    <w:p w:rsidR="00FB548D" w:rsidRDefault="00FB548D" w:rsidP="00744726">
      <w:pPr>
        <w:pStyle w:val="Heading2"/>
      </w:pPr>
      <w:bookmarkStart w:id="208" w:name="_Toc422656703"/>
      <w:r>
        <w:t>Hal-hal yang Disunahkan dalam Rukuk</w:t>
      </w:r>
      <w:bookmarkEnd w:id="208"/>
    </w:p>
    <w:p w:rsidR="00744726" w:rsidRDefault="00744726" w:rsidP="00FB548D">
      <w:pPr>
        <w:pStyle w:val="libNormal"/>
        <w:rPr>
          <w:rtl/>
        </w:rPr>
      </w:pPr>
    </w:p>
    <w:p w:rsidR="00FB548D" w:rsidRDefault="00FB548D" w:rsidP="00FB548D">
      <w:pPr>
        <w:pStyle w:val="libNormal"/>
      </w:pPr>
      <w:r>
        <w:t>1. Membaca zikir rukuk sebanyak tiga, atau lima, atau tujuh kali, bahkan lebih dari itu.</w:t>
      </w:r>
    </w:p>
    <w:p w:rsidR="00FB548D" w:rsidRDefault="00FB548D" w:rsidP="00FB548D">
      <w:pPr>
        <w:pStyle w:val="libNormal"/>
      </w:pPr>
      <w:r>
        <w:t>2. Membaca takbir sebelum bergerak untuk rukuk dan kondisi badan masih tegak berdiri.</w:t>
      </w:r>
    </w:p>
    <w:p w:rsidR="00FB548D" w:rsidRDefault="00FB548D" w:rsidP="00FB548D">
      <w:pPr>
        <w:pStyle w:val="libNormal"/>
      </w:pPr>
      <w:r>
        <w:t>3. Dalam keadan rukuk, melihat ke bawah; tepatnya ke antara dua telapak kaki.</w:t>
      </w:r>
    </w:p>
    <w:p w:rsidR="00FB548D" w:rsidRDefault="00FB548D" w:rsidP="00FB548D">
      <w:pPr>
        <w:pStyle w:val="libNormal"/>
      </w:pPr>
      <w:r>
        <w:t>4. Membaca salawat sebelum atau sesudah membaca zikir rukuk.</w:t>
      </w:r>
    </w:p>
    <w:p w:rsidR="00FB548D" w:rsidRDefault="00FB548D" w:rsidP="00FB548D">
      <w:pPr>
        <w:pStyle w:val="libNormal"/>
      </w:pPr>
      <w:r>
        <w:t>5. Membaca “Sami’allahu liman hamidah” sesudah rukuk; yakni ketika telah</w:t>
      </w:r>
    </w:p>
    <w:p w:rsidR="00FB548D" w:rsidRDefault="00FB548D" w:rsidP="00FB548D">
      <w:pPr>
        <w:pStyle w:val="libNormal"/>
      </w:pPr>
      <w:r>
        <w:t>berdiri dan badan sudah tenang .</w:t>
      </w:r>
      <w:r w:rsidRPr="00FB548D">
        <w:rPr>
          <w:rStyle w:val="libFootnotenumChar"/>
        </w:rPr>
        <w:footnoteReference w:id="264"/>
      </w:r>
    </w:p>
    <w:p w:rsidR="00FB548D" w:rsidRDefault="00FB548D" w:rsidP="00FB548D">
      <w:pPr>
        <w:pStyle w:val="libNormal"/>
      </w:pPr>
      <w:r>
        <w:t>* * *</w:t>
      </w:r>
    </w:p>
    <w:p w:rsidR="00FB548D" w:rsidRDefault="00FB548D" w:rsidP="00FB548D">
      <w:pPr>
        <w:pStyle w:val="libNormal"/>
        <w:rPr>
          <w:rtl/>
        </w:rPr>
      </w:pPr>
    </w:p>
    <w:p w:rsidR="00FB548D" w:rsidRDefault="00FB548D" w:rsidP="00FB548D">
      <w:pPr>
        <w:pStyle w:val="Heading2Center"/>
      </w:pPr>
      <w:bookmarkStart w:id="209" w:name="_Toc422656704"/>
      <w:r>
        <w:t>SUJUD</w:t>
      </w:r>
      <w:bookmarkEnd w:id="209"/>
    </w:p>
    <w:p w:rsidR="00FB548D" w:rsidRDefault="00FB548D" w:rsidP="00FB548D">
      <w:pPr>
        <w:pStyle w:val="libNormal"/>
        <w:rPr>
          <w:rtl/>
        </w:rPr>
      </w:pPr>
    </w:p>
    <w:p w:rsidR="00FB548D" w:rsidRDefault="00FB548D" w:rsidP="00FB548D">
      <w:pPr>
        <w:pStyle w:val="libNormal"/>
      </w:pPr>
      <w:r>
        <w:lastRenderedPageBreak/>
        <w:t>1. Dalam setiap rakaat dari salat wajib dan salat sunah, setelah rukuk pelaku salat harus</w:t>
      </w:r>
    </w:p>
    <w:p w:rsidR="00FB548D" w:rsidRDefault="00FB548D" w:rsidP="00FB548D">
      <w:pPr>
        <w:pStyle w:val="libNormal"/>
      </w:pPr>
      <w:r>
        <w:t>melakukan sujud dua kali.</w:t>
      </w:r>
      <w:r w:rsidRPr="00FB548D">
        <w:rPr>
          <w:rStyle w:val="libFootnotenumChar"/>
        </w:rPr>
        <w:footnoteReference w:id="265"/>
      </w:r>
    </w:p>
    <w:p w:rsidR="00FB548D" w:rsidRDefault="00FB548D" w:rsidP="00FB548D">
      <w:pPr>
        <w:pStyle w:val="libNormal"/>
      </w:pPr>
      <w:r>
        <w:t>2. Sujud ialah menempelkan dahi, kedua telapak tangan, kedua lutut dan ujung kedua ibu jari</w:t>
      </w:r>
    </w:p>
    <w:p w:rsidR="00FB548D" w:rsidRDefault="00FB548D" w:rsidP="00FB548D">
      <w:pPr>
        <w:pStyle w:val="libNormal"/>
      </w:pPr>
      <w:r>
        <w:t>kaki ke tanah.</w:t>
      </w:r>
    </w:p>
    <w:p w:rsidR="00744726" w:rsidRDefault="00744726" w:rsidP="00FB548D">
      <w:pPr>
        <w:pStyle w:val="libNormal"/>
        <w:rPr>
          <w:rtl/>
        </w:rPr>
      </w:pPr>
    </w:p>
    <w:p w:rsidR="00FB548D" w:rsidRDefault="00FB548D" w:rsidP="00744726">
      <w:pPr>
        <w:pStyle w:val="Heading3"/>
      </w:pPr>
      <w:bookmarkStart w:id="210" w:name="_Toc422656705"/>
      <w:r>
        <w:t>Kewajiban-kewajiban dalam Sujud</w:t>
      </w:r>
      <w:bookmarkEnd w:id="210"/>
    </w:p>
    <w:p w:rsidR="00FB548D" w:rsidRDefault="00FB548D" w:rsidP="00FB548D">
      <w:pPr>
        <w:pStyle w:val="libNormal"/>
      </w:pPr>
      <w:r>
        <w:t>1. Meletakkan tujuh anggota badan tadi di atas tanah.</w:t>
      </w:r>
    </w:p>
    <w:p w:rsidR="00FB548D" w:rsidRDefault="00FB548D" w:rsidP="00FB548D">
      <w:pPr>
        <w:pStyle w:val="libNormal"/>
      </w:pPr>
      <w:r>
        <w:t>2. Membaca zikir.</w:t>
      </w:r>
    </w:p>
    <w:p w:rsidR="00FB548D" w:rsidRDefault="00FB548D" w:rsidP="00FB548D">
      <w:pPr>
        <w:pStyle w:val="libNormal"/>
      </w:pPr>
      <w:r>
        <w:t>3. Menjaga badan dalam keadaan tenang ketika membaca zikir.</w:t>
      </w:r>
    </w:p>
    <w:p w:rsidR="00FB548D" w:rsidRDefault="00FB548D" w:rsidP="00FB548D">
      <w:pPr>
        <w:pStyle w:val="libNormal"/>
      </w:pPr>
      <w:r>
        <w:t>4. Bangun dari sujud dan duduk serta tetap tenang di antara dua sujud.</w:t>
      </w:r>
    </w:p>
    <w:p w:rsidR="00FB548D" w:rsidRDefault="00FB548D" w:rsidP="00FB548D">
      <w:pPr>
        <w:pStyle w:val="libNormal"/>
      </w:pPr>
      <w:r>
        <w:t>5. Ketika zikir tujuh anggota harus menempel di tanah.</w:t>
      </w:r>
    </w:p>
    <w:p w:rsidR="00FB548D" w:rsidRDefault="00FB548D" w:rsidP="00FB548D">
      <w:pPr>
        <w:pStyle w:val="libNormal"/>
      </w:pPr>
      <w:r>
        <w:t>6. Tempat sujud harus sama rata (tinggi rendahnya harus sama).</w:t>
      </w:r>
    </w:p>
    <w:p w:rsidR="00FB548D" w:rsidRDefault="00FB548D" w:rsidP="00FB548D">
      <w:pPr>
        <w:pStyle w:val="libNormal"/>
      </w:pPr>
      <w:r>
        <w:t>7. Meletakkan dahi di atas sesuatu yang sah untuk dipakai sujud.</w:t>
      </w:r>
    </w:p>
    <w:p w:rsidR="00FB548D" w:rsidRDefault="00FB548D" w:rsidP="00FB548D">
      <w:pPr>
        <w:pStyle w:val="libNormal"/>
      </w:pPr>
      <w:r>
        <w:t>8. Tempat dahi bersujud harus suci.</w:t>
      </w:r>
    </w:p>
    <w:p w:rsidR="00FB548D" w:rsidRDefault="00FB548D" w:rsidP="00FB548D">
      <w:pPr>
        <w:pStyle w:val="libNormal"/>
      </w:pPr>
      <w:r>
        <w:t>9. Menja</w:t>
      </w:r>
      <w:r w:rsidR="00EF0A3A">
        <w:t>ga muwalat di antara dua sujud.</w:t>
      </w:r>
      <w:r w:rsidR="00EF0A3A" w:rsidRPr="00EF0A3A">
        <w:rPr>
          <w:rStyle w:val="libFootnotenumChar"/>
        </w:rPr>
        <w:footnoteReference w:id="266"/>
      </w:r>
    </w:p>
    <w:p w:rsidR="00FB548D" w:rsidRDefault="00FB548D" w:rsidP="00FB548D">
      <w:pPr>
        <w:pStyle w:val="libNormal"/>
      </w:pPr>
      <w:r>
        <w:t>Perincian kewajiban-kewajiban sujud akan dipaparkan pada pelajaran yang akan datang.</w:t>
      </w:r>
    </w:p>
    <w:p w:rsidR="00744726" w:rsidRDefault="00744726" w:rsidP="00FB548D">
      <w:pPr>
        <w:pStyle w:val="libNormal"/>
        <w:rPr>
          <w:rtl/>
        </w:rPr>
      </w:pPr>
    </w:p>
    <w:p w:rsidR="00FB548D" w:rsidRDefault="00FB548D" w:rsidP="00744726">
      <w:pPr>
        <w:pStyle w:val="Heading2"/>
      </w:pPr>
      <w:bookmarkStart w:id="211" w:name="_Toc422656706"/>
      <w:r>
        <w:t>Kesimpulan Pelajaran</w:t>
      </w:r>
      <w:bookmarkEnd w:id="211"/>
    </w:p>
    <w:p w:rsidR="00744726" w:rsidRDefault="00744726" w:rsidP="00FB548D">
      <w:pPr>
        <w:pStyle w:val="libNormal"/>
        <w:rPr>
          <w:rtl/>
        </w:rPr>
      </w:pPr>
    </w:p>
    <w:p w:rsidR="00FB548D" w:rsidRDefault="00FB548D" w:rsidP="00FB548D">
      <w:pPr>
        <w:pStyle w:val="libNormal"/>
      </w:pPr>
      <w:r>
        <w:t>1. Rukuk harus dilakukan setelah bacaan dari setiap rakaat salat.</w:t>
      </w:r>
    </w:p>
    <w:p w:rsidR="00FB548D" w:rsidRDefault="00FB548D" w:rsidP="00FB548D">
      <w:pPr>
        <w:pStyle w:val="libNormal"/>
      </w:pPr>
      <w:r>
        <w:t>2. Rukuk ialah menundukkan badan sebatas tangan dapat diletakkan di lutut.</w:t>
      </w:r>
    </w:p>
    <w:p w:rsidR="00FB548D" w:rsidRDefault="00FB548D" w:rsidP="00FB548D">
      <w:pPr>
        <w:pStyle w:val="libNormal"/>
      </w:pPr>
      <w:r>
        <w:t>3. Kewajiban dalam rukuk antara lain:</w:t>
      </w:r>
    </w:p>
    <w:p w:rsidR="00FB548D" w:rsidRDefault="00FB548D" w:rsidP="00FB548D">
      <w:pPr>
        <w:pStyle w:val="libNormal"/>
      </w:pPr>
      <w:r>
        <w:t>a. Menunduk sebatas yang telah tersebut di atas.</w:t>
      </w:r>
    </w:p>
    <w:p w:rsidR="00FB548D" w:rsidRDefault="00FB548D" w:rsidP="00FB548D">
      <w:pPr>
        <w:pStyle w:val="libNormal"/>
      </w:pPr>
      <w:r>
        <w:lastRenderedPageBreak/>
        <w:t>b. Membaca zikir dan badan tetap tenang ketika membacanya.</w:t>
      </w:r>
    </w:p>
    <w:p w:rsidR="00FB548D" w:rsidRDefault="00FB548D" w:rsidP="00FB548D">
      <w:pPr>
        <w:pStyle w:val="libNormal"/>
        <w:rPr>
          <w:rtl/>
        </w:rPr>
      </w:pPr>
      <w:r>
        <w:t>c. Berdiri dari rukuk dan tegak tenang.</w:t>
      </w:r>
    </w:p>
    <w:p w:rsidR="00131540" w:rsidRDefault="00131540" w:rsidP="00131540">
      <w:pPr>
        <w:pStyle w:val="libNormal"/>
      </w:pPr>
      <w:r>
        <w:t>4. Berdasarkan ihtiyath wajib, rukuk tidak boleh kurang dari pembacaan zikir “Subhanallah”</w:t>
      </w:r>
    </w:p>
    <w:p w:rsidR="00131540" w:rsidRDefault="00131540" w:rsidP="00131540">
      <w:pPr>
        <w:pStyle w:val="libNormal"/>
      </w:pPr>
      <w:r>
        <w:t xml:space="preserve">sebanyak tiga kali, atau zikir “Subhana robbiyal ‘adhimi wa bihamdih” </w:t>
      </w:r>
    </w:p>
    <w:p w:rsidR="00131540" w:rsidRDefault="00131540" w:rsidP="00131540">
      <w:pPr>
        <w:pStyle w:val="libNormal"/>
      </w:pPr>
      <w:r>
        <w:t>sebanyak satu kali.</w:t>
      </w:r>
    </w:p>
    <w:p w:rsidR="00131540" w:rsidRDefault="00131540" w:rsidP="00131540">
      <w:pPr>
        <w:pStyle w:val="libNormal"/>
      </w:pPr>
      <w:r>
        <w:t>5. Zikir rukuk harus dibaca ketika badan telah tenang, dan tidak boleh dibaca ketika sedang</w:t>
      </w:r>
    </w:p>
    <w:p w:rsidR="00131540" w:rsidRDefault="00131540" w:rsidP="00131540">
      <w:pPr>
        <w:pStyle w:val="libNormal"/>
      </w:pPr>
      <w:r>
        <w:t>bergerak untuk rukuk atau sedang bergerak untuk bangun dari rukuk.</w:t>
      </w:r>
    </w:p>
    <w:p w:rsidR="00131540" w:rsidRDefault="00131540" w:rsidP="00131540">
      <w:pPr>
        <w:pStyle w:val="libNormal"/>
      </w:pPr>
      <w:r>
        <w:t>6. Seseorang yang tidak mampu berdiri harus melakukan rukuk dengan duduk. Jika duduk pun</w:t>
      </w:r>
    </w:p>
    <w:p w:rsidR="00131540" w:rsidRDefault="00131540" w:rsidP="00131540">
      <w:pPr>
        <w:pStyle w:val="libNormal"/>
      </w:pPr>
      <w:r>
        <w:t>tidakmampu, dia harus melakukan rukuk dengan isyarat kepala.</w:t>
      </w:r>
    </w:p>
    <w:p w:rsidR="00131540" w:rsidRDefault="00131540" w:rsidP="00131540">
      <w:pPr>
        <w:pStyle w:val="libNormal"/>
      </w:pPr>
      <w:r>
        <w:t>7. Setelah rukuk, pelaku salat harus bersujud dua kali.</w:t>
      </w:r>
    </w:p>
    <w:p w:rsidR="00131540" w:rsidRDefault="00131540" w:rsidP="00131540">
      <w:pPr>
        <w:pStyle w:val="libNormal"/>
      </w:pPr>
      <w:r>
        <w:t>8. Ketika bersujud, tuhuh anggota; dahi, kedua telapak tangan, ujung lutut, kedua ujung ibu jari</w:t>
      </w:r>
    </w:p>
    <w:p w:rsidR="00131540" w:rsidRDefault="00131540" w:rsidP="00131540">
      <w:pPr>
        <w:pStyle w:val="libNormal"/>
      </w:pPr>
      <w:r>
        <w:t>kaki, harus diletakkan di tanah.</w:t>
      </w:r>
    </w:p>
    <w:p w:rsidR="00131540" w:rsidRDefault="00131540" w:rsidP="00131540">
      <w:pPr>
        <w:pStyle w:val="libNormal"/>
      </w:pPr>
      <w:r>
        <w:t>Pertanyaan:</w:t>
      </w:r>
    </w:p>
    <w:p w:rsidR="00131540" w:rsidRDefault="00131540" w:rsidP="00131540">
      <w:pPr>
        <w:pStyle w:val="libNormal"/>
      </w:pPr>
      <w:r>
        <w:t>1. Apa perbedaan antara rukuk dan zikir rukuk?</w:t>
      </w:r>
    </w:p>
    <w:p w:rsidR="00131540" w:rsidRDefault="00131540" w:rsidP="00131540">
      <w:pPr>
        <w:pStyle w:val="libNormal"/>
      </w:pPr>
      <w:r>
        <w:t>2. Berapa batas waktu untuk rukuk?</w:t>
      </w:r>
    </w:p>
    <w:p w:rsidR="00131540" w:rsidRDefault="00131540" w:rsidP="00131540">
      <w:pPr>
        <w:pStyle w:val="libNormal"/>
      </w:pPr>
      <w:r>
        <w:t>3. Apakah wajib berdiri setelah rukuk?</w:t>
      </w:r>
    </w:p>
    <w:p w:rsidR="00131540" w:rsidRDefault="00131540" w:rsidP="00131540">
      <w:pPr>
        <w:pStyle w:val="libNormal"/>
      </w:pPr>
      <w:r>
        <w:t>4. Apakah definisi sujud? Sujud termasuk dari macam apakah di antara kewajiban-kewajiban</w:t>
      </w:r>
    </w:p>
    <w:p w:rsidR="00131540" w:rsidRDefault="00131540" w:rsidP="00131540">
      <w:pPr>
        <w:pStyle w:val="libNormal"/>
      </w:pPr>
      <w:r>
        <w:t>salat?</w:t>
      </w:r>
    </w:p>
    <w:p w:rsidR="00A61D02" w:rsidRDefault="00131540" w:rsidP="00A61D02">
      <w:pPr>
        <w:pStyle w:val="libNormal"/>
      </w:pPr>
      <w:r>
        <w:t>5. Jelaskan empat hal</w:t>
      </w:r>
      <w:r w:rsidR="00C7349B">
        <w:t xml:space="preserve"> dari kewajiban-kewajiban sujud</w:t>
      </w:r>
      <w:r w:rsidR="00A61D02">
        <w:t>!</w:t>
      </w:r>
    </w:p>
    <w:p w:rsidR="00A61D02" w:rsidRPr="00CE3DDE" w:rsidRDefault="00A61D02">
      <w:r>
        <w:br w:type="page"/>
      </w:r>
    </w:p>
    <w:p w:rsidR="001C6552" w:rsidRDefault="001C6552" w:rsidP="001C6552">
      <w:pPr>
        <w:pStyle w:val="Heading1Center"/>
      </w:pPr>
      <w:bookmarkStart w:id="212" w:name="_Toc422656707"/>
      <w:r>
        <w:lastRenderedPageBreak/>
        <w:t>Pelajaran 19</w:t>
      </w:r>
      <w:bookmarkEnd w:id="212"/>
    </w:p>
    <w:p w:rsidR="001C6552" w:rsidRDefault="001C6552" w:rsidP="001C6552">
      <w:pPr>
        <w:pStyle w:val="Heading1Center"/>
      </w:pPr>
      <w:bookmarkStart w:id="213" w:name="_Toc422656708"/>
      <w:r>
        <w:t>KEWAJIBAN-KEWAJIBAN SUJUD</w:t>
      </w:r>
      <w:bookmarkEnd w:id="213"/>
    </w:p>
    <w:p w:rsidR="001C6552" w:rsidRDefault="001C6552" w:rsidP="001C6552">
      <w:pPr>
        <w:pStyle w:val="libNormal"/>
      </w:pPr>
    </w:p>
    <w:p w:rsidR="001C6552" w:rsidRDefault="001C6552" w:rsidP="001C6552">
      <w:pPr>
        <w:pStyle w:val="Heading2"/>
      </w:pPr>
      <w:bookmarkStart w:id="214" w:name="_Toc422656709"/>
      <w:r>
        <w:t>Zikir</w:t>
      </w:r>
      <w:bookmarkEnd w:id="214"/>
    </w:p>
    <w:p w:rsidR="001C6552" w:rsidRDefault="001C6552" w:rsidP="001C6552">
      <w:pPr>
        <w:pStyle w:val="libNormal"/>
      </w:pPr>
    </w:p>
    <w:p w:rsidR="001C6552" w:rsidRDefault="001C6552" w:rsidP="001C6552">
      <w:pPr>
        <w:pStyle w:val="libNormal"/>
      </w:pPr>
      <w:r>
        <w:t>Dalam sujud, membaca zikir apa saja sudah cukup. Akan tetapi</w:t>
      </w:r>
      <w:r w:rsidR="00E2239B">
        <w:t xml:space="preserve"> berdasarkan ihtiyath wajibnya,</w:t>
      </w:r>
      <w:r w:rsidR="00E2239B" w:rsidRPr="00E2239B">
        <w:rPr>
          <w:rStyle w:val="libFootnotenumChar"/>
        </w:rPr>
        <w:footnoteReference w:id="267"/>
      </w:r>
    </w:p>
    <w:p w:rsidR="001C6552" w:rsidRDefault="001C6552" w:rsidP="00E2239B">
      <w:pPr>
        <w:pStyle w:val="libNormal"/>
      </w:pPr>
      <w:r>
        <w:t>hendaknya membaca zikir “Subhanallah” sebanyak tiga kali, atau zikir “Subhana Robbiyal</w:t>
      </w:r>
    </w:p>
    <w:p w:rsidR="001C6552" w:rsidRDefault="001C6552" w:rsidP="00E2239B">
      <w:pPr>
        <w:pStyle w:val="libNormal"/>
      </w:pPr>
      <w:r>
        <w:t>A’la wa bihamdih” sebanyak satu sekali dan tidak boleh kurang dari itu.</w:t>
      </w:r>
    </w:p>
    <w:p w:rsidR="00246C1C" w:rsidRDefault="00246C1C" w:rsidP="001C6552">
      <w:pPr>
        <w:pStyle w:val="libNormal"/>
      </w:pPr>
    </w:p>
    <w:p w:rsidR="001C6552" w:rsidRDefault="001C6552" w:rsidP="00246C1C">
      <w:pPr>
        <w:pStyle w:val="Heading3"/>
      </w:pPr>
      <w:bookmarkStart w:id="215" w:name="_Toc422656710"/>
      <w:r>
        <w:t>Ketenangan (Tuma’ninah)</w:t>
      </w:r>
      <w:bookmarkEnd w:id="215"/>
    </w:p>
    <w:p w:rsidR="001C6552" w:rsidRDefault="001C6552" w:rsidP="001C6552">
      <w:pPr>
        <w:pStyle w:val="libNormal"/>
      </w:pPr>
      <w:r>
        <w:t>1. Ketika sujud sebatas pembacaan zikir wajib, badan haru</w:t>
      </w:r>
      <w:r w:rsidR="00E2239B">
        <w:t>s tenang.</w:t>
      </w:r>
      <w:r w:rsidR="00E2239B" w:rsidRPr="00E2239B">
        <w:rPr>
          <w:rStyle w:val="libFootnotenumChar"/>
        </w:rPr>
        <w:footnoteReference w:id="268"/>
      </w:r>
    </w:p>
    <w:p w:rsidR="001C6552" w:rsidRDefault="001C6552" w:rsidP="001C6552">
      <w:pPr>
        <w:pStyle w:val="libNormal"/>
      </w:pPr>
      <w:r>
        <w:t>2. Jika sebelum dahi sampai ke tanah dan belum tenang lalu sengaja membaca zikir, maka</w:t>
      </w:r>
    </w:p>
    <w:p w:rsidR="001C6552" w:rsidRDefault="00E2239B" w:rsidP="001C6552">
      <w:pPr>
        <w:pStyle w:val="libNormal"/>
      </w:pPr>
      <w:r>
        <w:t>salatnya batal.</w:t>
      </w:r>
      <w:r w:rsidRPr="00E2239B">
        <w:rPr>
          <w:rStyle w:val="libFootnotenumChar"/>
        </w:rPr>
        <w:footnoteReference w:id="269"/>
      </w:r>
      <w:r w:rsidR="001C6552">
        <w:t xml:space="preserve"> Akan tetapi, jika itu dilakukan karena lupa, maka zikirnya harus diulangi</w:t>
      </w:r>
    </w:p>
    <w:p w:rsidR="001C6552" w:rsidRDefault="00E2239B" w:rsidP="001C6552">
      <w:pPr>
        <w:pStyle w:val="libNormal"/>
      </w:pPr>
      <w:r>
        <w:t>ketika sudah tenang.</w:t>
      </w:r>
      <w:r w:rsidRPr="00E2239B">
        <w:rPr>
          <w:rStyle w:val="libFootnotenumChar"/>
        </w:rPr>
        <w:footnoteReference w:id="270"/>
      </w:r>
    </w:p>
    <w:p w:rsidR="00246C1C" w:rsidRDefault="00246C1C" w:rsidP="001C6552">
      <w:pPr>
        <w:pStyle w:val="libNormal"/>
      </w:pPr>
    </w:p>
    <w:p w:rsidR="001C6552" w:rsidRDefault="001C6552" w:rsidP="00246C1C">
      <w:pPr>
        <w:pStyle w:val="Heading3"/>
      </w:pPr>
      <w:bookmarkStart w:id="216" w:name="_Toc422656711"/>
      <w:r>
        <w:t>Bangun dari Sujud</w:t>
      </w:r>
      <w:bookmarkEnd w:id="216"/>
    </w:p>
    <w:p w:rsidR="001C6552" w:rsidRDefault="001C6552" w:rsidP="001C6552">
      <w:pPr>
        <w:pStyle w:val="libNormal"/>
      </w:pPr>
      <w:r>
        <w:t>1. Seusai zikir sujud pertama, hendaknya bangun untuk duduk sampai badan tenang kemudian</w:t>
      </w:r>
    </w:p>
    <w:p w:rsidR="001C6552" w:rsidRDefault="00E2239B" w:rsidP="001C6552">
      <w:pPr>
        <w:pStyle w:val="libNormal"/>
      </w:pPr>
      <w:r>
        <w:t>bersujud lagi.</w:t>
      </w:r>
      <w:r w:rsidRPr="00E2239B">
        <w:rPr>
          <w:rStyle w:val="libFootnotenumChar"/>
        </w:rPr>
        <w:footnoteReference w:id="271"/>
      </w:r>
    </w:p>
    <w:p w:rsidR="001C6552" w:rsidRDefault="001C6552" w:rsidP="001C6552">
      <w:pPr>
        <w:pStyle w:val="libNormal"/>
      </w:pPr>
      <w:r>
        <w:t>2. Jika zikir sujud belum selesai lalu sengaja bangun d</w:t>
      </w:r>
      <w:r w:rsidR="00E2239B">
        <w:t>ari sujud, maka salatnya batal.</w:t>
      </w:r>
      <w:r w:rsidR="00E2239B" w:rsidRPr="00E2239B">
        <w:rPr>
          <w:rStyle w:val="libFootnotenumChar"/>
        </w:rPr>
        <w:footnoteReference w:id="272"/>
      </w:r>
    </w:p>
    <w:p w:rsidR="001C6552" w:rsidRDefault="001C6552" w:rsidP="001C6552">
      <w:pPr>
        <w:pStyle w:val="libNormal"/>
      </w:pPr>
      <w:r>
        <w:t>Keberadaan Tujuh Anggota Sujud di atas Tanah</w:t>
      </w:r>
    </w:p>
    <w:p w:rsidR="001C6552" w:rsidRDefault="001C6552" w:rsidP="001C6552">
      <w:pPr>
        <w:pStyle w:val="libNormal"/>
      </w:pPr>
      <w:r>
        <w:lastRenderedPageBreak/>
        <w:t>1. Jika saat membaca zikir sujud sengaja mengangkat salah satu anggota sujud dari tanah, maka</w:t>
      </w:r>
    </w:p>
    <w:p w:rsidR="001C6552" w:rsidRDefault="00E2239B" w:rsidP="001C6552">
      <w:pPr>
        <w:pStyle w:val="libNormal"/>
      </w:pPr>
      <w:r>
        <w:t>salatnya batal.</w:t>
      </w:r>
      <w:r w:rsidRPr="00E2239B">
        <w:rPr>
          <w:rStyle w:val="libFootnotenumChar"/>
        </w:rPr>
        <w:footnoteReference w:id="273"/>
      </w:r>
      <w:r w:rsidR="001C6552">
        <w:t xml:space="preserve"> Akan tetapi, jika tidak sedang membaca zikir sujud, tidaklah apa-apa pelaku</w:t>
      </w:r>
    </w:p>
    <w:p w:rsidR="001C6552" w:rsidRDefault="001C6552" w:rsidP="001C6552">
      <w:pPr>
        <w:pStyle w:val="libNormal"/>
      </w:pPr>
      <w:r>
        <w:t>salat mengangkat salah satu anggota sujud selain dahi dan kemudian dia meletakkan kembali</w:t>
      </w:r>
    </w:p>
    <w:p w:rsidR="001C6552" w:rsidRDefault="00E2239B" w:rsidP="001C6552">
      <w:pPr>
        <w:pStyle w:val="libNormal"/>
      </w:pPr>
      <w:r>
        <w:t>ke tempatnya.</w:t>
      </w:r>
      <w:r w:rsidRPr="00E2239B">
        <w:rPr>
          <w:rStyle w:val="libFootnotenumChar"/>
        </w:rPr>
        <w:footnoteReference w:id="274"/>
      </w:r>
    </w:p>
    <w:p w:rsidR="001C6552" w:rsidRDefault="001C6552" w:rsidP="001C6552">
      <w:pPr>
        <w:pStyle w:val="libNormal"/>
      </w:pPr>
      <w:r>
        <w:t>2. Jika jari-jari kaki yang lain menyent</w:t>
      </w:r>
      <w:r w:rsidR="00E2239B">
        <w:t>uh ke tanah juga tidak apa-apa.</w:t>
      </w:r>
      <w:r w:rsidR="00E2239B" w:rsidRPr="00E2239B">
        <w:rPr>
          <w:rStyle w:val="libFootnotenumChar"/>
        </w:rPr>
        <w:footnoteReference w:id="275"/>
      </w:r>
    </w:p>
    <w:p w:rsidR="00246C1C" w:rsidRDefault="00246C1C" w:rsidP="001C6552">
      <w:pPr>
        <w:pStyle w:val="libNormal"/>
      </w:pPr>
    </w:p>
    <w:p w:rsidR="001C6552" w:rsidRDefault="001C6552" w:rsidP="00246C1C">
      <w:pPr>
        <w:pStyle w:val="Heading3"/>
      </w:pPr>
      <w:bookmarkStart w:id="217" w:name="_Toc422656712"/>
      <w:r>
        <w:t>Kesetaraan Tempat Sujud</w:t>
      </w:r>
      <w:bookmarkEnd w:id="217"/>
    </w:p>
    <w:p w:rsidR="001C6552" w:rsidRDefault="001C6552" w:rsidP="001C6552">
      <w:pPr>
        <w:pStyle w:val="libNormal"/>
      </w:pPr>
      <w:r>
        <w:t>1. Tempat sujud dahi pelaku salat tidak boleh lebih rendah juga tidak boleh lebih tinggi dari</w:t>
      </w:r>
    </w:p>
    <w:p w:rsidR="001C6552" w:rsidRDefault="001C6552" w:rsidP="001C6552">
      <w:pPr>
        <w:pStyle w:val="libNormal"/>
      </w:pPr>
      <w:r>
        <w:t>empat jari rapat</w:t>
      </w:r>
      <w:r w:rsidR="00E2239B">
        <w:t xml:space="preserve"> dari tempat sujud kedua lutut.</w:t>
      </w:r>
      <w:r w:rsidR="00E2239B" w:rsidRPr="00E2239B">
        <w:rPr>
          <w:rStyle w:val="libFootnotenumChar"/>
        </w:rPr>
        <w:footnoteReference w:id="276"/>
      </w:r>
    </w:p>
    <w:p w:rsidR="001C6552" w:rsidRDefault="001C6552" w:rsidP="001C6552">
      <w:pPr>
        <w:pStyle w:val="libNormal"/>
      </w:pPr>
      <w:r>
        <w:t>2. Menurut ihtiyath waji</w:t>
      </w:r>
      <w:r w:rsidR="00E2239B">
        <w:t>b,</w:t>
      </w:r>
      <w:r w:rsidR="00E2239B" w:rsidRPr="00E2239B">
        <w:rPr>
          <w:rStyle w:val="libFootnotenumChar"/>
        </w:rPr>
        <w:footnoteReference w:id="277"/>
      </w:r>
      <w:r>
        <w:t xml:space="preserve"> tempat sujud dahi pelaku salat tidak boleh lebih rendah juga tidak</w:t>
      </w:r>
    </w:p>
    <w:p w:rsidR="001C6552" w:rsidRDefault="001C6552" w:rsidP="001C6552">
      <w:pPr>
        <w:pStyle w:val="libNormal"/>
      </w:pPr>
      <w:r>
        <w:t>boleh lebih tinggi dari empat jari rapat da</w:t>
      </w:r>
      <w:r w:rsidR="00E2239B">
        <w:t>ri tempat sujud jari-jari kaki.</w:t>
      </w:r>
      <w:r w:rsidR="00E2239B" w:rsidRPr="00E2239B">
        <w:rPr>
          <w:rStyle w:val="libFootnotenumChar"/>
        </w:rPr>
        <w:footnoteReference w:id="278"/>
      </w:r>
    </w:p>
    <w:p w:rsidR="00246C1C" w:rsidRDefault="00246C1C" w:rsidP="001C6552">
      <w:pPr>
        <w:pStyle w:val="libNormal"/>
      </w:pPr>
    </w:p>
    <w:p w:rsidR="00C7349B" w:rsidRDefault="001C6552" w:rsidP="00246C1C">
      <w:pPr>
        <w:pStyle w:val="Heading3"/>
      </w:pPr>
      <w:bookmarkStart w:id="218" w:name="_Toc422656713"/>
      <w:r>
        <w:t>Meletakkan Dahi di atas Sesuatu yang Sah Dipakai Sujud</w:t>
      </w:r>
      <w:bookmarkEnd w:id="218"/>
    </w:p>
    <w:p w:rsidR="00F3558E" w:rsidRDefault="00F3558E" w:rsidP="00F3558E">
      <w:pPr>
        <w:pStyle w:val="libNormal"/>
      </w:pPr>
      <w:r>
        <w:t>1. Dalam sujud, dahi harus diletakkan di atas tanah atau sesuatu yang tumbuh dari tanah akan</w:t>
      </w:r>
    </w:p>
    <w:p w:rsidR="00F3558E" w:rsidRDefault="00F3558E" w:rsidP="00F3558E">
      <w:pPr>
        <w:pStyle w:val="libNormal"/>
      </w:pPr>
      <w:r>
        <w:t>tetapi bukan berupa bahan makanan dan pakaian.</w:t>
      </w:r>
      <w:r w:rsidRPr="00F3558E">
        <w:rPr>
          <w:rStyle w:val="libFootnotenumChar"/>
        </w:rPr>
        <w:footnoteReference w:id="279"/>
      </w:r>
    </w:p>
    <w:p w:rsidR="00F3558E" w:rsidRDefault="00F3558E" w:rsidP="00F3558E">
      <w:pPr>
        <w:pStyle w:val="libNormal"/>
      </w:pPr>
      <w:r>
        <w:t>2. Beberapa contoh dari sesuatu yang sah untuk dipakai sujud:</w:t>
      </w:r>
    </w:p>
    <w:p w:rsidR="00F3558E" w:rsidRDefault="00F3558E" w:rsidP="00F3558E">
      <w:pPr>
        <w:pStyle w:val="libNormal"/>
      </w:pPr>
      <w:r>
        <w:t>a. Tanah.</w:t>
      </w:r>
    </w:p>
    <w:p w:rsidR="00F3558E" w:rsidRDefault="00F3558E" w:rsidP="00F3558E">
      <w:pPr>
        <w:pStyle w:val="libNormal"/>
      </w:pPr>
      <w:r>
        <w:lastRenderedPageBreak/>
        <w:t>b. Batu.</w:t>
      </w:r>
    </w:p>
    <w:p w:rsidR="00F3558E" w:rsidRDefault="00F3558E" w:rsidP="00F3558E">
      <w:pPr>
        <w:pStyle w:val="libNormal"/>
      </w:pPr>
      <w:r>
        <w:t>c. Batu bata atau genting.</w:t>
      </w:r>
      <w:r w:rsidRPr="00F3558E">
        <w:rPr>
          <w:rStyle w:val="libFootnotenumChar"/>
        </w:rPr>
        <w:footnoteReference w:id="280"/>
      </w:r>
    </w:p>
    <w:p w:rsidR="00F3558E" w:rsidRDefault="00F3558E" w:rsidP="00F3558E">
      <w:pPr>
        <w:pStyle w:val="libNormal"/>
      </w:pPr>
      <w:r>
        <w:t>d. Kapur.</w:t>
      </w:r>
    </w:p>
    <w:p w:rsidR="00F3558E" w:rsidRDefault="00F3558E" w:rsidP="00F3558E">
      <w:pPr>
        <w:pStyle w:val="libNormal"/>
      </w:pPr>
      <w:r>
        <w:t>e. Kayu.</w:t>
      </w:r>
    </w:p>
    <w:p w:rsidR="00F3558E" w:rsidRDefault="00F3558E" w:rsidP="00F3558E">
      <w:pPr>
        <w:pStyle w:val="libNormal"/>
      </w:pPr>
      <w:r>
        <w:t>f. Rumput.</w:t>
      </w:r>
    </w:p>
    <w:p w:rsidR="00F3558E" w:rsidRDefault="00F3558E" w:rsidP="00F3558E">
      <w:pPr>
        <w:pStyle w:val="libNormal"/>
      </w:pPr>
    </w:p>
    <w:p w:rsidR="00F3558E" w:rsidRDefault="00F3558E" w:rsidP="00F3558E">
      <w:pPr>
        <w:pStyle w:val="Heading3"/>
      </w:pPr>
      <w:bookmarkStart w:id="219" w:name="_Toc422656714"/>
      <w:r>
        <w:t>Hukum-hukum Sujud</w:t>
      </w:r>
      <w:bookmarkEnd w:id="219"/>
    </w:p>
    <w:p w:rsidR="00F3558E" w:rsidRDefault="00F3558E" w:rsidP="00F3558E">
      <w:pPr>
        <w:pStyle w:val="libNormal"/>
      </w:pPr>
      <w:r>
        <w:t>1. Tidak sah bersujud di atas barang-barang tambang seperti; emas, perak, batu aqiq, dan batu</w:t>
      </w:r>
    </w:p>
    <w:p w:rsidR="00F3558E" w:rsidRDefault="00F3558E" w:rsidP="00F3558E">
      <w:pPr>
        <w:pStyle w:val="libNormal"/>
      </w:pPr>
      <w:r>
        <w:t>zamrud.</w:t>
      </w:r>
      <w:r w:rsidRPr="00F3558E">
        <w:rPr>
          <w:rStyle w:val="libFootnotenumChar"/>
        </w:rPr>
        <w:footnoteReference w:id="281"/>
      </w:r>
    </w:p>
    <w:p w:rsidR="00F3558E" w:rsidRDefault="00F3558E" w:rsidP="00F3558E">
      <w:pPr>
        <w:pStyle w:val="libNormal"/>
      </w:pPr>
      <w:r>
        <w:t>2. Haram bersujud kepada selain Allah swt.</w:t>
      </w:r>
      <w:r w:rsidRPr="00F3558E">
        <w:rPr>
          <w:rStyle w:val="libFootnotenumChar"/>
        </w:rPr>
        <w:footnoteReference w:id="282"/>
      </w:r>
    </w:p>
    <w:p w:rsidR="00F3558E" w:rsidRDefault="00F3558E" w:rsidP="00F3558E">
      <w:pPr>
        <w:pStyle w:val="libNormal"/>
      </w:pPr>
      <w:r>
        <w:t>3. Sah bersujud di atas sesuatu yang tumbuh dari tanah dan berupa bahan pangan hewan,</w:t>
      </w:r>
    </w:p>
    <w:p w:rsidR="00F3558E" w:rsidRDefault="00F3558E" w:rsidP="00F3558E">
      <w:pPr>
        <w:pStyle w:val="libNormal"/>
      </w:pPr>
      <w:r>
        <w:t>seperti rumput dan jerami.</w:t>
      </w:r>
      <w:r w:rsidRPr="00F3558E">
        <w:rPr>
          <w:rStyle w:val="libFootnotenumChar"/>
        </w:rPr>
        <w:footnoteReference w:id="283"/>
      </w:r>
    </w:p>
    <w:p w:rsidR="00F3558E" w:rsidRDefault="00F3558E" w:rsidP="00F3558E">
      <w:pPr>
        <w:pStyle w:val="libNormal"/>
      </w:pPr>
      <w:r>
        <w:t xml:space="preserve">4. Sah bersujud di atas kertas, walaupun terbuat dari kapas dan semacamnya. </w:t>
      </w:r>
      <w:r w:rsidRPr="00F3558E">
        <w:rPr>
          <w:rStyle w:val="libFootnotenumChar"/>
        </w:rPr>
        <w:footnoteReference w:id="284"/>
      </w:r>
      <w:r>
        <w:t xml:space="preserve">. </w:t>
      </w:r>
      <w:r w:rsidRPr="00F3558E">
        <w:rPr>
          <w:rStyle w:val="libFootnotenumChar"/>
        </w:rPr>
        <w:footnoteReference w:id="285"/>
      </w:r>
    </w:p>
    <w:p w:rsidR="00F3558E" w:rsidRDefault="00F3558E" w:rsidP="00F3558E">
      <w:pPr>
        <w:pStyle w:val="libNormal"/>
      </w:pPr>
      <w:r>
        <w:t>5. Yang paling utama untuk dipakai sujud adalah turbah</w:t>
      </w:r>
      <w:r w:rsidRPr="00F3558E">
        <w:rPr>
          <w:rStyle w:val="libFootnotenumChar"/>
        </w:rPr>
        <w:footnoteReference w:id="286"/>
      </w:r>
      <w:r>
        <w:t xml:space="preserve"> Imam Husein a.s. (tanah Karbala)</w:t>
      </w:r>
    </w:p>
    <w:p w:rsidR="00F3558E" w:rsidRDefault="00F3558E" w:rsidP="00F3558E">
      <w:pPr>
        <w:pStyle w:val="libNormal"/>
      </w:pPr>
      <w:r>
        <w:t>kemudian selainnya yang urutannya sebagai berikut:</w:t>
      </w:r>
    </w:p>
    <w:p w:rsidR="00F3558E" w:rsidRDefault="00F3558E" w:rsidP="00F3558E">
      <w:pPr>
        <w:pStyle w:val="libNormal"/>
      </w:pPr>
      <w:r>
        <w:t>a. Tanah.</w:t>
      </w:r>
    </w:p>
    <w:p w:rsidR="00F3558E" w:rsidRDefault="00F3558E" w:rsidP="00F3558E">
      <w:pPr>
        <w:pStyle w:val="libNormal"/>
      </w:pPr>
      <w:r>
        <w:t>b. Batu.</w:t>
      </w:r>
    </w:p>
    <w:p w:rsidR="00F3558E" w:rsidRDefault="00F3558E" w:rsidP="00F3558E">
      <w:pPr>
        <w:pStyle w:val="libNormal"/>
      </w:pPr>
      <w:r>
        <w:t>c. Tumbuh-tumbuhan.</w:t>
      </w:r>
      <w:r w:rsidRPr="00F3558E">
        <w:rPr>
          <w:rStyle w:val="libFootnotenumChar"/>
        </w:rPr>
        <w:footnoteReference w:id="287"/>
      </w:r>
    </w:p>
    <w:p w:rsidR="00F3558E" w:rsidRDefault="00F3558E" w:rsidP="00F3558E">
      <w:pPr>
        <w:pStyle w:val="libNormal"/>
      </w:pPr>
      <w:r>
        <w:t>6. Jika pada sujud pertama, turbah menempel di dahi sam-pai bangun kemudian sujud lagi</w:t>
      </w:r>
    </w:p>
    <w:p w:rsidR="00F3558E" w:rsidRDefault="00F3558E" w:rsidP="00F3558E">
      <w:pPr>
        <w:pStyle w:val="libNormal"/>
      </w:pPr>
      <w:r>
        <w:lastRenderedPageBreak/>
        <w:t>dengan tanpa melepas-nya, maka salatnya batal.</w:t>
      </w:r>
      <w:r w:rsidRPr="00F3558E">
        <w:rPr>
          <w:rStyle w:val="libFootnotenumChar"/>
        </w:rPr>
        <w:footnoteReference w:id="288"/>
      </w:r>
    </w:p>
    <w:p w:rsidR="00F3558E" w:rsidRDefault="00F3558E" w:rsidP="00F3558E">
      <w:pPr>
        <w:pStyle w:val="libNormal"/>
      </w:pPr>
    </w:p>
    <w:p w:rsidR="00F3558E" w:rsidRDefault="00F3558E" w:rsidP="00F3558E">
      <w:pPr>
        <w:pStyle w:val="Heading3"/>
      </w:pPr>
      <w:bookmarkStart w:id="220" w:name="_Toc422656715"/>
      <w:r>
        <w:t>Tugas Orang yang tidak Bisa Sujud secara Normal</w:t>
      </w:r>
      <w:bookmarkEnd w:id="220"/>
    </w:p>
    <w:p w:rsidR="00F3558E" w:rsidRDefault="00F3558E" w:rsidP="00F3558E">
      <w:pPr>
        <w:pStyle w:val="libNormal"/>
      </w:pPr>
      <w:r>
        <w:t>· Seseorang yang tidak mampu meletakkan dahinya ke atas tanah harus merundukkan diri</w:t>
      </w:r>
    </w:p>
    <w:p w:rsidR="00F3558E" w:rsidRDefault="00F3558E" w:rsidP="00F3558E">
      <w:pPr>
        <w:pStyle w:val="libNormal"/>
      </w:pPr>
      <w:r>
        <w:t>semampunya dan menaruh turbah (misalnya) di atas sesuatu yang tinggi seperti bantal</w:t>
      </w:r>
    </w:p>
    <w:p w:rsidR="00F3558E" w:rsidRDefault="00F3558E" w:rsidP="00F3558E">
      <w:pPr>
        <w:pStyle w:val="libNormal"/>
      </w:pPr>
      <w:r>
        <w:t>kemudian bersujud, akan tetapi kedua telapak tangan dan kedua ujung lutut dan jari-jari kaki</w:t>
      </w:r>
    </w:p>
    <w:p w:rsidR="00F3558E" w:rsidRDefault="00F3558E" w:rsidP="00F3558E">
      <w:pPr>
        <w:pStyle w:val="libNormal"/>
      </w:pPr>
      <w:r>
        <w:t>harus diletakkan di atas tanah seperti biasa.</w:t>
      </w:r>
      <w:r w:rsidRPr="00F3558E">
        <w:rPr>
          <w:rStyle w:val="libFootnotenumChar"/>
        </w:rPr>
        <w:footnoteReference w:id="289"/>
      </w:r>
    </w:p>
    <w:p w:rsidR="00F3558E" w:rsidRDefault="00F3558E" w:rsidP="00F3558E">
      <w:pPr>
        <w:pStyle w:val="libNormal"/>
      </w:pPr>
      <w:r>
        <w:t>· Jika tidak mampu merunduk, dia harus duduk dan bersujud dengan isyarat kepala,</w:t>
      </w:r>
      <w:r w:rsidRPr="00F3558E">
        <w:rPr>
          <w:rStyle w:val="libFootnotenumChar"/>
        </w:rPr>
        <w:footnoteReference w:id="290"/>
      </w:r>
      <w:r>
        <w:t xml:space="preserve"> akan</w:t>
      </w:r>
    </w:p>
    <w:p w:rsidR="00F3558E" w:rsidRDefault="00F3558E" w:rsidP="00F3558E">
      <w:pPr>
        <w:pStyle w:val="libNormal"/>
      </w:pPr>
      <w:r>
        <w:t>tetapi berdasar-kan ihtiyath wajib, dia hendaknya mengangkat turbah dan menempelkan dahi</w:t>
      </w:r>
    </w:p>
    <w:p w:rsidR="00F3558E" w:rsidRDefault="00F3558E" w:rsidP="00F3558E">
      <w:pPr>
        <w:pStyle w:val="libNormal"/>
      </w:pPr>
      <w:r>
        <w:t>di atasnya.</w:t>
      </w:r>
    </w:p>
    <w:p w:rsidR="00F3558E" w:rsidRDefault="00F3558E" w:rsidP="00F3558E">
      <w:pPr>
        <w:pStyle w:val="libNormal"/>
      </w:pPr>
    </w:p>
    <w:p w:rsidR="00F3558E" w:rsidRDefault="00F3558E" w:rsidP="00F3558E">
      <w:pPr>
        <w:pStyle w:val="Heading3"/>
      </w:pPr>
      <w:bookmarkStart w:id="221" w:name="_Toc422656716"/>
      <w:r>
        <w:t>Sunah-sunah dalam Sujud</w:t>
      </w:r>
      <w:bookmarkEnd w:id="221"/>
    </w:p>
    <w:p w:rsidR="00F3558E" w:rsidRDefault="00F3558E" w:rsidP="00F3558E">
      <w:pPr>
        <w:pStyle w:val="libNormal"/>
      </w:pPr>
      <w:r>
        <w:t>1. Membaca takbirotul ihrom pada hal-hal di bawah ini:</w:t>
      </w:r>
    </w:p>
    <w:p w:rsidR="00F3558E" w:rsidRDefault="00F3558E" w:rsidP="00F3558E">
      <w:pPr>
        <w:pStyle w:val="libNormal"/>
      </w:pPr>
      <w:r>
        <w:t>a. Setelah rukuk dan sebelum bergerak untuk sujud pertama.</w:t>
      </w:r>
    </w:p>
    <w:p w:rsidR="00F3558E" w:rsidRDefault="00F3558E" w:rsidP="00F3558E">
      <w:pPr>
        <w:pStyle w:val="libNormal"/>
      </w:pPr>
      <w:r>
        <w:t>b. Setelah sujud pertama, tepatnya ketika duduk dan badan sudah tenang.</w:t>
      </w:r>
    </w:p>
    <w:p w:rsidR="00CE3DDE" w:rsidRDefault="00F3558E" w:rsidP="00F3558E">
      <w:pPr>
        <w:pStyle w:val="libNormal"/>
      </w:pPr>
      <w:r>
        <w:t>c. Sebelum sujud kedua, ketika duduk dan badan da-lam keadaan tenang.</w:t>
      </w:r>
    </w:p>
    <w:p w:rsidR="00207A2D" w:rsidRDefault="00207A2D" w:rsidP="00207A2D">
      <w:pPr>
        <w:pStyle w:val="libNormal"/>
      </w:pPr>
      <w:r>
        <w:t>d. Setelah sujud kedua.</w:t>
      </w:r>
    </w:p>
    <w:p w:rsidR="00207A2D" w:rsidRDefault="00207A2D" w:rsidP="00207A2D">
      <w:pPr>
        <w:pStyle w:val="libNormal"/>
      </w:pPr>
      <w:r>
        <w:t>2. Memperpanjang sujud.</w:t>
      </w:r>
    </w:p>
    <w:p w:rsidR="00207A2D" w:rsidRDefault="00207A2D" w:rsidP="00B90767">
      <w:pPr>
        <w:pStyle w:val="libNormal"/>
      </w:pPr>
      <w:r>
        <w:t>3. Membaca “Astaghfirullaha wa atuhu ilaih” setelah sujud pertama dan</w:t>
      </w:r>
    </w:p>
    <w:p w:rsidR="00207A2D" w:rsidRDefault="00207A2D" w:rsidP="00207A2D">
      <w:pPr>
        <w:pStyle w:val="libNormal"/>
      </w:pPr>
      <w:r>
        <w:t>badan telah duduk dengan tenang.</w:t>
      </w:r>
    </w:p>
    <w:p w:rsidR="00207A2D" w:rsidRDefault="00207A2D" w:rsidP="00207A2D">
      <w:pPr>
        <w:pStyle w:val="libNormal"/>
      </w:pPr>
      <w:r>
        <w:lastRenderedPageBreak/>
        <w:t xml:space="preserve">4. Membaca salawat </w:t>
      </w:r>
      <w:r w:rsidRPr="00207A2D">
        <w:rPr>
          <w:rStyle w:val="libAieChar"/>
          <w:rFonts w:hint="cs"/>
          <w:rtl/>
        </w:rPr>
        <w:t>اللهم صل علی محمد و آل محمد</w:t>
      </w:r>
      <w:r>
        <w:rPr>
          <w:lang w:bidi="fa-IR"/>
        </w:rPr>
        <w:t xml:space="preserve"> </w:t>
      </w:r>
      <w:r w:rsidR="004F1865">
        <w:t>dalam setiap sujud.</w:t>
      </w:r>
      <w:r w:rsidR="004F1865" w:rsidRPr="004F1865">
        <w:rPr>
          <w:rStyle w:val="libFootnotenumChar"/>
        </w:rPr>
        <w:footnoteReference w:id="291"/>
      </w:r>
    </w:p>
    <w:p w:rsidR="00363AE3" w:rsidRDefault="00363AE3" w:rsidP="00207A2D">
      <w:pPr>
        <w:pStyle w:val="libNormal"/>
      </w:pPr>
    </w:p>
    <w:p w:rsidR="00207A2D" w:rsidRDefault="00207A2D" w:rsidP="00363AE3">
      <w:pPr>
        <w:pStyle w:val="Heading3"/>
      </w:pPr>
      <w:bookmarkStart w:id="222" w:name="_Toc422656717"/>
      <w:r>
        <w:t>Sujud Wajib Al-Quran</w:t>
      </w:r>
      <w:bookmarkEnd w:id="222"/>
    </w:p>
    <w:p w:rsidR="00207A2D" w:rsidRDefault="00207A2D" w:rsidP="00207A2D">
      <w:pPr>
        <w:pStyle w:val="libNormal"/>
      </w:pPr>
      <w:r>
        <w:rPr>
          <w:rFonts w:hint="eastAsia"/>
        </w:rPr>
        <w:t>·</w:t>
      </w:r>
      <w:r>
        <w:t xml:space="preserve"> Di dalam Al-Quran, terdapat ayat sujud yang termaktub dalam empat surah. Yakni, jika</w:t>
      </w:r>
    </w:p>
    <w:p w:rsidR="00207A2D" w:rsidRDefault="00207A2D" w:rsidP="00207A2D">
      <w:pPr>
        <w:pStyle w:val="libNormal"/>
      </w:pPr>
      <w:r>
        <w:t>seseorang membaca ayat tersebut atau mendengar orang lain membacanya, maka seusai</w:t>
      </w:r>
    </w:p>
    <w:p w:rsidR="00207A2D" w:rsidRDefault="00207A2D" w:rsidP="00207A2D">
      <w:pPr>
        <w:pStyle w:val="libNormal"/>
      </w:pPr>
      <w:r>
        <w:t>bacaan ayat ters</w:t>
      </w:r>
      <w:r w:rsidR="004F1865">
        <w:t>ebut dia harus segera bersujud.</w:t>
      </w:r>
      <w:r w:rsidR="004F1865" w:rsidRPr="004F1865">
        <w:rPr>
          <w:rStyle w:val="libFootnotenumChar"/>
        </w:rPr>
        <w:footnoteReference w:id="292"/>
      </w:r>
    </w:p>
    <w:p w:rsidR="00207A2D" w:rsidRDefault="00207A2D" w:rsidP="00207A2D">
      <w:pPr>
        <w:pStyle w:val="libNormal"/>
      </w:pPr>
      <w:r>
        <w:rPr>
          <w:rFonts w:hint="eastAsia"/>
        </w:rPr>
        <w:t>·</w:t>
      </w:r>
      <w:r>
        <w:t xml:space="preserve"> Surah-surah yang memuat ayat sujud antara lain:</w:t>
      </w:r>
    </w:p>
    <w:p w:rsidR="00207A2D" w:rsidRDefault="00207A2D" w:rsidP="00207A2D">
      <w:pPr>
        <w:pStyle w:val="libNormal"/>
      </w:pPr>
      <w:r>
        <w:t>a. Surah ke-32: Al-Sajadah.</w:t>
      </w:r>
    </w:p>
    <w:p w:rsidR="00207A2D" w:rsidRDefault="00207A2D" w:rsidP="00207A2D">
      <w:pPr>
        <w:pStyle w:val="libNormal"/>
      </w:pPr>
      <w:r>
        <w:t>b. Surah ke-41: Fussilat.</w:t>
      </w:r>
    </w:p>
    <w:p w:rsidR="00207A2D" w:rsidRDefault="00207A2D" w:rsidP="00207A2D">
      <w:pPr>
        <w:pStyle w:val="libNormal"/>
      </w:pPr>
      <w:r>
        <w:t>c. Surah ke-53: Al-Najm.</w:t>
      </w:r>
    </w:p>
    <w:p w:rsidR="00207A2D" w:rsidRDefault="004F1865" w:rsidP="00207A2D">
      <w:pPr>
        <w:pStyle w:val="libNormal"/>
      </w:pPr>
      <w:r>
        <w:t>d. Surah ke-96: Al-‘Alaq.</w:t>
      </w:r>
      <w:r w:rsidRPr="004F1865">
        <w:rPr>
          <w:rStyle w:val="libFootnotenumChar"/>
        </w:rPr>
        <w:footnoteReference w:id="293"/>
      </w:r>
    </w:p>
    <w:p w:rsidR="00207A2D" w:rsidRDefault="00207A2D" w:rsidP="00207A2D">
      <w:pPr>
        <w:pStyle w:val="libNormal"/>
      </w:pPr>
      <w:r>
        <w:rPr>
          <w:rFonts w:hint="eastAsia"/>
        </w:rPr>
        <w:t>·</w:t>
      </w:r>
      <w:r>
        <w:t xml:space="preserve"> Jika lupa bersujud, setiap kali i</w:t>
      </w:r>
      <w:r w:rsidR="004F1865">
        <w:t>ngat dia harus segera bersujud.</w:t>
      </w:r>
      <w:r w:rsidR="004F1865" w:rsidRPr="004F1865">
        <w:rPr>
          <w:rStyle w:val="libFootnotenumChar"/>
        </w:rPr>
        <w:footnoteReference w:id="294"/>
      </w:r>
    </w:p>
    <w:p w:rsidR="00207A2D" w:rsidRDefault="00207A2D" w:rsidP="00207A2D">
      <w:pPr>
        <w:pStyle w:val="libNormal"/>
      </w:pPr>
      <w:r>
        <w:rPr>
          <w:rFonts w:hint="eastAsia"/>
        </w:rPr>
        <w:t>·</w:t>
      </w:r>
      <w:r>
        <w:t xml:space="preserve"> Jika mendengar ayat sujud dari rekaman kaset, d</w:t>
      </w:r>
      <w:r w:rsidR="004F1865">
        <w:t>ia tidak wajib bersujud.</w:t>
      </w:r>
      <w:r w:rsidR="004F1865" w:rsidRPr="004F1865">
        <w:rPr>
          <w:rStyle w:val="libFootnotenumChar"/>
        </w:rPr>
        <w:footnoteReference w:id="295"/>
      </w:r>
      <w:r w:rsidR="004F1865">
        <w:t xml:space="preserve">. </w:t>
      </w:r>
      <w:r w:rsidR="004F1865" w:rsidRPr="004F1865">
        <w:rPr>
          <w:rStyle w:val="libFootnotenumChar"/>
        </w:rPr>
        <w:footnoteReference w:id="296"/>
      </w:r>
    </w:p>
    <w:p w:rsidR="00207A2D" w:rsidRDefault="00207A2D" w:rsidP="00207A2D">
      <w:pPr>
        <w:pStyle w:val="libNormal"/>
      </w:pPr>
      <w:r>
        <w:rPr>
          <w:rFonts w:hint="eastAsia"/>
        </w:rPr>
        <w:t>·</w:t>
      </w:r>
      <w:r>
        <w:t xml:space="preserve"> Jika ayat sujud diperdengarkan secara langsung melalui speaker, radio atau televisi—yakni</w:t>
      </w:r>
    </w:p>
    <w:p w:rsidR="00207A2D" w:rsidRDefault="00207A2D" w:rsidP="00207A2D">
      <w:pPr>
        <w:pStyle w:val="libNormal"/>
      </w:pPr>
      <w:r>
        <w:t>ada orang yangmembacanya pada saat itu dengan perantara alat-alat tersebut dan bukan dari</w:t>
      </w:r>
    </w:p>
    <w:p w:rsidR="00207A2D" w:rsidRDefault="00207A2D" w:rsidP="00207A2D">
      <w:pPr>
        <w:pStyle w:val="libNormal"/>
      </w:pPr>
      <w:r>
        <w:t>(rekaman) kaset—maka pen-dengarnya wajib bersuj</w:t>
      </w:r>
      <w:r w:rsidR="004F1865">
        <w:t>ud.</w:t>
      </w:r>
      <w:r w:rsidR="004F1865" w:rsidRPr="004F1865">
        <w:rPr>
          <w:rStyle w:val="libFootnotenumChar"/>
        </w:rPr>
        <w:footnoteReference w:id="297"/>
      </w:r>
    </w:p>
    <w:p w:rsidR="00207A2D" w:rsidRDefault="00207A2D" w:rsidP="00207A2D">
      <w:pPr>
        <w:pStyle w:val="libNormal"/>
      </w:pPr>
      <w:r>
        <w:rPr>
          <w:rFonts w:hint="eastAsia"/>
        </w:rPr>
        <w:t>·</w:t>
      </w:r>
      <w:r>
        <w:t xml:space="preserve"> Ketika bersujud untuk ayat sujud, dia harus meletakkan dahi di atas sesuatu yang sah untuk</w:t>
      </w:r>
    </w:p>
    <w:p w:rsidR="00207A2D" w:rsidRDefault="00207A2D" w:rsidP="00207A2D">
      <w:pPr>
        <w:pStyle w:val="libNormal"/>
      </w:pPr>
      <w:r>
        <w:lastRenderedPageBreak/>
        <w:t>dipakai sujud, akan tetapi tidak harus memenuhi syara</w:t>
      </w:r>
      <w:r w:rsidR="004F1865">
        <w:t>t-syarat yang lain dari sujud.</w:t>
      </w:r>
      <w:r w:rsidR="004F1865" w:rsidRPr="004F1865">
        <w:rPr>
          <w:rStyle w:val="libFootnotenumChar"/>
        </w:rPr>
        <w:footnoteReference w:id="298"/>
      </w:r>
      <w:r w:rsidR="004F1865">
        <w:t xml:space="preserve">. </w:t>
      </w:r>
      <w:r w:rsidR="004F1865" w:rsidRPr="004F1865">
        <w:rPr>
          <w:rStyle w:val="libFootnotenumChar"/>
        </w:rPr>
        <w:footnoteReference w:id="299"/>
      </w:r>
    </w:p>
    <w:p w:rsidR="00207A2D" w:rsidRDefault="00207A2D" w:rsidP="00207A2D">
      <w:pPr>
        <w:pStyle w:val="libNormal"/>
      </w:pPr>
      <w:r>
        <w:rPr>
          <w:rFonts w:hint="eastAsia"/>
        </w:rPr>
        <w:t>·</w:t>
      </w:r>
      <w:r>
        <w:t xml:space="preserve"> Tidak wajib membaca ziki</w:t>
      </w:r>
      <w:r w:rsidR="008B28D3">
        <w:t>r pada sujud ini, tetapi sunah.</w:t>
      </w:r>
      <w:r w:rsidR="008B28D3" w:rsidRPr="008B28D3">
        <w:rPr>
          <w:rStyle w:val="libFootnotenumChar"/>
        </w:rPr>
        <w:footnoteReference w:id="300"/>
      </w:r>
    </w:p>
    <w:p w:rsidR="00767AF0" w:rsidRDefault="00767AF0" w:rsidP="00207A2D">
      <w:pPr>
        <w:pStyle w:val="libNormal"/>
      </w:pPr>
    </w:p>
    <w:p w:rsidR="00207A2D" w:rsidRDefault="00207A2D" w:rsidP="00767AF0">
      <w:pPr>
        <w:pStyle w:val="Heading2"/>
      </w:pPr>
      <w:bookmarkStart w:id="223" w:name="_Toc422656718"/>
      <w:r>
        <w:t>Kesimpulan Pelajaran</w:t>
      </w:r>
      <w:bookmarkEnd w:id="223"/>
    </w:p>
    <w:p w:rsidR="00767AF0" w:rsidRDefault="00767AF0" w:rsidP="00207A2D">
      <w:pPr>
        <w:pStyle w:val="libNormal"/>
      </w:pPr>
    </w:p>
    <w:p w:rsidR="00207A2D" w:rsidRDefault="00207A2D" w:rsidP="00207A2D">
      <w:pPr>
        <w:pStyle w:val="libNormal"/>
      </w:pPr>
      <w:r>
        <w:t>1. Berdasarkan ihtiyath wajib, zikir rukuk tidak boleh ku-rang dari sekali membaca “Subhana</w:t>
      </w:r>
    </w:p>
    <w:p w:rsidR="00207A2D" w:rsidRDefault="00207A2D" w:rsidP="00207A2D">
      <w:pPr>
        <w:pStyle w:val="libNormal"/>
      </w:pPr>
      <w:r>
        <w:t>robbiyal ‘adhimi wa bihamdih” atau tiga kali membaca “Subhanallah”</w:t>
      </w:r>
    </w:p>
    <w:p w:rsidR="00207A2D" w:rsidRDefault="00207A2D" w:rsidP="00207A2D">
      <w:pPr>
        <w:pStyle w:val="libNormal"/>
      </w:pPr>
      <w:r>
        <w:t>2. Seluruh zikir sujud harus dibaca ketika badan dalam keadaan tenang.</w:t>
      </w:r>
    </w:p>
    <w:p w:rsidR="00207A2D" w:rsidRDefault="00207A2D" w:rsidP="00207A2D">
      <w:pPr>
        <w:pStyle w:val="libNormal"/>
      </w:pPr>
      <w:r>
        <w:t>3. Dalam sujud, tujuh anggota badan berikut ini harus berada di atas tanah: dahi, dua telapak</w:t>
      </w:r>
    </w:p>
    <w:p w:rsidR="00207A2D" w:rsidRDefault="00207A2D" w:rsidP="00207A2D">
      <w:pPr>
        <w:pStyle w:val="libNormal"/>
      </w:pPr>
      <w:r>
        <w:t>tangan, dua lutut, ujung jempol kaki.</w:t>
      </w:r>
    </w:p>
    <w:p w:rsidR="00207A2D" w:rsidRDefault="00207A2D" w:rsidP="00207A2D">
      <w:pPr>
        <w:pStyle w:val="libNormal"/>
      </w:pPr>
      <w:r>
        <w:t>4. Tempat sujud harus rata; tidak boleh lebih rendah dan lebih tinggi dari empat jari rapat.</w:t>
      </w:r>
    </w:p>
    <w:p w:rsidR="00207A2D" w:rsidRDefault="00207A2D" w:rsidP="00207A2D">
      <w:pPr>
        <w:pStyle w:val="libNormal"/>
      </w:pPr>
      <w:r>
        <w:t>5. Sah bersujud di atas kayu, tanah, batu, batu bata yang masih baku dan batu bata yang sudah</w:t>
      </w:r>
    </w:p>
    <w:p w:rsidR="00207A2D" w:rsidRDefault="00207A2D" w:rsidP="00207A2D">
      <w:pPr>
        <w:pStyle w:val="libNormal"/>
      </w:pPr>
      <w:r>
        <w:t>dimasak adalah sah.</w:t>
      </w:r>
    </w:p>
    <w:p w:rsidR="00207A2D" w:rsidRDefault="00207A2D" w:rsidP="00207A2D">
      <w:pPr>
        <w:pStyle w:val="libNormal"/>
      </w:pPr>
      <w:r>
        <w:t>6. Tidak sah bersujud di atas sesuatu yang tumbuh dari tanah yang menjadi bahan makanan dan</w:t>
      </w:r>
    </w:p>
    <w:p w:rsidR="00207A2D" w:rsidRDefault="00207A2D" w:rsidP="00207A2D">
      <w:pPr>
        <w:pStyle w:val="libNormal"/>
      </w:pPr>
      <w:r>
        <w:t>pakaian ma-nusia.</w:t>
      </w:r>
    </w:p>
    <w:p w:rsidR="007257F1" w:rsidRDefault="00207A2D" w:rsidP="004C16F5">
      <w:pPr>
        <w:pStyle w:val="libNormal"/>
      </w:pPr>
      <w:r>
        <w:t xml:space="preserve">7. Yang paling utama untuk dipakai sujud adalah turbah (tanah) </w:t>
      </w:r>
      <w:r w:rsidRPr="004C16F5">
        <w:t>Karbala</w:t>
      </w:r>
      <w:r>
        <w:t>.</w:t>
      </w:r>
    </w:p>
    <w:p w:rsidR="002D1505" w:rsidRDefault="002D1505" w:rsidP="002D1505">
      <w:pPr>
        <w:pStyle w:val="libNormal"/>
      </w:pPr>
      <w:r>
        <w:t>8. Surah-surah seperti Al-Sajadah, Fussilat, Al-Najm, Al-‘Alaq memuat ayat sujud yang apabila</w:t>
      </w:r>
    </w:p>
    <w:p w:rsidR="002D1505" w:rsidRDefault="002D1505" w:rsidP="002D1505">
      <w:pPr>
        <w:pStyle w:val="libNormal"/>
      </w:pPr>
      <w:r>
        <w:t>seseorang mem-baca atau mendengarnya, dia wajib bersujud.</w:t>
      </w:r>
    </w:p>
    <w:p w:rsidR="002D1505" w:rsidRDefault="002D1505" w:rsidP="002D1505">
      <w:pPr>
        <w:pStyle w:val="libNormal"/>
      </w:pPr>
      <w:r>
        <w:lastRenderedPageBreak/>
        <w:t>9. Tidak wajib bersujud jika mendengar ayat sujud dari rekaman. Akan tetapi, jika bacaan ayat</w:t>
      </w:r>
    </w:p>
    <w:p w:rsidR="002D1505" w:rsidRDefault="002D1505" w:rsidP="002D1505">
      <w:pPr>
        <w:pStyle w:val="libNormal"/>
      </w:pPr>
      <w:r>
        <w:t>tersebut disiar-kan secara langsung melalui speaker, radio atau televisi (dan bukan rekaman),</w:t>
      </w:r>
    </w:p>
    <w:p w:rsidR="002D1505" w:rsidRDefault="002D1505" w:rsidP="002D1505">
      <w:pPr>
        <w:pStyle w:val="libNormal"/>
      </w:pPr>
      <w:r>
        <w:t>maka wajib bersujud.</w:t>
      </w:r>
    </w:p>
    <w:p w:rsidR="002D1505" w:rsidRDefault="002D1505" w:rsidP="002D1505">
      <w:pPr>
        <w:pStyle w:val="libNormal"/>
      </w:pPr>
      <w:r>
        <w:t>Pertanyaan:</w:t>
      </w:r>
    </w:p>
    <w:p w:rsidR="002D1505" w:rsidRDefault="002D1505" w:rsidP="002D1505">
      <w:pPr>
        <w:pStyle w:val="libNormal"/>
      </w:pPr>
      <w:r>
        <w:t>1. Apakah definisi sujud? Dan ia termasuk dari yang mana di antara macam-macam kewajiban</w:t>
      </w:r>
    </w:p>
    <w:p w:rsidR="002D1505" w:rsidRDefault="002D1505" w:rsidP="002D1505">
      <w:pPr>
        <w:pStyle w:val="libNormal"/>
      </w:pPr>
      <w:r>
        <w:t>salat?</w:t>
      </w:r>
    </w:p>
    <w:p w:rsidR="002D1505" w:rsidRDefault="002D1505" w:rsidP="002D1505">
      <w:pPr>
        <w:pStyle w:val="libNormal"/>
      </w:pPr>
      <w:r>
        <w:t>2. Jelaskan ukuran zikir wajib dalam sujud!</w:t>
      </w:r>
    </w:p>
    <w:p w:rsidR="002D1505" w:rsidRDefault="002D1505" w:rsidP="002D1505">
      <w:pPr>
        <w:pStyle w:val="libNormal"/>
      </w:pPr>
      <w:r>
        <w:t>3. Apa yang dimaksud dengan muwalat di antara dua sujud? Jelaskan!</w:t>
      </w:r>
    </w:p>
    <w:p w:rsidR="002D1505" w:rsidRDefault="002D1505" w:rsidP="002D1505">
      <w:pPr>
        <w:pStyle w:val="libNormal"/>
      </w:pPr>
      <w:r>
        <w:t>4. Apa hukum bersujud di atas kayu, kulit kenari, kulit apel dan kulit jeruk?</w:t>
      </w:r>
    </w:p>
    <w:p w:rsidR="002D1505" w:rsidRDefault="002D1505" w:rsidP="002D1505">
      <w:pPr>
        <w:pStyle w:val="libNormal"/>
      </w:pPr>
      <w:r>
        <w:t>5. Apa hukum bersujud di atas kertas dan bungkus korek api?</w:t>
      </w:r>
    </w:p>
    <w:p w:rsidR="002D1505" w:rsidRDefault="002D1505" w:rsidP="002D1505">
      <w:pPr>
        <w:pStyle w:val="libNormal"/>
      </w:pPr>
      <w:r>
        <w:t>6. Jika seseorang tidak bisa bersujud secara normal, apa yang harus dia lakukan untuk kewajiban</w:t>
      </w:r>
    </w:p>
    <w:p w:rsidR="002D1505" w:rsidRDefault="002D1505" w:rsidP="002D1505">
      <w:pPr>
        <w:pStyle w:val="libNormal"/>
      </w:pPr>
      <w:r>
        <w:t>sujudnya?</w:t>
      </w:r>
    </w:p>
    <w:p w:rsidR="00F558A9" w:rsidRDefault="002D1505" w:rsidP="002D1505">
      <w:pPr>
        <w:pStyle w:val="libNormal"/>
      </w:pPr>
      <w:r>
        <w:t>7. Sambilmerujuk ke Al-Quran, tulislah ayat-ayat yangmenyebabkan sujud wajib!</w:t>
      </w:r>
    </w:p>
    <w:p w:rsidR="00F558A9" w:rsidRPr="00F558A9" w:rsidRDefault="00F558A9">
      <w:r>
        <w:br w:type="page"/>
      </w:r>
    </w:p>
    <w:p w:rsidR="00672396" w:rsidRDefault="00672396" w:rsidP="00672396">
      <w:pPr>
        <w:pStyle w:val="Heading1Center"/>
      </w:pPr>
      <w:bookmarkStart w:id="224" w:name="_Toc422656719"/>
      <w:r>
        <w:lastRenderedPageBreak/>
        <w:t>Pelajaran 20</w:t>
      </w:r>
      <w:bookmarkEnd w:id="224"/>
    </w:p>
    <w:p w:rsidR="00672396" w:rsidRDefault="00672396" w:rsidP="00672396">
      <w:pPr>
        <w:pStyle w:val="Heading1Center"/>
      </w:pPr>
      <w:bookmarkStart w:id="225" w:name="_Toc422656720"/>
      <w:r>
        <w:t>KEWAJIBAN-KEWAJIBAN</w:t>
      </w:r>
      <w:bookmarkEnd w:id="225"/>
    </w:p>
    <w:p w:rsidR="00672396" w:rsidRDefault="00672396" w:rsidP="00672396">
      <w:pPr>
        <w:pStyle w:val="Heading1Center"/>
      </w:pPr>
      <w:bookmarkStart w:id="226" w:name="_Toc422656721"/>
      <w:r>
        <w:t>SALAT (4)</w:t>
      </w:r>
      <w:bookmarkEnd w:id="226"/>
    </w:p>
    <w:p w:rsidR="00672396" w:rsidRDefault="00672396" w:rsidP="00672396">
      <w:pPr>
        <w:pStyle w:val="libNormal"/>
      </w:pPr>
    </w:p>
    <w:p w:rsidR="00672396" w:rsidRDefault="00672396" w:rsidP="00833301">
      <w:pPr>
        <w:pStyle w:val="Heading2Center"/>
      </w:pPr>
      <w:bookmarkStart w:id="227" w:name="_Toc422656722"/>
      <w:r>
        <w:t>TASYAHUD</w:t>
      </w:r>
      <w:bookmarkEnd w:id="227"/>
    </w:p>
    <w:p w:rsidR="00996218" w:rsidRDefault="00996218" w:rsidP="00672396">
      <w:pPr>
        <w:pStyle w:val="libNormal"/>
      </w:pPr>
    </w:p>
    <w:p w:rsidR="00672396" w:rsidRDefault="00672396" w:rsidP="00672396">
      <w:pPr>
        <w:pStyle w:val="libNormal"/>
      </w:pPr>
      <w:r>
        <w:t>Pada rakaat kedua dan rakaat terakhir dari salat-salat wajib, setelah sujud yang kedua pelaku salat</w:t>
      </w:r>
    </w:p>
    <w:p w:rsidR="00672396" w:rsidRDefault="00672396" w:rsidP="00672396">
      <w:pPr>
        <w:pStyle w:val="libNormal"/>
      </w:pPr>
      <w:r>
        <w:t>harus duduk dan—ketika badan telah tenang—harus membaca tasyahud sebagai berikut:</w:t>
      </w:r>
    </w:p>
    <w:p w:rsidR="00672396" w:rsidRDefault="00672396" w:rsidP="00672396">
      <w:pPr>
        <w:pStyle w:val="libNormal"/>
      </w:pPr>
      <w:r>
        <w:t>Asyhadu alla ilaha illallahu</w:t>
      </w:r>
    </w:p>
    <w:p w:rsidR="00672396" w:rsidRDefault="00672396" w:rsidP="00672396">
      <w:pPr>
        <w:pStyle w:val="libNormal"/>
      </w:pPr>
      <w:r>
        <w:t>wahdahu la syarikalah,wa</w:t>
      </w:r>
    </w:p>
    <w:p w:rsidR="00672396" w:rsidRDefault="00672396" w:rsidP="00672396">
      <w:pPr>
        <w:pStyle w:val="libNormal"/>
      </w:pPr>
      <w:r>
        <w:t>asyhadu anna Muhammadan</w:t>
      </w:r>
    </w:p>
    <w:p w:rsidR="00672396" w:rsidRDefault="00672396" w:rsidP="00672396">
      <w:pPr>
        <w:pStyle w:val="libNormal"/>
      </w:pPr>
      <w:r>
        <w:t>‘abduhu wa rosuluh,</w:t>
      </w:r>
    </w:p>
    <w:p w:rsidR="00672396" w:rsidRDefault="00672396" w:rsidP="00672396">
      <w:pPr>
        <w:pStyle w:val="libNormal"/>
      </w:pPr>
      <w:r>
        <w:t>Allahumma sholli ‘ala Muhammadin</w:t>
      </w:r>
    </w:p>
    <w:p w:rsidR="00672396" w:rsidRDefault="00672396" w:rsidP="00672396">
      <w:pPr>
        <w:pStyle w:val="libNormal"/>
      </w:pPr>
      <w:r>
        <w:t>wa ali Muhammad</w:t>
      </w:r>
      <w:r w:rsidR="00916434" w:rsidRPr="00916434">
        <w:rPr>
          <w:rStyle w:val="libFootnotenumChar"/>
        </w:rPr>
        <w:footnoteReference w:id="301"/>
      </w:r>
    </w:p>
    <w:p w:rsidR="00672396" w:rsidRDefault="00672396" w:rsidP="00672396">
      <w:pPr>
        <w:pStyle w:val="libNormal"/>
      </w:pPr>
    </w:p>
    <w:p w:rsidR="00672396" w:rsidRDefault="00672396" w:rsidP="00833301">
      <w:pPr>
        <w:pStyle w:val="Heading2Center"/>
      </w:pPr>
      <w:bookmarkStart w:id="228" w:name="_Toc422656723"/>
      <w:r>
        <w:t>SALAM</w:t>
      </w:r>
      <w:bookmarkEnd w:id="228"/>
    </w:p>
    <w:p w:rsidR="00996218" w:rsidRDefault="00996218" w:rsidP="00672396">
      <w:pPr>
        <w:pStyle w:val="libNormal"/>
      </w:pPr>
    </w:p>
    <w:p w:rsidR="00672396" w:rsidRDefault="00672396" w:rsidP="00672396">
      <w:pPr>
        <w:pStyle w:val="libNormal"/>
      </w:pPr>
      <w:r>
        <w:t>1. Pada rakaat terakhir dari setiap salat, setelah tasyahud hendaknya pelaku salat membaca</w:t>
      </w:r>
    </w:p>
    <w:p w:rsidR="00672396" w:rsidRDefault="00672396" w:rsidP="00672396">
      <w:pPr>
        <w:pStyle w:val="libNormal"/>
      </w:pPr>
      <w:r>
        <w:t>salam, dan dengan salam tadi selesailah salatnya.</w:t>
      </w:r>
    </w:p>
    <w:p w:rsidR="00672396" w:rsidRDefault="00672396" w:rsidP="00672396">
      <w:pPr>
        <w:pStyle w:val="libNormal"/>
      </w:pPr>
      <w:r>
        <w:t>2. Batas wajibnya salam adalah salah satu dari kedua bacaan di bawah ini:</w:t>
      </w:r>
    </w:p>
    <w:p w:rsidR="00672396" w:rsidRDefault="00672396" w:rsidP="00672396">
      <w:pPr>
        <w:pStyle w:val="libNormal"/>
      </w:pPr>
      <w:r>
        <w:t>a.</w:t>
      </w:r>
    </w:p>
    <w:p w:rsidR="00672396" w:rsidRDefault="00672396" w:rsidP="00672396">
      <w:pPr>
        <w:pStyle w:val="libNormal"/>
      </w:pPr>
      <w:r>
        <w:t>Assalamu ’alaina wa ‘ala</w:t>
      </w:r>
    </w:p>
    <w:p w:rsidR="00672396" w:rsidRDefault="00672396" w:rsidP="00672396">
      <w:pPr>
        <w:pStyle w:val="libNormal"/>
      </w:pPr>
      <w:r>
        <w:rPr>
          <w:rFonts w:hint="eastAsia"/>
        </w:rPr>
        <w:t>‘</w:t>
      </w:r>
      <w:r>
        <w:t>ibadillahish sholihin</w:t>
      </w:r>
      <w:r w:rsidR="00916434" w:rsidRPr="00916434">
        <w:rPr>
          <w:rStyle w:val="libFootnotenumChar"/>
        </w:rPr>
        <w:footnoteReference w:id="302"/>
      </w:r>
    </w:p>
    <w:p w:rsidR="00672396" w:rsidRDefault="00672396" w:rsidP="00672396">
      <w:pPr>
        <w:pStyle w:val="libNormal"/>
      </w:pPr>
      <w:r>
        <w:t>b.</w:t>
      </w:r>
    </w:p>
    <w:p w:rsidR="00672396" w:rsidRDefault="00672396" w:rsidP="00672396">
      <w:pPr>
        <w:pStyle w:val="libNormal"/>
      </w:pPr>
      <w:r>
        <w:t>Assalamu ‘alaikum wa</w:t>
      </w:r>
    </w:p>
    <w:p w:rsidR="00672396" w:rsidRDefault="00672396" w:rsidP="00672396">
      <w:pPr>
        <w:pStyle w:val="libNormal"/>
      </w:pPr>
      <w:r>
        <w:t>rohmatullahi wa barokatuh</w:t>
      </w:r>
      <w:r w:rsidR="00916434" w:rsidRPr="00916434">
        <w:rPr>
          <w:rStyle w:val="libFootnotenumChar"/>
        </w:rPr>
        <w:footnoteReference w:id="303"/>
      </w:r>
    </w:p>
    <w:p w:rsidR="00672396" w:rsidRDefault="00672396" w:rsidP="00672396">
      <w:pPr>
        <w:pStyle w:val="libNormal"/>
      </w:pPr>
      <w:r>
        <w:lastRenderedPageBreak/>
        <w:t>3. Sebelum membaca dua salam tadi, sunah membaca salam berikut ini:</w:t>
      </w:r>
    </w:p>
    <w:p w:rsidR="003900E1" w:rsidRDefault="003900E1" w:rsidP="003900E1">
      <w:pPr>
        <w:pStyle w:val="libAie"/>
      </w:pPr>
      <w:r>
        <w:rPr>
          <w:rFonts w:hint="cs"/>
          <w:rtl/>
        </w:rPr>
        <w:t>السلام علیک ایها النبی ورحمه الله و برکاته</w:t>
      </w:r>
    </w:p>
    <w:p w:rsidR="00672396" w:rsidRDefault="00672396" w:rsidP="00BD3395">
      <w:pPr>
        <w:pStyle w:val="libNormal"/>
      </w:pPr>
      <w:r>
        <w:t>Artinya, sunah membaca ketiga salam di atas ini dengan urutan sebagaiman</w:t>
      </w:r>
      <w:r w:rsidR="00916434">
        <w:t>a di bawah ini:</w:t>
      </w:r>
      <w:r w:rsidR="00916434" w:rsidRPr="00916434">
        <w:rPr>
          <w:rStyle w:val="libFootnotenumChar"/>
        </w:rPr>
        <w:footnoteReference w:id="304"/>
      </w:r>
    </w:p>
    <w:p w:rsidR="003900E1" w:rsidRDefault="003900E1" w:rsidP="00BD3395">
      <w:pPr>
        <w:pStyle w:val="libAie"/>
      </w:pPr>
      <w:r>
        <w:rPr>
          <w:rFonts w:hint="cs"/>
          <w:rtl/>
        </w:rPr>
        <w:t>السلام علیک ایها النبی ورحمه الله و برکاته</w:t>
      </w:r>
    </w:p>
    <w:p w:rsidR="004C16F5" w:rsidRDefault="003900E1" w:rsidP="00BD3395">
      <w:pPr>
        <w:pStyle w:val="libAie"/>
        <w:rPr>
          <w:rtl/>
        </w:rPr>
      </w:pPr>
      <w:r>
        <w:rPr>
          <w:rFonts w:hint="cs"/>
          <w:rtl/>
        </w:rPr>
        <w:t>السلام علینا و علی عباده الصالحین</w:t>
      </w:r>
    </w:p>
    <w:p w:rsidR="003900E1" w:rsidRDefault="003900E1" w:rsidP="00BD3395">
      <w:pPr>
        <w:pStyle w:val="libAie"/>
      </w:pPr>
      <w:r>
        <w:rPr>
          <w:rFonts w:hint="cs"/>
          <w:rtl/>
        </w:rPr>
        <w:t>السلام علیکم ورحمه الله و برکاته</w:t>
      </w:r>
    </w:p>
    <w:p w:rsidR="0063718B" w:rsidRDefault="0063718B" w:rsidP="0063718B">
      <w:pPr>
        <w:pStyle w:val="libNormal"/>
      </w:pPr>
    </w:p>
    <w:p w:rsidR="00833301" w:rsidRDefault="00833301" w:rsidP="00996218">
      <w:pPr>
        <w:pStyle w:val="Heading2Center"/>
      </w:pPr>
      <w:bookmarkStart w:id="229" w:name="_Toc422656724"/>
      <w:r>
        <w:t>TERTIB</w:t>
      </w:r>
      <w:bookmarkEnd w:id="229"/>
    </w:p>
    <w:p w:rsidR="00996218" w:rsidRDefault="00996218" w:rsidP="00833301">
      <w:pPr>
        <w:pStyle w:val="libNormal"/>
      </w:pPr>
    </w:p>
    <w:p w:rsidR="00833301" w:rsidRDefault="00833301" w:rsidP="00833301">
      <w:pPr>
        <w:pStyle w:val="libNormal"/>
      </w:pPr>
      <w:r>
        <w:t>Salat harus dikerjakan sesuai dengan urutan dan ketertiban sebagai berikut; pertama-tama</w:t>
      </w:r>
    </w:p>
    <w:p w:rsidR="00833301" w:rsidRDefault="00833301" w:rsidP="00833301">
      <w:pPr>
        <w:pStyle w:val="libNormal"/>
      </w:pPr>
      <w:r>
        <w:t>takbirotul ihrom, lalu bacaan, lalu rukuk, lalu sujud, lalu membaca tasyahud pada rakaat kedua</w:t>
      </w:r>
    </w:p>
    <w:p w:rsidR="00833301" w:rsidRDefault="00833301" w:rsidP="00833301">
      <w:pPr>
        <w:pStyle w:val="libNormal"/>
      </w:pPr>
      <w:r>
        <w:t>setelah sujud, dan membaca salam pada rakaat terakhir setelah tasyahud.</w:t>
      </w:r>
    </w:p>
    <w:p w:rsidR="00996218" w:rsidRDefault="00996218" w:rsidP="00833301">
      <w:pPr>
        <w:pStyle w:val="libNormal"/>
      </w:pPr>
    </w:p>
    <w:p w:rsidR="00833301" w:rsidRDefault="00833301" w:rsidP="00996218">
      <w:pPr>
        <w:pStyle w:val="Heading2Center"/>
      </w:pPr>
      <w:bookmarkStart w:id="230" w:name="_Toc422656725"/>
      <w:r>
        <w:t>MUWALAT</w:t>
      </w:r>
      <w:bookmarkEnd w:id="230"/>
    </w:p>
    <w:p w:rsidR="00996218" w:rsidRDefault="00996218" w:rsidP="00833301">
      <w:pPr>
        <w:pStyle w:val="libNormal"/>
      </w:pPr>
    </w:p>
    <w:p w:rsidR="00833301" w:rsidRDefault="00833301" w:rsidP="00833301">
      <w:pPr>
        <w:pStyle w:val="libNormal"/>
      </w:pPr>
      <w:r>
        <w:t>1. Muwalat adalah berturut-turutnya semua pekerjaan salat, dan tidak ada selisih waktu di</w:t>
      </w:r>
    </w:p>
    <w:p w:rsidR="00833301" w:rsidRDefault="00833301" w:rsidP="00833301">
      <w:pPr>
        <w:pStyle w:val="libNormal"/>
      </w:pPr>
      <w:r>
        <w:t>antara pekerjaan-pekerjaan tersebut.</w:t>
      </w:r>
    </w:p>
    <w:p w:rsidR="00833301" w:rsidRDefault="00833301" w:rsidP="00833301">
      <w:pPr>
        <w:pStyle w:val="libNormal"/>
      </w:pPr>
      <w:r>
        <w:t>2. Jika di antara pekerjaan-pekerjaan salat terdapat selisih sehingga tidak dapat lagi dikatakan</w:t>
      </w:r>
    </w:p>
    <w:p w:rsidR="00833301" w:rsidRDefault="00833301" w:rsidP="00833301">
      <w:pPr>
        <w:pStyle w:val="libNormal"/>
      </w:pPr>
      <w:r>
        <w:t>bahwa itu adalah salat, maka salatnya batal.</w:t>
      </w:r>
      <w:r w:rsidRPr="00833301">
        <w:rPr>
          <w:rStyle w:val="libFootnotenumChar"/>
        </w:rPr>
        <w:footnoteReference w:id="305"/>
      </w:r>
    </w:p>
    <w:p w:rsidR="00833301" w:rsidRDefault="00833301" w:rsidP="00833301">
      <w:pPr>
        <w:pStyle w:val="libNormal"/>
      </w:pPr>
      <w:r>
        <w:t>3. Memperlama rukuk dan sujud dan membaca surah-surah yang panjang tidaklah merusak</w:t>
      </w:r>
    </w:p>
    <w:p w:rsidR="00833301" w:rsidRDefault="00833301" w:rsidP="00833301">
      <w:pPr>
        <w:pStyle w:val="libNormal"/>
      </w:pPr>
      <w:r>
        <w:t>muwalat salat.</w:t>
      </w:r>
      <w:r w:rsidRPr="00833301">
        <w:rPr>
          <w:rStyle w:val="libFootnotenumChar"/>
        </w:rPr>
        <w:footnoteReference w:id="306"/>
      </w:r>
    </w:p>
    <w:p w:rsidR="00833301" w:rsidRDefault="00833301" w:rsidP="00833301">
      <w:pPr>
        <w:pStyle w:val="libNormal"/>
      </w:pPr>
      <w:r>
        <w:t>* * *</w:t>
      </w:r>
    </w:p>
    <w:p w:rsidR="00AC420A" w:rsidRDefault="00AC420A" w:rsidP="00833301">
      <w:pPr>
        <w:pStyle w:val="libNormal"/>
      </w:pPr>
    </w:p>
    <w:p w:rsidR="00833301" w:rsidRDefault="00833301" w:rsidP="00AC420A">
      <w:pPr>
        <w:pStyle w:val="Heading2Center"/>
      </w:pPr>
      <w:bookmarkStart w:id="231" w:name="_Toc422656726"/>
      <w:r>
        <w:lastRenderedPageBreak/>
        <w:t>QUNUT</w:t>
      </w:r>
      <w:bookmarkEnd w:id="231"/>
    </w:p>
    <w:p w:rsidR="00AC420A" w:rsidRDefault="00AC420A" w:rsidP="00833301">
      <w:pPr>
        <w:pStyle w:val="libNormal"/>
      </w:pPr>
    </w:p>
    <w:p w:rsidR="00833301" w:rsidRDefault="00833301" w:rsidP="00833301">
      <w:pPr>
        <w:pStyle w:val="libNormal"/>
      </w:pPr>
      <w:r>
        <w:t>1. Pada rakaat kedua, setelah membaca Al-Fatihah dan surah dan sebelum rukuk, disunahkan</w:t>
      </w:r>
    </w:p>
    <w:p w:rsidR="00833301" w:rsidRDefault="00833301" w:rsidP="00833301">
      <w:pPr>
        <w:pStyle w:val="libNormal"/>
      </w:pPr>
      <w:r>
        <w:t>membaca qunut, yaitu mengangkat tangan sejajar dengan wajah sambil membaca doa atau</w:t>
      </w:r>
    </w:p>
    <w:p w:rsidR="00833301" w:rsidRDefault="00833301" w:rsidP="00833301">
      <w:pPr>
        <w:pStyle w:val="libNormal"/>
      </w:pPr>
      <w:r>
        <w:t>zikir.</w:t>
      </w:r>
      <w:r w:rsidRPr="00833301">
        <w:rPr>
          <w:rStyle w:val="libFootnotenumChar"/>
        </w:rPr>
        <w:footnoteReference w:id="307"/>
      </w:r>
    </w:p>
    <w:p w:rsidR="00833301" w:rsidRDefault="00833301" w:rsidP="001E3F5C">
      <w:pPr>
        <w:pStyle w:val="libNormal"/>
      </w:pPr>
      <w:r>
        <w:t>2. Dalam qunut, boleh membaca zikir apa saja walaupun zikir “Subhanallah” sekali saja.</w:t>
      </w:r>
    </w:p>
    <w:p w:rsidR="00833301" w:rsidRDefault="00833301" w:rsidP="00833301">
      <w:pPr>
        <w:pStyle w:val="libNormal"/>
      </w:pPr>
      <w:r>
        <w:t>Bisa juga mem-baca doa berikut ini:</w:t>
      </w:r>
    </w:p>
    <w:p w:rsidR="00BB346D" w:rsidRDefault="00BB346D" w:rsidP="00CB0DD6">
      <w:pPr>
        <w:pStyle w:val="libNormal"/>
        <w:rPr>
          <w:rtl/>
        </w:rPr>
      </w:pPr>
      <w:r w:rsidRPr="005D2513">
        <w:rPr>
          <w:rStyle w:val="libAieChar"/>
          <w:rFonts w:hint="cs"/>
          <w:rtl/>
        </w:rPr>
        <w:t>ربنا آتینا فی الدنیا حسنه و فی الاخره حسنه و قنا عذاب النار</w:t>
      </w:r>
      <w:r>
        <w:rPr>
          <w:rFonts w:hint="cs"/>
          <w:rtl/>
        </w:rPr>
        <w:t xml:space="preserve"> </w:t>
      </w:r>
      <w:r w:rsidR="00CB0DD6" w:rsidRPr="00CB0DD6">
        <w:rPr>
          <w:rStyle w:val="libFootnotenumChar"/>
          <w:rtl/>
        </w:rPr>
        <w:footnoteReference w:id="308"/>
      </w:r>
    </w:p>
    <w:p w:rsidR="00AC420A" w:rsidRDefault="00AC420A" w:rsidP="00833301">
      <w:pPr>
        <w:pStyle w:val="libNormal"/>
      </w:pPr>
    </w:p>
    <w:p w:rsidR="00833301" w:rsidRDefault="00833301" w:rsidP="00AC420A">
      <w:pPr>
        <w:pStyle w:val="Heading2Center"/>
      </w:pPr>
      <w:bookmarkStart w:id="232" w:name="_Toc422656727"/>
      <w:r>
        <w:t>TA’QIB SALAT</w:t>
      </w:r>
      <w:bookmarkEnd w:id="232"/>
    </w:p>
    <w:p w:rsidR="00AC420A" w:rsidRDefault="00AC420A" w:rsidP="00833301">
      <w:pPr>
        <w:pStyle w:val="libNormal"/>
      </w:pPr>
    </w:p>
    <w:p w:rsidR="00833301" w:rsidRDefault="00833301" w:rsidP="00833301">
      <w:pPr>
        <w:pStyle w:val="libNormal"/>
      </w:pPr>
      <w:r>
        <w:t>Ta’qib dalam kaitannya dengan salat yaitu membaca zikir dan doa seusai salat.</w:t>
      </w:r>
    </w:p>
    <w:p w:rsidR="00833301" w:rsidRDefault="00833301" w:rsidP="00833301">
      <w:pPr>
        <w:pStyle w:val="libNormal"/>
      </w:pPr>
      <w:r>
        <w:t>1. Ketika berzikir dan berdoa, sebaiknya menghadap kiblat.</w:t>
      </w:r>
    </w:p>
    <w:p w:rsidR="00833301" w:rsidRDefault="00833301" w:rsidP="00833301">
      <w:pPr>
        <w:pStyle w:val="libNormal"/>
      </w:pPr>
      <w:r>
        <w:t>2. Ta’qib tidak harus berbahasa Arab, akan tetapi apa saja yang dianjurkan dalam kitab-kitab doa</w:t>
      </w:r>
    </w:p>
    <w:p w:rsidR="00833301" w:rsidRDefault="00833301" w:rsidP="00833301">
      <w:pPr>
        <w:pStyle w:val="libNormal"/>
      </w:pPr>
      <w:r>
        <w:t>sebaik-nya dibaca.</w:t>
      </w:r>
    </w:p>
    <w:p w:rsidR="00833301" w:rsidRDefault="00833301" w:rsidP="006F4FFA">
      <w:pPr>
        <w:pStyle w:val="libNormal"/>
      </w:pPr>
      <w:r>
        <w:t>3. Sunah membaca tasbih Zahra a.s. Yakni, “Allahu akbar” ( 34 kali</w:t>
      </w:r>
      <w:r w:rsidR="00676766">
        <w:t xml:space="preserve"> )</w:t>
      </w:r>
      <w:r>
        <w:t xml:space="preserve">, “Alhamdu lillah” </w:t>
      </w:r>
    </w:p>
    <w:p w:rsidR="00833301" w:rsidRDefault="00833301" w:rsidP="00752FE3">
      <w:pPr>
        <w:pStyle w:val="libNormal"/>
      </w:pPr>
      <w:r>
        <w:t>33 (</w:t>
      </w:r>
      <w:r w:rsidR="006F4FFA">
        <w:t xml:space="preserve"> </w:t>
      </w:r>
      <w:r>
        <w:t>kali</w:t>
      </w:r>
      <w:r w:rsidR="006F4FFA">
        <w:t xml:space="preserve"> )</w:t>
      </w:r>
      <w:r>
        <w:t xml:space="preserve"> dan “Subhanallah” ( 33 kali</w:t>
      </w:r>
      <w:r w:rsidR="00752FE3">
        <w:t>)</w:t>
      </w:r>
      <w:r w:rsidR="007E79D2">
        <w:t>.</w:t>
      </w:r>
      <w:r w:rsidR="007E79D2" w:rsidRPr="007E79D2">
        <w:rPr>
          <w:rStyle w:val="libFootnotenumChar"/>
        </w:rPr>
        <w:footnoteReference w:id="309"/>
      </w:r>
    </w:p>
    <w:p w:rsidR="00AC420A" w:rsidRDefault="00AC420A" w:rsidP="00833301">
      <w:pPr>
        <w:pStyle w:val="libNormal"/>
      </w:pPr>
    </w:p>
    <w:p w:rsidR="00833301" w:rsidRDefault="00833301" w:rsidP="00AC420A">
      <w:pPr>
        <w:pStyle w:val="Heading2"/>
      </w:pPr>
      <w:bookmarkStart w:id="233" w:name="_Toc422656728"/>
      <w:r>
        <w:t>Kesimpulan Pelajaran</w:t>
      </w:r>
      <w:bookmarkEnd w:id="233"/>
    </w:p>
    <w:p w:rsidR="00AC420A" w:rsidRDefault="00AC420A" w:rsidP="00833301">
      <w:pPr>
        <w:pStyle w:val="libNormal"/>
      </w:pPr>
    </w:p>
    <w:p w:rsidR="00833301" w:rsidRDefault="00833301" w:rsidP="00833301">
      <w:pPr>
        <w:pStyle w:val="libNormal"/>
      </w:pPr>
      <w:r>
        <w:t>1. Wajib membaca tasyahud pada rakaat kedua dan rakaat terakhir.</w:t>
      </w:r>
    </w:p>
    <w:p w:rsidR="00833301" w:rsidRDefault="00833301" w:rsidP="00833301">
      <w:pPr>
        <w:pStyle w:val="libNormal"/>
      </w:pPr>
      <w:r>
        <w:t>2. Salam adalah penutup salat dan dibaca pada rakaat terakhir setelah pembacaan tasyahud.</w:t>
      </w:r>
    </w:p>
    <w:p w:rsidR="00B16AA7" w:rsidRDefault="00B16AA7" w:rsidP="00B16AA7">
      <w:pPr>
        <w:pStyle w:val="libNormal"/>
      </w:pPr>
      <w:r>
        <w:lastRenderedPageBreak/>
        <w:t>3. Wajib menjaga urutan di antara pekerjaan-pekerjaan dalam salat.</w:t>
      </w:r>
    </w:p>
    <w:p w:rsidR="00B16AA7" w:rsidRDefault="00B16AA7" w:rsidP="00B16AA7">
      <w:pPr>
        <w:pStyle w:val="libNormal"/>
      </w:pPr>
      <w:r>
        <w:t>4. Tertib dan berurutannya pekerjaan-pekerjaan salat adalah berikut ini: takbirotul ihrom – bacaan</w:t>
      </w:r>
    </w:p>
    <w:p w:rsidR="00B16AA7" w:rsidRDefault="00B16AA7" w:rsidP="00B16AA7">
      <w:pPr>
        <w:pStyle w:val="libNormal"/>
      </w:pPr>
      <w:r>
        <w:t>– rukuk – sujud – membaca tasyahud pada rakaat kedua setelah sujud kedua – membaca</w:t>
      </w:r>
    </w:p>
    <w:p w:rsidR="00B16AA7" w:rsidRDefault="00B16AA7" w:rsidP="00B16AA7">
      <w:pPr>
        <w:pStyle w:val="libNormal"/>
      </w:pPr>
      <w:r>
        <w:t>salam pada rakaat terakhir setelah tasyahud.</w:t>
      </w:r>
    </w:p>
    <w:p w:rsidR="00B16AA7" w:rsidRDefault="00B16AA7" w:rsidP="00B16AA7">
      <w:pPr>
        <w:pStyle w:val="libNormal"/>
      </w:pPr>
      <w:r>
        <w:t>5. Pekerjaan-pekerjaan salat harus dilakukan secara ber-turut-turut. Maka, jika di antara</w:t>
      </w:r>
    </w:p>
    <w:p w:rsidR="00B16AA7" w:rsidRDefault="00B16AA7" w:rsidP="00B16AA7">
      <w:pPr>
        <w:pStyle w:val="libNormal"/>
      </w:pPr>
      <w:r>
        <w:t>pekerjaan-pekerjaan tersebut terdapat selisih waktu yang lama, maka salat tersebut batal.</w:t>
      </w:r>
    </w:p>
    <w:p w:rsidR="00B16AA7" w:rsidRDefault="00B16AA7" w:rsidP="00B16AA7">
      <w:pPr>
        <w:pStyle w:val="libNormal"/>
      </w:pPr>
    </w:p>
    <w:p w:rsidR="00B16AA7" w:rsidRDefault="00B16AA7" w:rsidP="00B16AA7">
      <w:pPr>
        <w:pStyle w:val="Heading2"/>
      </w:pPr>
      <w:bookmarkStart w:id="234" w:name="_Toc422656729"/>
      <w:r>
        <w:t>Pertanyaan:</w:t>
      </w:r>
      <w:bookmarkEnd w:id="234"/>
    </w:p>
    <w:p w:rsidR="00B16AA7" w:rsidRDefault="00B16AA7" w:rsidP="00B16AA7">
      <w:pPr>
        <w:pStyle w:val="libNormal"/>
      </w:pPr>
    </w:p>
    <w:p w:rsidR="00B16AA7" w:rsidRDefault="00B16AA7" w:rsidP="00B16AA7">
      <w:pPr>
        <w:pStyle w:val="libNormal"/>
      </w:pPr>
      <w:r>
        <w:t>1. Jelaskan letak urutan tasyahud dalam salat!</w:t>
      </w:r>
    </w:p>
    <w:p w:rsidR="00B16AA7" w:rsidRDefault="00B16AA7" w:rsidP="00B16AA7">
      <w:pPr>
        <w:pStyle w:val="libNormal"/>
      </w:pPr>
      <w:r>
        <w:t>2. Jelaskan hal-hal yang wajib dan hal-hal yang sunah dalam salat!</w:t>
      </w:r>
    </w:p>
    <w:p w:rsidR="00B16AA7" w:rsidRDefault="00B16AA7" w:rsidP="00B16AA7">
      <w:pPr>
        <w:pStyle w:val="libNormal"/>
      </w:pPr>
      <w:r>
        <w:t>3. Jelaskan perbedaan antara tertib dan muwalat!</w:t>
      </w:r>
    </w:p>
    <w:p w:rsidR="00D87739" w:rsidRDefault="00B16AA7" w:rsidP="00B16AA7">
      <w:pPr>
        <w:pStyle w:val="libNormal"/>
      </w:pPr>
      <w:r>
        <w:t>4. Tulislah doa dalam qunut selain yang disebutkan dalam pelajaran!</w:t>
      </w:r>
    </w:p>
    <w:p w:rsidR="00D87739" w:rsidRPr="00D87739" w:rsidRDefault="00D87739">
      <w:r>
        <w:br w:type="page"/>
      </w:r>
    </w:p>
    <w:p w:rsidR="00D87739" w:rsidRDefault="00D87739" w:rsidP="00D87739">
      <w:pPr>
        <w:pStyle w:val="Heading1Center"/>
      </w:pPr>
      <w:bookmarkStart w:id="235" w:name="_Toc422656730"/>
      <w:r>
        <w:lastRenderedPageBreak/>
        <w:t>Pelajaran 21</w:t>
      </w:r>
      <w:bookmarkEnd w:id="235"/>
    </w:p>
    <w:p w:rsidR="00D87739" w:rsidRDefault="00D87739" w:rsidP="00D87739">
      <w:pPr>
        <w:pStyle w:val="Heading1Center"/>
      </w:pPr>
      <w:bookmarkStart w:id="236" w:name="_Toc422656731"/>
      <w:r>
        <w:t>HAL-HAL YANG MEMBATALKAN SALAT</w:t>
      </w:r>
      <w:bookmarkEnd w:id="236"/>
    </w:p>
    <w:p w:rsidR="00D87739" w:rsidRDefault="00D87739" w:rsidP="00D87739">
      <w:pPr>
        <w:pStyle w:val="libNormal"/>
      </w:pPr>
    </w:p>
    <w:p w:rsidR="00D87739" w:rsidRDefault="00D87739" w:rsidP="00D87739">
      <w:pPr>
        <w:pStyle w:val="libNormal"/>
      </w:pPr>
      <w:r>
        <w:t>Dengan membaca takbirotul ihrom, pelaku salat telah memu-lai salatnya, dan sampai akhir salat</w:t>
      </w:r>
    </w:p>
    <w:p w:rsidR="00D87739" w:rsidRDefault="00D87739" w:rsidP="00D87739">
      <w:pPr>
        <w:pStyle w:val="libNormal"/>
      </w:pPr>
      <w:r>
        <w:t>ada beberapa hal yang diharamkan baginya; yang jika dia melakukan salah satu dari mereka,</w:t>
      </w:r>
    </w:p>
    <w:p w:rsidR="00D87739" w:rsidRDefault="00D87739" w:rsidP="00D87739">
      <w:pPr>
        <w:pStyle w:val="libNormal"/>
      </w:pPr>
      <w:r>
        <w:t>salatnya menjadi batal. Hal-hal yangmem-batalkan salat antara lain:</w:t>
      </w:r>
    </w:p>
    <w:p w:rsidR="00D87739" w:rsidRDefault="00D87739" w:rsidP="00D87739">
      <w:pPr>
        <w:pStyle w:val="libNormal"/>
      </w:pPr>
      <w:r>
        <w:t>1. Makan dan minum.</w:t>
      </w:r>
    </w:p>
    <w:p w:rsidR="00D87739" w:rsidRDefault="00D87739" w:rsidP="00D87739">
      <w:pPr>
        <w:pStyle w:val="libNormal"/>
      </w:pPr>
      <w:r>
        <w:t>2. Berbicara.</w:t>
      </w:r>
    </w:p>
    <w:p w:rsidR="00D87739" w:rsidRDefault="00D87739" w:rsidP="00D87739">
      <w:pPr>
        <w:pStyle w:val="libNormal"/>
      </w:pPr>
      <w:r>
        <w:t>3. Tertawa.</w:t>
      </w:r>
    </w:p>
    <w:p w:rsidR="00D87739" w:rsidRDefault="00D87739" w:rsidP="00D87739">
      <w:pPr>
        <w:pStyle w:val="libNormal"/>
      </w:pPr>
      <w:r>
        <w:t>4. Menangis.</w:t>
      </w:r>
    </w:p>
    <w:p w:rsidR="00D87739" w:rsidRDefault="00D87739" w:rsidP="00D87739">
      <w:pPr>
        <w:pStyle w:val="libNormal"/>
      </w:pPr>
      <w:r>
        <w:t>5. Menyimpang dari kiblat.</w:t>
      </w:r>
    </w:p>
    <w:p w:rsidR="00D87739" w:rsidRDefault="00D87739" w:rsidP="00D87739">
      <w:pPr>
        <w:pStyle w:val="libNormal"/>
      </w:pPr>
      <w:r>
        <w:t>6. Mengurangi atau menambahi rukun salat.</w:t>
      </w:r>
    </w:p>
    <w:p w:rsidR="00D87739" w:rsidRDefault="00186090" w:rsidP="00D87739">
      <w:pPr>
        <w:pStyle w:val="libNormal"/>
      </w:pPr>
      <w:r>
        <w:t>7. Merusak cara salat.</w:t>
      </w:r>
      <w:r w:rsidRPr="00186090">
        <w:rPr>
          <w:rStyle w:val="libFootnotenumChar"/>
        </w:rPr>
        <w:footnoteReference w:id="310"/>
      </w:r>
    </w:p>
    <w:p w:rsidR="006C55B9" w:rsidRDefault="006C55B9" w:rsidP="00D87739">
      <w:pPr>
        <w:pStyle w:val="libNormal"/>
      </w:pPr>
    </w:p>
    <w:p w:rsidR="00D87739" w:rsidRDefault="00D87739" w:rsidP="006C55B9">
      <w:pPr>
        <w:pStyle w:val="Heading2"/>
      </w:pPr>
      <w:bookmarkStart w:id="237" w:name="_Toc422656732"/>
      <w:r>
        <w:t>Hukum Hal-hal yang Membatalkan Salat</w:t>
      </w:r>
      <w:bookmarkEnd w:id="237"/>
    </w:p>
    <w:p w:rsidR="006C55B9" w:rsidRDefault="006C55B9" w:rsidP="00D87739">
      <w:pPr>
        <w:pStyle w:val="libNormal"/>
      </w:pPr>
    </w:p>
    <w:p w:rsidR="00D87739" w:rsidRDefault="00D87739" w:rsidP="006C55B9">
      <w:pPr>
        <w:pStyle w:val="Heading3"/>
      </w:pPr>
      <w:bookmarkStart w:id="238" w:name="_Toc422656733"/>
      <w:r>
        <w:t>1. Berbicara</w:t>
      </w:r>
      <w:bookmarkEnd w:id="238"/>
    </w:p>
    <w:p w:rsidR="00D87739" w:rsidRDefault="00D87739" w:rsidP="00D87739">
      <w:pPr>
        <w:pStyle w:val="libNormal"/>
      </w:pPr>
      <w:r>
        <w:t xml:space="preserve">o Jika pelaku salat </w:t>
      </w:r>
      <w:r w:rsidR="00186090">
        <w:t>sengaja mengucapkan sebuah kata</w:t>
      </w:r>
      <w:r w:rsidR="00186090" w:rsidRPr="00186090">
        <w:rPr>
          <w:rStyle w:val="libFootnotenumChar"/>
        </w:rPr>
        <w:footnoteReference w:id="311"/>
      </w:r>
      <w:r>
        <w:t xml:space="preserve"> yang dengannya ingin</w:t>
      </w:r>
    </w:p>
    <w:p w:rsidR="00D87739" w:rsidRDefault="00D87739" w:rsidP="00D87739">
      <w:pPr>
        <w:pStyle w:val="libNormal"/>
      </w:pPr>
      <w:r>
        <w:t>menyampaikan su</w:t>
      </w:r>
      <w:r w:rsidR="00186090">
        <w:t>atu makna, maka salatnya batal.</w:t>
      </w:r>
      <w:r w:rsidR="00186090" w:rsidRPr="00186090">
        <w:rPr>
          <w:rStyle w:val="libFootnotenumChar"/>
        </w:rPr>
        <w:footnoteReference w:id="312"/>
      </w:r>
    </w:p>
    <w:p w:rsidR="00D87739" w:rsidRDefault="00D87739" w:rsidP="00D87739">
      <w:pPr>
        <w:pStyle w:val="libNormal"/>
      </w:pPr>
      <w:r>
        <w:t>o Jika dia sengaja mengucapkan kata yang tersusun dari dua huruf atau lebih, sekalipun</w:t>
      </w:r>
    </w:p>
    <w:p w:rsidR="00D87739" w:rsidRDefault="00D87739" w:rsidP="00D87739">
      <w:pPr>
        <w:pStyle w:val="libNormal"/>
      </w:pPr>
      <w:r>
        <w:t>dengannya dia tidak ingin menyampaikan suatu makna, berdasar-kan ihtiyath wajib dia</w:t>
      </w:r>
    </w:p>
    <w:p w:rsidR="00D87739" w:rsidRDefault="00D87739" w:rsidP="00D87739">
      <w:pPr>
        <w:pStyle w:val="libNormal"/>
      </w:pPr>
      <w:r>
        <w:t>harus (menyelesaikan salatnya lalu) mengulang dari</w:t>
      </w:r>
      <w:r w:rsidR="00186090">
        <w:t xml:space="preserve"> awal.</w:t>
      </w:r>
      <w:r w:rsidR="00186090" w:rsidRPr="00186090">
        <w:rPr>
          <w:rStyle w:val="libFootnotenumChar"/>
        </w:rPr>
        <w:footnoteReference w:id="313"/>
      </w:r>
      <w:r w:rsidR="00186090">
        <w:t xml:space="preserve">. </w:t>
      </w:r>
      <w:r w:rsidR="00186090" w:rsidRPr="00186090">
        <w:rPr>
          <w:rStyle w:val="libFootnotenumChar"/>
        </w:rPr>
        <w:footnoteReference w:id="314"/>
      </w:r>
    </w:p>
    <w:p w:rsidR="00D87739" w:rsidRDefault="00D87739" w:rsidP="00D87739">
      <w:pPr>
        <w:pStyle w:val="libNormal"/>
      </w:pPr>
      <w:r>
        <w:lastRenderedPageBreak/>
        <w:t>o Selama dalam keadaan salat, dia tidak boleh meng-ucapkan salam kepada orang lain.</w:t>
      </w:r>
    </w:p>
    <w:p w:rsidR="00D87739" w:rsidRDefault="00D87739" w:rsidP="00D87739">
      <w:pPr>
        <w:pStyle w:val="libNormal"/>
      </w:pPr>
      <w:r>
        <w:t>Akan tetapi, jika seseorang mengucapkan salam kepadanya, dia (pe-laku salat) wajib</w:t>
      </w:r>
    </w:p>
    <w:p w:rsidR="00D87739" w:rsidRDefault="00D87739" w:rsidP="00D87739">
      <w:pPr>
        <w:pStyle w:val="libNormal"/>
      </w:pPr>
      <w:r>
        <w:t>menjawabnya dan harus mendahu-lukan kata salamnya, misalnya; “assalamu alaika”, atau</w:t>
      </w:r>
    </w:p>
    <w:p w:rsidR="00D87739" w:rsidRDefault="00D87739" w:rsidP="00D87739">
      <w:pPr>
        <w:pStyle w:val="libNormal"/>
      </w:pPr>
      <w:r>
        <w:t>“assalamu alaikum”. Jadi, tidak boleh menj</w:t>
      </w:r>
      <w:r w:rsidR="00186090">
        <w:t>awab begini, “alaikum salam”.</w:t>
      </w:r>
      <w:r w:rsidR="00186090" w:rsidRPr="00186090">
        <w:rPr>
          <w:rStyle w:val="libFootnotenumChar"/>
        </w:rPr>
        <w:footnoteReference w:id="315"/>
      </w:r>
      <w:r w:rsidR="00186090">
        <w:t xml:space="preserve">. </w:t>
      </w:r>
      <w:r w:rsidR="00186090" w:rsidRPr="00186090">
        <w:rPr>
          <w:rStyle w:val="libFootnotenumChar"/>
        </w:rPr>
        <w:footnoteReference w:id="316"/>
      </w:r>
    </w:p>
    <w:p w:rsidR="006C55B9" w:rsidRDefault="006C55B9" w:rsidP="00D87739">
      <w:pPr>
        <w:pStyle w:val="libNormal"/>
      </w:pPr>
    </w:p>
    <w:p w:rsidR="00D87739" w:rsidRDefault="00D87739" w:rsidP="006C55B9">
      <w:pPr>
        <w:pStyle w:val="Heading3"/>
      </w:pPr>
      <w:bookmarkStart w:id="239" w:name="_Toc422656734"/>
      <w:r>
        <w:t>2. Tertawa dan Menangis</w:t>
      </w:r>
      <w:bookmarkEnd w:id="239"/>
    </w:p>
    <w:p w:rsidR="00D87739" w:rsidRDefault="00D87739" w:rsidP="00D87739">
      <w:pPr>
        <w:pStyle w:val="libNormal"/>
      </w:pPr>
      <w:r>
        <w:t>o Jika pelaku salat sengaja tertawa dengan suara, maka salatnya batal.</w:t>
      </w:r>
    </w:p>
    <w:p w:rsidR="00D87739" w:rsidRDefault="00D87739" w:rsidP="00D87739">
      <w:pPr>
        <w:pStyle w:val="libNormal"/>
      </w:pPr>
      <w:r>
        <w:t>o Senyum tidak membatalkan salat.</w:t>
      </w:r>
    </w:p>
    <w:p w:rsidR="00D87739" w:rsidRDefault="00D87739" w:rsidP="00D87739">
      <w:pPr>
        <w:pStyle w:val="libNormal"/>
      </w:pPr>
      <w:r>
        <w:t>o Jika dia sengaja menangis dengan suara karena urusan dunia, maka salatnya batal.</w:t>
      </w:r>
    </w:p>
    <w:p w:rsidR="00D87739" w:rsidRDefault="00D87739" w:rsidP="00D87739">
      <w:pPr>
        <w:pStyle w:val="libNormal"/>
      </w:pPr>
      <w:r>
        <w:t>o Menangis tanpa suara dan menangis karena takut Allah swt., atau menangis untuk urusan</w:t>
      </w:r>
    </w:p>
    <w:p w:rsidR="00B16AA7" w:rsidRDefault="00D87739" w:rsidP="00D87739">
      <w:pPr>
        <w:pStyle w:val="libNormal"/>
      </w:pPr>
      <w:r>
        <w:t>akhirat tidakmembatalkan s</w:t>
      </w:r>
      <w:r w:rsidR="00D11165">
        <w:t>ekalipun dengan suara salat.</w:t>
      </w:r>
      <w:r w:rsidR="00D11165" w:rsidRPr="00D11165">
        <w:rPr>
          <w:rStyle w:val="libFootnotenumChar"/>
        </w:rPr>
        <w:footnoteReference w:id="317"/>
      </w:r>
      <w:r w:rsidR="00D11165">
        <w:t xml:space="preserve">. </w:t>
      </w:r>
      <w:r w:rsidR="00D11165" w:rsidRPr="00D11165">
        <w:rPr>
          <w:rStyle w:val="libFootnotenumChar"/>
        </w:rPr>
        <w:footnoteReference w:id="318"/>
      </w:r>
    </w:p>
    <w:p w:rsidR="0096678D" w:rsidRDefault="0096678D" w:rsidP="0096678D">
      <w:pPr>
        <w:pStyle w:val="libNormal"/>
      </w:pPr>
    </w:p>
    <w:p w:rsidR="0096678D" w:rsidRDefault="0096678D" w:rsidP="0096678D">
      <w:pPr>
        <w:pStyle w:val="Heading3"/>
      </w:pPr>
      <w:bookmarkStart w:id="240" w:name="_Toc422656735"/>
      <w:r>
        <w:t>3. Membelakangi Kiblat</w:t>
      </w:r>
      <w:bookmarkEnd w:id="240"/>
    </w:p>
    <w:p w:rsidR="0096678D" w:rsidRDefault="0096678D" w:rsidP="0096678D">
      <w:pPr>
        <w:pStyle w:val="libNormal"/>
      </w:pPr>
      <w:r>
        <w:t>o Jika sengaja sedikit menyimpang dari kiblat sehing-ga tidak dapat lagi dikatakan bahwa</w:t>
      </w:r>
    </w:p>
    <w:p w:rsidR="0096678D" w:rsidRDefault="0096678D" w:rsidP="0096678D">
      <w:pPr>
        <w:pStyle w:val="libNormal"/>
      </w:pPr>
      <w:r>
        <w:t>dia masih menghadap kiblat, maka salatnya batal.</w:t>
      </w:r>
    </w:p>
    <w:p w:rsidR="0096678D" w:rsidRDefault="0096678D" w:rsidP="0096678D">
      <w:pPr>
        <w:pStyle w:val="libNormal"/>
      </w:pPr>
      <w:r>
        <w:lastRenderedPageBreak/>
        <w:t>o Jika lupa menolehkan wajah secara keseluruhan ke kanan atau ke kiri kiblat,</w:t>
      </w:r>
      <w:r w:rsidRPr="0096678D">
        <w:rPr>
          <w:rStyle w:val="libFootnotenumChar"/>
        </w:rPr>
        <w:footnoteReference w:id="319"/>
      </w:r>
      <w:r>
        <w:t xml:space="preserve"> berdasarkan</w:t>
      </w:r>
    </w:p>
    <w:p w:rsidR="0096678D" w:rsidRDefault="0096678D" w:rsidP="0096678D">
      <w:pPr>
        <w:pStyle w:val="libNormal"/>
      </w:pPr>
      <w:r>
        <w:t>ihtiyath wajib harus (menyelesaikan salat lalu) mengulangnya dari awal. Akan tetapi, jika</w:t>
      </w:r>
    </w:p>
    <w:p w:rsidR="0096678D" w:rsidRDefault="0096678D" w:rsidP="0096678D">
      <w:pPr>
        <w:pStyle w:val="libNormal"/>
      </w:pPr>
      <w:r>
        <w:t>wajah tidak sampai ke kanan atau ke kiri kiblat, salatnya sah.</w:t>
      </w:r>
      <w:r w:rsidRPr="0096678D">
        <w:rPr>
          <w:rStyle w:val="libFootnotenumChar"/>
        </w:rPr>
        <w:footnoteReference w:id="320"/>
      </w:r>
    </w:p>
    <w:p w:rsidR="0096678D" w:rsidRDefault="0096678D" w:rsidP="0096678D">
      <w:pPr>
        <w:pStyle w:val="libNormal"/>
      </w:pPr>
    </w:p>
    <w:p w:rsidR="0096678D" w:rsidRDefault="0096678D" w:rsidP="0096678D">
      <w:pPr>
        <w:pStyle w:val="Heading3"/>
      </w:pPr>
      <w:bookmarkStart w:id="241" w:name="_Toc422656736"/>
      <w:r>
        <w:t>4. Merusak Bentuk Salat</w:t>
      </w:r>
      <w:bookmarkEnd w:id="241"/>
    </w:p>
    <w:p w:rsidR="0096678D" w:rsidRDefault="0096678D" w:rsidP="0096678D">
      <w:pPr>
        <w:pStyle w:val="libNormal"/>
      </w:pPr>
      <w:r>
        <w:t>o Jika pelaku salat melakukan sesuatu di tengah-tengah salatnya sehingga merusak bentuk salat, misalnya; bertepuk tangan, melompat dan sebagai-nya, salatnya batal sekalipun karena lupa.</w:t>
      </w:r>
      <w:r w:rsidRPr="0096678D">
        <w:rPr>
          <w:rStyle w:val="libFootnotenumChar"/>
        </w:rPr>
        <w:footnoteReference w:id="321"/>
      </w:r>
    </w:p>
    <w:p w:rsidR="0096678D" w:rsidRDefault="0096678D" w:rsidP="0096678D">
      <w:pPr>
        <w:pStyle w:val="libNormal"/>
      </w:pPr>
      <w:r>
        <w:t>o Jika dia diam di tengah-tengah salatnya sehingga tidak bisa dikatakan bahwa dia sedang salat, maka salatnya batal.</w:t>
      </w:r>
      <w:r w:rsidRPr="0096678D">
        <w:rPr>
          <w:rStyle w:val="libFootnotenumChar"/>
        </w:rPr>
        <w:footnoteReference w:id="322"/>
      </w:r>
    </w:p>
    <w:p w:rsidR="0096678D" w:rsidRDefault="0096678D" w:rsidP="0096678D">
      <w:pPr>
        <w:pStyle w:val="libNormal"/>
      </w:pPr>
      <w:r>
        <w:t>o Membatalkan salat wajib adalah haram, kecuali dalam keadaan terpaksa seperti di bawah ini:</w:t>
      </w:r>
    </w:p>
    <w:p w:rsidR="0096678D" w:rsidRDefault="0096678D" w:rsidP="0096678D">
      <w:pPr>
        <w:pStyle w:val="libNormal"/>
      </w:pPr>
      <w:r>
        <w:t>a. Menjaga jiwa</w:t>
      </w:r>
    </w:p>
    <w:p w:rsidR="0096678D" w:rsidRDefault="0096678D" w:rsidP="0096678D">
      <w:pPr>
        <w:pStyle w:val="libNormal"/>
      </w:pPr>
      <w:r>
        <w:t>b. Menjaga hakmilik</w:t>
      </w:r>
    </w:p>
    <w:p w:rsidR="0096678D" w:rsidRDefault="0096678D" w:rsidP="0096678D">
      <w:pPr>
        <w:pStyle w:val="libNormal"/>
      </w:pPr>
      <w:r>
        <w:t>c. Menghindari kerugian jiwa dan harta.</w:t>
      </w:r>
    </w:p>
    <w:p w:rsidR="0096678D" w:rsidRDefault="0096678D" w:rsidP="0096678D">
      <w:pPr>
        <w:pStyle w:val="libNormal"/>
      </w:pPr>
      <w:r>
        <w:t>o Membatalkan salat untukmembayar hutang boleh-boleh saja dengan syarat:</w:t>
      </w:r>
    </w:p>
    <w:p w:rsidR="0096678D" w:rsidRDefault="0096678D" w:rsidP="0096678D">
      <w:pPr>
        <w:pStyle w:val="libNormal"/>
      </w:pPr>
      <w:r>
        <w:t>a. Orang yangmenghutangi menagih haknya.</w:t>
      </w:r>
    </w:p>
    <w:p w:rsidR="0096678D" w:rsidRDefault="0096678D" w:rsidP="0096678D">
      <w:pPr>
        <w:pStyle w:val="libNormal"/>
      </w:pPr>
      <w:r>
        <w:t>b. Waktu salat tidak sempit. Yakni setelah mem-bayar hutang, dia bisa mengerjakan salat ter-sebut pada waktunya.</w:t>
      </w:r>
    </w:p>
    <w:p w:rsidR="0096678D" w:rsidRDefault="0096678D" w:rsidP="0096678D">
      <w:pPr>
        <w:pStyle w:val="libNormal"/>
      </w:pPr>
      <w:r>
        <w:t>c. Di tengah-tengah salat tidak bisa membayar hutang.</w:t>
      </w:r>
      <w:r w:rsidRPr="0096678D">
        <w:rPr>
          <w:rStyle w:val="libFootnotenumChar"/>
        </w:rPr>
        <w:footnoteReference w:id="323"/>
      </w:r>
    </w:p>
    <w:p w:rsidR="0096678D" w:rsidRDefault="0096678D" w:rsidP="0096678D">
      <w:pPr>
        <w:pStyle w:val="libNormal"/>
      </w:pPr>
      <w:r>
        <w:t>o Membatalkan salat demi harta yang tidak penting hukumnya makruh.</w:t>
      </w:r>
      <w:r w:rsidRPr="0096678D">
        <w:rPr>
          <w:rStyle w:val="libFootnotenumChar"/>
        </w:rPr>
        <w:footnoteReference w:id="324"/>
      </w:r>
    </w:p>
    <w:p w:rsidR="0096678D" w:rsidRDefault="0096678D" w:rsidP="0096678D">
      <w:pPr>
        <w:pStyle w:val="libNormal"/>
      </w:pPr>
    </w:p>
    <w:p w:rsidR="0096678D" w:rsidRDefault="0096678D" w:rsidP="0096678D">
      <w:pPr>
        <w:pStyle w:val="Heading2"/>
      </w:pPr>
      <w:bookmarkStart w:id="242" w:name="_Toc422656737"/>
      <w:r>
        <w:t>Hal-hal yang Makruh dalam Salat</w:t>
      </w:r>
      <w:bookmarkEnd w:id="242"/>
    </w:p>
    <w:p w:rsidR="0096678D" w:rsidRDefault="0096678D" w:rsidP="0096678D">
      <w:pPr>
        <w:pStyle w:val="libNormal"/>
      </w:pPr>
    </w:p>
    <w:p w:rsidR="0096678D" w:rsidRDefault="0096678D" w:rsidP="0096678D">
      <w:pPr>
        <w:pStyle w:val="libNormal"/>
      </w:pPr>
      <w:r>
        <w:t>1. Memejamkan mata.</w:t>
      </w:r>
    </w:p>
    <w:p w:rsidR="0096678D" w:rsidRDefault="0096678D" w:rsidP="0096678D">
      <w:pPr>
        <w:pStyle w:val="libNormal"/>
      </w:pPr>
      <w:r>
        <w:t>2. Memainkan jari-jari dan kedua tangan.</w:t>
      </w:r>
    </w:p>
    <w:p w:rsidR="0096678D" w:rsidRDefault="0096678D" w:rsidP="0096678D">
      <w:pPr>
        <w:pStyle w:val="libNormal"/>
      </w:pPr>
      <w:r>
        <w:t>3. Diam untuk mendengarkan pembicaraan orang lain ke-tika membaca Al-Fatihah, atau surah,</w:t>
      </w:r>
    </w:p>
    <w:p w:rsidR="0096678D" w:rsidRDefault="0096678D" w:rsidP="0096678D">
      <w:pPr>
        <w:pStyle w:val="libNormal"/>
      </w:pPr>
      <w:r>
        <w:t>atau zikir.</w:t>
      </w:r>
    </w:p>
    <w:p w:rsidR="0096678D" w:rsidRDefault="0096678D" w:rsidP="0096678D">
      <w:pPr>
        <w:pStyle w:val="libNormal"/>
      </w:pPr>
      <w:r>
        <w:t>4. Segala pekerjaan yangmerusak kekhusyukan dan ke-tundukkan dalam salat.</w:t>
      </w:r>
    </w:p>
    <w:p w:rsidR="0096678D" w:rsidRDefault="0096678D" w:rsidP="0096678D">
      <w:pPr>
        <w:pStyle w:val="libNormal"/>
      </w:pPr>
      <w:r>
        <w:t>5. Menolehkan wajah sedikit ke kanan atau ke kiri, (karena bila berlebihan dapat membatalkan</w:t>
      </w:r>
    </w:p>
    <w:p w:rsidR="0096678D" w:rsidRDefault="0096678D" w:rsidP="0096678D">
      <w:pPr>
        <w:pStyle w:val="libNormal"/>
      </w:pPr>
      <w:r>
        <w:t>salat).</w:t>
      </w:r>
      <w:r w:rsidRPr="0096678D">
        <w:rPr>
          <w:rStyle w:val="libFootnotenumChar"/>
        </w:rPr>
        <w:footnoteReference w:id="325"/>
      </w:r>
    </w:p>
    <w:p w:rsidR="0096678D" w:rsidRDefault="0096678D" w:rsidP="0096678D">
      <w:pPr>
        <w:pStyle w:val="libNormal"/>
      </w:pPr>
    </w:p>
    <w:p w:rsidR="0096678D" w:rsidRDefault="0096678D" w:rsidP="0096678D">
      <w:pPr>
        <w:pStyle w:val="Heading2"/>
      </w:pPr>
      <w:bookmarkStart w:id="243" w:name="_Toc422656738"/>
      <w:r>
        <w:t>Kesimpulan Pelajaran</w:t>
      </w:r>
      <w:bookmarkEnd w:id="243"/>
    </w:p>
    <w:p w:rsidR="0096678D" w:rsidRDefault="0096678D" w:rsidP="0096678D">
      <w:pPr>
        <w:pStyle w:val="libNormal"/>
      </w:pPr>
    </w:p>
    <w:p w:rsidR="0096678D" w:rsidRDefault="0096678D" w:rsidP="0096678D">
      <w:pPr>
        <w:pStyle w:val="libNormal"/>
      </w:pPr>
      <w:r>
        <w:t>1. Pekerjaan-pekerjaan di bawah ini membatalkan salat:</w:t>
      </w:r>
    </w:p>
    <w:p w:rsidR="0096678D" w:rsidRDefault="0096678D" w:rsidP="0096678D">
      <w:pPr>
        <w:pStyle w:val="libNormal"/>
      </w:pPr>
      <w:r>
        <w:t>a. Makan dan minum.</w:t>
      </w:r>
    </w:p>
    <w:p w:rsidR="0096678D" w:rsidRDefault="0096678D" w:rsidP="0096678D">
      <w:pPr>
        <w:pStyle w:val="libNormal"/>
      </w:pPr>
      <w:r>
        <w:t>b. Berbicara.</w:t>
      </w:r>
    </w:p>
    <w:p w:rsidR="0096678D" w:rsidRDefault="0096678D" w:rsidP="0096678D">
      <w:pPr>
        <w:pStyle w:val="libNormal"/>
      </w:pPr>
      <w:r>
        <w:t>c. Tertawa.</w:t>
      </w:r>
    </w:p>
    <w:p w:rsidR="0096678D" w:rsidRDefault="0096678D" w:rsidP="0096678D">
      <w:pPr>
        <w:pStyle w:val="libNormal"/>
      </w:pPr>
      <w:r>
        <w:t>d. Menangis.</w:t>
      </w:r>
    </w:p>
    <w:p w:rsidR="0096678D" w:rsidRDefault="0096678D" w:rsidP="0096678D">
      <w:pPr>
        <w:pStyle w:val="libNormal"/>
      </w:pPr>
      <w:r>
        <w:t>e. Membelakangi kiblat.</w:t>
      </w:r>
    </w:p>
    <w:p w:rsidR="0096678D" w:rsidRDefault="0096678D" w:rsidP="0096678D">
      <w:pPr>
        <w:pStyle w:val="libNormal"/>
      </w:pPr>
      <w:r>
        <w:t>f. Mengurangi atau menambahi rukun-rukun salat.</w:t>
      </w:r>
    </w:p>
    <w:p w:rsidR="00D11165" w:rsidRDefault="0096678D" w:rsidP="0096678D">
      <w:pPr>
        <w:pStyle w:val="libNormal"/>
      </w:pPr>
      <w:r>
        <w:t>g. Merusak cara salat.</w:t>
      </w:r>
    </w:p>
    <w:p w:rsidR="001017EA" w:rsidRDefault="001017EA" w:rsidP="001017EA">
      <w:pPr>
        <w:pStyle w:val="libNormal"/>
      </w:pPr>
      <w:r>
        <w:t>2. Berbicara dalam salat, sekalipun satu kata yang terdiri dari dua huruf, membatalkan salat.</w:t>
      </w:r>
    </w:p>
    <w:p w:rsidR="001017EA" w:rsidRDefault="001017EA" w:rsidP="001017EA">
      <w:pPr>
        <w:pStyle w:val="libNormal"/>
      </w:pPr>
      <w:r>
        <w:t>3. Tertawa dengan bersuara membatalkan salat.</w:t>
      </w:r>
    </w:p>
    <w:p w:rsidR="001017EA" w:rsidRDefault="001017EA" w:rsidP="001017EA">
      <w:pPr>
        <w:pStyle w:val="libNormal"/>
      </w:pPr>
      <w:r>
        <w:t>4. Menangis dengan suara dan menangis karena urusan dunia membatalkan salat.</w:t>
      </w:r>
    </w:p>
    <w:p w:rsidR="001017EA" w:rsidRDefault="001017EA" w:rsidP="001017EA">
      <w:pPr>
        <w:pStyle w:val="libNormal"/>
      </w:pPr>
      <w:r>
        <w:t>5. Jika pelaku salat menolehkan seluruh wajahnya ke ka-nan atau ke kiri kiblat atau</w:t>
      </w:r>
    </w:p>
    <w:p w:rsidR="001017EA" w:rsidRDefault="001017EA" w:rsidP="001017EA">
      <w:pPr>
        <w:pStyle w:val="libNormal"/>
      </w:pPr>
      <w:r>
        <w:t>menyimpang dari arah kiblat, maka salatnya batal.</w:t>
      </w:r>
    </w:p>
    <w:p w:rsidR="001017EA" w:rsidRDefault="001017EA" w:rsidP="001017EA">
      <w:pPr>
        <w:pStyle w:val="libNormal"/>
      </w:pPr>
      <w:r>
        <w:lastRenderedPageBreak/>
        <w:t>6. Jika pelaku salat melakukan sesuatu sehingga merusak bentuk salat, maka salatnya batal.</w:t>
      </w:r>
    </w:p>
    <w:p w:rsidR="001017EA" w:rsidRDefault="001017EA" w:rsidP="001017EA">
      <w:pPr>
        <w:pStyle w:val="libNormal"/>
      </w:pPr>
      <w:r>
        <w:t>7. Boleh membatalkan salat untuk menjaga jiwa dan harta, atau untuk membayar utang kepada</w:t>
      </w:r>
    </w:p>
    <w:p w:rsidR="001017EA" w:rsidRDefault="001017EA" w:rsidP="001017EA">
      <w:pPr>
        <w:pStyle w:val="libNormal"/>
      </w:pPr>
      <w:r>
        <w:t>seseorang dengan syarat orang tersebut menagih hak miliknya dan waktu salat masih luang,</w:t>
      </w:r>
    </w:p>
    <w:p w:rsidR="001017EA" w:rsidRDefault="001017EA" w:rsidP="001017EA">
      <w:pPr>
        <w:pStyle w:val="libNormal"/>
      </w:pPr>
      <w:r>
        <w:t>atau dalam salat tidak bisa membayar hutang.</w:t>
      </w:r>
    </w:p>
    <w:p w:rsidR="001017EA" w:rsidRDefault="001017EA" w:rsidP="001017EA">
      <w:pPr>
        <w:pStyle w:val="libNormal"/>
      </w:pPr>
    </w:p>
    <w:p w:rsidR="001017EA" w:rsidRDefault="001017EA" w:rsidP="001017EA">
      <w:pPr>
        <w:pStyle w:val="Heading2"/>
      </w:pPr>
      <w:bookmarkStart w:id="244" w:name="_Toc422656739"/>
      <w:r>
        <w:t>Pertanyaan:</w:t>
      </w:r>
      <w:bookmarkEnd w:id="244"/>
    </w:p>
    <w:p w:rsidR="001017EA" w:rsidRDefault="001017EA" w:rsidP="001017EA">
      <w:pPr>
        <w:pStyle w:val="libNormal"/>
      </w:pPr>
    </w:p>
    <w:p w:rsidR="001017EA" w:rsidRDefault="001017EA" w:rsidP="001017EA">
      <w:pPr>
        <w:pStyle w:val="libNormal"/>
      </w:pPr>
      <w:r>
        <w:t>1. Pekerjaan apa saja yang bisa membatalkan salat?</w:t>
      </w:r>
    </w:p>
    <w:p w:rsidR="001017EA" w:rsidRDefault="001017EA" w:rsidP="001017EA">
      <w:pPr>
        <w:pStyle w:val="libNormal"/>
      </w:pPr>
      <w:r>
        <w:t>2. Apa yang harus dilakukan oleh pelaku salat jika sese-orangmengucapkan salam kepadanya?</w:t>
      </w:r>
    </w:p>
    <w:p w:rsidR="001017EA" w:rsidRDefault="001017EA" w:rsidP="001017EA">
      <w:pPr>
        <w:pStyle w:val="libNormal"/>
      </w:pPr>
      <w:r>
        <w:t>3. Tawa dan tangis bagaimanakah yang bisa membatalkan salat?</w:t>
      </w:r>
    </w:p>
    <w:p w:rsidR="001017EA" w:rsidRDefault="001017EA" w:rsidP="001017EA">
      <w:pPr>
        <w:pStyle w:val="libNormal"/>
      </w:pPr>
      <w:r>
        <w:t>4. Jika pelaku salat tahu bahwa anak kecil mendekati pemanas ruangan sehingga boleh jadi</w:t>
      </w:r>
    </w:p>
    <w:p w:rsidR="001017EA" w:rsidRDefault="001017EA" w:rsidP="001017EA">
      <w:pPr>
        <w:pStyle w:val="libNormal"/>
      </w:pPr>
      <w:r>
        <w:t>badannya akan terbakar, apakah dia bisa membatalkan salatnya?</w:t>
      </w:r>
    </w:p>
    <w:p w:rsidR="001017EA" w:rsidRDefault="001017EA" w:rsidP="001017EA">
      <w:pPr>
        <w:pStyle w:val="libNormal"/>
      </w:pPr>
      <w:r>
        <w:t>5. Seorang musafir tahu di tengah-tengah salatnya kalau kereta api siap bergerak, apakah boleh</w:t>
      </w:r>
    </w:p>
    <w:p w:rsidR="001017EA" w:rsidRDefault="001017EA" w:rsidP="001017EA">
      <w:pPr>
        <w:pStyle w:val="libNormal"/>
      </w:pPr>
      <w:r>
        <w:t>membatalkan sa-latnya supaya tidak tertinggal kereta?</w:t>
      </w:r>
    </w:p>
    <w:p w:rsidR="001017EA" w:rsidRPr="001017EA" w:rsidRDefault="001017EA">
      <w:r>
        <w:br w:type="page"/>
      </w:r>
    </w:p>
    <w:p w:rsidR="001671DA" w:rsidRDefault="001671DA" w:rsidP="001671DA">
      <w:pPr>
        <w:pStyle w:val="Heading1Center"/>
      </w:pPr>
      <w:bookmarkStart w:id="245" w:name="_Toc422656740"/>
      <w:r>
        <w:lastRenderedPageBreak/>
        <w:t>Pelajaran 22</w:t>
      </w:r>
      <w:bookmarkEnd w:id="245"/>
    </w:p>
    <w:p w:rsidR="001671DA" w:rsidRDefault="001671DA" w:rsidP="001671DA">
      <w:pPr>
        <w:pStyle w:val="Heading1Center"/>
      </w:pPr>
      <w:bookmarkStart w:id="246" w:name="_Toc422656741"/>
      <w:r>
        <w:t>ARTI BACAAN</w:t>
      </w:r>
      <w:r w:rsidR="00644C96">
        <w:t xml:space="preserve"> </w:t>
      </w:r>
      <w:r>
        <w:t>AZAN, IQOMAH</w:t>
      </w:r>
      <w:bookmarkEnd w:id="246"/>
    </w:p>
    <w:p w:rsidR="001671DA" w:rsidRDefault="001671DA" w:rsidP="001671DA">
      <w:pPr>
        <w:pStyle w:val="Heading1Center"/>
      </w:pPr>
      <w:bookmarkStart w:id="247" w:name="_Toc422656742"/>
      <w:r>
        <w:t xml:space="preserve">DAN </w:t>
      </w:r>
      <w:r w:rsidR="00A64002">
        <w:t>SALAT</w:t>
      </w:r>
      <w:r w:rsidR="00A64002" w:rsidRPr="00A64002">
        <w:rPr>
          <w:rStyle w:val="libFootnotenumChar"/>
        </w:rPr>
        <w:footnoteReference w:id="326"/>
      </w:r>
      <w:bookmarkEnd w:id="247"/>
    </w:p>
    <w:p w:rsidR="001671DA" w:rsidRDefault="001671DA" w:rsidP="001671DA">
      <w:pPr>
        <w:pStyle w:val="libNormal"/>
      </w:pPr>
    </w:p>
    <w:p w:rsidR="001671DA" w:rsidRDefault="001671DA" w:rsidP="00B15816">
      <w:pPr>
        <w:pStyle w:val="Heading2Center"/>
      </w:pPr>
      <w:bookmarkStart w:id="248" w:name="_Toc422656743"/>
      <w:r>
        <w:t>Azan dan Iqomah</w:t>
      </w:r>
      <w:bookmarkEnd w:id="248"/>
    </w:p>
    <w:p w:rsidR="00B15816" w:rsidRDefault="00B15816" w:rsidP="001671DA">
      <w:pPr>
        <w:pStyle w:val="libNormal"/>
      </w:pPr>
    </w:p>
    <w:p w:rsidR="001671DA" w:rsidRDefault="001671DA" w:rsidP="00B15816">
      <w:pPr>
        <w:pStyle w:val="libNormal"/>
      </w:pPr>
      <w:r>
        <w:t xml:space="preserve">Allah Maha Besar </w:t>
      </w:r>
      <w:r w:rsidR="00B15816" w:rsidRPr="00916FDA">
        <w:rPr>
          <w:rStyle w:val="libAieChar"/>
          <w:rFonts w:hint="cs"/>
          <w:rtl/>
        </w:rPr>
        <w:t>الله اکبر</w:t>
      </w:r>
    </w:p>
    <w:p w:rsidR="001671DA" w:rsidRDefault="001671DA" w:rsidP="001671DA">
      <w:pPr>
        <w:pStyle w:val="libNormal"/>
      </w:pPr>
      <w:r>
        <w:t>Aku bersaksi bahwa tidak ada</w:t>
      </w:r>
    </w:p>
    <w:p w:rsidR="001671DA" w:rsidRDefault="001671DA" w:rsidP="00B15816">
      <w:pPr>
        <w:pStyle w:val="libNormal"/>
      </w:pPr>
      <w:r>
        <w:t xml:space="preserve">tuhan selain Allah </w:t>
      </w:r>
      <w:r w:rsidR="00B15816" w:rsidRPr="00916FDA">
        <w:rPr>
          <w:rStyle w:val="libAieChar"/>
          <w:rFonts w:hint="cs"/>
          <w:rtl/>
        </w:rPr>
        <w:t>اشهد ان لا اله الا الله</w:t>
      </w:r>
    </w:p>
    <w:p w:rsidR="001671DA" w:rsidRDefault="001671DA" w:rsidP="001671DA">
      <w:pPr>
        <w:pStyle w:val="libNormal"/>
      </w:pPr>
      <w:r>
        <w:t>Aku bersaksi bahwa</w:t>
      </w:r>
    </w:p>
    <w:p w:rsidR="001671DA" w:rsidRDefault="001671DA" w:rsidP="00B15816">
      <w:pPr>
        <w:pStyle w:val="libNormal"/>
      </w:pPr>
      <w:r>
        <w:t xml:space="preserve">Muhammad adalah Rasulullah </w:t>
      </w:r>
      <w:r w:rsidR="00B15816" w:rsidRPr="00916FDA">
        <w:rPr>
          <w:rStyle w:val="libAieChar"/>
          <w:rFonts w:hint="cs"/>
          <w:rtl/>
        </w:rPr>
        <w:t>اشهد ان محمد رسول الله</w:t>
      </w:r>
    </w:p>
    <w:p w:rsidR="001671DA" w:rsidRDefault="001671DA" w:rsidP="001671DA">
      <w:pPr>
        <w:pStyle w:val="libNormal"/>
      </w:pPr>
      <w:r>
        <w:t>Aku bersaksi bahwa Ali</w:t>
      </w:r>
    </w:p>
    <w:p w:rsidR="001671DA" w:rsidRDefault="001671DA" w:rsidP="001671DA">
      <w:pPr>
        <w:pStyle w:val="libNormal"/>
      </w:pPr>
      <w:r>
        <w:t>Amirul mukminin adalah wali</w:t>
      </w:r>
    </w:p>
    <w:p w:rsidR="001671DA" w:rsidRDefault="001671DA" w:rsidP="001671DA">
      <w:pPr>
        <w:pStyle w:val="libNormal"/>
      </w:pPr>
      <w:r>
        <w:t>Allah</w:t>
      </w:r>
    </w:p>
    <w:p w:rsidR="00B15816" w:rsidRDefault="00B15816" w:rsidP="00916FDA">
      <w:pPr>
        <w:pStyle w:val="libAie"/>
        <w:rPr>
          <w:rtl/>
        </w:rPr>
      </w:pPr>
      <w:r>
        <w:rPr>
          <w:rFonts w:hint="cs"/>
          <w:rtl/>
        </w:rPr>
        <w:t>اشهد ان علیا ولی الله</w:t>
      </w:r>
    </w:p>
    <w:p w:rsidR="001671DA" w:rsidRDefault="001671DA" w:rsidP="001671DA">
      <w:pPr>
        <w:pStyle w:val="libNormal"/>
      </w:pPr>
      <w:r>
        <w:t>Marilah kita mengerjakan</w:t>
      </w:r>
    </w:p>
    <w:p w:rsidR="001671DA" w:rsidRPr="00C35EE6" w:rsidRDefault="00B15816" w:rsidP="00B15816">
      <w:pPr>
        <w:pStyle w:val="libNormal"/>
      </w:pPr>
      <w:r>
        <w:t>Salat</w:t>
      </w:r>
      <w:r w:rsidRPr="00916FDA">
        <w:rPr>
          <w:rStyle w:val="libAieChar"/>
          <w:rFonts w:hint="cs"/>
          <w:rtl/>
        </w:rPr>
        <w:t xml:space="preserve">حی علی الصلاه  </w:t>
      </w:r>
    </w:p>
    <w:p w:rsidR="001671DA" w:rsidRDefault="001671DA" w:rsidP="001671DA">
      <w:pPr>
        <w:pStyle w:val="libNormal"/>
      </w:pPr>
      <w:r>
        <w:t>Marilah kita menuju</w:t>
      </w:r>
    </w:p>
    <w:p w:rsidR="001671DA" w:rsidRDefault="001671DA" w:rsidP="000B1B11">
      <w:pPr>
        <w:pStyle w:val="libNormal"/>
      </w:pPr>
      <w:r>
        <w:t xml:space="preserve">kemenangan </w:t>
      </w:r>
      <w:r w:rsidR="000B1B11" w:rsidRPr="00916FDA">
        <w:rPr>
          <w:rStyle w:val="libAieChar"/>
          <w:rFonts w:hint="cs"/>
          <w:rtl/>
        </w:rPr>
        <w:t>حی علی الفلاح</w:t>
      </w:r>
    </w:p>
    <w:p w:rsidR="001671DA" w:rsidRDefault="001671DA" w:rsidP="001671DA">
      <w:pPr>
        <w:pStyle w:val="libNormal"/>
      </w:pPr>
      <w:r>
        <w:t>Marilah kita menuju sebaikbaiknya</w:t>
      </w:r>
    </w:p>
    <w:p w:rsidR="001671DA" w:rsidRDefault="001671DA" w:rsidP="000B1B11">
      <w:pPr>
        <w:pStyle w:val="libNormal"/>
      </w:pPr>
      <w:r>
        <w:t xml:space="preserve">amal </w:t>
      </w:r>
      <w:r w:rsidR="000B1B11" w:rsidRPr="00916FDA">
        <w:rPr>
          <w:rStyle w:val="libAieChar"/>
          <w:rFonts w:hint="cs"/>
          <w:rtl/>
        </w:rPr>
        <w:t>حی علی خیر العمل</w:t>
      </w:r>
    </w:p>
    <w:p w:rsidR="001671DA" w:rsidRPr="00C35EE6" w:rsidRDefault="000B1B11" w:rsidP="000B1B11">
      <w:pPr>
        <w:pStyle w:val="libNormal"/>
      </w:pPr>
      <w:r>
        <w:t>Salat akan ditegakkan</w:t>
      </w:r>
      <w:r>
        <w:rPr>
          <w:rFonts w:hint="cs"/>
          <w:rtl/>
        </w:rPr>
        <w:t xml:space="preserve"> </w:t>
      </w:r>
      <w:r w:rsidRPr="00916FDA">
        <w:rPr>
          <w:rStyle w:val="libAieChar"/>
          <w:rFonts w:hint="cs"/>
          <w:rtl/>
        </w:rPr>
        <w:t xml:space="preserve">قد قامت الصلاه  </w:t>
      </w:r>
    </w:p>
    <w:p w:rsidR="001671DA" w:rsidRDefault="001671DA" w:rsidP="00C3698F">
      <w:pPr>
        <w:pStyle w:val="libNormal"/>
      </w:pPr>
      <w:r>
        <w:t xml:space="preserve">Allah Maha Besar </w:t>
      </w:r>
      <w:r w:rsidR="00C3698F" w:rsidRPr="00916FDA">
        <w:rPr>
          <w:rStyle w:val="libAieChar"/>
          <w:rFonts w:hint="cs"/>
          <w:rtl/>
        </w:rPr>
        <w:t xml:space="preserve">الله اکبر </w:t>
      </w:r>
    </w:p>
    <w:p w:rsidR="001671DA" w:rsidRDefault="001671DA" w:rsidP="00AA085E">
      <w:pPr>
        <w:pStyle w:val="libNormal"/>
      </w:pPr>
      <w:r>
        <w:t xml:space="preserve">Tidak ada tuhan selain Allah </w:t>
      </w:r>
      <w:r w:rsidR="00AA085E" w:rsidRPr="00916FDA">
        <w:rPr>
          <w:rStyle w:val="libAieChar"/>
          <w:rFonts w:hint="cs"/>
          <w:rtl/>
        </w:rPr>
        <w:t>لا اله الا الله</w:t>
      </w:r>
    </w:p>
    <w:p w:rsidR="00AA085E" w:rsidRDefault="00AA085E" w:rsidP="001671DA">
      <w:pPr>
        <w:pStyle w:val="libNormal"/>
        <w:rPr>
          <w:rtl/>
        </w:rPr>
      </w:pPr>
    </w:p>
    <w:p w:rsidR="001671DA" w:rsidRDefault="001671DA" w:rsidP="00A63553">
      <w:pPr>
        <w:pStyle w:val="Heading2Center"/>
      </w:pPr>
      <w:bookmarkStart w:id="249" w:name="_Toc422656744"/>
      <w:r>
        <w:t>Bacaan-bacaan Salat</w:t>
      </w:r>
      <w:bookmarkEnd w:id="249"/>
    </w:p>
    <w:p w:rsidR="00AA085E" w:rsidRDefault="00AA085E" w:rsidP="001671DA">
      <w:pPr>
        <w:pStyle w:val="libNormal"/>
        <w:rPr>
          <w:rtl/>
        </w:rPr>
      </w:pPr>
    </w:p>
    <w:p w:rsidR="001671DA" w:rsidRDefault="001671DA" w:rsidP="00A63553">
      <w:pPr>
        <w:pStyle w:val="Heading3"/>
      </w:pPr>
      <w:bookmarkStart w:id="250" w:name="_Toc422656745"/>
      <w:r>
        <w:t>Takbirotul Ihrom:</w:t>
      </w:r>
      <w:bookmarkEnd w:id="250"/>
    </w:p>
    <w:p w:rsidR="00A63553" w:rsidRDefault="00A63553" w:rsidP="00AA085E">
      <w:pPr>
        <w:pStyle w:val="libNormal"/>
      </w:pPr>
    </w:p>
    <w:p w:rsidR="001671DA" w:rsidRDefault="001671DA" w:rsidP="00AA085E">
      <w:pPr>
        <w:pStyle w:val="libNormal"/>
      </w:pPr>
      <w:r>
        <w:lastRenderedPageBreak/>
        <w:t xml:space="preserve">Allah Maha Besar </w:t>
      </w:r>
      <w:r w:rsidR="00AA085E" w:rsidRPr="00916FDA">
        <w:rPr>
          <w:rStyle w:val="libAieChar"/>
          <w:rFonts w:hint="cs"/>
          <w:rtl/>
        </w:rPr>
        <w:t>الله اکبر</w:t>
      </w:r>
    </w:p>
    <w:p w:rsidR="001671DA" w:rsidRDefault="001671DA" w:rsidP="001671DA">
      <w:pPr>
        <w:pStyle w:val="libNormal"/>
      </w:pPr>
      <w:r>
        <w:t>Surah Al-Fatihah:</w:t>
      </w:r>
    </w:p>
    <w:p w:rsidR="001671DA" w:rsidRDefault="001671DA" w:rsidP="001671DA">
      <w:pPr>
        <w:pStyle w:val="libNormal"/>
      </w:pPr>
      <w:r>
        <w:t>Dengan menyebut nama Allah</w:t>
      </w:r>
    </w:p>
    <w:p w:rsidR="001671DA" w:rsidRDefault="001671DA" w:rsidP="001671DA">
      <w:pPr>
        <w:pStyle w:val="libNormal"/>
      </w:pPr>
      <w:r>
        <w:t>yang maha pemurah lagi maha</w:t>
      </w:r>
    </w:p>
    <w:p w:rsidR="001671DA" w:rsidRDefault="001671DA" w:rsidP="001671DA">
      <w:pPr>
        <w:pStyle w:val="libNormal"/>
      </w:pPr>
      <w:r>
        <w:t>penyayang</w:t>
      </w:r>
    </w:p>
    <w:p w:rsidR="001671DA" w:rsidRDefault="00916FDA" w:rsidP="001671DA">
      <w:pPr>
        <w:pStyle w:val="libNormal"/>
      </w:pPr>
      <w:r>
        <w:rPr>
          <w:rFonts w:hint="cs"/>
          <w:rtl/>
        </w:rPr>
        <w:t xml:space="preserve"> </w:t>
      </w:r>
      <w:r w:rsidR="00591CA6" w:rsidRPr="00916FDA">
        <w:rPr>
          <w:rStyle w:val="libAieChar"/>
          <w:rFonts w:hint="cs"/>
          <w:rtl/>
        </w:rPr>
        <w:t>بسم الله الرحمان الرحیم</w:t>
      </w:r>
      <w:r w:rsidR="001671DA">
        <w:t>Segala puji bagi Allah Tuhan</w:t>
      </w:r>
    </w:p>
    <w:p w:rsidR="001671DA" w:rsidRDefault="00591CA6" w:rsidP="00591CA6">
      <w:pPr>
        <w:pStyle w:val="libNormal"/>
      </w:pPr>
      <w:r>
        <w:t>semesta alam</w:t>
      </w:r>
      <w:r>
        <w:rPr>
          <w:rFonts w:hint="cs"/>
          <w:rtl/>
        </w:rPr>
        <w:t xml:space="preserve"> </w:t>
      </w:r>
      <w:r w:rsidRPr="00916FDA">
        <w:rPr>
          <w:rStyle w:val="libAieChar"/>
          <w:rFonts w:hint="cs"/>
          <w:rtl/>
        </w:rPr>
        <w:t>الحمد لله رب العالمین</w:t>
      </w:r>
      <w:r>
        <w:rPr>
          <w:rFonts w:hint="cs"/>
          <w:rtl/>
        </w:rPr>
        <w:t xml:space="preserve"> </w:t>
      </w:r>
      <w:r w:rsidR="001671DA">
        <w:t>Yang maha pemurah lagi maha</w:t>
      </w:r>
    </w:p>
    <w:p w:rsidR="001671DA" w:rsidRDefault="001671DA" w:rsidP="00591CA6">
      <w:pPr>
        <w:pStyle w:val="libNormal"/>
      </w:pPr>
      <w:r>
        <w:t xml:space="preserve">penyayang </w:t>
      </w:r>
      <w:r w:rsidR="00591CA6" w:rsidRPr="00916FDA">
        <w:rPr>
          <w:rStyle w:val="libAieChar"/>
          <w:rFonts w:hint="cs"/>
          <w:rtl/>
        </w:rPr>
        <w:t>الرحمان الرحیم</w:t>
      </w:r>
    </w:p>
    <w:p w:rsidR="00C2359B" w:rsidRDefault="001671DA" w:rsidP="00591CA6">
      <w:pPr>
        <w:pStyle w:val="libNormal"/>
        <w:rPr>
          <w:rStyle w:val="libAieChar"/>
          <w:rtl/>
        </w:rPr>
      </w:pPr>
      <w:r>
        <w:t xml:space="preserve">Penguasa hari pembalasan </w:t>
      </w:r>
      <w:r w:rsidR="00591CA6" w:rsidRPr="00916FDA">
        <w:rPr>
          <w:rStyle w:val="libAieChar"/>
          <w:rFonts w:hint="cs"/>
          <w:rtl/>
        </w:rPr>
        <w:t>مالک یوم الدین</w:t>
      </w:r>
    </w:p>
    <w:p w:rsidR="00390748" w:rsidRDefault="00390748" w:rsidP="00390748">
      <w:pPr>
        <w:pStyle w:val="libNormal"/>
      </w:pPr>
      <w:r>
        <w:t>Hanya kepada-Mu lah kami</w:t>
      </w:r>
    </w:p>
    <w:p w:rsidR="00390748" w:rsidRDefault="00390748" w:rsidP="00390748">
      <w:pPr>
        <w:pStyle w:val="libNormal"/>
      </w:pPr>
      <w:r>
        <w:t>menyembah dan hanya</w:t>
      </w:r>
    </w:p>
    <w:p w:rsidR="00390748" w:rsidRDefault="00390748" w:rsidP="00390748">
      <w:pPr>
        <w:pStyle w:val="libNormal"/>
      </w:pPr>
      <w:r>
        <w:t>kepadamu pula kami memohon</w:t>
      </w:r>
    </w:p>
    <w:p w:rsidR="00390748" w:rsidRDefault="00390748" w:rsidP="00390748">
      <w:pPr>
        <w:pStyle w:val="libNormal"/>
      </w:pPr>
      <w:r>
        <w:t>pertolongan</w:t>
      </w:r>
    </w:p>
    <w:p w:rsidR="00390748" w:rsidRDefault="00390748" w:rsidP="00212A3F">
      <w:pPr>
        <w:pStyle w:val="libAie"/>
        <w:rPr>
          <w:rtl/>
        </w:rPr>
      </w:pPr>
      <w:r>
        <w:rPr>
          <w:rFonts w:hint="cs"/>
          <w:rtl/>
        </w:rPr>
        <w:t>ایاک نعبد و ایاک نستعین</w:t>
      </w:r>
    </w:p>
    <w:p w:rsidR="00390748" w:rsidRDefault="00390748" w:rsidP="00390748">
      <w:pPr>
        <w:pStyle w:val="libNormal"/>
      </w:pPr>
      <w:r>
        <w:t>Tunjukkanlah kami ke jalan</w:t>
      </w:r>
    </w:p>
    <w:p w:rsidR="00390748" w:rsidRDefault="00390748" w:rsidP="00390748">
      <w:pPr>
        <w:pStyle w:val="libNormal"/>
      </w:pPr>
      <w:r>
        <w:t>yang lurus</w:t>
      </w:r>
      <w:r>
        <w:rPr>
          <w:rFonts w:hint="cs"/>
          <w:rtl/>
        </w:rPr>
        <w:t xml:space="preserve"> </w:t>
      </w:r>
      <w:r w:rsidRPr="00212A3F">
        <w:rPr>
          <w:rStyle w:val="libAieChar"/>
          <w:rFonts w:hint="cs"/>
          <w:rtl/>
        </w:rPr>
        <w:t>اهدنا الصراط المستقیم</w:t>
      </w:r>
      <w:r>
        <w:rPr>
          <w:rFonts w:hint="cs"/>
          <w:rtl/>
        </w:rPr>
        <w:t xml:space="preserve"> </w:t>
      </w:r>
      <w:r>
        <w:t>Yaitu jalan orang-orang yang</w:t>
      </w:r>
    </w:p>
    <w:p w:rsidR="00390748" w:rsidRDefault="00390748" w:rsidP="00390748">
      <w:pPr>
        <w:pStyle w:val="libNormal"/>
      </w:pPr>
      <w:r>
        <w:t>Engkau beri nikmat kepada</w:t>
      </w:r>
    </w:p>
    <w:p w:rsidR="00390748" w:rsidRDefault="00390748" w:rsidP="00390748">
      <w:pPr>
        <w:pStyle w:val="libNormal"/>
      </w:pPr>
      <w:r>
        <w:t>mereka</w:t>
      </w:r>
    </w:p>
    <w:p w:rsidR="00390748" w:rsidRDefault="00390748" w:rsidP="00212A3F">
      <w:pPr>
        <w:pStyle w:val="libAie"/>
        <w:rPr>
          <w:rtl/>
        </w:rPr>
      </w:pPr>
      <w:r>
        <w:rPr>
          <w:rFonts w:hint="cs"/>
          <w:rtl/>
        </w:rPr>
        <w:t>صراط الذین انعمت علیهم</w:t>
      </w:r>
    </w:p>
    <w:p w:rsidR="00390748" w:rsidRDefault="00390748" w:rsidP="00390748">
      <w:pPr>
        <w:pStyle w:val="libNormal"/>
      </w:pPr>
      <w:r>
        <w:t>Bukan jalan orang-orang yang</w:t>
      </w:r>
    </w:p>
    <w:p w:rsidR="00390748" w:rsidRDefault="00390748" w:rsidP="00390748">
      <w:pPr>
        <w:pStyle w:val="libNormal"/>
      </w:pPr>
      <w:r>
        <w:t>Engkau marah terhadap</w:t>
      </w:r>
    </w:p>
    <w:p w:rsidR="00390748" w:rsidRDefault="00390748" w:rsidP="00390748">
      <w:pPr>
        <w:pStyle w:val="libNormal"/>
      </w:pPr>
      <w:r>
        <w:t>mereka dan bukan jalan orangorang</w:t>
      </w:r>
    </w:p>
    <w:p w:rsidR="00390748" w:rsidRDefault="00390748" w:rsidP="00390748">
      <w:pPr>
        <w:pStyle w:val="libNormal"/>
      </w:pPr>
      <w:r>
        <w:t>yang sesat.</w:t>
      </w:r>
    </w:p>
    <w:p w:rsidR="00390748" w:rsidRDefault="00390748" w:rsidP="00212A3F">
      <w:pPr>
        <w:pStyle w:val="libAie"/>
        <w:rPr>
          <w:rtl/>
        </w:rPr>
      </w:pPr>
      <w:r>
        <w:rPr>
          <w:rFonts w:hint="cs"/>
          <w:rtl/>
        </w:rPr>
        <w:t>غیر المغضوب علیهم و لا الضالین</w:t>
      </w:r>
    </w:p>
    <w:p w:rsidR="00212A3F" w:rsidRDefault="00212A3F" w:rsidP="00390748">
      <w:pPr>
        <w:pStyle w:val="libNormal"/>
        <w:rPr>
          <w:rtl/>
        </w:rPr>
      </w:pPr>
    </w:p>
    <w:p w:rsidR="00390748" w:rsidRDefault="00390748" w:rsidP="00390748">
      <w:pPr>
        <w:pStyle w:val="libNormal"/>
      </w:pPr>
      <w:r>
        <w:t>Surah Al-Ikhlas:</w:t>
      </w:r>
    </w:p>
    <w:p w:rsidR="00390748" w:rsidRDefault="00390748" w:rsidP="00390748">
      <w:pPr>
        <w:pStyle w:val="libNormal"/>
      </w:pPr>
      <w:r>
        <w:t>Dengan menyebut nama Allah</w:t>
      </w:r>
    </w:p>
    <w:p w:rsidR="00390748" w:rsidRDefault="00390748" w:rsidP="00390748">
      <w:pPr>
        <w:pStyle w:val="libNormal"/>
      </w:pPr>
      <w:r>
        <w:t>yang maha pemurah lagi maha</w:t>
      </w:r>
    </w:p>
    <w:p w:rsidR="00390748" w:rsidRDefault="00390748" w:rsidP="00390748">
      <w:pPr>
        <w:pStyle w:val="libNormal"/>
      </w:pPr>
      <w:r>
        <w:t>penyayang</w:t>
      </w:r>
    </w:p>
    <w:p w:rsidR="00346D15" w:rsidRDefault="00346D15" w:rsidP="00390748">
      <w:pPr>
        <w:pStyle w:val="libNormal"/>
        <w:rPr>
          <w:rtl/>
        </w:rPr>
      </w:pPr>
      <w:r w:rsidRPr="00916FDA">
        <w:rPr>
          <w:rStyle w:val="libAieChar"/>
          <w:rFonts w:hint="cs"/>
          <w:rtl/>
        </w:rPr>
        <w:t>بسم الله الرحمان الرحیم</w:t>
      </w:r>
    </w:p>
    <w:p w:rsidR="00390748" w:rsidRDefault="00390748" w:rsidP="00390748">
      <w:pPr>
        <w:pStyle w:val="libNormal"/>
      </w:pPr>
      <w:r>
        <w:t>Katakanlah Dialah Allah yang</w:t>
      </w:r>
    </w:p>
    <w:p w:rsidR="00390748" w:rsidRDefault="00390748" w:rsidP="00346D15">
      <w:pPr>
        <w:pStyle w:val="libNormal"/>
      </w:pPr>
      <w:r>
        <w:lastRenderedPageBreak/>
        <w:t xml:space="preserve">Maha Esa </w:t>
      </w:r>
      <w:r w:rsidR="00346D15">
        <w:rPr>
          <w:rFonts w:hint="cs"/>
          <w:rtl/>
        </w:rPr>
        <w:t xml:space="preserve"> </w:t>
      </w:r>
      <w:r w:rsidR="00346D15" w:rsidRPr="00386C0D">
        <w:rPr>
          <w:rStyle w:val="libAieChar"/>
          <w:rFonts w:hint="cs"/>
          <w:rtl/>
        </w:rPr>
        <w:t>قل هو الله احد</w:t>
      </w:r>
    </w:p>
    <w:p w:rsidR="00390748" w:rsidRDefault="00346D15" w:rsidP="00346D15">
      <w:pPr>
        <w:pStyle w:val="libNormal"/>
      </w:pPr>
      <w:r>
        <w:t>Allah yang tidak membutuhkan</w:t>
      </w:r>
      <w:r>
        <w:rPr>
          <w:rFonts w:hint="cs"/>
          <w:rtl/>
        </w:rPr>
        <w:t xml:space="preserve"> </w:t>
      </w:r>
      <w:r w:rsidRPr="00386C0D">
        <w:rPr>
          <w:rStyle w:val="libAieChar"/>
          <w:rFonts w:hint="cs"/>
          <w:rtl/>
        </w:rPr>
        <w:t xml:space="preserve">الله الصمد </w:t>
      </w:r>
    </w:p>
    <w:p w:rsidR="00390748" w:rsidRDefault="00390748" w:rsidP="00390748">
      <w:pPr>
        <w:pStyle w:val="libNormal"/>
      </w:pPr>
      <w:r>
        <w:t>Yang tidak memiliki anak juga</w:t>
      </w:r>
    </w:p>
    <w:p w:rsidR="00390748" w:rsidRDefault="00346D15" w:rsidP="00346D15">
      <w:pPr>
        <w:pStyle w:val="libNormal"/>
      </w:pPr>
      <w:r>
        <w:t>tidak dilahirkan</w:t>
      </w:r>
      <w:r>
        <w:rPr>
          <w:rFonts w:hint="cs"/>
          <w:rtl/>
        </w:rPr>
        <w:t xml:space="preserve"> </w:t>
      </w:r>
      <w:r w:rsidRPr="00386C0D">
        <w:rPr>
          <w:rStyle w:val="libAieChar"/>
          <w:rFonts w:hint="cs"/>
          <w:rtl/>
        </w:rPr>
        <w:t>لم یلد و لم یولد</w:t>
      </w:r>
      <w:r>
        <w:rPr>
          <w:rFonts w:hint="cs"/>
          <w:rtl/>
        </w:rPr>
        <w:t xml:space="preserve"> </w:t>
      </w:r>
    </w:p>
    <w:p w:rsidR="00390748" w:rsidRDefault="00390748" w:rsidP="00390748">
      <w:pPr>
        <w:pStyle w:val="libNormal"/>
      </w:pPr>
      <w:r>
        <w:t>Dan tidak ada seorang pun yang</w:t>
      </w:r>
    </w:p>
    <w:p w:rsidR="00390748" w:rsidRDefault="00E81355" w:rsidP="00E81355">
      <w:pPr>
        <w:pStyle w:val="libNormal"/>
      </w:pPr>
      <w:r>
        <w:t>Menyerupainya</w:t>
      </w:r>
      <w:r>
        <w:rPr>
          <w:rFonts w:hint="cs"/>
          <w:rtl/>
        </w:rPr>
        <w:t xml:space="preserve"> </w:t>
      </w:r>
      <w:r w:rsidRPr="00386C0D">
        <w:rPr>
          <w:rStyle w:val="libAieChar"/>
          <w:rFonts w:hint="cs"/>
          <w:rtl/>
        </w:rPr>
        <w:t>و لم یکن له کفوا احد</w:t>
      </w:r>
      <w:r>
        <w:rPr>
          <w:rFonts w:hint="cs"/>
          <w:rtl/>
        </w:rPr>
        <w:t xml:space="preserve"> </w:t>
      </w:r>
    </w:p>
    <w:p w:rsidR="00390748" w:rsidRDefault="00390748" w:rsidP="00390748">
      <w:pPr>
        <w:pStyle w:val="libNormal"/>
      </w:pPr>
      <w:r>
        <w:t>Zikir Rukuk:</w:t>
      </w:r>
    </w:p>
    <w:p w:rsidR="00390748" w:rsidRDefault="00390748" w:rsidP="00390748">
      <w:pPr>
        <w:pStyle w:val="libNormal"/>
      </w:pPr>
      <w:r>
        <w:t>Maha Suci Allah Yang Maha</w:t>
      </w:r>
    </w:p>
    <w:p w:rsidR="00390748" w:rsidRDefault="00390748" w:rsidP="004418FB">
      <w:pPr>
        <w:pStyle w:val="libNormal"/>
      </w:pPr>
      <w:r>
        <w:t xml:space="preserve">Agung dan segala puji bagi-Nya </w:t>
      </w:r>
      <w:r w:rsidR="004418FB" w:rsidRPr="00386C0D">
        <w:rPr>
          <w:rStyle w:val="libAieChar"/>
          <w:rFonts w:hint="cs"/>
          <w:rtl/>
        </w:rPr>
        <w:t>سبحان رب العظیم و بحمدک</w:t>
      </w:r>
    </w:p>
    <w:p w:rsidR="00390748" w:rsidRDefault="00390748" w:rsidP="00390748">
      <w:pPr>
        <w:pStyle w:val="libNormal"/>
      </w:pPr>
      <w:r>
        <w:t>Zikir Sujud:</w:t>
      </w:r>
    </w:p>
    <w:p w:rsidR="00390748" w:rsidRDefault="00390748" w:rsidP="00390748">
      <w:pPr>
        <w:pStyle w:val="libNormal"/>
      </w:pPr>
      <w:r>
        <w:t>Maha Suci Allah Yang Maha</w:t>
      </w:r>
    </w:p>
    <w:p w:rsidR="00390748" w:rsidRDefault="00390748" w:rsidP="004418FB">
      <w:pPr>
        <w:pStyle w:val="libNormal"/>
      </w:pPr>
      <w:r>
        <w:t xml:space="preserve">Tinggi dan segala puji bagi-Nya </w:t>
      </w:r>
      <w:r w:rsidR="004418FB" w:rsidRPr="00386C0D">
        <w:rPr>
          <w:rStyle w:val="libAieChar"/>
          <w:rFonts w:hint="cs"/>
          <w:rtl/>
        </w:rPr>
        <w:t>سبحان رب الاعلی و بحمدک</w:t>
      </w:r>
    </w:p>
    <w:p w:rsidR="00390748" w:rsidRDefault="00390748" w:rsidP="00390748">
      <w:pPr>
        <w:pStyle w:val="libNormal"/>
      </w:pPr>
      <w:r>
        <w:t>Empat Tasbih:</w:t>
      </w:r>
    </w:p>
    <w:p w:rsidR="00390748" w:rsidRDefault="00390748" w:rsidP="00390748">
      <w:pPr>
        <w:pStyle w:val="libNormal"/>
      </w:pPr>
      <w:r>
        <w:t>Maha Suci Allah. Segala puji bagi</w:t>
      </w:r>
    </w:p>
    <w:p w:rsidR="00390748" w:rsidRDefault="00390748" w:rsidP="00390748">
      <w:pPr>
        <w:pStyle w:val="libNormal"/>
      </w:pPr>
      <w:r>
        <w:t>Allah. Tidak ada tuhan selain</w:t>
      </w:r>
    </w:p>
    <w:p w:rsidR="00390748" w:rsidRDefault="00390748" w:rsidP="00390748">
      <w:pPr>
        <w:pStyle w:val="libNormal"/>
      </w:pPr>
      <w:r>
        <w:t>Allah. Dan Allah Maha Besar.</w:t>
      </w:r>
    </w:p>
    <w:p w:rsidR="00A144B5" w:rsidRDefault="00A144B5" w:rsidP="00386C0D">
      <w:pPr>
        <w:pStyle w:val="libAie"/>
        <w:rPr>
          <w:rtl/>
        </w:rPr>
      </w:pPr>
      <w:r>
        <w:rPr>
          <w:rFonts w:hint="cs"/>
          <w:rtl/>
        </w:rPr>
        <w:t>سبحان الله و الحمد لله ولا اله الا الله و الله اکبر</w:t>
      </w:r>
    </w:p>
    <w:p w:rsidR="00390748" w:rsidRDefault="00390748" w:rsidP="00390748">
      <w:pPr>
        <w:pStyle w:val="libNormal"/>
      </w:pPr>
      <w:r>
        <w:t>Tasyahud:</w:t>
      </w:r>
    </w:p>
    <w:p w:rsidR="00390748" w:rsidRDefault="00390748" w:rsidP="00390748">
      <w:pPr>
        <w:pStyle w:val="libNormal"/>
      </w:pPr>
      <w:r>
        <w:t>Aku bersaksi bahwa tidak ada</w:t>
      </w:r>
    </w:p>
    <w:p w:rsidR="00390748" w:rsidRDefault="00390748" w:rsidP="00390748">
      <w:pPr>
        <w:pStyle w:val="libNormal"/>
      </w:pPr>
      <w:r>
        <w:t>tuhan selain Allah maha Esa</w:t>
      </w:r>
    </w:p>
    <w:p w:rsidR="00390748" w:rsidRDefault="00390748" w:rsidP="00390748">
      <w:pPr>
        <w:pStyle w:val="libNormal"/>
      </w:pPr>
      <w:r>
        <w:t>dan tidak ada sekutu bagi-Nya</w:t>
      </w:r>
    </w:p>
    <w:p w:rsidR="00C33E12" w:rsidRDefault="00C33E12" w:rsidP="00386C0D">
      <w:pPr>
        <w:pStyle w:val="libAie"/>
        <w:rPr>
          <w:rtl/>
        </w:rPr>
      </w:pPr>
      <w:r>
        <w:rPr>
          <w:rFonts w:hint="cs"/>
          <w:rtl/>
        </w:rPr>
        <w:t>اشهد ان لا اله الله وحده لا شریک له</w:t>
      </w:r>
    </w:p>
    <w:p w:rsidR="00390748" w:rsidRDefault="00390748" w:rsidP="00390748">
      <w:pPr>
        <w:pStyle w:val="libNormal"/>
      </w:pPr>
      <w:r>
        <w:t>Dan aku bersaksi bahwa</w:t>
      </w:r>
    </w:p>
    <w:p w:rsidR="00390748" w:rsidRDefault="00390748" w:rsidP="00390748">
      <w:pPr>
        <w:pStyle w:val="libNormal"/>
      </w:pPr>
      <w:r>
        <w:t>Muhammad adalah hamba dan</w:t>
      </w:r>
    </w:p>
    <w:p w:rsidR="00390748" w:rsidRDefault="00390748" w:rsidP="00390748">
      <w:pPr>
        <w:pStyle w:val="libNormal"/>
      </w:pPr>
      <w:r>
        <w:t>rasul-Nya.</w:t>
      </w:r>
    </w:p>
    <w:p w:rsidR="00E55419" w:rsidRDefault="00E55419" w:rsidP="00386C0D">
      <w:pPr>
        <w:pStyle w:val="libAie"/>
        <w:rPr>
          <w:rtl/>
        </w:rPr>
      </w:pPr>
      <w:r>
        <w:rPr>
          <w:rFonts w:hint="cs"/>
          <w:rtl/>
        </w:rPr>
        <w:t>و اشهد ان محمدا عبده و رسوله</w:t>
      </w:r>
    </w:p>
    <w:p w:rsidR="00390748" w:rsidRPr="00C35EE6" w:rsidRDefault="00C739BF" w:rsidP="00C739BF">
      <w:pPr>
        <w:pStyle w:val="libNormal"/>
      </w:pPr>
      <w:r>
        <w:t>Ya Allah! Sampaikanlah salam</w:t>
      </w:r>
      <w:r>
        <w:rPr>
          <w:rFonts w:hint="cs"/>
          <w:rtl/>
        </w:rPr>
        <w:t xml:space="preserve"> </w:t>
      </w:r>
      <w:r w:rsidRPr="00386C0D">
        <w:rPr>
          <w:rStyle w:val="libAieChar"/>
          <w:rFonts w:hint="cs"/>
          <w:rtl/>
        </w:rPr>
        <w:t xml:space="preserve">اللهم صل علی محمد و آل محمد </w:t>
      </w:r>
    </w:p>
    <w:p w:rsidR="00390748" w:rsidRDefault="00390748" w:rsidP="00390748">
      <w:pPr>
        <w:pStyle w:val="libNormal"/>
      </w:pPr>
      <w:r>
        <w:t>atas Muhammad dan keluarga</w:t>
      </w:r>
    </w:p>
    <w:p w:rsidR="00390748" w:rsidRDefault="00390748" w:rsidP="00390748">
      <w:pPr>
        <w:pStyle w:val="libNormal"/>
      </w:pPr>
      <w:r>
        <w:t>Muhammad saw.</w:t>
      </w:r>
    </w:p>
    <w:p w:rsidR="00390748" w:rsidRDefault="00390748" w:rsidP="00390748">
      <w:pPr>
        <w:pStyle w:val="libNormal"/>
      </w:pPr>
      <w:r>
        <w:t>Salam:</w:t>
      </w:r>
    </w:p>
    <w:p w:rsidR="00390748" w:rsidRDefault="00390748" w:rsidP="00390748">
      <w:pPr>
        <w:pStyle w:val="libNormal"/>
      </w:pPr>
      <w:r>
        <w:t>Salam dan rahmat serta</w:t>
      </w:r>
    </w:p>
    <w:p w:rsidR="00390748" w:rsidRDefault="00390748" w:rsidP="00390748">
      <w:pPr>
        <w:pStyle w:val="libNormal"/>
      </w:pPr>
      <w:r>
        <w:t>berkah Allah untukmu wahai</w:t>
      </w:r>
    </w:p>
    <w:p w:rsidR="00390748" w:rsidRDefault="00390748" w:rsidP="00390748">
      <w:pPr>
        <w:pStyle w:val="libNormal"/>
      </w:pPr>
      <w:r>
        <w:t>Nabi</w:t>
      </w:r>
    </w:p>
    <w:p w:rsidR="00C739BF" w:rsidRDefault="00C739BF" w:rsidP="00386C0D">
      <w:pPr>
        <w:pStyle w:val="libAie"/>
        <w:rPr>
          <w:rtl/>
        </w:rPr>
      </w:pPr>
      <w:r>
        <w:rPr>
          <w:rFonts w:hint="cs"/>
          <w:rtl/>
        </w:rPr>
        <w:lastRenderedPageBreak/>
        <w:t>السلام علیک ایها النبی و رحمه الله و برکاته</w:t>
      </w:r>
    </w:p>
    <w:p w:rsidR="00390748" w:rsidRDefault="00390748" w:rsidP="00390748">
      <w:pPr>
        <w:pStyle w:val="libNormal"/>
      </w:pPr>
      <w:r>
        <w:t>Salam untuk kami (para</w:t>
      </w:r>
    </w:p>
    <w:p w:rsidR="00390748" w:rsidRDefault="00390748" w:rsidP="00390748">
      <w:pPr>
        <w:pStyle w:val="libNormal"/>
      </w:pPr>
      <w:r>
        <w:t>pelaku salat) dan untuk</w:t>
      </w:r>
    </w:p>
    <w:p w:rsidR="00390748" w:rsidRDefault="00390748" w:rsidP="00390748">
      <w:pPr>
        <w:pStyle w:val="libNormal"/>
      </w:pPr>
      <w:r>
        <w:t>hamba-hamba Allah yang</w:t>
      </w:r>
    </w:p>
    <w:p w:rsidR="00390748" w:rsidRDefault="00390748" w:rsidP="00390748">
      <w:pPr>
        <w:pStyle w:val="libNormal"/>
      </w:pPr>
      <w:r>
        <w:t>saleh</w:t>
      </w:r>
    </w:p>
    <w:p w:rsidR="00C739BF" w:rsidRDefault="00C739BF" w:rsidP="00386C0D">
      <w:pPr>
        <w:pStyle w:val="libAie"/>
        <w:rPr>
          <w:rtl/>
        </w:rPr>
      </w:pPr>
      <w:r>
        <w:rPr>
          <w:rFonts w:hint="cs"/>
          <w:rtl/>
        </w:rPr>
        <w:t>السلام علینا و علی عباد الله الصالحین</w:t>
      </w:r>
    </w:p>
    <w:p w:rsidR="00390748" w:rsidRDefault="00390748" w:rsidP="00390748">
      <w:pPr>
        <w:pStyle w:val="libNormal"/>
      </w:pPr>
      <w:r>
        <w:t>Salam dan rahmat serta</w:t>
      </w:r>
    </w:p>
    <w:p w:rsidR="00390748" w:rsidRDefault="00390748" w:rsidP="00390748">
      <w:pPr>
        <w:pStyle w:val="libNormal"/>
      </w:pPr>
      <w:r>
        <w:t>berkah Allah</w:t>
      </w:r>
    </w:p>
    <w:p w:rsidR="00390748" w:rsidRDefault="00390748" w:rsidP="00390748">
      <w:pPr>
        <w:pStyle w:val="libNormal"/>
      </w:pPr>
      <w:r>
        <w:t>untuk kalian</w:t>
      </w:r>
    </w:p>
    <w:p w:rsidR="009E1E85" w:rsidRDefault="009E1E85" w:rsidP="00386C0D">
      <w:pPr>
        <w:pStyle w:val="libAie"/>
        <w:rPr>
          <w:rtl/>
        </w:rPr>
      </w:pPr>
      <w:r>
        <w:rPr>
          <w:rFonts w:hint="cs"/>
          <w:rtl/>
        </w:rPr>
        <w:t>السلام علیکم و رحمه الله و برکاته</w:t>
      </w:r>
    </w:p>
    <w:p w:rsidR="009E1E85" w:rsidRDefault="009E1E85" w:rsidP="00390748">
      <w:pPr>
        <w:pStyle w:val="libNormal"/>
        <w:rPr>
          <w:rtl/>
        </w:rPr>
      </w:pPr>
    </w:p>
    <w:p w:rsidR="00390748" w:rsidRDefault="00390748" w:rsidP="00386C0D">
      <w:pPr>
        <w:pStyle w:val="Heading2"/>
      </w:pPr>
      <w:bookmarkStart w:id="251" w:name="_Toc422656746"/>
      <w:r>
        <w:t>Pertanyaan:</w:t>
      </w:r>
      <w:bookmarkEnd w:id="251"/>
    </w:p>
    <w:p w:rsidR="00386C0D" w:rsidRDefault="00386C0D" w:rsidP="00390748">
      <w:pPr>
        <w:pStyle w:val="libNormal"/>
        <w:rPr>
          <w:rtl/>
        </w:rPr>
      </w:pPr>
    </w:p>
    <w:p w:rsidR="00390748" w:rsidRDefault="00390748" w:rsidP="00390748">
      <w:pPr>
        <w:pStyle w:val="libNormal"/>
      </w:pPr>
      <w:r>
        <w:t>1. Terjemahkan kalimat yang ada pada iqomah namun tidak ada pada azan!</w:t>
      </w:r>
    </w:p>
    <w:p w:rsidR="00390748" w:rsidRDefault="00390748" w:rsidP="00390748">
      <w:pPr>
        <w:pStyle w:val="libNormal"/>
      </w:pPr>
      <w:r>
        <w:t>2. Terjemahkan empat tasbih!</w:t>
      </w:r>
    </w:p>
    <w:p w:rsidR="00390748" w:rsidRDefault="00390748" w:rsidP="00390748">
      <w:pPr>
        <w:pStyle w:val="libNormal"/>
      </w:pPr>
      <w:r>
        <w:t>3. Pilih dan terjemahkan surah yang pendek dari Al-Quran yang tidak tersebut dalam pelajaran!</w:t>
      </w:r>
    </w:p>
    <w:p w:rsidR="00390748" w:rsidRDefault="00390748" w:rsidP="00390748">
      <w:pPr>
        <w:pStyle w:val="libNormal"/>
      </w:pPr>
      <w:r>
        <w:t>4. Apa terjemahan kalimat yang paling awal dan paling akhir dalam salat?</w:t>
      </w:r>
    </w:p>
    <w:p w:rsidR="00390748" w:rsidRDefault="00390748" w:rsidP="00390748">
      <w:pPr>
        <w:pStyle w:val="libNormal"/>
      </w:pPr>
      <w:r>
        <w:t>5. Ada berapa jumlah kalimat yang ada dalam salat (selain azan dan iqomah) dengan</w:t>
      </w:r>
    </w:p>
    <w:p w:rsidR="006D2008" w:rsidRDefault="00390748" w:rsidP="00390748">
      <w:pPr>
        <w:pStyle w:val="libNormal"/>
      </w:pPr>
      <w:r>
        <w:t>menghapus kalimat yang terulang-ulang?</w:t>
      </w:r>
    </w:p>
    <w:p w:rsidR="006D2008" w:rsidRPr="006D2008" w:rsidRDefault="006D2008">
      <w:r>
        <w:br w:type="page"/>
      </w:r>
    </w:p>
    <w:p w:rsidR="00B1518E" w:rsidRDefault="00B1518E" w:rsidP="00AF461D">
      <w:pPr>
        <w:pStyle w:val="Heading1Center"/>
      </w:pPr>
      <w:bookmarkStart w:id="252" w:name="_Toc422656747"/>
      <w:r>
        <w:lastRenderedPageBreak/>
        <w:t>Pelajaran 23 &amp; 24</w:t>
      </w:r>
      <w:bookmarkEnd w:id="252"/>
    </w:p>
    <w:p w:rsidR="00B1518E" w:rsidRDefault="00B1518E" w:rsidP="00AF461D">
      <w:pPr>
        <w:pStyle w:val="Heading1Center"/>
      </w:pPr>
      <w:bookmarkStart w:id="253" w:name="_Toc422656748"/>
      <w:r>
        <w:t>KERAGUAN-KERAGUAN</w:t>
      </w:r>
      <w:bookmarkEnd w:id="253"/>
    </w:p>
    <w:p w:rsidR="00B1518E" w:rsidRDefault="00B1518E" w:rsidP="00AF461D">
      <w:pPr>
        <w:pStyle w:val="Heading1Center"/>
      </w:pPr>
      <w:bookmarkStart w:id="254" w:name="_Toc422656749"/>
      <w:r>
        <w:t>DALAM</w:t>
      </w:r>
      <w:r w:rsidR="00AF461D">
        <w:t xml:space="preserve"> </w:t>
      </w:r>
      <w:r>
        <w:t>SALAT</w:t>
      </w:r>
      <w:bookmarkEnd w:id="254"/>
    </w:p>
    <w:p w:rsidR="00B1518E" w:rsidRDefault="00B1518E" w:rsidP="00B1518E">
      <w:pPr>
        <w:pStyle w:val="libNormal"/>
      </w:pPr>
    </w:p>
    <w:p w:rsidR="00B1518E" w:rsidRDefault="00B1518E" w:rsidP="00B1518E">
      <w:pPr>
        <w:pStyle w:val="libNormal"/>
      </w:pPr>
      <w:r>
        <w:t>Kadang-kadang pelaku salat—ketika mengerjakan suatu bagian dari salatnya—mengalami</w:t>
      </w:r>
    </w:p>
    <w:p w:rsidR="00B1518E" w:rsidRDefault="00B1518E" w:rsidP="00B1518E">
      <w:pPr>
        <w:pStyle w:val="libNormal"/>
      </w:pPr>
      <w:r>
        <w:t>keraguan, misalnya; dia tidak tahu apakah sudah membaca tasyahud atau belum, atau tidak tahu</w:t>
      </w:r>
    </w:p>
    <w:p w:rsidR="00B1518E" w:rsidRDefault="00B1518E" w:rsidP="00B1518E">
      <w:pPr>
        <w:pStyle w:val="libNormal"/>
      </w:pPr>
      <w:r>
        <w:t>apakah sudah sujud sekali atau sudah dua kali. Dan boleh jadi dia ragu tentang jumlah rakaat</w:t>
      </w:r>
    </w:p>
    <w:p w:rsidR="00B1518E" w:rsidRDefault="00B1518E" w:rsidP="00B1518E">
      <w:pPr>
        <w:pStyle w:val="libNormal"/>
      </w:pPr>
      <w:r>
        <w:t>yang dikerjakannya, misalnya; dia tidak tahu apakah sekarang sedang dalam rakaat ketiga atau</w:t>
      </w:r>
    </w:p>
    <w:p w:rsidR="00B1518E" w:rsidRDefault="00B1518E" w:rsidP="00B1518E">
      <w:pPr>
        <w:pStyle w:val="libNormal"/>
      </w:pPr>
      <w:r>
        <w:t>keempat.</w:t>
      </w:r>
    </w:p>
    <w:p w:rsidR="00B1518E" w:rsidRDefault="00B1518E" w:rsidP="00B1518E">
      <w:pPr>
        <w:pStyle w:val="libNormal"/>
      </w:pPr>
      <w:r>
        <w:t>Sekaitan dengan keraguan dalam salat, terdapat hukum-hukum secara khusus. Hanya saja,</w:t>
      </w:r>
    </w:p>
    <w:p w:rsidR="00B1518E" w:rsidRDefault="00B1518E" w:rsidP="00B1518E">
      <w:pPr>
        <w:pStyle w:val="libNormal"/>
      </w:pPr>
      <w:r>
        <w:t>menjelaskan semua masalah-masalahnya dalam buku ini tidak mungkin, namun kami akan</w:t>
      </w:r>
    </w:p>
    <w:p w:rsidR="00B1518E" w:rsidRDefault="00B1518E" w:rsidP="00B1518E">
      <w:pPr>
        <w:pStyle w:val="libNormal"/>
      </w:pPr>
      <w:r>
        <w:t>menjelaskan macam-macam keraguan dan hukumnya masing-masing secara ringkas.</w:t>
      </w:r>
    </w:p>
    <w:p w:rsidR="00191D04" w:rsidRDefault="00191D04" w:rsidP="00B1518E">
      <w:pPr>
        <w:pStyle w:val="libNormal"/>
      </w:pPr>
    </w:p>
    <w:p w:rsidR="00B1518E" w:rsidRDefault="00B1518E" w:rsidP="00191D04">
      <w:pPr>
        <w:pStyle w:val="Heading2"/>
      </w:pPr>
      <w:bookmarkStart w:id="255" w:name="_Toc422656750"/>
      <w:r>
        <w:t>M</w:t>
      </w:r>
      <w:r w:rsidR="008D5617">
        <w:t>acam-macam Keraguan dalam Salat</w:t>
      </w:r>
      <w:r w:rsidR="008D5617" w:rsidRPr="008D5617">
        <w:rPr>
          <w:rStyle w:val="libFootnotenumChar"/>
        </w:rPr>
        <w:footnoteReference w:id="327"/>
      </w:r>
      <w:bookmarkEnd w:id="255"/>
    </w:p>
    <w:p w:rsidR="00191D04" w:rsidRDefault="00191D04" w:rsidP="00B1518E">
      <w:pPr>
        <w:pStyle w:val="libNormal"/>
      </w:pPr>
    </w:p>
    <w:p w:rsidR="00B1518E" w:rsidRDefault="00B1518E" w:rsidP="00191D04">
      <w:pPr>
        <w:pStyle w:val="Heading3"/>
      </w:pPr>
      <w:bookmarkStart w:id="256" w:name="_Toc422656751"/>
      <w:r>
        <w:t>1. Keraguan dalam bagian–bagian salat:</w:t>
      </w:r>
      <w:bookmarkEnd w:id="256"/>
    </w:p>
    <w:p w:rsidR="00B1518E" w:rsidRDefault="00B1518E" w:rsidP="00B1518E">
      <w:pPr>
        <w:pStyle w:val="libNormal"/>
      </w:pPr>
      <w:r>
        <w:t>a. Jika pelaku salat ragu tentang mengerjakan bagian dari salat, yakni tidak tahu apakah</w:t>
      </w:r>
    </w:p>
    <w:p w:rsidR="00B1518E" w:rsidRDefault="00B1518E" w:rsidP="00B1518E">
      <w:pPr>
        <w:pStyle w:val="libNormal"/>
      </w:pPr>
      <w:r>
        <w:t>sudah mengerjakan bagian tersebut ataukah belum, maka jika belum memulai bagian</w:t>
      </w:r>
    </w:p>
    <w:p w:rsidR="00B1518E" w:rsidRDefault="00B1518E" w:rsidP="00B1518E">
      <w:pPr>
        <w:pStyle w:val="libNormal"/>
      </w:pPr>
      <w:r>
        <w:t>selanjutnya—artinya, belum keluar dari bagian tersebut—maka dia harus mengerjakan</w:t>
      </w:r>
    </w:p>
    <w:p w:rsidR="00B1518E" w:rsidRDefault="00B1518E" w:rsidP="00B1518E">
      <w:pPr>
        <w:pStyle w:val="libNormal"/>
      </w:pPr>
      <w:r>
        <w:t>bagian tersebut. Akan tetapi, jika kera-guannya terjadi setelah memasuki bagian selanjutnya—</w:t>
      </w:r>
    </w:p>
    <w:p w:rsidR="00B1518E" w:rsidRDefault="00B1518E" w:rsidP="00B1518E">
      <w:pPr>
        <w:pStyle w:val="libNormal"/>
      </w:pPr>
      <w:r>
        <w:t>yakni sudah keluar dari bagian ter-sebut—maka dia tidak perlu memperdulikan</w:t>
      </w:r>
    </w:p>
    <w:p w:rsidR="00B1518E" w:rsidRDefault="00B1518E" w:rsidP="00B1518E">
      <w:pPr>
        <w:pStyle w:val="libNormal"/>
      </w:pPr>
      <w:r>
        <w:lastRenderedPageBreak/>
        <w:t>kera-guan semacam ini dan lanjutkan salat dan salatnya sah.</w:t>
      </w:r>
    </w:p>
    <w:p w:rsidR="00B1518E" w:rsidRDefault="00B1518E" w:rsidP="00B1518E">
      <w:pPr>
        <w:pStyle w:val="libNormal"/>
      </w:pPr>
      <w:r>
        <w:t>b. Jika dia ragu tentang sahnya bagian dari salat, yakni tidak tahu apakah bagian tertentu</w:t>
      </w:r>
    </w:p>
    <w:p w:rsidR="00B1518E" w:rsidRDefault="00B1518E" w:rsidP="00B1518E">
      <w:pPr>
        <w:pStyle w:val="libNormal"/>
      </w:pPr>
      <w:r>
        <w:t>darinya sudah dikerjakannya secara sah ataukah tidak, maka dalam kondisi ini dia tidak</w:t>
      </w:r>
    </w:p>
    <w:p w:rsidR="00B1518E" w:rsidRDefault="00B1518E" w:rsidP="00B1518E">
      <w:pPr>
        <w:pStyle w:val="libNormal"/>
      </w:pPr>
      <w:r>
        <w:t>perlu memperhatikan keraguan tersebut, yakni anggap saja bagian tertentu itu telah</w:t>
      </w:r>
    </w:p>
    <w:p w:rsidR="00B1518E" w:rsidRDefault="00B1518E" w:rsidP="00B1518E">
      <w:pPr>
        <w:pStyle w:val="libNormal"/>
      </w:pPr>
      <w:r>
        <w:t>dikerjakannya secara sah lalu lanjutkanlah salat dan salatnya sah.</w:t>
      </w:r>
    </w:p>
    <w:p w:rsidR="00191D04" w:rsidRDefault="00191D04" w:rsidP="00B1518E">
      <w:pPr>
        <w:pStyle w:val="libNormal"/>
      </w:pPr>
    </w:p>
    <w:p w:rsidR="00B1518E" w:rsidRDefault="008D5617" w:rsidP="00191D04">
      <w:pPr>
        <w:pStyle w:val="Heading3"/>
      </w:pPr>
      <w:bookmarkStart w:id="257" w:name="_Toc422656752"/>
      <w:r>
        <w:t>2. Keraguan dalam rakaat salat:</w:t>
      </w:r>
      <w:r w:rsidRPr="008D5617">
        <w:rPr>
          <w:rStyle w:val="libFootnotenumChar"/>
        </w:rPr>
        <w:footnoteReference w:id="328"/>
      </w:r>
      <w:bookmarkEnd w:id="257"/>
    </w:p>
    <w:p w:rsidR="00B1518E" w:rsidRDefault="00B1518E" w:rsidP="00191D04">
      <w:pPr>
        <w:pStyle w:val="Heading4"/>
      </w:pPr>
      <w:r>
        <w:t>o Kera</w:t>
      </w:r>
      <w:r w:rsidR="008D5617">
        <w:t>guan yang membatalkan salat:</w:t>
      </w:r>
      <w:r w:rsidR="008D5617" w:rsidRPr="008D5617">
        <w:rPr>
          <w:rStyle w:val="libFootnotenumChar"/>
        </w:rPr>
        <w:footnoteReference w:id="329"/>
      </w:r>
    </w:p>
    <w:p w:rsidR="00B1518E" w:rsidRDefault="00B1518E" w:rsidP="00B1518E">
      <w:pPr>
        <w:pStyle w:val="libNormal"/>
      </w:pPr>
      <w:r>
        <w:t>a. Jika terjadi keraguan tentang rakaat dalam salat yang dua rakaat seperti: salat Subuh</w:t>
      </w:r>
    </w:p>
    <w:p w:rsidR="00B1518E" w:rsidRDefault="00B1518E" w:rsidP="00B1518E">
      <w:pPr>
        <w:pStyle w:val="libNormal"/>
      </w:pPr>
      <w:r>
        <w:t>atau pada salat Maghrib, maka salatnya batal.</w:t>
      </w:r>
    </w:p>
    <w:p w:rsidR="00B1518E" w:rsidRDefault="00B1518E" w:rsidP="00B1518E">
      <w:pPr>
        <w:pStyle w:val="libNormal"/>
      </w:pPr>
      <w:r>
        <w:t>b. Ragu antara satu rakaat atau lebih, yakni apakah sudah mengerjakan satu rakaat atau</w:t>
      </w:r>
    </w:p>
    <w:p w:rsidR="00B1518E" w:rsidRDefault="00B1518E" w:rsidP="00B1518E">
      <w:pPr>
        <w:pStyle w:val="libNormal"/>
      </w:pPr>
      <w:r>
        <w:t>lebih, maka salatnya batal.</w:t>
      </w:r>
    </w:p>
    <w:p w:rsidR="00B1518E" w:rsidRDefault="00B1518E" w:rsidP="00B1518E">
      <w:pPr>
        <w:pStyle w:val="libNormal"/>
      </w:pPr>
      <w:r>
        <w:t>c. Jika dalam salat tidak tahu; berapa rakaatkah yang sudah dikerjakannya, maka</w:t>
      </w:r>
    </w:p>
    <w:p w:rsidR="00B1518E" w:rsidRDefault="00B1518E" w:rsidP="00B1518E">
      <w:pPr>
        <w:pStyle w:val="libNormal"/>
      </w:pPr>
      <w:r>
        <w:t>salatnya batal.</w:t>
      </w:r>
    </w:p>
    <w:p w:rsidR="00191D04" w:rsidRDefault="00191D04" w:rsidP="00B1518E">
      <w:pPr>
        <w:pStyle w:val="libNormal"/>
      </w:pPr>
    </w:p>
    <w:p w:rsidR="00B1518E" w:rsidRDefault="00B1518E" w:rsidP="00191D04">
      <w:pPr>
        <w:pStyle w:val="Heading4"/>
      </w:pPr>
      <w:r>
        <w:t>o Keraguan</w:t>
      </w:r>
      <w:r w:rsidR="008D5617">
        <w:t xml:space="preserve"> yang tidak perlu diperhatikan:</w:t>
      </w:r>
      <w:r w:rsidR="008D5617" w:rsidRPr="008D5617">
        <w:rPr>
          <w:rStyle w:val="libFootnotenumChar"/>
        </w:rPr>
        <w:footnoteReference w:id="330"/>
      </w:r>
    </w:p>
    <w:p w:rsidR="00B1518E" w:rsidRDefault="00B1518E" w:rsidP="00B1518E">
      <w:pPr>
        <w:pStyle w:val="libNormal"/>
      </w:pPr>
      <w:r>
        <w:t>a. Dalam salat sunah.</w:t>
      </w:r>
    </w:p>
    <w:p w:rsidR="00F92DF5" w:rsidRDefault="00B1518E" w:rsidP="00B1518E">
      <w:pPr>
        <w:pStyle w:val="libNormal"/>
      </w:pPr>
      <w:r>
        <w:t>b. Dalam salat jamaah.</w:t>
      </w:r>
    </w:p>
    <w:p w:rsidR="003F6F0B" w:rsidRDefault="003F6F0B" w:rsidP="003F6F0B">
      <w:pPr>
        <w:pStyle w:val="libNormal"/>
      </w:pPr>
      <w:r>
        <w:t>c. Setelah mengucapkan salam; jika seusai salat terjadi keraguan tentang rakaat atau</w:t>
      </w:r>
    </w:p>
    <w:p w:rsidR="003F6F0B" w:rsidRDefault="003F6F0B" w:rsidP="003F6F0B">
      <w:pPr>
        <w:pStyle w:val="libNormal"/>
      </w:pPr>
      <w:r>
        <w:lastRenderedPageBreak/>
        <w:t>tentang bagian lain dari salat, tidak perlu mengulangi salatnya.</w:t>
      </w:r>
    </w:p>
    <w:p w:rsidR="003F6F0B" w:rsidRDefault="003F6F0B" w:rsidP="003F6F0B">
      <w:pPr>
        <w:pStyle w:val="libNormal"/>
      </w:pPr>
      <w:r>
        <w:t>d. Setelah habis waktu salat; jika waktu salat sudah habis lalu ragu; apakah sudah</w:t>
      </w:r>
    </w:p>
    <w:p w:rsidR="003F6F0B" w:rsidRDefault="003F6F0B" w:rsidP="003F6F0B">
      <w:pPr>
        <w:pStyle w:val="libNormal"/>
      </w:pPr>
      <w:r>
        <w:t>mengerjakan salat atau belum, maka tidak perlu mengerjakan salat.</w:t>
      </w:r>
    </w:p>
    <w:p w:rsidR="008D5617" w:rsidRDefault="003F6F0B" w:rsidP="003F6F0B">
      <w:pPr>
        <w:pStyle w:val="libNormal"/>
      </w:pPr>
      <w:r>
        <w:t>o Keraguan pada salat empat rakaat (lihat tabel di halaman berikut ini!</w:t>
      </w:r>
      <w:r w:rsidRPr="003F6F0B">
        <w:rPr>
          <w:rStyle w:val="libFootnotenumChar"/>
        </w:rPr>
        <w:footnoteReference w:id="331"/>
      </w:r>
      <w:r w:rsidR="009A2ED0">
        <w:t>)</w:t>
      </w:r>
    </w:p>
    <w:p w:rsidR="002F49E0" w:rsidRDefault="002F49E0" w:rsidP="0064206A">
      <w:pPr>
        <w:pStyle w:val="libNormal"/>
        <w:rPr>
          <w:rtl/>
        </w:rPr>
      </w:pPr>
    </w:p>
    <w:p w:rsidR="0064206A" w:rsidRDefault="0064206A" w:rsidP="002F49E0">
      <w:pPr>
        <w:pStyle w:val="Heading2"/>
      </w:pPr>
      <w:bookmarkStart w:id="258" w:name="_Toc422656753"/>
      <w:r>
        <w:t>Salat Ihtiyath</w:t>
      </w:r>
      <w:bookmarkEnd w:id="258"/>
    </w:p>
    <w:p w:rsidR="002F49E0" w:rsidRDefault="002F49E0" w:rsidP="0064206A">
      <w:pPr>
        <w:pStyle w:val="libNormal"/>
        <w:rPr>
          <w:rtl/>
        </w:rPr>
      </w:pPr>
    </w:p>
    <w:p w:rsidR="0064206A" w:rsidRDefault="0064206A" w:rsidP="0064206A">
      <w:pPr>
        <w:pStyle w:val="libNormal"/>
      </w:pPr>
      <w:r>
        <w:t>1. Jika pelaku salat mengalami hal-hal yang mewajibkan salat ihtiyath seperti; ragu antara rakaat</w:t>
      </w:r>
    </w:p>
    <w:p w:rsidR="0064206A" w:rsidRPr="00C35EE6" w:rsidRDefault="0064206A" w:rsidP="00C35EE6">
      <w:pPr>
        <w:pStyle w:val="libNormal"/>
      </w:pPr>
      <w:r w:rsidRPr="00C35EE6">
        <w:t>3 atau 4, maka seusai mengucapkan salam—dengan tidak sampai merusak bentuk salat atau</w:t>
      </w:r>
    </w:p>
    <w:p w:rsidR="0064206A" w:rsidRDefault="0064206A" w:rsidP="0064206A">
      <w:pPr>
        <w:pStyle w:val="libNormal"/>
      </w:pPr>
      <w:r>
        <w:t>melakukan hal-hal yangmembatalkan salat—hendaknya berdiri kemudian ber-takbirotul ihrom</w:t>
      </w:r>
    </w:p>
    <w:p w:rsidR="0064206A" w:rsidRDefault="0064206A" w:rsidP="0064206A">
      <w:pPr>
        <w:pStyle w:val="libNormal"/>
      </w:pPr>
      <w:r>
        <w:t>untukmengerjakan salat ihtiyath tanpa azan dan iqomah.</w:t>
      </w:r>
    </w:p>
    <w:p w:rsidR="0064206A" w:rsidRDefault="0064206A" w:rsidP="0064206A">
      <w:pPr>
        <w:pStyle w:val="libNormal"/>
      </w:pPr>
      <w:r>
        <w:t>o Perbedaan salat ihtiyath dengan salat lainnya:</w:t>
      </w:r>
    </w:p>
    <w:p w:rsidR="0064206A" w:rsidRDefault="0064206A" w:rsidP="0064206A">
      <w:pPr>
        <w:pStyle w:val="libNormal"/>
      </w:pPr>
      <w:r>
        <w:t>a. Di dalamnya, niat tidak boleh diucapkan dengan kata-kata.</w:t>
      </w:r>
    </w:p>
    <w:p w:rsidR="0064206A" w:rsidRDefault="0064206A" w:rsidP="0064206A">
      <w:pPr>
        <w:pStyle w:val="libNormal"/>
      </w:pPr>
      <w:r>
        <w:t>b. Dalamnya, tidak ada qunut dan surah selain Al-Fatihah, sekalipun salat ithtiyath itu</w:t>
      </w:r>
    </w:p>
    <w:p w:rsidR="0064206A" w:rsidRDefault="0064206A" w:rsidP="0064206A">
      <w:pPr>
        <w:pStyle w:val="libNormal"/>
      </w:pPr>
      <w:r>
        <w:t>dua rakaat.</w:t>
      </w:r>
    </w:p>
    <w:p w:rsidR="0064206A" w:rsidRDefault="0064206A" w:rsidP="0064206A">
      <w:pPr>
        <w:pStyle w:val="libNormal"/>
      </w:pPr>
      <w:r>
        <w:t>c. Berdasarkan ihtiyath wajib,</w:t>
      </w:r>
      <w:r w:rsidR="00D82934">
        <w:t xml:space="preserve"> Al-Fatihah harus dibaca pelan.</w:t>
      </w:r>
      <w:r w:rsidR="00D82934" w:rsidRPr="00D82934">
        <w:rPr>
          <w:rStyle w:val="libFootnotenumChar"/>
        </w:rPr>
        <w:footnoteReference w:id="332"/>
      </w:r>
    </w:p>
    <w:p w:rsidR="0064206A" w:rsidRDefault="0064206A" w:rsidP="0064206A">
      <w:pPr>
        <w:pStyle w:val="libNormal"/>
      </w:pPr>
      <w:r>
        <w:t>2. Jika salat ihtiyath itu hanya satu rakaat, maka setelah sujud dua kali harus bertasyahud</w:t>
      </w:r>
    </w:p>
    <w:p w:rsidR="0064206A" w:rsidRDefault="0064206A" w:rsidP="0064206A">
      <w:pPr>
        <w:pStyle w:val="libNormal"/>
      </w:pPr>
      <w:r>
        <w:t>kemudian mengu-capkan salam. Jika salat ihtiyath itu dua rakaat, maka pada rakaat pertama</w:t>
      </w:r>
    </w:p>
    <w:p w:rsidR="0064206A" w:rsidRDefault="0064206A" w:rsidP="0064206A">
      <w:pPr>
        <w:pStyle w:val="libNormal"/>
      </w:pPr>
      <w:r>
        <w:lastRenderedPageBreak/>
        <w:t>tidak boleh bertasyahud dan membaca salam, akan tetapi lanjutkan dengan me-ngerjakan</w:t>
      </w:r>
    </w:p>
    <w:p w:rsidR="0064206A" w:rsidRDefault="0064206A" w:rsidP="0064206A">
      <w:pPr>
        <w:pStyle w:val="libNormal"/>
      </w:pPr>
      <w:r>
        <w:t>rakaat kedua (tanpa takbirotul ihrom) dan di akhir</w:t>
      </w:r>
      <w:r w:rsidR="00D82934">
        <w:t>nya bacalah tasyahud dan salam.</w:t>
      </w:r>
      <w:r w:rsidR="00D82934" w:rsidRPr="00D82934">
        <w:rPr>
          <w:rStyle w:val="libFootnotenumChar"/>
        </w:rPr>
        <w:footnoteReference w:id="333"/>
      </w:r>
    </w:p>
    <w:p w:rsidR="0064206A" w:rsidRDefault="0064206A" w:rsidP="0064206A">
      <w:pPr>
        <w:pStyle w:val="libNormal"/>
      </w:pPr>
      <w:r>
        <w:t>* * *</w:t>
      </w:r>
    </w:p>
    <w:p w:rsidR="005D492F" w:rsidRDefault="005D492F" w:rsidP="0064206A">
      <w:pPr>
        <w:pStyle w:val="libNormal"/>
        <w:rPr>
          <w:rtl/>
        </w:rPr>
      </w:pPr>
    </w:p>
    <w:p w:rsidR="0064206A" w:rsidRDefault="0064206A" w:rsidP="005D492F">
      <w:pPr>
        <w:pStyle w:val="Heading2"/>
      </w:pPr>
      <w:bookmarkStart w:id="259" w:name="_Toc422656754"/>
      <w:r>
        <w:t>Sujud Sahwi</w:t>
      </w:r>
      <w:bookmarkEnd w:id="259"/>
    </w:p>
    <w:p w:rsidR="005D492F" w:rsidRDefault="005D492F" w:rsidP="0064206A">
      <w:pPr>
        <w:pStyle w:val="libNormal"/>
        <w:rPr>
          <w:rtl/>
        </w:rPr>
      </w:pPr>
    </w:p>
    <w:p w:rsidR="0064206A" w:rsidRDefault="0064206A" w:rsidP="0064206A">
      <w:pPr>
        <w:pStyle w:val="libNormal"/>
      </w:pPr>
      <w:r>
        <w:t>1. Sekaitan dengan hal-hal yang mewajibkan sujud sahwi, misalnya jika dalam kondisi duduk,</w:t>
      </w:r>
    </w:p>
    <w:p w:rsidR="0064206A" w:rsidRDefault="0064206A" w:rsidP="0064206A">
      <w:pPr>
        <w:pStyle w:val="libNormal"/>
      </w:pPr>
      <w:r>
        <w:t>pelaku salat ragu antara rakaat 4 atau 5, maka setelah membaca salam dia harus bersujud dan</w:t>
      </w:r>
    </w:p>
    <w:p w:rsidR="0064206A" w:rsidRDefault="0064206A" w:rsidP="0064206A">
      <w:pPr>
        <w:pStyle w:val="libNormal"/>
      </w:pPr>
      <w:r>
        <w:t>membaca:</w:t>
      </w:r>
    </w:p>
    <w:p w:rsidR="003F6F0B" w:rsidRDefault="0064206A" w:rsidP="00233568">
      <w:pPr>
        <w:pStyle w:val="libAie"/>
        <w:rPr>
          <w:rtl/>
        </w:rPr>
      </w:pPr>
      <w:r>
        <w:rPr>
          <w:rFonts w:hint="cs"/>
          <w:rtl/>
        </w:rPr>
        <w:t>بسم الله و بالله اللهم صل علی محمد وآل محمد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Dan akan lebih utama bila membaca:</w:t>
      </w:r>
    </w:p>
    <w:p w:rsidR="00142309" w:rsidRDefault="00142309" w:rsidP="00142309">
      <w:pPr>
        <w:pStyle w:val="libAie"/>
      </w:pPr>
      <w:r>
        <w:rPr>
          <w:rFonts w:hint="cs"/>
          <w:rtl/>
          <w:lang w:bidi="fa-IR"/>
        </w:rPr>
        <w:t xml:space="preserve">بسم الله و بالله </w:t>
      </w:r>
      <w:r>
        <w:rPr>
          <w:rFonts w:hint="cs"/>
          <w:rtl/>
        </w:rPr>
        <w:t>السلام علیک ایها النبی و رحمه الله و برکاته</w:t>
      </w:r>
      <w:r w:rsidRPr="00142309">
        <w:rPr>
          <w:rStyle w:val="libFootnotenumChar"/>
          <w:rtl/>
        </w:rPr>
        <w:footnoteReference w:id="334"/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Setelah itu, duduk lalu bersujud untuk kedua kali dengan membaca bacaan di atas, kemudian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duduk lagi d</w:t>
      </w:r>
      <w:r w:rsidR="006653FA">
        <w:rPr>
          <w:lang w:bidi="fa-IR"/>
        </w:rPr>
        <w:t>an membaca tasyahud lalu salam.</w:t>
      </w:r>
      <w:r w:rsidR="006653FA" w:rsidRPr="006653FA">
        <w:rPr>
          <w:rStyle w:val="libFootnotenumChar"/>
        </w:rPr>
        <w:footnoteReference w:id="335"/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2. Dalam sujud sahwi, tidak ada takbirotul ihrom.</w:t>
      </w:r>
    </w:p>
    <w:p w:rsidR="006653FA" w:rsidRDefault="006653FA" w:rsidP="00142309">
      <w:pPr>
        <w:pStyle w:val="libNormal"/>
        <w:rPr>
          <w:rtl/>
          <w:lang w:bidi="fa-IR"/>
        </w:rPr>
      </w:pPr>
    </w:p>
    <w:p w:rsidR="00142309" w:rsidRDefault="00142309" w:rsidP="006653FA">
      <w:pPr>
        <w:pStyle w:val="Heading2"/>
      </w:pPr>
      <w:bookmarkStart w:id="260" w:name="_Toc422656755"/>
      <w:r>
        <w:t>Kesimpulan Pelajaran</w:t>
      </w:r>
      <w:bookmarkEnd w:id="260"/>
    </w:p>
    <w:p w:rsidR="006653FA" w:rsidRDefault="006653FA" w:rsidP="00142309">
      <w:pPr>
        <w:pStyle w:val="libNormal"/>
        <w:rPr>
          <w:rtl/>
          <w:lang w:bidi="fa-IR"/>
        </w:rPr>
      </w:pP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1. Jika pelaku salat ragu tentang pelaksanaan bagian salat sementara dia belum masuk ke bagian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berikutnya, dia harus mengerjakan bagian yang diragukannya itu.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2. Jika dia ragu tentang bagian salat yang sudah dia lewati, maka tidak perlu memperhatikan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keraguan ini.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lastRenderedPageBreak/>
        <w:t>3. Jika dia ragu tentang sah atau tidaknya bagian dari salat, maka tidak perlu memperhatikan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keraguan ini.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4. Jika dia ragu tentang jumlah rakaat dalam salat dua rakaat atau tiga rakaat (seperti salat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Subuh dan salat Maghrib), maka salatnya batal.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5. Pada masalah-masalah di bawah ini tidak usah mem-perhatikan keraguan: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rFonts w:hint="eastAsia"/>
          <w:lang w:bidi="fa-IR"/>
        </w:rPr>
        <w:t>·</w:t>
      </w:r>
      <w:r>
        <w:rPr>
          <w:lang w:bidi="fa-IR"/>
        </w:rPr>
        <w:t xml:space="preserve"> Pada salat sunah.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rFonts w:hint="eastAsia"/>
          <w:lang w:bidi="fa-IR"/>
        </w:rPr>
        <w:t>·</w:t>
      </w:r>
      <w:r>
        <w:rPr>
          <w:lang w:bidi="fa-IR"/>
        </w:rPr>
        <w:t xml:space="preserve"> Pada salat jamaah.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rFonts w:hint="eastAsia"/>
          <w:lang w:bidi="fa-IR"/>
        </w:rPr>
        <w:t>·</w:t>
      </w:r>
      <w:r>
        <w:rPr>
          <w:lang w:bidi="fa-IR"/>
        </w:rPr>
        <w:t xml:space="preserve"> Setelah membaca salam.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rFonts w:hint="eastAsia"/>
          <w:lang w:bidi="fa-IR"/>
        </w:rPr>
        <w:t>·</w:t>
      </w:r>
      <w:r>
        <w:rPr>
          <w:lang w:bidi="fa-IR"/>
        </w:rPr>
        <w:t xml:space="preserve"> Setelah habisnya waktu salat.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6. Sekaitan dengan keraguan tentang jumlah rakaat salat yang tidak sampai membatalkan salat,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jika sisi yang lebih banyaknya tidak lebih dari empat, maka tetapkan saja jumlah rakaat pada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yang lebih banyak. Misalnya, ragu antara 3 atau 4, maka tetapkan saja 4.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7. Kegunaan salat ihtiyath ialah untuk menutupi keku-rangan yang mungkin terjadi pada salat.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Oleh karena itu, pada keraguan antara rakaat 3 atau 4, salat ihtiyath satu rakaat harus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dikerjakan. Juga pada keraguan antara rakaat 2 atau 4, salat ihtiyath dua rakaat harus dikerjakan.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8. Perbedaan antara salat ihtiyath dengan salat yang lain-nya adalah: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rFonts w:hint="eastAsia"/>
          <w:lang w:bidi="fa-IR"/>
        </w:rPr>
        <w:t>·</w:t>
      </w:r>
      <w:r>
        <w:rPr>
          <w:lang w:bidi="fa-IR"/>
        </w:rPr>
        <w:t xml:space="preserve"> Di dalamnya, niat tidak boleh diucapkan dengan kata-kata.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rFonts w:hint="eastAsia"/>
          <w:lang w:bidi="fa-IR"/>
        </w:rPr>
        <w:t>·</w:t>
      </w:r>
      <w:r>
        <w:rPr>
          <w:lang w:bidi="fa-IR"/>
        </w:rPr>
        <w:t xml:space="preserve"> Di dalamnya, tidak ada surah (selain Al-Fatihah) ataupun qunut.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rFonts w:hint="eastAsia"/>
          <w:lang w:bidi="fa-IR"/>
        </w:rPr>
        <w:t>·</w:t>
      </w:r>
      <w:r>
        <w:rPr>
          <w:lang w:bidi="fa-IR"/>
        </w:rPr>
        <w:t xml:space="preserve"> Surah Al-Fatihah harus dibaca secara pelan.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9. Sujud sahwi harus dilakukan segera setelah usai salat. Sujud ini terdiri dari dua sujud tanpa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takbirotul ihrom.</w:t>
      </w:r>
    </w:p>
    <w:p w:rsidR="006C3B90" w:rsidRDefault="006C3B90" w:rsidP="00142309">
      <w:pPr>
        <w:pStyle w:val="libNormal"/>
        <w:rPr>
          <w:rtl/>
          <w:lang w:bidi="fa-IR"/>
        </w:rPr>
      </w:pPr>
    </w:p>
    <w:p w:rsidR="00142309" w:rsidRDefault="00142309" w:rsidP="006C3B90">
      <w:pPr>
        <w:pStyle w:val="Heading2"/>
      </w:pPr>
      <w:bookmarkStart w:id="261" w:name="_Toc422656756"/>
      <w:r>
        <w:lastRenderedPageBreak/>
        <w:t>Pertanyaan:</w:t>
      </w:r>
      <w:bookmarkEnd w:id="261"/>
    </w:p>
    <w:p w:rsidR="006C3B90" w:rsidRDefault="006C3B90" w:rsidP="00142309">
      <w:pPr>
        <w:pStyle w:val="libNormal"/>
        <w:rPr>
          <w:rtl/>
          <w:lang w:bidi="fa-IR"/>
        </w:rPr>
      </w:pP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1. Jika dalam keadaan membaca empat tasbih ragu; apakah sudah bertasyahud ataukah belum,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apa yang harus dilakukan?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2. Berikan 4 contoh keraguan pada bagian-bagian salat!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3. Jika terjadi keraguan tentang jumlah rakaat dalam salat Subuh atau salat Maghrib, apa yang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harus dilakukan?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4. Jika terjadi keraguan tentang jumlah rakaat dalam salat empat rakaat (seperti; salat Isya) pada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saat rukuk, yakni ragu dalam keadaan rukuk; apakah sekarang ini rakaat ketiga atau keempat,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maka apa yang harus dilakukan?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5. Orang yang pada jam empat sore ragu; apakah sudah mengerjakan salat Zuhur dan Asar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apakah belum, apa yang harus dia lakukan?</w:t>
      </w:r>
    </w:p>
    <w:p w:rsidR="00142309" w:rsidRDefault="00142309" w:rsidP="00142309">
      <w:pPr>
        <w:pStyle w:val="libNormal"/>
        <w:rPr>
          <w:lang w:bidi="fa-IR"/>
        </w:rPr>
      </w:pPr>
      <w:r>
        <w:rPr>
          <w:lang w:bidi="fa-IR"/>
        </w:rPr>
        <w:t>6. Orang yang ragu setelah membaca takbirotul ihrom; apakah sudah benar membacanya ataukah</w:t>
      </w:r>
    </w:p>
    <w:p w:rsidR="00857A6F" w:rsidRDefault="00142309" w:rsidP="00142309">
      <w:pPr>
        <w:pStyle w:val="libNormal"/>
        <w:rPr>
          <w:rtl/>
          <w:lang w:bidi="fa-IR"/>
        </w:rPr>
      </w:pPr>
      <w:r>
        <w:rPr>
          <w:lang w:bidi="fa-IR"/>
        </w:rPr>
        <w:t>tidak, apa yang harus dia lakukan?</w:t>
      </w:r>
    </w:p>
    <w:p w:rsidR="008844EA" w:rsidRDefault="008844EA" w:rsidP="008844EA">
      <w:pPr>
        <w:pStyle w:val="libNormal"/>
        <w:rPr>
          <w:lang w:bidi="fa-IR"/>
        </w:rPr>
      </w:pPr>
      <w:r>
        <w:rPr>
          <w:lang w:bidi="fa-IR"/>
        </w:rPr>
        <w:t>7. Orang yang dalam keadaan berdiri ragu; apakah ini rakaat 4 atau 5, apa yang harus dia</w:t>
      </w:r>
    </w:p>
    <w:p w:rsidR="008844EA" w:rsidRDefault="008844EA" w:rsidP="008844EA">
      <w:pPr>
        <w:pStyle w:val="libNormal"/>
        <w:rPr>
          <w:lang w:bidi="fa-IR"/>
        </w:rPr>
      </w:pPr>
      <w:r>
        <w:rPr>
          <w:lang w:bidi="fa-IR"/>
        </w:rPr>
        <w:t>lakukan?</w:t>
      </w:r>
    </w:p>
    <w:p w:rsidR="008844EA" w:rsidRDefault="008844EA" w:rsidP="008844EA">
      <w:pPr>
        <w:pStyle w:val="libNormal"/>
        <w:rPr>
          <w:lang w:bidi="fa-IR"/>
        </w:rPr>
      </w:pPr>
      <w:r>
        <w:rPr>
          <w:lang w:bidi="fa-IR"/>
        </w:rPr>
        <w:t>8. Apakah kamu tahu, kenapa Al-Fatihah dalam salat ihtiyath harus dibaca pelan?</w:t>
      </w:r>
    </w:p>
    <w:p w:rsidR="008844EA" w:rsidRDefault="008844EA" w:rsidP="008844EA">
      <w:pPr>
        <w:pStyle w:val="libNormal"/>
        <w:rPr>
          <w:lang w:bidi="fa-IR"/>
        </w:rPr>
      </w:pPr>
      <w:r>
        <w:rPr>
          <w:lang w:bidi="fa-IR"/>
        </w:rPr>
        <w:t>9. Apakah selama ini kamu pernah mengalami keraguan dalam salat? Jika demikian, jelaskan</w:t>
      </w:r>
    </w:p>
    <w:p w:rsidR="008844EA" w:rsidRDefault="008844EA" w:rsidP="008844EA">
      <w:pPr>
        <w:pStyle w:val="libNormal"/>
        <w:rPr>
          <w:lang w:bidi="fa-IR"/>
        </w:rPr>
      </w:pPr>
      <w:r>
        <w:rPr>
          <w:lang w:bidi="fa-IR"/>
        </w:rPr>
        <w:t>apa yang kamu lakukan ketika itu!</w:t>
      </w:r>
    </w:p>
    <w:p w:rsidR="009F7C50" w:rsidRDefault="008844EA" w:rsidP="008844EA">
      <w:pPr>
        <w:pStyle w:val="libNormal"/>
        <w:rPr>
          <w:lang w:bidi="fa-IR"/>
        </w:rPr>
      </w:pPr>
      <w:r>
        <w:rPr>
          <w:lang w:bidi="fa-IR"/>
        </w:rPr>
        <w:t>10. Terangkan cara-cara sujud sahwi!</w:t>
      </w:r>
    </w:p>
    <w:p w:rsidR="009F7C50" w:rsidRPr="009F7C50" w:rsidRDefault="009F7C50">
      <w:r>
        <w:br w:type="page"/>
      </w:r>
    </w:p>
    <w:p w:rsidR="00AD5921" w:rsidRDefault="00AD5921" w:rsidP="00AD5921">
      <w:pPr>
        <w:pStyle w:val="Heading1Center"/>
      </w:pPr>
      <w:bookmarkStart w:id="262" w:name="_Toc422656757"/>
      <w:r>
        <w:lastRenderedPageBreak/>
        <w:t>Pelajaran 25</w:t>
      </w:r>
      <w:bookmarkEnd w:id="262"/>
    </w:p>
    <w:p w:rsidR="00AD5921" w:rsidRDefault="00AD5921" w:rsidP="00AD5921">
      <w:pPr>
        <w:pStyle w:val="Heading1Center"/>
      </w:pPr>
      <w:bookmarkStart w:id="263" w:name="_Toc422656758"/>
      <w:r>
        <w:t>SALATMUSAFIR</w:t>
      </w:r>
      <w:bookmarkEnd w:id="263"/>
    </w:p>
    <w:p w:rsidR="00AD5921" w:rsidRDefault="00AD5921" w:rsidP="00AD5921">
      <w:pPr>
        <w:pStyle w:val="libNormal"/>
        <w:rPr>
          <w:rtl/>
          <w:lang w:bidi="fa-IR"/>
        </w:rPr>
      </w:pPr>
    </w:p>
    <w:p w:rsidR="00AD5921" w:rsidRDefault="00AD5921" w:rsidP="00AD5921">
      <w:pPr>
        <w:pStyle w:val="libNormal"/>
        <w:rPr>
          <w:lang w:bidi="fa-IR"/>
        </w:rPr>
      </w:pPr>
      <w:r>
        <w:rPr>
          <w:lang w:bidi="fa-IR"/>
        </w:rPr>
        <w:t>Bagi orang musafir (orang yang sedang bepergian), salat-salat empat rakaatnya harus dikerjakan</w:t>
      </w:r>
    </w:p>
    <w:p w:rsidR="00AD5921" w:rsidRDefault="00AD5921" w:rsidP="00AD5921">
      <w:pPr>
        <w:pStyle w:val="libNormal"/>
        <w:rPr>
          <w:lang w:bidi="fa-IR"/>
        </w:rPr>
      </w:pPr>
      <w:r>
        <w:rPr>
          <w:lang w:bidi="fa-IR"/>
        </w:rPr>
        <w:t>menjadi dua rakaat dengan syarat; jarak perjalanannya tidak kurang dari 8 farsakh, yaitu kira-kira</w:t>
      </w:r>
    </w:p>
    <w:p w:rsidR="00AD5921" w:rsidRDefault="00C13C0E" w:rsidP="00AD5921">
      <w:pPr>
        <w:pStyle w:val="libNormal"/>
        <w:rPr>
          <w:lang w:bidi="fa-IR"/>
        </w:rPr>
      </w:pPr>
      <w:r>
        <w:rPr>
          <w:lang w:bidi="fa-IR"/>
        </w:rPr>
        <w:t>45 km (pulang-pergi, -peny.).</w:t>
      </w:r>
      <w:r w:rsidRPr="00C13C0E">
        <w:rPr>
          <w:rStyle w:val="libFootnotenumChar"/>
        </w:rPr>
        <w:footnoteReference w:id="336"/>
      </w:r>
    </w:p>
    <w:p w:rsidR="006449C6" w:rsidRDefault="006449C6" w:rsidP="00AD5921">
      <w:pPr>
        <w:pStyle w:val="libNormal"/>
        <w:rPr>
          <w:lang w:bidi="fa-IR"/>
        </w:rPr>
      </w:pPr>
    </w:p>
    <w:p w:rsidR="00AD5921" w:rsidRDefault="00AD5921" w:rsidP="006449C6">
      <w:pPr>
        <w:pStyle w:val="Heading2"/>
      </w:pPr>
      <w:bookmarkStart w:id="264" w:name="_Toc422656759"/>
      <w:r>
        <w:t>Beberapa Masalah</w:t>
      </w:r>
      <w:bookmarkEnd w:id="264"/>
    </w:p>
    <w:p w:rsidR="006449C6" w:rsidRDefault="006449C6" w:rsidP="00AD5921">
      <w:pPr>
        <w:pStyle w:val="libNormal"/>
        <w:rPr>
          <w:lang w:bidi="fa-IR"/>
        </w:rPr>
      </w:pPr>
    </w:p>
    <w:p w:rsidR="00AD5921" w:rsidRDefault="00AD5921" w:rsidP="00AD5921">
      <w:pPr>
        <w:pStyle w:val="libNormal"/>
        <w:rPr>
          <w:lang w:bidi="fa-IR"/>
        </w:rPr>
      </w:pPr>
      <w:r>
        <w:rPr>
          <w:lang w:bidi="fa-IR"/>
        </w:rPr>
        <w:t>1. Jika dari suatu tempat seperti tempat tinggal—yang salat di dalamnya yang harus dikerjakan</w:t>
      </w:r>
    </w:p>
    <w:p w:rsidR="00AD5921" w:rsidRDefault="00AD5921" w:rsidP="00AD5921">
      <w:pPr>
        <w:pStyle w:val="libNormal"/>
        <w:rPr>
          <w:lang w:bidi="fa-IR"/>
        </w:rPr>
      </w:pPr>
      <w:r>
        <w:rPr>
          <w:lang w:bidi="fa-IR"/>
        </w:rPr>
        <w:t>se</w:t>
      </w:r>
      <w:r w:rsidR="00C13C0E">
        <w:rPr>
          <w:lang w:bidi="fa-IR"/>
        </w:rPr>
        <w:t>cara tamam (sempurna; 4 rakaat)</w:t>
      </w:r>
      <w:r w:rsidR="00C13C0E" w:rsidRPr="00C13C0E">
        <w:rPr>
          <w:rStyle w:val="libFootnotenumChar"/>
        </w:rPr>
        <w:footnoteReference w:id="337"/>
      </w:r>
      <w:r>
        <w:rPr>
          <w:lang w:bidi="fa-IR"/>
        </w:rPr>
        <w:t>—seorang musafir pergi ke tempat tujuan dengan</w:t>
      </w:r>
    </w:p>
    <w:p w:rsidR="00AD5921" w:rsidRDefault="00AD5921" w:rsidP="00B92121">
      <w:pPr>
        <w:pStyle w:val="libNormal"/>
        <w:rPr>
          <w:lang w:bidi="fa-IR"/>
        </w:rPr>
      </w:pPr>
      <w:r>
        <w:rPr>
          <w:lang w:bidi="fa-IR"/>
        </w:rPr>
        <w:t>men</w:t>
      </w:r>
      <w:r w:rsidR="00C13C0E">
        <w:rPr>
          <w:lang w:bidi="fa-IR"/>
        </w:rPr>
        <w:t>empuh jarak sekurang-kurangnya</w:t>
      </w:r>
      <w:r w:rsidR="00B92121">
        <w:rPr>
          <w:rFonts w:hint="cs"/>
          <w:rtl/>
          <w:lang w:bidi="fa-IR"/>
        </w:rPr>
        <w:t xml:space="preserve"> 4 </w:t>
      </w:r>
      <w:r>
        <w:rPr>
          <w:lang w:bidi="fa-IR"/>
        </w:rPr>
        <w:t>farsakh dan kembali lagi dengan juga menempuh</w:t>
      </w:r>
    </w:p>
    <w:p w:rsidR="00AD5921" w:rsidRDefault="00AD5921" w:rsidP="00AD5921">
      <w:pPr>
        <w:pStyle w:val="libNormal"/>
        <w:rPr>
          <w:lang w:bidi="fa-IR"/>
        </w:rPr>
      </w:pPr>
      <w:r>
        <w:rPr>
          <w:lang w:bidi="fa-IR"/>
        </w:rPr>
        <w:t>jarak yang sama (4 farsakh), maka salatnya dalam bepergian ini harus dilakukan secara qoshr,</w:t>
      </w:r>
    </w:p>
    <w:p w:rsidR="00AD5921" w:rsidRDefault="00AD5921" w:rsidP="00AD5921">
      <w:pPr>
        <w:pStyle w:val="libNormal"/>
        <w:rPr>
          <w:lang w:bidi="fa-IR"/>
        </w:rPr>
      </w:pPr>
      <w:r>
        <w:rPr>
          <w:lang w:bidi="fa-IR"/>
        </w:rPr>
        <w:t>yakni meringkas salat-salat empat rak</w:t>
      </w:r>
      <w:r w:rsidR="00C13C0E">
        <w:rPr>
          <w:lang w:bidi="fa-IR"/>
        </w:rPr>
        <w:t>aatnya menjadi dua rakaat saja.</w:t>
      </w:r>
      <w:r w:rsidR="00C13C0E" w:rsidRPr="00C13C0E">
        <w:rPr>
          <w:rStyle w:val="libFootnotenumChar"/>
        </w:rPr>
        <w:footnoteReference w:id="338"/>
      </w:r>
    </w:p>
    <w:p w:rsidR="00AD5921" w:rsidRDefault="00AD5921" w:rsidP="00AD5921">
      <w:pPr>
        <w:pStyle w:val="libNormal"/>
        <w:rPr>
          <w:lang w:bidi="fa-IR"/>
        </w:rPr>
      </w:pPr>
      <w:r>
        <w:rPr>
          <w:lang w:bidi="fa-IR"/>
        </w:rPr>
        <w:t>2. Seorang musafir sudah bisa meng-qoshr (meringkas) salatnya jika perjalanannya telah sampai</w:t>
      </w:r>
    </w:p>
    <w:p w:rsidR="00AD5921" w:rsidRDefault="00C13C0E" w:rsidP="00AD5921">
      <w:pPr>
        <w:pStyle w:val="libNormal"/>
        <w:rPr>
          <w:lang w:bidi="fa-IR"/>
        </w:rPr>
      </w:pPr>
      <w:r>
        <w:rPr>
          <w:lang w:bidi="fa-IR"/>
        </w:rPr>
        <w:t>batas dimana dia tidak melihat</w:t>
      </w:r>
      <w:r w:rsidRPr="00C13C0E">
        <w:rPr>
          <w:rStyle w:val="libFootnotenumChar"/>
        </w:rPr>
        <w:footnoteReference w:id="339"/>
      </w:r>
      <w:r w:rsidR="00AD5921">
        <w:rPr>
          <w:lang w:bidi="fa-IR"/>
        </w:rPr>
        <w:t xml:space="preserve"> lagi dinding-dinding kota tempat tinggalnya dan tidak</w:t>
      </w:r>
    </w:p>
    <w:p w:rsidR="00AD5921" w:rsidRDefault="00C13C0E" w:rsidP="00AD5921">
      <w:pPr>
        <w:pStyle w:val="libNormal"/>
        <w:rPr>
          <w:lang w:bidi="fa-IR"/>
        </w:rPr>
      </w:pPr>
      <w:r>
        <w:rPr>
          <w:lang w:bidi="fa-IR"/>
        </w:rPr>
        <w:t>mendengar</w:t>
      </w:r>
      <w:r w:rsidRPr="00C13C0E">
        <w:rPr>
          <w:rStyle w:val="libFootnotenumChar"/>
        </w:rPr>
        <w:footnoteReference w:id="340"/>
      </w:r>
      <w:r w:rsidR="00AD5921">
        <w:rPr>
          <w:lang w:bidi="fa-IR"/>
        </w:rPr>
        <w:t xml:space="preserve"> lagi suara azannya. Jika ingin mengerjakan salat sebelum batas ini, maka dia</w:t>
      </w:r>
    </w:p>
    <w:p w:rsidR="00AD5921" w:rsidRDefault="00AD5921" w:rsidP="00AD5921">
      <w:pPr>
        <w:pStyle w:val="libNormal"/>
        <w:rPr>
          <w:lang w:bidi="fa-IR"/>
        </w:rPr>
      </w:pPr>
      <w:r>
        <w:rPr>
          <w:lang w:bidi="fa-IR"/>
        </w:rPr>
        <w:lastRenderedPageBreak/>
        <w:t>harus mengerja</w:t>
      </w:r>
      <w:r w:rsidR="00C13C0E">
        <w:rPr>
          <w:lang w:bidi="fa-IR"/>
        </w:rPr>
        <w:t>kannya secara tamam (sempurna).</w:t>
      </w:r>
      <w:r w:rsidR="00C13C0E" w:rsidRPr="00C13C0E">
        <w:rPr>
          <w:rStyle w:val="libFootnotenumChar"/>
        </w:rPr>
        <w:footnoteReference w:id="341"/>
      </w:r>
    </w:p>
    <w:p w:rsidR="00AD5921" w:rsidRDefault="00AD5921" w:rsidP="00AD5921">
      <w:pPr>
        <w:pStyle w:val="libNormal"/>
        <w:rPr>
          <w:lang w:bidi="fa-IR"/>
        </w:rPr>
      </w:pPr>
      <w:r>
        <w:rPr>
          <w:lang w:bidi="fa-IR"/>
        </w:rPr>
        <w:t>3. Jika dia bepergian dari suatu daerah yang di situ tidak ada lag</w:t>
      </w:r>
      <w:r w:rsidR="00C13C0E">
        <w:rPr>
          <w:lang w:bidi="fa-IR"/>
        </w:rPr>
        <w:t>i rumah dan dindingdindingnya,</w:t>
      </w:r>
      <w:r w:rsidR="00C13C0E" w:rsidRPr="00C13C0E">
        <w:rPr>
          <w:rStyle w:val="libFootnotenumChar"/>
        </w:rPr>
        <w:footnoteReference w:id="342"/>
      </w:r>
    </w:p>
    <w:p w:rsidR="00AD5921" w:rsidRDefault="00AD5921" w:rsidP="00AD5921">
      <w:pPr>
        <w:pStyle w:val="libNormal"/>
        <w:rPr>
          <w:lang w:bidi="fa-IR"/>
        </w:rPr>
      </w:pPr>
      <w:r>
        <w:rPr>
          <w:lang w:bidi="fa-IR"/>
        </w:rPr>
        <w:t>maka ketika sampai di sebuah tempat yang—sekiranya ada dinding di daerah</w:t>
      </w:r>
    </w:p>
    <w:p w:rsidR="00AD5921" w:rsidRDefault="00AD5921" w:rsidP="00AD5921">
      <w:pPr>
        <w:pStyle w:val="libNormal"/>
        <w:rPr>
          <w:lang w:bidi="fa-IR"/>
        </w:rPr>
      </w:pPr>
      <w:r>
        <w:rPr>
          <w:lang w:bidi="fa-IR"/>
        </w:rPr>
        <w:t>itu, darinya dinding ini sudah tidak tampak, dia harus men</w:t>
      </w:r>
      <w:r w:rsidR="00C13C0E">
        <w:rPr>
          <w:lang w:bidi="fa-IR"/>
        </w:rPr>
        <w:t>gerjakan salatnya secara qoshr.</w:t>
      </w:r>
      <w:r w:rsidR="00C13C0E" w:rsidRPr="00C13C0E">
        <w:rPr>
          <w:rStyle w:val="libFootnotenumChar"/>
        </w:rPr>
        <w:footnoteReference w:id="343"/>
      </w:r>
    </w:p>
    <w:p w:rsidR="00AD5921" w:rsidRDefault="00AD5921" w:rsidP="00AD5921">
      <w:pPr>
        <w:pStyle w:val="libNormal"/>
        <w:rPr>
          <w:lang w:bidi="fa-IR"/>
        </w:rPr>
      </w:pPr>
      <w:r>
        <w:rPr>
          <w:lang w:bidi="fa-IR"/>
        </w:rPr>
        <w:t>4. Jika dia pergi ke suatu tempat yangmemiliki dua jalan; jarak jalan pertama kurang dari 45 km,</w:t>
      </w:r>
    </w:p>
    <w:p w:rsidR="00AD5921" w:rsidRDefault="00AD5921" w:rsidP="00AD5921">
      <w:pPr>
        <w:pStyle w:val="libNormal"/>
        <w:rPr>
          <w:lang w:bidi="fa-IR"/>
        </w:rPr>
      </w:pPr>
      <w:r>
        <w:rPr>
          <w:lang w:bidi="fa-IR"/>
        </w:rPr>
        <w:t>sedangkan jarak jalan kedua 45 km atau bahkan lebih, maka dia harus meng-qoshr salatnya</w:t>
      </w:r>
    </w:p>
    <w:p w:rsidR="00AD5921" w:rsidRDefault="00AD5921" w:rsidP="00AD5921">
      <w:pPr>
        <w:pStyle w:val="libNormal"/>
        <w:rPr>
          <w:lang w:bidi="fa-IR"/>
        </w:rPr>
      </w:pPr>
      <w:r>
        <w:rPr>
          <w:lang w:bidi="fa-IR"/>
        </w:rPr>
        <w:t>jika dia pergi dan menempuh jalan yang kedua, dan harus menyempurnakan salatnya jika</w:t>
      </w:r>
    </w:p>
    <w:p w:rsidR="00AD5921" w:rsidRDefault="00AD5921" w:rsidP="00AD5921">
      <w:pPr>
        <w:pStyle w:val="libNormal"/>
        <w:rPr>
          <w:lang w:bidi="fa-IR"/>
        </w:rPr>
      </w:pPr>
      <w:r>
        <w:rPr>
          <w:lang w:bidi="fa-IR"/>
        </w:rPr>
        <w:t>menempuh jala</w:t>
      </w:r>
      <w:r w:rsidR="00C13C0E">
        <w:rPr>
          <w:lang w:bidi="fa-IR"/>
        </w:rPr>
        <w:t>n pertama.</w:t>
      </w:r>
      <w:r w:rsidR="00C13C0E" w:rsidRPr="00C13C0E">
        <w:rPr>
          <w:rStyle w:val="libFootnotenumChar"/>
        </w:rPr>
        <w:footnoteReference w:id="344"/>
      </w:r>
    </w:p>
    <w:p w:rsidR="006449C6" w:rsidRDefault="006449C6" w:rsidP="00AD5921">
      <w:pPr>
        <w:pStyle w:val="libNormal"/>
        <w:rPr>
          <w:lang w:bidi="fa-IR"/>
        </w:rPr>
      </w:pPr>
    </w:p>
    <w:p w:rsidR="00AD5921" w:rsidRDefault="00AD5921" w:rsidP="006449C6">
      <w:pPr>
        <w:pStyle w:val="Heading3"/>
      </w:pPr>
      <w:bookmarkStart w:id="265" w:name="_Toc422656760"/>
      <w:r>
        <w:t>Pada keadaan-keadaan di bawah ini, salat dalam bepergian harus dikerjakan secara tamam</w:t>
      </w:r>
      <w:bookmarkEnd w:id="265"/>
    </w:p>
    <w:p w:rsidR="00AD5921" w:rsidRDefault="00AD5921" w:rsidP="006449C6">
      <w:pPr>
        <w:pStyle w:val="Heading3"/>
      </w:pPr>
      <w:bookmarkStart w:id="266" w:name="_Toc422656761"/>
      <w:r>
        <w:t>(sempurna):</w:t>
      </w:r>
      <w:bookmarkEnd w:id="266"/>
    </w:p>
    <w:p w:rsidR="00AD5921" w:rsidRDefault="00AD5921" w:rsidP="00AD5921">
      <w:pPr>
        <w:pStyle w:val="libNormal"/>
        <w:rPr>
          <w:lang w:bidi="fa-IR"/>
        </w:rPr>
      </w:pPr>
      <w:r>
        <w:rPr>
          <w:lang w:bidi="fa-IR"/>
        </w:rPr>
        <w:t>1. Sebelum mencapai 45 km, musafir melewati kota tempat tinggalnya, atau dia sampai di suatu</w:t>
      </w:r>
    </w:p>
    <w:p w:rsidR="00AD5921" w:rsidRDefault="00AD5921" w:rsidP="00AD5921">
      <w:pPr>
        <w:pStyle w:val="libNormal"/>
        <w:rPr>
          <w:lang w:bidi="fa-IR"/>
        </w:rPr>
      </w:pPr>
      <w:r>
        <w:rPr>
          <w:lang w:bidi="fa-IR"/>
        </w:rPr>
        <w:t>tempat dan ingin menetap di sana selama 10 hari.</w:t>
      </w:r>
    </w:p>
    <w:p w:rsidR="00AD5921" w:rsidRDefault="00AD5921" w:rsidP="00AD5921">
      <w:pPr>
        <w:pStyle w:val="libNormal"/>
        <w:rPr>
          <w:lang w:bidi="fa-IR"/>
        </w:rPr>
      </w:pPr>
      <w:r>
        <w:rPr>
          <w:lang w:bidi="fa-IR"/>
        </w:rPr>
        <w:t>2. Sejak awal, dia tidak berniat bepergian sejauh jarak 45 km, namun ternyata dia telah</w:t>
      </w:r>
    </w:p>
    <w:p w:rsidR="00AD5921" w:rsidRDefault="00AD5921" w:rsidP="00AD5921">
      <w:pPr>
        <w:pStyle w:val="libNormal"/>
        <w:rPr>
          <w:lang w:bidi="fa-IR"/>
        </w:rPr>
      </w:pPr>
      <w:r>
        <w:rPr>
          <w:lang w:bidi="fa-IR"/>
        </w:rPr>
        <w:t>menempuh jarak tersebut, seperti orang yangmencari sesuatu yang hilang.</w:t>
      </w:r>
    </w:p>
    <w:p w:rsidR="00AD5921" w:rsidRDefault="00AD5921" w:rsidP="00AD5921">
      <w:pPr>
        <w:pStyle w:val="libNormal"/>
        <w:rPr>
          <w:lang w:bidi="fa-IR"/>
        </w:rPr>
      </w:pPr>
      <w:r>
        <w:rPr>
          <w:lang w:bidi="fa-IR"/>
        </w:rPr>
        <w:t>3. Mengurungkan niat di tengah perjalanan. Yakni, sebe-lum mencapai jarak 4 farsakh (22,5 km),</w:t>
      </w:r>
    </w:p>
    <w:p w:rsidR="008844EA" w:rsidRDefault="00AD5921" w:rsidP="00AD5921">
      <w:pPr>
        <w:pStyle w:val="libNormal"/>
        <w:rPr>
          <w:lang w:bidi="fa-IR"/>
        </w:rPr>
      </w:pPr>
      <w:r>
        <w:rPr>
          <w:lang w:bidi="fa-IR"/>
        </w:rPr>
        <w:t>dia membatalkan kepergiannya.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4. Orang yang pekerjaannya adalah bepergian, seperti ma-sinis, sopir bus antarkota, pilot dan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lastRenderedPageBreak/>
        <w:t>nakhoda kapal.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5. Orang yang hukum bepergiannya adalah haram, seperti bepergian yang dapat mengganggu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orang tua.</w:t>
      </w:r>
      <w:r w:rsidRPr="002C1CE2">
        <w:rPr>
          <w:rStyle w:val="libFootnotenumChar"/>
        </w:rPr>
        <w:footnoteReference w:id="345"/>
      </w:r>
    </w:p>
    <w:p w:rsidR="00777C62" w:rsidRDefault="00777C62" w:rsidP="002C1CE2">
      <w:pPr>
        <w:pStyle w:val="libNormal"/>
        <w:rPr>
          <w:lang w:bidi="fa-IR"/>
        </w:rPr>
      </w:pPr>
    </w:p>
    <w:p w:rsidR="002C1CE2" w:rsidRDefault="002C1CE2" w:rsidP="00777C62">
      <w:pPr>
        <w:pStyle w:val="Heading3"/>
      </w:pPr>
      <w:bookmarkStart w:id="267" w:name="_Toc422656762"/>
      <w:r>
        <w:t>Di tempat-tempat di bawah ini, salat harus dikerjakan secara tamam (sempurna):</w:t>
      </w:r>
      <w:bookmarkEnd w:id="267"/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1. Di tempat tinggal.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2. Di tempat yang dia tahu atau berniat mau tinggal se-lama 10 hari.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3. Di tempat yang setelah 30 hari dia dalam keadaan ragu untuk tinggal, yakni tidak menentu;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tetap tinggal atau pergi. Bila sampai 30 hari dia tinggal di sana dalam kondisi seperti ini dan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tidak pergi ke tempat lain, maka setelah 30 hari dia harus salat secara sempurna.</w:t>
      </w:r>
      <w:r w:rsidRPr="002C1CE2">
        <w:rPr>
          <w:rStyle w:val="libFootnotenumChar"/>
        </w:rPr>
        <w:footnoteReference w:id="346"/>
      </w:r>
    </w:p>
    <w:p w:rsidR="00777C62" w:rsidRDefault="00777C62" w:rsidP="002C1CE2">
      <w:pPr>
        <w:pStyle w:val="libNormal"/>
        <w:rPr>
          <w:lang w:bidi="fa-IR"/>
        </w:rPr>
      </w:pPr>
    </w:p>
    <w:p w:rsidR="002C1CE2" w:rsidRDefault="002C1CE2" w:rsidP="00777C62">
      <w:pPr>
        <w:pStyle w:val="Heading2"/>
      </w:pPr>
      <w:bookmarkStart w:id="268" w:name="_Toc422656763"/>
      <w:r>
        <w:t>Definisi Wathon (Tempat Tinggal)?</w:t>
      </w:r>
      <w:bookmarkEnd w:id="268"/>
    </w:p>
    <w:p w:rsidR="00777C62" w:rsidRDefault="00777C62" w:rsidP="002C1CE2">
      <w:pPr>
        <w:pStyle w:val="libNormal"/>
        <w:rPr>
          <w:lang w:bidi="fa-IR"/>
        </w:rPr>
      </w:pP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1. Wathon atau tempat tinggal adalah tempat yang dipilih oleh seseorang sebagai tempat tinggal,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baik dia lahir di sana di mana tempat itu adalah negeri orang tuanya, atau dia sendiri memilih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tempat tersebut sebagai tempat tinggalnya.</w:t>
      </w:r>
      <w:r w:rsidRPr="002C1CE2">
        <w:rPr>
          <w:rStyle w:val="libFootnotenumChar"/>
        </w:rPr>
        <w:footnoteReference w:id="347"/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2. Selama seseorang tidak berniat untuk tinggal selamanya di selain negerinya yang asli maka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tempat itu tidak ter-hitung sebagai wathon-nya.</w:t>
      </w:r>
      <w:r w:rsidRPr="002C1CE2">
        <w:rPr>
          <w:rStyle w:val="libFootnotenumChar"/>
        </w:rPr>
        <w:footnoteReference w:id="348"/>
      </w:r>
      <w:r>
        <w:rPr>
          <w:lang w:bidi="fa-IR"/>
        </w:rPr>
        <w:t xml:space="preserve">. </w:t>
      </w:r>
      <w:r w:rsidRPr="002C1CE2">
        <w:rPr>
          <w:rStyle w:val="libFootnotenumChar"/>
        </w:rPr>
        <w:footnoteReference w:id="349"/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lastRenderedPageBreak/>
        <w:t>3. Jika berniat tinggal untuk masa tertentu di satu tempat yang bukan wathon aslinya kemudian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pergi ke tempat lain, maka tempat itu tidak terhitung sebagai negerinya, seperti pelajar yang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tinggal di satu kota untuk sekolah.</w:t>
      </w:r>
      <w:r w:rsidRPr="002C1CE2">
        <w:rPr>
          <w:rStyle w:val="libFootnotenumChar"/>
        </w:rPr>
        <w:footnoteReference w:id="350"/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4. Jika seseorang tanpa berniat untuk tinggal selamanya di satu tempat, tetapi dia begitu lama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tinggal di tempat tersebut sehingga masyarakat menganggapnya bahwa dia adalah warga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setempat, maka tempat itu dih</w:t>
      </w:r>
      <w:r w:rsidR="00BA4376">
        <w:rPr>
          <w:lang w:bidi="fa-IR"/>
        </w:rPr>
        <w:t>ukumi sebagai wathon-nya.</w:t>
      </w:r>
      <w:r w:rsidR="00BA4376" w:rsidRPr="00BA4376">
        <w:rPr>
          <w:rStyle w:val="libFootnotenumChar"/>
        </w:rPr>
        <w:footnoteReference w:id="351"/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5. Jika dia pergi ke satu tempat yang sebelumnya adalah wathon-nya, akan tetapi sekarang dia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sudah tidak men-jadikannya tempat itu sebagai wathon-nya, maka dia tidak boleh melakukan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salatnya secara tamam (sempur-na), walaupun dia belum memilih tempat lain sebagai wathon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da</w:t>
      </w:r>
      <w:r w:rsidR="00BA4376">
        <w:rPr>
          <w:lang w:bidi="fa-IR"/>
        </w:rPr>
        <w:t>n tempat tinggal untuk dirinya.</w:t>
      </w:r>
      <w:r w:rsidR="00BA4376" w:rsidRPr="00BA4376">
        <w:rPr>
          <w:rStyle w:val="libFootnotenumChar"/>
        </w:rPr>
        <w:footnoteReference w:id="352"/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6. Seorang musafir yang kembali ke</w:t>
      </w:r>
      <w:r w:rsidR="00BA4376">
        <w:rPr>
          <w:lang w:bidi="fa-IR"/>
        </w:rPr>
        <w:t xml:space="preserve"> wathon-nya; ketika dia melihat</w:t>
      </w:r>
      <w:r w:rsidR="00BA4376" w:rsidRPr="00BA4376">
        <w:rPr>
          <w:rStyle w:val="libFootnotenumChar"/>
        </w:rPr>
        <w:footnoteReference w:id="353"/>
      </w:r>
      <w:r>
        <w:rPr>
          <w:lang w:bidi="fa-IR"/>
        </w:rPr>
        <w:t xml:space="preserve"> dinding-dindingnya dan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mendengar azan di sana, maka salatnya harus dike</w:t>
      </w:r>
      <w:r w:rsidR="00BA4376">
        <w:rPr>
          <w:lang w:bidi="fa-IR"/>
        </w:rPr>
        <w:t>rjakan secara tamam (sempurna).</w:t>
      </w:r>
      <w:r w:rsidR="00BA4376" w:rsidRPr="00BA4376">
        <w:rPr>
          <w:rStyle w:val="libFootnotenumChar"/>
        </w:rPr>
        <w:footnoteReference w:id="354"/>
      </w:r>
    </w:p>
    <w:p w:rsidR="00A90B63" w:rsidRDefault="00A90B63" w:rsidP="002C1CE2">
      <w:pPr>
        <w:pStyle w:val="libNormal"/>
        <w:rPr>
          <w:lang w:bidi="fa-IR"/>
        </w:rPr>
      </w:pPr>
    </w:p>
    <w:p w:rsidR="002C1CE2" w:rsidRDefault="002C1CE2" w:rsidP="00A90B63">
      <w:pPr>
        <w:pStyle w:val="Heading2"/>
      </w:pPr>
      <w:bookmarkStart w:id="269" w:name="_Toc422656764"/>
      <w:r>
        <w:t>Niat Sepuluh Hari</w:t>
      </w:r>
      <w:bookmarkEnd w:id="269"/>
    </w:p>
    <w:p w:rsidR="00A90B63" w:rsidRDefault="00A90B63" w:rsidP="002C1CE2">
      <w:pPr>
        <w:pStyle w:val="libNormal"/>
        <w:rPr>
          <w:lang w:bidi="fa-IR"/>
        </w:rPr>
      </w:pP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1. Seorang musafir yang berniat tinggal di satu tempat selama 10 hari; jika dia tinggal di sana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lebih dari 10 hari dan selama belum pergi ke tempat lain, maka salatnya harus tamam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lastRenderedPageBreak/>
        <w:t>(sempurna) dan tidak perlu niat lagi untuk tinggal selama 10 hari.</w:t>
      </w:r>
      <w:r w:rsidR="00BA4376" w:rsidRPr="00BA4376">
        <w:rPr>
          <w:rStyle w:val="libFootnotenumChar"/>
        </w:rPr>
        <w:footnoteReference w:id="355"/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2. Jika seorangmusafir membatalkan niat tinggal 10 hari: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a. Jika sebelum mengerjakan salat yang empat rakaat membatalkan niatnya, dia harus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mengqoshr salatnya.</w:t>
      </w:r>
    </w:p>
    <w:p w:rsidR="002C1CE2" w:rsidRDefault="002C1CE2" w:rsidP="002C1CE2">
      <w:pPr>
        <w:pStyle w:val="libNormal"/>
        <w:rPr>
          <w:lang w:bidi="fa-IR"/>
        </w:rPr>
      </w:pPr>
      <w:r>
        <w:rPr>
          <w:lang w:bidi="fa-IR"/>
        </w:rPr>
        <w:t>b. Setelah mengerjakan satu salat yang empat rakaat dia membatalkan niatnya, maka selama</w:t>
      </w:r>
    </w:p>
    <w:p w:rsidR="004543D2" w:rsidRDefault="002C1CE2" w:rsidP="002C1CE2">
      <w:pPr>
        <w:pStyle w:val="libNormal"/>
        <w:rPr>
          <w:lang w:bidi="fa-IR"/>
        </w:rPr>
      </w:pPr>
      <w:r>
        <w:rPr>
          <w:lang w:bidi="fa-IR"/>
        </w:rPr>
        <w:t>berada di tempat tersebut dia harus mengerjakan</w:t>
      </w:r>
      <w:r w:rsidR="00BA4376">
        <w:rPr>
          <w:lang w:bidi="fa-IR"/>
        </w:rPr>
        <w:t xml:space="preserve"> salat secara tamam (sempurna).</w:t>
      </w:r>
      <w:r w:rsidR="00BA4376" w:rsidRPr="00BA4376">
        <w:rPr>
          <w:rStyle w:val="libFootnotenumChar"/>
        </w:rPr>
        <w:footnoteReference w:id="356"/>
      </w:r>
    </w:p>
    <w:p w:rsidR="00B65CAD" w:rsidRDefault="00B65CAD" w:rsidP="00B65CAD">
      <w:pPr>
        <w:pStyle w:val="libNormal"/>
        <w:rPr>
          <w:lang w:bidi="fa-IR"/>
        </w:rPr>
      </w:pPr>
    </w:p>
    <w:p w:rsidR="00B65CAD" w:rsidRDefault="00B65CAD" w:rsidP="00B65CAD">
      <w:pPr>
        <w:pStyle w:val="Heading2"/>
      </w:pPr>
      <w:bookmarkStart w:id="270" w:name="_Toc422656765"/>
      <w:r>
        <w:t>Musafir yang Mengerjakan Salat secara Tamam</w:t>
      </w:r>
      <w:bookmarkEnd w:id="270"/>
    </w:p>
    <w:p w:rsidR="00B65CAD" w:rsidRDefault="00B65CAD" w:rsidP="00B65CAD">
      <w:pPr>
        <w:pStyle w:val="libNormal"/>
        <w:rPr>
          <w:lang w:bidi="fa-IR"/>
        </w:rPr>
      </w:pP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1. Jika dia tidak tahu bahwa musafir harus meng-qoshr salatnya, salat yang sudah dikerjakannya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adalah sah.</w:t>
      </w:r>
      <w:r w:rsidRPr="00B65CAD">
        <w:rPr>
          <w:rStyle w:val="libFootnotenumChar"/>
        </w:rPr>
        <w:footnoteReference w:id="357"/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2. Dia tahu hukum salat dalam bepergian, tetapi tidak tahu sebagian darinya (yakni, dari rincian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hu-kumnya) atau tidak tahu kalau dirinya sebagai musafir, maka salat yang sudah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dikerjakannya harus diulangi lagi.</w:t>
      </w:r>
      <w:r w:rsidRPr="00B65CAD">
        <w:rPr>
          <w:rStyle w:val="libFootnotenumChar"/>
        </w:rPr>
        <w:footnoteReference w:id="358"/>
      </w:r>
      <w:r>
        <w:rPr>
          <w:lang w:bidi="fa-IR"/>
        </w:rPr>
        <w:t xml:space="preserve">. </w:t>
      </w:r>
      <w:r w:rsidRPr="00B65CAD">
        <w:rPr>
          <w:rStyle w:val="libFootnotenumChar"/>
        </w:rPr>
        <w:footnoteReference w:id="359"/>
      </w:r>
    </w:p>
    <w:p w:rsidR="00B74D6C" w:rsidRDefault="00B74D6C" w:rsidP="00B65CAD">
      <w:pPr>
        <w:pStyle w:val="libNormal"/>
        <w:rPr>
          <w:lang w:bidi="fa-IR"/>
        </w:rPr>
      </w:pP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Masalah: seseorang harus mengerjakan salatnya secara sempurna. Akan tetapi jika dia meng-qoshr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salat, maka da-lam kondisi apapun salatnya batal.</w:t>
      </w:r>
      <w:r w:rsidRPr="00B65CAD">
        <w:rPr>
          <w:rStyle w:val="libFootnotenumChar"/>
        </w:rPr>
        <w:footnoteReference w:id="360"/>
      </w:r>
      <w:r>
        <w:rPr>
          <w:lang w:bidi="fa-IR"/>
        </w:rPr>
        <w:t xml:space="preserve">. </w:t>
      </w:r>
      <w:r w:rsidRPr="00B65CAD">
        <w:rPr>
          <w:rStyle w:val="libFootnotenumChar"/>
        </w:rPr>
        <w:footnoteReference w:id="361"/>
      </w:r>
    </w:p>
    <w:p w:rsidR="00B74D6C" w:rsidRDefault="00B74D6C" w:rsidP="00B65CAD">
      <w:pPr>
        <w:pStyle w:val="libNormal"/>
        <w:rPr>
          <w:lang w:bidi="fa-IR"/>
        </w:rPr>
      </w:pPr>
    </w:p>
    <w:p w:rsidR="00B65CAD" w:rsidRDefault="00B65CAD" w:rsidP="00B74D6C">
      <w:pPr>
        <w:pStyle w:val="Heading2"/>
      </w:pPr>
      <w:bookmarkStart w:id="271" w:name="_Toc422656766"/>
      <w:r>
        <w:t>Kesimpulan Pelajaran</w:t>
      </w:r>
      <w:bookmarkEnd w:id="271"/>
    </w:p>
    <w:p w:rsidR="00B74D6C" w:rsidRDefault="00B74D6C" w:rsidP="00B65CAD">
      <w:pPr>
        <w:pStyle w:val="libNormal"/>
        <w:rPr>
          <w:lang w:bidi="fa-IR"/>
        </w:rPr>
      </w:pP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1. Seseorang dalam bepergian harus meng-qoshr salat yang empat rakaat (salatnya yang empat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rakaat harus dikerjakan dalam dua rakaat saja) dengan syarat; jarak bepergiannya tidak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kurang dari 45 km.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2. Dalam bepergian, seorang musafir bisa meng-qoshr salatnya jika sudah jauh sampai dia tidak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melihat lagi dinding-dinding kota tempat tinggalnya dan tidak lagimendengar azan di sana.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3. Jika dia pergi dari suatu tempat yang tidak memiliki dinding, maka dia harus mengandaikan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bahwa sekira-nya tempat tersebut memiliki dinding, maka sampai di daerah tertentu dinding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itu sudah tak terlihat lagi.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4. Pada beberapa hal di bawah ini, salat harus dikerjakan secara sempurna: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a. Bepergian di mana sebelum 45 km musafir sudah sampai di daerah tempat tinggalnya.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b. Musafir tidak berniat bepergian sejarak 45 km.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c. Pekerjaan musafir adalah bepergian.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d. Orang yang bepergiannya adalah haram.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5. Wathon (tempat tinggal) dan tempat yang di situ musafir berniat mukim selama sepuluh hari,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maka salatnya harus dikerjakan secara sempurna.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6. Wathon (tempat tinggal) adalah tempat yang dipilih oleh seseorang untuk tinggal dan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hidupnya.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7. Selama seseorang tidak berniat tinggal untuk selamanya di tempat yang bukan wathon-nya,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maka tempat itu tidak bisa dihitung sebagai wathon-nya.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8. Musafir yang kembali ke tempat tinggalnya, ketika sam-pai di daerah yang dari situ dia bisa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lastRenderedPageBreak/>
        <w:t>melihat dinding-dinding tempat tinggalnya dan mendengar azannya, maka dia harus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mengerjakan salatnya secara sempurna.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9. Seorang musafir tidak tahu hukum qoshr salat musafir sehingga dia mengerjakan salatnya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secara tamam (sem-purna), maka salatnya sah. Akan tetapi, jika dia tahu pokok masalahnya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(bahwa musafir harus meng-qoshr salat yang empat rakaat) hanya saja dia tidak tahu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rinciannya, lalu dia mengerjakan salatnya secara sem-purna, maka dia harus mengulangi salat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tersebut.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10. Seseorang wajib mengerjakan salat secara sempurna. Apabila dia mengerjakannya secara</w:t>
      </w:r>
    </w:p>
    <w:p w:rsidR="00B65CAD" w:rsidRDefault="00B65CAD" w:rsidP="00B65CAD">
      <w:pPr>
        <w:pStyle w:val="libNormal"/>
        <w:rPr>
          <w:lang w:bidi="fa-IR"/>
        </w:rPr>
      </w:pPr>
      <w:r>
        <w:rPr>
          <w:lang w:bidi="fa-IR"/>
        </w:rPr>
        <w:t>qoshr, maka dalam kondisi apapun salatnya batal.</w:t>
      </w:r>
    </w:p>
    <w:p w:rsidR="00B65CAD" w:rsidRDefault="00B65CAD" w:rsidP="00B65CAD">
      <w:pPr>
        <w:pStyle w:val="libNormal"/>
        <w:rPr>
          <w:lang w:bidi="fa-IR"/>
        </w:rPr>
      </w:pPr>
    </w:p>
    <w:p w:rsidR="00D30272" w:rsidRDefault="00B65CAD" w:rsidP="00595D04">
      <w:pPr>
        <w:pStyle w:val="Heading2"/>
      </w:pPr>
      <w:bookmarkStart w:id="272" w:name="_Toc422656767"/>
      <w:r>
        <w:t>Pertanyaan:</w:t>
      </w:r>
      <w:bookmarkEnd w:id="272"/>
    </w:p>
    <w:p w:rsidR="00595D04" w:rsidRDefault="00595D04" w:rsidP="00595D04">
      <w:pPr>
        <w:pStyle w:val="libNormal"/>
      </w:pPr>
    </w:p>
    <w:p w:rsidR="008C19DF" w:rsidRDefault="008C19DF" w:rsidP="008C19DF">
      <w:pPr>
        <w:pStyle w:val="libNormal"/>
      </w:pPr>
      <w:r w:rsidRPr="008C19DF">
        <w:t>1. Salat harian yang berapa rakaatkah yang harus diring-kas selama bepergian?</w:t>
      </w:r>
    </w:p>
    <w:p w:rsidR="008C19DF" w:rsidRDefault="008C19DF" w:rsidP="008C19DF">
      <w:pPr>
        <w:pStyle w:val="libNormal"/>
      </w:pPr>
      <w:r>
        <w:t>2. Seseorang dari tempat tinggalnya pergi ke kota bagian timur yang jaraknya 32 km lalu</w:t>
      </w:r>
    </w:p>
    <w:p w:rsidR="008C19DF" w:rsidRDefault="008C19DF" w:rsidP="008C19DF">
      <w:pPr>
        <w:pStyle w:val="libNormal"/>
      </w:pPr>
      <w:r>
        <w:t>kembali ke tempat tinggalnya, kemudian dia pergi lagi ke kota bagian barat yang jaraknya</w:t>
      </w:r>
    </w:p>
    <w:p w:rsidR="008C19DF" w:rsidRDefault="008C19DF" w:rsidP="008C19DF">
      <w:pPr>
        <w:pStyle w:val="libNormal"/>
      </w:pPr>
      <w:r>
        <w:t>dari desa pertama (bagian timur) adalah 50 km, kemudian kembali lagi ke tempat tinggalnya.</w:t>
      </w:r>
    </w:p>
    <w:p w:rsidR="008C19DF" w:rsidRDefault="008C19DF" w:rsidP="008C19DF">
      <w:pPr>
        <w:pStyle w:val="libNormal"/>
      </w:pPr>
      <w:r>
        <w:t>Apakah salatnya harus tamam atau qoshr di dua desa itu dan di tengah perjalanannya?</w:t>
      </w:r>
    </w:p>
    <w:p w:rsidR="008C19DF" w:rsidRDefault="008C19DF" w:rsidP="008C19DF">
      <w:pPr>
        <w:pStyle w:val="libNormal"/>
      </w:pPr>
      <w:r>
        <w:t>3. seorang pegawai atau tentara yang karena tugas mereka tinggal di suatu tempat selama</w:t>
      </w:r>
    </w:p>
    <w:p w:rsidR="008C19DF" w:rsidRDefault="008C19DF" w:rsidP="008C19DF">
      <w:pPr>
        <w:pStyle w:val="libNormal"/>
      </w:pPr>
      <w:r>
        <w:t>bertahun-tahun; apakah tempat itu termasuk tempat tinggalmereka?</w:t>
      </w:r>
    </w:p>
    <w:p w:rsidR="008C19DF" w:rsidRDefault="008C19DF" w:rsidP="008C19DF">
      <w:pPr>
        <w:pStyle w:val="libNormal"/>
      </w:pPr>
      <w:r>
        <w:t>4. Jelaskan tolok ukur suatu tempat itu menjadi tempat tinggal seseorang!</w:t>
      </w:r>
    </w:p>
    <w:p w:rsidR="008C19DF" w:rsidRDefault="008C19DF" w:rsidP="008C19DF">
      <w:pPr>
        <w:pStyle w:val="libNormal"/>
      </w:pPr>
      <w:r>
        <w:t>5. Seorang petani pulang dan pergi ke sawahnya setiap hari, dan jarak antara rumah dan sawah</w:t>
      </w:r>
    </w:p>
    <w:p w:rsidR="008C19DF" w:rsidRDefault="008C19DF" w:rsidP="008C19DF">
      <w:pPr>
        <w:pStyle w:val="libNormal"/>
      </w:pPr>
      <w:r>
        <w:lastRenderedPageBreak/>
        <w:t>adalah 3 farsakh, bagaimana hukum salatnya?</w:t>
      </w:r>
    </w:p>
    <w:p w:rsidR="008C19DF" w:rsidRDefault="008C19DF" w:rsidP="008C19DF">
      <w:pPr>
        <w:pStyle w:val="libNormal"/>
      </w:pPr>
      <w:r>
        <w:t>6. Seseorang dari desa pergi ke kota untuk bekerja. Ketika sedang dalam perjalanan kembali ke</w:t>
      </w:r>
    </w:p>
    <w:p w:rsidR="008C19DF" w:rsidRDefault="008C19DF" w:rsidP="008C19DF">
      <w:pPr>
        <w:pStyle w:val="libNormal"/>
      </w:pPr>
      <w:r>
        <w:t>desa, apakah dia harus mengerjakan salat secara tamam atau qasar?</w:t>
      </w:r>
    </w:p>
    <w:p w:rsidR="00EF1956" w:rsidRDefault="008C19DF" w:rsidP="008C19DF">
      <w:pPr>
        <w:pStyle w:val="libNormal"/>
      </w:pPr>
      <w:r>
        <w:t>7. apakah sah salat seorangmusafir yang lupa sehingga mengerjakan salatnya secara tamam?</w:t>
      </w:r>
    </w:p>
    <w:p w:rsidR="00EF1956" w:rsidRPr="00EF1956" w:rsidRDefault="00EF1956">
      <w:r>
        <w:br w:type="page"/>
      </w:r>
    </w:p>
    <w:p w:rsidR="00B3518C" w:rsidRDefault="00B3518C" w:rsidP="00B3518C">
      <w:pPr>
        <w:pStyle w:val="Heading1Center"/>
      </w:pPr>
      <w:bookmarkStart w:id="273" w:name="_Toc422656768"/>
      <w:r>
        <w:lastRenderedPageBreak/>
        <w:t>Pelajaran 26</w:t>
      </w:r>
      <w:bookmarkEnd w:id="273"/>
    </w:p>
    <w:p w:rsidR="00B3518C" w:rsidRDefault="00B3518C" w:rsidP="00B3518C">
      <w:pPr>
        <w:pStyle w:val="Heading1Center"/>
      </w:pPr>
      <w:bookmarkStart w:id="274" w:name="_Toc422656769"/>
      <w:r>
        <w:t>SALAT QODHO</w:t>
      </w:r>
      <w:bookmarkEnd w:id="274"/>
    </w:p>
    <w:p w:rsidR="00B3518C" w:rsidRDefault="00B3518C" w:rsidP="00B3518C">
      <w:pPr>
        <w:pStyle w:val="libNormal"/>
        <w:rPr>
          <w:rtl/>
        </w:rPr>
      </w:pPr>
    </w:p>
    <w:p w:rsidR="00B3518C" w:rsidRDefault="00B3518C" w:rsidP="00B3518C">
      <w:pPr>
        <w:pStyle w:val="libNormal"/>
      </w:pPr>
      <w:r>
        <w:t>Pada pelajaran 13 telah dijelaskan bahwa salat qodho adalah salat yang dikerjakan setelah habis</w:t>
      </w:r>
    </w:p>
    <w:p w:rsidR="00B3518C" w:rsidRDefault="00B3518C" w:rsidP="00B3518C">
      <w:pPr>
        <w:pStyle w:val="libNormal"/>
      </w:pPr>
      <w:r>
        <w:t>waktunya. Jelas bahwa setiap orang harus mengerjakan seluruh salat wajib pada waktunya, dan</w:t>
      </w:r>
    </w:p>
    <w:p w:rsidR="00B3518C" w:rsidRDefault="00B3518C" w:rsidP="00B3518C">
      <w:pPr>
        <w:pStyle w:val="libNormal"/>
      </w:pPr>
      <w:r>
        <w:t>jika tanpa uzur salatnya menjadi qodho, maka dia terhitung sebagai pendosa dan harus bertaubat</w:t>
      </w:r>
    </w:p>
    <w:p w:rsidR="00B3518C" w:rsidRDefault="00B3518C" w:rsidP="00B3518C">
      <w:pPr>
        <w:pStyle w:val="libNormal"/>
      </w:pPr>
      <w:r>
        <w:t>serta mengerjakan salat qodho.</w:t>
      </w:r>
    </w:p>
    <w:p w:rsidR="00B3518C" w:rsidRDefault="00B3518C" w:rsidP="00B3518C">
      <w:pPr>
        <w:pStyle w:val="libNormal"/>
      </w:pPr>
      <w:r>
        <w:t>1. Pada dua hal mengerjakan salat qodho adalah wajib:</w:t>
      </w:r>
    </w:p>
    <w:p w:rsidR="00B3518C" w:rsidRDefault="00B3518C" w:rsidP="00B3518C">
      <w:pPr>
        <w:pStyle w:val="libNormal"/>
      </w:pPr>
      <w:r>
        <w:t>a. Jika salat wajibnya tidak dikerjakan pada waktunya.</w:t>
      </w:r>
    </w:p>
    <w:p w:rsidR="00B3518C" w:rsidRDefault="00B3518C" w:rsidP="00B3518C">
      <w:pPr>
        <w:pStyle w:val="libNormal"/>
      </w:pPr>
      <w:r>
        <w:t>b. Setelah lewat waktunya dia pa</w:t>
      </w:r>
      <w:r w:rsidR="00AF4155">
        <w:t>ham, bahwa salatnya tadi batal.</w:t>
      </w:r>
      <w:r w:rsidR="00AF4155" w:rsidRPr="00AF4155">
        <w:rPr>
          <w:rStyle w:val="libFootnotenumChar"/>
        </w:rPr>
        <w:footnoteReference w:id="362"/>
      </w:r>
    </w:p>
    <w:p w:rsidR="00B3518C" w:rsidRDefault="00B3518C" w:rsidP="00B3518C">
      <w:pPr>
        <w:pStyle w:val="libNormal"/>
      </w:pPr>
      <w:r>
        <w:t>2. Seseorang yang memiliki salat qodho tidak boleh mere-mehkannya, akan tetapi tidak wajib</w:t>
      </w:r>
    </w:p>
    <w:p w:rsidR="00B3518C" w:rsidRDefault="00AF4155" w:rsidP="00B3518C">
      <w:pPr>
        <w:pStyle w:val="libNormal"/>
      </w:pPr>
      <w:r>
        <w:t>untuk bersegera mengerjakannya.</w:t>
      </w:r>
      <w:r w:rsidRPr="00AF4155">
        <w:rPr>
          <w:rStyle w:val="libFootnotenumChar"/>
        </w:rPr>
        <w:footnoteReference w:id="363"/>
      </w:r>
    </w:p>
    <w:p w:rsidR="00B3518C" w:rsidRDefault="00B3518C" w:rsidP="00B3518C">
      <w:pPr>
        <w:pStyle w:val="libNormal"/>
      </w:pPr>
      <w:r>
        <w:t>3. Macam-macam kondisi seseorang sekaitan dengan salat qodho:</w:t>
      </w:r>
    </w:p>
    <w:p w:rsidR="00B3518C" w:rsidRDefault="00B3518C" w:rsidP="00B3518C">
      <w:pPr>
        <w:pStyle w:val="libNormal"/>
      </w:pPr>
      <w:r>
        <w:t>a. Dia yakin bahwa dirinya tidak punya tanggungan salat qodho, maka tidak ada kewajiban</w:t>
      </w:r>
    </w:p>
    <w:p w:rsidR="00B3518C" w:rsidRDefault="00B3518C" w:rsidP="00B3518C">
      <w:pPr>
        <w:pStyle w:val="libNormal"/>
      </w:pPr>
      <w:r>
        <w:t>atas dirinya.</w:t>
      </w:r>
    </w:p>
    <w:p w:rsidR="00B3518C" w:rsidRDefault="00B3518C" w:rsidP="00B3518C">
      <w:pPr>
        <w:pStyle w:val="libNormal"/>
      </w:pPr>
      <w:r>
        <w:t>b. Dia ragu; apakah punya tanggungan salat qodho atau tidak, maka tidak ada kewajiban atas</w:t>
      </w:r>
    </w:p>
    <w:p w:rsidR="00B3518C" w:rsidRDefault="00B3518C" w:rsidP="00B3518C">
      <w:pPr>
        <w:pStyle w:val="libNormal"/>
      </w:pPr>
      <w:r>
        <w:t>dirinya.</w:t>
      </w:r>
    </w:p>
    <w:p w:rsidR="00B3518C" w:rsidRDefault="00B3518C" w:rsidP="00B3518C">
      <w:pPr>
        <w:pStyle w:val="libNormal"/>
      </w:pPr>
      <w:r>
        <w:t>c. Dia menduga ‘mungkin’ dirinya punya tanggungan salat qodho, maka sunah mengerjakan</w:t>
      </w:r>
    </w:p>
    <w:p w:rsidR="00B3518C" w:rsidRDefault="00B3518C" w:rsidP="00B3518C">
      <w:pPr>
        <w:pStyle w:val="libNormal"/>
      </w:pPr>
      <w:r>
        <w:t>salat qodho.</w:t>
      </w:r>
    </w:p>
    <w:p w:rsidR="00B3518C" w:rsidRDefault="00B3518C" w:rsidP="00B3518C">
      <w:pPr>
        <w:pStyle w:val="libNormal"/>
      </w:pPr>
      <w:r>
        <w:t>d. Dia yakin punya tanggungan salat qodho, akan tetapi tidak tahu berapa jumlahnya,</w:t>
      </w:r>
    </w:p>
    <w:p w:rsidR="00B3518C" w:rsidRDefault="00B3518C" w:rsidP="00B3518C">
      <w:pPr>
        <w:pStyle w:val="libNormal"/>
      </w:pPr>
      <w:r>
        <w:t>misalnya tidak tahu apakah 4 atau 5; jika dia mengerjakan 4 (yang lebih sedikit) maka itu</w:t>
      </w:r>
    </w:p>
    <w:p w:rsidR="00B3518C" w:rsidRDefault="00B3518C" w:rsidP="00B3518C">
      <w:pPr>
        <w:pStyle w:val="libNormal"/>
      </w:pPr>
      <w:r>
        <w:t>sudah cukup baginya.</w:t>
      </w:r>
    </w:p>
    <w:p w:rsidR="00B3518C" w:rsidRDefault="00B3518C" w:rsidP="00B3518C">
      <w:pPr>
        <w:pStyle w:val="libNormal"/>
      </w:pPr>
      <w:r>
        <w:lastRenderedPageBreak/>
        <w:t>e. Dia tahu jumlah salat qodho tetapi lupa, maka jika dia mengerjakan jumlah yang lebih</w:t>
      </w:r>
    </w:p>
    <w:p w:rsidR="00B3518C" w:rsidRDefault="00B3518C" w:rsidP="00B3518C">
      <w:pPr>
        <w:pStyle w:val="libNormal"/>
      </w:pPr>
      <w:r>
        <w:t>sedikit, ini sudah cukup baginya.</w:t>
      </w:r>
    </w:p>
    <w:p w:rsidR="00B3518C" w:rsidRDefault="00B3518C" w:rsidP="00B3518C">
      <w:pPr>
        <w:pStyle w:val="libNormal"/>
      </w:pPr>
      <w:r>
        <w:t>f. Dia tahu jumlah salat qodho-nya, maka dia harus me-ng</w:t>
      </w:r>
      <w:r w:rsidR="00AF4155">
        <w:t>erjakan sesuai jumlah tersebut.</w:t>
      </w:r>
      <w:r w:rsidR="00AF4155" w:rsidRPr="00AF4155">
        <w:rPr>
          <w:rStyle w:val="libFootnotenumChar"/>
        </w:rPr>
        <w:footnoteReference w:id="364"/>
      </w:r>
    </w:p>
    <w:p w:rsidR="00B3518C" w:rsidRDefault="00B3518C" w:rsidP="00B3518C">
      <w:pPr>
        <w:pStyle w:val="libNormal"/>
      </w:pPr>
      <w:r>
        <w:t>4. Meng</w:t>
      </w:r>
      <w:r w:rsidR="00AF4155">
        <w:t>-qodho salat harian tidak harus</w:t>
      </w:r>
      <w:r w:rsidR="00AF4155" w:rsidRPr="00AF4155">
        <w:rPr>
          <w:rStyle w:val="libFootnotenumChar"/>
        </w:rPr>
        <w:footnoteReference w:id="365"/>
      </w:r>
      <w:r>
        <w:t xml:space="preserve"> dikerjakan secara tertib, misalnya jika seseorang pada</w:t>
      </w:r>
    </w:p>
    <w:p w:rsidR="00B3518C" w:rsidRDefault="00B3518C" w:rsidP="00B3518C">
      <w:pPr>
        <w:pStyle w:val="libNormal"/>
      </w:pPr>
      <w:r>
        <w:t>hari ini tidak salat Asar lalu besoknya tidak salat Zuhur, dia tidak harus meng-qodho salat</w:t>
      </w:r>
    </w:p>
    <w:p w:rsidR="00B3518C" w:rsidRDefault="00B3518C" w:rsidP="00B3518C">
      <w:pPr>
        <w:pStyle w:val="libNormal"/>
      </w:pPr>
      <w:r>
        <w:t>Asar terlebih dahulu k</w:t>
      </w:r>
      <w:r w:rsidR="00AF4155">
        <w:t>emudian meng-qodho salat Zuhur.</w:t>
      </w:r>
      <w:r w:rsidR="00AF4155" w:rsidRPr="00AF4155">
        <w:rPr>
          <w:rStyle w:val="libFootnotenumChar"/>
        </w:rPr>
        <w:footnoteReference w:id="366"/>
      </w:r>
    </w:p>
    <w:p w:rsidR="00B3518C" w:rsidRDefault="00B3518C" w:rsidP="00B3518C">
      <w:pPr>
        <w:pStyle w:val="libNormal"/>
      </w:pPr>
      <w:r>
        <w:t>5. Salat qodho bisa dikerjakan secara berjamaah, baik salat imam jamaah itu salat qodho ataupun</w:t>
      </w:r>
    </w:p>
    <w:p w:rsidR="00B3518C" w:rsidRDefault="00B3518C" w:rsidP="00B3518C">
      <w:pPr>
        <w:pStyle w:val="libNormal"/>
      </w:pPr>
      <w:r>
        <w:t>salat ada’an (salat pada waktunya), dan tidak harus makmum dan imam mengerjakan salat</w:t>
      </w:r>
    </w:p>
    <w:p w:rsidR="00B3518C" w:rsidRDefault="00B3518C" w:rsidP="00B3518C">
      <w:pPr>
        <w:pStyle w:val="libNormal"/>
      </w:pPr>
      <w:r>
        <w:t>yang sama. Misalnya, jika makmum mengerjakan salat qodho Subuh secara berjamaah dengan</w:t>
      </w:r>
    </w:p>
    <w:p w:rsidR="00B3518C" w:rsidRDefault="00B3518C" w:rsidP="00B3518C">
      <w:pPr>
        <w:pStyle w:val="libNormal"/>
      </w:pPr>
      <w:r>
        <w:t>imam yang sedangmengerjakan salat Zuhur atau sala</w:t>
      </w:r>
      <w:r w:rsidR="00AF4155">
        <w:t>t Asar, maka tidak ada masalah.</w:t>
      </w:r>
      <w:r w:rsidR="00AF4155" w:rsidRPr="00AF4155">
        <w:rPr>
          <w:rStyle w:val="libFootnotenumChar"/>
        </w:rPr>
        <w:footnoteReference w:id="367"/>
      </w:r>
    </w:p>
    <w:p w:rsidR="00B3518C" w:rsidRDefault="00B3518C" w:rsidP="00B3518C">
      <w:pPr>
        <w:pStyle w:val="libNormal"/>
      </w:pPr>
      <w:r>
        <w:t>6. Jika seorang musafir—yang wajib meng-qoshr salat—ternyata salat Zuhur, atau Asar, atau</w:t>
      </w:r>
    </w:p>
    <w:p w:rsidR="00B3518C" w:rsidRDefault="00B3518C" w:rsidP="00B3518C">
      <w:pPr>
        <w:pStyle w:val="libNormal"/>
      </w:pPr>
      <w:r>
        <w:t>Isyanya menjadi salat qodho, maka dia harus mengerjakan salat qodho-nya itu secara qoshr</w:t>
      </w:r>
    </w:p>
    <w:p w:rsidR="00B3518C" w:rsidRDefault="00B3518C" w:rsidP="00B3518C">
      <w:pPr>
        <w:pStyle w:val="libNormal"/>
      </w:pPr>
      <w:r>
        <w:t>(ringkas; menjadi dua rakaat), walaupun dia ingin mengerjakan salat qodho-nya pada saat</w:t>
      </w:r>
    </w:p>
    <w:p w:rsidR="00595D04" w:rsidRDefault="00AF4155" w:rsidP="00B3518C">
      <w:pPr>
        <w:pStyle w:val="libNormal"/>
        <w:rPr>
          <w:rtl/>
        </w:rPr>
      </w:pPr>
      <w:r>
        <w:t>tidak sedang bepergian.</w:t>
      </w:r>
      <w:r w:rsidRPr="00AF4155">
        <w:rPr>
          <w:rStyle w:val="libFootnotenumChar"/>
        </w:rPr>
        <w:footnoteReference w:id="368"/>
      </w:r>
    </w:p>
    <w:p w:rsidR="001E501A" w:rsidRDefault="001E501A" w:rsidP="001E501A">
      <w:pPr>
        <w:pStyle w:val="libNormal"/>
      </w:pPr>
      <w:r>
        <w:t>7. Dalam bepergian, seorang musafir tidak boleh berpuasa, sekalipun puasa qodho, akan tetapi</w:t>
      </w:r>
    </w:p>
    <w:p w:rsidR="001E501A" w:rsidRDefault="001E501A" w:rsidP="001E501A">
      <w:pPr>
        <w:pStyle w:val="libNormal"/>
      </w:pPr>
      <w:r>
        <w:t>dia bisa mengerjakan salat qodho.</w:t>
      </w:r>
      <w:r w:rsidRPr="001E501A">
        <w:rPr>
          <w:rStyle w:val="libFootnotenumChar"/>
        </w:rPr>
        <w:footnoteReference w:id="369"/>
      </w:r>
    </w:p>
    <w:p w:rsidR="001E501A" w:rsidRDefault="001E501A" w:rsidP="001E501A">
      <w:pPr>
        <w:pStyle w:val="libNormal"/>
      </w:pPr>
      <w:r>
        <w:lastRenderedPageBreak/>
        <w:t>8. Jika dalam bepergian dia ingin mengerjakan salat-salat qodho yang tamam/bukan qoshr, maka</w:t>
      </w:r>
    </w:p>
    <w:p w:rsidR="001E501A" w:rsidRDefault="001E501A" w:rsidP="001E501A">
      <w:pPr>
        <w:pStyle w:val="libNormal"/>
      </w:pPr>
      <w:r>
        <w:t>salat qodho Zuhur, Asar dan Isyanya harus dikerjakan juga secara tamam (sempurna), yakni 4</w:t>
      </w:r>
    </w:p>
    <w:p w:rsidR="001E501A" w:rsidRDefault="001E501A" w:rsidP="001E501A">
      <w:pPr>
        <w:pStyle w:val="libNormal"/>
      </w:pPr>
      <w:r>
        <w:t>rakaat.</w:t>
      </w:r>
      <w:r w:rsidRPr="001E501A">
        <w:rPr>
          <w:rStyle w:val="libFootnotenumChar"/>
        </w:rPr>
        <w:footnoteReference w:id="370"/>
      </w:r>
    </w:p>
    <w:p w:rsidR="001E501A" w:rsidRDefault="001E501A" w:rsidP="001E501A">
      <w:pPr>
        <w:pStyle w:val="libNormal"/>
      </w:pPr>
      <w:r>
        <w:t>9. Salat qodho bisa dikerjakan sewaktu-waktu. Misalnya, sa-lat qodho Subuh bisa dikerjakan pada</w:t>
      </w:r>
    </w:p>
    <w:p w:rsidR="001E501A" w:rsidRDefault="001E501A" w:rsidP="001E501A">
      <w:pPr>
        <w:pStyle w:val="libNormal"/>
      </w:pPr>
      <w:r>
        <w:t>siang atau malam hari.</w:t>
      </w:r>
      <w:r w:rsidRPr="001E501A">
        <w:rPr>
          <w:rStyle w:val="libFootnotenumChar"/>
        </w:rPr>
        <w:footnoteReference w:id="371"/>
      </w:r>
    </w:p>
    <w:p w:rsidR="00D61E03" w:rsidRDefault="00D61E03" w:rsidP="001E501A">
      <w:pPr>
        <w:pStyle w:val="libNormal"/>
      </w:pPr>
    </w:p>
    <w:p w:rsidR="001E501A" w:rsidRDefault="001E501A" w:rsidP="00D61E03">
      <w:pPr>
        <w:pStyle w:val="Heading2"/>
      </w:pPr>
      <w:bookmarkStart w:id="275" w:name="_Toc422656770"/>
      <w:r>
        <w:t>Salat Qodho Ayah</w:t>
      </w:r>
      <w:bookmarkEnd w:id="275"/>
    </w:p>
    <w:p w:rsidR="00D61E03" w:rsidRDefault="00D61E03" w:rsidP="001E501A">
      <w:pPr>
        <w:pStyle w:val="libNormal"/>
      </w:pPr>
    </w:p>
    <w:p w:rsidR="001E501A" w:rsidRDefault="001E501A" w:rsidP="001E501A">
      <w:pPr>
        <w:pStyle w:val="libNormal"/>
      </w:pPr>
      <w:r>
        <w:t>1. Selama seseorang masih hidup, orang lain tidak boleh mengerjakan salat qodho-nya, sekalipun</w:t>
      </w:r>
    </w:p>
    <w:p w:rsidR="001E501A" w:rsidRDefault="001E501A" w:rsidP="001E501A">
      <w:pPr>
        <w:pStyle w:val="libNormal"/>
      </w:pPr>
      <w:r>
        <w:t>dia tidakmam-pu mengerjakan salat.</w:t>
      </w:r>
      <w:r w:rsidRPr="001E501A">
        <w:rPr>
          <w:rStyle w:val="libFootnotenumChar"/>
        </w:rPr>
        <w:footnoteReference w:id="372"/>
      </w:r>
    </w:p>
    <w:p w:rsidR="001E501A" w:rsidRDefault="001E501A" w:rsidP="001E501A">
      <w:pPr>
        <w:pStyle w:val="libNormal"/>
      </w:pPr>
      <w:r>
        <w:t>2. Setelah ayah wafat, anak laki-laki terbesar wajib menger-jakan salat qodho dan puasa qodho</w:t>
      </w:r>
    </w:p>
    <w:p w:rsidR="001E501A" w:rsidRDefault="001E501A" w:rsidP="001E501A">
      <w:pPr>
        <w:pStyle w:val="libNormal"/>
      </w:pPr>
      <w:r>
        <w:t>ayahnya. Dan berda-sarkan ihtiyath mustahab</w:t>
      </w:r>
      <w:r w:rsidRPr="001E501A">
        <w:rPr>
          <w:rStyle w:val="libFootnotenumChar"/>
        </w:rPr>
        <w:footnoteReference w:id="373"/>
      </w:r>
      <w:r>
        <w:t>, anak laki-laki terbesar itu juga hendaknya</w:t>
      </w:r>
    </w:p>
    <w:p w:rsidR="001E501A" w:rsidRDefault="001E501A" w:rsidP="001E501A">
      <w:pPr>
        <w:pStyle w:val="libNormal"/>
      </w:pPr>
      <w:r>
        <w:t>mengerjakan salat qodho dan puasa qodho ibunya yang sudah meninggal.</w:t>
      </w:r>
      <w:r w:rsidRPr="001E501A">
        <w:rPr>
          <w:rStyle w:val="libFootnotenumChar"/>
        </w:rPr>
        <w:footnoteReference w:id="374"/>
      </w:r>
    </w:p>
    <w:p w:rsidR="001E501A" w:rsidRDefault="001E501A" w:rsidP="001E501A">
      <w:pPr>
        <w:pStyle w:val="libNormal"/>
      </w:pPr>
      <w:r>
        <w:t>3. Macam-macam kondisi anak laki-laki terbesar sekaitan dengan salat qodho ayahnya:</w:t>
      </w:r>
    </w:p>
    <w:p w:rsidR="001E501A" w:rsidRDefault="001E501A" w:rsidP="001E501A">
      <w:pPr>
        <w:pStyle w:val="libNormal"/>
      </w:pPr>
      <w:r>
        <w:t>· Dia tahu bahwa ayahnya punya salat qodho:</w:t>
      </w:r>
    </w:p>
    <w:p w:rsidR="001E501A" w:rsidRDefault="001E501A" w:rsidP="001E501A">
      <w:pPr>
        <w:pStyle w:val="libNormal"/>
      </w:pPr>
      <w:r>
        <w:t>a. Dia tahu berapa jumlahnya: maka dia wajib mengerjakan salat qodhonya sejumlah itu.</w:t>
      </w:r>
    </w:p>
    <w:p w:rsidR="001E501A" w:rsidRDefault="001E501A" w:rsidP="001E501A">
      <w:pPr>
        <w:pStyle w:val="libNormal"/>
      </w:pPr>
      <w:r>
        <w:t>b. Dia tidak tahu berapa jumlahnya: jika dia me-ngerjakan jumlah yang lebih sedikit, ini</w:t>
      </w:r>
    </w:p>
    <w:p w:rsidR="001E501A" w:rsidRDefault="001E501A" w:rsidP="001E501A">
      <w:pPr>
        <w:pStyle w:val="libNormal"/>
      </w:pPr>
      <w:r>
        <w:lastRenderedPageBreak/>
        <w:t>sudah cukup.</w:t>
      </w:r>
    </w:p>
    <w:p w:rsidR="001E501A" w:rsidRDefault="001E501A" w:rsidP="001E501A">
      <w:pPr>
        <w:pStyle w:val="libNormal"/>
      </w:pPr>
      <w:r>
        <w:t>c. Dia ragu apakah ayahnya telah mengerjakan salat qodhonya sendiri atau belum: maka</w:t>
      </w:r>
    </w:p>
    <w:p w:rsidR="001E501A" w:rsidRDefault="001E501A" w:rsidP="001E501A">
      <w:pPr>
        <w:pStyle w:val="libNormal"/>
      </w:pPr>
      <w:r>
        <w:t>ber-dasarkan ihtiyath wajib dia harus mengerjakan salat qodho ayahnya.</w:t>
      </w:r>
      <w:r w:rsidRPr="001E501A">
        <w:rPr>
          <w:rStyle w:val="libFootnotenumChar"/>
        </w:rPr>
        <w:footnoteReference w:id="375"/>
      </w:r>
    </w:p>
    <w:p w:rsidR="001E501A" w:rsidRDefault="001E501A" w:rsidP="001E501A">
      <w:pPr>
        <w:pStyle w:val="libNormal"/>
      </w:pPr>
      <w:r>
        <w:t>· Dia ragu apakah ayahnya punya salat qodho atau tidak: maka tidak ada kewajiban mengqodho</w:t>
      </w:r>
    </w:p>
    <w:p w:rsidR="001E501A" w:rsidRDefault="001E501A" w:rsidP="001E501A">
      <w:pPr>
        <w:pStyle w:val="libNormal"/>
      </w:pPr>
      <w:r>
        <w:t>salat tersebut atas dirinya.</w:t>
      </w:r>
      <w:r w:rsidRPr="001E501A">
        <w:rPr>
          <w:rStyle w:val="libFootnotenumChar"/>
        </w:rPr>
        <w:footnoteReference w:id="376"/>
      </w:r>
    </w:p>
    <w:p w:rsidR="001E501A" w:rsidRDefault="001E501A" w:rsidP="001E501A">
      <w:pPr>
        <w:pStyle w:val="libNormal"/>
      </w:pPr>
      <w:r>
        <w:t>4. Jika anak laki-laki hendak mengerjakan salat qodho ayah atau ibunya, maka dia harus</w:t>
      </w:r>
    </w:p>
    <w:p w:rsidR="001E501A" w:rsidRDefault="001E501A" w:rsidP="001E501A">
      <w:pPr>
        <w:pStyle w:val="libNormal"/>
      </w:pPr>
      <w:r>
        <w:t>mengerjakan sesuai dengan tugasnya. Misalnya, salat qodho Subuh, Maghrib dan Isya harus</w:t>
      </w:r>
    </w:p>
    <w:p w:rsidR="001E501A" w:rsidRDefault="001E501A" w:rsidP="001E501A">
      <w:pPr>
        <w:pStyle w:val="libNormal"/>
      </w:pPr>
      <w:r>
        <w:t>dikerjakan dengan suara keras.</w:t>
      </w:r>
      <w:r w:rsidRPr="001E501A">
        <w:rPr>
          <w:rStyle w:val="libFootnotenumChar"/>
        </w:rPr>
        <w:footnoteReference w:id="377"/>
      </w:r>
    </w:p>
    <w:p w:rsidR="001E501A" w:rsidRDefault="001E501A" w:rsidP="001E501A">
      <w:pPr>
        <w:pStyle w:val="libNormal"/>
      </w:pPr>
      <w:r>
        <w:t>5. Jika sebelum anak laki-laki terbesar meninggal sebelum dia sempat mengerjakan salat qodho</w:t>
      </w:r>
    </w:p>
    <w:p w:rsidR="001E501A" w:rsidRDefault="001E501A" w:rsidP="001E501A">
      <w:pPr>
        <w:pStyle w:val="libNormal"/>
      </w:pPr>
      <w:r>
        <w:t>dan puasa qodho ayahnya, maka tidak ada kewajiban meng-qodho ke atas adik laki-laki</w:t>
      </w:r>
    </w:p>
    <w:p w:rsidR="001E501A" w:rsidRDefault="001E501A" w:rsidP="001E501A">
      <w:pPr>
        <w:pStyle w:val="libNormal"/>
      </w:pPr>
      <w:r>
        <w:t>terbesarnya.</w:t>
      </w:r>
      <w:r w:rsidRPr="001E501A">
        <w:rPr>
          <w:rStyle w:val="libFootnotenumChar"/>
        </w:rPr>
        <w:footnoteReference w:id="378"/>
      </w:r>
      <w:r>
        <w:rPr>
          <w:rFonts w:hint="cs"/>
          <w:rtl/>
        </w:rPr>
        <w:t xml:space="preserve">. </w:t>
      </w:r>
      <w:r>
        <w:t xml:space="preserve">  </w:t>
      </w:r>
      <w:r w:rsidRPr="001E501A">
        <w:rPr>
          <w:rStyle w:val="libFootnotenumChar"/>
        </w:rPr>
        <w:footnoteReference w:id="379"/>
      </w:r>
    </w:p>
    <w:p w:rsidR="00A4282F" w:rsidRDefault="00A4282F" w:rsidP="001E501A">
      <w:pPr>
        <w:pStyle w:val="libNormal"/>
      </w:pPr>
    </w:p>
    <w:p w:rsidR="001E501A" w:rsidRDefault="001E501A" w:rsidP="00A4282F">
      <w:pPr>
        <w:pStyle w:val="Heading2"/>
      </w:pPr>
      <w:bookmarkStart w:id="276" w:name="_Toc422656771"/>
      <w:r>
        <w:t>Kesimpulan Pelajaran</w:t>
      </w:r>
      <w:bookmarkEnd w:id="276"/>
    </w:p>
    <w:p w:rsidR="00A4282F" w:rsidRDefault="00A4282F" w:rsidP="001E501A">
      <w:pPr>
        <w:pStyle w:val="libNormal"/>
      </w:pPr>
    </w:p>
    <w:p w:rsidR="001E501A" w:rsidRDefault="001E501A" w:rsidP="001E501A">
      <w:pPr>
        <w:pStyle w:val="libNormal"/>
      </w:pPr>
      <w:r>
        <w:t>1. Mengerjakan salat-salat qodho yang belum dikerjakan dan salat-salat yang tidak sah adalah</w:t>
      </w:r>
    </w:p>
    <w:p w:rsidR="001E501A" w:rsidRDefault="001E501A" w:rsidP="001E501A">
      <w:pPr>
        <w:pStyle w:val="libNormal"/>
      </w:pPr>
      <w:r>
        <w:t>wajib.</w:t>
      </w:r>
    </w:p>
    <w:p w:rsidR="001E501A" w:rsidRDefault="001E501A" w:rsidP="001E501A">
      <w:pPr>
        <w:pStyle w:val="libNormal"/>
      </w:pPr>
      <w:r>
        <w:t>2. Jika tidak tahu; apakah punya salat qodho atau tidak, maka tidak ada kewajiban meng-qodho</w:t>
      </w:r>
    </w:p>
    <w:p w:rsidR="00AF4155" w:rsidRDefault="001E501A" w:rsidP="001E501A">
      <w:pPr>
        <w:pStyle w:val="libNormal"/>
      </w:pPr>
      <w:r>
        <w:lastRenderedPageBreak/>
        <w:t>atas dirinya.</w:t>
      </w:r>
    </w:p>
    <w:p w:rsidR="003A6640" w:rsidRDefault="003A6640" w:rsidP="003A6640">
      <w:pPr>
        <w:pStyle w:val="libNormal"/>
      </w:pPr>
      <w:r>
        <w:t>3. Jika dia tahu bahwa dia punya tanggungan salat qodho, hanya saja dia tidak tahu berapa</w:t>
      </w:r>
    </w:p>
    <w:p w:rsidR="003A6640" w:rsidRDefault="003A6640" w:rsidP="003A6640">
      <w:pPr>
        <w:pStyle w:val="libNormal"/>
      </w:pPr>
      <w:r>
        <w:t>jumlahnya; jika dia mengerjakannya menurut jumlah yang dia bisa dia pas-tikan bahwa itu</w:t>
      </w:r>
    </w:p>
    <w:p w:rsidR="003A6640" w:rsidRDefault="003A6640" w:rsidP="003A6640">
      <w:pPr>
        <w:pStyle w:val="libNormal"/>
      </w:pPr>
      <w:r>
        <w:t>tidak kurang dari jumlah sebenarnya, maka sudah cukup.</w:t>
      </w:r>
    </w:p>
    <w:p w:rsidR="003A6640" w:rsidRDefault="003A6640" w:rsidP="003A6640">
      <w:pPr>
        <w:pStyle w:val="libNormal"/>
      </w:pPr>
      <w:r>
        <w:t>4. Salat qodho bisa dikerjakan secara berjamaah.</w:t>
      </w:r>
    </w:p>
    <w:p w:rsidR="003A6640" w:rsidRDefault="003A6640" w:rsidP="003A6640">
      <w:pPr>
        <w:pStyle w:val="libNormal"/>
      </w:pPr>
      <w:r>
        <w:t>5. Salat qodho bisa dikerjakan sewaktu-waktu, baik malam atau siang, dalam bepergian atau</w:t>
      </w:r>
    </w:p>
    <w:p w:rsidR="003A6640" w:rsidRDefault="003A6640" w:rsidP="003A6640">
      <w:pPr>
        <w:pStyle w:val="libNormal"/>
      </w:pPr>
      <w:r>
        <w:t>tidak.</w:t>
      </w:r>
    </w:p>
    <w:p w:rsidR="003A6640" w:rsidRDefault="003A6640" w:rsidP="003A6640">
      <w:pPr>
        <w:pStyle w:val="libNormal"/>
      </w:pPr>
      <w:r>
        <w:t>6. Setelah wafatnya ayah, wajib atas anak laki-laki terbesar agar mengerjakan salat qodho dan</w:t>
      </w:r>
    </w:p>
    <w:p w:rsidR="003A6640" w:rsidRDefault="003A6640" w:rsidP="003A6640">
      <w:pPr>
        <w:pStyle w:val="libNormal"/>
      </w:pPr>
      <w:r>
        <w:t>puasa qodho ayahnya.</w:t>
      </w:r>
    </w:p>
    <w:p w:rsidR="003A6640" w:rsidRDefault="003A6640" w:rsidP="003A6640">
      <w:pPr>
        <w:pStyle w:val="libNormal"/>
      </w:pPr>
      <w:r>
        <w:t>7. Jika anak laki-laki terbesar tidak tahu apakah ayahnya punya tanggungan salat qodho atau</w:t>
      </w:r>
    </w:p>
    <w:p w:rsidR="003A6640" w:rsidRDefault="003A6640" w:rsidP="003A6640">
      <w:pPr>
        <w:pStyle w:val="libNormal"/>
      </w:pPr>
      <w:r>
        <w:t>tidak, maka tidak ada kewajiban meng-qodho atas dirinya.</w:t>
      </w:r>
    </w:p>
    <w:p w:rsidR="003A6640" w:rsidRDefault="003A6640" w:rsidP="003A6640">
      <w:pPr>
        <w:pStyle w:val="libNormal"/>
      </w:pPr>
      <w:r>
        <w:t>8. Jika seorang ayah tidak punya anak laki-laki, atau anak laki-laki terbesarnya wafat sebelum</w:t>
      </w:r>
    </w:p>
    <w:p w:rsidR="003A6640" w:rsidRDefault="003A6640" w:rsidP="003A6640">
      <w:pPr>
        <w:pStyle w:val="libNormal"/>
      </w:pPr>
      <w:r>
        <w:t>mengerjakan salat dan puasa qodho ayahnya, maka tidak ada kewajiban meng-qodho ke atas</w:t>
      </w:r>
    </w:p>
    <w:p w:rsidR="003A6640" w:rsidRDefault="003A6640" w:rsidP="003A6640">
      <w:pPr>
        <w:pStyle w:val="libNormal"/>
      </w:pPr>
      <w:r>
        <w:t>yang lain.</w:t>
      </w:r>
    </w:p>
    <w:p w:rsidR="003A6640" w:rsidRDefault="003A6640" w:rsidP="003A6640">
      <w:pPr>
        <w:pStyle w:val="libNormal"/>
      </w:pPr>
      <w:r>
        <w:t>Pertanyaan:</w:t>
      </w:r>
    </w:p>
    <w:p w:rsidR="003A6640" w:rsidRDefault="003A6640" w:rsidP="003A6640">
      <w:pPr>
        <w:pStyle w:val="libNormal"/>
      </w:pPr>
      <w:r>
        <w:t>1. Apa perbedaan antara salat ada’an dan salat qodho?</w:t>
      </w:r>
    </w:p>
    <w:p w:rsidR="003A6640" w:rsidRDefault="003A6640" w:rsidP="003A6640">
      <w:pPr>
        <w:pStyle w:val="libNormal"/>
      </w:pPr>
      <w:r>
        <w:t>2. Apa tugas orang yang tahu bahwa dia punya tang-gungan salat qodho, akan tetapi dia tidak</w:t>
      </w:r>
    </w:p>
    <w:p w:rsidR="003A6640" w:rsidRDefault="003A6640" w:rsidP="003A6640">
      <w:pPr>
        <w:pStyle w:val="libNormal"/>
      </w:pPr>
      <w:r>
        <w:t>tahu berapa jumlahnya?</w:t>
      </w:r>
    </w:p>
    <w:p w:rsidR="003A6640" w:rsidRDefault="003A6640" w:rsidP="003A6640">
      <w:pPr>
        <w:pStyle w:val="libNormal"/>
      </w:pPr>
      <w:r>
        <w:t>3. Jika setelah mengerjakan salat zuhur dan asar, ingin mengerjakan salat qodho subuh apakah</w:t>
      </w:r>
    </w:p>
    <w:p w:rsidR="003A6640" w:rsidRDefault="003A6640" w:rsidP="003A6640">
      <w:pPr>
        <w:pStyle w:val="libNormal"/>
      </w:pPr>
      <w:r>
        <w:t>bacaannya harus di baca keras atau pelan?</w:t>
      </w:r>
    </w:p>
    <w:p w:rsidR="003A6640" w:rsidRDefault="003A6640" w:rsidP="003A6640">
      <w:pPr>
        <w:pStyle w:val="libNormal"/>
      </w:pPr>
      <w:r>
        <w:t>4. Apa tugas seorang anak lelaki yang tidak tahu; apakah ayahnya punya tanggungan salat qodho</w:t>
      </w:r>
    </w:p>
    <w:p w:rsidR="003A6640" w:rsidRDefault="003A6640" w:rsidP="003A6640">
      <w:pPr>
        <w:pStyle w:val="libNormal"/>
      </w:pPr>
      <w:r>
        <w:t>atau tidak, sementara dulu ayahnya tidakmengatakan apa-apa?</w:t>
      </w:r>
    </w:p>
    <w:p w:rsidR="003A6640" w:rsidRPr="003A6640" w:rsidRDefault="003A6640">
      <w:r>
        <w:br w:type="page"/>
      </w:r>
    </w:p>
    <w:p w:rsidR="002A4873" w:rsidRDefault="002A4873" w:rsidP="002A4873">
      <w:pPr>
        <w:pStyle w:val="Heading1Center"/>
      </w:pPr>
      <w:bookmarkStart w:id="277" w:name="_Toc422656772"/>
      <w:r>
        <w:lastRenderedPageBreak/>
        <w:t>Pelajaran 27</w:t>
      </w:r>
      <w:bookmarkEnd w:id="277"/>
    </w:p>
    <w:p w:rsidR="002A4873" w:rsidRDefault="002A4873" w:rsidP="002A4873">
      <w:pPr>
        <w:pStyle w:val="Heading1Center"/>
      </w:pPr>
      <w:bookmarkStart w:id="278" w:name="_Toc422656773"/>
      <w:r>
        <w:t>SALAT JAMAAH(1)</w:t>
      </w:r>
      <w:bookmarkEnd w:id="278"/>
    </w:p>
    <w:p w:rsidR="002A4873" w:rsidRDefault="002A4873" w:rsidP="002A4873">
      <w:pPr>
        <w:pStyle w:val="libNormal"/>
      </w:pPr>
    </w:p>
    <w:p w:rsidR="002A4873" w:rsidRDefault="002A4873" w:rsidP="001A4006">
      <w:pPr>
        <w:pStyle w:val="libNormal"/>
      </w:pPr>
      <w:r>
        <w:t>Dari sekian banyak masalah yang mendapatkan perhatian khusus dalam Islam ialah persatuan</w:t>
      </w:r>
      <w:r w:rsidR="001A4006">
        <w:t xml:space="preserve"> </w:t>
      </w:r>
      <w:r>
        <w:t>umat. Dalam rangka menjaga dan membina persatuan ini, Islam memiliki prog-ram-program</w:t>
      </w:r>
    </w:p>
    <w:p w:rsidR="002A4873" w:rsidRDefault="002A4873" w:rsidP="002A4873">
      <w:pPr>
        <w:pStyle w:val="libNormal"/>
      </w:pPr>
      <w:r>
        <w:t>khusus, di antaranya salat Jamaah.</w:t>
      </w:r>
    </w:p>
    <w:p w:rsidR="002A4873" w:rsidRDefault="002A4873" w:rsidP="001A4006">
      <w:pPr>
        <w:pStyle w:val="libNormal"/>
      </w:pPr>
      <w:r>
        <w:t>Dalam salat jamaah, salah satu dari para pelaku salat yangmemiliki kriteria dan syarat khusus</w:t>
      </w:r>
      <w:r w:rsidR="001A4006">
        <w:t xml:space="preserve"> </w:t>
      </w:r>
      <w:r>
        <w:t>berdiri di depan d</w:t>
      </w:r>
      <w:r w:rsidR="001A4006">
        <w:t xml:space="preserve">an yang lainnya berbaris secara </w:t>
      </w:r>
      <w:r>
        <w:t>teratur di belakangnya untuk mengerjakan salat</w:t>
      </w:r>
      <w:r w:rsidR="001A4006">
        <w:t xml:space="preserve"> </w:t>
      </w:r>
      <w:r>
        <w:t>secara bersama-sama. Orang yang berdiri di depan disebut sebagai imam jamaah, sedangkan</w:t>
      </w:r>
      <w:r w:rsidR="001A4006">
        <w:t xml:space="preserve"> </w:t>
      </w:r>
      <w:r>
        <w:t>orang yang berbaris di belakangnya untukmengikuti salat disebut sebagai makmum.</w:t>
      </w:r>
    </w:p>
    <w:p w:rsidR="001A4006" w:rsidRDefault="001A4006" w:rsidP="002A4873">
      <w:pPr>
        <w:pStyle w:val="libNormal"/>
      </w:pPr>
    </w:p>
    <w:p w:rsidR="002A4873" w:rsidRDefault="002A4873" w:rsidP="001A4006">
      <w:pPr>
        <w:pStyle w:val="Heading2"/>
      </w:pPr>
      <w:bookmarkStart w:id="279" w:name="_Toc422656774"/>
      <w:r>
        <w:t>Pentingnya Salat Jamaah</w:t>
      </w:r>
      <w:bookmarkEnd w:id="279"/>
    </w:p>
    <w:p w:rsidR="001A4006" w:rsidRDefault="001A4006" w:rsidP="002A4873">
      <w:pPr>
        <w:pStyle w:val="libNormal"/>
      </w:pPr>
    </w:p>
    <w:p w:rsidR="002A4873" w:rsidRDefault="002A4873" w:rsidP="001A4006">
      <w:pPr>
        <w:pStyle w:val="libNormal"/>
      </w:pPr>
      <w:r>
        <w:t>Dalam hadis-hadis, banyak sekali ditekankan pahala salat Jamaah secara detil. Dan pada sebagian</w:t>
      </w:r>
      <w:r w:rsidR="001A4006">
        <w:t xml:space="preserve"> </w:t>
      </w:r>
      <w:r>
        <w:t>dari masalah fikih, kita akan mendapatkan pentingnya ibadah ini, dan pada pelajaran inilah kita</w:t>
      </w:r>
    </w:p>
    <w:p w:rsidR="002A4873" w:rsidRDefault="002A4873" w:rsidP="002A4873">
      <w:pPr>
        <w:pStyle w:val="libNormal"/>
      </w:pPr>
      <w:r>
        <w:t>akan mempelajari sebagian darinya. Yaitu:</w:t>
      </w:r>
    </w:p>
    <w:p w:rsidR="002A4873" w:rsidRDefault="002A4873" w:rsidP="002A4873">
      <w:pPr>
        <w:pStyle w:val="libNormal"/>
      </w:pPr>
      <w:r>
        <w:t xml:space="preserve">1. Sunah mengerjakan salat secara berjamaah, </w:t>
      </w:r>
      <w:r w:rsidR="007D0344">
        <w:t>khususnya bagi tetangga masjid.</w:t>
      </w:r>
      <w:r w:rsidR="007D0344" w:rsidRPr="007D0344">
        <w:rPr>
          <w:rStyle w:val="libFootnotenumChar"/>
        </w:rPr>
        <w:footnoteReference w:id="380"/>
      </w:r>
    </w:p>
    <w:p w:rsidR="002A4873" w:rsidRDefault="002A4873" w:rsidP="002A4873">
      <w:pPr>
        <w:pStyle w:val="libNormal"/>
      </w:pPr>
      <w:r>
        <w:t>2. Seseorang dis</w:t>
      </w:r>
      <w:r w:rsidR="001A4006">
        <w:t xml:space="preserve">unahkan untuk bersabar sehingga </w:t>
      </w:r>
      <w:r>
        <w:t>menger-jakan salatnya secara berjamaah.</w:t>
      </w:r>
    </w:p>
    <w:p w:rsidR="002A4873" w:rsidRDefault="002A4873" w:rsidP="001A4006">
      <w:pPr>
        <w:pStyle w:val="libNormal"/>
      </w:pPr>
      <w:r>
        <w:t>3. Salat Jamaah—sekalipun tidak dikerjakan di awal waktu –lebih baik daripada salat di awal</w:t>
      </w:r>
      <w:r w:rsidR="001A4006">
        <w:t xml:space="preserve"> </w:t>
      </w:r>
      <w:r>
        <w:t>waktu yang diker-jakan sendirian.</w:t>
      </w:r>
    </w:p>
    <w:p w:rsidR="002A4873" w:rsidRDefault="002A4873" w:rsidP="001A4006">
      <w:pPr>
        <w:pStyle w:val="libNormal"/>
      </w:pPr>
      <w:r>
        <w:t>4. Salat Jamaah yang dikerjakan secara singkat lebih baik daripada salat sendirian yang</w:t>
      </w:r>
      <w:r w:rsidR="001A4006">
        <w:t xml:space="preserve"> </w:t>
      </w:r>
      <w:r w:rsidR="007D0344">
        <w:t>dikerjakan secara lama.</w:t>
      </w:r>
      <w:r w:rsidR="007D0344" w:rsidRPr="007D0344">
        <w:rPr>
          <w:rStyle w:val="libFootnotenumChar"/>
        </w:rPr>
        <w:footnoteReference w:id="381"/>
      </w:r>
    </w:p>
    <w:p w:rsidR="002A4873" w:rsidRDefault="002A4873" w:rsidP="002A4873">
      <w:pPr>
        <w:pStyle w:val="libNormal"/>
      </w:pPr>
      <w:r>
        <w:lastRenderedPageBreak/>
        <w:t>5. Tidak seyogianya seseorang meninggalkan salat Jamaah tanpa uzur.</w:t>
      </w:r>
    </w:p>
    <w:p w:rsidR="002A4873" w:rsidRDefault="002A4873" w:rsidP="002A4873">
      <w:pPr>
        <w:pStyle w:val="libNormal"/>
      </w:pPr>
      <w:r>
        <w:t>6. Tidak hadir dalam salat Jamaah lantaran acuh t</w:t>
      </w:r>
      <w:r w:rsidR="00EF11A0">
        <w:t>ak acuh tidaklah diperbolehkan.</w:t>
      </w:r>
      <w:r w:rsidR="00EF11A0" w:rsidRPr="00EF11A0">
        <w:rPr>
          <w:rStyle w:val="libFootnotenumChar"/>
        </w:rPr>
        <w:footnoteReference w:id="382"/>
      </w:r>
    </w:p>
    <w:p w:rsidR="001A4006" w:rsidRDefault="001A4006" w:rsidP="002A4873">
      <w:pPr>
        <w:pStyle w:val="libNormal"/>
      </w:pPr>
    </w:p>
    <w:p w:rsidR="002A4873" w:rsidRDefault="002A4873" w:rsidP="001A4006">
      <w:pPr>
        <w:pStyle w:val="Heading2"/>
      </w:pPr>
      <w:bookmarkStart w:id="280" w:name="_Toc422656775"/>
      <w:r>
        <w:t>Syarat-syarat Salat Jamaah</w:t>
      </w:r>
      <w:bookmarkEnd w:id="280"/>
    </w:p>
    <w:p w:rsidR="001A4006" w:rsidRDefault="001A4006" w:rsidP="002A4873">
      <w:pPr>
        <w:pStyle w:val="libNormal"/>
      </w:pPr>
    </w:p>
    <w:p w:rsidR="002A4873" w:rsidRDefault="002A4873" w:rsidP="002A4873">
      <w:pPr>
        <w:pStyle w:val="libNormal"/>
      </w:pPr>
      <w:r>
        <w:t>1. Makmum tidak boleh berdiri lebih depan dari imam jamaah, dan menurut ihtiyath wajib,</w:t>
      </w:r>
    </w:p>
    <w:p w:rsidR="002A4873" w:rsidRDefault="002A4873" w:rsidP="002A4873">
      <w:pPr>
        <w:pStyle w:val="libNormal"/>
      </w:pPr>
      <w:r>
        <w:t>makmum berdiri lebih belakang dari imam.</w:t>
      </w:r>
    </w:p>
    <w:p w:rsidR="002A4873" w:rsidRDefault="002A4873" w:rsidP="002A4873">
      <w:pPr>
        <w:pStyle w:val="libNormal"/>
      </w:pPr>
      <w:r>
        <w:t>2. Tempat salat imam jamaah tidak boleh lebih tinggi dari tempat salat makmum.</w:t>
      </w:r>
    </w:p>
    <w:p w:rsidR="002A4873" w:rsidRDefault="002A4873" w:rsidP="002A4873">
      <w:pPr>
        <w:pStyle w:val="libNormal"/>
      </w:pPr>
      <w:r>
        <w:t>3. Tidak boleh ada jarak yang besar antara imam dengan makmum dan antara barisan-barisan</w:t>
      </w:r>
    </w:p>
    <w:p w:rsidR="002A4873" w:rsidRDefault="002A4873" w:rsidP="002A4873">
      <w:pPr>
        <w:pStyle w:val="libNormal"/>
      </w:pPr>
      <w:r>
        <w:t>(shoff) makmum.</w:t>
      </w:r>
    </w:p>
    <w:p w:rsidR="002A4873" w:rsidRDefault="002A4873" w:rsidP="002A4873">
      <w:pPr>
        <w:pStyle w:val="libNormal"/>
      </w:pPr>
      <w:r>
        <w:t>4. Tidak boleh ada pemisah antara imam jamaah dan makmum, begitu juga antara barisanbarisan</w:t>
      </w:r>
    </w:p>
    <w:p w:rsidR="002A4873" w:rsidRDefault="002A4873" w:rsidP="002A4873">
      <w:pPr>
        <w:pStyle w:val="libNormal"/>
      </w:pPr>
      <w:r>
        <w:t>(shoff), seperti dinding atau tabir. Akan tetapi, adanya tabir pemisah antara barisan</w:t>
      </w:r>
    </w:p>
    <w:p w:rsidR="002A4873" w:rsidRDefault="002A4873" w:rsidP="002A4873">
      <w:pPr>
        <w:pStyle w:val="libNormal"/>
      </w:pPr>
      <w:r>
        <w:t>laki-laki dan barisan perempuan tidak</w:t>
      </w:r>
      <w:r w:rsidR="00EF11A0">
        <w:t xml:space="preserve"> apa-apa.</w:t>
      </w:r>
      <w:r w:rsidR="00EF11A0" w:rsidRPr="00EF11A0">
        <w:rPr>
          <w:rStyle w:val="libFootnotenumChar"/>
        </w:rPr>
        <w:footnoteReference w:id="383"/>
      </w:r>
    </w:p>
    <w:p w:rsidR="00600272" w:rsidRDefault="00600272" w:rsidP="002A4873">
      <w:pPr>
        <w:pStyle w:val="libNormal"/>
      </w:pPr>
    </w:p>
    <w:p w:rsidR="002A4873" w:rsidRDefault="002A4873" w:rsidP="00600272">
      <w:pPr>
        <w:pStyle w:val="libAie"/>
      </w:pPr>
      <w:r>
        <w:t>Imam salat jamaah harus adil, baligh dan bisa</w:t>
      </w:r>
    </w:p>
    <w:p w:rsidR="003A6640" w:rsidRDefault="00EF11A0" w:rsidP="00600272">
      <w:pPr>
        <w:pStyle w:val="libAie"/>
      </w:pPr>
      <w:r>
        <w:t>mengerjakan salat dengan benar.</w:t>
      </w:r>
      <w:r w:rsidRPr="00EF11A0">
        <w:rPr>
          <w:rStyle w:val="libFootnotenumChar"/>
        </w:rPr>
        <w:footnoteReference w:id="384"/>
      </w:r>
    </w:p>
    <w:p w:rsidR="00D97E14" w:rsidRDefault="00D97E14" w:rsidP="002A4873">
      <w:pPr>
        <w:pStyle w:val="libNormal"/>
      </w:pPr>
    </w:p>
    <w:p w:rsidR="00FC4F42" w:rsidRDefault="00FC4F42" w:rsidP="00DC39DA">
      <w:pPr>
        <w:pStyle w:val="Heading2"/>
      </w:pPr>
      <w:bookmarkStart w:id="281" w:name="_Toc422656776"/>
      <w:r>
        <w:t>Mengikuti Imam Salat Jamaah</w:t>
      </w:r>
      <w:bookmarkEnd w:id="281"/>
    </w:p>
    <w:p w:rsidR="00DC39DA" w:rsidRDefault="00DC39DA" w:rsidP="00FC4F42">
      <w:pPr>
        <w:pStyle w:val="libNormal"/>
      </w:pPr>
    </w:p>
    <w:p w:rsidR="00FC4F42" w:rsidRDefault="00FC4F42" w:rsidP="00FC4F42">
      <w:pPr>
        <w:pStyle w:val="libNormal"/>
      </w:pPr>
      <w:r>
        <w:t>Mengikuti imam untuk salat Jamaah bisa dilakukan dalam setiap rakaat,</w:t>
      </w:r>
      <w:r w:rsidRPr="00FC4F42">
        <w:rPr>
          <w:rStyle w:val="libFootnotenumChar"/>
        </w:rPr>
        <w:footnoteReference w:id="385"/>
      </w:r>
      <w:r>
        <w:t xml:space="preserve"> itu pun hanya pada saat</w:t>
      </w:r>
    </w:p>
    <w:p w:rsidR="00FC4F42" w:rsidRDefault="00FC4F42" w:rsidP="00FC4F42">
      <w:pPr>
        <w:pStyle w:val="libNormal"/>
      </w:pPr>
      <w:r>
        <w:t>bacaan (Al-Fatihah dan surah) dan rukuk. Oleh karena itu, jika imam sudah selesai rukuk,</w:t>
      </w:r>
    </w:p>
    <w:p w:rsidR="00FC4F42" w:rsidRDefault="00FC4F42" w:rsidP="00FC4F42">
      <w:pPr>
        <w:pStyle w:val="libNormal"/>
      </w:pPr>
      <w:r>
        <w:lastRenderedPageBreak/>
        <w:t>hendaknya makmum menunggu sampai imam memulai rakaat berikutnya kemudian barulah dia</w:t>
      </w:r>
    </w:p>
    <w:p w:rsidR="00FC4F42" w:rsidRDefault="00FC4F42" w:rsidP="00FC4F42">
      <w:pPr>
        <w:pStyle w:val="libNormal"/>
      </w:pPr>
      <w:r>
        <w:t>bergabung dan mengikutinya. Dan, jika dia berjamaah pada saat imam dalam keadaan rukuk,</w:t>
      </w:r>
    </w:p>
    <w:p w:rsidR="00FC4F42" w:rsidRDefault="00FC4F42" w:rsidP="00FC4F42">
      <w:pPr>
        <w:pStyle w:val="libNormal"/>
      </w:pPr>
      <w:r>
        <w:t>maka ini sudah terhitung satu rakaat.</w:t>
      </w:r>
    </w:p>
    <w:p w:rsidR="00DC39DA" w:rsidRDefault="00DC39DA" w:rsidP="00FC4F42">
      <w:pPr>
        <w:pStyle w:val="libNormal"/>
      </w:pPr>
    </w:p>
    <w:p w:rsidR="00FC4F42" w:rsidRDefault="00FC4F42" w:rsidP="00DC39DA">
      <w:pPr>
        <w:pStyle w:val="Heading2"/>
      </w:pPr>
      <w:bookmarkStart w:id="282" w:name="_Toc422656777"/>
      <w:r>
        <w:t>Beberapa Kondisi Makmum untuk Berjamaah</w:t>
      </w:r>
      <w:bookmarkEnd w:id="282"/>
    </w:p>
    <w:p w:rsidR="00DC39DA" w:rsidRDefault="00DC39DA" w:rsidP="00FC4F42">
      <w:pPr>
        <w:pStyle w:val="libNormal"/>
      </w:pPr>
    </w:p>
    <w:p w:rsidR="00FC4F42" w:rsidRDefault="00FC4F42" w:rsidP="00DC39DA">
      <w:pPr>
        <w:pStyle w:val="Heading3"/>
      </w:pPr>
      <w:bookmarkStart w:id="283" w:name="_Toc422656778"/>
      <w:r>
        <w:t>1. Berjamaah pada Rakaat Pertama</w:t>
      </w:r>
      <w:bookmarkEnd w:id="283"/>
    </w:p>
    <w:p w:rsidR="00FC4F42" w:rsidRDefault="00FC4F42" w:rsidP="00FC4F42">
      <w:pPr>
        <w:pStyle w:val="libNormal"/>
      </w:pPr>
      <w:r>
        <w:t>a. Pada saat bacaan: makmum tidak boleh membaca Al-Fatihah dan surah, namun dia harus</w:t>
      </w:r>
    </w:p>
    <w:p w:rsidR="00FC4F42" w:rsidRDefault="00FC4F42" w:rsidP="00FC4F42">
      <w:pPr>
        <w:pStyle w:val="libNormal"/>
      </w:pPr>
      <w:r>
        <w:t>mengerjakan amalan-amalan salat lainnya bersama imam jamaah.</w:t>
      </w:r>
    </w:p>
    <w:p w:rsidR="00FC4F42" w:rsidRDefault="00FC4F42" w:rsidP="00FC4F42">
      <w:pPr>
        <w:pStyle w:val="libNormal"/>
      </w:pPr>
      <w:r>
        <w:t>b. Pada saat rukuk: makmum mengerjakan rukuk dan amalan lainnya bersama imam</w:t>
      </w:r>
    </w:p>
    <w:p w:rsidR="00FC4F42" w:rsidRDefault="00FC4F42" w:rsidP="00FC4F42">
      <w:pPr>
        <w:pStyle w:val="libNormal"/>
      </w:pPr>
      <w:r>
        <w:t>jamaah.</w:t>
      </w:r>
      <w:r w:rsidRPr="00FC4F42">
        <w:rPr>
          <w:rStyle w:val="libFootnotenumChar"/>
        </w:rPr>
        <w:footnoteReference w:id="386"/>
      </w:r>
    </w:p>
    <w:p w:rsidR="00DC39DA" w:rsidRDefault="00DC39DA" w:rsidP="00FC4F42">
      <w:pPr>
        <w:pStyle w:val="libNormal"/>
      </w:pPr>
    </w:p>
    <w:p w:rsidR="00FC4F42" w:rsidRDefault="00FC4F42" w:rsidP="00DC39DA">
      <w:pPr>
        <w:pStyle w:val="Heading3"/>
      </w:pPr>
      <w:bookmarkStart w:id="284" w:name="_Toc422656779"/>
      <w:r>
        <w:t>2. Berjamaah pada Rakaat Kedua</w:t>
      </w:r>
      <w:bookmarkEnd w:id="284"/>
    </w:p>
    <w:p w:rsidR="00FC4F42" w:rsidRDefault="00FC4F42" w:rsidP="00FC4F42">
      <w:pPr>
        <w:pStyle w:val="libNormal"/>
      </w:pPr>
      <w:r>
        <w:t>a. Pada saat bacaan: makmum tidak membaca Al-Fatihah dan surah, akan tetapi</w:t>
      </w:r>
    </w:p>
    <w:p w:rsidR="00FC4F42" w:rsidRDefault="00FC4F42" w:rsidP="00FC4F42">
      <w:pPr>
        <w:pStyle w:val="libNormal"/>
      </w:pPr>
      <w:r>
        <w:t>mengerjakan qunut, rukuk dan sujud bersama imam jamaah. Dan, pada saat imam jamaah</w:t>
      </w:r>
    </w:p>
    <w:p w:rsidR="00FC4F42" w:rsidRDefault="00FC4F42" w:rsidP="00FC4F42">
      <w:pPr>
        <w:pStyle w:val="libNormal"/>
      </w:pPr>
      <w:r>
        <w:t>membaca tasyahud, berdasarkan ihtiyath wajib hendaknya makmum duduk dalam kondisi</w:t>
      </w:r>
    </w:p>
    <w:p w:rsidR="00FC4F42" w:rsidRDefault="00FC4F42" w:rsidP="00FC4F42">
      <w:pPr>
        <w:pStyle w:val="libNormal"/>
      </w:pPr>
      <w:r>
        <w:t>jongkok</w:t>
      </w:r>
      <w:r w:rsidRPr="00FC4F42">
        <w:rPr>
          <w:rStyle w:val="libFootnotenumChar"/>
        </w:rPr>
        <w:footnoteReference w:id="387"/>
      </w:r>
      <w:r>
        <w:t>, lalu jika salatnya jenis dua rakaat (misalnya salat Subuh) maka rakaatnya yang</w:t>
      </w:r>
    </w:p>
    <w:p w:rsidR="00FC4F42" w:rsidRDefault="00FC4F42" w:rsidP="00FC4F42">
      <w:pPr>
        <w:pStyle w:val="libNormal"/>
      </w:pPr>
      <w:r>
        <w:t>kedua dilakukan sendirian dan menyelesaikannya, dan jika salatnya jenis tiga (salat</w:t>
      </w:r>
    </w:p>
    <w:p w:rsidR="00FC4F42" w:rsidRDefault="00FC4F42" w:rsidP="00FC4F42">
      <w:pPr>
        <w:pStyle w:val="libNormal"/>
      </w:pPr>
      <w:r>
        <w:t>Maghrib) atau empat rakaat; dimana makmum mengerjakan rakaat kedua semen-tara</w:t>
      </w:r>
    </w:p>
    <w:p w:rsidR="00FC4F42" w:rsidRDefault="00FC4F42" w:rsidP="00FC4F42">
      <w:pPr>
        <w:pStyle w:val="libNormal"/>
      </w:pPr>
      <w:r>
        <w:lastRenderedPageBreak/>
        <w:t>imam jamaah mengerjakan rakaat ketiga, maka makmum harus membaca Al-Fatihah dan</w:t>
      </w:r>
    </w:p>
    <w:p w:rsidR="00FC4F42" w:rsidRDefault="00FC4F42" w:rsidP="00FC4F42">
      <w:pPr>
        <w:pStyle w:val="libNormal"/>
      </w:pPr>
      <w:r>
        <w:t>surah sekalipun imam sedangmembaca Empat Tasbih.</w:t>
      </w:r>
    </w:p>
    <w:p w:rsidR="00FC4F42" w:rsidRDefault="00FC4F42" w:rsidP="00FC4F42">
      <w:pPr>
        <w:pStyle w:val="libNormal"/>
      </w:pPr>
      <w:r>
        <w:t>Dan tatkala imam jamaah telah menyelesaikan rakaat ketiga dan berdiri untuk rakaat</w:t>
      </w:r>
    </w:p>
    <w:p w:rsidR="00FC4F42" w:rsidRDefault="00FC4F42" w:rsidP="00FC4F42">
      <w:pPr>
        <w:pStyle w:val="libNormal"/>
      </w:pPr>
      <w:r>
        <w:t>keempat, hen-daknya makmum—setelah melakukan dua sujud—membaca tasyahud</w:t>
      </w:r>
    </w:p>
    <w:p w:rsidR="00FC4F42" w:rsidRDefault="00FC4F42" w:rsidP="00FC4F42">
      <w:pPr>
        <w:pStyle w:val="libNormal"/>
      </w:pPr>
      <w:r>
        <w:t>kemudian berdiri untuk menger-jakan rakaat ketiga. Dan manakala imam jamaah sedang</w:t>
      </w:r>
    </w:p>
    <w:p w:rsidR="00FC4F42" w:rsidRDefault="00FC4F42" w:rsidP="00FC4F42">
      <w:pPr>
        <w:pStyle w:val="libNormal"/>
      </w:pPr>
      <w:r>
        <w:t>menyelesaikan rakaat terakhir dengan mem-baca tasyahud dan salam, makmum harus</w:t>
      </w:r>
    </w:p>
    <w:p w:rsidR="00FC4F42" w:rsidRDefault="00FC4F42" w:rsidP="00FC4F42">
      <w:pPr>
        <w:pStyle w:val="libNormal"/>
      </w:pPr>
      <w:r>
        <w:t>berdiri untuk satu rakaat lagi secara sendirian.</w:t>
      </w:r>
      <w:r w:rsidRPr="00FC4F42">
        <w:rPr>
          <w:rStyle w:val="libFootnotenumChar"/>
        </w:rPr>
        <w:footnoteReference w:id="388"/>
      </w:r>
    </w:p>
    <w:p w:rsidR="00FC4F42" w:rsidRDefault="00FC4F42" w:rsidP="00FC4F42">
      <w:pPr>
        <w:pStyle w:val="libNormal"/>
      </w:pPr>
      <w:r>
        <w:t>b. Pada saat rukuk: makmum melakukan rukuk ber-sama imam lalu melanjutkan salat</w:t>
      </w:r>
    </w:p>
    <w:p w:rsidR="00FC4F42" w:rsidRDefault="00FC4F42" w:rsidP="00FC4F42">
      <w:pPr>
        <w:pStyle w:val="libNormal"/>
      </w:pPr>
      <w:r>
        <w:t>sebagaimana penjelasan di atas ini (2.a.).</w:t>
      </w:r>
    </w:p>
    <w:p w:rsidR="00DC39DA" w:rsidRDefault="00DC39DA" w:rsidP="00FC4F42">
      <w:pPr>
        <w:pStyle w:val="libNormal"/>
      </w:pPr>
    </w:p>
    <w:p w:rsidR="00FC4F42" w:rsidRDefault="00FC4F42" w:rsidP="00DC39DA">
      <w:pPr>
        <w:pStyle w:val="Heading3"/>
      </w:pPr>
      <w:bookmarkStart w:id="285" w:name="_Toc422656780"/>
      <w:r>
        <w:t>3. Berjamaah pada Rakaat Ketiga</w:t>
      </w:r>
      <w:bookmarkEnd w:id="285"/>
    </w:p>
    <w:p w:rsidR="00FC4F42" w:rsidRDefault="00FC4F42" w:rsidP="00FC4F42">
      <w:pPr>
        <w:pStyle w:val="libNormal"/>
      </w:pPr>
      <w:r>
        <w:t>a. Pada saat bacaan: jika makmum tahu bahwa dia punya waktu cukup untuk membaca Al-</w:t>
      </w:r>
    </w:p>
    <w:p w:rsidR="00FC4F42" w:rsidRDefault="00FC4F42" w:rsidP="00FC4F42">
      <w:pPr>
        <w:pStyle w:val="libNormal"/>
      </w:pPr>
      <w:r>
        <w:t>Fatihah dan surah lain atau Al-Fatihah saja, maka dia bisa mengikuti imam jamaah dan</w:t>
      </w:r>
    </w:p>
    <w:p w:rsidR="00FC4F42" w:rsidRDefault="00FC4F42" w:rsidP="00FC4F42">
      <w:pPr>
        <w:pStyle w:val="libNormal"/>
      </w:pPr>
      <w:r>
        <w:t>harus membaca Al-Fatihah dan surah lainnya atau surah Al-Fatihah saja. Jika dia tahu</w:t>
      </w:r>
    </w:p>
    <w:p w:rsidR="00FC4F42" w:rsidRDefault="00FC4F42" w:rsidP="00FC4F42">
      <w:pPr>
        <w:pStyle w:val="libNormal"/>
      </w:pPr>
      <w:r>
        <w:t>bahwa waktunya tidak cukup, maka berdasarkan ihtiyath wajib hendaknya bersabar</w:t>
      </w:r>
    </w:p>
    <w:p w:rsidR="00FC4F42" w:rsidRDefault="00FC4F42" w:rsidP="00FC4F42">
      <w:pPr>
        <w:pStyle w:val="libNormal"/>
      </w:pPr>
      <w:r>
        <w:t>sampai imam melakukan rukuk kemudian barulah dia berjamaah dan mengikuti imam</w:t>
      </w:r>
    </w:p>
    <w:p w:rsidR="00FC4F42" w:rsidRDefault="00FC4F42" w:rsidP="00FC4F42">
      <w:pPr>
        <w:pStyle w:val="libNormal"/>
      </w:pPr>
      <w:r>
        <w:t>jamaah.</w:t>
      </w:r>
    </w:p>
    <w:p w:rsidR="00FC4F42" w:rsidRDefault="00FC4F42" w:rsidP="00FC4F42">
      <w:pPr>
        <w:pStyle w:val="libNormal"/>
      </w:pPr>
      <w:r>
        <w:t>b. Pada saat rukuk: jika makmum mengikuti imam pada saat imam dalam keadaan rukuk,</w:t>
      </w:r>
    </w:p>
    <w:p w:rsidR="00FC4F42" w:rsidRDefault="00FC4F42" w:rsidP="00FC4F42">
      <w:pPr>
        <w:pStyle w:val="libNormal"/>
      </w:pPr>
      <w:r>
        <w:t>maka mak-mum harus melakukan rukuk bersama imam dan gugurlah pembacaan Al-</w:t>
      </w:r>
    </w:p>
    <w:p w:rsidR="00FC4F42" w:rsidRDefault="00FC4F42" w:rsidP="00FC4F42">
      <w:pPr>
        <w:pStyle w:val="libNormal"/>
      </w:pPr>
      <w:r>
        <w:t>Fatihah dan surah lainnya untuk rakaat ini, dan makmum melanjutkan salat-nya</w:t>
      </w:r>
    </w:p>
    <w:p w:rsidR="002467F7" w:rsidRDefault="00FC4F42" w:rsidP="009E0B48">
      <w:pPr>
        <w:pStyle w:val="libNormal"/>
      </w:pPr>
      <w:r>
        <w:lastRenderedPageBreak/>
        <w:t>sebagaimana telah dijelaskan (2.b.).</w:t>
      </w:r>
      <w:r w:rsidRPr="00FC4F42">
        <w:rPr>
          <w:rStyle w:val="libFootnotenumChar"/>
        </w:rPr>
        <w:footnoteReference w:id="389"/>
      </w:r>
    </w:p>
    <w:p w:rsidR="002B7CB8" w:rsidRDefault="002B7CB8" w:rsidP="002B7CB8">
      <w:pPr>
        <w:pStyle w:val="libNormal"/>
      </w:pPr>
    </w:p>
    <w:p w:rsidR="003C5FB9" w:rsidRDefault="003C5FB9" w:rsidP="003C5FB9">
      <w:pPr>
        <w:pStyle w:val="Heading3"/>
      </w:pPr>
      <w:bookmarkStart w:id="286" w:name="_Toc422656781"/>
      <w:r w:rsidRPr="003C5FB9">
        <w:t>4. Berjamaah pada Rakaat Keempat</w:t>
      </w:r>
      <w:bookmarkEnd w:id="286"/>
    </w:p>
    <w:p w:rsidR="00A33424" w:rsidRDefault="00A33424" w:rsidP="00A33424">
      <w:pPr>
        <w:pStyle w:val="libNormal"/>
      </w:pPr>
      <w:r>
        <w:t>a. Pada saat bacaan: hukumnya sama dengan ber-jamaah pada rakaat ketiga (3.a.). Dan</w:t>
      </w:r>
    </w:p>
    <w:p w:rsidR="00A33424" w:rsidRDefault="00A33424" w:rsidP="00A33424">
      <w:pPr>
        <w:pStyle w:val="libNormal"/>
      </w:pPr>
      <w:r>
        <w:t>ketika imam jamaah—pada rakaat terakhir—duduk untuk mem-baca tasyahud dan salam,</w:t>
      </w:r>
    </w:p>
    <w:p w:rsidR="00A33424" w:rsidRDefault="00A33424" w:rsidP="00A33424">
      <w:pPr>
        <w:pStyle w:val="libNormal"/>
      </w:pPr>
      <w:r>
        <w:t>makmum bisa berdiri dan melanjutkan salatnya sendirian atau tetap duduk dalam kondisi</w:t>
      </w:r>
    </w:p>
    <w:p w:rsidR="00A33424" w:rsidRDefault="00A33424" w:rsidP="00A33424">
      <w:pPr>
        <w:pStyle w:val="libNormal"/>
      </w:pPr>
      <w:r>
        <w:t>jongkok sampai imam menyelesaikan bacaan tasyahud dan salam lantas dia (makmum)</w:t>
      </w:r>
    </w:p>
    <w:p w:rsidR="00A33424" w:rsidRDefault="00A33424" w:rsidP="00A33424">
      <w:pPr>
        <w:pStyle w:val="libNormal"/>
      </w:pPr>
      <w:r>
        <w:t>berdiri.</w:t>
      </w:r>
    </w:p>
    <w:p w:rsidR="00A33424" w:rsidRDefault="00A33424" w:rsidP="00A33424">
      <w:pPr>
        <w:pStyle w:val="libNormal"/>
      </w:pPr>
      <w:r>
        <w:t>b. Pada saat rukuk: makmum melakukan rukuk dan dua sujud bersama imam jamaah—</w:t>
      </w:r>
    </w:p>
    <w:p w:rsidR="00A33424" w:rsidRDefault="00A33424" w:rsidP="00A33424">
      <w:pPr>
        <w:pStyle w:val="libNormal"/>
      </w:pPr>
      <w:r>
        <w:t>dimana ketika ini, imam pada rakaat keempat dan makmum pada rakaat pertama—lalu</w:t>
      </w:r>
    </w:p>
    <w:p w:rsidR="00A33424" w:rsidRDefault="00A33424" w:rsidP="00A33424">
      <w:pPr>
        <w:pStyle w:val="libNormal"/>
      </w:pPr>
      <w:r>
        <w:t>makmum melanjutkan salat-nya sendirian sebagaimana telah dijelaskan (4.a.).</w:t>
      </w:r>
      <w:r w:rsidRPr="00A33424">
        <w:rPr>
          <w:rStyle w:val="libFootnotenumChar"/>
        </w:rPr>
        <w:footnoteReference w:id="390"/>
      </w:r>
    </w:p>
    <w:p w:rsidR="00143123" w:rsidRDefault="00143123" w:rsidP="00A33424">
      <w:pPr>
        <w:pStyle w:val="libNormal"/>
      </w:pPr>
    </w:p>
    <w:p w:rsidR="00A33424" w:rsidRDefault="00A33424" w:rsidP="00143123">
      <w:pPr>
        <w:pStyle w:val="Heading2"/>
      </w:pPr>
      <w:bookmarkStart w:id="287" w:name="_Toc422656782"/>
      <w:r>
        <w:t>Kesimpulan Pelajaran</w:t>
      </w:r>
      <w:bookmarkEnd w:id="287"/>
    </w:p>
    <w:p w:rsidR="00143123" w:rsidRDefault="00143123" w:rsidP="00A33424">
      <w:pPr>
        <w:pStyle w:val="libNormal"/>
      </w:pPr>
    </w:p>
    <w:p w:rsidR="00A33424" w:rsidRDefault="00A33424" w:rsidP="00A33424">
      <w:pPr>
        <w:pStyle w:val="libNormal"/>
      </w:pPr>
      <w:r>
        <w:t>1. Mengerjakan salat wajib secara berjamaah—khususnya salat harian—adalah sunah.</w:t>
      </w:r>
    </w:p>
    <w:p w:rsidR="00A33424" w:rsidRDefault="00A33424" w:rsidP="00A33424">
      <w:pPr>
        <w:pStyle w:val="libNormal"/>
      </w:pPr>
      <w:r>
        <w:t>2. Salat Jamaah lebih utama daripada salat sendirian yang dikerjakan di awal waktu.</w:t>
      </w:r>
    </w:p>
    <w:p w:rsidR="00A33424" w:rsidRDefault="00A33424" w:rsidP="00A33424">
      <w:pPr>
        <w:pStyle w:val="libNormal"/>
      </w:pPr>
      <w:r>
        <w:t>3. Salat Jamaah lebih utama daripada salat sendirian yang dikerjakan secara lama.</w:t>
      </w:r>
    </w:p>
    <w:p w:rsidR="00A33424" w:rsidRDefault="00A33424" w:rsidP="00A33424">
      <w:pPr>
        <w:pStyle w:val="libNormal"/>
      </w:pPr>
      <w:r>
        <w:t>4. Tidak hadir dalam salat Jamaah karena acuh tak acuh tidaklah diperbolehkan.</w:t>
      </w:r>
    </w:p>
    <w:p w:rsidR="00A33424" w:rsidRDefault="00A33424" w:rsidP="00A33424">
      <w:pPr>
        <w:pStyle w:val="libNormal"/>
      </w:pPr>
      <w:r>
        <w:t>5. Tidak baikmeninggalkan salat Jamaah tanpa uzur.</w:t>
      </w:r>
    </w:p>
    <w:p w:rsidR="00A33424" w:rsidRDefault="00A33424" w:rsidP="00A33424">
      <w:pPr>
        <w:pStyle w:val="libNormal"/>
      </w:pPr>
      <w:r>
        <w:t>6. Imam jamaah harus adil, baligh dan bisa mengerjakan salat dengan benar.</w:t>
      </w:r>
    </w:p>
    <w:p w:rsidR="00A33424" w:rsidRDefault="00A33424" w:rsidP="00A33424">
      <w:pPr>
        <w:pStyle w:val="libNormal"/>
      </w:pPr>
      <w:r>
        <w:lastRenderedPageBreak/>
        <w:t>7. Makmum tidak boleh berdiri lebih depan dari imam jamaah, begitu juga imam tidak boleh</w:t>
      </w:r>
    </w:p>
    <w:p w:rsidR="00A33424" w:rsidRDefault="00A33424" w:rsidP="00A33424">
      <w:pPr>
        <w:pStyle w:val="libNormal"/>
      </w:pPr>
      <w:r>
        <w:t>berdiri lebih ting-gi tempatnya darimakmum.</w:t>
      </w:r>
    </w:p>
    <w:p w:rsidR="00A33424" w:rsidRDefault="00A33424" w:rsidP="00A33424">
      <w:pPr>
        <w:pStyle w:val="libNormal"/>
      </w:pPr>
      <w:r>
        <w:t>8. Jarak antara imam dengan makmum dan jarak antara barisan-barisan tidak boleh jauh (kirakira</w:t>
      </w:r>
    </w:p>
    <w:p w:rsidR="00A33424" w:rsidRDefault="00A33424" w:rsidP="00A33424">
      <w:pPr>
        <w:pStyle w:val="libNormal"/>
      </w:pPr>
      <w:r>
        <w:t>satu meter).</w:t>
      </w:r>
    </w:p>
    <w:p w:rsidR="00A33424" w:rsidRDefault="00A33424" w:rsidP="00A33424">
      <w:pPr>
        <w:pStyle w:val="libNormal"/>
      </w:pPr>
      <w:r>
        <w:t>9. Mengikuti salat Jamaah pada setiap rakaat hanya boleh pada saat bacaan dan rukuk. Oleh</w:t>
      </w:r>
    </w:p>
    <w:p w:rsidR="00A33424" w:rsidRDefault="00A33424" w:rsidP="00A33424">
      <w:pPr>
        <w:pStyle w:val="libNormal"/>
      </w:pPr>
      <w:r>
        <w:t>karena itu, jika mak-mum mulai berjamaah setelah imam jamaah rukuk, maka dia harus</w:t>
      </w:r>
    </w:p>
    <w:p w:rsidR="00A33424" w:rsidRDefault="00A33424" w:rsidP="00A33424">
      <w:pPr>
        <w:pStyle w:val="libNormal"/>
      </w:pPr>
      <w:r>
        <w:t>memulai berjamaah pada rakaat beri-kutnya.</w:t>
      </w:r>
    </w:p>
    <w:p w:rsidR="00143123" w:rsidRDefault="00143123" w:rsidP="00A33424">
      <w:pPr>
        <w:pStyle w:val="libNormal"/>
      </w:pPr>
    </w:p>
    <w:p w:rsidR="00A33424" w:rsidRDefault="00A33424" w:rsidP="00143123">
      <w:pPr>
        <w:pStyle w:val="Heading2"/>
      </w:pPr>
      <w:bookmarkStart w:id="288" w:name="_Toc422656783"/>
      <w:r>
        <w:t>Pertanyaan:</w:t>
      </w:r>
      <w:bookmarkEnd w:id="288"/>
    </w:p>
    <w:p w:rsidR="00143123" w:rsidRDefault="00143123" w:rsidP="00A33424">
      <w:pPr>
        <w:pStyle w:val="libNormal"/>
      </w:pPr>
    </w:p>
    <w:p w:rsidR="00A33424" w:rsidRDefault="00A33424" w:rsidP="00A33424">
      <w:pPr>
        <w:pStyle w:val="libNormal"/>
      </w:pPr>
      <w:r>
        <w:t>1. Jelaskan kalimat ini, “Tidak boleh meninggalkan salat berjamaah karena acuh tak acuh”!</w:t>
      </w:r>
    </w:p>
    <w:p w:rsidR="00A33424" w:rsidRDefault="00A33424" w:rsidP="00A33424">
      <w:pPr>
        <w:pStyle w:val="libNormal"/>
      </w:pPr>
      <w:r>
        <w:t>2. Dalam keadaan bagaimanakah bisa membaca tasyahud empat kali pada salat yang empat</w:t>
      </w:r>
    </w:p>
    <w:p w:rsidR="00A33424" w:rsidRDefault="00A33424" w:rsidP="00A33424">
      <w:pPr>
        <w:pStyle w:val="libNormal"/>
      </w:pPr>
      <w:r>
        <w:t>rakaat?</w:t>
      </w:r>
    </w:p>
    <w:p w:rsidR="00A33424" w:rsidRDefault="00A33424" w:rsidP="00A33424">
      <w:pPr>
        <w:pStyle w:val="libNormal"/>
      </w:pPr>
      <w:r>
        <w:t>3. Kewajiban salat yang manakah makmum tidak boleh melakukannya?</w:t>
      </w:r>
    </w:p>
    <w:p w:rsidR="00A33424" w:rsidRDefault="00A33424" w:rsidP="00A33424">
      <w:pPr>
        <w:pStyle w:val="libNormal"/>
      </w:pPr>
      <w:r>
        <w:t>4. Apabila kamu berjamaah pada saat imam sedang mela-kukan rukuk rakaat kedua, bagaimana</w:t>
      </w:r>
    </w:p>
    <w:p w:rsidR="00A33424" w:rsidRDefault="00A33424" w:rsidP="00A33424">
      <w:pPr>
        <w:pStyle w:val="libNormal"/>
      </w:pPr>
      <w:r>
        <w:t>kamu mengerja-kan kelanjutan salatmu?</w:t>
      </w:r>
    </w:p>
    <w:p w:rsidR="00A94DAD" w:rsidRDefault="00A33424" w:rsidP="00A33424">
      <w:pPr>
        <w:pStyle w:val="libNormal"/>
      </w:pPr>
      <w:r>
        <w:t>5. Apa yang dimaksudkan dari keadilan? Jelaskan!</w:t>
      </w:r>
    </w:p>
    <w:p w:rsidR="00A94DAD" w:rsidRPr="00761506" w:rsidRDefault="00A94DAD">
      <w:r>
        <w:br w:type="page"/>
      </w:r>
    </w:p>
    <w:p w:rsidR="00A94DAD" w:rsidRDefault="00A94DAD" w:rsidP="00A94DAD">
      <w:pPr>
        <w:pStyle w:val="Heading1Center"/>
      </w:pPr>
      <w:bookmarkStart w:id="289" w:name="_Toc422656784"/>
      <w:r>
        <w:lastRenderedPageBreak/>
        <w:t>Pelajaran 28</w:t>
      </w:r>
      <w:bookmarkEnd w:id="289"/>
    </w:p>
    <w:p w:rsidR="00A94DAD" w:rsidRDefault="00A94DAD" w:rsidP="00A94DAD">
      <w:pPr>
        <w:pStyle w:val="Heading1Center"/>
      </w:pPr>
      <w:bookmarkStart w:id="290" w:name="_Toc422656785"/>
      <w:r>
        <w:t>SALAT JAMAAH(2)</w:t>
      </w:r>
      <w:bookmarkEnd w:id="290"/>
    </w:p>
    <w:p w:rsidR="00A94DAD" w:rsidRDefault="00A94DAD" w:rsidP="00A94DAD">
      <w:pPr>
        <w:pStyle w:val="libNormal"/>
      </w:pPr>
    </w:p>
    <w:p w:rsidR="00A94DAD" w:rsidRDefault="00A94DAD" w:rsidP="00A94DAD">
      <w:pPr>
        <w:pStyle w:val="Heading2"/>
      </w:pPr>
      <w:bookmarkStart w:id="291" w:name="_Toc422656786"/>
      <w:r>
        <w:t>Beberapa Hukum</w:t>
      </w:r>
      <w:bookmarkEnd w:id="291"/>
    </w:p>
    <w:p w:rsidR="00A94DAD" w:rsidRDefault="00A94DAD" w:rsidP="00A94DAD">
      <w:pPr>
        <w:pStyle w:val="libNormal"/>
      </w:pPr>
    </w:p>
    <w:p w:rsidR="00A94DAD" w:rsidRDefault="00A94DAD" w:rsidP="00A94DAD">
      <w:pPr>
        <w:pStyle w:val="libNormal"/>
      </w:pPr>
      <w:r>
        <w:t>1. Apabila imam jamaah mengerjakan salah satu salat wajib harian, makmum bisa mengikutinya</w:t>
      </w:r>
    </w:p>
    <w:p w:rsidR="00A94DAD" w:rsidRDefault="00A94DAD" w:rsidP="00A94DAD">
      <w:pPr>
        <w:pStyle w:val="libNormal"/>
      </w:pPr>
      <w:r>
        <w:t>dengan salat wajib harian lainnya. Misalnya, jika imam mengerjakan salat Asar, makmum bisa</w:t>
      </w:r>
    </w:p>
    <w:p w:rsidR="00A94DAD" w:rsidRDefault="00A94DAD" w:rsidP="00A94DAD">
      <w:pPr>
        <w:pStyle w:val="libNormal"/>
      </w:pPr>
      <w:r>
        <w:t>mengerjakan salat Zuhurnya secara berjamaah dengan imam tersebut. Atau, jika makmum</w:t>
      </w:r>
    </w:p>
    <w:p w:rsidR="00A94DAD" w:rsidRDefault="00A94DAD" w:rsidP="00A94DAD">
      <w:pPr>
        <w:pStyle w:val="libNormal"/>
      </w:pPr>
      <w:r>
        <w:t>sudah salat Zuhur kemudian didirikan salat Zuhur berjamaah, maka makmum bisa</w:t>
      </w:r>
    </w:p>
    <w:p w:rsidR="00A94DAD" w:rsidRDefault="00A94DAD" w:rsidP="00A94DAD">
      <w:pPr>
        <w:pStyle w:val="libNormal"/>
      </w:pPr>
      <w:r>
        <w:t>mengerjakan salat Asar bersama imam salat Zuhur tersebut.</w:t>
      </w:r>
      <w:r w:rsidRPr="00A94DAD">
        <w:rPr>
          <w:rStyle w:val="libFootnotenumChar"/>
        </w:rPr>
        <w:footnoteReference w:id="391"/>
      </w:r>
    </w:p>
    <w:p w:rsidR="00A94DAD" w:rsidRDefault="00A94DAD" w:rsidP="00A94DAD">
      <w:pPr>
        <w:pStyle w:val="libNormal"/>
      </w:pPr>
      <w:r>
        <w:t>2. Makmum bisa mengerjakan salat qodho secara berjamaah dengan imam yang mengerjakan</w:t>
      </w:r>
    </w:p>
    <w:p w:rsidR="00A94DAD" w:rsidRDefault="00A94DAD" w:rsidP="00A94DAD">
      <w:pPr>
        <w:pStyle w:val="libNormal"/>
      </w:pPr>
      <w:r>
        <w:t>salat ada’an. Walaupun salat qodho dari salat wajib harian yang lain, misalnya imam jamaah</w:t>
      </w:r>
    </w:p>
    <w:p w:rsidR="00A94DAD" w:rsidRDefault="00A94DAD" w:rsidP="00A94DAD">
      <w:pPr>
        <w:pStyle w:val="libNormal"/>
      </w:pPr>
      <w:r>
        <w:t>mengerjakan salat Zuhur ada’an sementara makmum mengerjakan salat qodho Subuh.</w:t>
      </w:r>
      <w:r w:rsidRPr="00A94DAD">
        <w:rPr>
          <w:rStyle w:val="libFootnotenumChar"/>
        </w:rPr>
        <w:footnoteReference w:id="392"/>
      </w:r>
    </w:p>
    <w:p w:rsidR="00A94DAD" w:rsidRDefault="00A94DAD" w:rsidP="00A94DAD">
      <w:pPr>
        <w:pStyle w:val="libNormal"/>
      </w:pPr>
      <w:r>
        <w:t>3. Salat Jamaah bisa didirikan sedikitnya oleh dua orang; satu orang sebagai imam dan lainnya</w:t>
      </w:r>
    </w:p>
    <w:p w:rsidR="00A94DAD" w:rsidRDefault="00A94DAD" w:rsidP="00A94DAD">
      <w:pPr>
        <w:pStyle w:val="libNormal"/>
      </w:pPr>
      <w:r>
        <w:t xml:space="preserve">sebagai makmum, kecuali salat Jum’at, salat Id; Fitri dan Adha. </w:t>
      </w:r>
      <w:r w:rsidRPr="00A94DAD">
        <w:rPr>
          <w:rStyle w:val="libFootnotenumChar"/>
        </w:rPr>
        <w:footnoteReference w:id="393"/>
      </w:r>
    </w:p>
    <w:p w:rsidR="00A94DAD" w:rsidRDefault="00A94DAD" w:rsidP="00A94DAD">
      <w:pPr>
        <w:pStyle w:val="libNormal"/>
      </w:pPr>
      <w:r>
        <w:t>4. Salat sunah tidak boleh dikerjakan secara berjamaah ke-cuali salat Istisqo’ (salat memohon</w:t>
      </w:r>
    </w:p>
    <w:p w:rsidR="00A94DAD" w:rsidRDefault="00A94DAD" w:rsidP="00A94DAD">
      <w:pPr>
        <w:pStyle w:val="libNormal"/>
      </w:pPr>
      <w:r>
        <w:t>hujan).</w:t>
      </w:r>
      <w:r w:rsidRPr="00A94DAD">
        <w:rPr>
          <w:rStyle w:val="libFootnotenumChar"/>
        </w:rPr>
        <w:footnoteReference w:id="394"/>
      </w:r>
    </w:p>
    <w:p w:rsidR="00CF4BEF" w:rsidRDefault="00CF4BEF" w:rsidP="00A94DAD">
      <w:pPr>
        <w:pStyle w:val="libNormal"/>
      </w:pPr>
    </w:p>
    <w:p w:rsidR="00A94DAD" w:rsidRDefault="00A94DAD" w:rsidP="00CF4BEF">
      <w:pPr>
        <w:pStyle w:val="Heading2"/>
      </w:pPr>
      <w:bookmarkStart w:id="292" w:name="_Toc422656787"/>
      <w:r>
        <w:lastRenderedPageBreak/>
        <w:t>Tugas Makmum dalam Salat Jamaah</w:t>
      </w:r>
      <w:bookmarkEnd w:id="292"/>
    </w:p>
    <w:p w:rsidR="00CF4BEF" w:rsidRDefault="00CF4BEF" w:rsidP="00A94DAD">
      <w:pPr>
        <w:pStyle w:val="libNormal"/>
      </w:pPr>
    </w:p>
    <w:p w:rsidR="00A94DAD" w:rsidRDefault="00A94DAD" w:rsidP="00A94DAD">
      <w:pPr>
        <w:pStyle w:val="libNormal"/>
      </w:pPr>
      <w:r>
        <w:t>1. Makmum tidak boleh membaca takbirotul ihrom sebelum imam mengucapkannya. Bahkan</w:t>
      </w:r>
    </w:p>
    <w:p w:rsidR="00A94DAD" w:rsidRDefault="00A94DAD" w:rsidP="00A94DAD">
      <w:pPr>
        <w:pStyle w:val="libNormal"/>
      </w:pPr>
      <w:r>
        <w:t>berdasarkan ihtiyath wajib, semasih imam membaca takbirotul ihrom, makmum tidak boleh</w:t>
      </w:r>
    </w:p>
    <w:p w:rsidR="00A94DAD" w:rsidRDefault="00C009CB" w:rsidP="00A94DAD">
      <w:pPr>
        <w:pStyle w:val="libNormal"/>
      </w:pPr>
      <w:r>
        <w:t>memulai membacanya.</w:t>
      </w:r>
      <w:r w:rsidRPr="00C009CB">
        <w:rPr>
          <w:rStyle w:val="libFootnotenumChar"/>
        </w:rPr>
        <w:footnoteReference w:id="395"/>
      </w:r>
    </w:p>
    <w:p w:rsidR="00A94DAD" w:rsidRDefault="00A94DAD" w:rsidP="00A94DAD">
      <w:pPr>
        <w:pStyle w:val="libNormal"/>
      </w:pPr>
      <w:r>
        <w:t>2. Makmum harus membaca semua apa yang ada dalam salat kecuali Al-Fatihah dan surah.</w:t>
      </w:r>
    </w:p>
    <w:p w:rsidR="00A94DAD" w:rsidRDefault="00A94DAD" w:rsidP="00A94DAD">
      <w:pPr>
        <w:pStyle w:val="libNormal"/>
      </w:pPr>
      <w:r>
        <w:t>Akan tetapi jika makmum berada pada rakaat pertama atau kedua sementara imam pada</w:t>
      </w:r>
    </w:p>
    <w:p w:rsidR="00A94DAD" w:rsidRDefault="00A94DAD" w:rsidP="00A94DAD">
      <w:pPr>
        <w:pStyle w:val="libNormal"/>
      </w:pPr>
      <w:r>
        <w:t>rakaat ketiga atau keempat, maka makmum haru</w:t>
      </w:r>
      <w:r w:rsidR="00C009CB">
        <w:t>s membaca Al-Fatihah dan surah.</w:t>
      </w:r>
      <w:r w:rsidR="00C009CB" w:rsidRPr="00C009CB">
        <w:rPr>
          <w:rStyle w:val="libFootnotenumChar"/>
        </w:rPr>
        <w:footnoteReference w:id="396"/>
      </w:r>
    </w:p>
    <w:p w:rsidR="00EB79AA" w:rsidRDefault="00EB79AA" w:rsidP="00A94DAD">
      <w:pPr>
        <w:pStyle w:val="libNormal"/>
      </w:pPr>
    </w:p>
    <w:p w:rsidR="00A94DAD" w:rsidRDefault="00A94DAD" w:rsidP="00EB79AA">
      <w:pPr>
        <w:pStyle w:val="Heading2"/>
      </w:pPr>
      <w:bookmarkStart w:id="293" w:name="_Toc422656788"/>
      <w:r>
        <w:t>Cara-cara Makmum Mengikuti Imam Jamaah</w:t>
      </w:r>
      <w:bookmarkEnd w:id="293"/>
    </w:p>
    <w:p w:rsidR="00EB79AA" w:rsidRDefault="00EB79AA" w:rsidP="00A94DAD">
      <w:pPr>
        <w:pStyle w:val="libNormal"/>
      </w:pPr>
    </w:p>
    <w:p w:rsidR="00A94DAD" w:rsidRDefault="00A94DAD" w:rsidP="00A94DAD">
      <w:pPr>
        <w:pStyle w:val="libNormal"/>
      </w:pPr>
      <w:r>
        <w:t>1. Kecuali pada bacaan takbirotul ihrom, makmum boleh mendahului atau tertinggal imam pada</w:t>
      </w:r>
    </w:p>
    <w:p w:rsidR="00A94DAD" w:rsidRDefault="00A94DAD" w:rsidP="00A94DAD">
      <w:pPr>
        <w:pStyle w:val="libNormal"/>
      </w:pPr>
      <w:r>
        <w:t>bacaan-bacaan seperti Al-Fatihah, surah, zikir dan tasyahud.</w:t>
      </w:r>
    </w:p>
    <w:p w:rsidR="00A94DAD" w:rsidRDefault="00A94DAD" w:rsidP="00A94DAD">
      <w:pPr>
        <w:pStyle w:val="libNormal"/>
      </w:pPr>
      <w:r>
        <w:t>2. Makmum tidak boleh mendahului imam pada gerakan-gerakan seperti rukuk, bangun dari</w:t>
      </w:r>
    </w:p>
    <w:p w:rsidR="00A94DAD" w:rsidRDefault="00A94DAD" w:rsidP="00A94DAD">
      <w:pPr>
        <w:pStyle w:val="libNormal"/>
      </w:pPr>
      <w:r>
        <w:t>rukuk dan sujud. Yakni, makmum tidak boleh rukuk atau bangun darinya sebelum imam</w:t>
      </w:r>
    </w:p>
    <w:p w:rsidR="00A94DAD" w:rsidRDefault="00A94DAD" w:rsidP="00A94DAD">
      <w:pPr>
        <w:pStyle w:val="libNormal"/>
      </w:pPr>
      <w:r>
        <w:t>melakukannya, begitu juga makmum tidak boleh sujud sebelum imam sujud. Akan tetapi,</w:t>
      </w:r>
    </w:p>
    <w:p w:rsidR="00A94DAD" w:rsidRDefault="00A94DAD" w:rsidP="00A94DAD">
      <w:pPr>
        <w:pStyle w:val="libNormal"/>
      </w:pPr>
      <w:r>
        <w:t>jika makmum tertinggal dari amalan imam tidaklah apa-apa selama tidak jauh</w:t>
      </w:r>
    </w:p>
    <w:p w:rsidR="00A94DAD" w:rsidRDefault="00C009CB" w:rsidP="00A94DAD">
      <w:pPr>
        <w:pStyle w:val="libNormal"/>
      </w:pPr>
      <w:r>
        <w:t>ketertinggalannya.</w:t>
      </w:r>
      <w:r w:rsidRPr="00C009CB">
        <w:rPr>
          <w:rStyle w:val="libFootnotenumChar"/>
        </w:rPr>
        <w:footnoteReference w:id="397"/>
      </w:r>
    </w:p>
    <w:p w:rsidR="00F318E1" w:rsidRDefault="00F318E1" w:rsidP="00A94DAD">
      <w:pPr>
        <w:pStyle w:val="libNormal"/>
      </w:pPr>
    </w:p>
    <w:p w:rsidR="00A94DAD" w:rsidRDefault="00A94DAD" w:rsidP="00F318E1">
      <w:pPr>
        <w:pStyle w:val="Heading2"/>
      </w:pPr>
      <w:bookmarkStart w:id="294" w:name="_Toc422656789"/>
      <w:r>
        <w:t>Masalah:</w:t>
      </w:r>
      <w:bookmarkEnd w:id="294"/>
    </w:p>
    <w:p w:rsidR="00F318E1" w:rsidRDefault="00F318E1" w:rsidP="00A94DAD">
      <w:pPr>
        <w:pStyle w:val="libNormal"/>
      </w:pPr>
    </w:p>
    <w:p w:rsidR="00A94DAD" w:rsidRDefault="00A94DAD" w:rsidP="00A94DAD">
      <w:pPr>
        <w:pStyle w:val="libNormal"/>
      </w:pPr>
      <w:r>
        <w:lastRenderedPageBreak/>
        <w:t>Jika makmum berjamaah pada saat imam dalam kondisi rukuk, akan terjadi satu dari keadaankeadaan</w:t>
      </w:r>
    </w:p>
    <w:p w:rsidR="00A94DAD" w:rsidRDefault="00A94DAD" w:rsidP="00A94DAD">
      <w:pPr>
        <w:pStyle w:val="libNormal"/>
      </w:pPr>
      <w:r>
        <w:t>di bawah ini:</w:t>
      </w:r>
    </w:p>
    <w:p w:rsidR="00A94DAD" w:rsidRDefault="00A94DAD" w:rsidP="00A94DAD">
      <w:pPr>
        <w:pStyle w:val="libNormal"/>
      </w:pPr>
      <w:r>
        <w:t>1. Makmum berjamaah pada saat imam rukuk dan belum selesai bacaan zikir rukuknya, salat</w:t>
      </w:r>
    </w:p>
    <w:p w:rsidR="003C5FB9" w:rsidRDefault="00A94DAD" w:rsidP="00A94DAD">
      <w:pPr>
        <w:pStyle w:val="libNormal"/>
      </w:pPr>
      <w:r>
        <w:t>jamaahnya sah.</w:t>
      </w:r>
    </w:p>
    <w:p w:rsidR="00F318E1" w:rsidRDefault="00F318E1" w:rsidP="00F318E1">
      <w:pPr>
        <w:pStyle w:val="libNormal"/>
      </w:pPr>
      <w:r>
        <w:t>2. Makmum berjamaah sampai pada rukuknya imam ketika zikir rukuknya imam sudah pada</w:t>
      </w:r>
    </w:p>
    <w:p w:rsidR="00F318E1" w:rsidRDefault="00F318E1" w:rsidP="00F318E1">
      <w:pPr>
        <w:pStyle w:val="libNormal"/>
      </w:pPr>
      <w:r>
        <w:t>saat imam rukuk dan telah menyelesaikan bacaan zikir rukuknya namun masih dalam</w:t>
      </w:r>
    </w:p>
    <w:p w:rsidR="00F318E1" w:rsidRDefault="00F318E1" w:rsidP="00F318E1">
      <w:pPr>
        <w:pStyle w:val="libNormal"/>
      </w:pPr>
      <w:r>
        <w:t>keadaan rukuk, maka salat jama-ahnya tetap sah.</w:t>
      </w:r>
    </w:p>
    <w:p w:rsidR="00F318E1" w:rsidRDefault="00F318E1" w:rsidP="00F318E1">
      <w:pPr>
        <w:pStyle w:val="libNormal"/>
      </w:pPr>
      <w:r>
        <w:t>3. Makmum berjemaah dan segera rukuk namun tidak dapat mengejar rukuk imam, maka</w:t>
      </w:r>
    </w:p>
    <w:p w:rsidR="00F318E1" w:rsidRDefault="00F318E1" w:rsidP="00F318E1">
      <w:pPr>
        <w:pStyle w:val="libNormal"/>
      </w:pPr>
      <w:r>
        <w:t>salatnya secara sen-dirian (furoda) sah dan harus diselesaikan.</w:t>
      </w:r>
      <w:r w:rsidRPr="00F318E1">
        <w:rPr>
          <w:rStyle w:val="libFootnotenumChar"/>
        </w:rPr>
        <w:footnoteReference w:id="398"/>
      </w:r>
    </w:p>
    <w:p w:rsidR="00F318E1" w:rsidRDefault="00F318E1" w:rsidP="00F318E1">
      <w:pPr>
        <w:pStyle w:val="libNormal"/>
      </w:pPr>
    </w:p>
    <w:p w:rsidR="00F318E1" w:rsidRDefault="00F318E1" w:rsidP="00F318E1">
      <w:pPr>
        <w:pStyle w:val="Heading2"/>
      </w:pPr>
      <w:bookmarkStart w:id="295" w:name="_Toc422656790"/>
      <w:r>
        <w:t>Jika Makmum Bergerak Sebelum Imam karena Lupa:</w:t>
      </w:r>
      <w:bookmarkEnd w:id="295"/>
    </w:p>
    <w:p w:rsidR="00F318E1" w:rsidRDefault="00F318E1" w:rsidP="00F318E1">
      <w:pPr>
        <w:pStyle w:val="libNormal"/>
      </w:pPr>
    </w:p>
    <w:p w:rsidR="00F318E1" w:rsidRDefault="00F318E1" w:rsidP="00F318E1">
      <w:pPr>
        <w:pStyle w:val="libNormal"/>
      </w:pPr>
      <w:r>
        <w:t>1. Makmum bergerak rukuk sebelum imam rukuk; wajib bangun dari rukuk dan kembali rukuk</w:t>
      </w:r>
    </w:p>
    <w:p w:rsidR="00F318E1" w:rsidRDefault="00F318E1" w:rsidP="00F318E1">
      <w:pPr>
        <w:pStyle w:val="libNormal"/>
      </w:pPr>
      <w:r>
        <w:t>bersama imam.</w:t>
      </w:r>
      <w:r w:rsidRPr="00F318E1">
        <w:rPr>
          <w:rStyle w:val="libFootnotenumChar"/>
        </w:rPr>
        <w:footnoteReference w:id="399"/>
      </w:r>
    </w:p>
    <w:p w:rsidR="00F318E1" w:rsidRDefault="00F318E1" w:rsidP="00F318E1">
      <w:pPr>
        <w:pStyle w:val="libNormal"/>
      </w:pPr>
      <w:r>
        <w:t>2. Makmum bergerak bangun dari rukuk sebelum imam bangun; hendaknya dia rukuk lagi dan</w:t>
      </w:r>
    </w:p>
    <w:p w:rsidR="00F318E1" w:rsidRDefault="00F318E1" w:rsidP="00F318E1">
      <w:pPr>
        <w:pStyle w:val="libNormal"/>
      </w:pPr>
      <w:r>
        <w:t>bangun dari rukuk bersama imam. Dalam kondisi seperti ini, kele-bihan rukuk—meskipun</w:t>
      </w:r>
    </w:p>
    <w:p w:rsidR="00F318E1" w:rsidRDefault="00F318E1" w:rsidP="00F318E1">
      <w:pPr>
        <w:pStyle w:val="libNormal"/>
      </w:pPr>
      <w:r>
        <w:t>sebagai rukun salat—tidaklah membatalkan salat.</w:t>
      </w:r>
    </w:p>
    <w:p w:rsidR="00F318E1" w:rsidRDefault="00F318E1" w:rsidP="00F318E1">
      <w:pPr>
        <w:pStyle w:val="libNormal"/>
      </w:pPr>
      <w:r>
        <w:t>3. Makmum bergerak sujud sebelum imam sujud; wajib bangun dari sujud dan sujud lagi</w:t>
      </w:r>
    </w:p>
    <w:p w:rsidR="00F318E1" w:rsidRDefault="00F318E1" w:rsidP="00F318E1">
      <w:pPr>
        <w:pStyle w:val="libNormal"/>
      </w:pPr>
      <w:r>
        <w:t>bersama imam.</w:t>
      </w:r>
    </w:p>
    <w:p w:rsidR="00F318E1" w:rsidRDefault="00F318E1" w:rsidP="00F318E1">
      <w:pPr>
        <w:pStyle w:val="libNormal"/>
      </w:pPr>
      <w:r>
        <w:lastRenderedPageBreak/>
        <w:t>4. Makmum bergerak bangun dari sujud sebelum imam bangun, dia harus sujud lagi.</w:t>
      </w:r>
      <w:r w:rsidRPr="00F318E1">
        <w:rPr>
          <w:rStyle w:val="libFootnotenumChar"/>
        </w:rPr>
        <w:footnoteReference w:id="400"/>
      </w:r>
    </w:p>
    <w:p w:rsidR="00F318E1" w:rsidRDefault="00F318E1" w:rsidP="00F318E1">
      <w:pPr>
        <w:pStyle w:val="libNormal"/>
      </w:pPr>
      <w:r>
        <w:t>Jika tempat salat makmum lebih tinggi dari tempat salat imam, dan ketinggiannya seukuran</w:t>
      </w:r>
    </w:p>
    <w:p w:rsidR="00F318E1" w:rsidRDefault="00F318E1" w:rsidP="00F318E1">
      <w:pPr>
        <w:pStyle w:val="libNormal"/>
      </w:pPr>
      <w:r>
        <w:t>dengan yang umum pada zaman dahulu, maka tidak apa-apa. Misalnya, imam berada di lantai</w:t>
      </w:r>
    </w:p>
    <w:p w:rsidR="00F318E1" w:rsidRDefault="00F318E1" w:rsidP="00F318E1">
      <w:pPr>
        <w:pStyle w:val="libNormal"/>
      </w:pPr>
      <w:r>
        <w:t>satu masjid dan makmum berada di lantai dua. Akan tetapi, jika bangunan masjid seperti</w:t>
      </w:r>
    </w:p>
    <w:p w:rsidR="00F318E1" w:rsidRDefault="00F318E1" w:rsidP="00F318E1">
      <w:pPr>
        <w:pStyle w:val="libNormal"/>
      </w:pPr>
      <w:r>
        <w:t>bangunan zaman sekarang yang terdiri dari beberapa tingkat, maka salat jamaahnya</w:t>
      </w:r>
    </w:p>
    <w:p w:rsidR="00F318E1" w:rsidRDefault="00F318E1" w:rsidP="00F318E1">
      <w:pPr>
        <w:pStyle w:val="libNormal"/>
      </w:pPr>
      <w:r>
        <w:t>bermasalah.</w:t>
      </w:r>
      <w:r w:rsidRPr="00F318E1">
        <w:rPr>
          <w:rStyle w:val="libFootnotenumChar"/>
        </w:rPr>
        <w:footnoteReference w:id="401"/>
      </w:r>
      <w:r>
        <w:t xml:space="preserve">. </w:t>
      </w:r>
      <w:r w:rsidRPr="00F318E1">
        <w:rPr>
          <w:rStyle w:val="libFootnotenumChar"/>
        </w:rPr>
        <w:footnoteReference w:id="402"/>
      </w:r>
    </w:p>
    <w:p w:rsidR="00822D19" w:rsidRDefault="00822D19" w:rsidP="00F318E1">
      <w:pPr>
        <w:pStyle w:val="libNormal"/>
      </w:pPr>
    </w:p>
    <w:p w:rsidR="00F318E1" w:rsidRDefault="00F318E1" w:rsidP="00822D19">
      <w:pPr>
        <w:pStyle w:val="Heading2"/>
      </w:pPr>
      <w:bookmarkStart w:id="296" w:name="_Toc422656791"/>
      <w:r>
        <w:t>Beberapa Sunah dan Makruh dalam Salat Jamaah</w:t>
      </w:r>
      <w:bookmarkEnd w:id="296"/>
    </w:p>
    <w:p w:rsidR="00822D19" w:rsidRDefault="00822D19" w:rsidP="00F318E1">
      <w:pPr>
        <w:pStyle w:val="libNormal"/>
      </w:pPr>
    </w:p>
    <w:p w:rsidR="00F318E1" w:rsidRDefault="00F318E1" w:rsidP="00F318E1">
      <w:pPr>
        <w:pStyle w:val="libNormal"/>
      </w:pPr>
      <w:r>
        <w:t>1. Adalah sunah imam jamaah berada di depan bagian tengah dan para ulama dan orang-orang</w:t>
      </w:r>
    </w:p>
    <w:p w:rsidR="00F318E1" w:rsidRDefault="00F318E1" w:rsidP="00F318E1">
      <w:pPr>
        <w:pStyle w:val="libNormal"/>
      </w:pPr>
      <w:r>
        <w:t>saleh berada di barisan (shoff) pertama.</w:t>
      </w:r>
    </w:p>
    <w:p w:rsidR="00F318E1" w:rsidRDefault="00F318E1" w:rsidP="00F318E1">
      <w:pPr>
        <w:pStyle w:val="libNormal"/>
      </w:pPr>
      <w:r>
        <w:t>2. Adalah sunah barisan jamaah teratur rapih dan tidak sampai ada jarak antara jemaah salat</w:t>
      </w:r>
    </w:p>
    <w:p w:rsidR="00F318E1" w:rsidRDefault="00F318E1" w:rsidP="00F318E1">
      <w:pPr>
        <w:pStyle w:val="libNormal"/>
      </w:pPr>
      <w:r>
        <w:t>yang berdiri di setiap barisan.</w:t>
      </w:r>
    </w:p>
    <w:p w:rsidR="00F318E1" w:rsidRDefault="00F318E1" w:rsidP="00F318E1">
      <w:pPr>
        <w:pStyle w:val="libNormal"/>
      </w:pPr>
      <w:r>
        <w:t>3. Jika masih ada tempat kosong di barisan salat Jamaah, maka makruh berdiri sendirian di</w:t>
      </w:r>
    </w:p>
    <w:p w:rsidR="00F318E1" w:rsidRDefault="00F318E1" w:rsidP="00F318E1">
      <w:pPr>
        <w:pStyle w:val="libNormal"/>
      </w:pPr>
      <w:r>
        <w:t>belakang.</w:t>
      </w:r>
    </w:p>
    <w:p w:rsidR="00F318E1" w:rsidRDefault="00F318E1" w:rsidP="00F318E1">
      <w:pPr>
        <w:pStyle w:val="libNormal"/>
      </w:pPr>
      <w:r>
        <w:t>4. Adalah makruh jika makmum membaca bacaan-bacaan zikir salat yang sampai terdengar oleh</w:t>
      </w:r>
    </w:p>
    <w:p w:rsidR="00F318E1" w:rsidRDefault="00F318E1" w:rsidP="00F318E1">
      <w:pPr>
        <w:pStyle w:val="libNormal"/>
      </w:pPr>
      <w:r>
        <w:t>imam jamaah.</w:t>
      </w:r>
      <w:r w:rsidRPr="00F318E1">
        <w:rPr>
          <w:rStyle w:val="libFootnotenumChar"/>
        </w:rPr>
        <w:footnoteReference w:id="403"/>
      </w:r>
    </w:p>
    <w:p w:rsidR="003B648E" w:rsidRDefault="003B648E" w:rsidP="00F318E1">
      <w:pPr>
        <w:pStyle w:val="libNormal"/>
      </w:pPr>
    </w:p>
    <w:p w:rsidR="00F318E1" w:rsidRDefault="00F318E1" w:rsidP="003B648E">
      <w:pPr>
        <w:pStyle w:val="Heading2"/>
      </w:pPr>
      <w:bookmarkStart w:id="297" w:name="_Toc422656792"/>
      <w:r>
        <w:lastRenderedPageBreak/>
        <w:t>Kesimpulan Pelajaran</w:t>
      </w:r>
      <w:bookmarkEnd w:id="297"/>
    </w:p>
    <w:p w:rsidR="003B648E" w:rsidRDefault="003B648E" w:rsidP="00F318E1">
      <w:pPr>
        <w:pStyle w:val="libNormal"/>
      </w:pPr>
    </w:p>
    <w:p w:rsidR="00F318E1" w:rsidRDefault="00F318E1" w:rsidP="00F318E1">
      <w:pPr>
        <w:pStyle w:val="libNormal"/>
      </w:pPr>
      <w:r>
        <w:t>1. Tidak sah salat sunah yang dikerjakan secara berjamaah kecuali salat Istisqo’ (salat memohon</w:t>
      </w:r>
    </w:p>
    <w:p w:rsidR="00F318E1" w:rsidRDefault="00F318E1" w:rsidP="00F318E1">
      <w:pPr>
        <w:pStyle w:val="libNormal"/>
      </w:pPr>
      <w:r>
        <w:t>hujan).</w:t>
      </w:r>
    </w:p>
    <w:p w:rsidR="00F318E1" w:rsidRDefault="00F318E1" w:rsidP="00F318E1">
      <w:pPr>
        <w:pStyle w:val="libNormal"/>
      </w:pPr>
      <w:r>
        <w:t>2. Setiap salat wajib harian bisa dikerjakan secara berja-maah dengan salat wajib harian lainnya.</w:t>
      </w:r>
    </w:p>
    <w:p w:rsidR="00F318E1" w:rsidRDefault="00F318E1" w:rsidP="00F318E1">
      <w:pPr>
        <w:pStyle w:val="libNormal"/>
      </w:pPr>
      <w:r>
        <w:t>3. Salat qodho juga bisa dikerjakan secara berjamaah.</w:t>
      </w:r>
    </w:p>
    <w:p w:rsidR="00F318E1" w:rsidRDefault="00F318E1" w:rsidP="00F318E1">
      <w:pPr>
        <w:pStyle w:val="libNormal"/>
      </w:pPr>
      <w:r>
        <w:t>4. Minimalnya, pelaku salat Jamaah terdiri dari dua orang kecuali salat Jum’at, salai Id; Fitri dan</w:t>
      </w:r>
    </w:p>
    <w:p w:rsidR="00F318E1" w:rsidRDefault="00F318E1" w:rsidP="00F318E1">
      <w:pPr>
        <w:pStyle w:val="libNormal"/>
      </w:pPr>
      <w:r>
        <w:t>Adha.</w:t>
      </w:r>
    </w:p>
    <w:p w:rsidR="00F318E1" w:rsidRDefault="00F318E1" w:rsidP="00F318E1">
      <w:pPr>
        <w:pStyle w:val="libNormal"/>
      </w:pPr>
      <w:r>
        <w:t>5. Cara-cara mengikuti imam jamaah:</w:t>
      </w:r>
    </w:p>
    <w:p w:rsidR="00F318E1" w:rsidRDefault="00F318E1" w:rsidP="00F318E1">
      <w:pPr>
        <w:pStyle w:val="libNormal"/>
      </w:pPr>
      <w:r>
        <w:t>a. Dalam bacaan:</w:t>
      </w:r>
    </w:p>
    <w:p w:rsidR="00F318E1" w:rsidRDefault="00F318E1" w:rsidP="00F318E1">
      <w:pPr>
        <w:pStyle w:val="libNormal"/>
      </w:pPr>
      <w:r>
        <w:t>§ Takbirotul ihrom: tidak boleh dibaca sebelum atau seiring dengan imam.</w:t>
      </w:r>
    </w:p>
    <w:p w:rsidR="00F318E1" w:rsidRDefault="00F318E1" w:rsidP="00F318E1">
      <w:pPr>
        <w:pStyle w:val="libNormal"/>
      </w:pPr>
      <w:r>
        <w:t>§ Selain takbirotul ihrom: boleh mendahului atau tertinggal imam.</w:t>
      </w:r>
    </w:p>
    <w:p w:rsidR="00F318E1" w:rsidRDefault="00F318E1" w:rsidP="00F318E1">
      <w:pPr>
        <w:pStyle w:val="libNormal"/>
      </w:pPr>
      <w:r>
        <w:t>b. Dalam amalan (gerakan):</w:t>
      </w:r>
    </w:p>
    <w:p w:rsidR="00990C4B" w:rsidRDefault="00F318E1" w:rsidP="00F318E1">
      <w:pPr>
        <w:pStyle w:val="libNormal"/>
      </w:pPr>
      <w:r>
        <w:t>§ Mendahului: tidak boleh.</w:t>
      </w:r>
    </w:p>
    <w:p w:rsidR="00341052" w:rsidRDefault="00341052" w:rsidP="00341052">
      <w:pPr>
        <w:pStyle w:val="libNormal"/>
      </w:pPr>
      <w:r>
        <w:t>§ Tertinggal: boleh selama tidak ada jeda waktu yang lama.</w:t>
      </w:r>
    </w:p>
    <w:p w:rsidR="00341052" w:rsidRDefault="00341052" w:rsidP="00341052">
      <w:pPr>
        <w:pStyle w:val="libNormal"/>
      </w:pPr>
      <w:r>
        <w:t>6. Jika makmum dapat mengejar rukuk imam, jamaahnya sah sekalipun imam telah selesai</w:t>
      </w:r>
    </w:p>
    <w:p w:rsidR="00341052" w:rsidRDefault="00341052" w:rsidP="00341052">
      <w:pPr>
        <w:pStyle w:val="libNormal"/>
      </w:pPr>
      <w:r>
        <w:t>membaca zikir rukuk.</w:t>
      </w:r>
    </w:p>
    <w:p w:rsidR="00341052" w:rsidRDefault="00341052" w:rsidP="00341052">
      <w:pPr>
        <w:pStyle w:val="libNormal"/>
      </w:pPr>
      <w:r>
        <w:t>7. Jika makmum mendahului imam karena lupa:</w:t>
      </w:r>
    </w:p>
    <w:p w:rsidR="00341052" w:rsidRDefault="00341052" w:rsidP="00341052">
      <w:pPr>
        <w:pStyle w:val="libNormal"/>
      </w:pPr>
      <w:r>
        <w:t>a. Bergerak rukuk: harus bangun dari rukuk dan rukuk lagi bersama imam.</w:t>
      </w:r>
    </w:p>
    <w:p w:rsidR="00341052" w:rsidRDefault="00341052" w:rsidP="00341052">
      <w:pPr>
        <w:pStyle w:val="libNormal"/>
      </w:pPr>
      <w:r>
        <w:t>b. Bergerak bangun dari rukuk: harus rukuk lagi.</w:t>
      </w:r>
    </w:p>
    <w:p w:rsidR="00341052" w:rsidRDefault="00341052" w:rsidP="00341052">
      <w:pPr>
        <w:pStyle w:val="libNormal"/>
      </w:pPr>
      <w:r>
        <w:t>c. Bergerak sujud: harus bangun dari sujud dan kembali sujud bersama imam. Kalaupun dia</w:t>
      </w:r>
    </w:p>
    <w:p w:rsidR="00341052" w:rsidRDefault="00341052" w:rsidP="00341052">
      <w:pPr>
        <w:pStyle w:val="libNormal"/>
      </w:pPr>
      <w:r>
        <w:t>tidak bangun dari sujud, salatnya tetap sah.</w:t>
      </w:r>
    </w:p>
    <w:p w:rsidR="00341052" w:rsidRDefault="00341052" w:rsidP="00341052">
      <w:pPr>
        <w:pStyle w:val="libNormal"/>
      </w:pPr>
      <w:r>
        <w:t>d. Bergerak bangun dari rukuk: harus kembali sujud.</w:t>
      </w:r>
    </w:p>
    <w:p w:rsidR="00341052" w:rsidRDefault="00341052" w:rsidP="00341052">
      <w:pPr>
        <w:pStyle w:val="libNormal"/>
      </w:pPr>
      <w:r>
        <w:t>8. Tidak apa-apa jika tempat salat makmum lebih tinggi dari tempat salat imam.</w:t>
      </w:r>
    </w:p>
    <w:p w:rsidR="00341052" w:rsidRDefault="00341052" w:rsidP="00341052">
      <w:pPr>
        <w:pStyle w:val="libNormal"/>
      </w:pPr>
      <w:r>
        <w:t>Pertanyaan:</w:t>
      </w:r>
    </w:p>
    <w:p w:rsidR="00341052" w:rsidRDefault="00341052" w:rsidP="00341052">
      <w:pPr>
        <w:pStyle w:val="libNormal"/>
      </w:pPr>
      <w:r>
        <w:lastRenderedPageBreak/>
        <w:t>1 Musafir yang salatnya harus qashr; apakah salat Asarnya bisa dikerjakan secara berjamaah</w:t>
      </w:r>
    </w:p>
    <w:p w:rsidR="00341052" w:rsidRDefault="00341052" w:rsidP="00341052">
      <w:pPr>
        <w:pStyle w:val="libNormal"/>
      </w:pPr>
      <w:r>
        <w:t>dengan salat Zuhur imam pada dua rakaat (3 &amp; 4) Zuhur yang terakhir?</w:t>
      </w:r>
    </w:p>
    <w:p w:rsidR="00341052" w:rsidRDefault="00341052" w:rsidP="00341052">
      <w:pPr>
        <w:pStyle w:val="libNormal"/>
      </w:pPr>
      <w:r>
        <w:t>2. Apakah makmum boleh bergerak rukuk atau sujud sebelum imam bergerak rukuk atau</w:t>
      </w:r>
    </w:p>
    <w:p w:rsidR="00341052" w:rsidRDefault="00341052" w:rsidP="00341052">
      <w:pPr>
        <w:pStyle w:val="libNormal"/>
      </w:pPr>
      <w:r>
        <w:t>sujud?</w:t>
      </w:r>
    </w:p>
    <w:p w:rsidR="00341052" w:rsidRDefault="00341052" w:rsidP="00341052">
      <w:pPr>
        <w:pStyle w:val="libNormal"/>
      </w:pPr>
      <w:r>
        <w:t>3. Apa tugas makmum jika dia bangun dari sujud dan melihat imam masih dalam keadaan</w:t>
      </w:r>
    </w:p>
    <w:p w:rsidR="00341052" w:rsidRDefault="00341052" w:rsidP="00341052">
      <w:pPr>
        <w:pStyle w:val="libNormal"/>
      </w:pPr>
      <w:r>
        <w:t>sujud?</w:t>
      </w:r>
    </w:p>
    <w:p w:rsidR="00341052" w:rsidRDefault="00341052" w:rsidP="00341052">
      <w:pPr>
        <w:pStyle w:val="libNormal"/>
      </w:pPr>
      <w:r>
        <w:t>4. Apa tugas makmum jika pada rakaat pertama salat Jum’at dia—karena lupa—rukuk sebelum</w:t>
      </w:r>
    </w:p>
    <w:p w:rsidR="00341052" w:rsidRDefault="00341052" w:rsidP="00341052">
      <w:pPr>
        <w:pStyle w:val="libNormal"/>
      </w:pPr>
      <w:r>
        <w:t>qunut?</w:t>
      </w:r>
    </w:p>
    <w:p w:rsidR="00761506" w:rsidRDefault="00341052" w:rsidP="00761506">
      <w:pPr>
        <w:pStyle w:val="libNormal"/>
      </w:pPr>
      <w:r>
        <w:t>5. Salat sunah apakah yang bi</w:t>
      </w:r>
      <w:r w:rsidR="00761506">
        <w:t>sa dikerjakan secara ber-jamaah?</w:t>
      </w:r>
    </w:p>
    <w:p w:rsidR="00761506" w:rsidRPr="00761506" w:rsidRDefault="00761506">
      <w:r>
        <w:br w:type="page"/>
      </w:r>
    </w:p>
    <w:p w:rsidR="006B0F1B" w:rsidRDefault="006B0F1B" w:rsidP="006B0F1B">
      <w:pPr>
        <w:pStyle w:val="Heading1Center"/>
      </w:pPr>
      <w:bookmarkStart w:id="298" w:name="_Toc422656793"/>
      <w:r>
        <w:lastRenderedPageBreak/>
        <w:t>Pelajaran 29</w:t>
      </w:r>
      <w:bookmarkEnd w:id="298"/>
    </w:p>
    <w:p w:rsidR="006B0F1B" w:rsidRDefault="006B0F1B" w:rsidP="006B0F1B">
      <w:pPr>
        <w:pStyle w:val="Heading1Center"/>
      </w:pPr>
      <w:bookmarkStart w:id="299" w:name="_Toc422656794"/>
      <w:r>
        <w:t>SALAT JUM’AT DAN SALAT ID</w:t>
      </w:r>
      <w:bookmarkEnd w:id="299"/>
    </w:p>
    <w:p w:rsidR="006B0F1B" w:rsidRDefault="006B0F1B" w:rsidP="006B0F1B">
      <w:pPr>
        <w:pStyle w:val="libNormal"/>
      </w:pPr>
    </w:p>
    <w:p w:rsidR="006B0F1B" w:rsidRDefault="006B0F1B" w:rsidP="00DD6EF6">
      <w:pPr>
        <w:pStyle w:val="Heading2Center"/>
      </w:pPr>
      <w:bookmarkStart w:id="300" w:name="_Toc422656795"/>
      <w:r>
        <w:t>SALAT JUM’AT</w:t>
      </w:r>
      <w:bookmarkEnd w:id="300"/>
    </w:p>
    <w:p w:rsidR="006B0F1B" w:rsidRDefault="006B0F1B" w:rsidP="006B0F1B">
      <w:pPr>
        <w:pStyle w:val="libNormal"/>
      </w:pPr>
    </w:p>
    <w:p w:rsidR="006B0F1B" w:rsidRDefault="006B0F1B" w:rsidP="006B0F1B">
      <w:pPr>
        <w:pStyle w:val="libNormal"/>
      </w:pPr>
      <w:r>
        <w:t>Salat Jum’at merupakan salah satu sarana perkumpulan mingguan kaum Muslimin. Para jemaah</w:t>
      </w:r>
    </w:p>
    <w:p w:rsidR="006B0F1B" w:rsidRDefault="006B0F1B" w:rsidP="006B0F1B">
      <w:pPr>
        <w:pStyle w:val="libNormal"/>
      </w:pPr>
      <w:r>
        <w:t>salat pada hari Jum’at bisa mengerjakan salat Jum’at sebagai ganti dari salat Zuhur.</w:t>
      </w:r>
      <w:r w:rsidRPr="006B0F1B">
        <w:rPr>
          <w:rStyle w:val="libFootnotenumChar"/>
        </w:rPr>
        <w:footnoteReference w:id="404"/>
      </w:r>
      <w:r>
        <w:t xml:space="preserve">. </w:t>
      </w:r>
      <w:r w:rsidRPr="006B0F1B">
        <w:rPr>
          <w:rStyle w:val="libFootnotenumChar"/>
        </w:rPr>
        <w:footnoteReference w:id="405"/>
      </w:r>
    </w:p>
    <w:p w:rsidR="00DD6EF6" w:rsidRDefault="00DD6EF6" w:rsidP="006B0F1B">
      <w:pPr>
        <w:pStyle w:val="libNormal"/>
      </w:pPr>
    </w:p>
    <w:p w:rsidR="006B0F1B" w:rsidRDefault="006B0F1B" w:rsidP="00DD6EF6">
      <w:pPr>
        <w:pStyle w:val="Heading3"/>
      </w:pPr>
      <w:bookmarkStart w:id="301" w:name="_Toc422656796"/>
      <w:r>
        <w:t>Pentingnya Salat Jum’at</w:t>
      </w:r>
      <w:bookmarkEnd w:id="301"/>
    </w:p>
    <w:p w:rsidR="006B0F1B" w:rsidRDefault="006B0F1B" w:rsidP="00DD6EF6">
      <w:pPr>
        <w:pStyle w:val="libNormal"/>
      </w:pPr>
      <w:r>
        <w:t>Imam Khomeini ra. dalam tulisannya tentang pentingnya salat Jum’at mengatakan: ‘Salat Jum’at</w:t>
      </w:r>
    </w:p>
    <w:p w:rsidR="006B0F1B" w:rsidRDefault="006B0F1B" w:rsidP="00DD6EF6">
      <w:pPr>
        <w:pStyle w:val="libNormal"/>
      </w:pPr>
      <w:r>
        <w:t>dan dua khotbahnya merupakan peringatan hari besar bagi kaum Muslimin seperti musim haji</w:t>
      </w:r>
    </w:p>
    <w:p w:rsidR="006B0F1B" w:rsidRDefault="006B0F1B" w:rsidP="006B0F1B">
      <w:pPr>
        <w:pStyle w:val="libNormal"/>
      </w:pPr>
      <w:r>
        <w:t>dan hari raya Idul Fitri serta hari raya Idul Adha. Sayangnya, kaum Muslimin telah lengah dan</w:t>
      </w:r>
    </w:p>
    <w:p w:rsidR="006B0F1B" w:rsidRDefault="006B0F1B" w:rsidP="006B0F1B">
      <w:pPr>
        <w:pStyle w:val="libNormal"/>
      </w:pPr>
      <w:r>
        <w:t>tidak sadar akan pentingnya tugas ibadah-politik ini. Padahal, dengan sedikit pengetahuan dan</w:t>
      </w:r>
    </w:p>
    <w:p w:rsidR="006B0F1B" w:rsidRDefault="006B0F1B" w:rsidP="006B0F1B">
      <w:pPr>
        <w:pStyle w:val="libNormal"/>
      </w:pPr>
      <w:r>
        <w:t>perhatian ter-hadap hukum kenegaraan, politik, sosial dan ekonomi Islam, seseorang akan</w:t>
      </w:r>
    </w:p>
    <w:p w:rsidR="006B0F1B" w:rsidRDefault="006B0F1B" w:rsidP="006B0F1B">
      <w:pPr>
        <w:pStyle w:val="libNormal"/>
      </w:pPr>
      <w:r>
        <w:t>memahami bahwa Islam adalah agama politik. Seorang yang beranggapan bahwa agama terpisah</w:t>
      </w:r>
    </w:p>
    <w:p w:rsidR="006B0F1B" w:rsidRDefault="006B0F1B" w:rsidP="006B0F1B">
      <w:pPr>
        <w:pStyle w:val="libNormal"/>
      </w:pPr>
      <w:r>
        <w:t>dari politik adalah orang bid’ah yang tidak tahu Isl</w:t>
      </w:r>
      <w:r w:rsidR="002C71A8">
        <w:t>am juga tidakmengenal politik”.</w:t>
      </w:r>
      <w:r w:rsidR="002C71A8" w:rsidRPr="002C71A8">
        <w:rPr>
          <w:rStyle w:val="libFootnotenumChar"/>
        </w:rPr>
        <w:footnoteReference w:id="406"/>
      </w:r>
    </w:p>
    <w:p w:rsidR="00DD6EF6" w:rsidRDefault="00DD6EF6" w:rsidP="006B0F1B">
      <w:pPr>
        <w:pStyle w:val="libNormal"/>
      </w:pPr>
    </w:p>
    <w:p w:rsidR="006B0F1B" w:rsidRDefault="006B0F1B" w:rsidP="00DD6EF6">
      <w:pPr>
        <w:pStyle w:val="Heading3"/>
      </w:pPr>
      <w:bookmarkStart w:id="302" w:name="_Toc422656797"/>
      <w:r>
        <w:t>Cara-cara Salat Jum’at</w:t>
      </w:r>
      <w:bookmarkEnd w:id="302"/>
    </w:p>
    <w:p w:rsidR="006B0F1B" w:rsidRDefault="006B0F1B" w:rsidP="00DD6EF6">
      <w:pPr>
        <w:pStyle w:val="Heading4"/>
      </w:pPr>
      <w:r>
        <w:t>Kewajiban-kewajiban</w:t>
      </w:r>
    </w:p>
    <w:p w:rsidR="006B0F1B" w:rsidRDefault="006B0F1B" w:rsidP="006B0F1B">
      <w:pPr>
        <w:pStyle w:val="libNormal"/>
      </w:pPr>
      <w:r>
        <w:t>Salat Jum’at terdiri dari dua rakaat seperti halnya salat Subuh. Bedanya, dalam salat Jum’at</w:t>
      </w:r>
    </w:p>
    <w:p w:rsidR="006B0F1B" w:rsidRDefault="006B0F1B" w:rsidP="006B0F1B">
      <w:pPr>
        <w:pStyle w:val="libNormal"/>
      </w:pPr>
      <w:r>
        <w:lastRenderedPageBreak/>
        <w:t>terdapat dua khotbah yang disampaikan oleh imam salat, tepatnya sebelum pelak-sanaan salat</w:t>
      </w:r>
    </w:p>
    <w:p w:rsidR="006B0F1B" w:rsidRDefault="006B0F1B" w:rsidP="006B0F1B">
      <w:pPr>
        <w:pStyle w:val="libNormal"/>
      </w:pPr>
      <w:r>
        <w:t>Jum’at.</w:t>
      </w:r>
    </w:p>
    <w:p w:rsidR="00DD6EF6" w:rsidRDefault="00DD6EF6" w:rsidP="006B0F1B">
      <w:pPr>
        <w:pStyle w:val="libNormal"/>
      </w:pPr>
    </w:p>
    <w:p w:rsidR="006B0F1B" w:rsidRDefault="006B0F1B" w:rsidP="00DD6EF6">
      <w:pPr>
        <w:pStyle w:val="Heading4"/>
      </w:pPr>
      <w:r>
        <w:t>Sunah-sunah</w:t>
      </w:r>
    </w:p>
    <w:p w:rsidR="006B0F1B" w:rsidRDefault="006B0F1B" w:rsidP="006B0F1B">
      <w:pPr>
        <w:pStyle w:val="libNormal"/>
      </w:pPr>
      <w:r>
        <w:t>1. Membaca Al-Fatihah dan surah yang lain dengan suara ker</w:t>
      </w:r>
      <w:r w:rsidR="002C71A8">
        <w:t>as (dilakukan oleh imam salat).</w:t>
      </w:r>
      <w:r w:rsidR="002C71A8" w:rsidRPr="002C71A8">
        <w:rPr>
          <w:rStyle w:val="libFootnotenumChar"/>
        </w:rPr>
        <w:footnoteReference w:id="407"/>
      </w:r>
    </w:p>
    <w:p w:rsidR="006B0F1B" w:rsidRDefault="006B0F1B" w:rsidP="006B0F1B">
      <w:pPr>
        <w:pStyle w:val="libNormal"/>
      </w:pPr>
      <w:r>
        <w:t>2. Membaca surah Al-Jumu’ah setelah bacaan Al-Fatihah pada rakaat pertama (dilakukan oleh</w:t>
      </w:r>
    </w:p>
    <w:p w:rsidR="006B0F1B" w:rsidRDefault="006B0F1B" w:rsidP="006B0F1B">
      <w:pPr>
        <w:pStyle w:val="libNormal"/>
      </w:pPr>
      <w:r>
        <w:t>imam salat).</w:t>
      </w:r>
    </w:p>
    <w:p w:rsidR="006B0F1B" w:rsidRDefault="006B0F1B" w:rsidP="006B0F1B">
      <w:pPr>
        <w:pStyle w:val="libNormal"/>
      </w:pPr>
      <w:r>
        <w:t>3. Membaca surah Al-Munafikun setelah membaca Al-Fatihah pada rakaat kedua (dilakukan</w:t>
      </w:r>
    </w:p>
    <w:p w:rsidR="006B0F1B" w:rsidRDefault="006B0F1B" w:rsidP="006B0F1B">
      <w:pPr>
        <w:pStyle w:val="libNormal"/>
      </w:pPr>
      <w:r>
        <w:t>oleh imam salat).</w:t>
      </w:r>
    </w:p>
    <w:p w:rsidR="006B0F1B" w:rsidRDefault="006B0F1B" w:rsidP="006B0F1B">
      <w:pPr>
        <w:pStyle w:val="libNormal"/>
      </w:pPr>
      <w:r>
        <w:t>4. Membaca dua qunut; yang pertama pada rakaat pertama sebelum rukuk, dan yang kedua</w:t>
      </w:r>
    </w:p>
    <w:p w:rsidR="006B0F1B" w:rsidRDefault="006B0F1B" w:rsidP="006B0F1B">
      <w:pPr>
        <w:pStyle w:val="libNormal"/>
      </w:pPr>
      <w:r>
        <w:t>pa</w:t>
      </w:r>
      <w:r w:rsidR="002C71A8">
        <w:t>da rakaat kedua sete-lah rukuk.</w:t>
      </w:r>
      <w:r w:rsidR="002C71A8" w:rsidRPr="002C71A8">
        <w:rPr>
          <w:rStyle w:val="libFootnotenumChar"/>
        </w:rPr>
        <w:footnoteReference w:id="408"/>
      </w:r>
    </w:p>
    <w:p w:rsidR="00DD6EF6" w:rsidRDefault="00DD6EF6" w:rsidP="006B0F1B">
      <w:pPr>
        <w:pStyle w:val="libNormal"/>
      </w:pPr>
    </w:p>
    <w:p w:rsidR="006B0F1B" w:rsidRDefault="006B0F1B" w:rsidP="00DD6EF6">
      <w:pPr>
        <w:pStyle w:val="Heading3"/>
      </w:pPr>
      <w:bookmarkStart w:id="303" w:name="_Toc422656798"/>
      <w:r>
        <w:t>Syarat-syarat Salat Jum’at</w:t>
      </w:r>
      <w:bookmarkEnd w:id="303"/>
    </w:p>
    <w:p w:rsidR="006B0F1B" w:rsidRDefault="006B0F1B" w:rsidP="006356C4">
      <w:pPr>
        <w:pStyle w:val="libNormal"/>
      </w:pPr>
      <w:r>
        <w:t>1. Seluruh syarat yang ada pada salat Jamaah juga har</w:t>
      </w:r>
      <w:r w:rsidR="002C71A8">
        <w:t>us dipenuhi pada salat Jum’at.</w:t>
      </w:r>
      <w:r w:rsidR="002C71A8" w:rsidRPr="002C71A8">
        <w:rPr>
          <w:rStyle w:val="libFootnotenumChar"/>
        </w:rPr>
        <w:footnoteReference w:id="409"/>
      </w:r>
    </w:p>
    <w:p w:rsidR="006B0F1B" w:rsidRDefault="006B0F1B" w:rsidP="006B0F1B">
      <w:pPr>
        <w:pStyle w:val="libNormal"/>
      </w:pPr>
      <w:r>
        <w:t>2. Harus dikerjakan secara berjamaah, dan tidak sah jika dikerjakan sendirian.</w:t>
      </w:r>
    </w:p>
    <w:p w:rsidR="006B0F1B" w:rsidRDefault="006B0F1B" w:rsidP="006B0F1B">
      <w:pPr>
        <w:pStyle w:val="libNormal"/>
      </w:pPr>
      <w:r>
        <w:t>3. Salat Jum’at dikerjakan sedikitnya oleh lima orang, yak-ni satu orang sebagai imam dan empat</w:t>
      </w:r>
    </w:p>
    <w:p w:rsidR="006B0F1B" w:rsidRDefault="006B0F1B" w:rsidP="006B0F1B">
      <w:pPr>
        <w:pStyle w:val="libNormal"/>
      </w:pPr>
      <w:r>
        <w:t>orang sebagaimakmum.</w:t>
      </w:r>
    </w:p>
    <w:p w:rsidR="006B0F1B" w:rsidRDefault="006B0F1B" w:rsidP="006B0F1B">
      <w:pPr>
        <w:pStyle w:val="libNormal"/>
      </w:pPr>
      <w:r>
        <w:t>4. Minimalnya, jarak antara dua (tempat pelaksanaan) sa</w:t>
      </w:r>
      <w:r w:rsidR="002C71A8">
        <w:t>lat Jum’at adalah satu farsakh.</w:t>
      </w:r>
      <w:r w:rsidR="002C71A8" w:rsidRPr="002C71A8">
        <w:rPr>
          <w:rStyle w:val="libFootnotenumChar"/>
        </w:rPr>
        <w:footnoteReference w:id="410"/>
      </w:r>
    </w:p>
    <w:p w:rsidR="00F55AFD" w:rsidRDefault="00F55AFD" w:rsidP="006B0F1B">
      <w:pPr>
        <w:pStyle w:val="libNormal"/>
      </w:pPr>
    </w:p>
    <w:p w:rsidR="00677BF3" w:rsidRDefault="006B0F1B" w:rsidP="00F55AFD">
      <w:pPr>
        <w:pStyle w:val="Heading3"/>
      </w:pPr>
      <w:bookmarkStart w:id="304" w:name="_Toc422656799"/>
      <w:r>
        <w:lastRenderedPageBreak/>
        <w:t>Tugas Imam Salat Jum’at dalam Menyampaikan Dua Khotbah</w:t>
      </w:r>
      <w:bookmarkEnd w:id="304"/>
      <w:r w:rsidR="003A0F06">
        <w:t xml:space="preserve"> </w:t>
      </w:r>
    </w:p>
    <w:p w:rsidR="008232F0" w:rsidRDefault="008232F0" w:rsidP="008232F0">
      <w:pPr>
        <w:pStyle w:val="libNormal"/>
      </w:pPr>
      <w:r>
        <w:t>1. Memuji Allah Swt.</w:t>
      </w:r>
    </w:p>
    <w:p w:rsidR="008232F0" w:rsidRDefault="008232F0" w:rsidP="008232F0">
      <w:pPr>
        <w:pStyle w:val="libNormal"/>
      </w:pPr>
      <w:r>
        <w:t>2. Bersalawat atas Nabi Saw. dan para imam maksum a.s.</w:t>
      </w:r>
    </w:p>
    <w:p w:rsidR="008232F0" w:rsidRDefault="008232F0" w:rsidP="008232F0">
      <w:pPr>
        <w:pStyle w:val="libNormal"/>
      </w:pPr>
      <w:r>
        <w:t>3. Menganjurkan masyarakat untuk bertakwa dan meng-hindari dosa dan maksiat.</w:t>
      </w:r>
    </w:p>
    <w:p w:rsidR="008232F0" w:rsidRDefault="008232F0" w:rsidP="008232F0">
      <w:pPr>
        <w:pStyle w:val="libNormal"/>
      </w:pPr>
      <w:r>
        <w:t>4. Membaca surah pendek dari Al-Quran.</w:t>
      </w:r>
    </w:p>
    <w:p w:rsidR="008232F0" w:rsidRDefault="008232F0" w:rsidP="008232F0">
      <w:pPr>
        <w:pStyle w:val="libNormal"/>
      </w:pPr>
      <w:r>
        <w:t>5. Meminta ampunan kepada Allah Swt. untuk kaum muk-minin; laki-lakimaupun perempuan.</w:t>
      </w:r>
      <w:r w:rsidRPr="008232F0">
        <w:rPr>
          <w:rStyle w:val="libFootnotenumChar"/>
        </w:rPr>
        <w:footnoteReference w:id="411"/>
      </w:r>
    </w:p>
    <w:p w:rsidR="000215B0" w:rsidRDefault="000215B0" w:rsidP="008232F0">
      <w:pPr>
        <w:pStyle w:val="libNormal"/>
      </w:pPr>
    </w:p>
    <w:p w:rsidR="008232F0" w:rsidRDefault="008232F0" w:rsidP="000215B0">
      <w:pPr>
        <w:pStyle w:val="Heading3"/>
      </w:pPr>
      <w:bookmarkStart w:id="305" w:name="_Toc422656800"/>
      <w:r>
        <w:t>Hal-hal yang Sepatutnya Disampaikan dalam Dua Khotbah</w:t>
      </w:r>
      <w:r w:rsidRPr="008232F0">
        <w:rPr>
          <w:rStyle w:val="libFootnotenumChar"/>
        </w:rPr>
        <w:footnoteReference w:id="412"/>
      </w:r>
      <w:bookmarkEnd w:id="305"/>
    </w:p>
    <w:p w:rsidR="008232F0" w:rsidRDefault="008232F0" w:rsidP="008232F0">
      <w:pPr>
        <w:pStyle w:val="libNormal"/>
      </w:pPr>
      <w:r>
        <w:t>1. Masalah-masalah yang diperlukan oleh kaum Muslimin sekaitan dengan urusan dunia</w:t>
      </w:r>
    </w:p>
    <w:p w:rsidR="008232F0" w:rsidRDefault="008232F0" w:rsidP="008232F0">
      <w:pPr>
        <w:pStyle w:val="libNormal"/>
      </w:pPr>
      <w:r>
        <w:t>maupun akhirat.</w:t>
      </w:r>
    </w:p>
    <w:p w:rsidR="008232F0" w:rsidRDefault="008232F0" w:rsidP="008232F0">
      <w:pPr>
        <w:pStyle w:val="libNormal"/>
      </w:pPr>
      <w:r>
        <w:t>2. Membicarakan situasi dunia terkini, baik yang meng-untungkan atau yang membahayakan</w:t>
      </w:r>
    </w:p>
    <w:p w:rsidR="008232F0" w:rsidRDefault="008232F0" w:rsidP="008232F0">
      <w:pPr>
        <w:pStyle w:val="libNormal"/>
      </w:pPr>
      <w:r>
        <w:t>bangsa.</w:t>
      </w:r>
    </w:p>
    <w:p w:rsidR="008232F0" w:rsidRDefault="008232F0" w:rsidP="008232F0">
      <w:pPr>
        <w:pStyle w:val="libNormal"/>
      </w:pPr>
      <w:r>
        <w:t>3. Membicarakan masalah politik dan ekonomi yang ber-pengaruh pada kemerdekaan dan</w:t>
      </w:r>
    </w:p>
    <w:p w:rsidR="008232F0" w:rsidRDefault="008232F0" w:rsidP="008232F0">
      <w:pPr>
        <w:pStyle w:val="libNormal"/>
      </w:pPr>
      <w:r>
        <w:t>kemandirian kaum Muslimin dan berbagai cara interaksi dengan seluruh masyarakat dunia.</w:t>
      </w:r>
    </w:p>
    <w:p w:rsidR="008232F0" w:rsidRDefault="008232F0" w:rsidP="008232F0">
      <w:pPr>
        <w:pStyle w:val="libNormal"/>
      </w:pPr>
      <w:r>
        <w:t>4. Membicarakan ikut campur negara-negara zalim dan penjajah dalam urusan politik dan</w:t>
      </w:r>
    </w:p>
    <w:p w:rsidR="008232F0" w:rsidRDefault="008232F0" w:rsidP="008232F0">
      <w:pPr>
        <w:pStyle w:val="libNormal"/>
      </w:pPr>
      <w:r>
        <w:t>ekonomi kaum Muslimin yangmengakibatkan ketertindasan mereka.</w:t>
      </w:r>
      <w:r w:rsidRPr="008232F0">
        <w:rPr>
          <w:rStyle w:val="libFootnotenumChar"/>
        </w:rPr>
        <w:footnoteReference w:id="413"/>
      </w:r>
    </w:p>
    <w:p w:rsidR="000215B0" w:rsidRDefault="000215B0" w:rsidP="008232F0">
      <w:pPr>
        <w:pStyle w:val="libNormal"/>
      </w:pPr>
    </w:p>
    <w:p w:rsidR="008232F0" w:rsidRDefault="008232F0" w:rsidP="000215B0">
      <w:pPr>
        <w:pStyle w:val="Heading3"/>
      </w:pPr>
      <w:bookmarkStart w:id="306" w:name="_Toc422656801"/>
      <w:r>
        <w:lastRenderedPageBreak/>
        <w:t>Tugas Jemaah Salat Jum’at</w:t>
      </w:r>
      <w:bookmarkEnd w:id="306"/>
    </w:p>
    <w:p w:rsidR="008232F0" w:rsidRDefault="008232F0" w:rsidP="008232F0">
      <w:pPr>
        <w:pStyle w:val="libNormal"/>
      </w:pPr>
      <w:r>
        <w:t>1. Berdasarkan ihtiyath wajib, mereka harus mendengarkan khotbah salat Jum’at.</w:t>
      </w:r>
    </w:p>
    <w:p w:rsidR="008232F0" w:rsidRDefault="008232F0" w:rsidP="00C710BD">
      <w:pPr>
        <w:pStyle w:val="libNormal"/>
      </w:pPr>
      <w:r>
        <w:t>2. Berdasarkan ihtiyath mustahab, hendaknya mereka tidak berbicara. Dan jika pembicaraan</w:t>
      </w:r>
      <w:r w:rsidR="00C710BD">
        <w:t xml:space="preserve"> </w:t>
      </w:r>
      <w:r>
        <w:t>mereka menyebabkan hilangnya kesan khotbah atau membuat membuat mereka sendiri tidak</w:t>
      </w:r>
      <w:r w:rsidR="00C710BD">
        <w:t xml:space="preserve"> </w:t>
      </w:r>
      <w:r>
        <w:t>mendengarkan khotbah, maka wajib menghentikan pembicaraan.</w:t>
      </w:r>
    </w:p>
    <w:p w:rsidR="008232F0" w:rsidRDefault="008232F0" w:rsidP="00C710BD">
      <w:pPr>
        <w:pStyle w:val="libNormal"/>
      </w:pPr>
      <w:r>
        <w:t>3. Ketika Imam Jum’at menyampaikan khotbah, berdasar-kan ihtiyath mustahab, para jemaah</w:t>
      </w:r>
      <w:r w:rsidR="00C710BD">
        <w:t xml:space="preserve"> </w:t>
      </w:r>
      <w:r>
        <w:t>hendaknya duduk menghadap ke arah Imam Jum’at dan tidak melihat ke sekitarnya lebih</w:t>
      </w:r>
      <w:r w:rsidR="00C710BD">
        <w:t xml:space="preserve"> </w:t>
      </w:r>
      <w:r>
        <w:t>dari yang diizinkan dalam salat.</w:t>
      </w:r>
      <w:r w:rsidRPr="008232F0">
        <w:rPr>
          <w:rStyle w:val="libFootnotenumChar"/>
        </w:rPr>
        <w:footnoteReference w:id="414"/>
      </w:r>
    </w:p>
    <w:p w:rsidR="008232F0" w:rsidRDefault="008232F0" w:rsidP="008232F0">
      <w:pPr>
        <w:pStyle w:val="libNormal"/>
      </w:pPr>
      <w:r>
        <w:t>* * *</w:t>
      </w:r>
    </w:p>
    <w:p w:rsidR="008232F0" w:rsidRDefault="008232F0" w:rsidP="008232F0">
      <w:pPr>
        <w:pStyle w:val="libNormal"/>
      </w:pPr>
    </w:p>
    <w:p w:rsidR="008232F0" w:rsidRDefault="008232F0" w:rsidP="008232F0">
      <w:pPr>
        <w:pStyle w:val="Heading2Center"/>
      </w:pPr>
      <w:bookmarkStart w:id="307" w:name="_Toc422656802"/>
      <w:r>
        <w:t>SALAT ID</w:t>
      </w:r>
      <w:bookmarkEnd w:id="307"/>
    </w:p>
    <w:p w:rsidR="008232F0" w:rsidRDefault="008232F0" w:rsidP="008232F0">
      <w:pPr>
        <w:pStyle w:val="libNormal"/>
      </w:pPr>
    </w:p>
    <w:p w:rsidR="008232F0" w:rsidRDefault="008232F0" w:rsidP="008232F0">
      <w:pPr>
        <w:pStyle w:val="libNormal"/>
      </w:pPr>
      <w:r>
        <w:t>Salat Id; Fitri dan Adul adalah sunah.</w:t>
      </w:r>
    </w:p>
    <w:p w:rsidR="000215B0" w:rsidRDefault="000215B0" w:rsidP="008232F0">
      <w:pPr>
        <w:pStyle w:val="libNormal"/>
      </w:pPr>
    </w:p>
    <w:p w:rsidR="008232F0" w:rsidRDefault="008232F0" w:rsidP="000215B0">
      <w:pPr>
        <w:pStyle w:val="Heading3"/>
      </w:pPr>
      <w:bookmarkStart w:id="308" w:name="_Toc422656803"/>
      <w:r>
        <w:t>Waktu Salat Id</w:t>
      </w:r>
      <w:bookmarkEnd w:id="308"/>
    </w:p>
    <w:p w:rsidR="008232F0" w:rsidRDefault="008232F0" w:rsidP="008232F0">
      <w:pPr>
        <w:pStyle w:val="libNormal"/>
      </w:pPr>
      <w:r>
        <w:t>1. Waktu salat Id dari matahari terbit sampai tergelincir.</w:t>
      </w:r>
      <w:r w:rsidRPr="008232F0">
        <w:rPr>
          <w:rStyle w:val="libFootnotenumChar"/>
        </w:rPr>
        <w:footnoteReference w:id="415"/>
      </w:r>
    </w:p>
    <w:p w:rsidR="008232F0" w:rsidRDefault="008232F0" w:rsidP="008232F0">
      <w:pPr>
        <w:pStyle w:val="libNormal"/>
      </w:pPr>
      <w:r>
        <w:t>2. Sunah mengerjakan salat Id Adha setelah matahari terbit.</w:t>
      </w:r>
    </w:p>
    <w:p w:rsidR="008232F0" w:rsidRDefault="008232F0" w:rsidP="00C710BD">
      <w:pPr>
        <w:pStyle w:val="libNormal"/>
      </w:pPr>
      <w:r>
        <w:t>3. Sunah memakan atau meminum sesuatu pada saat matahari telah terbit, lalu mengeluarkan</w:t>
      </w:r>
      <w:r w:rsidR="00C710BD">
        <w:t xml:space="preserve"> </w:t>
      </w:r>
      <w:r>
        <w:t>zakat Fitrah</w:t>
      </w:r>
      <w:r w:rsidRPr="008232F0">
        <w:rPr>
          <w:rStyle w:val="libFootnotenumChar"/>
        </w:rPr>
        <w:footnoteReference w:id="416"/>
      </w:r>
      <w:r>
        <w:t>, kemudian mengerjakan salat Id</w:t>
      </w:r>
      <w:r w:rsidRPr="008232F0">
        <w:rPr>
          <w:rStyle w:val="libFootnotenumChar"/>
        </w:rPr>
        <w:footnoteReference w:id="417"/>
      </w:r>
      <w:r>
        <w:t>.</w:t>
      </w:r>
      <w:r w:rsidRPr="008232F0">
        <w:rPr>
          <w:rStyle w:val="libFootnotenumChar"/>
        </w:rPr>
        <w:footnoteReference w:id="418"/>
      </w:r>
    </w:p>
    <w:p w:rsidR="000215B0" w:rsidRDefault="000215B0" w:rsidP="008232F0">
      <w:pPr>
        <w:pStyle w:val="libNormal"/>
      </w:pPr>
    </w:p>
    <w:p w:rsidR="008232F0" w:rsidRDefault="008232F0" w:rsidP="000215B0">
      <w:pPr>
        <w:pStyle w:val="Heading3"/>
      </w:pPr>
      <w:bookmarkStart w:id="309" w:name="_Toc422656804"/>
      <w:r>
        <w:t>Cara-cara Salat Id</w:t>
      </w:r>
      <w:bookmarkEnd w:id="309"/>
    </w:p>
    <w:p w:rsidR="008232F0" w:rsidRDefault="008232F0" w:rsidP="008232F0">
      <w:pPr>
        <w:pStyle w:val="libNormal"/>
      </w:pPr>
      <w:r>
        <w:t>Salat Id; Fitri dan Adha, terdiri dari dua rakaat dan sembilan qunut, dan dikerjakan sebagai</w:t>
      </w:r>
    </w:p>
    <w:p w:rsidR="00F55AFD" w:rsidRDefault="008232F0" w:rsidP="008232F0">
      <w:pPr>
        <w:pStyle w:val="libNormal"/>
      </w:pPr>
      <w:r>
        <w:t>berikut:</w:t>
      </w:r>
    </w:p>
    <w:p w:rsidR="00E021EE" w:rsidRDefault="00E021EE" w:rsidP="00E021EE">
      <w:pPr>
        <w:pStyle w:val="libNormal"/>
      </w:pPr>
      <w:r>
        <w:t>1. Pada rakaat pertama: setelah membaca Al-Fatihah dan surah, bertakbir lima kali, dan setelah</w:t>
      </w:r>
    </w:p>
    <w:p w:rsidR="00E021EE" w:rsidRDefault="00E021EE" w:rsidP="00E021EE">
      <w:pPr>
        <w:pStyle w:val="libNormal"/>
      </w:pPr>
      <w:r>
        <w:t>setiap takbir bacalah qunut. Hingga seusai qunut yang kelima, ber-takbir lalu rukuk kemudian</w:t>
      </w:r>
    </w:p>
    <w:p w:rsidR="00E021EE" w:rsidRDefault="00E021EE" w:rsidP="00E021EE">
      <w:pPr>
        <w:pStyle w:val="libNormal"/>
      </w:pPr>
      <w:r>
        <w:t>sujud dua kali.</w:t>
      </w:r>
    </w:p>
    <w:p w:rsidR="00E021EE" w:rsidRDefault="00E021EE" w:rsidP="00E021EE">
      <w:pPr>
        <w:pStyle w:val="libNormal"/>
      </w:pPr>
      <w:r>
        <w:t>2. Pada rakaat kedua: setelah membaca Al-Fatihah dan surah, bertakbirlah empat kali, dan</w:t>
      </w:r>
    </w:p>
    <w:p w:rsidR="00E021EE" w:rsidRDefault="00E021EE" w:rsidP="00E021EE">
      <w:pPr>
        <w:pStyle w:val="libNormal"/>
      </w:pPr>
      <w:r>
        <w:t>setelah setiap takbir bacalah qunut. Hingga seusai qunut yang keempat, bertakbir lalu rukuk</w:t>
      </w:r>
    </w:p>
    <w:p w:rsidR="00E021EE" w:rsidRDefault="00E021EE" w:rsidP="00E021EE">
      <w:pPr>
        <w:pStyle w:val="libNormal"/>
      </w:pPr>
      <w:r>
        <w:t>kemudian sujud dua kali, lalu membaca tasyahud dan salam.</w:t>
      </w:r>
    </w:p>
    <w:p w:rsidR="00E021EE" w:rsidRDefault="00E021EE" w:rsidP="00E021EE">
      <w:pPr>
        <w:pStyle w:val="libNormal"/>
      </w:pPr>
      <w:r>
        <w:t>3. Pada qunut salat Id, membaca doa apa saja sudah cukup. Akan tetapi, dengan mengharap</w:t>
      </w:r>
    </w:p>
    <w:p w:rsidR="00E021EE" w:rsidRDefault="00E021EE" w:rsidP="00E021EE">
      <w:pPr>
        <w:pStyle w:val="libNormal"/>
      </w:pPr>
      <w:r>
        <w:t>pahala, sebaiknya membaca doa ini:</w:t>
      </w:r>
    </w:p>
    <w:p w:rsidR="00196DAE" w:rsidRDefault="00196DAE" w:rsidP="00196DAE">
      <w:pPr>
        <w:pStyle w:val="libAie"/>
      </w:pPr>
      <w:r w:rsidRPr="00196DAE">
        <w:rPr>
          <w:rtl/>
        </w:rPr>
        <w:t>اللهم اهل الکبر</w:t>
      </w:r>
      <w:r w:rsidRPr="00196DAE">
        <w:rPr>
          <w:rFonts w:hint="cs"/>
          <w:rtl/>
        </w:rPr>
        <w:t>یاء</w:t>
      </w:r>
      <w:r w:rsidRPr="00196DAE">
        <w:rPr>
          <w:rtl/>
        </w:rPr>
        <w:t xml:space="preserve"> و الغظمه و اهل الجود و الجبروت و اهل العفو و الرحمه و اهل التقو</w:t>
      </w:r>
      <w:r w:rsidRPr="00196DAE">
        <w:rPr>
          <w:rFonts w:hint="cs"/>
          <w:rtl/>
        </w:rPr>
        <w:t>ی</w:t>
      </w:r>
      <w:r w:rsidRPr="00196DAE">
        <w:rPr>
          <w:rtl/>
        </w:rPr>
        <w:t xml:space="preserve"> و المغفره اسألک بحق هذا ال</w:t>
      </w:r>
      <w:r w:rsidRPr="00196DAE">
        <w:rPr>
          <w:rFonts w:hint="cs"/>
          <w:rtl/>
        </w:rPr>
        <w:t>یوم</w:t>
      </w:r>
      <w:r w:rsidRPr="00196DAE">
        <w:rPr>
          <w:rtl/>
        </w:rPr>
        <w:t xml:space="preserve"> الذ</w:t>
      </w:r>
      <w:r w:rsidRPr="00196DAE">
        <w:rPr>
          <w:rFonts w:hint="cs"/>
          <w:rtl/>
        </w:rPr>
        <w:t>ی</w:t>
      </w:r>
      <w:r w:rsidRPr="00196DAE">
        <w:rPr>
          <w:rtl/>
        </w:rPr>
        <w:t xml:space="preserve"> جعلته للمسلم</w:t>
      </w:r>
      <w:r w:rsidRPr="00196DAE">
        <w:rPr>
          <w:rFonts w:hint="cs"/>
          <w:rtl/>
        </w:rPr>
        <w:t>ین</w:t>
      </w:r>
      <w:r w:rsidRPr="00196DAE">
        <w:rPr>
          <w:rtl/>
        </w:rPr>
        <w:t xml:space="preserve"> ع</w:t>
      </w:r>
      <w:r w:rsidRPr="00196DAE">
        <w:rPr>
          <w:rFonts w:hint="cs"/>
          <w:rtl/>
        </w:rPr>
        <w:t>یدا</w:t>
      </w:r>
      <w:r w:rsidRPr="00196DAE">
        <w:rPr>
          <w:rtl/>
        </w:rPr>
        <w:t xml:space="preserve"> و لمحمد صل</w:t>
      </w:r>
      <w:r w:rsidRPr="00196DAE">
        <w:rPr>
          <w:rFonts w:hint="cs"/>
          <w:rtl/>
        </w:rPr>
        <w:t>ی</w:t>
      </w:r>
      <w:r w:rsidRPr="00196DAE">
        <w:rPr>
          <w:rtl/>
        </w:rPr>
        <w:t xml:space="preserve"> الله عل</w:t>
      </w:r>
      <w:r w:rsidRPr="00196DAE">
        <w:rPr>
          <w:rFonts w:hint="cs"/>
          <w:rtl/>
        </w:rPr>
        <w:t>یه</w:t>
      </w:r>
      <w:r w:rsidRPr="00196DAE">
        <w:rPr>
          <w:rtl/>
        </w:rPr>
        <w:t xml:space="preserve"> و آله ذخرا و شرفا و مز</w:t>
      </w:r>
      <w:r w:rsidRPr="00196DAE">
        <w:rPr>
          <w:rFonts w:hint="cs"/>
          <w:rtl/>
        </w:rPr>
        <w:t>یدا</w:t>
      </w:r>
      <w:r w:rsidRPr="00196DAE">
        <w:rPr>
          <w:rtl/>
        </w:rPr>
        <w:t xml:space="preserve"> ان تصل</w:t>
      </w:r>
      <w:r w:rsidRPr="00196DAE">
        <w:rPr>
          <w:rFonts w:hint="cs"/>
          <w:rtl/>
        </w:rPr>
        <w:t>ی</w:t>
      </w:r>
      <w:r w:rsidRPr="00196DAE">
        <w:rPr>
          <w:rtl/>
        </w:rPr>
        <w:t xml:space="preserve"> عل</w:t>
      </w:r>
      <w:r w:rsidRPr="00196DAE">
        <w:rPr>
          <w:rFonts w:hint="cs"/>
          <w:rtl/>
        </w:rPr>
        <w:t>ی</w:t>
      </w:r>
      <w:r w:rsidRPr="00196DAE">
        <w:rPr>
          <w:rtl/>
        </w:rPr>
        <w:t xml:space="preserve"> محمد و آل محمد و ان تدخلن</w:t>
      </w:r>
      <w:r w:rsidRPr="00196DAE">
        <w:rPr>
          <w:rFonts w:hint="cs"/>
          <w:rtl/>
        </w:rPr>
        <w:t>ی</w:t>
      </w:r>
      <w:r w:rsidRPr="00196DAE">
        <w:rPr>
          <w:rtl/>
        </w:rPr>
        <w:t xml:space="preserve"> ف</w:t>
      </w:r>
      <w:r w:rsidRPr="00196DAE">
        <w:rPr>
          <w:rFonts w:hint="cs"/>
          <w:rtl/>
        </w:rPr>
        <w:t>ی</w:t>
      </w:r>
      <w:r w:rsidRPr="00196DAE">
        <w:rPr>
          <w:rtl/>
        </w:rPr>
        <w:t xml:space="preserve"> کل خ</w:t>
      </w:r>
      <w:r w:rsidRPr="00196DAE">
        <w:rPr>
          <w:rFonts w:hint="cs"/>
          <w:rtl/>
        </w:rPr>
        <w:t>یر</w:t>
      </w:r>
      <w:r w:rsidRPr="00196DAE">
        <w:rPr>
          <w:rtl/>
        </w:rPr>
        <w:t xml:space="preserve"> ادخلت ف</w:t>
      </w:r>
      <w:r w:rsidRPr="00196DAE">
        <w:rPr>
          <w:rFonts w:hint="cs"/>
          <w:rtl/>
        </w:rPr>
        <w:t>یه</w:t>
      </w:r>
      <w:r w:rsidRPr="00196DAE">
        <w:rPr>
          <w:rtl/>
        </w:rPr>
        <w:t xml:space="preserve"> محمدا و آل محمد و ان تخرجن</w:t>
      </w:r>
      <w:r w:rsidRPr="00196DAE">
        <w:rPr>
          <w:rFonts w:hint="cs"/>
          <w:rtl/>
        </w:rPr>
        <w:t>ی</w:t>
      </w:r>
      <w:r w:rsidRPr="00196DAE">
        <w:rPr>
          <w:rtl/>
        </w:rPr>
        <w:t xml:space="preserve"> من کل سوء اخرجت منه محمدا و آل محمد صلواتک عل</w:t>
      </w:r>
      <w:r w:rsidRPr="00196DAE">
        <w:rPr>
          <w:rFonts w:hint="cs"/>
          <w:rtl/>
        </w:rPr>
        <w:t>یه</w:t>
      </w:r>
      <w:r w:rsidRPr="00196DAE">
        <w:rPr>
          <w:rtl/>
        </w:rPr>
        <w:t xml:space="preserve"> و عل</w:t>
      </w:r>
      <w:r w:rsidRPr="00196DAE">
        <w:rPr>
          <w:rFonts w:hint="cs"/>
          <w:rtl/>
        </w:rPr>
        <w:t>یهم</w:t>
      </w:r>
      <w:r w:rsidRPr="00196DAE">
        <w:rPr>
          <w:rtl/>
        </w:rPr>
        <w:t xml:space="preserve"> اللهم ان</w:t>
      </w:r>
      <w:r w:rsidRPr="00196DAE">
        <w:rPr>
          <w:rFonts w:hint="cs"/>
          <w:rtl/>
        </w:rPr>
        <w:t>ی</w:t>
      </w:r>
      <w:r w:rsidRPr="00196DAE">
        <w:rPr>
          <w:rtl/>
        </w:rPr>
        <w:t xml:space="preserve"> اسألک خ</w:t>
      </w:r>
      <w:r w:rsidRPr="00196DAE">
        <w:rPr>
          <w:rFonts w:hint="cs"/>
          <w:rtl/>
        </w:rPr>
        <w:t>یر</w:t>
      </w:r>
      <w:r w:rsidRPr="00196DAE">
        <w:rPr>
          <w:rtl/>
        </w:rPr>
        <w:t xml:space="preserve"> ما سدلک به عبادک الصالحون و اعوذ بک مما استعاذ منه عبادک المخلصون</w:t>
      </w:r>
      <w:r w:rsidRPr="00196DAE">
        <w:t>.</w:t>
      </w:r>
    </w:p>
    <w:p w:rsidR="00196DAE" w:rsidRDefault="00196DAE" w:rsidP="00E021EE">
      <w:pPr>
        <w:pStyle w:val="libNormal"/>
      </w:pPr>
    </w:p>
    <w:p w:rsidR="00E021EE" w:rsidRDefault="00E021EE" w:rsidP="00100FA4">
      <w:pPr>
        <w:pStyle w:val="Heading2"/>
      </w:pPr>
      <w:bookmarkStart w:id="310" w:name="_Toc422656805"/>
      <w:r>
        <w:t>Kesimpulan Pelajaran</w:t>
      </w:r>
      <w:bookmarkEnd w:id="310"/>
    </w:p>
    <w:p w:rsidR="00100FA4" w:rsidRDefault="00100FA4" w:rsidP="00E021EE">
      <w:pPr>
        <w:pStyle w:val="libNormal"/>
      </w:pPr>
    </w:p>
    <w:p w:rsidR="00E021EE" w:rsidRDefault="00E021EE" w:rsidP="00E021EE">
      <w:pPr>
        <w:pStyle w:val="libNormal"/>
      </w:pPr>
      <w:r>
        <w:t>1. Salat Jum’at dikerjakan pada hari Jum’at sebagai ganti salat Zuhur.</w:t>
      </w:r>
    </w:p>
    <w:p w:rsidR="00E021EE" w:rsidRDefault="00E021EE" w:rsidP="00E021EE">
      <w:pPr>
        <w:pStyle w:val="libNormal"/>
      </w:pPr>
      <w:r>
        <w:t>2. Salat Jum’at terdiri dari dua rakaat, dan wajib didahului oleh dua khotbah.</w:t>
      </w:r>
    </w:p>
    <w:p w:rsidR="00E021EE" w:rsidRDefault="00E021EE" w:rsidP="00E021EE">
      <w:pPr>
        <w:pStyle w:val="libNormal"/>
      </w:pPr>
      <w:r>
        <w:t>3. Syarat-syarat salat Jum’at antara lain:</w:t>
      </w:r>
    </w:p>
    <w:p w:rsidR="00E021EE" w:rsidRDefault="00E021EE" w:rsidP="00E021EE">
      <w:pPr>
        <w:pStyle w:val="libNormal"/>
      </w:pPr>
      <w:r>
        <w:t>a. Semua syarat yang berlaku pada salat Jamaah.</w:t>
      </w:r>
    </w:p>
    <w:p w:rsidR="00E021EE" w:rsidRDefault="00E021EE" w:rsidP="00E021EE">
      <w:pPr>
        <w:pStyle w:val="libNormal"/>
      </w:pPr>
      <w:r>
        <w:lastRenderedPageBreak/>
        <w:t>b. Harus dikerjakan secara berjamaah.</w:t>
      </w:r>
    </w:p>
    <w:p w:rsidR="00E021EE" w:rsidRDefault="00E021EE" w:rsidP="00E021EE">
      <w:pPr>
        <w:pStyle w:val="libNormal"/>
      </w:pPr>
      <w:r>
        <w:t>c. Minimalnya, didirikan oleh lima orang.</w:t>
      </w:r>
    </w:p>
    <w:p w:rsidR="00E021EE" w:rsidRDefault="00E021EE" w:rsidP="00E021EE">
      <w:pPr>
        <w:pStyle w:val="libNormal"/>
      </w:pPr>
      <w:r>
        <w:t>d. Minimalnya, jarak antara dua tempat pelaksanaan salat Jum’at adalah satu farsakh.</w:t>
      </w:r>
    </w:p>
    <w:p w:rsidR="00E021EE" w:rsidRDefault="00E021EE" w:rsidP="00E021EE">
      <w:pPr>
        <w:pStyle w:val="libNormal"/>
      </w:pPr>
      <w:r>
        <w:t>4. Khatib Jum’at—selain membaca khotbah; memuji Allah swt., bersalawat atas Nabi Saw. dan</w:t>
      </w:r>
    </w:p>
    <w:p w:rsidR="00E021EE" w:rsidRDefault="00E021EE" w:rsidP="00E021EE">
      <w:pPr>
        <w:pStyle w:val="libNormal"/>
      </w:pPr>
      <w:r>
        <w:t>para imam maksum a.s.—hendaknya menyerukan masyarakat agar bertakwa dan menjauhi</w:t>
      </w:r>
    </w:p>
    <w:p w:rsidR="00E021EE" w:rsidRDefault="00E021EE" w:rsidP="00E021EE">
      <w:pPr>
        <w:pStyle w:val="libNormal"/>
      </w:pPr>
      <w:r>
        <w:t>dosa serta membaca surah pendek dari Al-Quran.</w:t>
      </w:r>
    </w:p>
    <w:p w:rsidR="00E021EE" w:rsidRDefault="00E021EE" w:rsidP="00E021EE">
      <w:pPr>
        <w:pStyle w:val="libNormal"/>
      </w:pPr>
      <w:r>
        <w:t>5. Berdasarkan ihtiyath wajib, hendaknya para makmum mendengarkan khotbah ketika</w:t>
      </w:r>
    </w:p>
    <w:p w:rsidR="00E021EE" w:rsidRDefault="00E021EE" w:rsidP="00E021EE">
      <w:pPr>
        <w:pStyle w:val="libNormal"/>
      </w:pPr>
      <w:r>
        <w:t>disampaikan, dan sunah menghindari pembicaraan.</w:t>
      </w:r>
    </w:p>
    <w:p w:rsidR="00E021EE" w:rsidRDefault="00E021EE" w:rsidP="00E021EE">
      <w:pPr>
        <w:pStyle w:val="libNormal"/>
      </w:pPr>
      <w:r>
        <w:t>6. Salat Id terdiri dari dua rakaat dan memiliki sembilan qunut.</w:t>
      </w:r>
    </w:p>
    <w:p w:rsidR="00E021EE" w:rsidRDefault="00E021EE" w:rsidP="00E021EE">
      <w:pPr>
        <w:pStyle w:val="libNormal"/>
      </w:pPr>
      <w:r>
        <w:t>7. Pada rakaat pertama salat Id, setelah membaca Al-Fatihah membaca enam takbir dan lima</w:t>
      </w:r>
    </w:p>
    <w:p w:rsidR="00E021EE" w:rsidRDefault="00E021EE" w:rsidP="00E021EE">
      <w:pPr>
        <w:pStyle w:val="libNormal"/>
      </w:pPr>
      <w:r>
        <w:t>qunut, Pada rakaat kedua empat qunut dan lima takbir.</w:t>
      </w:r>
    </w:p>
    <w:p w:rsidR="00100FA4" w:rsidRDefault="00100FA4" w:rsidP="00E021EE">
      <w:pPr>
        <w:pStyle w:val="libNormal"/>
      </w:pPr>
    </w:p>
    <w:p w:rsidR="00E021EE" w:rsidRDefault="00E021EE" w:rsidP="00100FA4">
      <w:pPr>
        <w:pStyle w:val="Heading2"/>
      </w:pPr>
      <w:bookmarkStart w:id="311" w:name="_Toc422656806"/>
      <w:r>
        <w:t>Pert</w:t>
      </w:r>
      <w:r w:rsidRPr="00100FA4">
        <w:t>a</w:t>
      </w:r>
      <w:r>
        <w:t>nyaan:</w:t>
      </w:r>
      <w:bookmarkEnd w:id="311"/>
    </w:p>
    <w:p w:rsidR="00100FA4" w:rsidRDefault="00100FA4" w:rsidP="00E021EE">
      <w:pPr>
        <w:pStyle w:val="libNormal"/>
      </w:pPr>
    </w:p>
    <w:p w:rsidR="00E021EE" w:rsidRDefault="00E021EE" w:rsidP="00E021EE">
      <w:pPr>
        <w:pStyle w:val="libNormal"/>
      </w:pPr>
      <w:r>
        <w:t>1. Sebutkan perbedaan salat Zuhur dengan salat Jum’at!</w:t>
      </w:r>
    </w:p>
    <w:p w:rsidR="00E021EE" w:rsidRDefault="00E021EE" w:rsidP="00E021EE">
      <w:pPr>
        <w:pStyle w:val="libNormal"/>
      </w:pPr>
      <w:r>
        <w:t>2. Minimalnya, berapakah makmum dalam salat Jum’at?</w:t>
      </w:r>
    </w:p>
    <w:p w:rsidR="00E021EE" w:rsidRDefault="00E021EE" w:rsidP="00E021EE">
      <w:pPr>
        <w:pStyle w:val="libNormal"/>
      </w:pPr>
      <w:r>
        <w:t>3. Dengan merujuk pelajaran yang lalu, sebutkan syarat-syarat imam salat Jamaah yang juga</w:t>
      </w:r>
    </w:p>
    <w:p w:rsidR="00E021EE" w:rsidRDefault="00E021EE" w:rsidP="00E021EE">
      <w:pPr>
        <w:pStyle w:val="libNormal"/>
      </w:pPr>
      <w:r>
        <w:t>berlaku pada imam Jum’at!</w:t>
      </w:r>
    </w:p>
    <w:p w:rsidR="00E021EE" w:rsidRDefault="00E021EE" w:rsidP="00E021EE">
      <w:pPr>
        <w:pStyle w:val="libNormal"/>
      </w:pPr>
      <w:r>
        <w:t>4. Apa pandangan Imam Khomeini ra. tentang orang yang beranggapan bahwa agama terpisah</w:t>
      </w:r>
    </w:p>
    <w:p w:rsidR="00E021EE" w:rsidRDefault="00E021EE" w:rsidP="00E021EE">
      <w:pPr>
        <w:pStyle w:val="libNormal"/>
      </w:pPr>
      <w:r>
        <w:t>dari politik?</w:t>
      </w:r>
    </w:p>
    <w:p w:rsidR="00FF0BDD" w:rsidRDefault="00E021EE" w:rsidP="00E021EE">
      <w:pPr>
        <w:pStyle w:val="libNormal"/>
      </w:pPr>
      <w:r>
        <w:t>5. Berapa kali takbir dan qunut dalam Salat Id?</w:t>
      </w:r>
    </w:p>
    <w:p w:rsidR="00FF0BDD" w:rsidRPr="00E21BDA" w:rsidRDefault="00FF0BDD">
      <w:r>
        <w:br w:type="page"/>
      </w:r>
    </w:p>
    <w:p w:rsidR="00EB4175" w:rsidRDefault="00EB4175" w:rsidP="00EB4175">
      <w:pPr>
        <w:pStyle w:val="Heading1Center"/>
      </w:pPr>
      <w:bookmarkStart w:id="312" w:name="_Toc422656807"/>
      <w:r>
        <w:lastRenderedPageBreak/>
        <w:t>Pelajaran 30</w:t>
      </w:r>
      <w:bookmarkEnd w:id="312"/>
    </w:p>
    <w:p w:rsidR="00EB4175" w:rsidRDefault="00EB4175" w:rsidP="00EB4175">
      <w:pPr>
        <w:pStyle w:val="Heading1Center"/>
      </w:pPr>
      <w:bookmarkStart w:id="313" w:name="_Toc422656808"/>
      <w:r>
        <w:t>SALATAYAT DAN SALAT-SALAT SUNAH</w:t>
      </w:r>
      <w:bookmarkEnd w:id="313"/>
    </w:p>
    <w:p w:rsidR="00EB4175" w:rsidRDefault="00EB4175" w:rsidP="00EB4175">
      <w:pPr>
        <w:pStyle w:val="libNormal"/>
      </w:pPr>
    </w:p>
    <w:p w:rsidR="00EB4175" w:rsidRDefault="00EB4175" w:rsidP="00533E94">
      <w:pPr>
        <w:pStyle w:val="Heading2Center"/>
      </w:pPr>
      <w:bookmarkStart w:id="314" w:name="_Toc422656809"/>
      <w:r>
        <w:t>SALAT AYAT</w:t>
      </w:r>
      <w:bookmarkEnd w:id="314"/>
    </w:p>
    <w:p w:rsidR="00533E94" w:rsidRDefault="00533E94" w:rsidP="00EB4175">
      <w:pPr>
        <w:pStyle w:val="libNormal"/>
      </w:pPr>
    </w:p>
    <w:p w:rsidR="00EB4175" w:rsidRDefault="00EB4175" w:rsidP="00EB4175">
      <w:pPr>
        <w:pStyle w:val="libNormal"/>
      </w:pPr>
      <w:r>
        <w:t>Salah satu dari salat-salat wajib adalah salat ayat. Ia menjadi wajib disebabkan peristiwa yang</w:t>
      </w:r>
    </w:p>
    <w:p w:rsidR="00EB4175" w:rsidRDefault="00EB4175" w:rsidP="00EB4175">
      <w:pPr>
        <w:pStyle w:val="libNormal"/>
      </w:pPr>
      <w:r>
        <w:t>terjadi di langit maupun di bumi seperti:</w:t>
      </w:r>
    </w:p>
    <w:p w:rsidR="00EB4175" w:rsidRDefault="00EB4175" w:rsidP="00EB4175">
      <w:pPr>
        <w:pStyle w:val="libNormal"/>
      </w:pPr>
      <w:r>
        <w:t>§ Gempa bumi</w:t>
      </w:r>
    </w:p>
    <w:p w:rsidR="00EB4175" w:rsidRDefault="00EB4175" w:rsidP="00EB4175">
      <w:pPr>
        <w:pStyle w:val="libNormal"/>
      </w:pPr>
      <w:r>
        <w:t>§ Gerhana bulan (khusuf)</w:t>
      </w:r>
    </w:p>
    <w:p w:rsidR="00EB4175" w:rsidRDefault="00EB4175" w:rsidP="00EB4175">
      <w:pPr>
        <w:pStyle w:val="libNormal"/>
      </w:pPr>
      <w:r>
        <w:t>§ Gerhana matahari (kusuf)</w:t>
      </w:r>
    </w:p>
    <w:p w:rsidR="00EB4175" w:rsidRDefault="00EB4175" w:rsidP="00EB4175">
      <w:pPr>
        <w:pStyle w:val="libNormal"/>
      </w:pPr>
      <w:r>
        <w:t>§ Petir, halilintar dan angin kuning serta merah dan semacamnya yang menakutkan masyarakat</w:t>
      </w:r>
    </w:p>
    <w:p w:rsidR="00EB4175" w:rsidRDefault="00EB4175" w:rsidP="00EB4175">
      <w:pPr>
        <w:pStyle w:val="libNormal"/>
      </w:pPr>
      <w:r>
        <w:t>umu</w:t>
      </w:r>
      <w:r w:rsidR="003B45C6">
        <w:t>m.</w:t>
      </w:r>
      <w:r w:rsidR="003B45C6" w:rsidRPr="003B45C6">
        <w:rPr>
          <w:rStyle w:val="libFootnotenumChar"/>
        </w:rPr>
        <w:footnoteReference w:id="419"/>
      </w:r>
      <w:r w:rsidR="003B45C6">
        <w:t xml:space="preserve">. </w:t>
      </w:r>
      <w:r w:rsidR="003B45C6" w:rsidRPr="003B45C6">
        <w:rPr>
          <w:rStyle w:val="libFootnotenumChar"/>
        </w:rPr>
        <w:footnoteReference w:id="420"/>
      </w:r>
    </w:p>
    <w:p w:rsidR="003B45C6" w:rsidRDefault="003B45C6" w:rsidP="00EB4175">
      <w:pPr>
        <w:pStyle w:val="libNormal"/>
      </w:pPr>
    </w:p>
    <w:p w:rsidR="00EB4175" w:rsidRDefault="00EB4175" w:rsidP="001B6631">
      <w:pPr>
        <w:pStyle w:val="Heading3"/>
      </w:pPr>
      <w:bookmarkStart w:id="315" w:name="_Toc422656810"/>
      <w:r>
        <w:t>Cara-cara Salat Ayat</w:t>
      </w:r>
      <w:bookmarkEnd w:id="315"/>
    </w:p>
    <w:p w:rsidR="00EB4175" w:rsidRDefault="00EB4175" w:rsidP="00EB4175">
      <w:pPr>
        <w:pStyle w:val="libNormal"/>
      </w:pPr>
      <w:r>
        <w:t>1. Salat Ayat terdiri dari dua rakaat, dan setiap rakaatnya memiliki lima rukuk.</w:t>
      </w:r>
    </w:p>
    <w:p w:rsidR="00EB4175" w:rsidRDefault="00EB4175" w:rsidP="00EB4175">
      <w:pPr>
        <w:pStyle w:val="libNormal"/>
      </w:pPr>
      <w:r>
        <w:t>2. Dalam salat Ayat, setiap sebelum rukuk membaca surah Al-Fatihah dan surah, dan dengan</w:t>
      </w:r>
    </w:p>
    <w:p w:rsidR="00EB4175" w:rsidRDefault="00EB4175" w:rsidP="00EB4175">
      <w:pPr>
        <w:pStyle w:val="libNormal"/>
      </w:pPr>
      <w:r>
        <w:t>demikian dalam dua rakaat membaca sepuluh Al-Fatihah dan sepuluh surah. Akan tetapi,</w:t>
      </w:r>
    </w:p>
    <w:p w:rsidR="00EB4175" w:rsidRDefault="00EB4175" w:rsidP="00EB4175">
      <w:pPr>
        <w:pStyle w:val="libNormal"/>
      </w:pPr>
      <w:r>
        <w:t>satu surah bisa dibagi menjadi lima bagian dan setiap bagian dibaca sebelum rukuk, dan</w:t>
      </w:r>
    </w:p>
    <w:p w:rsidR="00EB4175" w:rsidRDefault="00EB4175" w:rsidP="00EB4175">
      <w:pPr>
        <w:pStyle w:val="libNormal"/>
      </w:pPr>
      <w:r>
        <w:t>dengan begini dalam dua rakaat membaca dua Al-Fatihah dan dua surah.</w:t>
      </w:r>
    </w:p>
    <w:p w:rsidR="001B6631" w:rsidRDefault="001B6631" w:rsidP="00EB4175">
      <w:pPr>
        <w:pStyle w:val="libNormal"/>
      </w:pPr>
    </w:p>
    <w:p w:rsidR="00EB4175" w:rsidRDefault="00EB4175" w:rsidP="001B6631">
      <w:pPr>
        <w:pStyle w:val="Heading4"/>
      </w:pPr>
      <w:r>
        <w:t>Rakaat Pertama</w:t>
      </w:r>
    </w:p>
    <w:p w:rsidR="00EB4175" w:rsidRDefault="00EB4175" w:rsidP="00EB4175">
      <w:pPr>
        <w:pStyle w:val="libNormal"/>
      </w:pPr>
      <w:r>
        <w:t>Membaca Al-Fatihah dan Bismillahirrohmanirrohim kemu-dian rukuk, lalu bangun dan membaca</w:t>
      </w:r>
    </w:p>
    <w:p w:rsidR="00EB4175" w:rsidRDefault="00EB4175" w:rsidP="00EB4175">
      <w:pPr>
        <w:pStyle w:val="libNormal"/>
      </w:pPr>
      <w:r>
        <w:lastRenderedPageBreak/>
        <w:t>ayat pertama surah Al-Ikhlas kemudian rukuk, lalu bangun dan membaca ayat kedua surah Al-</w:t>
      </w:r>
    </w:p>
    <w:p w:rsidR="00EB4175" w:rsidRDefault="00EB4175" w:rsidP="00EB4175">
      <w:pPr>
        <w:pStyle w:val="libNormal"/>
      </w:pPr>
      <w:r>
        <w:t>Ikhlas, lalu bangun dan membaca ayat ketiga surah Al-Ikhlas kemudian rukuk, lalu bangun dan</w:t>
      </w:r>
    </w:p>
    <w:p w:rsidR="00EB4175" w:rsidRDefault="00EB4175" w:rsidP="00EB4175">
      <w:pPr>
        <w:pStyle w:val="libNormal"/>
      </w:pPr>
      <w:r>
        <w:t>membaca ayat keempat surah Al-Ikhlas kemudian rukuk, lalu bangun dan sujud dua kali</w:t>
      </w:r>
    </w:p>
    <w:p w:rsidR="00EB4175" w:rsidRDefault="00EB4175" w:rsidP="00EB4175">
      <w:pPr>
        <w:pStyle w:val="libNormal"/>
      </w:pPr>
      <w:r>
        <w:t>kemudian bangun berdiri untuk rakaat kedua.</w:t>
      </w:r>
    </w:p>
    <w:p w:rsidR="00A4190D" w:rsidRDefault="00A4190D" w:rsidP="00EB4175">
      <w:pPr>
        <w:pStyle w:val="libNormal"/>
      </w:pPr>
    </w:p>
    <w:p w:rsidR="00EB4175" w:rsidRDefault="00EB4175" w:rsidP="00A4190D">
      <w:pPr>
        <w:pStyle w:val="Heading4"/>
      </w:pPr>
      <w:r>
        <w:t>Rakaat Kedua</w:t>
      </w:r>
    </w:p>
    <w:p w:rsidR="00EB4175" w:rsidRDefault="00EB4175" w:rsidP="00EB4175">
      <w:pPr>
        <w:pStyle w:val="libNormal"/>
      </w:pPr>
      <w:r>
        <w:t>Rakaat kedua seperti rakaat pertama kemud</w:t>
      </w:r>
      <w:r w:rsidR="003B45C6">
        <w:t>ian membaca tasyahud dan salam.</w:t>
      </w:r>
      <w:r w:rsidR="003B45C6" w:rsidRPr="003B45C6">
        <w:rPr>
          <w:rStyle w:val="libFootnotenumChar"/>
        </w:rPr>
        <w:footnoteReference w:id="421"/>
      </w:r>
    </w:p>
    <w:p w:rsidR="00A4190D" w:rsidRDefault="00A4190D" w:rsidP="00EB4175">
      <w:pPr>
        <w:pStyle w:val="libNormal"/>
      </w:pPr>
    </w:p>
    <w:p w:rsidR="00EB4175" w:rsidRDefault="00EB4175" w:rsidP="00A4190D">
      <w:pPr>
        <w:pStyle w:val="Heading3"/>
      </w:pPr>
      <w:bookmarkStart w:id="316" w:name="_Toc422656811"/>
      <w:r>
        <w:t>Hukum-hukum Salat Ayat</w:t>
      </w:r>
      <w:bookmarkEnd w:id="316"/>
    </w:p>
    <w:p w:rsidR="00EB4175" w:rsidRDefault="00EB4175" w:rsidP="00EB4175">
      <w:pPr>
        <w:pStyle w:val="libNormal"/>
      </w:pPr>
      <w:r>
        <w:t>1. Jika terjadi suatu kejadian yang menyebabkan wajibnya salat Ayat di satu kota, maka hanya</w:t>
      </w:r>
    </w:p>
    <w:p w:rsidR="00EB4175" w:rsidRDefault="00EB4175" w:rsidP="00EB4175">
      <w:pPr>
        <w:pStyle w:val="libNormal"/>
      </w:pPr>
      <w:r>
        <w:t>penduduk kota itu—tidak penduduk kota lain—yang</w:t>
      </w:r>
      <w:r w:rsidR="003B45C6">
        <w:t xml:space="preserve"> wajib menger-jakan salat Ayat.</w:t>
      </w:r>
      <w:r w:rsidR="003B45C6" w:rsidRPr="003B45C6">
        <w:rPr>
          <w:rStyle w:val="libFootnotenumChar"/>
        </w:rPr>
        <w:footnoteReference w:id="422"/>
      </w:r>
    </w:p>
    <w:p w:rsidR="00EB4175" w:rsidRDefault="00EB4175" w:rsidP="00EB4175">
      <w:pPr>
        <w:pStyle w:val="libNormal"/>
      </w:pPr>
      <w:r>
        <w:t>2. Jika pada satu rakaat membaca lima kali Al-Fatihah dan surah, lalu pada rakaat lainnya</w:t>
      </w:r>
    </w:p>
    <w:p w:rsidR="00EB4175" w:rsidRDefault="00EB4175" w:rsidP="00EB4175">
      <w:pPr>
        <w:pStyle w:val="libNormal"/>
      </w:pPr>
      <w:r>
        <w:t>membaca satu kali Al-Fatihah dan satu surah yang dibagi menjadi lima bagian, maka salat</w:t>
      </w:r>
    </w:p>
    <w:p w:rsidR="00EB4175" w:rsidRDefault="003B45C6" w:rsidP="00EB4175">
      <w:pPr>
        <w:pStyle w:val="libNormal"/>
      </w:pPr>
      <w:r>
        <w:t>Ayatnya sah.</w:t>
      </w:r>
      <w:r w:rsidRPr="003B45C6">
        <w:rPr>
          <w:rStyle w:val="libFootnotenumChar"/>
        </w:rPr>
        <w:footnoteReference w:id="423"/>
      </w:r>
    </w:p>
    <w:p w:rsidR="00EB4175" w:rsidRDefault="00EB4175" w:rsidP="00EB4175">
      <w:pPr>
        <w:pStyle w:val="libNormal"/>
      </w:pPr>
      <w:r>
        <w:t>3. Sunah membaca qunut sebelum rukuk yang kedua, keempat, keenam, kedelapan dan</w:t>
      </w:r>
    </w:p>
    <w:p w:rsidR="00EB4175" w:rsidRDefault="00EB4175" w:rsidP="00EB4175">
      <w:pPr>
        <w:pStyle w:val="libNormal"/>
      </w:pPr>
      <w:r>
        <w:t>kesepuluh. Dan hanya membaca satu qunut sebelum rukuk kesepuluh sudah mecukupi</w:t>
      </w:r>
    </w:p>
    <w:p w:rsidR="00EB4175" w:rsidRDefault="003B45C6" w:rsidP="00EB4175">
      <w:pPr>
        <w:pStyle w:val="libNormal"/>
      </w:pPr>
      <w:r>
        <w:t>(sunah).</w:t>
      </w:r>
      <w:r w:rsidRPr="003B45C6">
        <w:rPr>
          <w:rStyle w:val="libFootnotenumChar"/>
        </w:rPr>
        <w:footnoteReference w:id="424"/>
      </w:r>
    </w:p>
    <w:p w:rsidR="00EB4175" w:rsidRDefault="00EB4175" w:rsidP="00EB4175">
      <w:pPr>
        <w:pStyle w:val="libNormal"/>
      </w:pPr>
      <w:r>
        <w:t>4. Setiap rukuk dalam salat Ayat adalah rukun; jika sengaja atau lupa dikurangi atau dilebihi,</w:t>
      </w:r>
    </w:p>
    <w:p w:rsidR="0084553B" w:rsidRDefault="003B45C6" w:rsidP="00EB4175">
      <w:pPr>
        <w:pStyle w:val="libNormal"/>
      </w:pPr>
      <w:r>
        <w:t>salatnya batal.</w:t>
      </w:r>
      <w:r w:rsidRPr="003B45C6">
        <w:rPr>
          <w:rStyle w:val="libFootnotenumChar"/>
        </w:rPr>
        <w:footnoteReference w:id="425"/>
      </w:r>
    </w:p>
    <w:p w:rsidR="00FF3170" w:rsidRDefault="00FF3170" w:rsidP="00FF3170">
      <w:pPr>
        <w:pStyle w:val="libNormal"/>
      </w:pPr>
      <w:r>
        <w:lastRenderedPageBreak/>
        <w:t>5. Salat Ayat bisa dikerjakan secara berjamaah, dan dalam kondisi ini, yang membaca Al-Fatihah</w:t>
      </w:r>
    </w:p>
    <w:p w:rsidR="00FF3170" w:rsidRDefault="006325E5" w:rsidP="00FF3170">
      <w:pPr>
        <w:pStyle w:val="libNormal"/>
      </w:pPr>
      <w:r>
        <w:t>dan surah hanya imam jamaah.</w:t>
      </w:r>
      <w:r w:rsidRPr="006325E5">
        <w:rPr>
          <w:rStyle w:val="libFootnotenumChar"/>
        </w:rPr>
        <w:footnoteReference w:id="426"/>
      </w:r>
    </w:p>
    <w:p w:rsidR="00FF3170" w:rsidRDefault="00FF3170" w:rsidP="00FF3170">
      <w:pPr>
        <w:pStyle w:val="libNormal"/>
      </w:pPr>
      <w:r>
        <w:t>* * *</w:t>
      </w:r>
    </w:p>
    <w:p w:rsidR="006325E5" w:rsidRDefault="006325E5" w:rsidP="00FF3170">
      <w:pPr>
        <w:pStyle w:val="libNormal"/>
      </w:pPr>
    </w:p>
    <w:p w:rsidR="00FF3170" w:rsidRDefault="00FF3170" w:rsidP="006325E5">
      <w:pPr>
        <w:pStyle w:val="Heading2Center"/>
      </w:pPr>
      <w:bookmarkStart w:id="317" w:name="_Toc422656812"/>
      <w:r>
        <w:t>SALAT-SALAT SUNAH</w:t>
      </w:r>
      <w:bookmarkEnd w:id="317"/>
    </w:p>
    <w:p w:rsidR="006325E5" w:rsidRDefault="006325E5" w:rsidP="00FF3170">
      <w:pPr>
        <w:pStyle w:val="libNormal"/>
      </w:pPr>
    </w:p>
    <w:p w:rsidR="00FF3170" w:rsidRDefault="00FF3170" w:rsidP="00FF3170">
      <w:pPr>
        <w:pStyle w:val="libNormal"/>
      </w:pPr>
      <w:r>
        <w:t>1. Salat sunah disebut juga dengan nafilah.</w:t>
      </w:r>
    </w:p>
    <w:p w:rsidR="00FF3170" w:rsidRDefault="00FF3170" w:rsidP="00FF3170">
      <w:pPr>
        <w:pStyle w:val="libNormal"/>
      </w:pPr>
      <w:r>
        <w:t>2. Salat sunah macamnya banyak sekali, tetapi di sini kita akan belajar salat-salat sunah yang</w:t>
      </w:r>
    </w:p>
    <w:p w:rsidR="00FF3170" w:rsidRDefault="006325E5" w:rsidP="00FF3170">
      <w:pPr>
        <w:pStyle w:val="libNormal"/>
      </w:pPr>
      <w:r>
        <w:t>lebih penting.</w:t>
      </w:r>
      <w:r w:rsidRPr="006325E5">
        <w:rPr>
          <w:rStyle w:val="libFootnotenumChar"/>
        </w:rPr>
        <w:footnoteReference w:id="427"/>
      </w:r>
    </w:p>
    <w:p w:rsidR="000C6BBD" w:rsidRDefault="000C6BBD" w:rsidP="00FF3170">
      <w:pPr>
        <w:pStyle w:val="libNormal"/>
      </w:pPr>
    </w:p>
    <w:p w:rsidR="00FF3170" w:rsidRDefault="00FF3170" w:rsidP="000C6BBD">
      <w:pPr>
        <w:pStyle w:val="Heading3"/>
      </w:pPr>
      <w:bookmarkStart w:id="318" w:name="_Toc422656813"/>
      <w:r>
        <w:t>Salat Tahajud (Salat Malam)</w:t>
      </w:r>
      <w:bookmarkEnd w:id="318"/>
    </w:p>
    <w:p w:rsidR="00FF3170" w:rsidRDefault="00FF3170" w:rsidP="00FF3170">
      <w:pPr>
        <w:pStyle w:val="libNormal"/>
      </w:pPr>
      <w:r>
        <w:t>Salat Tahajud dikerjakan dalam 11 rakaat, yaitu demikian:</w:t>
      </w:r>
    </w:p>
    <w:p w:rsidR="00FF3170" w:rsidRDefault="00FF3170" w:rsidP="00FF3170">
      <w:pPr>
        <w:pStyle w:val="libNormal"/>
      </w:pPr>
      <w:r>
        <w:t>Dua rakaat dengan niat nafilah malam.</w:t>
      </w:r>
    </w:p>
    <w:p w:rsidR="00FF3170" w:rsidRDefault="00FF3170" w:rsidP="00FF3170">
      <w:pPr>
        <w:pStyle w:val="libNormal"/>
      </w:pPr>
      <w:r>
        <w:t>Dua rakaat dengan niat nafilah malam.</w:t>
      </w:r>
    </w:p>
    <w:p w:rsidR="00FF3170" w:rsidRDefault="00FF3170" w:rsidP="00FF3170">
      <w:pPr>
        <w:pStyle w:val="libNormal"/>
      </w:pPr>
      <w:r>
        <w:t>Dua rakaat dengan niat nafilah malam.</w:t>
      </w:r>
    </w:p>
    <w:p w:rsidR="00FF3170" w:rsidRDefault="00FF3170" w:rsidP="00FF3170">
      <w:pPr>
        <w:pStyle w:val="libNormal"/>
      </w:pPr>
      <w:r>
        <w:t>Dua rakaat dengan niat nafilah malam.</w:t>
      </w:r>
    </w:p>
    <w:p w:rsidR="00FF3170" w:rsidRDefault="00FF3170" w:rsidP="00FF3170">
      <w:pPr>
        <w:pStyle w:val="libNormal"/>
      </w:pPr>
      <w:r>
        <w:t>Dua rakaat dengan niat nafilah syafa’.</w:t>
      </w:r>
    </w:p>
    <w:p w:rsidR="00FF3170" w:rsidRDefault="00FF3170" w:rsidP="00FF3170">
      <w:pPr>
        <w:pStyle w:val="libNormal"/>
      </w:pPr>
      <w:r>
        <w:t>Satu ra</w:t>
      </w:r>
      <w:r w:rsidR="006325E5">
        <w:t>kaat dengan niat nafilah witir.</w:t>
      </w:r>
      <w:r w:rsidR="006325E5" w:rsidRPr="006325E5">
        <w:rPr>
          <w:rStyle w:val="libFootnotenumChar"/>
        </w:rPr>
        <w:footnoteReference w:id="428"/>
      </w:r>
    </w:p>
    <w:p w:rsidR="000C6BBD" w:rsidRDefault="000C6BBD" w:rsidP="00FF3170">
      <w:pPr>
        <w:pStyle w:val="libNormal"/>
      </w:pPr>
    </w:p>
    <w:p w:rsidR="00FF3170" w:rsidRDefault="00FF3170" w:rsidP="000C6BBD">
      <w:pPr>
        <w:pStyle w:val="Heading3"/>
      </w:pPr>
      <w:bookmarkStart w:id="319" w:name="_Toc422656814"/>
      <w:r>
        <w:t>Waktu Salat Tahajud</w:t>
      </w:r>
      <w:bookmarkEnd w:id="319"/>
    </w:p>
    <w:p w:rsidR="00FF3170" w:rsidRDefault="00FF3170" w:rsidP="00FF3170">
      <w:pPr>
        <w:pStyle w:val="libNormal"/>
      </w:pPr>
      <w:r>
        <w:t>1. Waktu salat Tahajud yaitu dari pertengahan malam sampai azan Subuh, dan lebih baik</w:t>
      </w:r>
    </w:p>
    <w:p w:rsidR="00FF3170" w:rsidRDefault="00FF3170" w:rsidP="00FF3170">
      <w:pPr>
        <w:pStyle w:val="libNormal"/>
      </w:pPr>
      <w:r>
        <w:t>dikerjak</w:t>
      </w:r>
      <w:r w:rsidR="006325E5">
        <w:t>an ketika mendekati azan Subuh.</w:t>
      </w:r>
      <w:r w:rsidR="006325E5" w:rsidRPr="006325E5">
        <w:rPr>
          <w:rStyle w:val="libFootnotenumChar"/>
        </w:rPr>
        <w:footnoteReference w:id="429"/>
      </w:r>
    </w:p>
    <w:p w:rsidR="00FF3170" w:rsidRDefault="00FF3170" w:rsidP="00FF3170">
      <w:pPr>
        <w:pStyle w:val="libNormal"/>
      </w:pPr>
      <w:r>
        <w:t>2. Seorang musafir atau orang yang baginya susah untuk mengerjakan salat Tahajud setelah</w:t>
      </w:r>
    </w:p>
    <w:p w:rsidR="00FF3170" w:rsidRDefault="00FF3170" w:rsidP="00FF3170">
      <w:pPr>
        <w:pStyle w:val="libNormal"/>
      </w:pPr>
      <w:r>
        <w:t>pertengahan malam, bisa mengerjakannya di per</w:t>
      </w:r>
      <w:r w:rsidR="006325E5">
        <w:t>mulaan malam.</w:t>
      </w:r>
      <w:r w:rsidR="006325E5" w:rsidRPr="006325E5">
        <w:rPr>
          <w:rStyle w:val="libFootnotenumChar"/>
        </w:rPr>
        <w:footnoteReference w:id="430"/>
      </w:r>
    </w:p>
    <w:p w:rsidR="000C6BBD" w:rsidRDefault="000C6BBD" w:rsidP="00FF3170">
      <w:pPr>
        <w:pStyle w:val="libNormal"/>
      </w:pPr>
    </w:p>
    <w:p w:rsidR="00FF3170" w:rsidRDefault="00FF3170" w:rsidP="000C6BBD">
      <w:pPr>
        <w:pStyle w:val="Heading3"/>
      </w:pPr>
      <w:bookmarkStart w:id="320" w:name="_Toc422656815"/>
      <w:r>
        <w:lastRenderedPageBreak/>
        <w:t>Salat Nafilah Harian</w:t>
      </w:r>
      <w:bookmarkEnd w:id="320"/>
    </w:p>
    <w:p w:rsidR="00FF3170" w:rsidRDefault="00FF3170" w:rsidP="00FF3170">
      <w:pPr>
        <w:pStyle w:val="libNormal"/>
      </w:pPr>
      <w:r>
        <w:t>Salat wajib harian (sehari-semalam) ada 17 rakaat dan me-miliki nafilah sebanyak 23 rakaat yang</w:t>
      </w:r>
    </w:p>
    <w:p w:rsidR="00FF3170" w:rsidRDefault="00FF3170" w:rsidP="00FF3170">
      <w:pPr>
        <w:pStyle w:val="libNormal"/>
      </w:pPr>
      <w:r>
        <w:t>sunah dikerjakan. Di antara nafilah itu adalah nafilah salat Subuh yang diker-jakan sebelum salat</w:t>
      </w:r>
    </w:p>
    <w:p w:rsidR="00FF3170" w:rsidRDefault="00FF3170" w:rsidP="00FF3170">
      <w:pPr>
        <w:pStyle w:val="libNormal"/>
      </w:pPr>
      <w:r>
        <w:t>Subuh dan pahalanya sangat</w:t>
      </w:r>
      <w:r w:rsidR="006325E5">
        <w:t xml:space="preserve"> besar.</w:t>
      </w:r>
      <w:r w:rsidR="006325E5" w:rsidRPr="006325E5">
        <w:rPr>
          <w:rStyle w:val="libFootnotenumChar"/>
        </w:rPr>
        <w:footnoteReference w:id="431"/>
      </w:r>
    </w:p>
    <w:p w:rsidR="000C6BBD" w:rsidRDefault="000C6BBD" w:rsidP="00FF3170">
      <w:pPr>
        <w:pStyle w:val="libNormal"/>
      </w:pPr>
    </w:p>
    <w:p w:rsidR="00FF3170" w:rsidRDefault="00FF3170" w:rsidP="000C6BBD">
      <w:pPr>
        <w:pStyle w:val="Heading3"/>
      </w:pPr>
      <w:bookmarkStart w:id="321" w:name="_Toc422656816"/>
      <w:r>
        <w:t>Salat Ghufailah</w:t>
      </w:r>
      <w:bookmarkEnd w:id="321"/>
    </w:p>
    <w:p w:rsidR="00FF3170" w:rsidRDefault="00FF3170" w:rsidP="00FF3170">
      <w:pPr>
        <w:pStyle w:val="libNormal"/>
      </w:pPr>
      <w:r>
        <w:t>Salat sunah lainnya adalah salat Ghufailah yang dikerjakan setelah salatMaghrib.</w:t>
      </w:r>
    </w:p>
    <w:p w:rsidR="000C6BBD" w:rsidRDefault="000C6BBD" w:rsidP="00FF3170">
      <w:pPr>
        <w:pStyle w:val="libNormal"/>
      </w:pPr>
    </w:p>
    <w:p w:rsidR="00FF3170" w:rsidRDefault="00FF3170" w:rsidP="000C6BBD">
      <w:pPr>
        <w:pStyle w:val="Heading3"/>
      </w:pPr>
      <w:bookmarkStart w:id="322" w:name="_Toc422656817"/>
      <w:r>
        <w:t>Cara Salat Ghufailah</w:t>
      </w:r>
      <w:bookmarkEnd w:id="322"/>
    </w:p>
    <w:p w:rsidR="00FF3170" w:rsidRDefault="00FF3170" w:rsidP="00FF3170">
      <w:pPr>
        <w:pStyle w:val="libNormal"/>
      </w:pPr>
      <w:r>
        <w:t>Salat Ghufailah terdiri dari dua rakaat, dan pada rakaat pertama setelah membaca Al-Fatihah</w:t>
      </w:r>
    </w:p>
    <w:p w:rsidR="00FF3170" w:rsidRDefault="00FF3170" w:rsidP="00FF3170">
      <w:pPr>
        <w:pStyle w:val="libNormal"/>
      </w:pPr>
      <w:r>
        <w:t>hendaknya membaca ayat ini sebagai ga</w:t>
      </w:r>
      <w:r w:rsidR="006325E5">
        <w:t>nti surah:</w:t>
      </w:r>
      <w:r w:rsidR="006325E5" w:rsidRPr="006325E5">
        <w:rPr>
          <w:rStyle w:val="libFootnotenumChar"/>
        </w:rPr>
        <w:footnoteReference w:id="432"/>
      </w:r>
    </w:p>
    <w:p w:rsidR="00FF3170" w:rsidRDefault="00FF3170" w:rsidP="00FF3170">
      <w:pPr>
        <w:pStyle w:val="libAie"/>
      </w:pPr>
      <w:r w:rsidRPr="00FF3170">
        <w:rPr>
          <w:rtl/>
        </w:rPr>
        <w:t>و ذا النون اذ ذهب مغاضبا فظن ان لن نقدر عل</w:t>
      </w:r>
      <w:r w:rsidRPr="00FF3170">
        <w:rPr>
          <w:rFonts w:hint="cs"/>
          <w:rtl/>
        </w:rPr>
        <w:t>یه</w:t>
      </w:r>
      <w:r w:rsidRPr="00FF3170">
        <w:rPr>
          <w:rtl/>
        </w:rPr>
        <w:t xml:space="preserve"> فناد</w:t>
      </w:r>
      <w:r w:rsidRPr="00FF3170">
        <w:rPr>
          <w:rFonts w:hint="cs"/>
          <w:rtl/>
        </w:rPr>
        <w:t>ی</w:t>
      </w:r>
      <w:r w:rsidRPr="00FF3170">
        <w:rPr>
          <w:rtl/>
        </w:rPr>
        <w:t xml:space="preserve"> ف</w:t>
      </w:r>
      <w:r w:rsidRPr="00FF3170">
        <w:rPr>
          <w:rFonts w:hint="cs"/>
          <w:rtl/>
        </w:rPr>
        <w:t>ی</w:t>
      </w:r>
      <w:r w:rsidRPr="00FF3170">
        <w:rPr>
          <w:rtl/>
        </w:rPr>
        <w:t xml:space="preserve"> الظلمات ان لا اله الا انت سبحانک ان</w:t>
      </w:r>
      <w:r w:rsidRPr="00FF3170">
        <w:rPr>
          <w:rFonts w:hint="cs"/>
          <w:rtl/>
        </w:rPr>
        <w:t>ی</w:t>
      </w:r>
      <w:r w:rsidRPr="00FF3170">
        <w:rPr>
          <w:rtl/>
        </w:rPr>
        <w:t xml:space="preserve"> کنت من الظالم</w:t>
      </w:r>
      <w:r w:rsidRPr="00FF3170">
        <w:rPr>
          <w:rFonts w:hint="cs"/>
          <w:rtl/>
        </w:rPr>
        <w:t>ین</w:t>
      </w:r>
      <w:r w:rsidRPr="00FF3170">
        <w:rPr>
          <w:rtl/>
        </w:rPr>
        <w:t xml:space="preserve"> فاستجبنا له و نج</w:t>
      </w:r>
      <w:r w:rsidRPr="00FF3170">
        <w:rPr>
          <w:rFonts w:hint="cs"/>
          <w:rtl/>
        </w:rPr>
        <w:t>یناه</w:t>
      </w:r>
      <w:r w:rsidRPr="00FF3170">
        <w:rPr>
          <w:rtl/>
        </w:rPr>
        <w:t xml:space="preserve"> من الغم و کذالک ننج</w:t>
      </w:r>
      <w:r w:rsidRPr="00FF3170">
        <w:rPr>
          <w:rFonts w:hint="cs"/>
          <w:rtl/>
        </w:rPr>
        <w:t>ی</w:t>
      </w:r>
      <w:r w:rsidRPr="00FF3170">
        <w:rPr>
          <w:rtl/>
        </w:rPr>
        <w:t xml:space="preserve"> المؤمن</w:t>
      </w:r>
      <w:r w:rsidRPr="00FF3170">
        <w:rPr>
          <w:rFonts w:hint="cs"/>
          <w:rtl/>
        </w:rPr>
        <w:t>ین</w:t>
      </w:r>
    </w:p>
    <w:p w:rsidR="00FF3170" w:rsidRDefault="00FF3170" w:rsidP="00FF3170">
      <w:pPr>
        <w:pStyle w:val="libNormal"/>
      </w:pPr>
      <w:r>
        <w:t>Dan pada rakaat kedua, setelah membaca Al-Fatihah hen-daknya membaca ayat ini sebagai ganti</w:t>
      </w:r>
    </w:p>
    <w:p w:rsidR="00FF3170" w:rsidRDefault="00FF3170" w:rsidP="00FF3170">
      <w:pPr>
        <w:pStyle w:val="libNormal"/>
      </w:pPr>
      <w:r>
        <w:t>surah:</w:t>
      </w:r>
    </w:p>
    <w:p w:rsidR="001E7AB2" w:rsidRDefault="001E7AB2" w:rsidP="001E7AB2">
      <w:pPr>
        <w:pStyle w:val="libAie"/>
      </w:pPr>
      <w:r w:rsidRPr="001E7AB2">
        <w:rPr>
          <w:rtl/>
        </w:rPr>
        <w:t>و عنده مفات</w:t>
      </w:r>
      <w:r w:rsidRPr="001E7AB2">
        <w:rPr>
          <w:rFonts w:hint="cs"/>
          <w:rtl/>
        </w:rPr>
        <w:t>یح</w:t>
      </w:r>
      <w:r w:rsidRPr="001E7AB2">
        <w:rPr>
          <w:rtl/>
        </w:rPr>
        <w:t xml:space="preserve"> الغ</w:t>
      </w:r>
      <w:r w:rsidRPr="001E7AB2">
        <w:rPr>
          <w:rFonts w:hint="cs"/>
          <w:rtl/>
        </w:rPr>
        <w:t>یب</w:t>
      </w:r>
      <w:r w:rsidRPr="001E7AB2">
        <w:rPr>
          <w:rtl/>
        </w:rPr>
        <w:t xml:space="preserve"> لا </w:t>
      </w:r>
      <w:r w:rsidRPr="001E7AB2">
        <w:rPr>
          <w:rFonts w:hint="cs"/>
          <w:rtl/>
        </w:rPr>
        <w:t>یعلمها</w:t>
      </w:r>
      <w:r w:rsidRPr="001E7AB2">
        <w:rPr>
          <w:rtl/>
        </w:rPr>
        <w:t xml:space="preserve"> الا هو و </w:t>
      </w:r>
      <w:r w:rsidRPr="001E7AB2">
        <w:rPr>
          <w:rFonts w:hint="cs"/>
          <w:rtl/>
        </w:rPr>
        <w:t>یعلم</w:t>
      </w:r>
      <w:r w:rsidRPr="001E7AB2">
        <w:rPr>
          <w:rtl/>
        </w:rPr>
        <w:t xml:space="preserve"> ما ف</w:t>
      </w:r>
      <w:r w:rsidRPr="001E7AB2">
        <w:rPr>
          <w:rFonts w:hint="cs"/>
          <w:rtl/>
        </w:rPr>
        <w:t>ی</w:t>
      </w:r>
      <w:r w:rsidRPr="001E7AB2">
        <w:rPr>
          <w:rtl/>
        </w:rPr>
        <w:t xml:space="preserve"> البر و البحر و ما تسقط من ورقة الا </w:t>
      </w:r>
      <w:r w:rsidRPr="001E7AB2">
        <w:rPr>
          <w:rFonts w:hint="cs"/>
          <w:rtl/>
        </w:rPr>
        <w:t>یعلمها</w:t>
      </w:r>
      <w:r w:rsidRPr="001E7AB2">
        <w:rPr>
          <w:rtl/>
        </w:rPr>
        <w:t xml:space="preserve"> و لا حبة ف</w:t>
      </w:r>
      <w:r w:rsidRPr="001E7AB2">
        <w:rPr>
          <w:rFonts w:hint="cs"/>
          <w:rtl/>
        </w:rPr>
        <w:t>ی</w:t>
      </w:r>
      <w:r w:rsidRPr="001E7AB2">
        <w:rPr>
          <w:rtl/>
        </w:rPr>
        <w:t xml:space="preserve"> ظلمات الارض و لا رطب و لا </w:t>
      </w:r>
      <w:r w:rsidRPr="001E7AB2">
        <w:rPr>
          <w:rFonts w:hint="cs"/>
          <w:rtl/>
        </w:rPr>
        <w:t>یابس</w:t>
      </w:r>
      <w:r w:rsidRPr="001E7AB2">
        <w:rPr>
          <w:rtl/>
        </w:rPr>
        <w:t xml:space="preserve"> الا ف</w:t>
      </w:r>
      <w:r w:rsidRPr="001E7AB2">
        <w:rPr>
          <w:rFonts w:hint="cs"/>
          <w:rtl/>
        </w:rPr>
        <w:t>ی</w:t>
      </w:r>
      <w:r w:rsidRPr="001E7AB2">
        <w:rPr>
          <w:rtl/>
        </w:rPr>
        <w:t xml:space="preserve"> کتاب مب</w:t>
      </w:r>
      <w:r w:rsidRPr="001E7AB2">
        <w:rPr>
          <w:rFonts w:hint="cs"/>
          <w:rtl/>
        </w:rPr>
        <w:t>ین</w:t>
      </w:r>
      <w:r w:rsidRPr="001E7AB2">
        <w:t>.</w:t>
      </w:r>
    </w:p>
    <w:p w:rsidR="00AD52B3" w:rsidRDefault="00AD52B3" w:rsidP="00AD52B3">
      <w:pPr>
        <w:pStyle w:val="libNormal"/>
      </w:pPr>
      <w:r>
        <w:t>Dan untuk qunut salat Ghufailah, bisa membaca doa ini:</w:t>
      </w:r>
    </w:p>
    <w:p w:rsidR="00DD6C54" w:rsidRDefault="001E7AB2" w:rsidP="001E7AB2">
      <w:pPr>
        <w:pStyle w:val="libAie"/>
      </w:pPr>
      <w:r w:rsidRPr="001E7AB2">
        <w:rPr>
          <w:rtl/>
        </w:rPr>
        <w:t>اللهم ان</w:t>
      </w:r>
      <w:r w:rsidRPr="001E7AB2">
        <w:rPr>
          <w:rFonts w:hint="cs"/>
          <w:rtl/>
        </w:rPr>
        <w:t>ی</w:t>
      </w:r>
      <w:r w:rsidRPr="001E7AB2">
        <w:rPr>
          <w:rtl/>
        </w:rPr>
        <w:t xml:space="preserve"> اسألک بمفات</w:t>
      </w:r>
      <w:r w:rsidRPr="001E7AB2">
        <w:rPr>
          <w:rFonts w:hint="cs"/>
          <w:rtl/>
        </w:rPr>
        <w:t>یح</w:t>
      </w:r>
      <w:r w:rsidRPr="001E7AB2">
        <w:rPr>
          <w:rtl/>
        </w:rPr>
        <w:t xml:space="preserve"> الغ</w:t>
      </w:r>
      <w:r w:rsidRPr="001E7AB2">
        <w:rPr>
          <w:rFonts w:hint="cs"/>
          <w:rtl/>
        </w:rPr>
        <w:t>یب</w:t>
      </w:r>
      <w:r w:rsidRPr="001E7AB2">
        <w:rPr>
          <w:rtl/>
        </w:rPr>
        <w:t xml:space="preserve"> الت</w:t>
      </w:r>
      <w:r w:rsidRPr="001E7AB2">
        <w:rPr>
          <w:rFonts w:hint="cs"/>
          <w:rtl/>
        </w:rPr>
        <w:t>ی</w:t>
      </w:r>
      <w:r w:rsidRPr="001E7AB2">
        <w:rPr>
          <w:rtl/>
        </w:rPr>
        <w:t xml:space="preserve"> لا </w:t>
      </w:r>
      <w:r w:rsidRPr="001E7AB2">
        <w:rPr>
          <w:rFonts w:hint="cs"/>
          <w:rtl/>
        </w:rPr>
        <w:t>یعلمها</w:t>
      </w:r>
      <w:r w:rsidRPr="001E7AB2">
        <w:rPr>
          <w:rtl/>
        </w:rPr>
        <w:t xml:space="preserve"> الا ان تصل</w:t>
      </w:r>
      <w:r w:rsidRPr="001E7AB2">
        <w:rPr>
          <w:rFonts w:hint="cs"/>
          <w:rtl/>
        </w:rPr>
        <w:t>ی</w:t>
      </w:r>
      <w:r w:rsidRPr="001E7AB2">
        <w:rPr>
          <w:rtl/>
        </w:rPr>
        <w:t xml:space="preserve"> عل</w:t>
      </w:r>
      <w:r w:rsidRPr="001E7AB2">
        <w:rPr>
          <w:rFonts w:hint="cs"/>
          <w:rtl/>
        </w:rPr>
        <w:t>ی</w:t>
      </w:r>
      <w:r w:rsidRPr="001E7AB2">
        <w:rPr>
          <w:rtl/>
        </w:rPr>
        <w:t xml:space="preserve"> محمد و آل محمد و ان تغفر ل</w:t>
      </w:r>
      <w:r w:rsidRPr="001E7AB2">
        <w:rPr>
          <w:rFonts w:hint="cs"/>
          <w:rtl/>
        </w:rPr>
        <w:t>ی</w:t>
      </w:r>
      <w:r w:rsidRPr="001E7AB2">
        <w:rPr>
          <w:rtl/>
        </w:rPr>
        <w:t xml:space="preserve"> ذنوب</w:t>
      </w:r>
      <w:r w:rsidRPr="001E7AB2">
        <w:rPr>
          <w:rFonts w:hint="cs"/>
          <w:rtl/>
        </w:rPr>
        <w:t>ی</w:t>
      </w:r>
      <w:r w:rsidRPr="001E7AB2">
        <w:rPr>
          <w:rStyle w:val="libFootnotenumChar"/>
          <w:rtl/>
        </w:rPr>
        <w:footnoteReference w:id="433"/>
      </w:r>
      <w:r w:rsidRPr="001E7AB2">
        <w:rPr>
          <w:rtl/>
        </w:rPr>
        <w:t xml:space="preserve"> اللهم انت ول</w:t>
      </w:r>
      <w:r w:rsidRPr="001E7AB2">
        <w:rPr>
          <w:rFonts w:hint="cs"/>
          <w:rtl/>
        </w:rPr>
        <w:t>ی</w:t>
      </w:r>
      <w:r w:rsidRPr="001E7AB2">
        <w:rPr>
          <w:rtl/>
        </w:rPr>
        <w:t xml:space="preserve"> نعمت</w:t>
      </w:r>
      <w:r w:rsidRPr="001E7AB2">
        <w:rPr>
          <w:rFonts w:hint="cs"/>
          <w:rtl/>
        </w:rPr>
        <w:t>ی</w:t>
      </w:r>
      <w:r w:rsidRPr="001E7AB2">
        <w:rPr>
          <w:rtl/>
        </w:rPr>
        <w:t xml:space="preserve"> و القادر عل</w:t>
      </w:r>
      <w:r w:rsidRPr="001E7AB2">
        <w:rPr>
          <w:rFonts w:hint="cs"/>
          <w:rtl/>
        </w:rPr>
        <w:t>ی</w:t>
      </w:r>
      <w:r w:rsidRPr="001E7AB2">
        <w:rPr>
          <w:rtl/>
        </w:rPr>
        <w:t xml:space="preserve"> طلبت</w:t>
      </w:r>
      <w:r w:rsidRPr="001E7AB2">
        <w:rPr>
          <w:rFonts w:hint="cs"/>
          <w:rtl/>
        </w:rPr>
        <w:t>ی</w:t>
      </w:r>
      <w:r w:rsidRPr="001E7AB2">
        <w:rPr>
          <w:rtl/>
        </w:rPr>
        <w:t xml:space="preserve"> تعلم حاجت</w:t>
      </w:r>
      <w:r w:rsidRPr="001E7AB2">
        <w:rPr>
          <w:rFonts w:hint="cs"/>
          <w:rtl/>
        </w:rPr>
        <w:t>ی</w:t>
      </w:r>
      <w:r w:rsidRPr="001E7AB2">
        <w:rPr>
          <w:rtl/>
        </w:rPr>
        <w:t xml:space="preserve"> فأسألک بحق محمد و آل محمد عل</w:t>
      </w:r>
      <w:r w:rsidRPr="001E7AB2">
        <w:rPr>
          <w:rFonts w:hint="cs"/>
          <w:rtl/>
        </w:rPr>
        <w:t>یه</w:t>
      </w:r>
      <w:r w:rsidRPr="001E7AB2">
        <w:rPr>
          <w:rtl/>
        </w:rPr>
        <w:t xml:space="preserve"> و عل</w:t>
      </w:r>
      <w:r w:rsidRPr="001E7AB2">
        <w:rPr>
          <w:rFonts w:hint="cs"/>
          <w:rtl/>
        </w:rPr>
        <w:t>یهم</w:t>
      </w:r>
      <w:r w:rsidRPr="001E7AB2">
        <w:rPr>
          <w:rtl/>
        </w:rPr>
        <w:t xml:space="preserve"> السلام لما قض</w:t>
      </w:r>
      <w:r w:rsidRPr="001E7AB2">
        <w:rPr>
          <w:rFonts w:hint="cs"/>
          <w:rtl/>
        </w:rPr>
        <w:t>یتها</w:t>
      </w:r>
      <w:r w:rsidRPr="001E7AB2">
        <w:rPr>
          <w:rtl/>
        </w:rPr>
        <w:t xml:space="preserve"> ل</w:t>
      </w:r>
      <w:r w:rsidRPr="001E7AB2">
        <w:rPr>
          <w:rFonts w:hint="cs"/>
          <w:rtl/>
        </w:rPr>
        <w:t>ی</w:t>
      </w:r>
      <w:r w:rsidRPr="001E7AB2">
        <w:t>.</w:t>
      </w:r>
    </w:p>
    <w:p w:rsidR="00AD52B3" w:rsidRDefault="00AD52B3" w:rsidP="00DD6C54">
      <w:pPr>
        <w:pStyle w:val="Heading2"/>
      </w:pPr>
      <w:bookmarkStart w:id="323" w:name="_Toc422656818"/>
      <w:r>
        <w:lastRenderedPageBreak/>
        <w:t>Kesimpulan Pelajaran</w:t>
      </w:r>
      <w:bookmarkEnd w:id="323"/>
    </w:p>
    <w:p w:rsidR="00DD6C54" w:rsidRDefault="00DD6C54" w:rsidP="00AD52B3">
      <w:pPr>
        <w:pStyle w:val="libNormal"/>
      </w:pPr>
    </w:p>
    <w:p w:rsidR="00AD52B3" w:rsidRDefault="00AD52B3" w:rsidP="00AD52B3">
      <w:pPr>
        <w:pStyle w:val="libNormal"/>
      </w:pPr>
      <w:r>
        <w:t>1. Jika terjadi gempa bumi atau gerhana bulan atau ger-hana matahari, maka salat Ayat menjadi</w:t>
      </w:r>
    </w:p>
    <w:p w:rsidR="00AD52B3" w:rsidRDefault="00AD52B3" w:rsidP="00AD52B3">
      <w:pPr>
        <w:pStyle w:val="libNormal"/>
      </w:pPr>
      <w:r>
        <w:t>wajib.</w:t>
      </w:r>
    </w:p>
    <w:p w:rsidR="00AD52B3" w:rsidRDefault="00AD52B3" w:rsidP="00AD52B3">
      <w:pPr>
        <w:pStyle w:val="libNormal"/>
      </w:pPr>
      <w:r>
        <w:t>2. Jika terjadi petir dan kilat atau angin kuning dan merah dan mayoritas masyarakat merasakan</w:t>
      </w:r>
    </w:p>
    <w:p w:rsidR="00AD52B3" w:rsidRDefault="00AD52B3" w:rsidP="00AD52B3">
      <w:pPr>
        <w:pStyle w:val="libNormal"/>
      </w:pPr>
      <w:r>
        <w:t>ketakutan, maka mereka wajib mengerjakan salat Ayat.</w:t>
      </w:r>
    </w:p>
    <w:p w:rsidR="00AD52B3" w:rsidRDefault="00AD52B3" w:rsidP="00AD52B3">
      <w:pPr>
        <w:pStyle w:val="libNormal"/>
      </w:pPr>
      <w:r>
        <w:t>3. Salat ayat terdiri dari dua ayat dan setiap rakaat memi-liki lima rukuk.</w:t>
      </w:r>
    </w:p>
    <w:p w:rsidR="00AD52B3" w:rsidRDefault="00AD52B3" w:rsidP="00AD52B3">
      <w:pPr>
        <w:pStyle w:val="libNormal"/>
      </w:pPr>
      <w:r>
        <w:t>4. Dalam setiap rakaat dari salat Ayat, bisa membaca lima Al-Fatihah dan lima surah secara</w:t>
      </w:r>
    </w:p>
    <w:p w:rsidR="00AD52B3" w:rsidRDefault="00AD52B3" w:rsidP="00AD52B3">
      <w:pPr>
        <w:pStyle w:val="libNormal"/>
      </w:pPr>
      <w:r>
        <w:t>sempurna, atau bisa membagi surah menjadi lima bagian dan setiap bagi-annya dibaca</w:t>
      </w:r>
    </w:p>
    <w:p w:rsidR="00AD52B3" w:rsidRDefault="00AD52B3" w:rsidP="00AD52B3">
      <w:pPr>
        <w:pStyle w:val="libNormal"/>
      </w:pPr>
      <w:r>
        <w:t>sebelum rukuk.</w:t>
      </w:r>
    </w:p>
    <w:p w:rsidR="00AD52B3" w:rsidRDefault="00AD52B3" w:rsidP="00AD52B3">
      <w:pPr>
        <w:pStyle w:val="libNormal"/>
      </w:pPr>
      <w:r>
        <w:t>5. Jika dalam sebuah kota terjadi sebab-sebab wajibnya salat Ayat, maka salat Ayat hanya wajib</w:t>
      </w:r>
    </w:p>
    <w:p w:rsidR="00AD52B3" w:rsidRDefault="00AD52B3" w:rsidP="00AD52B3">
      <w:pPr>
        <w:pStyle w:val="libNormal"/>
      </w:pPr>
      <w:r>
        <w:t>atas penduduk kota tersebut.</w:t>
      </w:r>
    </w:p>
    <w:p w:rsidR="00AD52B3" w:rsidRDefault="00AD52B3" w:rsidP="00AD52B3">
      <w:pPr>
        <w:pStyle w:val="libNormal"/>
      </w:pPr>
      <w:r>
        <w:t>6. Setiap rukuk dari salat Ayat merupakan rukun, maka dengan mengurangi atau</w:t>
      </w:r>
    </w:p>
    <w:p w:rsidR="00AD52B3" w:rsidRDefault="00AD52B3" w:rsidP="00AD52B3">
      <w:pPr>
        <w:pStyle w:val="libNormal"/>
      </w:pPr>
      <w:r>
        <w:t>menambahinya, salat menjadi batal.</w:t>
      </w:r>
    </w:p>
    <w:p w:rsidR="00AD52B3" w:rsidRDefault="00AD52B3" w:rsidP="00AD52B3">
      <w:pPr>
        <w:pStyle w:val="libNormal"/>
      </w:pPr>
      <w:r>
        <w:t>7. Salat Ayat bisa dikerjakan secara berjamaah.</w:t>
      </w:r>
    </w:p>
    <w:p w:rsidR="00AD52B3" w:rsidRDefault="00AD52B3" w:rsidP="00AD52B3">
      <w:pPr>
        <w:pStyle w:val="libNormal"/>
      </w:pPr>
      <w:r>
        <w:t>8. Di antara salat-salat sunah adalah salat Tahajud, salat Ghufailah dan salat nafilah harian.</w:t>
      </w:r>
    </w:p>
    <w:p w:rsidR="00DD6C54" w:rsidRDefault="00DD6C54" w:rsidP="00AD52B3">
      <w:pPr>
        <w:pStyle w:val="libNormal"/>
      </w:pPr>
    </w:p>
    <w:p w:rsidR="00AD52B3" w:rsidRDefault="00AD52B3" w:rsidP="00DD6C54">
      <w:pPr>
        <w:pStyle w:val="Heading2"/>
      </w:pPr>
      <w:bookmarkStart w:id="324" w:name="_Toc422656819"/>
      <w:r>
        <w:t>Pertanyaan:</w:t>
      </w:r>
      <w:bookmarkEnd w:id="324"/>
    </w:p>
    <w:p w:rsidR="00DD6C54" w:rsidRDefault="00DD6C54" w:rsidP="00AD52B3">
      <w:pPr>
        <w:pStyle w:val="libNormal"/>
      </w:pPr>
    </w:p>
    <w:p w:rsidR="00AD52B3" w:rsidRDefault="00AD52B3" w:rsidP="00AD52B3">
      <w:pPr>
        <w:pStyle w:val="libNormal"/>
      </w:pPr>
      <w:r>
        <w:t>1. Apakah kamu bisa menjelaskan kenapa salat yang di-kerjakan karena terjadi gempa dan</w:t>
      </w:r>
    </w:p>
    <w:p w:rsidR="00AD52B3" w:rsidRDefault="00AD52B3" w:rsidP="00AD52B3">
      <w:pPr>
        <w:pStyle w:val="libNormal"/>
      </w:pPr>
      <w:r>
        <w:t>semacamnya disebut dengan salat Ayat?</w:t>
      </w:r>
    </w:p>
    <w:p w:rsidR="00AD52B3" w:rsidRDefault="00AD52B3" w:rsidP="00AD52B3">
      <w:pPr>
        <w:pStyle w:val="libNormal"/>
      </w:pPr>
      <w:r>
        <w:t>2. Salat Ayat memiliki berapa rukuk dan berapa qunut?</w:t>
      </w:r>
    </w:p>
    <w:p w:rsidR="00AD52B3" w:rsidRDefault="00AD52B3" w:rsidP="00AD52B3">
      <w:pPr>
        <w:pStyle w:val="libNormal"/>
      </w:pPr>
      <w:r>
        <w:t>3. Coba kerjakan salat Ayat dengan membagi surah men-jadi lima bagian!</w:t>
      </w:r>
    </w:p>
    <w:p w:rsidR="00AD52B3" w:rsidRDefault="00AD52B3" w:rsidP="00AD52B3">
      <w:pPr>
        <w:pStyle w:val="libNormal"/>
      </w:pPr>
      <w:r>
        <w:t>4. berapakah semua rukun salat Ayat dari awal sampai akhir?</w:t>
      </w:r>
    </w:p>
    <w:p w:rsidR="00AD52B3" w:rsidRDefault="00AD52B3" w:rsidP="00AD52B3">
      <w:pPr>
        <w:pStyle w:val="libNormal"/>
      </w:pPr>
      <w:r>
        <w:lastRenderedPageBreak/>
        <w:t>5. Apakah kamu bisa menyebutkan nama salat yang satu rakaat?</w:t>
      </w:r>
    </w:p>
    <w:p w:rsidR="00AD52B3" w:rsidRDefault="00AD52B3" w:rsidP="00AD52B3">
      <w:pPr>
        <w:pStyle w:val="libNormal"/>
      </w:pPr>
      <w:r>
        <w:t>6. Berapa jumlah salat nafilah harian beserta salat Tahajud? Dan apa kaitannya dengan jumlah</w:t>
      </w:r>
    </w:p>
    <w:p w:rsidR="006600CE" w:rsidRDefault="00AD52B3" w:rsidP="00AD52B3">
      <w:pPr>
        <w:pStyle w:val="libNormal"/>
      </w:pPr>
      <w:r>
        <w:t>rakaat salat wajib harian?</w:t>
      </w:r>
    </w:p>
    <w:p w:rsidR="006600CE" w:rsidRPr="006600CE" w:rsidRDefault="006600CE">
      <w:r>
        <w:br w:type="page"/>
      </w:r>
    </w:p>
    <w:p w:rsidR="00411BB4" w:rsidRDefault="00411BB4" w:rsidP="00411BB4">
      <w:pPr>
        <w:pStyle w:val="Heading1Center"/>
      </w:pPr>
      <w:bookmarkStart w:id="325" w:name="_Toc422656820"/>
      <w:r>
        <w:lastRenderedPageBreak/>
        <w:t>Pelajaran 31</w:t>
      </w:r>
      <w:bookmarkEnd w:id="325"/>
    </w:p>
    <w:p w:rsidR="00411BB4" w:rsidRDefault="00411BB4" w:rsidP="00411BB4">
      <w:pPr>
        <w:pStyle w:val="Heading1Center"/>
      </w:pPr>
      <w:bookmarkStart w:id="326" w:name="_Toc422656821"/>
      <w:r>
        <w:t>PUASA</w:t>
      </w:r>
      <w:bookmarkEnd w:id="326"/>
    </w:p>
    <w:p w:rsidR="00411BB4" w:rsidRDefault="00411BB4" w:rsidP="00411BB4">
      <w:pPr>
        <w:pStyle w:val="libNormal"/>
      </w:pPr>
    </w:p>
    <w:p w:rsidR="00411BB4" w:rsidRDefault="00411BB4" w:rsidP="00E42954">
      <w:pPr>
        <w:pStyle w:val="Heading2"/>
      </w:pPr>
      <w:bookmarkStart w:id="327" w:name="_Toc422656822"/>
      <w:r>
        <w:t>Definisi Puasa</w:t>
      </w:r>
      <w:bookmarkEnd w:id="327"/>
    </w:p>
    <w:p w:rsidR="00E42954" w:rsidRDefault="00E42954" w:rsidP="00411BB4">
      <w:pPr>
        <w:pStyle w:val="libNormal"/>
      </w:pPr>
    </w:p>
    <w:p w:rsidR="00411BB4" w:rsidRDefault="00411BB4" w:rsidP="00411BB4">
      <w:pPr>
        <w:pStyle w:val="libNormal"/>
      </w:pPr>
      <w:r>
        <w:t>Satu dari sekian kewajiban dan ritual tahunan dalam Islam untuk membina jiwa seseorang adalah</w:t>
      </w:r>
    </w:p>
    <w:p w:rsidR="00411BB4" w:rsidRDefault="00411BB4" w:rsidP="00411BB4">
      <w:pPr>
        <w:pStyle w:val="libNormal"/>
      </w:pPr>
      <w:r>
        <w:t>puasa. Puasa ialah meninggalkan hal-hal—yang akan tiba penjelasannya—dari azan Subuh</w:t>
      </w:r>
    </w:p>
    <w:p w:rsidR="00411BB4" w:rsidRDefault="00411BB4" w:rsidP="00411BB4">
      <w:pPr>
        <w:pStyle w:val="libNormal"/>
      </w:pPr>
      <w:r>
        <w:t>sampai Maghrib untuk menaati perintah Allah. Untuk mengenal hukum-hukum puasa, pertamatama</w:t>
      </w:r>
    </w:p>
    <w:p w:rsidR="00411BB4" w:rsidRDefault="00411BB4" w:rsidP="00411BB4">
      <w:pPr>
        <w:pStyle w:val="libNormal"/>
      </w:pPr>
      <w:r>
        <w:t>kita harus mengenal macam-macamnya.</w:t>
      </w:r>
    </w:p>
    <w:p w:rsidR="00E42954" w:rsidRDefault="00E42954" w:rsidP="00411BB4">
      <w:pPr>
        <w:pStyle w:val="libNormal"/>
      </w:pPr>
    </w:p>
    <w:p w:rsidR="00411BB4" w:rsidRDefault="00411BB4" w:rsidP="00E42954">
      <w:pPr>
        <w:pStyle w:val="Heading2"/>
      </w:pPr>
      <w:bookmarkStart w:id="328" w:name="_Toc422656823"/>
      <w:r>
        <w:t>Macam-macam Puasa</w:t>
      </w:r>
      <w:bookmarkEnd w:id="328"/>
    </w:p>
    <w:p w:rsidR="00E42954" w:rsidRDefault="00E42954" w:rsidP="00411BB4">
      <w:pPr>
        <w:pStyle w:val="libNormal"/>
      </w:pPr>
    </w:p>
    <w:p w:rsidR="00411BB4" w:rsidRDefault="00411BB4" w:rsidP="00411BB4">
      <w:pPr>
        <w:pStyle w:val="libNormal"/>
      </w:pPr>
      <w:r>
        <w:t>1. Puasa wajib</w:t>
      </w:r>
    </w:p>
    <w:p w:rsidR="00411BB4" w:rsidRDefault="00411BB4" w:rsidP="00411BB4">
      <w:pPr>
        <w:pStyle w:val="libNormal"/>
      </w:pPr>
      <w:r>
        <w:t>2. Puasa haram</w:t>
      </w:r>
    </w:p>
    <w:p w:rsidR="00411BB4" w:rsidRDefault="00411BB4" w:rsidP="00411BB4">
      <w:pPr>
        <w:pStyle w:val="libNormal"/>
      </w:pPr>
      <w:r>
        <w:t>3. Puasa sunah</w:t>
      </w:r>
    </w:p>
    <w:p w:rsidR="00411BB4" w:rsidRDefault="00411BB4" w:rsidP="00411BB4">
      <w:pPr>
        <w:pStyle w:val="libNormal"/>
      </w:pPr>
      <w:r>
        <w:t>4. Puasa makruh</w:t>
      </w:r>
    </w:p>
    <w:p w:rsidR="007C40AD" w:rsidRDefault="007C40AD" w:rsidP="00411BB4">
      <w:pPr>
        <w:pStyle w:val="libNormal"/>
      </w:pPr>
    </w:p>
    <w:p w:rsidR="00411BB4" w:rsidRDefault="00411BB4" w:rsidP="007C40AD">
      <w:pPr>
        <w:pStyle w:val="Heading2"/>
      </w:pPr>
      <w:bookmarkStart w:id="329" w:name="_Toc422656824"/>
      <w:r>
        <w:t>Puasa-puasa Wajib</w:t>
      </w:r>
      <w:bookmarkEnd w:id="329"/>
    </w:p>
    <w:p w:rsidR="007C40AD" w:rsidRDefault="007C40AD" w:rsidP="00411BB4">
      <w:pPr>
        <w:pStyle w:val="libNormal"/>
      </w:pPr>
    </w:p>
    <w:p w:rsidR="00411BB4" w:rsidRDefault="00411BB4" w:rsidP="00411BB4">
      <w:pPr>
        <w:pStyle w:val="libNormal"/>
      </w:pPr>
      <w:r>
        <w:t>1. Puasa bulan Ramadhan.</w:t>
      </w:r>
    </w:p>
    <w:p w:rsidR="00411BB4" w:rsidRDefault="00411BB4" w:rsidP="00411BB4">
      <w:pPr>
        <w:pStyle w:val="libNormal"/>
      </w:pPr>
      <w:r>
        <w:t>2. Puasa qodho.</w:t>
      </w:r>
    </w:p>
    <w:p w:rsidR="00411BB4" w:rsidRDefault="00B83884" w:rsidP="00411BB4">
      <w:pPr>
        <w:pStyle w:val="libNormal"/>
      </w:pPr>
      <w:r>
        <w:t>3. Puasa kaffarah.</w:t>
      </w:r>
      <w:r w:rsidRPr="00B83884">
        <w:rPr>
          <w:rStyle w:val="libFootnotenumChar"/>
        </w:rPr>
        <w:footnoteReference w:id="434"/>
      </w:r>
    </w:p>
    <w:p w:rsidR="00411BB4" w:rsidRDefault="00411BB4" w:rsidP="00411BB4">
      <w:pPr>
        <w:pStyle w:val="libNormal"/>
      </w:pPr>
      <w:r>
        <w:t>4. Puasa karena nazar.</w:t>
      </w:r>
    </w:p>
    <w:p w:rsidR="00411BB4" w:rsidRDefault="00B83884" w:rsidP="00411BB4">
      <w:pPr>
        <w:pStyle w:val="libNormal"/>
      </w:pPr>
      <w:r>
        <w:t>5. Puasa qodho ayah</w:t>
      </w:r>
      <w:r w:rsidRPr="00B83884">
        <w:rPr>
          <w:rStyle w:val="libFootnotenumChar"/>
        </w:rPr>
        <w:footnoteReference w:id="435"/>
      </w:r>
      <w:r w:rsidR="00411BB4">
        <w:t xml:space="preserve"> yang w</w:t>
      </w:r>
      <w:r>
        <w:t>ajib atas anak lelaki terbesar.</w:t>
      </w:r>
      <w:r w:rsidRPr="00B83884">
        <w:rPr>
          <w:rStyle w:val="libFootnotenumChar"/>
        </w:rPr>
        <w:footnoteReference w:id="436"/>
      </w:r>
    </w:p>
    <w:p w:rsidR="007C40AD" w:rsidRDefault="007C40AD" w:rsidP="00411BB4">
      <w:pPr>
        <w:pStyle w:val="libNormal"/>
      </w:pPr>
    </w:p>
    <w:p w:rsidR="00411BB4" w:rsidRDefault="00411BB4" w:rsidP="007C40AD">
      <w:pPr>
        <w:pStyle w:val="Heading2"/>
      </w:pPr>
      <w:bookmarkStart w:id="330" w:name="_Toc422656825"/>
      <w:r>
        <w:t>Puasa-Puasa Haram</w:t>
      </w:r>
      <w:bookmarkEnd w:id="330"/>
    </w:p>
    <w:p w:rsidR="007C40AD" w:rsidRDefault="007C40AD" w:rsidP="00411BB4">
      <w:pPr>
        <w:pStyle w:val="libNormal"/>
      </w:pPr>
    </w:p>
    <w:p w:rsidR="00411BB4" w:rsidRDefault="00411BB4" w:rsidP="00411BB4">
      <w:pPr>
        <w:pStyle w:val="libNormal"/>
      </w:pPr>
      <w:r>
        <w:t>· Puasa pada hari raya Idul Fitri (hari pertama dari bulan Syawal).</w:t>
      </w:r>
    </w:p>
    <w:p w:rsidR="00411BB4" w:rsidRDefault="00411BB4" w:rsidP="00411BB4">
      <w:pPr>
        <w:pStyle w:val="libNormal"/>
      </w:pPr>
      <w:r>
        <w:t>· Puasa pada hari raya Idul Adha (hari kesepuluh dari bulan Zulhijah).</w:t>
      </w:r>
    </w:p>
    <w:p w:rsidR="00411BB4" w:rsidRDefault="00411BB4" w:rsidP="00411BB4">
      <w:pPr>
        <w:pStyle w:val="libNormal"/>
      </w:pPr>
      <w:r>
        <w:t>· Puasa sunah seorang anak yangmembuat orang tua ter-ganggu.</w:t>
      </w:r>
    </w:p>
    <w:p w:rsidR="00411BB4" w:rsidRDefault="00411BB4" w:rsidP="00411BB4">
      <w:pPr>
        <w:pStyle w:val="libNormal"/>
      </w:pPr>
      <w:r>
        <w:t>· Puasa sunah seorang anak yang dilarang oleh orang tuany</w:t>
      </w:r>
      <w:r w:rsidR="00B83884">
        <w:t>a (berdasarkan ihtiyath wajib).</w:t>
      </w:r>
      <w:r w:rsidR="00B83884" w:rsidRPr="00B83884">
        <w:rPr>
          <w:rStyle w:val="libFootnotenumChar"/>
        </w:rPr>
        <w:footnoteReference w:id="437"/>
      </w:r>
    </w:p>
    <w:p w:rsidR="00411BB4" w:rsidRDefault="00411BB4" w:rsidP="00411BB4">
      <w:pPr>
        <w:pStyle w:val="libNormal"/>
      </w:pPr>
      <w:r>
        <w:t>Puasa-puasa Sunah</w:t>
      </w:r>
    </w:p>
    <w:p w:rsidR="00411BB4" w:rsidRDefault="00411BB4" w:rsidP="00411BB4">
      <w:pPr>
        <w:pStyle w:val="libNormal"/>
      </w:pPr>
      <w:r>
        <w:t>Berpuasa pada hari-hari dalam setahun—selain puasa-puasa haram dan makruh—adalah sunah.</w:t>
      </w:r>
    </w:p>
    <w:p w:rsidR="00411BB4" w:rsidRDefault="00411BB4" w:rsidP="00411BB4">
      <w:pPr>
        <w:pStyle w:val="libNormal"/>
      </w:pPr>
      <w:r>
        <w:t>Akan tetapi, ada hari-hari tertentu yang lebih ditekankan dan dianjurkan, antara lain:</w:t>
      </w:r>
    </w:p>
    <w:p w:rsidR="00411BB4" w:rsidRDefault="00411BB4" w:rsidP="00411BB4">
      <w:pPr>
        <w:pStyle w:val="libNormal"/>
      </w:pPr>
      <w:r>
        <w:t>· Setiap hari Senin dan hari Jum’at.</w:t>
      </w:r>
    </w:p>
    <w:p w:rsidR="00411BB4" w:rsidRDefault="00411BB4" w:rsidP="00411BB4">
      <w:pPr>
        <w:pStyle w:val="libNormal"/>
      </w:pPr>
      <w:r>
        <w:t>· Hari diutusnya Muhammad Saw. sebagai nabi (27 Rajab).</w:t>
      </w:r>
    </w:p>
    <w:p w:rsidR="00411BB4" w:rsidRDefault="00411BB4" w:rsidP="00411BB4">
      <w:pPr>
        <w:pStyle w:val="libNormal"/>
      </w:pPr>
      <w:r>
        <w:t>· Hari raya Ghadir (18 Zulhijah).</w:t>
      </w:r>
    </w:p>
    <w:p w:rsidR="00411BB4" w:rsidRDefault="00411BB4" w:rsidP="00411BB4">
      <w:pPr>
        <w:pStyle w:val="libNormal"/>
      </w:pPr>
      <w:r>
        <w:t>· Hari kelahiran NabiMuhammad Saw. (17 Rabi’ul Awal).</w:t>
      </w:r>
    </w:p>
    <w:p w:rsidR="00411BB4" w:rsidRDefault="00411BB4" w:rsidP="00411BB4">
      <w:pPr>
        <w:pStyle w:val="libNormal"/>
      </w:pPr>
      <w:r>
        <w:t>· Hari Arafah (9 Zulhijah), selama puasa tidak menjadi kendala dalam membaca doa-doa hari</w:t>
      </w:r>
    </w:p>
    <w:p w:rsidR="00411BB4" w:rsidRDefault="00411BB4" w:rsidP="00411BB4">
      <w:pPr>
        <w:pStyle w:val="libNormal"/>
      </w:pPr>
      <w:r>
        <w:t>itu.</w:t>
      </w:r>
    </w:p>
    <w:p w:rsidR="00411BB4" w:rsidRDefault="00411BB4" w:rsidP="00411BB4">
      <w:pPr>
        <w:pStyle w:val="libNormal"/>
      </w:pPr>
      <w:r>
        <w:t>· Sepanjang bulan Rajab dan bulan Syaban.</w:t>
      </w:r>
    </w:p>
    <w:p w:rsidR="009440A6" w:rsidRDefault="00411BB4" w:rsidP="00411BB4">
      <w:pPr>
        <w:pStyle w:val="libNormal"/>
      </w:pPr>
      <w:r>
        <w:t>· Tang</w:t>
      </w:r>
      <w:r w:rsidR="00B25A08">
        <w:t>gal 13, 14 dan 15 setiap bulan.</w:t>
      </w:r>
      <w:r w:rsidR="00B25A08" w:rsidRPr="00B25A08">
        <w:rPr>
          <w:rStyle w:val="libFootnotenumChar"/>
        </w:rPr>
        <w:footnoteReference w:id="438"/>
      </w:r>
    </w:p>
    <w:p w:rsidR="00DE1221" w:rsidRDefault="00DE1221" w:rsidP="00DE1221">
      <w:pPr>
        <w:pStyle w:val="libNormal"/>
      </w:pPr>
    </w:p>
    <w:p w:rsidR="00DE1221" w:rsidRDefault="00DE1221" w:rsidP="00DE1221">
      <w:pPr>
        <w:pStyle w:val="Heading2"/>
      </w:pPr>
      <w:bookmarkStart w:id="331" w:name="_Toc422656826"/>
      <w:r>
        <w:t>Puasa-puasa Makruh</w:t>
      </w:r>
      <w:bookmarkEnd w:id="331"/>
    </w:p>
    <w:p w:rsidR="00DE1221" w:rsidRDefault="00DE1221" w:rsidP="00DE1221">
      <w:pPr>
        <w:pStyle w:val="libNormal"/>
      </w:pPr>
    </w:p>
    <w:p w:rsidR="00DE1221" w:rsidRDefault="00DE1221" w:rsidP="00DE1221">
      <w:pPr>
        <w:pStyle w:val="libNormal"/>
      </w:pPr>
      <w:r>
        <w:t>· Puasa tamu tanpa seizin tuan rumah.</w:t>
      </w:r>
    </w:p>
    <w:p w:rsidR="00DE1221" w:rsidRDefault="00DE1221" w:rsidP="00DE1221">
      <w:pPr>
        <w:pStyle w:val="libNormal"/>
      </w:pPr>
      <w:r>
        <w:t>· Puasa tamu yang dilarang tuan rumah.</w:t>
      </w:r>
    </w:p>
    <w:p w:rsidR="00DE1221" w:rsidRDefault="00DE1221" w:rsidP="00DE1221">
      <w:pPr>
        <w:pStyle w:val="libNormal"/>
      </w:pPr>
      <w:r>
        <w:t>· Puasa anak tanpa seizin ayahnya.</w:t>
      </w:r>
    </w:p>
    <w:p w:rsidR="00DE1221" w:rsidRDefault="00DE1221" w:rsidP="00DE1221">
      <w:pPr>
        <w:pStyle w:val="libNormal"/>
      </w:pPr>
      <w:r>
        <w:lastRenderedPageBreak/>
        <w:t>· Puasa pada hari ‘Asyura (10 Muharam).</w:t>
      </w:r>
    </w:p>
    <w:p w:rsidR="00DE1221" w:rsidRDefault="00DE1221" w:rsidP="00DE1221">
      <w:pPr>
        <w:pStyle w:val="libNormal"/>
      </w:pPr>
      <w:r>
        <w:t>· Puasa hari Arafah jika menjadi penghalang untukmem-baca doa-doa hari itu.</w:t>
      </w:r>
    </w:p>
    <w:p w:rsidR="00DE1221" w:rsidRDefault="00DE1221" w:rsidP="00DE1221">
      <w:pPr>
        <w:pStyle w:val="libNormal"/>
      </w:pPr>
      <w:r>
        <w:t>· Puasa seseorang pada hari yang dia tidak tahu apakah itu hari Arafah atau hari raya Idul</w:t>
      </w:r>
    </w:p>
    <w:p w:rsidR="00DE1221" w:rsidRDefault="00DE1221" w:rsidP="00DE1221">
      <w:pPr>
        <w:pStyle w:val="libNormal"/>
      </w:pPr>
      <w:r>
        <w:t>Adha.</w:t>
      </w:r>
      <w:r w:rsidRPr="00DE1221">
        <w:rPr>
          <w:rStyle w:val="libFootnotenumChar"/>
        </w:rPr>
        <w:footnoteReference w:id="439"/>
      </w:r>
    </w:p>
    <w:p w:rsidR="00DE1221" w:rsidRDefault="00DE1221" w:rsidP="00DE1221">
      <w:pPr>
        <w:pStyle w:val="libNormal"/>
      </w:pPr>
    </w:p>
    <w:p w:rsidR="00DE1221" w:rsidRDefault="00DE1221" w:rsidP="00DE1221">
      <w:pPr>
        <w:pStyle w:val="Heading2"/>
      </w:pPr>
      <w:bookmarkStart w:id="332" w:name="_Toc422656827"/>
      <w:r>
        <w:t>Niat Puasa</w:t>
      </w:r>
      <w:bookmarkEnd w:id="332"/>
    </w:p>
    <w:p w:rsidR="00DE1221" w:rsidRDefault="00DE1221" w:rsidP="00DE1221">
      <w:pPr>
        <w:pStyle w:val="libNormal"/>
      </w:pPr>
    </w:p>
    <w:p w:rsidR="00DE1221" w:rsidRDefault="00DE1221" w:rsidP="00DE1221">
      <w:pPr>
        <w:pStyle w:val="libNormal"/>
      </w:pPr>
      <w:r>
        <w:t>1. Puasa termasuk ibadah dan harus dikerjakan dalam rangka melaksanakan perintah Allah</w:t>
      </w:r>
    </w:p>
    <w:p w:rsidR="00DE1221" w:rsidRDefault="00DE1221" w:rsidP="00DE1221">
      <w:pPr>
        <w:pStyle w:val="libNormal"/>
      </w:pPr>
      <w:r>
        <w:t>Swt.</w:t>
      </w:r>
      <w:r w:rsidRPr="00DE1221">
        <w:rPr>
          <w:rStyle w:val="libFootnotenumChar"/>
        </w:rPr>
        <w:footnoteReference w:id="440"/>
      </w:r>
    </w:p>
    <w:p w:rsidR="00DE1221" w:rsidRDefault="00DE1221" w:rsidP="00DE1221">
      <w:pPr>
        <w:pStyle w:val="libNormal"/>
      </w:pPr>
      <w:r>
        <w:t>2. Seseorang bisa berniat pada setiap malam bulan Rama-dhan untuk puasa esok harinya, dan</w:t>
      </w:r>
    </w:p>
    <w:p w:rsidR="00DE1221" w:rsidRDefault="00DE1221" w:rsidP="00DE1221">
      <w:pPr>
        <w:pStyle w:val="libNormal"/>
      </w:pPr>
      <w:r>
        <w:t>lebih baik berniat pada malam pertama bulan Ramadhan untuk puasa sebulan penuh.</w:t>
      </w:r>
      <w:r w:rsidRPr="00DE1221">
        <w:rPr>
          <w:rStyle w:val="libFootnotenumChar"/>
        </w:rPr>
        <w:footnoteReference w:id="441"/>
      </w:r>
    </w:p>
    <w:p w:rsidR="00DE1221" w:rsidRDefault="00DE1221" w:rsidP="00DE1221">
      <w:pPr>
        <w:pStyle w:val="libNormal"/>
      </w:pPr>
      <w:r>
        <w:t>3. Pada puasa wajib, niat puasa tidak boleh terlambat sampai azan Subuh tanpa uzur.</w:t>
      </w:r>
      <w:r w:rsidRPr="00DE1221">
        <w:rPr>
          <w:rStyle w:val="libFootnotenumChar"/>
        </w:rPr>
        <w:footnoteReference w:id="442"/>
      </w:r>
    </w:p>
    <w:p w:rsidR="00DE1221" w:rsidRDefault="00DE1221" w:rsidP="00DE1221">
      <w:pPr>
        <w:pStyle w:val="libNormal"/>
      </w:pPr>
      <w:r>
        <w:t>4. Pada puasa wajib, jika karena ada uzur—seperti lupa atau bepergian—tidak berniat puasa,</w:t>
      </w:r>
    </w:p>
    <w:p w:rsidR="00DE1221" w:rsidRDefault="00DE1221" w:rsidP="00DE1221">
      <w:pPr>
        <w:pStyle w:val="libNormal"/>
      </w:pPr>
      <w:r>
        <w:t>maka selama tidak mengerjakan sesuatu yang membatalkan puasa, bisa berniat untuk puasa</w:t>
      </w:r>
    </w:p>
    <w:p w:rsidR="00DE1221" w:rsidRDefault="00DE1221" w:rsidP="00DE1221">
      <w:pPr>
        <w:pStyle w:val="libNormal"/>
      </w:pPr>
      <w:r>
        <w:t>sebelum waktu Zuhur tiba.</w:t>
      </w:r>
      <w:r w:rsidRPr="00DE1221">
        <w:rPr>
          <w:rStyle w:val="libFootnotenumChar"/>
        </w:rPr>
        <w:footnoteReference w:id="443"/>
      </w:r>
    </w:p>
    <w:p w:rsidR="00DE1221" w:rsidRDefault="00DE1221" w:rsidP="00DE1221">
      <w:pPr>
        <w:pStyle w:val="libNormal"/>
      </w:pPr>
      <w:r>
        <w:t>5. Niat tidak harus diucapkan dengan kata-kata, bahkan sudah cukup sebatas kesadaran untuk</w:t>
      </w:r>
    </w:p>
    <w:p w:rsidR="00DE1221" w:rsidRDefault="00DE1221" w:rsidP="00DE1221">
      <w:pPr>
        <w:pStyle w:val="libNormal"/>
      </w:pPr>
      <w:r>
        <w:t>tidak me-ngerjakan hal-hal yang membatalkan puasa dari Subuh sampai Maghrib demi</w:t>
      </w:r>
    </w:p>
    <w:p w:rsidR="00DE1221" w:rsidRDefault="00DE1221" w:rsidP="00DE1221">
      <w:pPr>
        <w:pStyle w:val="libNormal"/>
      </w:pPr>
      <w:r>
        <w:t>melaksanakan perintah Allah Swt.</w:t>
      </w:r>
      <w:r w:rsidRPr="00DE1221">
        <w:rPr>
          <w:rStyle w:val="libFootnotenumChar"/>
        </w:rPr>
        <w:footnoteReference w:id="444"/>
      </w:r>
    </w:p>
    <w:p w:rsidR="00DE1221" w:rsidRDefault="00DE1221" w:rsidP="00DE1221">
      <w:pPr>
        <w:pStyle w:val="libNormal"/>
      </w:pPr>
    </w:p>
    <w:p w:rsidR="00DE1221" w:rsidRDefault="00DE1221" w:rsidP="00DE1221">
      <w:pPr>
        <w:pStyle w:val="Heading2"/>
      </w:pPr>
      <w:bookmarkStart w:id="333" w:name="_Toc422656828"/>
      <w:r>
        <w:lastRenderedPageBreak/>
        <w:t>Kesimpulan Pelajaran</w:t>
      </w:r>
      <w:bookmarkEnd w:id="333"/>
    </w:p>
    <w:p w:rsidR="00DE1221" w:rsidRDefault="00DE1221" w:rsidP="00DE1221">
      <w:pPr>
        <w:pStyle w:val="libNormal"/>
      </w:pPr>
    </w:p>
    <w:p w:rsidR="00DE1221" w:rsidRDefault="00DE1221" w:rsidP="00DE1221">
      <w:pPr>
        <w:pStyle w:val="libNormal"/>
      </w:pPr>
      <w:r>
        <w:t>1. Waktu puasa dimulai dari azan Subuh sampaiMaghrib.</w:t>
      </w:r>
    </w:p>
    <w:p w:rsidR="00DE1221" w:rsidRDefault="00DE1221" w:rsidP="00DE1221">
      <w:pPr>
        <w:pStyle w:val="libNormal"/>
      </w:pPr>
      <w:r>
        <w:t>2. Puasa bulan Ramadhan, puasa qodho, puasa kaffarah dan puasa nazar termasuk puasa-puasa</w:t>
      </w:r>
    </w:p>
    <w:p w:rsidR="00DE1221" w:rsidRDefault="00DE1221" w:rsidP="00DE1221">
      <w:pPr>
        <w:pStyle w:val="libNormal"/>
      </w:pPr>
      <w:r>
        <w:t>wajib.</w:t>
      </w:r>
    </w:p>
    <w:p w:rsidR="00DE1221" w:rsidRDefault="00DE1221" w:rsidP="00DE1221">
      <w:pPr>
        <w:pStyle w:val="libNormal"/>
      </w:pPr>
      <w:r>
        <w:t>3. Puasa qodho ayah, setelah meninggalnya, adalah wajib atas anak lelaki terbesar.</w:t>
      </w:r>
    </w:p>
    <w:p w:rsidR="00DE1221" w:rsidRDefault="00DE1221" w:rsidP="00DE1221">
      <w:pPr>
        <w:pStyle w:val="libNormal"/>
      </w:pPr>
      <w:r>
        <w:t>4. Puasa hari raya Idul Fitri dan hari raya Idul Adha serta puasa sunah anak yang menyebabkan</w:t>
      </w:r>
    </w:p>
    <w:p w:rsidR="00DE1221" w:rsidRDefault="00DE1221" w:rsidP="00DE1221">
      <w:pPr>
        <w:pStyle w:val="libNormal"/>
      </w:pPr>
      <w:r>
        <w:t>terusiknya kedua orang tua adalah haram.</w:t>
      </w:r>
    </w:p>
    <w:p w:rsidR="00DE1221" w:rsidRDefault="00DE1221" w:rsidP="00DE1221">
      <w:pPr>
        <w:pStyle w:val="libNormal"/>
      </w:pPr>
      <w:r>
        <w:t>5. Berpuasa pada hari-hari dalam setahun selain puasa-puasa haram dam makruh adalah sunah.</w:t>
      </w:r>
    </w:p>
    <w:p w:rsidR="00DE1221" w:rsidRDefault="00DE1221" w:rsidP="00DE1221">
      <w:pPr>
        <w:pStyle w:val="libNormal"/>
      </w:pPr>
      <w:r>
        <w:t>Akan tetapi, terdapat hari-hari yang lebih ditekankan seperti:</w:t>
      </w:r>
    </w:p>
    <w:p w:rsidR="00DE1221" w:rsidRDefault="00DE1221" w:rsidP="00DE1221">
      <w:pPr>
        <w:pStyle w:val="libNormal"/>
      </w:pPr>
      <w:r>
        <w:t>a. Setiap hari Kamis dan Jum’at.</w:t>
      </w:r>
    </w:p>
    <w:p w:rsidR="00DE1221" w:rsidRDefault="00DE1221" w:rsidP="00DE1221">
      <w:pPr>
        <w:pStyle w:val="libNormal"/>
      </w:pPr>
      <w:r>
        <w:t>b. Hari kelahiran dan hari pengangkatan Muhammad Saw. sebagai nabi dan utusan Allah</w:t>
      </w:r>
    </w:p>
    <w:p w:rsidR="00DE1221" w:rsidRDefault="00DE1221" w:rsidP="00DE1221">
      <w:pPr>
        <w:pStyle w:val="libNormal"/>
      </w:pPr>
      <w:r>
        <w:t>Swt.</w:t>
      </w:r>
    </w:p>
    <w:p w:rsidR="00DE1221" w:rsidRDefault="00DE1221" w:rsidP="00DE1221">
      <w:pPr>
        <w:pStyle w:val="libNormal"/>
      </w:pPr>
      <w:r>
        <w:t>c. Hari kesembilan dan kedelapan belas Zulhijah (hari Arafah dan hari raya Ghadir).</w:t>
      </w:r>
    </w:p>
    <w:p w:rsidR="00DE1221" w:rsidRDefault="00DE1221" w:rsidP="00DE1221">
      <w:pPr>
        <w:pStyle w:val="libNormal"/>
      </w:pPr>
      <w:r>
        <w:t>6. Puasa sunah anak tanpa seizin ayahnya adalah makruh.</w:t>
      </w:r>
    </w:p>
    <w:p w:rsidR="00DE1221" w:rsidRDefault="00DE1221" w:rsidP="00DE1221">
      <w:pPr>
        <w:pStyle w:val="libNormal"/>
      </w:pPr>
      <w:r>
        <w:t>7. Pada bulan Ramadhan, bisa berniat pada setiap malam untuk puasa esok harinya, dan lebih</w:t>
      </w:r>
    </w:p>
    <w:p w:rsidR="00DE1221" w:rsidRDefault="00DE1221" w:rsidP="00DE1221">
      <w:pPr>
        <w:pStyle w:val="libNormal"/>
      </w:pPr>
      <w:r>
        <w:t>baik berniat pada malam pertama bulan Ramadhan untuk puasa sebulan penuh.</w:t>
      </w:r>
    </w:p>
    <w:p w:rsidR="00DE1221" w:rsidRDefault="00DE1221" w:rsidP="00DE1221">
      <w:pPr>
        <w:pStyle w:val="libNormal"/>
      </w:pPr>
    </w:p>
    <w:p w:rsidR="00DE1221" w:rsidRDefault="00DE1221" w:rsidP="00DE1221">
      <w:pPr>
        <w:pStyle w:val="Heading2"/>
      </w:pPr>
      <w:bookmarkStart w:id="334" w:name="_Toc422656829"/>
      <w:r>
        <w:t>Pertanyaan:</w:t>
      </w:r>
      <w:bookmarkEnd w:id="334"/>
    </w:p>
    <w:p w:rsidR="00DE1221" w:rsidRDefault="00DE1221" w:rsidP="00DE1221">
      <w:pPr>
        <w:pStyle w:val="libNormal"/>
      </w:pPr>
    </w:p>
    <w:p w:rsidR="00DE1221" w:rsidRDefault="00DE1221" w:rsidP="00DE1221">
      <w:pPr>
        <w:pStyle w:val="libNormal"/>
      </w:pPr>
      <w:r>
        <w:t>1. Apa hukum berpuasa pada hari-hari ini; 10 Muharam, 10 Zulhijah, 9 Zulhijah dan pertama</w:t>
      </w:r>
    </w:p>
    <w:p w:rsidR="00DE1221" w:rsidRDefault="00DE1221" w:rsidP="00DE1221">
      <w:pPr>
        <w:pStyle w:val="libNormal"/>
      </w:pPr>
      <w:r>
        <w:t>Syawal?</w:t>
      </w:r>
    </w:p>
    <w:p w:rsidR="00DE1221" w:rsidRDefault="00DE1221" w:rsidP="00DE1221">
      <w:pPr>
        <w:pStyle w:val="libNormal"/>
      </w:pPr>
      <w:r>
        <w:t>2. Apakah seorang anak boleh berpuasa jika ayahnya mengatakan kepadanya bahwa besok</w:t>
      </w:r>
    </w:p>
    <w:p w:rsidR="00DC1FF7" w:rsidRDefault="00DE1221" w:rsidP="00DE1221">
      <w:pPr>
        <w:pStyle w:val="libNormal"/>
      </w:pPr>
      <w:r>
        <w:lastRenderedPageBreak/>
        <w:t>jangan berpuasa?</w:t>
      </w:r>
    </w:p>
    <w:p w:rsidR="00E02A5A" w:rsidRDefault="00D37EEE" w:rsidP="00DE1221">
      <w:pPr>
        <w:pStyle w:val="libNormal"/>
      </w:pPr>
      <w:r w:rsidRPr="00D37EEE">
        <w:t>3. Jika setelah Subuh seseorang bangun dari tidur, apakah dia bisa berniat puasa?</w:t>
      </w:r>
    </w:p>
    <w:p w:rsidR="00E02A5A" w:rsidRPr="00E02A5A" w:rsidRDefault="00E02A5A">
      <w:r>
        <w:br w:type="page"/>
      </w:r>
    </w:p>
    <w:p w:rsidR="00365D67" w:rsidRDefault="00365D67" w:rsidP="00365D67">
      <w:pPr>
        <w:pStyle w:val="Heading1Center"/>
      </w:pPr>
      <w:bookmarkStart w:id="335" w:name="_Toc422656830"/>
      <w:r>
        <w:lastRenderedPageBreak/>
        <w:t>Pelajaran 32</w:t>
      </w:r>
      <w:bookmarkEnd w:id="335"/>
    </w:p>
    <w:p w:rsidR="00365D67" w:rsidRDefault="00365D67" w:rsidP="00365D67">
      <w:pPr>
        <w:pStyle w:val="Heading1Center"/>
      </w:pPr>
      <w:bookmarkStart w:id="336" w:name="_Toc422656831"/>
      <w:r>
        <w:t>HAL-HAL YANG MEMBATALKAN PUASA (1)</w:t>
      </w:r>
      <w:bookmarkEnd w:id="336"/>
    </w:p>
    <w:p w:rsidR="00365D67" w:rsidRDefault="00365D67" w:rsidP="00365D67">
      <w:pPr>
        <w:pStyle w:val="libNormal"/>
      </w:pPr>
    </w:p>
    <w:p w:rsidR="00365D67" w:rsidRDefault="00365D67" w:rsidP="00365D67">
      <w:pPr>
        <w:pStyle w:val="libNormal"/>
      </w:pPr>
      <w:r>
        <w:t>Pelaku puasa dari azan Subuh sampai Maghrib harus menghindari hal-hal yang bisa</w:t>
      </w:r>
    </w:p>
    <w:p w:rsidR="00365D67" w:rsidRDefault="00365D67" w:rsidP="00365D67">
      <w:pPr>
        <w:pStyle w:val="libNormal"/>
      </w:pPr>
      <w:r>
        <w:t>membatalkan salat, antara lain:</w:t>
      </w:r>
    </w:p>
    <w:p w:rsidR="00365D67" w:rsidRDefault="00365D67" w:rsidP="00365D67">
      <w:pPr>
        <w:pStyle w:val="libNormal"/>
      </w:pPr>
      <w:r>
        <w:t>· Makan dan minum.</w:t>
      </w:r>
    </w:p>
    <w:p w:rsidR="00365D67" w:rsidRDefault="00365D67" w:rsidP="00365D67">
      <w:pPr>
        <w:pStyle w:val="libNormal"/>
      </w:pPr>
      <w:r>
        <w:t>· Memasukkan debu tebal sampai ke tenggorokan.</w:t>
      </w:r>
    </w:p>
    <w:p w:rsidR="00365D67" w:rsidRDefault="00365D67" w:rsidP="00365D67">
      <w:pPr>
        <w:pStyle w:val="libNormal"/>
      </w:pPr>
      <w:r>
        <w:t>· Merendam seluruh kepala ke dalam air.</w:t>
      </w:r>
    </w:p>
    <w:p w:rsidR="00365D67" w:rsidRDefault="00365D67" w:rsidP="00365D67">
      <w:pPr>
        <w:pStyle w:val="libNormal"/>
      </w:pPr>
      <w:r>
        <w:t>· Muntah.</w:t>
      </w:r>
    </w:p>
    <w:p w:rsidR="00365D67" w:rsidRDefault="00365D67" w:rsidP="00365D67">
      <w:pPr>
        <w:pStyle w:val="libNormal"/>
      </w:pPr>
      <w:r>
        <w:t>· Berhubungan seks.</w:t>
      </w:r>
    </w:p>
    <w:p w:rsidR="00365D67" w:rsidRDefault="00365D67" w:rsidP="00365D67">
      <w:pPr>
        <w:pStyle w:val="libNormal"/>
      </w:pPr>
      <w:r>
        <w:t>· Istimna’ (onani).</w:t>
      </w:r>
    </w:p>
    <w:p w:rsidR="00365D67" w:rsidRDefault="00365D67" w:rsidP="00365D67">
      <w:pPr>
        <w:pStyle w:val="libNormal"/>
      </w:pPr>
      <w:r>
        <w:t>· Membiarkan diri dalam k</w:t>
      </w:r>
      <w:r w:rsidR="0037174E">
        <w:t>eadaan junub sampai azan Subuh.</w:t>
      </w:r>
      <w:r w:rsidR="0037174E" w:rsidRPr="0037174E">
        <w:rPr>
          <w:rStyle w:val="libFootnotenumChar"/>
        </w:rPr>
        <w:footnoteReference w:id="445"/>
      </w:r>
    </w:p>
    <w:p w:rsidR="00712B81" w:rsidRDefault="00712B81" w:rsidP="00365D67">
      <w:pPr>
        <w:pStyle w:val="libNormal"/>
      </w:pPr>
    </w:p>
    <w:p w:rsidR="00365D67" w:rsidRDefault="00365D67" w:rsidP="00712B81">
      <w:pPr>
        <w:pStyle w:val="Heading2"/>
      </w:pPr>
      <w:bookmarkStart w:id="337" w:name="_Toc422656832"/>
      <w:r>
        <w:t>Hukum-hukum Hal yang Membatalkan Puasa</w:t>
      </w:r>
      <w:bookmarkEnd w:id="337"/>
    </w:p>
    <w:p w:rsidR="00712B81" w:rsidRDefault="00712B81" w:rsidP="00365D67">
      <w:pPr>
        <w:pStyle w:val="libNormal"/>
      </w:pPr>
    </w:p>
    <w:p w:rsidR="00365D67" w:rsidRDefault="00365D67" w:rsidP="00712B81">
      <w:pPr>
        <w:pStyle w:val="Heading3"/>
      </w:pPr>
      <w:bookmarkStart w:id="338" w:name="_Toc422656833"/>
      <w:r>
        <w:t>· Makan dan Minum</w:t>
      </w:r>
      <w:bookmarkEnd w:id="338"/>
    </w:p>
    <w:p w:rsidR="00365D67" w:rsidRDefault="00365D67" w:rsidP="00365D67">
      <w:pPr>
        <w:pStyle w:val="libNormal"/>
      </w:pPr>
      <w:r>
        <w:t>1. Jika pelaku puasa sengaja memakan atau meminu</w:t>
      </w:r>
      <w:r w:rsidR="0037174E">
        <w:t>m sesuatu, maka puasanya batal.</w:t>
      </w:r>
      <w:r w:rsidR="0037174E" w:rsidRPr="0037174E">
        <w:rPr>
          <w:rStyle w:val="libFootnotenumChar"/>
        </w:rPr>
        <w:footnoteReference w:id="446"/>
      </w:r>
    </w:p>
    <w:p w:rsidR="00365D67" w:rsidRDefault="00365D67" w:rsidP="00365D67">
      <w:pPr>
        <w:pStyle w:val="libNormal"/>
      </w:pPr>
      <w:r>
        <w:t>2. Jika pelaku puasa sengaja menelan sisa makanan yang ada di sela-sela gusi, maka puasanya</w:t>
      </w:r>
    </w:p>
    <w:p w:rsidR="00365D67" w:rsidRDefault="0037174E" w:rsidP="00365D67">
      <w:pPr>
        <w:pStyle w:val="libNormal"/>
      </w:pPr>
      <w:r>
        <w:t xml:space="preserve">batal. </w:t>
      </w:r>
      <w:r w:rsidRPr="0037174E">
        <w:rPr>
          <w:rStyle w:val="libFootnotenumChar"/>
        </w:rPr>
        <w:footnoteReference w:id="447"/>
      </w:r>
    </w:p>
    <w:p w:rsidR="00365D67" w:rsidRDefault="00365D67" w:rsidP="00365D67">
      <w:pPr>
        <w:pStyle w:val="libNormal"/>
      </w:pPr>
      <w:r>
        <w:t>3. Menelan ludah tidakmemb</w:t>
      </w:r>
      <w:r w:rsidR="0037174E">
        <w:t xml:space="preserve">atalkan puasa walaupun banyak. </w:t>
      </w:r>
      <w:r w:rsidR="0037174E" w:rsidRPr="0037174E">
        <w:rPr>
          <w:rStyle w:val="libFootnotenumChar"/>
        </w:rPr>
        <w:footnoteReference w:id="448"/>
      </w:r>
    </w:p>
    <w:p w:rsidR="00365D67" w:rsidRDefault="00365D67" w:rsidP="00365D67">
      <w:pPr>
        <w:pStyle w:val="libNormal"/>
      </w:pPr>
      <w:r>
        <w:t>4. Jika pelaku puasa karena lupa (tidak tahu kalau dirinya lagi puasa) memakan atau meminum</w:t>
      </w:r>
    </w:p>
    <w:p w:rsidR="00365D67" w:rsidRDefault="0037174E" w:rsidP="00365D67">
      <w:pPr>
        <w:pStyle w:val="libNormal"/>
      </w:pPr>
      <w:r>
        <w:t>sesuatu, puasanya tidak batal.</w:t>
      </w:r>
      <w:r w:rsidRPr="0037174E">
        <w:rPr>
          <w:rStyle w:val="libFootnotenumChar"/>
        </w:rPr>
        <w:footnoteReference w:id="449"/>
      </w:r>
    </w:p>
    <w:p w:rsidR="00365D67" w:rsidRDefault="00365D67" w:rsidP="00365D67">
      <w:pPr>
        <w:pStyle w:val="libNormal"/>
      </w:pPr>
      <w:r>
        <w:lastRenderedPageBreak/>
        <w:t>5. Seseorang tidak boleh membatalkan puasanya karena lemas, tetapi jika karena lemas dia tidak</w:t>
      </w:r>
    </w:p>
    <w:p w:rsidR="00365D67" w:rsidRDefault="00365D67" w:rsidP="00365D67">
      <w:pPr>
        <w:pStyle w:val="libNormal"/>
      </w:pPr>
      <w:r>
        <w:t>sanggup lagi, m</w:t>
      </w:r>
      <w:r w:rsidR="0037174E">
        <w:t>aka boleh membatalkan puasanya.</w:t>
      </w:r>
      <w:r w:rsidR="0037174E" w:rsidRPr="0037174E">
        <w:rPr>
          <w:rStyle w:val="libFootnotenumChar"/>
        </w:rPr>
        <w:footnoteReference w:id="450"/>
      </w:r>
    </w:p>
    <w:p w:rsidR="00712B81" w:rsidRDefault="00712B81" w:rsidP="00365D67">
      <w:pPr>
        <w:pStyle w:val="libNormal"/>
      </w:pPr>
    </w:p>
    <w:p w:rsidR="00365D67" w:rsidRDefault="00365D67" w:rsidP="00712B81">
      <w:pPr>
        <w:pStyle w:val="Heading3"/>
      </w:pPr>
      <w:bookmarkStart w:id="339" w:name="_Toc422656834"/>
      <w:r>
        <w:t>· Suntik</w:t>
      </w:r>
      <w:bookmarkEnd w:id="339"/>
    </w:p>
    <w:p w:rsidR="00365D67" w:rsidRDefault="00365D67" w:rsidP="00365D67">
      <w:pPr>
        <w:pStyle w:val="libNormal"/>
      </w:pPr>
      <w:r>
        <w:t>Jika bukan sebagai pengganti makanan, suntik</w:t>
      </w:r>
      <w:r w:rsidR="0037174E">
        <w:t>an tidak-lah membatalkan puasa,</w:t>
      </w:r>
      <w:r w:rsidR="0037174E" w:rsidRPr="0037174E">
        <w:rPr>
          <w:rStyle w:val="libFootnotenumChar"/>
        </w:rPr>
        <w:footnoteReference w:id="451"/>
      </w:r>
      <w:r>
        <w:t xml:space="preserve"> sekalipun</w:t>
      </w:r>
    </w:p>
    <w:p w:rsidR="00365D67" w:rsidRDefault="00365D67" w:rsidP="00365D67">
      <w:pPr>
        <w:pStyle w:val="libNormal"/>
      </w:pPr>
      <w:r>
        <w:t>menjadikan b</w:t>
      </w:r>
      <w:r w:rsidR="0037174E">
        <w:t>agian anggota badannya terbius.</w:t>
      </w:r>
      <w:r w:rsidR="0037174E" w:rsidRPr="0037174E">
        <w:rPr>
          <w:rStyle w:val="libFootnotenumChar"/>
        </w:rPr>
        <w:footnoteReference w:id="452"/>
      </w:r>
    </w:p>
    <w:p w:rsidR="00712B81" w:rsidRDefault="00712B81" w:rsidP="00365D67">
      <w:pPr>
        <w:pStyle w:val="libNormal"/>
      </w:pPr>
    </w:p>
    <w:p w:rsidR="00365D67" w:rsidRDefault="00365D67" w:rsidP="00712B81">
      <w:pPr>
        <w:pStyle w:val="Heading3"/>
      </w:pPr>
      <w:bookmarkStart w:id="340" w:name="_Toc422656835"/>
      <w:r>
        <w:t>· Memasukkan Debu Tebal ke Tenggorokan</w:t>
      </w:r>
      <w:bookmarkEnd w:id="340"/>
    </w:p>
    <w:p w:rsidR="00365D67" w:rsidRDefault="00365D67" w:rsidP="00365D67">
      <w:pPr>
        <w:pStyle w:val="libNormal"/>
      </w:pPr>
      <w:r>
        <w:t>1. Jika pelaku puasa memasukkan debu tebal k</w:t>
      </w:r>
      <w:r w:rsidR="0037174E">
        <w:t>e tenggorokan, puasanya batal,</w:t>
      </w:r>
      <w:r w:rsidR="0037174E" w:rsidRPr="0037174E">
        <w:rPr>
          <w:rStyle w:val="libFootnotenumChar"/>
        </w:rPr>
        <w:footnoteReference w:id="453"/>
      </w:r>
      <w:r>
        <w:t xml:space="preserve"> baik debu</w:t>
      </w:r>
    </w:p>
    <w:p w:rsidR="00365D67" w:rsidRDefault="00365D67" w:rsidP="00365D67">
      <w:pPr>
        <w:pStyle w:val="libNormal"/>
      </w:pPr>
      <w:r>
        <w:t>makanan, seperti tepung atau selain makanan, seperti tanah.</w:t>
      </w:r>
    </w:p>
    <w:p w:rsidR="00365D67" w:rsidRDefault="00365D67" w:rsidP="00365D67">
      <w:pPr>
        <w:pStyle w:val="libNormal"/>
      </w:pPr>
      <w:r>
        <w:t>2. Puasa tidak batal pada beberapa hal di bawah ini:</w:t>
      </w:r>
    </w:p>
    <w:p w:rsidR="00365D67" w:rsidRDefault="00365D67" w:rsidP="00365D67">
      <w:pPr>
        <w:pStyle w:val="libNormal"/>
      </w:pPr>
      <w:r>
        <w:t>a. Debu tidak tebal.</w:t>
      </w:r>
    </w:p>
    <w:p w:rsidR="00365D67" w:rsidRDefault="00365D67" w:rsidP="00365D67">
      <w:pPr>
        <w:pStyle w:val="libNormal"/>
      </w:pPr>
      <w:r>
        <w:t>b. Tidak sampai ke tenggorokan, tetapi hanya sampai di dalam mulut.</w:t>
      </w:r>
    </w:p>
    <w:p w:rsidR="00DE1221" w:rsidRDefault="00365D67" w:rsidP="00365D67">
      <w:pPr>
        <w:pStyle w:val="libNormal"/>
      </w:pPr>
      <w:r>
        <w:t>c. Masuk ke tenggorokan tanpa disengaja.</w:t>
      </w:r>
    </w:p>
    <w:p w:rsidR="00580BDF" w:rsidRDefault="00580BDF" w:rsidP="00580BDF">
      <w:pPr>
        <w:pStyle w:val="libNormal"/>
      </w:pPr>
      <w:r>
        <w:t>d. Tidak tahu kalau dalam keadaan berpuasa.</w:t>
      </w:r>
    </w:p>
    <w:p w:rsidR="00580BDF" w:rsidRDefault="00580BDF" w:rsidP="00580BDF">
      <w:pPr>
        <w:pStyle w:val="libNormal"/>
      </w:pPr>
      <w:r>
        <w:t>e. Ragu sampai atau tidaknya debu tebal ke teng-gorokan.</w:t>
      </w:r>
      <w:r w:rsidRPr="00580BDF">
        <w:rPr>
          <w:rStyle w:val="libFootnotenumChar"/>
        </w:rPr>
        <w:footnoteReference w:id="454"/>
      </w:r>
    </w:p>
    <w:p w:rsidR="00580BDF" w:rsidRDefault="00580BDF" w:rsidP="00580BDF">
      <w:pPr>
        <w:pStyle w:val="libNormal"/>
      </w:pPr>
    </w:p>
    <w:p w:rsidR="00580BDF" w:rsidRDefault="00580BDF" w:rsidP="00580BDF">
      <w:pPr>
        <w:pStyle w:val="Heading3"/>
      </w:pPr>
      <w:bookmarkStart w:id="341" w:name="_Toc422656836"/>
      <w:r>
        <w:t>· Merendam Seluruh Kepala di dalam Air</w:t>
      </w:r>
      <w:bookmarkEnd w:id="341"/>
    </w:p>
    <w:p w:rsidR="00580BDF" w:rsidRDefault="00580BDF" w:rsidP="00580BDF">
      <w:pPr>
        <w:pStyle w:val="libNormal"/>
      </w:pPr>
      <w:r>
        <w:t>1. Jika pelaku puasa sengaja memasukkan kepala ke dalam air mutlak</w:t>
      </w:r>
      <w:r w:rsidRPr="00580BDF">
        <w:rPr>
          <w:rStyle w:val="libFootnotenumChar"/>
        </w:rPr>
        <w:footnoteReference w:id="455"/>
      </w:r>
      <w:r>
        <w:t xml:space="preserve"> maka puasanya batal.</w:t>
      </w:r>
    </w:p>
    <w:p w:rsidR="00580BDF" w:rsidRDefault="00580BDF" w:rsidP="00580BDF">
      <w:pPr>
        <w:pStyle w:val="libNormal"/>
      </w:pPr>
      <w:r>
        <w:t>2. Puasa tidak batal pada beberapa hal di bawah ini:</w:t>
      </w:r>
    </w:p>
    <w:p w:rsidR="00580BDF" w:rsidRDefault="00580BDF" w:rsidP="00580BDF">
      <w:pPr>
        <w:pStyle w:val="libNormal"/>
      </w:pPr>
      <w:r>
        <w:lastRenderedPageBreak/>
        <w:t>a. Lupa merendam kepala ke dalam air.</w:t>
      </w:r>
    </w:p>
    <w:p w:rsidR="00580BDF" w:rsidRDefault="00580BDF" w:rsidP="00580BDF">
      <w:pPr>
        <w:pStyle w:val="libNormal"/>
      </w:pPr>
      <w:r>
        <w:t>b. Merendam sebagian kepala ke dalam air.</w:t>
      </w:r>
    </w:p>
    <w:p w:rsidR="00580BDF" w:rsidRDefault="00580BDF" w:rsidP="00580BDF">
      <w:pPr>
        <w:pStyle w:val="libNormal"/>
      </w:pPr>
      <w:r>
        <w:t>c. Merendam setengah dari kepala ke dalam air ke-mudian merendamkan setengah</w:t>
      </w:r>
    </w:p>
    <w:p w:rsidR="00580BDF" w:rsidRDefault="00580BDF" w:rsidP="00580BDF">
      <w:pPr>
        <w:pStyle w:val="libNormal"/>
      </w:pPr>
      <w:r>
        <w:t>lainnya.</w:t>
      </w:r>
    </w:p>
    <w:p w:rsidR="00580BDF" w:rsidRDefault="00580BDF" w:rsidP="00580BDF">
      <w:pPr>
        <w:pStyle w:val="libNormal"/>
      </w:pPr>
      <w:r>
        <w:t>d. Jatuh ke dalam air secara tak sengaja.</w:t>
      </w:r>
    </w:p>
    <w:p w:rsidR="00580BDF" w:rsidRDefault="00580BDF" w:rsidP="00580BDF">
      <w:pPr>
        <w:pStyle w:val="libNormal"/>
      </w:pPr>
      <w:r>
        <w:t>e. Orang lain merendamkan kepalanya ke dalam air dengan paksa.</w:t>
      </w:r>
    </w:p>
    <w:p w:rsidR="00580BDF" w:rsidRDefault="00580BDF" w:rsidP="00580BDF">
      <w:pPr>
        <w:pStyle w:val="libNormal"/>
      </w:pPr>
      <w:r>
        <w:t>f. Ragu apakah seluruh kepala telah masuk ke da-lam air atau tidak.</w:t>
      </w:r>
      <w:r w:rsidRPr="00580BDF">
        <w:rPr>
          <w:rStyle w:val="libFootnotenumChar"/>
        </w:rPr>
        <w:footnoteReference w:id="456"/>
      </w:r>
    </w:p>
    <w:p w:rsidR="00580BDF" w:rsidRDefault="00580BDF" w:rsidP="00580BDF">
      <w:pPr>
        <w:pStyle w:val="libNormal"/>
      </w:pPr>
    </w:p>
    <w:p w:rsidR="00580BDF" w:rsidRDefault="00580BDF" w:rsidP="00580BDF">
      <w:pPr>
        <w:pStyle w:val="Heading3"/>
      </w:pPr>
      <w:bookmarkStart w:id="342" w:name="_Toc422656837"/>
      <w:r>
        <w:t>· Muntah</w:t>
      </w:r>
      <w:bookmarkEnd w:id="342"/>
    </w:p>
    <w:p w:rsidR="00580BDF" w:rsidRDefault="00580BDF" w:rsidP="00580BDF">
      <w:pPr>
        <w:pStyle w:val="libNormal"/>
      </w:pPr>
      <w:r>
        <w:t>1. Jika pelaku puasa sengaja muntah, sekalipun karena sakit, puasanya batal.</w:t>
      </w:r>
      <w:r w:rsidRPr="00580BDF">
        <w:rPr>
          <w:rStyle w:val="libFootnotenumChar"/>
        </w:rPr>
        <w:footnoteReference w:id="457"/>
      </w:r>
    </w:p>
    <w:p w:rsidR="00580BDF" w:rsidRDefault="00580BDF" w:rsidP="00580BDF">
      <w:pPr>
        <w:pStyle w:val="libNormal"/>
      </w:pPr>
      <w:r>
        <w:t>2. Jika pelaku puasa tidak tahu hari puasa atau muntah tanpa disengaja, puasanya tidak</w:t>
      </w:r>
    </w:p>
    <w:p w:rsidR="00580BDF" w:rsidRDefault="00580BDF" w:rsidP="00580BDF">
      <w:pPr>
        <w:pStyle w:val="libNormal"/>
      </w:pPr>
      <w:r>
        <w:t>batal.</w:t>
      </w:r>
      <w:r w:rsidRPr="00580BDF">
        <w:rPr>
          <w:rStyle w:val="libFootnotenumChar"/>
        </w:rPr>
        <w:footnoteReference w:id="458"/>
      </w:r>
    </w:p>
    <w:p w:rsidR="00580BDF" w:rsidRDefault="00580BDF" w:rsidP="00580BDF">
      <w:pPr>
        <w:pStyle w:val="libNormal"/>
      </w:pPr>
    </w:p>
    <w:p w:rsidR="00580BDF" w:rsidRDefault="00580BDF" w:rsidP="00580BDF">
      <w:pPr>
        <w:pStyle w:val="Heading3"/>
      </w:pPr>
      <w:bookmarkStart w:id="343" w:name="_Toc422656838"/>
      <w:r>
        <w:t>· Istimna’ (Onani)</w:t>
      </w:r>
      <w:bookmarkEnd w:id="343"/>
    </w:p>
    <w:p w:rsidR="00580BDF" w:rsidRDefault="00580BDF" w:rsidP="00580BDF">
      <w:pPr>
        <w:pStyle w:val="libNormal"/>
      </w:pPr>
      <w:r>
        <w:t>1. Jika pelaku salat ber-istimna’ yakni dia sendiri melakukan kebiasaan rahasia sehingga</w:t>
      </w:r>
    </w:p>
    <w:p w:rsidR="00580BDF" w:rsidRDefault="00580BDF" w:rsidP="00580BDF">
      <w:pPr>
        <w:pStyle w:val="libNormal"/>
      </w:pPr>
      <w:r>
        <w:t>cairan mani keluar darinya, maka puasanya batal.</w:t>
      </w:r>
      <w:r w:rsidRPr="00580BDF">
        <w:rPr>
          <w:rStyle w:val="libFootnotenumChar"/>
        </w:rPr>
        <w:footnoteReference w:id="459"/>
      </w:r>
    </w:p>
    <w:p w:rsidR="00580BDF" w:rsidRDefault="00580BDF" w:rsidP="00580BDF">
      <w:pPr>
        <w:pStyle w:val="libNormal"/>
      </w:pPr>
      <w:r>
        <w:t>2. Jika mani keluar darinya tanpa disengaja, misalnya junub dalam keadaan tidur, puasanya</w:t>
      </w:r>
    </w:p>
    <w:p w:rsidR="00580BDF" w:rsidRDefault="00580BDF" w:rsidP="00580BDF">
      <w:pPr>
        <w:pStyle w:val="libNormal"/>
      </w:pPr>
      <w:r>
        <w:t>tidak batal.</w:t>
      </w:r>
      <w:r w:rsidRPr="00580BDF">
        <w:rPr>
          <w:rStyle w:val="libFootnotenumChar"/>
        </w:rPr>
        <w:footnoteReference w:id="460"/>
      </w:r>
    </w:p>
    <w:p w:rsidR="00580BDF" w:rsidRDefault="00580BDF" w:rsidP="00580BDF">
      <w:pPr>
        <w:pStyle w:val="libNormal"/>
      </w:pPr>
    </w:p>
    <w:p w:rsidR="00580BDF" w:rsidRDefault="00580BDF" w:rsidP="00580BDF">
      <w:pPr>
        <w:pStyle w:val="Heading2"/>
      </w:pPr>
      <w:bookmarkStart w:id="344" w:name="_Toc422656839"/>
      <w:r>
        <w:t>Kesimpulan Pelajaran</w:t>
      </w:r>
      <w:bookmarkEnd w:id="344"/>
    </w:p>
    <w:p w:rsidR="00580BDF" w:rsidRDefault="00580BDF" w:rsidP="00580BDF">
      <w:pPr>
        <w:pStyle w:val="libNormal"/>
      </w:pPr>
    </w:p>
    <w:p w:rsidR="00580BDF" w:rsidRDefault="00580BDF" w:rsidP="00580BDF">
      <w:pPr>
        <w:pStyle w:val="libNormal"/>
      </w:pPr>
      <w:r>
        <w:t>1. Makan dan minum, memasukkan debu tebal ke teng-gorokan, merendam kepala ke dalam air,</w:t>
      </w:r>
    </w:p>
    <w:p w:rsidR="00580BDF" w:rsidRDefault="00580BDF" w:rsidP="00580BDF">
      <w:pPr>
        <w:pStyle w:val="libNormal"/>
      </w:pPr>
      <w:r>
        <w:lastRenderedPageBreak/>
        <w:t>muntah, ber-hubungan seks, istimna’ (onani), membiarkan diri dalam keadaan junub sampai</w:t>
      </w:r>
    </w:p>
    <w:p w:rsidR="00580BDF" w:rsidRDefault="00580BDF" w:rsidP="00580BDF">
      <w:pPr>
        <w:pStyle w:val="libNormal"/>
      </w:pPr>
      <w:r>
        <w:t>azan Subuh, semua ini memba-talkan puasa.</w:t>
      </w:r>
    </w:p>
    <w:p w:rsidR="00580BDF" w:rsidRDefault="00580BDF" w:rsidP="00580BDF">
      <w:pPr>
        <w:pStyle w:val="libNormal"/>
      </w:pPr>
      <w:r>
        <w:t>2. Menelan ludah tidakmembatalkan puasa.</w:t>
      </w:r>
    </w:p>
    <w:p w:rsidR="00580BDF" w:rsidRDefault="00580BDF" w:rsidP="00580BDF">
      <w:pPr>
        <w:pStyle w:val="libNormal"/>
      </w:pPr>
      <w:r>
        <w:t>3. Jika seseorang memakan atau meminum sesuatu karena lupa, puasanya tidak batal.</w:t>
      </w:r>
    </w:p>
    <w:p w:rsidR="00580BDF" w:rsidRDefault="00580BDF" w:rsidP="00580BDF">
      <w:pPr>
        <w:pStyle w:val="libNormal"/>
      </w:pPr>
      <w:r>
        <w:t>4. Suntikan tidakmembatalkan puasa jika bukan sebagai pengganti makanan.</w:t>
      </w:r>
    </w:p>
    <w:p w:rsidR="00580BDF" w:rsidRDefault="00580BDF" w:rsidP="00580BDF">
      <w:pPr>
        <w:pStyle w:val="libNormal"/>
      </w:pPr>
      <w:r>
        <w:t>5. Jika debu tidak tebal atau tidak sampai ke tenggorokan atau pelaku puasa ragu apakah debu</w:t>
      </w:r>
    </w:p>
    <w:p w:rsidR="00580BDF" w:rsidRDefault="00580BDF" w:rsidP="00580BDF">
      <w:pPr>
        <w:pStyle w:val="libNormal"/>
      </w:pPr>
      <w:r>
        <w:t>sampai ke teng-gorokan atau tidak, puasanya tidak batal.</w:t>
      </w:r>
    </w:p>
    <w:p w:rsidR="00580BDF" w:rsidRDefault="00580BDF" w:rsidP="00580BDF">
      <w:pPr>
        <w:pStyle w:val="libNormal"/>
      </w:pPr>
      <w:r>
        <w:t>6. Jika seseorang lupa merendam kepala ke dalam air atau jatuh ke dalam air tanpa disengaja</w:t>
      </w:r>
    </w:p>
    <w:p w:rsidR="00580BDF" w:rsidRDefault="00580BDF" w:rsidP="00580BDF">
      <w:pPr>
        <w:pStyle w:val="libNormal"/>
      </w:pPr>
      <w:r>
        <w:t>atau direndamkan ke dalam air dengan paksa, maka puasanya tidak batal.</w:t>
      </w:r>
    </w:p>
    <w:p w:rsidR="00580BDF" w:rsidRDefault="00580BDF" w:rsidP="00580BDF">
      <w:pPr>
        <w:pStyle w:val="libNormal"/>
      </w:pPr>
      <w:r>
        <w:t>7. Jika pelaku puasa muntah tanpa disengaja atau tidak tahu hari puasa, puasanya tidak batal.</w:t>
      </w:r>
    </w:p>
    <w:p w:rsidR="00580BDF" w:rsidRDefault="00580BDF" w:rsidP="00580BDF">
      <w:pPr>
        <w:pStyle w:val="libNormal"/>
      </w:pPr>
      <w:r>
        <w:t>8. Jika pelaku puasa junub dalam keadaan tidur, puasanya tidak batal.</w:t>
      </w:r>
    </w:p>
    <w:p w:rsidR="00580BDF" w:rsidRDefault="00580BDF" w:rsidP="00580BDF">
      <w:pPr>
        <w:pStyle w:val="libNormal"/>
      </w:pPr>
    </w:p>
    <w:p w:rsidR="00580BDF" w:rsidRDefault="00580BDF" w:rsidP="00580BDF">
      <w:pPr>
        <w:pStyle w:val="Heading2"/>
      </w:pPr>
      <w:bookmarkStart w:id="345" w:name="_Toc422656840"/>
      <w:r>
        <w:t>Pertanyaan:</w:t>
      </w:r>
      <w:bookmarkEnd w:id="345"/>
    </w:p>
    <w:p w:rsidR="00580BDF" w:rsidRDefault="00580BDF" w:rsidP="00580BDF">
      <w:pPr>
        <w:pStyle w:val="libNormal"/>
      </w:pPr>
    </w:p>
    <w:p w:rsidR="00580BDF" w:rsidRDefault="00580BDF" w:rsidP="00580BDF">
      <w:pPr>
        <w:pStyle w:val="libNormal"/>
      </w:pPr>
      <w:r>
        <w:t>1. Apa hukum membersihkan sisa makanan dalam mulut dengan tusuk gigi atau bersikat gigi</w:t>
      </w:r>
    </w:p>
    <w:p w:rsidR="00580BDF" w:rsidRDefault="00580BDF" w:rsidP="00580BDF">
      <w:pPr>
        <w:pStyle w:val="libNormal"/>
      </w:pPr>
      <w:r>
        <w:t>ketika sedang ber-puasa?</w:t>
      </w:r>
    </w:p>
    <w:p w:rsidR="00580BDF" w:rsidRDefault="00580BDF" w:rsidP="00580BDF">
      <w:pPr>
        <w:pStyle w:val="libNormal"/>
      </w:pPr>
      <w:r>
        <w:t>2. Apakah memakan permen karet membatalkan puasa?</w:t>
      </w:r>
    </w:p>
    <w:p w:rsidR="00580BDF" w:rsidRDefault="00580BDF" w:rsidP="00580BDF">
      <w:pPr>
        <w:pStyle w:val="libNormal"/>
      </w:pPr>
      <w:r>
        <w:t>3. Seseorang dalam keadaan meminum air ingat bahwa dia sedang berpuasa, apa yang harus dia</w:t>
      </w:r>
    </w:p>
    <w:p w:rsidR="00580BDF" w:rsidRDefault="00580BDF" w:rsidP="00580BDF">
      <w:pPr>
        <w:pStyle w:val="libNormal"/>
      </w:pPr>
      <w:r>
        <w:t>lakukan dan apa hukum puasanya?</w:t>
      </w:r>
    </w:p>
    <w:p w:rsidR="00AD4C53" w:rsidRDefault="00580BDF" w:rsidP="00580BDF">
      <w:pPr>
        <w:pStyle w:val="libNormal"/>
      </w:pPr>
      <w:r>
        <w:t>4. Merokok termasuk bagian yangmana dari hal-hal yang membatalkan puasa?</w:t>
      </w:r>
    </w:p>
    <w:p w:rsidR="004F6063" w:rsidRDefault="00D026F1" w:rsidP="00580BDF">
      <w:pPr>
        <w:pStyle w:val="libNormal"/>
      </w:pPr>
      <w:r w:rsidRPr="00D026F1">
        <w:t>5. Apa hukumnya berenang dalam keadaan berpuasa?</w:t>
      </w:r>
    </w:p>
    <w:p w:rsidR="004F6063" w:rsidRPr="004F6063" w:rsidRDefault="004F6063">
      <w:r>
        <w:br w:type="page"/>
      </w:r>
    </w:p>
    <w:p w:rsidR="00287A34" w:rsidRDefault="00287A34" w:rsidP="00287A34">
      <w:pPr>
        <w:pStyle w:val="Heading1Center"/>
      </w:pPr>
      <w:bookmarkStart w:id="346" w:name="_Toc422656841"/>
      <w:r>
        <w:lastRenderedPageBreak/>
        <w:t>Pelajaran 33</w:t>
      </w:r>
      <w:bookmarkEnd w:id="346"/>
    </w:p>
    <w:p w:rsidR="00287A34" w:rsidRDefault="00287A34" w:rsidP="00287A34">
      <w:pPr>
        <w:pStyle w:val="Heading1Center"/>
      </w:pPr>
      <w:bookmarkStart w:id="347" w:name="_Toc422656842"/>
      <w:r>
        <w:t>HAL-HAL YANG MEMBATALKAN PUASA (2)</w:t>
      </w:r>
      <w:bookmarkEnd w:id="347"/>
    </w:p>
    <w:p w:rsidR="00287A34" w:rsidRDefault="00287A34" w:rsidP="00287A34">
      <w:pPr>
        <w:pStyle w:val="libNormal"/>
      </w:pPr>
    </w:p>
    <w:p w:rsidR="00287A34" w:rsidRDefault="00287A34" w:rsidP="00781242">
      <w:pPr>
        <w:pStyle w:val="Heading3"/>
      </w:pPr>
      <w:bookmarkStart w:id="348" w:name="_Toc422656843"/>
      <w:r>
        <w:t>· Membiarkan diri dalam Keadaan Junub Sampai Azan Subuh</w:t>
      </w:r>
      <w:bookmarkEnd w:id="348"/>
    </w:p>
    <w:p w:rsidR="00287A34" w:rsidRDefault="00287A34" w:rsidP="00287A34">
      <w:pPr>
        <w:pStyle w:val="libNormal"/>
      </w:pPr>
      <w:r>
        <w:t>Jika orang junub sampai azan Subuh belum mandi atau jika tugasnya itu tayamum lalu dia belum</w:t>
      </w:r>
    </w:p>
    <w:p w:rsidR="00287A34" w:rsidRDefault="00287A34" w:rsidP="00287A34">
      <w:pPr>
        <w:pStyle w:val="libNormal"/>
      </w:pPr>
      <w:r>
        <w:t>juga bertayamum, maka pada beberapa keadaan puasanya batal:</w:t>
      </w:r>
    </w:p>
    <w:p w:rsidR="00287A34" w:rsidRDefault="00287A34" w:rsidP="00287A34">
      <w:pPr>
        <w:pStyle w:val="libNormal"/>
      </w:pPr>
      <w:r>
        <w:t>1. Jika sampai azan Subuh sengaja tidak mandi atau jika tugasnya itu tayamum ternyata belum</w:t>
      </w:r>
    </w:p>
    <w:p w:rsidR="00287A34" w:rsidRDefault="00287A34" w:rsidP="00287A34">
      <w:pPr>
        <w:pStyle w:val="libNormal"/>
      </w:pPr>
      <w:r>
        <w:t>bertayamum:</w:t>
      </w:r>
    </w:p>
    <w:p w:rsidR="00287A34" w:rsidRDefault="00287A34" w:rsidP="00287A34">
      <w:pPr>
        <w:pStyle w:val="libNormal"/>
      </w:pPr>
      <w:r>
        <w:t>a. Pada puasa Ramadhan dan puasa qodho, puasanya batal.</w:t>
      </w:r>
    </w:p>
    <w:p w:rsidR="00287A34" w:rsidRDefault="00287A34" w:rsidP="00287A34">
      <w:pPr>
        <w:pStyle w:val="libNormal"/>
      </w:pPr>
      <w:r>
        <w:t>b. Pada selain puasa Ramadhan dan puasa qodho, pua-sanya tidak batal.</w:t>
      </w:r>
    </w:p>
    <w:p w:rsidR="00287A34" w:rsidRDefault="00287A34" w:rsidP="00287A34">
      <w:pPr>
        <w:pStyle w:val="libNormal"/>
      </w:pPr>
      <w:r>
        <w:t>2. Jika lupa tidakmandi atau tidak bertayamum dan ingat setelah sehari atau beberapa hari:</w:t>
      </w:r>
    </w:p>
    <w:p w:rsidR="00287A34" w:rsidRDefault="00287A34" w:rsidP="00287A34">
      <w:pPr>
        <w:pStyle w:val="libNormal"/>
      </w:pPr>
      <w:r>
        <w:t>a. Pada puasa Ramadhan, puasanya pada hari-hari itu harus di-qodho.</w:t>
      </w:r>
    </w:p>
    <w:p w:rsidR="00287A34" w:rsidRDefault="00287A34" w:rsidP="00287A34">
      <w:pPr>
        <w:pStyle w:val="libNormal"/>
      </w:pPr>
      <w:r>
        <w:t>b. Pada puasa qodho Ramadhan, berdasarkan ihtiyath wajib, puasanya pada hari-hari itu harus</w:t>
      </w:r>
    </w:p>
    <w:p w:rsidR="00287A34" w:rsidRDefault="00781242" w:rsidP="00287A34">
      <w:pPr>
        <w:pStyle w:val="libNormal"/>
      </w:pPr>
      <w:r>
        <w:t>di-qodho.</w:t>
      </w:r>
      <w:r w:rsidRPr="00781242">
        <w:rPr>
          <w:rStyle w:val="libFootnotenumChar"/>
        </w:rPr>
        <w:footnoteReference w:id="461"/>
      </w:r>
    </w:p>
    <w:p w:rsidR="00287A34" w:rsidRDefault="00287A34" w:rsidP="00287A34">
      <w:pPr>
        <w:pStyle w:val="libNormal"/>
      </w:pPr>
      <w:r>
        <w:t>c. Pada selain puasa Ramadhan dan qodho-nya seperti puasa nazar atau puasa kaffarah,</w:t>
      </w:r>
    </w:p>
    <w:p w:rsidR="00287A34" w:rsidRDefault="00781242" w:rsidP="00287A34">
      <w:pPr>
        <w:pStyle w:val="libNormal"/>
      </w:pPr>
      <w:r>
        <w:t>puasanya sah.</w:t>
      </w:r>
      <w:r w:rsidRPr="00781242">
        <w:rPr>
          <w:rStyle w:val="libFootnotenumChar"/>
        </w:rPr>
        <w:footnoteReference w:id="462"/>
      </w:r>
    </w:p>
    <w:p w:rsidR="00287A34" w:rsidRDefault="00287A34" w:rsidP="00CB5E6D">
      <w:pPr>
        <w:pStyle w:val="libNormal"/>
      </w:pPr>
      <w:r>
        <w:t>3. Jika pelaku puasa dalam kondisi tidur junub, dia tidak wajib langsung mandi dan puasanya</w:t>
      </w:r>
      <w:r w:rsidR="00CB5E6D">
        <w:t xml:space="preserve"> </w:t>
      </w:r>
      <w:r w:rsidR="00781242">
        <w:t>sah.</w:t>
      </w:r>
      <w:r w:rsidR="00781242" w:rsidRPr="00781242">
        <w:rPr>
          <w:rStyle w:val="libFootnotenumChar"/>
        </w:rPr>
        <w:footnoteReference w:id="463"/>
      </w:r>
    </w:p>
    <w:p w:rsidR="00287A34" w:rsidRDefault="00287A34" w:rsidP="00287A34">
      <w:pPr>
        <w:pStyle w:val="libNormal"/>
      </w:pPr>
      <w:r>
        <w:lastRenderedPageBreak/>
        <w:t>4. Jika orang junub pada malam bulan Ramadhan tahu bahwa dia tidak bisa bangun sebelum</w:t>
      </w:r>
    </w:p>
    <w:p w:rsidR="00287A34" w:rsidRDefault="00287A34" w:rsidP="00287A34">
      <w:pPr>
        <w:pStyle w:val="libNormal"/>
      </w:pPr>
      <w:r>
        <w:t>Subuh untuk mandi, maka dia tidak boleh tidur, dan jika dia tidur dan tidak bisa bangun,</w:t>
      </w:r>
    </w:p>
    <w:p w:rsidR="00287A34" w:rsidRDefault="00781242" w:rsidP="00287A34">
      <w:pPr>
        <w:pStyle w:val="libNormal"/>
      </w:pPr>
      <w:r>
        <w:t>maka puasanya batal.</w:t>
      </w:r>
      <w:r w:rsidRPr="00781242">
        <w:rPr>
          <w:rStyle w:val="libFootnotenumChar"/>
        </w:rPr>
        <w:footnoteReference w:id="464"/>
      </w:r>
    </w:p>
    <w:p w:rsidR="00781242" w:rsidRDefault="00781242" w:rsidP="00287A34">
      <w:pPr>
        <w:pStyle w:val="libNormal"/>
      </w:pPr>
    </w:p>
    <w:p w:rsidR="00287A34" w:rsidRDefault="00287A34" w:rsidP="00781242">
      <w:pPr>
        <w:pStyle w:val="Heading2"/>
      </w:pPr>
      <w:bookmarkStart w:id="349" w:name="_Toc422656844"/>
      <w:r>
        <w:t>Hal-hal Makruh bagi Pelaku Puasa</w:t>
      </w:r>
      <w:bookmarkEnd w:id="349"/>
    </w:p>
    <w:p w:rsidR="00781242" w:rsidRDefault="00781242" w:rsidP="00287A34">
      <w:pPr>
        <w:pStyle w:val="libNormal"/>
      </w:pPr>
    </w:p>
    <w:p w:rsidR="00287A34" w:rsidRDefault="00287A34" w:rsidP="00287A34">
      <w:pPr>
        <w:pStyle w:val="libNormal"/>
      </w:pPr>
      <w:r>
        <w:t>1. Melakukan sesuatu yangmenyebabkan badannya jadi lemas seperti donor darah.</w:t>
      </w:r>
    </w:p>
    <w:p w:rsidR="00287A34" w:rsidRDefault="00287A34" w:rsidP="00287A34">
      <w:pPr>
        <w:pStyle w:val="libNormal"/>
      </w:pPr>
      <w:r>
        <w:t>2. Mencium tumbuhan yang berbau harum, tetapi memakai parfum tidakmakruh.</w:t>
      </w:r>
    </w:p>
    <w:p w:rsidR="00287A34" w:rsidRDefault="00287A34" w:rsidP="00287A34">
      <w:pPr>
        <w:pStyle w:val="libNormal"/>
      </w:pPr>
      <w:r>
        <w:t>3. Membasahi pakaian yang dipakai.</w:t>
      </w:r>
    </w:p>
    <w:p w:rsidR="00287A34" w:rsidRDefault="00287A34" w:rsidP="00287A34">
      <w:pPr>
        <w:pStyle w:val="libNormal"/>
      </w:pPr>
      <w:r>
        <w:t>4. Bersik</w:t>
      </w:r>
      <w:r w:rsidR="00781242">
        <w:t>at gigi dengan kayu yang basah.</w:t>
      </w:r>
      <w:r w:rsidR="00781242" w:rsidRPr="00781242">
        <w:rPr>
          <w:rStyle w:val="libFootnotenumChar"/>
        </w:rPr>
        <w:footnoteReference w:id="465"/>
      </w:r>
    </w:p>
    <w:p w:rsidR="00287A34" w:rsidRDefault="00287A34" w:rsidP="00287A34">
      <w:pPr>
        <w:pStyle w:val="libNormal"/>
      </w:pPr>
      <w:r>
        <w:t>* * *</w:t>
      </w:r>
    </w:p>
    <w:p w:rsidR="00781242" w:rsidRDefault="00781242" w:rsidP="00287A34">
      <w:pPr>
        <w:pStyle w:val="libNormal"/>
      </w:pPr>
    </w:p>
    <w:p w:rsidR="00287A34" w:rsidRDefault="00287A34" w:rsidP="00781242">
      <w:pPr>
        <w:pStyle w:val="Heading2Center"/>
      </w:pPr>
      <w:bookmarkStart w:id="350" w:name="_Toc422656845"/>
      <w:r>
        <w:t>PUASAN QODHO DAN KAFFARAH PUASA (1)</w:t>
      </w:r>
      <w:bookmarkEnd w:id="350"/>
    </w:p>
    <w:p w:rsidR="00781242" w:rsidRDefault="00781242" w:rsidP="00287A34">
      <w:pPr>
        <w:pStyle w:val="libNormal"/>
      </w:pPr>
    </w:p>
    <w:p w:rsidR="00287A34" w:rsidRDefault="00287A34" w:rsidP="00781242">
      <w:pPr>
        <w:pStyle w:val="Heading3"/>
      </w:pPr>
      <w:bookmarkStart w:id="351" w:name="_Toc422656846"/>
      <w:r>
        <w:t>1. Puasa Qodho</w:t>
      </w:r>
      <w:bookmarkEnd w:id="351"/>
    </w:p>
    <w:p w:rsidR="00287A34" w:rsidRDefault="00287A34" w:rsidP="00287A34">
      <w:pPr>
        <w:pStyle w:val="libNormal"/>
      </w:pPr>
      <w:r>
        <w:t>Jika seseorang tidak berpuasa pada waktunya, maka dia harus berpuasa pada hari lain sebagai</w:t>
      </w:r>
    </w:p>
    <w:p w:rsidR="00287A34" w:rsidRDefault="00287A34" w:rsidP="00287A34">
      <w:pPr>
        <w:pStyle w:val="libNormal"/>
      </w:pPr>
      <w:r>
        <w:t>gantinya. Oleh karena itu, puasa yang dikerjakan setelah habis waktunya disebut dengan puasa</w:t>
      </w:r>
    </w:p>
    <w:p w:rsidR="00287A34" w:rsidRDefault="00287A34" w:rsidP="00287A34">
      <w:pPr>
        <w:pStyle w:val="libNormal"/>
      </w:pPr>
      <w:r>
        <w:t>qodho.</w:t>
      </w:r>
    </w:p>
    <w:p w:rsidR="00781242" w:rsidRDefault="00781242" w:rsidP="00287A34">
      <w:pPr>
        <w:pStyle w:val="libNormal"/>
      </w:pPr>
    </w:p>
    <w:p w:rsidR="00D026F1" w:rsidRDefault="00287A34" w:rsidP="00781242">
      <w:pPr>
        <w:pStyle w:val="Heading3"/>
      </w:pPr>
      <w:bookmarkStart w:id="352" w:name="_Toc422656847"/>
      <w:r>
        <w:t>2. Kaffarah Puasa</w:t>
      </w:r>
      <w:bookmarkEnd w:id="352"/>
    </w:p>
    <w:p w:rsidR="00AD35E8" w:rsidRDefault="00AD35E8" w:rsidP="00AD35E8">
      <w:pPr>
        <w:pStyle w:val="libNormal"/>
      </w:pPr>
      <w:r>
        <w:t>Kaffarah adalah sangsi yang ditetapkan karena membatalkan puasa, yaitu:</w:t>
      </w:r>
    </w:p>
    <w:p w:rsidR="00AD35E8" w:rsidRDefault="00AD35E8" w:rsidP="00AD35E8">
      <w:pPr>
        <w:pStyle w:val="libNormal"/>
      </w:pPr>
      <w:r>
        <w:t>a. Membebaskan seorang budak.</w:t>
      </w:r>
    </w:p>
    <w:p w:rsidR="00AD35E8" w:rsidRDefault="00AD35E8" w:rsidP="00AD35E8">
      <w:pPr>
        <w:pStyle w:val="libNormal"/>
      </w:pPr>
      <w:r>
        <w:t>b. Berpuasa selama dua bulan, dan 31 hari dari dua bulan ini harus dilaksanakan secara</w:t>
      </w:r>
    </w:p>
    <w:p w:rsidR="00AD35E8" w:rsidRDefault="00AD35E8" w:rsidP="00AD35E8">
      <w:pPr>
        <w:pStyle w:val="libNormal"/>
      </w:pPr>
      <w:r>
        <w:t>berturut-turut.</w:t>
      </w:r>
    </w:p>
    <w:p w:rsidR="00AD35E8" w:rsidRDefault="00AD35E8" w:rsidP="00AD35E8">
      <w:pPr>
        <w:pStyle w:val="libNormal"/>
      </w:pPr>
      <w:r>
        <w:lastRenderedPageBreak/>
        <w:t>c. Memberi makan 60 orang fakir atau memberi satu mud</w:t>
      </w:r>
      <w:r w:rsidRPr="00AD35E8">
        <w:rPr>
          <w:rStyle w:val="libFootnotenumChar"/>
        </w:rPr>
        <w:footnoteReference w:id="466"/>
      </w:r>
      <w:r>
        <w:t xml:space="preserve"> makanan kepada masing-masing</w:t>
      </w:r>
    </w:p>
    <w:p w:rsidR="00AD35E8" w:rsidRDefault="00AD35E8" w:rsidP="00AD35E8">
      <w:pPr>
        <w:pStyle w:val="libNormal"/>
      </w:pPr>
      <w:r>
        <w:t>darimereka.</w:t>
      </w:r>
    </w:p>
    <w:p w:rsidR="00AD35E8" w:rsidRDefault="00AD35E8" w:rsidP="00AD35E8">
      <w:pPr>
        <w:pStyle w:val="libNormal"/>
      </w:pPr>
      <w:r>
        <w:t>Orang yang wajib kaffarah atasnya harus melaksanakan salah satu dari tiga di atas. Akan tetapi</w:t>
      </w:r>
    </w:p>
    <w:p w:rsidR="00AD35E8" w:rsidRDefault="00AD35E8" w:rsidP="00AD35E8">
      <w:pPr>
        <w:pStyle w:val="libNormal"/>
      </w:pPr>
      <w:r>
        <w:t>karena budak pada zaman sekarang menurut fikih tidak dapat ditemukan, maka dia melakukan</w:t>
      </w:r>
    </w:p>
    <w:p w:rsidR="00AD35E8" w:rsidRDefault="00AD35E8" w:rsidP="00AD35E8">
      <w:pPr>
        <w:pStyle w:val="libNormal"/>
      </w:pPr>
      <w:r>
        <w:t>yang kedua atau ketiga. Jika dia tidak mampu melaksanakan satu pun dari tiga di atas,</w:t>
      </w:r>
    </w:p>
    <w:p w:rsidR="00AD35E8" w:rsidRDefault="00AD35E8" w:rsidP="00AD35E8">
      <w:pPr>
        <w:pStyle w:val="libNormal"/>
      </w:pPr>
      <w:r>
        <w:t>hendaknya mem-beri makanan kepada fakir sebatas kemampuannya. Dan jika ini pun tidak</w:t>
      </w:r>
    </w:p>
    <w:p w:rsidR="00AD35E8" w:rsidRDefault="00AD35E8" w:rsidP="00AD35E8">
      <w:pPr>
        <w:pStyle w:val="libNormal"/>
      </w:pPr>
      <w:r>
        <w:t>mampu, hendaknya dia beristigfar.</w:t>
      </w:r>
      <w:r w:rsidRPr="00AD35E8">
        <w:rPr>
          <w:rStyle w:val="libFootnotenumChar"/>
        </w:rPr>
        <w:footnoteReference w:id="467"/>
      </w:r>
    </w:p>
    <w:p w:rsidR="00AD35E8" w:rsidRDefault="00AD35E8" w:rsidP="00AD35E8">
      <w:pPr>
        <w:pStyle w:val="libNormal"/>
      </w:pPr>
    </w:p>
    <w:p w:rsidR="00AD35E8" w:rsidRDefault="00AD35E8" w:rsidP="00AD35E8">
      <w:pPr>
        <w:pStyle w:val="Heading3"/>
      </w:pPr>
      <w:bookmarkStart w:id="353" w:name="_Toc422656848"/>
      <w:r>
        <w:t>Pada beberapa hal di bawah ini, melakukan puasa qodho adalah wajib tetapi tidak ada</w:t>
      </w:r>
      <w:bookmarkEnd w:id="353"/>
    </w:p>
    <w:p w:rsidR="00AD35E8" w:rsidRDefault="00AD35E8" w:rsidP="00AD35E8">
      <w:pPr>
        <w:pStyle w:val="Heading3"/>
      </w:pPr>
      <w:bookmarkStart w:id="354" w:name="_Toc422656849"/>
      <w:r>
        <w:t>kaffarah-nya:</w:t>
      </w:r>
      <w:bookmarkEnd w:id="354"/>
    </w:p>
    <w:p w:rsidR="00AD35E8" w:rsidRDefault="00AD35E8" w:rsidP="00AD35E8">
      <w:pPr>
        <w:pStyle w:val="libNormal"/>
      </w:pPr>
      <w:r>
        <w:t>1. Sengaja muntah.</w:t>
      </w:r>
      <w:r w:rsidRPr="00AD35E8">
        <w:rPr>
          <w:rStyle w:val="libFootnotenumChar"/>
        </w:rPr>
        <w:footnoteReference w:id="468"/>
      </w:r>
    </w:p>
    <w:p w:rsidR="00AD35E8" w:rsidRDefault="00AD35E8" w:rsidP="00AD35E8">
      <w:pPr>
        <w:pStyle w:val="libNormal"/>
      </w:pPr>
      <w:r>
        <w:t>2. Pada bulan Ramadhan lupa tidak mandi janabah lalu berpuasa selama satu hari atau beberapa</w:t>
      </w:r>
    </w:p>
    <w:p w:rsidR="00AD35E8" w:rsidRDefault="00AD35E8" w:rsidP="00AD35E8">
      <w:pPr>
        <w:pStyle w:val="libNormal"/>
      </w:pPr>
      <w:r>
        <w:t>hari dalam keadaan junub.</w:t>
      </w:r>
    </w:p>
    <w:p w:rsidR="00AD35E8" w:rsidRDefault="00AD35E8" w:rsidP="00AD35E8">
      <w:pPr>
        <w:pStyle w:val="libNormal"/>
      </w:pPr>
      <w:r>
        <w:t>3. Pada bulan Ramadhan melakukan sesuatu yang mem-batalkan puasa—seperti minum air—</w:t>
      </w:r>
    </w:p>
    <w:p w:rsidR="00AD35E8" w:rsidRDefault="00AD35E8" w:rsidP="00AD35E8">
      <w:pPr>
        <w:pStyle w:val="libNormal"/>
      </w:pPr>
      <w:r>
        <w:t>tanpa memeriksa terlebih dahulu; apakah sudah Subuh atau belum, kemudian tahu bahwa</w:t>
      </w:r>
    </w:p>
    <w:p w:rsidR="00AD35E8" w:rsidRDefault="00AD35E8" w:rsidP="00AD35E8">
      <w:pPr>
        <w:pStyle w:val="libNormal"/>
      </w:pPr>
      <w:r>
        <w:t>ketika itu sudah Subuh.</w:t>
      </w:r>
    </w:p>
    <w:p w:rsidR="00AD35E8" w:rsidRDefault="00AD35E8" w:rsidP="00AD35E8">
      <w:pPr>
        <w:pStyle w:val="libNormal"/>
      </w:pPr>
      <w:r>
        <w:t>4. Ada orang mengatakan bahwa belum Subuh dan atas dasar perkataannya pelaku puasa</w:t>
      </w:r>
    </w:p>
    <w:p w:rsidR="00AD35E8" w:rsidRDefault="00AD35E8" w:rsidP="00AD35E8">
      <w:pPr>
        <w:pStyle w:val="libNormal"/>
      </w:pPr>
      <w:r>
        <w:t>melakukan sesuatu yangmembatalkan puasa, kemudian tahu bahwa ketika itu sudah Subuh.</w:t>
      </w:r>
    </w:p>
    <w:p w:rsidR="00AD35E8" w:rsidRDefault="00AD35E8" w:rsidP="00AD35E8">
      <w:pPr>
        <w:pStyle w:val="libNormal"/>
      </w:pPr>
      <w:r>
        <w:lastRenderedPageBreak/>
        <w:t>5. Jika sengaja tidak berpuasa pada puasa bulan Rama-dhan atau sengaja membatalkannya,</w:t>
      </w:r>
    </w:p>
    <w:p w:rsidR="00AD35E8" w:rsidRDefault="00AD35E8" w:rsidP="00AD35E8">
      <w:pPr>
        <w:pStyle w:val="libNormal"/>
      </w:pPr>
      <w:r>
        <w:t>maka wajib melak-sanakan puasa qodho dan melakukan kaffarah.</w:t>
      </w:r>
      <w:r w:rsidRPr="00AD35E8">
        <w:rPr>
          <w:rStyle w:val="libFootnotenumChar"/>
        </w:rPr>
        <w:footnoteReference w:id="469"/>
      </w:r>
    </w:p>
    <w:p w:rsidR="00AD35E8" w:rsidRDefault="00AD35E8" w:rsidP="00AD35E8">
      <w:pPr>
        <w:pStyle w:val="libNormal"/>
      </w:pPr>
    </w:p>
    <w:p w:rsidR="00AD35E8" w:rsidRDefault="00AD35E8" w:rsidP="00AD35E8">
      <w:pPr>
        <w:pStyle w:val="Heading2"/>
      </w:pPr>
      <w:bookmarkStart w:id="355" w:name="_Toc422656850"/>
      <w:r>
        <w:t>Kesimpulan Pelajaran</w:t>
      </w:r>
      <w:bookmarkEnd w:id="355"/>
    </w:p>
    <w:p w:rsidR="00AD35E8" w:rsidRDefault="00AD35E8" w:rsidP="00AD35E8">
      <w:pPr>
        <w:pStyle w:val="libNormal"/>
      </w:pPr>
    </w:p>
    <w:p w:rsidR="00AD35E8" w:rsidRDefault="00AD35E8" w:rsidP="00AD35E8">
      <w:pPr>
        <w:pStyle w:val="libNormal"/>
      </w:pPr>
      <w:r>
        <w:t>1. Jika orang yang junub—pada puasa bulan Ramadhan dan puasa qodho—sengaja tidak mandi</w:t>
      </w:r>
    </w:p>
    <w:p w:rsidR="00AD35E8" w:rsidRDefault="00AD35E8" w:rsidP="00AD35E8">
      <w:pPr>
        <w:pStyle w:val="libNormal"/>
      </w:pPr>
      <w:r>
        <w:t>sampai azan subuh, atau jika tugasnya adalah tayamum dan dia tidak bertayamum, maka</w:t>
      </w:r>
    </w:p>
    <w:p w:rsidR="00AD35E8" w:rsidRDefault="00AD35E8" w:rsidP="00AD35E8">
      <w:pPr>
        <w:pStyle w:val="libNormal"/>
      </w:pPr>
      <w:r>
        <w:t>puasanya batal.</w:t>
      </w:r>
    </w:p>
    <w:p w:rsidR="00AD35E8" w:rsidRDefault="00AD35E8" w:rsidP="00AD35E8">
      <w:pPr>
        <w:pStyle w:val="libNormal"/>
      </w:pPr>
      <w:r>
        <w:t>2. Jika pada puasa bulan Ramadhan lupa sehingga tidak mandi atau tidak bertayamum, dan</w:t>
      </w:r>
    </w:p>
    <w:p w:rsidR="00AD35E8" w:rsidRDefault="00AD35E8" w:rsidP="00AD35E8">
      <w:pPr>
        <w:pStyle w:val="libNormal"/>
      </w:pPr>
      <w:r>
        <w:t>setelah sehari atau beberapa hari dia baru ingat, maka dia harus meng-qodho puasa-puasanya</w:t>
      </w:r>
    </w:p>
    <w:p w:rsidR="00AD35E8" w:rsidRDefault="00AD35E8" w:rsidP="00AD35E8">
      <w:pPr>
        <w:pStyle w:val="libNormal"/>
      </w:pPr>
      <w:r>
        <w:t>pada hari-hari lupa itu.</w:t>
      </w:r>
    </w:p>
    <w:p w:rsidR="00AD35E8" w:rsidRDefault="00AD35E8" w:rsidP="00AD35E8">
      <w:pPr>
        <w:pStyle w:val="libNormal"/>
      </w:pPr>
      <w:r>
        <w:t>3. Jika seseorang junub di siang hari dalam kondisi tidur, dia tidak wajib langsung mandi dan</w:t>
      </w:r>
    </w:p>
    <w:p w:rsidR="00AD35E8" w:rsidRDefault="00AD35E8" w:rsidP="00AD35E8">
      <w:pPr>
        <w:pStyle w:val="libNormal"/>
      </w:pPr>
      <w:r>
        <w:t>puasanya sah.</w:t>
      </w:r>
    </w:p>
    <w:p w:rsidR="00AD35E8" w:rsidRDefault="00AD35E8" w:rsidP="00AD35E8">
      <w:pPr>
        <w:pStyle w:val="libNormal"/>
      </w:pPr>
      <w:r>
        <w:t>4. Jika orang yang junub pada malam bulan Ramadhan tahu bahwa kalau dia tidur tidak bisa</w:t>
      </w:r>
    </w:p>
    <w:p w:rsidR="00AD35E8" w:rsidRDefault="00AD35E8" w:rsidP="00AD35E8">
      <w:pPr>
        <w:pStyle w:val="libNormal"/>
      </w:pPr>
      <w:r>
        <w:t>bangun sebelum Subuh untuk mandi, maka dia tidak boleh tidur, dan jika dia tidur dan tidak</w:t>
      </w:r>
    </w:p>
    <w:p w:rsidR="00AD35E8" w:rsidRDefault="00AD35E8" w:rsidP="00AD35E8">
      <w:pPr>
        <w:pStyle w:val="libNormal"/>
      </w:pPr>
      <w:r>
        <w:t>bisa bangun, maka puasanya batal.</w:t>
      </w:r>
    </w:p>
    <w:p w:rsidR="00AD35E8" w:rsidRDefault="00AD35E8" w:rsidP="00AD35E8">
      <w:pPr>
        <w:pStyle w:val="libNormal"/>
      </w:pPr>
      <w:r>
        <w:t>5. Mencium tumbuhan yang harum dan membasahi pa-kaian yang dipakainya dalam keadaan</w:t>
      </w:r>
    </w:p>
    <w:p w:rsidR="00AD35E8" w:rsidRDefault="00AD35E8" w:rsidP="00AD35E8">
      <w:pPr>
        <w:pStyle w:val="libNormal"/>
      </w:pPr>
      <w:r>
        <w:t>berpuasa adalah makruh.</w:t>
      </w:r>
    </w:p>
    <w:p w:rsidR="00AD35E8" w:rsidRDefault="00AD35E8" w:rsidP="00AD35E8">
      <w:pPr>
        <w:pStyle w:val="libNormal"/>
      </w:pPr>
      <w:r>
        <w:t>6. Puasa setelah habis waktunya disebut dengan puasa qodho, dan sangsi karena membatalkan</w:t>
      </w:r>
    </w:p>
    <w:p w:rsidR="00AD35E8" w:rsidRDefault="00AD35E8" w:rsidP="00AD35E8">
      <w:pPr>
        <w:pStyle w:val="libNormal"/>
      </w:pPr>
      <w:r>
        <w:t>puasa disebut de-ngan kaffarah.</w:t>
      </w:r>
    </w:p>
    <w:p w:rsidR="00AD35E8" w:rsidRDefault="00AD35E8" w:rsidP="00AD35E8">
      <w:pPr>
        <w:pStyle w:val="libNormal"/>
      </w:pPr>
      <w:r>
        <w:t>7. Orang yang wajib melakukan kaffarah harus memer-dekakan budak, atau puasa selama dua</w:t>
      </w:r>
    </w:p>
    <w:p w:rsidR="00781242" w:rsidRDefault="00AD35E8" w:rsidP="00AD35E8">
      <w:pPr>
        <w:pStyle w:val="libNormal"/>
      </w:pPr>
      <w:r>
        <w:lastRenderedPageBreak/>
        <w:t>bulan, atau memberimakan kepada 60 orang fakir.</w:t>
      </w:r>
    </w:p>
    <w:p w:rsidR="00B02BC2" w:rsidRDefault="00B02BC2" w:rsidP="00B02BC2">
      <w:pPr>
        <w:pStyle w:val="libNormal"/>
      </w:pPr>
      <w:r>
        <w:t>8. Jika sengaja muntah atau pada bulan Ramadhan lupa tidak mandi dan berpuasa sehari atau</w:t>
      </w:r>
    </w:p>
    <w:p w:rsidR="00B02BC2" w:rsidRDefault="00B02BC2" w:rsidP="00B02BC2">
      <w:pPr>
        <w:pStyle w:val="libNormal"/>
      </w:pPr>
      <w:r>
        <w:t>beberapa hari tanpa mandi, maka harus meng-qodho puasa-puasanya pada hari-hari itu akan</w:t>
      </w:r>
    </w:p>
    <w:p w:rsidR="00B02BC2" w:rsidRDefault="00B02BC2" w:rsidP="00B02BC2">
      <w:pPr>
        <w:pStyle w:val="libNormal"/>
      </w:pPr>
      <w:r>
        <w:t>tetapi tanpa kaffarah.</w:t>
      </w:r>
    </w:p>
    <w:p w:rsidR="00B02BC2" w:rsidRDefault="00B02BC2" w:rsidP="00B02BC2">
      <w:pPr>
        <w:pStyle w:val="libNormal"/>
      </w:pPr>
      <w:r>
        <w:t>9. Jika seseorang makan tanpa memeriksa terlebih dahulu kemudian tahu bahwa dia makan</w:t>
      </w:r>
    </w:p>
    <w:p w:rsidR="00B02BC2" w:rsidRDefault="00B02BC2" w:rsidP="00B02BC2">
      <w:pPr>
        <w:pStyle w:val="libNormal"/>
      </w:pPr>
      <w:r>
        <w:t>ketika Subuh sudah tiba, maka puasanya batal dan harus meng-qodho-nya tetapi tanpa kaffarah.</w:t>
      </w:r>
    </w:p>
    <w:p w:rsidR="00B02BC2" w:rsidRDefault="00B02BC2" w:rsidP="00B02BC2">
      <w:pPr>
        <w:pStyle w:val="libNormal"/>
      </w:pPr>
      <w:r>
        <w:t>10. Jika sengaja tidak berpuasa Ramadhan, maka selain ha-rus meng-qodho puasa juga harus</w:t>
      </w:r>
    </w:p>
    <w:p w:rsidR="00B02BC2" w:rsidRDefault="00B02BC2" w:rsidP="00B02BC2">
      <w:pPr>
        <w:pStyle w:val="libNormal"/>
      </w:pPr>
      <w:r>
        <w:t>menunaikan kaffarah.</w:t>
      </w:r>
    </w:p>
    <w:p w:rsidR="00B02BC2" w:rsidRDefault="00B02BC2" w:rsidP="00B02BC2">
      <w:pPr>
        <w:pStyle w:val="libNormal"/>
      </w:pPr>
      <w:r>
        <w:t>Pertanyaan:</w:t>
      </w:r>
    </w:p>
    <w:p w:rsidR="00B02BC2" w:rsidRDefault="00B02BC2" w:rsidP="00B02BC2">
      <w:pPr>
        <w:pStyle w:val="libNormal"/>
      </w:pPr>
      <w:r>
        <w:t>1. Apa perbedaan antara puasa qodho dan kaffarah puasa?</w:t>
      </w:r>
    </w:p>
    <w:p w:rsidR="00B02BC2" w:rsidRDefault="00B02BC2" w:rsidP="00B02BC2">
      <w:pPr>
        <w:pStyle w:val="libNormal"/>
      </w:pPr>
      <w:r>
        <w:t>2. Apa hukum puasa seseorang yang junub jika pada pu-asa sunah dia tidak mandi sampai azan</w:t>
      </w:r>
    </w:p>
    <w:p w:rsidR="00B02BC2" w:rsidRDefault="00B02BC2" w:rsidP="00B02BC2">
      <w:pPr>
        <w:pStyle w:val="libNormal"/>
      </w:pPr>
      <w:r>
        <w:t>Subuh?</w:t>
      </w:r>
    </w:p>
    <w:p w:rsidR="00B02BC2" w:rsidRDefault="00B02BC2" w:rsidP="00B02BC2">
      <w:pPr>
        <w:pStyle w:val="libNormal"/>
      </w:pPr>
      <w:r>
        <w:t>3. Apa yang harus dilakukan oleh seseorang yang bangun dari tidur dan tidak memiliki waktu</w:t>
      </w:r>
    </w:p>
    <w:p w:rsidR="00B02BC2" w:rsidRDefault="00B02BC2" w:rsidP="00B02BC2">
      <w:pPr>
        <w:pStyle w:val="libNormal"/>
      </w:pPr>
      <w:r>
        <w:t>untukmandi ja-nabah?</w:t>
      </w:r>
    </w:p>
    <w:p w:rsidR="00B02BC2" w:rsidRDefault="00B02BC2" w:rsidP="00B02BC2">
      <w:pPr>
        <w:pStyle w:val="libNormal"/>
      </w:pPr>
      <w:r>
        <w:t>4. Apa hukum memakai wangi-wangian dalam keadaan berpuasa?</w:t>
      </w:r>
    </w:p>
    <w:p w:rsidR="00B02BC2" w:rsidRDefault="00B02BC2" w:rsidP="00B02BC2">
      <w:pPr>
        <w:pStyle w:val="libNormal"/>
      </w:pPr>
      <w:r>
        <w:t>5. Seseorang yang jam dindingnya terlambat, lalu dia makan sahur sesuai dengan waktu jamnya</w:t>
      </w:r>
    </w:p>
    <w:p w:rsidR="00B02BC2" w:rsidRDefault="00B02BC2" w:rsidP="00B02BC2">
      <w:pPr>
        <w:pStyle w:val="libNormal"/>
      </w:pPr>
      <w:r>
        <w:t>itu, kemu-dian tahu bahwa dia makan sahur setelah azan Subuh, apa tugasnya sekaitan</w:t>
      </w:r>
    </w:p>
    <w:p w:rsidR="00B972F3" w:rsidRDefault="00B02BC2" w:rsidP="00B02BC2">
      <w:pPr>
        <w:pStyle w:val="libNormal"/>
      </w:pPr>
      <w:r>
        <w:t>dengan qodho dan kaffarah?</w:t>
      </w:r>
    </w:p>
    <w:p w:rsidR="00B972F3" w:rsidRPr="00960C57" w:rsidRDefault="00B972F3">
      <w:r>
        <w:br w:type="page"/>
      </w:r>
    </w:p>
    <w:p w:rsidR="00B972F3" w:rsidRDefault="00B972F3" w:rsidP="00B972F3">
      <w:pPr>
        <w:pStyle w:val="Heading1Center"/>
      </w:pPr>
      <w:bookmarkStart w:id="356" w:name="_Toc422656851"/>
      <w:r>
        <w:lastRenderedPageBreak/>
        <w:t>Pelajaran 34</w:t>
      </w:r>
      <w:bookmarkEnd w:id="356"/>
    </w:p>
    <w:p w:rsidR="00B972F3" w:rsidRDefault="00B972F3" w:rsidP="00B972F3">
      <w:pPr>
        <w:pStyle w:val="Heading1Center"/>
      </w:pPr>
      <w:bookmarkStart w:id="357" w:name="_Toc422656852"/>
      <w:r>
        <w:t>PUASA QODHO DAN KAFFARAH PUASA, PUASA MUSAFIR</w:t>
      </w:r>
      <w:bookmarkEnd w:id="357"/>
    </w:p>
    <w:p w:rsidR="00B972F3" w:rsidRDefault="00B972F3" w:rsidP="00B972F3">
      <w:pPr>
        <w:pStyle w:val="Heading1Center"/>
      </w:pPr>
      <w:bookmarkStart w:id="358" w:name="_Toc422656853"/>
      <w:r>
        <w:t>DAN ZAKAT FITRAH</w:t>
      </w:r>
      <w:bookmarkEnd w:id="358"/>
    </w:p>
    <w:p w:rsidR="00B972F3" w:rsidRDefault="00B972F3" w:rsidP="00B972F3">
      <w:pPr>
        <w:pStyle w:val="libNormal"/>
      </w:pPr>
    </w:p>
    <w:p w:rsidR="00B972F3" w:rsidRDefault="00B972F3" w:rsidP="00B972F3">
      <w:pPr>
        <w:pStyle w:val="Heading2Center"/>
      </w:pPr>
      <w:bookmarkStart w:id="359" w:name="_Toc422656854"/>
      <w:r>
        <w:t>PUASA QODHO DAN KAFFARAH PUASA (2)</w:t>
      </w:r>
      <w:r w:rsidRPr="00B972F3">
        <w:rPr>
          <w:rStyle w:val="libFootnotenumChar"/>
        </w:rPr>
        <w:footnoteReference w:id="470"/>
      </w:r>
      <w:bookmarkEnd w:id="359"/>
    </w:p>
    <w:p w:rsidR="00B972F3" w:rsidRDefault="00B972F3" w:rsidP="00B972F3">
      <w:pPr>
        <w:pStyle w:val="libNormal"/>
      </w:pPr>
    </w:p>
    <w:p w:rsidR="00B972F3" w:rsidRDefault="00B972F3" w:rsidP="00AB46B8">
      <w:pPr>
        <w:pStyle w:val="Heading3"/>
      </w:pPr>
      <w:bookmarkStart w:id="360" w:name="_Toc422656855"/>
      <w:r>
        <w:t>Beberapa Hukum</w:t>
      </w:r>
      <w:bookmarkEnd w:id="360"/>
    </w:p>
    <w:p w:rsidR="00B972F3" w:rsidRDefault="00B972F3" w:rsidP="00B972F3">
      <w:pPr>
        <w:pStyle w:val="libNormal"/>
      </w:pPr>
      <w:r>
        <w:t>1. Puasa qodho tidak harus dikerjakan langsung, akan tet</w:t>
      </w:r>
      <w:r w:rsidR="00AF50C6">
        <w:t>api berdasarkan ihtiyath wajib</w:t>
      </w:r>
      <w:r w:rsidR="00AF50C6" w:rsidRPr="00AF50C6">
        <w:rPr>
          <w:rStyle w:val="libFootnotenumChar"/>
        </w:rPr>
        <w:footnoteReference w:id="471"/>
      </w:r>
      <w:r>
        <w:t xml:space="preserve"> harus</w:t>
      </w:r>
    </w:p>
    <w:p w:rsidR="00B972F3" w:rsidRDefault="00B972F3" w:rsidP="00B972F3">
      <w:pPr>
        <w:pStyle w:val="libNormal"/>
      </w:pPr>
      <w:r>
        <w:t>dikerjakan sebelum t</w:t>
      </w:r>
      <w:r w:rsidR="00AF50C6">
        <w:t>iba bulan Ramadhan tahun depan.</w:t>
      </w:r>
      <w:r w:rsidR="00AF50C6" w:rsidRPr="00AF50C6">
        <w:rPr>
          <w:rStyle w:val="libFootnotenumChar"/>
        </w:rPr>
        <w:footnoteReference w:id="472"/>
      </w:r>
    </w:p>
    <w:p w:rsidR="00B972F3" w:rsidRDefault="00B972F3" w:rsidP="00B972F3">
      <w:pPr>
        <w:pStyle w:val="libNormal"/>
      </w:pPr>
      <w:r>
        <w:t>2. Jika seseorang punya puasa qodho untuk beberapa bulan Ramadhan, maka tidak apa-apa</w:t>
      </w:r>
    </w:p>
    <w:p w:rsidR="00B972F3" w:rsidRDefault="00B972F3" w:rsidP="00B972F3">
      <w:pPr>
        <w:pStyle w:val="libNormal"/>
      </w:pPr>
      <w:r>
        <w:t>mendahulukan puasa qodho bulan Ramadhan yang mana saja. Akan tetapi, jika waktu mengqodho</w:t>
      </w:r>
    </w:p>
    <w:p w:rsidR="00B972F3" w:rsidRDefault="00B972F3" w:rsidP="00B972F3">
      <w:pPr>
        <w:pStyle w:val="libNormal"/>
      </w:pPr>
      <w:r>
        <w:t>puasa bulan Ramadhan yang terakhir sempit—misalnya punya sepuluh hari puasa</w:t>
      </w:r>
    </w:p>
    <w:p w:rsidR="00B972F3" w:rsidRDefault="00B972F3" w:rsidP="00B972F3">
      <w:pPr>
        <w:pStyle w:val="libNormal"/>
      </w:pPr>
      <w:r>
        <w:t>qodho dari bulan Ramadhan tahun lalu, sementara sepuluh hari lagi bulan Ramadhan tahun ini</w:t>
      </w:r>
    </w:p>
    <w:p w:rsidR="00B972F3" w:rsidRDefault="00AF50C6" w:rsidP="00B972F3">
      <w:pPr>
        <w:pStyle w:val="libNormal"/>
      </w:pPr>
      <w:r>
        <w:t>tiba, dia harus</w:t>
      </w:r>
      <w:r w:rsidRPr="00AF50C6">
        <w:rPr>
          <w:rStyle w:val="libFootnotenumChar"/>
        </w:rPr>
        <w:footnoteReference w:id="473"/>
      </w:r>
      <w:r w:rsidR="00B972F3">
        <w:t xml:space="preserve"> meng-qodho puasa sepuluh hari </w:t>
      </w:r>
      <w:r>
        <w:t>dari bulan Ramadhan tahun lalu.</w:t>
      </w:r>
      <w:r w:rsidRPr="00AF50C6">
        <w:rPr>
          <w:rStyle w:val="libFootnotenumChar"/>
        </w:rPr>
        <w:footnoteReference w:id="474"/>
      </w:r>
    </w:p>
    <w:p w:rsidR="00B972F3" w:rsidRDefault="00B972F3" w:rsidP="00FB3782">
      <w:pPr>
        <w:pStyle w:val="libNormal"/>
      </w:pPr>
      <w:r>
        <w:t>3. Seseorang tidak boleh meremehkan pelaksanaan kaffarah akan tetapi tidak harus langsung</w:t>
      </w:r>
      <w:r w:rsidR="00FB3782">
        <w:t xml:space="preserve"> </w:t>
      </w:r>
      <w:r w:rsidR="00AF50C6">
        <w:t>melaksanakan.</w:t>
      </w:r>
      <w:r w:rsidR="00AF50C6" w:rsidRPr="00AF50C6">
        <w:rPr>
          <w:rStyle w:val="libFootnotenumChar"/>
        </w:rPr>
        <w:footnoteReference w:id="475"/>
      </w:r>
    </w:p>
    <w:p w:rsidR="00B972F3" w:rsidRDefault="00B972F3" w:rsidP="00FB3782">
      <w:pPr>
        <w:pStyle w:val="libNormal"/>
      </w:pPr>
      <w:r>
        <w:t>4. Jika kaffarah wajub atas seseorang dan sudah bertahun-tahun belum melaksanakannya,</w:t>
      </w:r>
      <w:r w:rsidR="00FB3782">
        <w:t xml:space="preserve"> </w:t>
      </w:r>
      <w:r>
        <w:t xml:space="preserve">kaffarah-nya tetap </w:t>
      </w:r>
      <w:r w:rsidR="00AF50C6">
        <w:t>sedia kala dan tidak bertambah.</w:t>
      </w:r>
      <w:r w:rsidR="00AF50C6" w:rsidRPr="00AF50C6">
        <w:rPr>
          <w:rStyle w:val="libFootnotenumChar"/>
        </w:rPr>
        <w:footnoteReference w:id="476"/>
      </w:r>
    </w:p>
    <w:p w:rsidR="00B972F3" w:rsidRDefault="00B972F3" w:rsidP="00B972F3">
      <w:pPr>
        <w:pStyle w:val="libNormal"/>
      </w:pPr>
      <w:r>
        <w:lastRenderedPageBreak/>
        <w:t>5. Jika tidak berpuasa karena uzur bepergian, dan setelah bulan Ramadhan tidak ada uzur lagi,</w:t>
      </w:r>
    </w:p>
    <w:p w:rsidR="00B972F3" w:rsidRDefault="00B972F3" w:rsidP="00B972F3">
      <w:pPr>
        <w:pStyle w:val="libNormal"/>
      </w:pPr>
      <w:r>
        <w:t>akan tetapi sengaja tidak meng-qodho puasanya sampai bulan Ramadhan tahun berikutnya,</w:t>
      </w:r>
    </w:p>
    <w:p w:rsidR="00B972F3" w:rsidRDefault="00B972F3" w:rsidP="00B972F3">
      <w:pPr>
        <w:pStyle w:val="libNormal"/>
      </w:pPr>
      <w:r>
        <w:t>maka selain harus meng-qodho juga harus mengeluarkan satu mud (750 gram) makanan untuk</w:t>
      </w:r>
    </w:p>
    <w:p w:rsidR="00B972F3" w:rsidRDefault="00B972F3" w:rsidP="00B972F3">
      <w:pPr>
        <w:pStyle w:val="libNormal"/>
      </w:pPr>
      <w:r>
        <w:t>setiap har</w:t>
      </w:r>
      <w:r w:rsidR="006F2B33">
        <w:t>i puasa qodho-nya kepada fakir.</w:t>
      </w:r>
      <w:r w:rsidR="006F2B33" w:rsidRPr="006F2B33">
        <w:rPr>
          <w:rStyle w:val="libFootnotenumChar"/>
        </w:rPr>
        <w:footnoteReference w:id="477"/>
      </w:r>
    </w:p>
    <w:p w:rsidR="00B972F3" w:rsidRDefault="00B972F3" w:rsidP="00B972F3">
      <w:pPr>
        <w:pStyle w:val="libNormal"/>
      </w:pPr>
      <w:r>
        <w:t>6. Jika membatalkan puasa dengan perbuatan haram seperti istimna’, maka berdasarkan ihtiyath</w:t>
      </w:r>
    </w:p>
    <w:p w:rsidR="00B972F3" w:rsidRDefault="006F2B33" w:rsidP="00B972F3">
      <w:pPr>
        <w:pStyle w:val="libNormal"/>
      </w:pPr>
      <w:r>
        <w:t>wajib</w:t>
      </w:r>
      <w:r w:rsidRPr="006F2B33">
        <w:rPr>
          <w:rStyle w:val="libFootnotenumChar"/>
        </w:rPr>
        <w:footnoteReference w:id="478"/>
      </w:r>
      <w:r w:rsidR="00B972F3">
        <w:t xml:space="preserve"> dia harus melaksanakan seluruh kaffarah; yakni memerde-kakan seorang budak, puasa</w:t>
      </w:r>
    </w:p>
    <w:p w:rsidR="00B972F3" w:rsidRDefault="00B972F3" w:rsidP="00B972F3">
      <w:pPr>
        <w:pStyle w:val="libNormal"/>
      </w:pPr>
      <w:r>
        <w:t>dua bulan dan memberi makan enam puluh orang fakir. Jika dia tidak mampu membayar</w:t>
      </w:r>
    </w:p>
    <w:p w:rsidR="00B972F3" w:rsidRDefault="00B972F3" w:rsidP="00B972F3">
      <w:pPr>
        <w:pStyle w:val="libNormal"/>
      </w:pPr>
      <w:r>
        <w:t>ketiga-tiganya, maka harus melaksanaka</w:t>
      </w:r>
      <w:r w:rsidR="006F2B33">
        <w:t>n salah satunya yang dia mampu.</w:t>
      </w:r>
      <w:r w:rsidR="006F2B33" w:rsidRPr="006F2B33">
        <w:rPr>
          <w:rStyle w:val="libFootnotenumChar"/>
        </w:rPr>
        <w:footnoteReference w:id="479"/>
      </w:r>
    </w:p>
    <w:p w:rsidR="00AB46B8" w:rsidRDefault="00AB46B8" w:rsidP="00B972F3">
      <w:pPr>
        <w:pStyle w:val="libNormal"/>
      </w:pPr>
    </w:p>
    <w:p w:rsidR="00B972F3" w:rsidRDefault="00B972F3" w:rsidP="00AB46B8">
      <w:pPr>
        <w:pStyle w:val="Heading2"/>
      </w:pPr>
      <w:bookmarkStart w:id="361" w:name="_Toc422656856"/>
      <w:r>
        <w:t>Pada beberapa hal di bawah ini, tidak ada kewajiban qodho juga kewajiban kaffarah:</w:t>
      </w:r>
      <w:bookmarkEnd w:id="361"/>
    </w:p>
    <w:p w:rsidR="00B972F3" w:rsidRDefault="00B972F3" w:rsidP="00B972F3">
      <w:pPr>
        <w:pStyle w:val="libNormal"/>
      </w:pPr>
      <w:r>
        <w:t xml:space="preserve">1. Puasa-puasa yang tidak </w:t>
      </w:r>
      <w:r w:rsidR="006F2B33">
        <w:t>dikerjakan sebelum usia baligh.</w:t>
      </w:r>
      <w:r w:rsidR="006F2B33" w:rsidRPr="006F2B33">
        <w:rPr>
          <w:rStyle w:val="libFootnotenumChar"/>
        </w:rPr>
        <w:footnoteReference w:id="480"/>
      </w:r>
    </w:p>
    <w:p w:rsidR="00B972F3" w:rsidRDefault="00B972F3" w:rsidP="00B972F3">
      <w:pPr>
        <w:pStyle w:val="libNormal"/>
      </w:pPr>
      <w:r>
        <w:t>2. Puasa-puasa ketika dalam keadaan kafir bagi orang yang baru masuk Islam, yakni jika</w:t>
      </w:r>
    </w:p>
    <w:p w:rsidR="00B972F3" w:rsidRDefault="00B972F3" w:rsidP="00B972F3">
      <w:pPr>
        <w:pStyle w:val="libNormal"/>
      </w:pPr>
      <w:r>
        <w:t>seorang kafir masuk Islam, dia tidak wajib meng-qodho puasa-puasa yang ditinggalkannyaa</w:t>
      </w:r>
    </w:p>
    <w:p w:rsidR="00B972F3" w:rsidRDefault="00B972F3" w:rsidP="00B972F3">
      <w:pPr>
        <w:pStyle w:val="libNormal"/>
      </w:pPr>
      <w:r>
        <w:t>pada masa keka</w:t>
      </w:r>
      <w:r w:rsidR="006F2B33">
        <w:t>firannya.</w:t>
      </w:r>
      <w:r w:rsidR="006F2B33" w:rsidRPr="006F2B33">
        <w:rPr>
          <w:rStyle w:val="libFootnotenumChar"/>
        </w:rPr>
        <w:footnoteReference w:id="481"/>
      </w:r>
    </w:p>
    <w:p w:rsidR="0092276E" w:rsidRDefault="00B972F3" w:rsidP="00960C57">
      <w:pPr>
        <w:pStyle w:val="libNormal"/>
      </w:pPr>
      <w:r>
        <w:t>3. Orang tua yang tidak bisa berpuasa karena usianya yang sudah lanjut dan setelah bulan</w:t>
      </w:r>
      <w:r w:rsidR="00960C57">
        <w:t xml:space="preserve"> </w:t>
      </w:r>
      <w:r>
        <w:t xml:space="preserve">Ramadhan juga </w:t>
      </w:r>
      <w:r w:rsidR="006F2B33">
        <w:t>tidak mampu meng-qodho puasanya</w:t>
      </w:r>
      <w:r w:rsidR="006F2B33" w:rsidRPr="006F2B33">
        <w:rPr>
          <w:rStyle w:val="libFootnotenumChar"/>
        </w:rPr>
        <w:footnoteReference w:id="482"/>
      </w:r>
      <w:r>
        <w:t xml:space="preserve">. Namun, jika puasa itu </w:t>
      </w:r>
      <w:r>
        <w:lastRenderedPageBreak/>
        <w:t>berat dan susah</w:t>
      </w:r>
      <w:r w:rsidR="006F2B33">
        <w:t xml:space="preserve"> </w:t>
      </w:r>
      <w:r w:rsidR="0092276E">
        <w:t>bagi dirinya, maka untuk setiap harinya dia harus mengeluarkan satu mud (750 gram)</w:t>
      </w:r>
    </w:p>
    <w:p w:rsidR="0092276E" w:rsidRDefault="0092276E" w:rsidP="0092276E">
      <w:pPr>
        <w:pStyle w:val="libNormal"/>
      </w:pPr>
      <w:r>
        <w:t>makanan untuk orang fakir.</w:t>
      </w:r>
      <w:r w:rsidRPr="0092276E">
        <w:rPr>
          <w:rStyle w:val="libFootnotenumChar"/>
        </w:rPr>
        <w:footnoteReference w:id="483"/>
      </w:r>
    </w:p>
    <w:p w:rsidR="00A532F0" w:rsidRDefault="00A532F0" w:rsidP="0092276E">
      <w:pPr>
        <w:pStyle w:val="libNormal"/>
      </w:pPr>
    </w:p>
    <w:p w:rsidR="0092276E" w:rsidRDefault="0092276E" w:rsidP="00A532F0">
      <w:pPr>
        <w:pStyle w:val="Heading2"/>
      </w:pPr>
      <w:bookmarkStart w:id="362" w:name="_Toc422656857"/>
      <w:r>
        <w:t>Puasa Qodho Ayah dan Ibu</w:t>
      </w:r>
      <w:bookmarkEnd w:id="362"/>
    </w:p>
    <w:p w:rsidR="00A532F0" w:rsidRDefault="00A532F0" w:rsidP="0092276E">
      <w:pPr>
        <w:pStyle w:val="libNormal"/>
      </w:pPr>
    </w:p>
    <w:p w:rsidR="0092276E" w:rsidRDefault="0092276E" w:rsidP="0092276E">
      <w:pPr>
        <w:pStyle w:val="libNormal"/>
      </w:pPr>
      <w:r>
        <w:t>Setelah wafat ayah, anak lelaki terbesar harus mengerjakan salat qodho dan puasa qodho ayahnya,</w:t>
      </w:r>
    </w:p>
    <w:p w:rsidR="0092276E" w:rsidRDefault="0092276E" w:rsidP="0092276E">
      <w:pPr>
        <w:pStyle w:val="libNormal"/>
      </w:pPr>
      <w:r>
        <w:t>dan berdasarkan ihtiyath mustahab</w:t>
      </w:r>
      <w:r w:rsidRPr="0092276E">
        <w:rPr>
          <w:rStyle w:val="libFootnotenumChar"/>
        </w:rPr>
        <w:footnoteReference w:id="484"/>
      </w:r>
      <w:r>
        <w:t xml:space="preserve"> juga salat qodho dan puasa qodho ibunya.</w:t>
      </w:r>
      <w:r w:rsidRPr="0092276E">
        <w:rPr>
          <w:rStyle w:val="libFootnotenumChar"/>
        </w:rPr>
        <w:footnoteReference w:id="485"/>
      </w:r>
    </w:p>
    <w:p w:rsidR="0092276E" w:rsidRDefault="0092276E" w:rsidP="0092276E">
      <w:pPr>
        <w:pStyle w:val="libNormal"/>
      </w:pPr>
      <w:r>
        <w:t>* * *</w:t>
      </w:r>
    </w:p>
    <w:p w:rsidR="0092276E" w:rsidRDefault="0092276E" w:rsidP="0092276E">
      <w:pPr>
        <w:pStyle w:val="libNormal"/>
      </w:pPr>
    </w:p>
    <w:p w:rsidR="0092276E" w:rsidRDefault="0092276E" w:rsidP="002D3B1C">
      <w:pPr>
        <w:pStyle w:val="Heading2Center"/>
      </w:pPr>
      <w:bookmarkStart w:id="363" w:name="_Toc422656858"/>
      <w:r>
        <w:t>PUASA MUSAFIR</w:t>
      </w:r>
      <w:bookmarkEnd w:id="363"/>
    </w:p>
    <w:p w:rsidR="0092276E" w:rsidRDefault="0092276E" w:rsidP="0092276E">
      <w:pPr>
        <w:pStyle w:val="libNormal"/>
      </w:pPr>
      <w:r>
        <w:t>Musafir yang harus meng-qoshr salat yang empat rakaatnya menjadi dua rakaat tidak boleh</w:t>
      </w:r>
    </w:p>
    <w:p w:rsidR="0092276E" w:rsidRDefault="0092276E" w:rsidP="0092276E">
      <w:pPr>
        <w:pStyle w:val="libNormal"/>
      </w:pPr>
      <w:r>
        <w:t>berpuasa. Akan tetapi dia harus mengerjakan puasa qodho. Adapun musafir yang harus</w:t>
      </w:r>
    </w:p>
    <w:p w:rsidR="0092276E" w:rsidRDefault="0092276E" w:rsidP="0092276E">
      <w:pPr>
        <w:pStyle w:val="libNormal"/>
      </w:pPr>
      <w:r>
        <w:t>mengerjakan salat yang empat rakaatnya secara tamam (sempurna)—seperti musafir yang</w:t>
      </w:r>
    </w:p>
    <w:p w:rsidR="0092276E" w:rsidRDefault="0092276E" w:rsidP="0092276E">
      <w:pPr>
        <w:pStyle w:val="libNormal"/>
      </w:pPr>
      <w:r>
        <w:t>pekerjaannya adalah bep</w:t>
      </w:r>
      <w:r w:rsidR="002D3B1C">
        <w:t>ergian—maka dia harus berpuasa.</w:t>
      </w:r>
      <w:r w:rsidR="002D3B1C" w:rsidRPr="002D3B1C">
        <w:rPr>
          <w:rStyle w:val="libFootnotenumChar"/>
        </w:rPr>
        <w:footnoteReference w:id="486"/>
      </w:r>
    </w:p>
    <w:p w:rsidR="00A532F0" w:rsidRDefault="00A532F0" w:rsidP="0092276E">
      <w:pPr>
        <w:pStyle w:val="libNormal"/>
      </w:pPr>
    </w:p>
    <w:p w:rsidR="0092276E" w:rsidRDefault="0092276E" w:rsidP="00A532F0">
      <w:pPr>
        <w:pStyle w:val="Heading2"/>
      </w:pPr>
      <w:bookmarkStart w:id="364" w:name="_Toc422656859"/>
      <w:r>
        <w:t>Hukum Puasa Musafir</w:t>
      </w:r>
      <w:bookmarkEnd w:id="364"/>
    </w:p>
    <w:p w:rsidR="00A532F0" w:rsidRDefault="00A532F0" w:rsidP="0092276E">
      <w:pPr>
        <w:pStyle w:val="libNormal"/>
      </w:pPr>
    </w:p>
    <w:p w:rsidR="0092276E" w:rsidRDefault="0092276E" w:rsidP="00A532F0">
      <w:pPr>
        <w:pStyle w:val="Heading3"/>
      </w:pPr>
      <w:bookmarkStart w:id="365" w:name="_Toc422656860"/>
      <w:r>
        <w:t>· Dalam kondisi pergi:</w:t>
      </w:r>
      <w:bookmarkEnd w:id="365"/>
    </w:p>
    <w:p w:rsidR="0092276E" w:rsidRDefault="0092276E" w:rsidP="0092276E">
      <w:pPr>
        <w:pStyle w:val="libNormal"/>
      </w:pPr>
      <w:r>
        <w:t>1. Pergi sebelum Zuhur: maka ketika sampai di haddu tarakhus, puasanya batal. Akan tetapi</w:t>
      </w:r>
    </w:p>
    <w:p w:rsidR="0092276E" w:rsidRDefault="0092276E" w:rsidP="0092276E">
      <w:pPr>
        <w:pStyle w:val="libNormal"/>
      </w:pPr>
      <w:r>
        <w:lastRenderedPageBreak/>
        <w:t>jik</w:t>
      </w:r>
      <w:r w:rsidR="002D3B1C">
        <w:t>a sebelum sampai haddu tarakhus</w:t>
      </w:r>
      <w:r w:rsidR="002D3B1C" w:rsidRPr="002D3B1C">
        <w:rPr>
          <w:rStyle w:val="libFootnotenumChar"/>
        </w:rPr>
        <w:footnoteReference w:id="487"/>
      </w:r>
      <w:r>
        <w:t xml:space="preserve"> dia membatalkan puasanya, berdasarkan ihtiyath</w:t>
      </w:r>
    </w:p>
    <w:p w:rsidR="0092276E" w:rsidRDefault="002D3B1C" w:rsidP="0092276E">
      <w:pPr>
        <w:pStyle w:val="libNormal"/>
      </w:pPr>
      <w:r>
        <w:t>wajib harus membayar kaffarah.</w:t>
      </w:r>
      <w:r w:rsidRPr="002D3B1C">
        <w:rPr>
          <w:rStyle w:val="libFootnotenumChar"/>
        </w:rPr>
        <w:footnoteReference w:id="488"/>
      </w:r>
    </w:p>
    <w:p w:rsidR="0092276E" w:rsidRDefault="0092276E" w:rsidP="0092276E">
      <w:pPr>
        <w:pStyle w:val="libNormal"/>
      </w:pPr>
      <w:r>
        <w:t>2. Pergi setelah Zuhur: maka puasanya sah dan tidak boleh membatalkannya.</w:t>
      </w:r>
    </w:p>
    <w:p w:rsidR="00A532F0" w:rsidRDefault="00A532F0" w:rsidP="0092276E">
      <w:pPr>
        <w:pStyle w:val="libNormal"/>
      </w:pPr>
    </w:p>
    <w:p w:rsidR="0092276E" w:rsidRDefault="0092276E" w:rsidP="00A532F0">
      <w:pPr>
        <w:pStyle w:val="Heading3"/>
      </w:pPr>
      <w:bookmarkStart w:id="366" w:name="_Toc422656861"/>
      <w:r>
        <w:t>· Dalam kondisi pulang:</w:t>
      </w:r>
      <w:bookmarkEnd w:id="366"/>
    </w:p>
    <w:p w:rsidR="0092276E" w:rsidRDefault="0092276E" w:rsidP="0092276E">
      <w:pPr>
        <w:pStyle w:val="libNormal"/>
      </w:pPr>
      <w:r>
        <w:t>1. Sebelum Zuhur dia sampai di tempat tinggalnya atau di tempat yang dia berniat tinggal</w:t>
      </w:r>
    </w:p>
    <w:p w:rsidR="0092276E" w:rsidRDefault="0092276E" w:rsidP="0092276E">
      <w:pPr>
        <w:pStyle w:val="libNormal"/>
      </w:pPr>
      <w:r>
        <w:t>sepuluh hari di situ:</w:t>
      </w:r>
    </w:p>
    <w:p w:rsidR="0092276E" w:rsidRDefault="0092276E" w:rsidP="0092276E">
      <w:pPr>
        <w:pStyle w:val="libNormal"/>
      </w:pPr>
      <w:r>
        <w:t>a. Jika dia tidak mengerjakan hal-hal yang memba-talkan puasa, maka harus</w:t>
      </w:r>
    </w:p>
    <w:p w:rsidR="0092276E" w:rsidRDefault="0092276E" w:rsidP="0092276E">
      <w:pPr>
        <w:pStyle w:val="libNormal"/>
      </w:pPr>
      <w:r>
        <w:t>melanjutkan puasanya dan puasanya sah.</w:t>
      </w:r>
    </w:p>
    <w:p w:rsidR="0092276E" w:rsidRDefault="0092276E" w:rsidP="0092276E">
      <w:pPr>
        <w:pStyle w:val="libNormal"/>
      </w:pPr>
      <w:r>
        <w:t>b. Dia telah mengerjakan hal-hal yang membatal-kan puasa, maka dia tidak wajib</w:t>
      </w:r>
    </w:p>
    <w:p w:rsidR="0092276E" w:rsidRDefault="0092276E" w:rsidP="0092276E">
      <w:pPr>
        <w:pStyle w:val="libNormal"/>
      </w:pPr>
      <w:r>
        <w:t>berpuasa pada hari itu, akan tetapi harus meng-qodho-nya.</w:t>
      </w:r>
    </w:p>
    <w:p w:rsidR="0092276E" w:rsidRDefault="0092276E" w:rsidP="0092276E">
      <w:pPr>
        <w:pStyle w:val="libNormal"/>
      </w:pPr>
      <w:r>
        <w:t>2. Setelah Zuhur dia sampai di tempat tinggalnya, maka puasanya batal dan harus mengqodho-</w:t>
      </w:r>
    </w:p>
    <w:p w:rsidR="0092276E" w:rsidRDefault="002D3B1C" w:rsidP="0092276E">
      <w:pPr>
        <w:pStyle w:val="libNormal"/>
      </w:pPr>
      <w:r>
        <w:t>nya.</w:t>
      </w:r>
      <w:r w:rsidRPr="002D3B1C">
        <w:rPr>
          <w:rStyle w:val="libFootnotenumChar"/>
        </w:rPr>
        <w:footnoteReference w:id="489"/>
      </w:r>
    </w:p>
    <w:p w:rsidR="00A532F0" w:rsidRDefault="00A532F0" w:rsidP="0092276E">
      <w:pPr>
        <w:pStyle w:val="libNormal"/>
      </w:pPr>
    </w:p>
    <w:p w:rsidR="0092276E" w:rsidRDefault="0092276E" w:rsidP="00960C57">
      <w:pPr>
        <w:pStyle w:val="libNormal"/>
      </w:pPr>
      <w:r w:rsidRPr="00960C57">
        <w:t>Catatan</w:t>
      </w:r>
      <w:r>
        <w:t>: bepergian pada bulan Ramadhan tidak apa-apa. Akan tetapi, jika untuk menghindar</w:t>
      </w:r>
    </w:p>
    <w:p w:rsidR="0092276E" w:rsidRDefault="0092276E" w:rsidP="0092276E">
      <w:pPr>
        <w:pStyle w:val="libNormal"/>
      </w:pPr>
      <w:r>
        <w:t>dari kewajiban puasa, maka hukum bepergia</w:t>
      </w:r>
      <w:r w:rsidR="002D3B1C">
        <w:t>n pada bulan itu adalah makruh.</w:t>
      </w:r>
      <w:r w:rsidR="002D3B1C" w:rsidRPr="002D3B1C">
        <w:rPr>
          <w:rStyle w:val="libFootnotenumChar"/>
        </w:rPr>
        <w:footnoteReference w:id="490"/>
      </w:r>
    </w:p>
    <w:p w:rsidR="00F00B47" w:rsidRDefault="0092276E" w:rsidP="0092276E">
      <w:pPr>
        <w:pStyle w:val="libNormal"/>
      </w:pPr>
      <w:r>
        <w:t>* * *</w:t>
      </w:r>
    </w:p>
    <w:p w:rsidR="00EC7469" w:rsidRDefault="00EC7469" w:rsidP="0092276E">
      <w:pPr>
        <w:pStyle w:val="libNormal"/>
      </w:pPr>
    </w:p>
    <w:p w:rsidR="00167473" w:rsidRDefault="00167473" w:rsidP="00167473">
      <w:pPr>
        <w:pStyle w:val="Heading2Center"/>
      </w:pPr>
      <w:bookmarkStart w:id="367" w:name="_Toc422656862"/>
      <w:r>
        <w:t>ZAKAT FITRAH</w:t>
      </w:r>
      <w:bookmarkEnd w:id="367"/>
    </w:p>
    <w:p w:rsidR="00167473" w:rsidRDefault="00167473" w:rsidP="00167473">
      <w:pPr>
        <w:pStyle w:val="libNormal"/>
      </w:pPr>
    </w:p>
    <w:p w:rsidR="00167473" w:rsidRDefault="00167473" w:rsidP="00167473">
      <w:pPr>
        <w:pStyle w:val="libNormal"/>
      </w:pPr>
      <w:r>
        <w:lastRenderedPageBreak/>
        <w:t>Seusai bulan suci Ramadhan, yakni pada hari raya Idul Fitri (1 Syawal) harus memberikan sedikit</w:t>
      </w:r>
    </w:p>
    <w:p w:rsidR="00167473" w:rsidRDefault="00167473" w:rsidP="00167473">
      <w:pPr>
        <w:pStyle w:val="libNormal"/>
      </w:pPr>
      <w:r>
        <w:t>hartanya kepada orang fakir sebagai zakat Fitrah.</w:t>
      </w:r>
    </w:p>
    <w:p w:rsidR="00825BE2" w:rsidRDefault="00825BE2" w:rsidP="00167473">
      <w:pPr>
        <w:pStyle w:val="libNormal"/>
      </w:pPr>
    </w:p>
    <w:p w:rsidR="00167473" w:rsidRDefault="00167473" w:rsidP="00825BE2">
      <w:pPr>
        <w:pStyle w:val="Heading3"/>
      </w:pPr>
      <w:bookmarkStart w:id="368" w:name="_Toc422656863"/>
      <w:r>
        <w:t>Ukuran Zakat Fitrah</w:t>
      </w:r>
      <w:bookmarkEnd w:id="368"/>
    </w:p>
    <w:p w:rsidR="00167473" w:rsidRDefault="00167473" w:rsidP="00167473">
      <w:pPr>
        <w:pStyle w:val="libNormal"/>
      </w:pPr>
      <w:r>
        <w:t>Untuk diri sendiri dan orang yang menjadi tanggungannya seperti istri dan anak, zakat Fitrah</w:t>
      </w:r>
    </w:p>
    <w:p w:rsidR="00167473" w:rsidRDefault="00167473" w:rsidP="00167473">
      <w:pPr>
        <w:pStyle w:val="libNormal"/>
      </w:pPr>
      <w:r>
        <w:t>setia</w:t>
      </w:r>
      <w:r w:rsidR="00825BE2">
        <w:t>p orang darimereka adalah 3 kg.</w:t>
      </w:r>
      <w:r w:rsidR="00825BE2" w:rsidRPr="00825BE2">
        <w:rPr>
          <w:rStyle w:val="libFootnotenumChar"/>
        </w:rPr>
        <w:footnoteReference w:id="491"/>
      </w:r>
    </w:p>
    <w:p w:rsidR="00825BE2" w:rsidRDefault="00825BE2" w:rsidP="00167473">
      <w:pPr>
        <w:pStyle w:val="libNormal"/>
      </w:pPr>
    </w:p>
    <w:p w:rsidR="00167473" w:rsidRDefault="00167473" w:rsidP="00825BE2">
      <w:pPr>
        <w:pStyle w:val="Heading3"/>
      </w:pPr>
      <w:bookmarkStart w:id="369" w:name="_Toc422656864"/>
      <w:r>
        <w:t>Bahan Zakat Fitrah</w:t>
      </w:r>
      <w:bookmarkEnd w:id="369"/>
    </w:p>
    <w:p w:rsidR="00167473" w:rsidRDefault="00167473" w:rsidP="00167473">
      <w:pPr>
        <w:pStyle w:val="libNormal"/>
      </w:pPr>
      <w:r>
        <w:t>Bahan yang dikeluarkan sebagai zakat Fitrah antara lain gandum, juw (sejenis gandum), kurma,</w:t>
      </w:r>
    </w:p>
    <w:p w:rsidR="00167473" w:rsidRDefault="00167473" w:rsidP="00167473">
      <w:pPr>
        <w:pStyle w:val="libNormal"/>
      </w:pPr>
      <w:r>
        <w:t>kismis, beras, ja-gung dan semacamnya. Juga boleh mengeluarkan uang senilai satu dari bahanbahan</w:t>
      </w:r>
    </w:p>
    <w:p w:rsidR="00167473" w:rsidRDefault="00825BE2" w:rsidP="00167473">
      <w:pPr>
        <w:pStyle w:val="libNormal"/>
      </w:pPr>
      <w:r>
        <w:t>itu sebagai zakat Fitrah.</w:t>
      </w:r>
      <w:r w:rsidRPr="00825BE2">
        <w:rPr>
          <w:rStyle w:val="libFootnotenumChar"/>
        </w:rPr>
        <w:footnoteReference w:id="492"/>
      </w:r>
    </w:p>
    <w:p w:rsidR="00825BE2" w:rsidRDefault="00825BE2" w:rsidP="00167473">
      <w:pPr>
        <w:pStyle w:val="libNormal"/>
      </w:pPr>
    </w:p>
    <w:p w:rsidR="00167473" w:rsidRDefault="00167473" w:rsidP="00825BE2">
      <w:pPr>
        <w:pStyle w:val="Heading2"/>
      </w:pPr>
      <w:bookmarkStart w:id="370" w:name="_Toc422656865"/>
      <w:r>
        <w:t>Kesimpulan Pelajaran</w:t>
      </w:r>
      <w:bookmarkEnd w:id="370"/>
    </w:p>
    <w:p w:rsidR="00825BE2" w:rsidRDefault="00825BE2" w:rsidP="00167473">
      <w:pPr>
        <w:pStyle w:val="libNormal"/>
      </w:pPr>
    </w:p>
    <w:p w:rsidR="00167473" w:rsidRDefault="00167473" w:rsidP="00167473">
      <w:pPr>
        <w:pStyle w:val="libNormal"/>
      </w:pPr>
      <w:r>
        <w:t>1. Berdasarkan ihtiyath wajib, puasa qodho bulan Ramadhan harus dikerjakan sebelum tiba</w:t>
      </w:r>
    </w:p>
    <w:p w:rsidR="00167473" w:rsidRDefault="00167473" w:rsidP="00167473">
      <w:pPr>
        <w:pStyle w:val="libNormal"/>
      </w:pPr>
      <w:r>
        <w:t>Ramadhan tahun berikut.</w:t>
      </w:r>
    </w:p>
    <w:p w:rsidR="00167473" w:rsidRDefault="00167473" w:rsidP="00167473">
      <w:pPr>
        <w:pStyle w:val="libNormal"/>
      </w:pPr>
      <w:r>
        <w:t>2. Jika punya puasa qodho beberapa bulan Ramadhan, bo-leh mengerjakan qodho-nya yang mana</w:t>
      </w:r>
    </w:p>
    <w:p w:rsidR="00167473" w:rsidRDefault="00167473" w:rsidP="00167473">
      <w:pPr>
        <w:pStyle w:val="libNormal"/>
      </w:pPr>
      <w:r>
        <w:t>saja, kecuali jika waktu untuk mengerjakan qodho tahun tidak tersisa lagi.</w:t>
      </w:r>
    </w:p>
    <w:p w:rsidR="00167473" w:rsidRDefault="00167473" w:rsidP="00167473">
      <w:pPr>
        <w:pStyle w:val="libNormal"/>
      </w:pPr>
      <w:r>
        <w:t>3. Jika menunda-nunda pelaksanaan kaffarah sampai ber-tahun-tahun, kaffarah-nya tetap sedia</w:t>
      </w:r>
    </w:p>
    <w:p w:rsidR="00167473" w:rsidRDefault="00167473" w:rsidP="00167473">
      <w:pPr>
        <w:pStyle w:val="libNormal"/>
      </w:pPr>
      <w:r>
        <w:t>kala dan tidak bertambah.</w:t>
      </w:r>
    </w:p>
    <w:p w:rsidR="00167473" w:rsidRDefault="00167473" w:rsidP="00167473">
      <w:pPr>
        <w:pStyle w:val="libNormal"/>
      </w:pPr>
      <w:r>
        <w:t>4. Jika tanpa uzur tidak meng-qodho puasa bulan Rama-dhan tahun lalu sampai bulan Ramadhan</w:t>
      </w:r>
    </w:p>
    <w:p w:rsidR="00167473" w:rsidRDefault="00167473" w:rsidP="00167473">
      <w:pPr>
        <w:pStyle w:val="libNormal"/>
      </w:pPr>
      <w:r>
        <w:t>berikutnya, maka selain harus meng-qodho juga harus mengeluarkan 750 gram makanan</w:t>
      </w:r>
    </w:p>
    <w:p w:rsidR="00167473" w:rsidRDefault="00167473" w:rsidP="00167473">
      <w:pPr>
        <w:pStyle w:val="libNormal"/>
      </w:pPr>
      <w:r>
        <w:t>kepada orang fakir untuk setiap harinya.</w:t>
      </w:r>
    </w:p>
    <w:p w:rsidR="00167473" w:rsidRDefault="00167473" w:rsidP="00167473">
      <w:pPr>
        <w:pStyle w:val="libNormal"/>
      </w:pPr>
      <w:r>
        <w:lastRenderedPageBreak/>
        <w:t>5. Jika membatalkan puasa dengan perbuatan haram, ma-ka harus melaksanakan kaffarah ketigatiganya.</w:t>
      </w:r>
    </w:p>
    <w:p w:rsidR="00167473" w:rsidRDefault="00167473" w:rsidP="00167473">
      <w:pPr>
        <w:pStyle w:val="libNormal"/>
      </w:pPr>
      <w:r>
        <w:t>6. Tidak ada qodho untuk puasa-puasa sebelum usia baligh dan puasa-puasa pada masa kafir</w:t>
      </w:r>
    </w:p>
    <w:p w:rsidR="00167473" w:rsidRDefault="00167473" w:rsidP="00167473">
      <w:pPr>
        <w:pStyle w:val="libNormal"/>
      </w:pPr>
      <w:r>
        <w:t>bagi orang yang baru masuk Islam.</w:t>
      </w:r>
    </w:p>
    <w:p w:rsidR="00167473" w:rsidRDefault="00167473" w:rsidP="00167473">
      <w:pPr>
        <w:pStyle w:val="libNormal"/>
      </w:pPr>
      <w:r>
        <w:t>7. Anak lelaki terbesar harus mengerjakan salat qodho dan puasa qodho ayahnya setelah wafat</w:t>
      </w:r>
    </w:p>
    <w:p w:rsidR="00167473" w:rsidRDefault="00167473" w:rsidP="00167473">
      <w:pPr>
        <w:pStyle w:val="libNormal"/>
      </w:pPr>
      <w:r>
        <w:t>ayahnya.</w:t>
      </w:r>
    </w:p>
    <w:p w:rsidR="00167473" w:rsidRDefault="00167473" w:rsidP="00167473">
      <w:pPr>
        <w:pStyle w:val="libNormal"/>
      </w:pPr>
      <w:r>
        <w:t>8. Puasa menjadi batal pada bepergian yang mewajibkan salat qashr.</w:t>
      </w:r>
    </w:p>
    <w:p w:rsidR="00167473" w:rsidRDefault="00167473" w:rsidP="00167473">
      <w:pPr>
        <w:pStyle w:val="libNormal"/>
      </w:pPr>
      <w:r>
        <w:t>9. Puasa musafir yang pergi setelah Zuhur adalah sah.</w:t>
      </w:r>
    </w:p>
    <w:p w:rsidR="00167473" w:rsidRDefault="00167473" w:rsidP="00167473">
      <w:pPr>
        <w:pStyle w:val="libNormal"/>
      </w:pPr>
      <w:r>
        <w:t>10. Jika sebelum zuhur musafir sampai di tempat tinggalnya atau sampai di tempat yang berniat</w:t>
      </w:r>
    </w:p>
    <w:p w:rsidR="00167473" w:rsidRDefault="00167473" w:rsidP="00167473">
      <w:pPr>
        <w:pStyle w:val="libNormal"/>
      </w:pPr>
      <w:r>
        <w:t>tinggal sepuluh hari di sana, maka selama dia tidak mengerjakan hal-hal yang membatalkan</w:t>
      </w:r>
    </w:p>
    <w:p w:rsidR="00167473" w:rsidRDefault="00167473" w:rsidP="00167473">
      <w:pPr>
        <w:pStyle w:val="libNormal"/>
      </w:pPr>
      <w:r>
        <w:t>puasa harus melanjutkan puasanya dan puasanya sah.</w:t>
      </w:r>
    </w:p>
    <w:p w:rsidR="00825BE2" w:rsidRDefault="00825BE2" w:rsidP="00167473">
      <w:pPr>
        <w:pStyle w:val="libNormal"/>
      </w:pPr>
    </w:p>
    <w:p w:rsidR="00167473" w:rsidRDefault="00167473" w:rsidP="00825BE2">
      <w:pPr>
        <w:pStyle w:val="Heading2"/>
      </w:pPr>
      <w:bookmarkStart w:id="371" w:name="_Toc422656866"/>
      <w:r>
        <w:t>Pertanyaan:</w:t>
      </w:r>
      <w:bookmarkEnd w:id="371"/>
    </w:p>
    <w:p w:rsidR="00825BE2" w:rsidRDefault="00825BE2" w:rsidP="00167473">
      <w:pPr>
        <w:pStyle w:val="libNormal"/>
      </w:pPr>
    </w:p>
    <w:p w:rsidR="00167473" w:rsidRDefault="00167473" w:rsidP="00167473">
      <w:pPr>
        <w:pStyle w:val="libNormal"/>
      </w:pPr>
      <w:r>
        <w:t>1. Jelaskan waktu-waktu meng-qodho puasa Ramadhan!</w:t>
      </w:r>
    </w:p>
    <w:p w:rsidR="00167473" w:rsidRDefault="00167473" w:rsidP="00167473">
      <w:pPr>
        <w:pStyle w:val="libNormal"/>
      </w:pPr>
      <w:r>
        <w:t>2. Jelaskan waktu kaffarah puasa!</w:t>
      </w:r>
    </w:p>
    <w:p w:rsidR="00167473" w:rsidRDefault="00167473" w:rsidP="00167473">
      <w:pPr>
        <w:pStyle w:val="libNormal"/>
      </w:pPr>
      <w:r>
        <w:t>3. Apa tugas seseorang yang sampai Ramadhan tahun berikutnya masih belum mengerjakan</w:t>
      </w:r>
    </w:p>
    <w:p w:rsidR="00167473" w:rsidRDefault="00167473" w:rsidP="00167473">
      <w:pPr>
        <w:pStyle w:val="libNormal"/>
      </w:pPr>
      <w:r>
        <w:t>qodho puasanya?</w:t>
      </w:r>
    </w:p>
    <w:p w:rsidR="00167473" w:rsidRDefault="00167473" w:rsidP="00167473">
      <w:pPr>
        <w:pStyle w:val="libNormal"/>
      </w:pPr>
      <w:r>
        <w:t>4. Apa tugas orang lelaki yang tidakmampu berpuasa karena usianya yang sudah lanjut?</w:t>
      </w:r>
    </w:p>
    <w:p w:rsidR="00167473" w:rsidRDefault="00167473" w:rsidP="00167473">
      <w:pPr>
        <w:pStyle w:val="libNormal"/>
      </w:pPr>
      <w:r>
        <w:t>5. Jika anak lelaki terbesar meninggal dunia, maka puasa qodho ayahnya menjadi tanggungan</w:t>
      </w:r>
    </w:p>
    <w:p w:rsidR="00167473" w:rsidRDefault="00167473" w:rsidP="00167473">
      <w:pPr>
        <w:pStyle w:val="libNormal"/>
      </w:pPr>
      <w:r>
        <w:t>siapa?</w:t>
      </w:r>
    </w:p>
    <w:p w:rsidR="00C32EC6" w:rsidRDefault="00167473" w:rsidP="00167473">
      <w:pPr>
        <w:pStyle w:val="libNormal"/>
      </w:pPr>
      <w:r>
        <w:t>6. Siapa saja yang harus tetap berpuasa dalam bepergian?</w:t>
      </w:r>
    </w:p>
    <w:p w:rsidR="00C32EC6" w:rsidRPr="00C32EC6" w:rsidRDefault="00C32EC6">
      <w:r>
        <w:br w:type="page"/>
      </w:r>
    </w:p>
    <w:p w:rsidR="00F60F28" w:rsidRDefault="00F60F28" w:rsidP="005E7120">
      <w:pPr>
        <w:pStyle w:val="Heading1Center"/>
      </w:pPr>
      <w:bookmarkStart w:id="372" w:name="_Toc422656867"/>
      <w:r>
        <w:lastRenderedPageBreak/>
        <w:t>Pelajaran 35</w:t>
      </w:r>
      <w:bookmarkEnd w:id="372"/>
    </w:p>
    <w:p w:rsidR="00F60F28" w:rsidRDefault="00F60F28" w:rsidP="005E7120">
      <w:pPr>
        <w:pStyle w:val="Heading1Center"/>
      </w:pPr>
      <w:bookmarkStart w:id="373" w:name="_Toc422656868"/>
      <w:r>
        <w:t>KHUMUS</w:t>
      </w:r>
      <w:bookmarkEnd w:id="373"/>
    </w:p>
    <w:p w:rsidR="00F60F28" w:rsidRDefault="00F60F28" w:rsidP="00F60F28">
      <w:pPr>
        <w:pStyle w:val="libNormal"/>
        <w:rPr>
          <w:rtl/>
        </w:rPr>
      </w:pPr>
    </w:p>
    <w:p w:rsidR="00F60F28" w:rsidRDefault="00F60F28" w:rsidP="00F60F28">
      <w:pPr>
        <w:pStyle w:val="libNormal"/>
      </w:pPr>
      <w:r>
        <w:t>Salah satu dari tugas-tugas ekonomi kaum muslimin adalah mengeluarkan khumus. Yakni pada</w:t>
      </w:r>
    </w:p>
    <w:p w:rsidR="00F60F28" w:rsidRDefault="00F60F28" w:rsidP="00F60F28">
      <w:pPr>
        <w:pStyle w:val="libNormal"/>
      </w:pPr>
      <w:r>
        <w:t>beberapa perkara, se-perlima dari hartanya harus diserahkan kepada pemimpin syar’i untuk</w:t>
      </w:r>
    </w:p>
    <w:p w:rsidR="00F60F28" w:rsidRDefault="00F60F28" w:rsidP="00F60F28">
      <w:pPr>
        <w:pStyle w:val="libNormal"/>
      </w:pPr>
      <w:r>
        <w:t>penggunaan yang sudah ditentukan.</w:t>
      </w:r>
    </w:p>
    <w:p w:rsidR="00B2530E" w:rsidRDefault="00B2530E" w:rsidP="00F60F28">
      <w:pPr>
        <w:pStyle w:val="libNormal"/>
        <w:rPr>
          <w:rtl/>
        </w:rPr>
      </w:pPr>
    </w:p>
    <w:p w:rsidR="00F60F28" w:rsidRDefault="00F60F28" w:rsidP="00B2530E">
      <w:pPr>
        <w:pStyle w:val="Heading2"/>
      </w:pPr>
      <w:bookmarkStart w:id="374" w:name="_Toc422656869"/>
      <w:r>
        <w:t>Tujuh Hal yang Wajib Dikeluarkan Khumusnya</w:t>
      </w:r>
      <w:bookmarkEnd w:id="374"/>
    </w:p>
    <w:p w:rsidR="00B2530E" w:rsidRDefault="00B2530E" w:rsidP="00F60F28">
      <w:pPr>
        <w:pStyle w:val="libNormal"/>
        <w:rPr>
          <w:rtl/>
        </w:rPr>
      </w:pPr>
    </w:p>
    <w:p w:rsidR="00F60F28" w:rsidRDefault="00F60F28" w:rsidP="00F60F28">
      <w:pPr>
        <w:pStyle w:val="libNormal"/>
      </w:pPr>
      <w:r>
        <w:t>1. Apa yang diperoleh lebih dari biaya hidup setahun (hasil usaha).</w:t>
      </w:r>
    </w:p>
    <w:p w:rsidR="00F60F28" w:rsidRDefault="00F60F28" w:rsidP="00F60F28">
      <w:pPr>
        <w:pStyle w:val="libNormal"/>
      </w:pPr>
      <w:r>
        <w:t>2. Tambang.</w:t>
      </w:r>
    </w:p>
    <w:p w:rsidR="00F60F28" w:rsidRDefault="00F60F28" w:rsidP="00F60F28">
      <w:pPr>
        <w:pStyle w:val="libNormal"/>
      </w:pPr>
      <w:r>
        <w:t>3. Harta karun.</w:t>
      </w:r>
    </w:p>
    <w:p w:rsidR="00F60F28" w:rsidRDefault="00F60F28" w:rsidP="00F60F28">
      <w:pPr>
        <w:pStyle w:val="libNormal"/>
      </w:pPr>
      <w:r>
        <w:t>4. Harta rampasan perang.</w:t>
      </w:r>
    </w:p>
    <w:p w:rsidR="00F60F28" w:rsidRDefault="00F60F28" w:rsidP="00F60F28">
      <w:pPr>
        <w:pStyle w:val="libNormal"/>
      </w:pPr>
      <w:r>
        <w:t>5. Perhiasan yang didapatkan dari menyelam ke dalam laut.</w:t>
      </w:r>
    </w:p>
    <w:p w:rsidR="00F60F28" w:rsidRDefault="00F60F28" w:rsidP="00F60F28">
      <w:pPr>
        <w:pStyle w:val="libNormal"/>
      </w:pPr>
      <w:r>
        <w:t>6. Harta halal yang bercampur dengan harta haram.</w:t>
      </w:r>
    </w:p>
    <w:p w:rsidR="00F60F28" w:rsidRDefault="00F60F28" w:rsidP="00F60F28">
      <w:pPr>
        <w:pStyle w:val="libNormal"/>
      </w:pPr>
      <w:r>
        <w:t>7. Tana</w:t>
      </w:r>
      <w:r w:rsidR="003942F3">
        <w:t>h yang dibeli kafir zimmi</w:t>
      </w:r>
      <w:r w:rsidR="003942F3" w:rsidRPr="003942F3">
        <w:rPr>
          <w:rStyle w:val="libFootnotenumChar"/>
        </w:rPr>
        <w:footnoteReference w:id="493"/>
      </w:r>
      <w:r w:rsidR="003942F3">
        <w:t xml:space="preserve"> dari orang Muslim.</w:t>
      </w:r>
      <w:r w:rsidR="003942F3" w:rsidRPr="003942F3">
        <w:rPr>
          <w:rStyle w:val="libFootnotenumChar"/>
        </w:rPr>
        <w:footnoteReference w:id="494"/>
      </w:r>
    </w:p>
    <w:p w:rsidR="00F60F28" w:rsidRDefault="00F60F28" w:rsidP="00F60F28">
      <w:pPr>
        <w:pStyle w:val="libNormal"/>
      </w:pPr>
      <w:r>
        <w:t>Mengeluarkan khumus merupakan kewajiban sebagaimana salat dan puasa. Maka, setiap orang</w:t>
      </w:r>
    </w:p>
    <w:p w:rsidR="00F60F28" w:rsidRDefault="00F60F28" w:rsidP="00F60F28">
      <w:pPr>
        <w:pStyle w:val="libNormal"/>
      </w:pPr>
      <w:r>
        <w:t>baligh dan berakal yang memiliki salah satu dari tujuh hal di atas harus mengkhu-musinya</w:t>
      </w:r>
    </w:p>
    <w:p w:rsidR="00F60F28" w:rsidRDefault="00F60F28" w:rsidP="00F60F28">
      <w:pPr>
        <w:pStyle w:val="libNormal"/>
      </w:pPr>
      <w:r>
        <w:t>(mengeluarkan khumusnya).</w:t>
      </w:r>
    </w:p>
    <w:p w:rsidR="00F60F28" w:rsidRDefault="00F60F28" w:rsidP="00F60F28">
      <w:pPr>
        <w:pStyle w:val="libNormal"/>
      </w:pPr>
      <w:r>
        <w:t>Pada awal usia baligh, seseorang yang peduli pada kewajiban salat dan puasa juga harus pada</w:t>
      </w:r>
    </w:p>
    <w:p w:rsidR="00F60F28" w:rsidRDefault="00F60F28" w:rsidP="00F60F28">
      <w:pPr>
        <w:pStyle w:val="libNormal"/>
      </w:pPr>
      <w:r>
        <w:lastRenderedPageBreak/>
        <w:t>kewajiban me-ngeluarkan khumus dan zakat. Oleh karena itu, perlu sekali mengetahui masalahmasalahnya</w:t>
      </w:r>
    </w:p>
    <w:p w:rsidR="00F60F28" w:rsidRDefault="00F60F28" w:rsidP="00F60F28">
      <w:pPr>
        <w:pStyle w:val="libNormal"/>
      </w:pPr>
      <w:r>
        <w:t>sebatas kebutuhan. Pada pelajaran ini, kita hanya membahas salah satu dari tujuh hal</w:t>
      </w:r>
    </w:p>
    <w:p w:rsidR="00F60F28" w:rsidRDefault="00F60F28" w:rsidP="00F60F28">
      <w:pPr>
        <w:pStyle w:val="libNormal"/>
      </w:pPr>
      <w:r>
        <w:t>yang diwajibkan khumusnya dan menyangkut seluruh lapi-san masyarakat, yaitu khumus dari</w:t>
      </w:r>
    </w:p>
    <w:p w:rsidR="00F60F28" w:rsidRDefault="00F60F28" w:rsidP="00F60F28">
      <w:pPr>
        <w:pStyle w:val="libNormal"/>
      </w:pPr>
      <w:r>
        <w:t>sesuatu yang diperoleh seseorang dan melebihi biaya hidup dirinya dan keluar-ganya.</w:t>
      </w:r>
    </w:p>
    <w:p w:rsidR="00F60F28" w:rsidRDefault="00F60F28" w:rsidP="00F60F28">
      <w:pPr>
        <w:pStyle w:val="libNormal"/>
      </w:pPr>
      <w:r>
        <w:t>Agar lebih jelas, kita harus menjawab dua pertanyaan ini: pertama, apa maksud dari biaya</w:t>
      </w:r>
    </w:p>
    <w:p w:rsidR="00F60F28" w:rsidRDefault="00F60F28" w:rsidP="00F60F28">
      <w:pPr>
        <w:pStyle w:val="libNormal"/>
      </w:pPr>
      <w:r>
        <w:t>hidup setahun? Kedua, apakah satu tahun itu dihitung berdasarkan penanggalan Hijriyah dan</w:t>
      </w:r>
    </w:p>
    <w:p w:rsidR="00F60F28" w:rsidRDefault="00F60F28" w:rsidP="00F60F28">
      <w:pPr>
        <w:pStyle w:val="libNormal"/>
      </w:pPr>
      <w:r>
        <w:t>bulan-bulan Qomariyah ataukah penanggalan Masehi dan bulan-bulan Syamsiyah? Lalu, bulan</w:t>
      </w:r>
    </w:p>
    <w:p w:rsidR="00F60F28" w:rsidRDefault="00F60F28" w:rsidP="00F60F28">
      <w:pPr>
        <w:pStyle w:val="libNormal"/>
      </w:pPr>
      <w:r>
        <w:t>apakah sebagai permulaan tahun tersebut?</w:t>
      </w:r>
    </w:p>
    <w:p w:rsidR="0047600F" w:rsidRDefault="0047600F" w:rsidP="00F60F28">
      <w:pPr>
        <w:pStyle w:val="libNormal"/>
        <w:rPr>
          <w:rtl/>
        </w:rPr>
      </w:pPr>
    </w:p>
    <w:p w:rsidR="00F60F28" w:rsidRDefault="00F60F28" w:rsidP="0047600F">
      <w:pPr>
        <w:pStyle w:val="Heading2"/>
      </w:pPr>
      <w:bookmarkStart w:id="375" w:name="_Toc422656870"/>
      <w:r>
        <w:t>Biaya Setahun</w:t>
      </w:r>
      <w:bookmarkEnd w:id="375"/>
    </w:p>
    <w:p w:rsidR="0047600F" w:rsidRDefault="0047600F" w:rsidP="00F60F28">
      <w:pPr>
        <w:pStyle w:val="libNormal"/>
        <w:rPr>
          <w:rtl/>
        </w:rPr>
      </w:pPr>
    </w:p>
    <w:p w:rsidR="00F60F28" w:rsidRDefault="00F60F28" w:rsidP="00F60F28">
      <w:pPr>
        <w:pStyle w:val="libNormal"/>
      </w:pPr>
      <w:r>
        <w:t>Islam sangat menghargai usaha dan hasil seseorang dan amat mengutamakan kebutuhan</w:t>
      </w:r>
    </w:p>
    <w:p w:rsidR="00F60F28" w:rsidRDefault="00F60F28" w:rsidP="00F60F28">
      <w:pPr>
        <w:pStyle w:val="libNormal"/>
      </w:pPr>
      <w:r>
        <w:t>hidupnya daripada penge-luaran khumus. Oleh karena itu, dalam satu tahun, setiap orang bisa</w:t>
      </w:r>
    </w:p>
    <w:p w:rsidR="00F60F28" w:rsidRDefault="00F60F28" w:rsidP="00F60F28">
      <w:pPr>
        <w:pStyle w:val="libNormal"/>
      </w:pPr>
      <w:r>
        <w:t>memenuhi kebutuhannya dari hasil usahanya, dan di akhir tahun, jika tak ada lagi yang tersisa</w:t>
      </w:r>
    </w:p>
    <w:p w:rsidR="00F60F28" w:rsidRDefault="00F60F28" w:rsidP="00F60F28">
      <w:pPr>
        <w:pStyle w:val="libNormal"/>
      </w:pPr>
      <w:r>
        <w:t>darinya, dia tidak wajib mengeluarkan khumus. Akan tetapi, setelah dia dapat hidup sesuai</w:t>
      </w:r>
    </w:p>
    <w:p w:rsidR="00F60F28" w:rsidRDefault="00F60F28" w:rsidP="00F60F28">
      <w:pPr>
        <w:pStyle w:val="libNormal"/>
      </w:pPr>
      <w:r>
        <w:t>dengan standar kecukupan dan kebutu-hannya—yakni tidak berlebih-lebihan juga tidak irit, lalu</w:t>
      </w:r>
    </w:p>
    <w:p w:rsidR="00F60F28" w:rsidRDefault="00F60F28" w:rsidP="00F60F28">
      <w:pPr>
        <w:pStyle w:val="libNormal"/>
      </w:pPr>
      <w:r>
        <w:t>jika di akhir tahun ada kelebihan dari biaya hidup setahun, maka 1/5 dari kelebihan itu</w:t>
      </w:r>
    </w:p>
    <w:p w:rsidR="00F60F28" w:rsidRDefault="00F60F28" w:rsidP="00F60F28">
      <w:pPr>
        <w:pStyle w:val="libNormal"/>
      </w:pPr>
      <w:r>
        <w:t>dikeluarkan sebagai khumus dan sisanya disimpan untuk dirinya sendiri.</w:t>
      </w:r>
    </w:p>
    <w:p w:rsidR="00F60F28" w:rsidRDefault="00F60F28" w:rsidP="00F60F28">
      <w:pPr>
        <w:pStyle w:val="libNormal"/>
      </w:pPr>
      <w:r>
        <w:t>Dengan demikian maksud dari biaya hidup adalah segala macam kebutuhan yang diperlukan</w:t>
      </w:r>
    </w:p>
    <w:p w:rsidR="00F60F28" w:rsidRDefault="00F60F28" w:rsidP="00F60F28">
      <w:pPr>
        <w:pStyle w:val="libNormal"/>
      </w:pPr>
      <w:r>
        <w:lastRenderedPageBreak/>
        <w:t>dalam hidupnya; baik untuk dirinya maupun untuk keluarganya seperti:</w:t>
      </w:r>
    </w:p>
    <w:p w:rsidR="00401429" w:rsidRDefault="008D2B7D" w:rsidP="008D2B7D">
      <w:pPr>
        <w:pStyle w:val="libNormal"/>
        <w:numPr>
          <w:ilvl w:val="0"/>
          <w:numId w:val="5"/>
        </w:numPr>
      </w:pPr>
      <w:r>
        <w:t>Makanan dan pakaian.</w:t>
      </w:r>
    </w:p>
    <w:p w:rsidR="00FE0340" w:rsidRDefault="00FE0340" w:rsidP="00FE0340">
      <w:pPr>
        <w:pStyle w:val="libNormal"/>
      </w:pPr>
      <w:r>
        <w:t>b. Barang-barang dan perabot rumah tangga.</w:t>
      </w:r>
    </w:p>
    <w:p w:rsidR="00FE0340" w:rsidRDefault="00FE0340" w:rsidP="00FE0340">
      <w:pPr>
        <w:pStyle w:val="libNormal"/>
      </w:pPr>
      <w:r>
        <w:t>c. Alat transportasi.</w:t>
      </w:r>
    </w:p>
    <w:p w:rsidR="00FE0340" w:rsidRDefault="00FE0340" w:rsidP="00FE0340">
      <w:pPr>
        <w:pStyle w:val="libNormal"/>
      </w:pPr>
      <w:r>
        <w:t>d. Biaya untuk tamu.</w:t>
      </w:r>
    </w:p>
    <w:p w:rsidR="00FE0340" w:rsidRDefault="00FE0340" w:rsidP="00FE0340">
      <w:pPr>
        <w:pStyle w:val="libNormal"/>
      </w:pPr>
      <w:r>
        <w:t>e. Biaya untuk nikah.</w:t>
      </w:r>
    </w:p>
    <w:p w:rsidR="00FE0340" w:rsidRDefault="00FE0340" w:rsidP="00FE0340">
      <w:pPr>
        <w:pStyle w:val="libNormal"/>
      </w:pPr>
      <w:r>
        <w:t>f. Buku-buku yang diperlukan.</w:t>
      </w:r>
    </w:p>
    <w:p w:rsidR="00FE0340" w:rsidRDefault="00FE0340" w:rsidP="00FE0340">
      <w:pPr>
        <w:pStyle w:val="libNormal"/>
      </w:pPr>
      <w:r>
        <w:t>g. Biaya bepergian.</w:t>
      </w:r>
    </w:p>
    <w:p w:rsidR="00FE0340" w:rsidRDefault="00FE0340" w:rsidP="00FE0340">
      <w:pPr>
        <w:pStyle w:val="libNormal"/>
      </w:pPr>
      <w:r>
        <w:t>h. Hadiah yang diberikan kepada orang lain.</w:t>
      </w:r>
    </w:p>
    <w:p w:rsidR="00FE0340" w:rsidRDefault="00FE0340" w:rsidP="00FE0340">
      <w:pPr>
        <w:pStyle w:val="libNormal"/>
      </w:pPr>
      <w:r>
        <w:t>i. Sedekah dan nazar atau mengeluarkan kaffarah.</w:t>
      </w:r>
      <w:r w:rsidRPr="00FE0340">
        <w:rPr>
          <w:rStyle w:val="libFootnotenumChar"/>
        </w:rPr>
        <w:footnoteReference w:id="495"/>
      </w:r>
    </w:p>
    <w:p w:rsidR="00FE0340" w:rsidRDefault="00FE0340" w:rsidP="00FE0340">
      <w:pPr>
        <w:pStyle w:val="libNormal"/>
      </w:pPr>
    </w:p>
    <w:p w:rsidR="00FE0340" w:rsidRDefault="00FE0340" w:rsidP="00FE0340">
      <w:pPr>
        <w:pStyle w:val="Heading2"/>
      </w:pPr>
      <w:bookmarkStart w:id="376" w:name="_Toc422656871"/>
      <w:r>
        <w:t>Tahun Mengeluarkan Khumus</w:t>
      </w:r>
      <w:bookmarkEnd w:id="376"/>
    </w:p>
    <w:p w:rsidR="00FE0340" w:rsidRDefault="00FE0340" w:rsidP="00FE0340">
      <w:pPr>
        <w:pStyle w:val="libNormal"/>
      </w:pPr>
    </w:p>
    <w:p w:rsidR="00FE0340" w:rsidRDefault="00FE0340" w:rsidP="00FE0340">
      <w:pPr>
        <w:pStyle w:val="libNormal"/>
      </w:pPr>
      <w:r>
        <w:t>Orang yang baligh, sejak hari pertama usia baligh, harus mengerjakan salat, dan pada bulan</w:t>
      </w:r>
    </w:p>
    <w:p w:rsidR="00FE0340" w:rsidRDefault="00FE0340" w:rsidP="00FE0340">
      <w:pPr>
        <w:pStyle w:val="libNormal"/>
      </w:pPr>
      <w:r>
        <w:t>Ramadhan pertama harus berpuasa, dan setelah lewat satu tahun dari peng-hasilannya yang</w:t>
      </w:r>
    </w:p>
    <w:p w:rsidR="00FE0340" w:rsidRDefault="00FE0340" w:rsidP="00FE0340">
      <w:pPr>
        <w:pStyle w:val="libNormal"/>
      </w:pPr>
      <w:r>
        <w:t>pertama—jika ada kelebihan dari biaya hi-dup yang dipakai selama setahun—maka 1/5 dari</w:t>
      </w:r>
    </w:p>
    <w:p w:rsidR="00FE0340" w:rsidRDefault="00FE0340" w:rsidP="00FE0340">
      <w:pPr>
        <w:pStyle w:val="libNormal"/>
      </w:pPr>
      <w:r>
        <w:t>kelebihan biaya setahun itu dikeluarkan sebagai khumus.</w:t>
      </w:r>
    </w:p>
    <w:p w:rsidR="00FE0340" w:rsidRDefault="00FE0340" w:rsidP="00FE0340">
      <w:pPr>
        <w:pStyle w:val="libNormal"/>
      </w:pPr>
      <w:r>
        <w:t>Oleh karena itu, awal penghitungan khumus adalah penghasilan yang pertama dan akhir</w:t>
      </w:r>
    </w:p>
    <w:p w:rsidR="00FE0340" w:rsidRDefault="00FE0340" w:rsidP="00FE0340">
      <w:pPr>
        <w:pStyle w:val="libNormal"/>
      </w:pPr>
      <w:r>
        <w:t>tahunnya adalah tanggal ulang tahun memperoleh penghasilan. Dengan demikian, awal tahun</w:t>
      </w:r>
    </w:p>
    <w:p w:rsidR="00FE0340" w:rsidRDefault="00FE0340" w:rsidP="00FE0340">
      <w:pPr>
        <w:pStyle w:val="libNormal"/>
      </w:pPr>
      <w:r>
        <w:t>bagi petani adalah panen yang per-tama, bagi pegawai adalah gaji yang pertama, bagi tukang</w:t>
      </w:r>
    </w:p>
    <w:p w:rsidR="00FE0340" w:rsidRDefault="00FE0340" w:rsidP="00FE0340">
      <w:pPr>
        <w:pStyle w:val="libNormal"/>
      </w:pPr>
      <w:r>
        <w:t>adalah bayaran yang pertama, dan bagi pedagang adalah transaksi pertama yang dia lakukan.</w:t>
      </w:r>
      <w:r w:rsidRPr="00FE0340">
        <w:rPr>
          <w:rStyle w:val="libFootnotenumChar"/>
        </w:rPr>
        <w:footnoteReference w:id="496"/>
      </w:r>
    </w:p>
    <w:p w:rsidR="00FE0340" w:rsidRDefault="00FE0340" w:rsidP="00FE0340">
      <w:pPr>
        <w:pStyle w:val="libNormal"/>
      </w:pPr>
    </w:p>
    <w:p w:rsidR="00FE0340" w:rsidRDefault="00FE0340" w:rsidP="00FE0340">
      <w:pPr>
        <w:pStyle w:val="Heading2"/>
      </w:pPr>
      <w:bookmarkStart w:id="377" w:name="_Toc422656872"/>
      <w:r>
        <w:t>Harta-harta yang tidak Dikhumusi</w:t>
      </w:r>
      <w:bookmarkEnd w:id="377"/>
    </w:p>
    <w:p w:rsidR="00FE0340" w:rsidRDefault="00FE0340" w:rsidP="00FE0340">
      <w:pPr>
        <w:pStyle w:val="libNormal"/>
      </w:pPr>
    </w:p>
    <w:p w:rsidR="00FE0340" w:rsidRDefault="00FE0340" w:rsidP="00FE0340">
      <w:pPr>
        <w:pStyle w:val="libNormal"/>
      </w:pPr>
      <w:r>
        <w:lastRenderedPageBreak/>
        <w:t>1. Harta warisan.</w:t>
      </w:r>
    </w:p>
    <w:p w:rsidR="00FE0340" w:rsidRDefault="00FE0340" w:rsidP="00FE0340">
      <w:pPr>
        <w:pStyle w:val="libNormal"/>
      </w:pPr>
      <w:r>
        <w:t>2. Sesuatu yang telah diberikan ke orang lain.</w:t>
      </w:r>
    </w:p>
    <w:p w:rsidR="00FE0340" w:rsidRDefault="00FE0340" w:rsidP="00FE0340">
      <w:pPr>
        <w:pStyle w:val="libNormal"/>
      </w:pPr>
      <w:r>
        <w:t>3. Hadiah yang diterima dari orang lain.</w:t>
      </w:r>
    </w:p>
    <w:p w:rsidR="00FE0340" w:rsidRDefault="00FE0340" w:rsidP="00FE0340">
      <w:pPr>
        <w:pStyle w:val="libNormal"/>
      </w:pPr>
      <w:r>
        <w:t>4. Sesuatu yang diberikan untuk orang lain sebagai tun-jangan hari raya.</w:t>
      </w:r>
      <w:r w:rsidRPr="00FE0340">
        <w:rPr>
          <w:rStyle w:val="libFootnotenumChar"/>
        </w:rPr>
        <w:footnoteReference w:id="497"/>
      </w:r>
    </w:p>
    <w:p w:rsidR="00FE0340" w:rsidRDefault="00FE0340" w:rsidP="00FE0340">
      <w:pPr>
        <w:pStyle w:val="libNormal"/>
      </w:pPr>
      <w:r>
        <w:t>5. Harta yang diberikan kepada orang lain sebagai khumus atau zakat atau sedekah.</w:t>
      </w:r>
      <w:r w:rsidRPr="00FE0340">
        <w:rPr>
          <w:rStyle w:val="libFootnotenumChar"/>
        </w:rPr>
        <w:footnoteReference w:id="498"/>
      </w:r>
    </w:p>
    <w:p w:rsidR="00FE0340" w:rsidRDefault="00FE0340" w:rsidP="00FE0340">
      <w:pPr>
        <w:pStyle w:val="libNormal"/>
      </w:pPr>
    </w:p>
    <w:p w:rsidR="00FE0340" w:rsidRDefault="00FE0340" w:rsidP="00FE0340">
      <w:pPr>
        <w:pStyle w:val="Heading2"/>
      </w:pPr>
      <w:bookmarkStart w:id="378" w:name="_Toc422656873"/>
      <w:r>
        <w:t>Resiko-Resiko tidak Mengeluarkan Khumus</w:t>
      </w:r>
      <w:bookmarkEnd w:id="378"/>
    </w:p>
    <w:p w:rsidR="00FE0340" w:rsidRDefault="00FE0340" w:rsidP="00FE0340">
      <w:pPr>
        <w:pStyle w:val="libNormal"/>
      </w:pPr>
    </w:p>
    <w:p w:rsidR="00FE0340" w:rsidRDefault="00FE0340" w:rsidP="00FE0340">
      <w:pPr>
        <w:pStyle w:val="libNormal"/>
      </w:pPr>
      <w:r>
        <w:t>1. Selama seseorang belum mengkhumusi (mengeluarkan khumus) hartanya, dia tidak boleh</w:t>
      </w:r>
    </w:p>
    <w:p w:rsidR="00FE0340" w:rsidRDefault="00FE0340" w:rsidP="00FE0340">
      <w:pPr>
        <w:pStyle w:val="libNormal"/>
      </w:pPr>
      <w:r>
        <w:t>menggunakan harta-nya. Yakni dia tidak boleh memakan makanan yang belum dikhumusi</w:t>
      </w:r>
    </w:p>
    <w:p w:rsidR="00FE0340" w:rsidRDefault="00FE0340" w:rsidP="00FE0340">
      <w:pPr>
        <w:pStyle w:val="libNormal"/>
      </w:pPr>
      <w:r>
        <w:t>(belum dikeluarkan khumusnya), dia juga tidak boleh menggunakan uang yang belum dikhumusi</w:t>
      </w:r>
    </w:p>
    <w:p w:rsidR="00FE0340" w:rsidRDefault="00FE0340" w:rsidP="00FE0340">
      <w:pPr>
        <w:pStyle w:val="libNormal"/>
      </w:pPr>
      <w:r>
        <w:t>untukmembeli sesuatu.</w:t>
      </w:r>
      <w:r w:rsidRPr="00FE0340">
        <w:rPr>
          <w:rStyle w:val="libFootnotenumChar"/>
        </w:rPr>
        <w:footnoteReference w:id="499"/>
      </w:r>
    </w:p>
    <w:p w:rsidR="00FE0340" w:rsidRDefault="00FE0340" w:rsidP="00FE0340">
      <w:pPr>
        <w:pStyle w:val="libNormal"/>
      </w:pPr>
      <w:r>
        <w:t>2. Jika melakukan jual beli dengan uang yang belum dikhumusi (tanpa izin pemimpin syar’i),</w:t>
      </w:r>
    </w:p>
    <w:p w:rsidR="00FE0340" w:rsidRDefault="00FE0340" w:rsidP="00FE0340">
      <w:pPr>
        <w:pStyle w:val="libNormal"/>
      </w:pPr>
      <w:r>
        <w:t xml:space="preserve">maka 1/5 dari jual beli itu tidak sah. </w:t>
      </w:r>
      <w:r w:rsidRPr="00FE0340">
        <w:rPr>
          <w:rStyle w:val="libFootnotenumChar"/>
        </w:rPr>
        <w:footnoteReference w:id="500"/>
      </w:r>
      <w:r>
        <w:t xml:space="preserve">. </w:t>
      </w:r>
      <w:r w:rsidRPr="00FE0340">
        <w:rPr>
          <w:rStyle w:val="libFootnotenumChar"/>
        </w:rPr>
        <w:footnoteReference w:id="501"/>
      </w:r>
    </w:p>
    <w:p w:rsidR="00FE0340" w:rsidRDefault="00FE0340" w:rsidP="00FE0340">
      <w:pPr>
        <w:pStyle w:val="libNormal"/>
      </w:pPr>
      <w:r>
        <w:t>3. Jika hendak mandi (wajib atau sunah) di permandian umum dengan membayar uang yang</w:t>
      </w:r>
    </w:p>
    <w:p w:rsidR="00FE0340" w:rsidRDefault="00FE0340" w:rsidP="00FE0340">
      <w:pPr>
        <w:pStyle w:val="libNormal"/>
      </w:pPr>
      <w:r>
        <w:t xml:space="preserve">belum dikhumusi kepada pemilik permandian, maka mandinya batal. </w:t>
      </w:r>
      <w:r w:rsidRPr="00FE0340">
        <w:rPr>
          <w:rStyle w:val="libFootnotenumChar"/>
        </w:rPr>
        <w:footnoteReference w:id="502"/>
      </w:r>
      <w:r>
        <w:t xml:space="preserve">. </w:t>
      </w:r>
      <w:r w:rsidRPr="00FE0340">
        <w:rPr>
          <w:rStyle w:val="libFootnotenumChar"/>
        </w:rPr>
        <w:footnoteReference w:id="503"/>
      </w:r>
    </w:p>
    <w:p w:rsidR="00FE0340" w:rsidRDefault="00FE0340" w:rsidP="00FE0340">
      <w:pPr>
        <w:pStyle w:val="libNormal"/>
      </w:pPr>
      <w:r>
        <w:lastRenderedPageBreak/>
        <w:t>4. Jika membeli rumah dengan uang yang belum dikhu-musi, maka salat di dalamnya batal.</w:t>
      </w:r>
      <w:r w:rsidRPr="00FE0340">
        <w:rPr>
          <w:rStyle w:val="libFootnotenumChar"/>
        </w:rPr>
        <w:footnoteReference w:id="504"/>
      </w:r>
    </w:p>
    <w:p w:rsidR="00FE0340" w:rsidRDefault="00FE0340" w:rsidP="00FE0340">
      <w:pPr>
        <w:pStyle w:val="libNormal"/>
      </w:pPr>
    </w:p>
    <w:p w:rsidR="00FE0340" w:rsidRDefault="00FE0340" w:rsidP="00FE0340">
      <w:pPr>
        <w:pStyle w:val="Heading2"/>
      </w:pPr>
      <w:bookmarkStart w:id="379" w:name="_Toc422656874"/>
      <w:r>
        <w:t>Hukum-hukum Khumus</w:t>
      </w:r>
      <w:bookmarkEnd w:id="379"/>
    </w:p>
    <w:p w:rsidR="00FE0340" w:rsidRDefault="00FE0340" w:rsidP="00FE0340">
      <w:pPr>
        <w:pStyle w:val="libNormal"/>
      </w:pPr>
    </w:p>
    <w:p w:rsidR="00FE0340" w:rsidRDefault="00FE0340" w:rsidP="00FE0340">
      <w:pPr>
        <w:pStyle w:val="libNormal"/>
      </w:pPr>
      <w:r>
        <w:t>1. Jika terdapat kelebihan dari biaya hidup setahun karena hidup qona’ah dan sederhana, maka</w:t>
      </w:r>
    </w:p>
    <w:p w:rsidR="00FE0340" w:rsidRDefault="00FE0340" w:rsidP="00FE0340">
      <w:pPr>
        <w:pStyle w:val="libNormal"/>
      </w:pPr>
      <w:r>
        <w:t>harus dikhumusi.</w:t>
      </w:r>
      <w:r w:rsidRPr="00FE0340">
        <w:rPr>
          <w:rStyle w:val="libFootnotenumChar"/>
        </w:rPr>
        <w:footnoteReference w:id="505"/>
      </w:r>
    </w:p>
    <w:p w:rsidR="007965F8" w:rsidRDefault="007965F8" w:rsidP="007965F8">
      <w:pPr>
        <w:pStyle w:val="libNormal"/>
      </w:pPr>
      <w:r>
        <w:t>2. Jika perabot rumah yang dibeli sudah tidak diperlukan lagi, berdasarkan ihtiyath wajib</w:t>
      </w:r>
      <w:r w:rsidRPr="007965F8">
        <w:rPr>
          <w:rStyle w:val="libFootnotenumChar"/>
        </w:rPr>
        <w:footnoteReference w:id="506"/>
      </w:r>
      <w:r>
        <w:t xml:space="preserve"> harus</w:t>
      </w:r>
    </w:p>
    <w:p w:rsidR="007965F8" w:rsidRDefault="007965F8" w:rsidP="007965F8">
      <w:pPr>
        <w:pStyle w:val="libNormal"/>
      </w:pPr>
      <w:r>
        <w:t>dikhumusi. Misal-nya, membeli kulkas yang lebih besar sehingga kulkas sebelumnya tidak</w:t>
      </w:r>
    </w:p>
    <w:p w:rsidR="007965F8" w:rsidRDefault="007965F8" w:rsidP="007965F8">
      <w:pPr>
        <w:pStyle w:val="libNormal"/>
      </w:pPr>
      <w:r>
        <w:t>diperlukan, maka kulkas sebelumnya harus dikhumusi.</w:t>
      </w:r>
      <w:r w:rsidRPr="007965F8">
        <w:rPr>
          <w:rStyle w:val="libFootnotenumChar"/>
        </w:rPr>
        <w:footnoteReference w:id="507"/>
      </w:r>
    </w:p>
    <w:p w:rsidR="007965F8" w:rsidRDefault="007965F8" w:rsidP="007965F8">
      <w:pPr>
        <w:pStyle w:val="libNormal"/>
      </w:pPr>
      <w:r>
        <w:t>3. Bahan makanan untuk setahun yang dibeli dari uang penghasilan seperti; beras, minyak dan</w:t>
      </w:r>
    </w:p>
    <w:p w:rsidR="007965F8" w:rsidRDefault="007965F8" w:rsidP="007965F8">
      <w:pPr>
        <w:pStyle w:val="libNormal"/>
      </w:pPr>
      <w:r>
        <w:t>teh, jika pada akhir tahun masih tersisa maka harus dikhumusi.</w:t>
      </w:r>
      <w:r w:rsidRPr="007965F8">
        <w:rPr>
          <w:rStyle w:val="libFootnotenumChar"/>
        </w:rPr>
        <w:footnoteReference w:id="508"/>
      </w:r>
    </w:p>
    <w:p w:rsidR="007965F8" w:rsidRDefault="007965F8" w:rsidP="007965F8">
      <w:pPr>
        <w:pStyle w:val="libNormal"/>
      </w:pPr>
      <w:r>
        <w:t>4. Jika anak yang belum baligh memiliki modal dan dia mendapatkan labanya, maka</w:t>
      </w:r>
    </w:p>
    <w:p w:rsidR="007965F8" w:rsidRDefault="007965F8" w:rsidP="007965F8">
      <w:pPr>
        <w:pStyle w:val="libNormal"/>
      </w:pPr>
      <w:r>
        <w:t>berdasarkan ihtiyath wajib</w:t>
      </w:r>
      <w:r w:rsidRPr="007965F8">
        <w:rPr>
          <w:rStyle w:val="libFootnotenumChar"/>
        </w:rPr>
        <w:footnoteReference w:id="509"/>
      </w:r>
      <w:r>
        <w:t xml:space="preserve"> dia setelah masuk usia baligh harus mengeluarkan khumusnya.</w:t>
      </w:r>
      <w:r w:rsidRPr="007965F8">
        <w:rPr>
          <w:rStyle w:val="libFootnotenumChar"/>
        </w:rPr>
        <w:footnoteReference w:id="510"/>
      </w:r>
      <w:r>
        <w:t xml:space="preserve">. </w:t>
      </w:r>
      <w:r w:rsidRPr="007965F8">
        <w:rPr>
          <w:rStyle w:val="libFootnotenumChar"/>
        </w:rPr>
        <w:footnoteReference w:id="511"/>
      </w:r>
    </w:p>
    <w:p w:rsidR="007965F8" w:rsidRDefault="007965F8" w:rsidP="007965F8">
      <w:pPr>
        <w:pStyle w:val="libNormal"/>
      </w:pPr>
    </w:p>
    <w:p w:rsidR="007965F8" w:rsidRDefault="007965F8" w:rsidP="007965F8">
      <w:pPr>
        <w:pStyle w:val="Heading2"/>
      </w:pPr>
      <w:bookmarkStart w:id="380" w:name="_Toc422656875"/>
      <w:r>
        <w:t>Penyerahan Khumus</w:t>
      </w:r>
      <w:bookmarkEnd w:id="380"/>
    </w:p>
    <w:p w:rsidR="007965F8" w:rsidRDefault="007965F8" w:rsidP="007965F8">
      <w:pPr>
        <w:pStyle w:val="libNormal"/>
      </w:pPr>
    </w:p>
    <w:p w:rsidR="007965F8" w:rsidRDefault="007965F8" w:rsidP="007965F8">
      <w:pPr>
        <w:pStyle w:val="libNormal"/>
      </w:pPr>
      <w:r>
        <w:t>Khumus harus dibagi menjadi dua bagian, setengahnya adalah milik (sahm) Imam Mahdi a.s.</w:t>
      </w:r>
    </w:p>
    <w:p w:rsidR="007965F8" w:rsidRDefault="007965F8" w:rsidP="007965F8">
      <w:pPr>
        <w:pStyle w:val="libNormal"/>
      </w:pPr>
      <w:r>
        <w:lastRenderedPageBreak/>
        <w:t>yang harus diserahkan kepada marja’ taklid—yang kepadanya penunai khumus bertaklid—atau</w:t>
      </w:r>
    </w:p>
    <w:p w:rsidR="007965F8" w:rsidRDefault="007965F8" w:rsidP="007965F8">
      <w:pPr>
        <w:pStyle w:val="libNormal"/>
      </w:pPr>
      <w:r>
        <w:t>kepada wakilnya, dan setengahnya lagi bisa diserahkan kepada marja’ taklid atau diberikan</w:t>
      </w:r>
    </w:p>
    <w:p w:rsidR="007965F8" w:rsidRDefault="007965F8" w:rsidP="007965F8">
      <w:pPr>
        <w:pStyle w:val="libNormal"/>
      </w:pPr>
      <w:r>
        <w:t>dengan izin marja’ taklid tersebut kepada para sayyid yangmemiliki syarat-syarat tertentu.</w:t>
      </w:r>
      <w:r w:rsidRPr="007965F8">
        <w:rPr>
          <w:rStyle w:val="libFootnotenumChar"/>
        </w:rPr>
        <w:footnoteReference w:id="512"/>
      </w:r>
      <w:r>
        <w:t xml:space="preserve">. </w:t>
      </w:r>
      <w:r w:rsidRPr="007965F8">
        <w:rPr>
          <w:rStyle w:val="libFootnotenumChar"/>
        </w:rPr>
        <w:footnoteReference w:id="513"/>
      </w:r>
    </w:p>
    <w:p w:rsidR="007965F8" w:rsidRDefault="007965F8" w:rsidP="007965F8">
      <w:pPr>
        <w:pStyle w:val="libNormal"/>
      </w:pPr>
    </w:p>
    <w:p w:rsidR="007965F8" w:rsidRDefault="007965F8" w:rsidP="007965F8">
      <w:pPr>
        <w:pStyle w:val="Heading2"/>
      </w:pPr>
      <w:bookmarkStart w:id="381" w:name="_Toc422656876"/>
      <w:r>
        <w:t>Syarat-syarat Sayyid yang Berhak Menerima Khumus</w:t>
      </w:r>
      <w:bookmarkEnd w:id="381"/>
    </w:p>
    <w:p w:rsidR="007965F8" w:rsidRDefault="007965F8" w:rsidP="007965F8">
      <w:pPr>
        <w:pStyle w:val="libNormal"/>
      </w:pPr>
    </w:p>
    <w:p w:rsidR="007965F8" w:rsidRDefault="007965F8" w:rsidP="007965F8">
      <w:pPr>
        <w:pStyle w:val="libNormal"/>
      </w:pPr>
      <w:r>
        <w:t>1. Dia seorang fakir atau terlantar di perjalanan, sekalipun orang kaya di kotanya.</w:t>
      </w:r>
    </w:p>
    <w:p w:rsidR="007965F8" w:rsidRDefault="007965F8" w:rsidP="007965F8">
      <w:pPr>
        <w:pStyle w:val="libNormal"/>
      </w:pPr>
      <w:r>
        <w:t>2. Dia bermazhab Syi’ah Imamiyah.</w:t>
      </w:r>
    </w:p>
    <w:p w:rsidR="007965F8" w:rsidRDefault="007965F8" w:rsidP="007965F8">
      <w:pPr>
        <w:pStyle w:val="libNormal"/>
      </w:pPr>
      <w:r>
        <w:t>3. Berdasarkan ihtiyath wajib, dia tidak bermaksiat secara terang-terangan. Pemberian khumus</w:t>
      </w:r>
    </w:p>
    <w:p w:rsidR="007965F8" w:rsidRDefault="007965F8" w:rsidP="007965F8">
      <w:pPr>
        <w:pStyle w:val="libNormal"/>
      </w:pPr>
      <w:r>
        <w:t>kepadanya jangan sampai membantu dia untuk berbuat maksiat.</w:t>
      </w:r>
    </w:p>
    <w:p w:rsidR="007965F8" w:rsidRDefault="007965F8" w:rsidP="007965F8">
      <w:pPr>
        <w:pStyle w:val="libNormal"/>
      </w:pPr>
      <w:r>
        <w:t>4. Berdasarkan ihtiyath wajib, dia tidak termasuk orang-orang yang biaya hidupnya menjadi</w:t>
      </w:r>
    </w:p>
    <w:p w:rsidR="007965F8" w:rsidRDefault="007965F8" w:rsidP="007965F8">
      <w:pPr>
        <w:pStyle w:val="libNormal"/>
      </w:pPr>
      <w:r>
        <w:t>tanggungan si pe-nunai khumus seperti istri dan anak.</w:t>
      </w:r>
      <w:r w:rsidRPr="007965F8">
        <w:rPr>
          <w:rStyle w:val="libFootnotenumChar"/>
        </w:rPr>
        <w:footnoteReference w:id="514"/>
      </w:r>
    </w:p>
    <w:p w:rsidR="007965F8" w:rsidRDefault="007965F8" w:rsidP="007965F8">
      <w:pPr>
        <w:pStyle w:val="libNormal"/>
      </w:pPr>
    </w:p>
    <w:p w:rsidR="007965F8" w:rsidRDefault="007965F8" w:rsidP="007965F8">
      <w:pPr>
        <w:pStyle w:val="Heading2"/>
      </w:pPr>
      <w:bookmarkStart w:id="382" w:name="_Toc422656877"/>
      <w:r>
        <w:t>Kesimpulan Pelajaran</w:t>
      </w:r>
      <w:bookmarkEnd w:id="382"/>
    </w:p>
    <w:p w:rsidR="007965F8" w:rsidRDefault="007965F8" w:rsidP="007965F8">
      <w:pPr>
        <w:pStyle w:val="libNormal"/>
      </w:pPr>
    </w:p>
    <w:p w:rsidR="007965F8" w:rsidRDefault="007965F8" w:rsidP="007965F8">
      <w:pPr>
        <w:pStyle w:val="libNormal"/>
      </w:pPr>
      <w:r>
        <w:t>1. Salah satu dari tugas ekonomi kaum Muslimin adalah mengeluarkan khumus.</w:t>
      </w:r>
    </w:p>
    <w:p w:rsidR="007965F8" w:rsidRDefault="007965F8" w:rsidP="007965F8">
      <w:pPr>
        <w:pStyle w:val="libNormal"/>
      </w:pPr>
      <w:r>
        <w:t>2. Pada beberapa hal di bawah ini wajib mengeluarkan khumus:</w:t>
      </w:r>
    </w:p>
    <w:p w:rsidR="007965F8" w:rsidRDefault="007965F8" w:rsidP="007965F8">
      <w:pPr>
        <w:pStyle w:val="libNormal"/>
      </w:pPr>
      <w:r>
        <w:t>a. Hasil usaha.</w:t>
      </w:r>
    </w:p>
    <w:p w:rsidR="007965F8" w:rsidRDefault="007965F8" w:rsidP="007965F8">
      <w:pPr>
        <w:pStyle w:val="libNormal"/>
      </w:pPr>
      <w:r>
        <w:t>b. Tambang.</w:t>
      </w:r>
    </w:p>
    <w:p w:rsidR="007965F8" w:rsidRDefault="007965F8" w:rsidP="007965F8">
      <w:pPr>
        <w:pStyle w:val="libNormal"/>
      </w:pPr>
      <w:r>
        <w:lastRenderedPageBreak/>
        <w:t>c. Harta karun.</w:t>
      </w:r>
    </w:p>
    <w:p w:rsidR="007965F8" w:rsidRDefault="007965F8" w:rsidP="007965F8">
      <w:pPr>
        <w:pStyle w:val="libNormal"/>
      </w:pPr>
      <w:r>
        <w:t>d. Rampasan perang.</w:t>
      </w:r>
    </w:p>
    <w:p w:rsidR="007965F8" w:rsidRDefault="007965F8" w:rsidP="007965F8">
      <w:pPr>
        <w:pStyle w:val="libNormal"/>
      </w:pPr>
      <w:r>
        <w:t>e. Perhiasan laut.</w:t>
      </w:r>
    </w:p>
    <w:p w:rsidR="007965F8" w:rsidRDefault="007965F8" w:rsidP="007965F8">
      <w:pPr>
        <w:pStyle w:val="libNormal"/>
      </w:pPr>
      <w:r>
        <w:t>f. Harta halal yang bercampur dengan harta haram.</w:t>
      </w:r>
    </w:p>
    <w:p w:rsidR="007965F8" w:rsidRDefault="007965F8" w:rsidP="007965F8">
      <w:pPr>
        <w:pStyle w:val="libNormal"/>
      </w:pPr>
      <w:r>
        <w:t>g. Tanah yang dibeli oleh orang kafir zimmi dari orangMuslim.</w:t>
      </w:r>
    </w:p>
    <w:p w:rsidR="007965F8" w:rsidRDefault="007965F8" w:rsidP="007965F8">
      <w:pPr>
        <w:pStyle w:val="libNormal"/>
      </w:pPr>
      <w:r>
        <w:t>3. Makanan, pakaian, rumah, perabot rumah, kendaraan, biaya tamu, nikah, ziarah, bepergian,</w:t>
      </w:r>
    </w:p>
    <w:p w:rsidR="007965F8" w:rsidRDefault="007965F8" w:rsidP="007965F8">
      <w:pPr>
        <w:pStyle w:val="libNormal"/>
      </w:pPr>
      <w:r>
        <w:t>perhiasan, sede-kah, kaffarah adalah bagian dari biaya hidup setahun.</w:t>
      </w:r>
    </w:p>
    <w:p w:rsidR="007965F8" w:rsidRDefault="007965F8" w:rsidP="007965F8">
      <w:pPr>
        <w:pStyle w:val="libNormal"/>
      </w:pPr>
      <w:r>
        <w:t>4. Tahun khumus dihitung sejak awal kali seseorang men-dapatkan kerja dan penghasilan, dan</w:t>
      </w:r>
    </w:p>
    <w:p w:rsidR="007965F8" w:rsidRDefault="007965F8" w:rsidP="007965F8">
      <w:pPr>
        <w:pStyle w:val="libNormal"/>
      </w:pPr>
      <w:r>
        <w:t>setelah lewat satu tahun maka kelebihan atau sisa dari biaya hidupnya selama setahun itu</w:t>
      </w:r>
    </w:p>
    <w:p w:rsidR="007965F8" w:rsidRDefault="007965F8" w:rsidP="007965F8">
      <w:pPr>
        <w:pStyle w:val="libNormal"/>
      </w:pPr>
      <w:r>
        <w:t>harus dikhumusi (dikeluarkan khu-musnya).</w:t>
      </w:r>
    </w:p>
    <w:p w:rsidR="007965F8" w:rsidRDefault="007965F8" w:rsidP="007965F8">
      <w:pPr>
        <w:pStyle w:val="libNormal"/>
      </w:pPr>
      <w:r>
        <w:t>5. Tidak ada khumus pada harta seseorang yang dida-patkan dari warisan, dan sesuatu yang</w:t>
      </w:r>
    </w:p>
    <w:p w:rsidR="007965F8" w:rsidRDefault="007965F8" w:rsidP="007965F8">
      <w:pPr>
        <w:pStyle w:val="libNormal"/>
      </w:pPr>
      <w:r>
        <w:t>diberikan kepada dirinya, dan hadiah yang dia peroleh.</w:t>
      </w:r>
    </w:p>
    <w:p w:rsidR="007965F8" w:rsidRDefault="007965F8" w:rsidP="007965F8">
      <w:pPr>
        <w:pStyle w:val="libNormal"/>
      </w:pPr>
      <w:r>
        <w:t>6. Selama harta itu belum dikhumusi, seseorang tidak boleh menggunakannya, dan jika dia</w:t>
      </w:r>
    </w:p>
    <w:p w:rsidR="007965F8" w:rsidRDefault="007965F8" w:rsidP="007965F8">
      <w:pPr>
        <w:pStyle w:val="libNormal"/>
      </w:pPr>
      <w:r>
        <w:t>menggunakannya untuk transaksi, maka 1/5 darinya tidak sah.</w:t>
      </w:r>
    </w:p>
    <w:p w:rsidR="000D2325" w:rsidRDefault="000D2325" w:rsidP="000D2325">
      <w:pPr>
        <w:pStyle w:val="libNormal"/>
      </w:pPr>
      <w:r>
        <w:t>7. Setengah dari khumus seseorang adalah milik Imam Mahdi a.s. dan harus diserahkan kepada</w:t>
      </w:r>
    </w:p>
    <w:p w:rsidR="000D2325" w:rsidRDefault="000D2325" w:rsidP="000D2325">
      <w:pPr>
        <w:pStyle w:val="libNormal"/>
      </w:pPr>
      <w:r>
        <w:t>marja’ taklid-nya dan setengahnya lagi dengan izin marja’ taklidnya bisa diberikan kepada</w:t>
      </w:r>
    </w:p>
    <w:p w:rsidR="000D2325" w:rsidRDefault="000D2325" w:rsidP="000D2325">
      <w:pPr>
        <w:pStyle w:val="libNormal"/>
      </w:pPr>
      <w:r>
        <w:t>sayyid yangmemiliki syarat-sya-rat sebagai berikut:</w:t>
      </w:r>
    </w:p>
    <w:p w:rsidR="000D2325" w:rsidRDefault="000D2325" w:rsidP="000D2325">
      <w:pPr>
        <w:pStyle w:val="libNormal"/>
      </w:pPr>
      <w:r>
        <w:t>a. Orang fakir.</w:t>
      </w:r>
    </w:p>
    <w:p w:rsidR="000D2325" w:rsidRDefault="000D2325" w:rsidP="000D2325">
      <w:pPr>
        <w:pStyle w:val="libNormal"/>
      </w:pPr>
      <w:r>
        <w:t>b. Bermazhab Syi’ah Imamiyah.</w:t>
      </w:r>
    </w:p>
    <w:p w:rsidR="000D2325" w:rsidRDefault="000D2325" w:rsidP="000D2325">
      <w:pPr>
        <w:pStyle w:val="libNormal"/>
      </w:pPr>
      <w:r>
        <w:t>c. Tidak bermaksiat secara terang-terangan.</w:t>
      </w:r>
    </w:p>
    <w:p w:rsidR="000D2325" w:rsidRDefault="000D2325" w:rsidP="000D2325">
      <w:pPr>
        <w:pStyle w:val="libNormal"/>
      </w:pPr>
      <w:r>
        <w:t>d. Tidak termasuk orang yang menjadi tanggungan da-lam pembiayaan hidup seperti: istri</w:t>
      </w:r>
    </w:p>
    <w:p w:rsidR="000D2325" w:rsidRDefault="000D2325" w:rsidP="000D2325">
      <w:pPr>
        <w:pStyle w:val="libNormal"/>
      </w:pPr>
      <w:r>
        <w:t>dan anak.</w:t>
      </w:r>
    </w:p>
    <w:p w:rsidR="000D2325" w:rsidRDefault="000D2325" w:rsidP="000D2325">
      <w:pPr>
        <w:pStyle w:val="libNormal"/>
      </w:pPr>
      <w:r>
        <w:t>Pertanyaan:</w:t>
      </w:r>
    </w:p>
    <w:p w:rsidR="000D2325" w:rsidRDefault="000D2325" w:rsidP="000D2325">
      <w:pPr>
        <w:pStyle w:val="libNormal"/>
      </w:pPr>
      <w:r>
        <w:t>1. Perhiasan apa yang ada khumusnya?</w:t>
      </w:r>
    </w:p>
    <w:p w:rsidR="000D2325" w:rsidRDefault="000D2325" w:rsidP="000D2325">
      <w:pPr>
        <w:pStyle w:val="libNormal"/>
      </w:pPr>
      <w:r>
        <w:t>2. Jelaskan maksud hasil usaha!</w:t>
      </w:r>
    </w:p>
    <w:p w:rsidR="000D2325" w:rsidRDefault="000D2325" w:rsidP="000D2325">
      <w:pPr>
        <w:pStyle w:val="libNormal"/>
      </w:pPr>
      <w:r>
        <w:lastRenderedPageBreak/>
        <w:t>3. Terangkan permulaan tahun khumus!</w:t>
      </w:r>
    </w:p>
    <w:p w:rsidR="000D2325" w:rsidRDefault="000D2325" w:rsidP="000D2325">
      <w:pPr>
        <w:pStyle w:val="libNormal"/>
      </w:pPr>
      <w:r>
        <w:t>4. Apakah kado dan hadiah dikhumusi atau tidak?</w:t>
      </w:r>
    </w:p>
    <w:p w:rsidR="000D2325" w:rsidRDefault="000D2325" w:rsidP="000D2325">
      <w:pPr>
        <w:pStyle w:val="libNormal"/>
      </w:pPr>
      <w:r>
        <w:t>5. Anak-anak yang bekerja dan menyimpan hasilnya, apa-kah khumus wajib atas mereka atau</w:t>
      </w:r>
    </w:p>
    <w:p w:rsidR="000D2325" w:rsidRDefault="000D2325" w:rsidP="000D2325">
      <w:pPr>
        <w:pStyle w:val="libNormal"/>
      </w:pPr>
      <w:r>
        <w:t>tidak?</w:t>
      </w:r>
    </w:p>
    <w:p w:rsidR="000D2325" w:rsidRDefault="000D2325" w:rsidP="000D2325">
      <w:pPr>
        <w:pStyle w:val="libNormal"/>
      </w:pPr>
      <w:r>
        <w:t>6. Apa yang dimaksud dengan penyerahan khumus?</w:t>
      </w:r>
    </w:p>
    <w:p w:rsidR="000D2325" w:rsidRPr="001311CC" w:rsidRDefault="000D2325">
      <w:r>
        <w:br w:type="page"/>
      </w:r>
    </w:p>
    <w:p w:rsidR="0024400A" w:rsidRDefault="0024400A" w:rsidP="0024400A">
      <w:pPr>
        <w:pStyle w:val="Heading1Center"/>
      </w:pPr>
      <w:r>
        <w:lastRenderedPageBreak/>
        <w:t xml:space="preserve"> </w:t>
      </w:r>
      <w:bookmarkStart w:id="383" w:name="_Toc422656878"/>
      <w:r>
        <w:t>Pelajaran 36</w:t>
      </w:r>
      <w:bookmarkEnd w:id="383"/>
    </w:p>
    <w:p w:rsidR="0024400A" w:rsidRDefault="0024400A" w:rsidP="0024400A">
      <w:pPr>
        <w:pStyle w:val="Heading1Center"/>
      </w:pPr>
      <w:bookmarkStart w:id="384" w:name="_Toc422656879"/>
      <w:r>
        <w:t>ZAKAT</w:t>
      </w:r>
      <w:bookmarkEnd w:id="384"/>
    </w:p>
    <w:p w:rsidR="0024400A" w:rsidRDefault="0024400A" w:rsidP="0024400A">
      <w:pPr>
        <w:pStyle w:val="libNormal"/>
      </w:pPr>
    </w:p>
    <w:p w:rsidR="0024400A" w:rsidRDefault="0024400A" w:rsidP="0024400A">
      <w:pPr>
        <w:pStyle w:val="libNormal"/>
      </w:pPr>
      <w:r>
        <w:t>Salah satu tugas ekonomi penting kaum Muslimin adalah zakat. Al-Quran menyebutkan zakat</w:t>
      </w:r>
    </w:p>
    <w:p w:rsidR="0024400A" w:rsidRDefault="0024400A" w:rsidP="0024400A">
      <w:pPr>
        <w:pStyle w:val="libNormal"/>
      </w:pPr>
      <w:r>
        <w:t>setelah menyebutkan salat. Ini menunjukkan betapa pentingnya masalah zaka</w:t>
      </w:r>
      <w:r w:rsidR="00B2427A">
        <w:t xml:space="preserve"> </w:t>
      </w:r>
      <w:r>
        <w:t>t, karena ia</w:t>
      </w:r>
    </w:p>
    <w:p w:rsidR="0024400A" w:rsidRDefault="0024400A" w:rsidP="0024400A">
      <w:pPr>
        <w:pStyle w:val="libNormal"/>
      </w:pPr>
      <w:r>
        <w:t>merupakan tanda keimanan seseorang dan modal keselamatannya. Sebagian hadis-hadis imam</w:t>
      </w:r>
    </w:p>
    <w:p w:rsidR="0024400A" w:rsidRDefault="0024400A" w:rsidP="0024400A">
      <w:pPr>
        <w:pStyle w:val="libNormal"/>
      </w:pPr>
      <w:r>
        <w:t>maksum a.s. menyatakan bahwa orang yang tidak menunaikan zakat sungguh telah keluar dari</w:t>
      </w:r>
    </w:p>
    <w:p w:rsidR="0024400A" w:rsidRDefault="0024400A" w:rsidP="0024400A">
      <w:pPr>
        <w:pStyle w:val="libNormal"/>
      </w:pPr>
      <w:r>
        <w:t>agamanya.</w:t>
      </w:r>
    </w:p>
    <w:p w:rsidR="0024400A" w:rsidRDefault="0024400A" w:rsidP="0024400A">
      <w:pPr>
        <w:pStyle w:val="libNormal"/>
      </w:pPr>
      <w:r>
        <w:t>Seperti juga Khumus, zakat memiliki beberapa macam, salah satunya zakat badan dan</w:t>
      </w:r>
    </w:p>
    <w:p w:rsidR="0024400A" w:rsidRDefault="0024400A" w:rsidP="0024400A">
      <w:pPr>
        <w:pStyle w:val="libNormal"/>
      </w:pPr>
      <w:r>
        <w:t>kehidupan yang ditunaikan setiap tahun—tepatnya pada hari raya Idul Fitri—yang diwajibkan</w:t>
      </w:r>
    </w:p>
    <w:p w:rsidR="0024400A" w:rsidRDefault="0024400A" w:rsidP="0024400A">
      <w:pPr>
        <w:pStyle w:val="libNormal"/>
      </w:pPr>
      <w:r>
        <w:t>ke atas orang yangmampu menunaikannya. Masalah ini sudah di</w:t>
      </w:r>
      <w:r w:rsidR="00B2427A">
        <w:t>bahas di akhir pelajaran puasa.</w:t>
      </w:r>
      <w:r w:rsidR="00B2427A" w:rsidRPr="00B2427A">
        <w:rPr>
          <w:rStyle w:val="libFootnotenumChar"/>
        </w:rPr>
        <w:footnoteReference w:id="515"/>
      </w:r>
    </w:p>
    <w:p w:rsidR="0024400A" w:rsidRDefault="0024400A" w:rsidP="0024400A">
      <w:pPr>
        <w:pStyle w:val="libNormal"/>
      </w:pPr>
      <w:r>
        <w:t>Macam lain dari zakat ialah zakat harta. Akan tetapi tidak semua harta harus dizakati</w:t>
      </w:r>
    </w:p>
    <w:p w:rsidR="0024400A" w:rsidRDefault="0024400A" w:rsidP="0024400A">
      <w:pPr>
        <w:pStyle w:val="libNormal"/>
      </w:pPr>
      <w:r>
        <w:t>(dikeluarkan zakatnya). hanya sembilan perkara yang harus dizakati.</w:t>
      </w:r>
    </w:p>
    <w:p w:rsidR="002D6891" w:rsidRDefault="002D6891" w:rsidP="0024400A">
      <w:pPr>
        <w:pStyle w:val="libNormal"/>
      </w:pPr>
    </w:p>
    <w:p w:rsidR="0024400A" w:rsidRDefault="00B2427A" w:rsidP="002D6891">
      <w:pPr>
        <w:pStyle w:val="Heading2"/>
      </w:pPr>
      <w:bookmarkStart w:id="385" w:name="_Toc422656880"/>
      <w:r>
        <w:t>Harta-harta yang Wajib Dizakati</w:t>
      </w:r>
      <w:r w:rsidRPr="00B2427A">
        <w:rPr>
          <w:rStyle w:val="libFootnotenumChar"/>
        </w:rPr>
        <w:footnoteReference w:id="516"/>
      </w:r>
      <w:bookmarkEnd w:id="385"/>
    </w:p>
    <w:p w:rsidR="002D6891" w:rsidRDefault="002D6891" w:rsidP="0024400A">
      <w:pPr>
        <w:pStyle w:val="libNormal"/>
      </w:pPr>
    </w:p>
    <w:p w:rsidR="0024400A" w:rsidRDefault="0024400A" w:rsidP="002D6891">
      <w:pPr>
        <w:pStyle w:val="Heading3"/>
      </w:pPr>
      <w:bookmarkStart w:id="386" w:name="_Toc422656881"/>
      <w:r>
        <w:t>1. Pertanian</w:t>
      </w:r>
      <w:bookmarkEnd w:id="386"/>
    </w:p>
    <w:p w:rsidR="0024400A" w:rsidRDefault="0024400A" w:rsidP="0024400A">
      <w:pPr>
        <w:pStyle w:val="libNormal"/>
      </w:pPr>
      <w:r>
        <w:t>a. Gandum</w:t>
      </w:r>
    </w:p>
    <w:p w:rsidR="0024400A" w:rsidRDefault="0024400A" w:rsidP="0024400A">
      <w:pPr>
        <w:pStyle w:val="libNormal"/>
      </w:pPr>
      <w:r>
        <w:t>b. Sya’ir (sejenis gandum yang tidak bagus).</w:t>
      </w:r>
    </w:p>
    <w:p w:rsidR="0024400A" w:rsidRDefault="0024400A" w:rsidP="0024400A">
      <w:pPr>
        <w:pStyle w:val="libNormal"/>
      </w:pPr>
      <w:r>
        <w:t>c. Kurma</w:t>
      </w:r>
    </w:p>
    <w:p w:rsidR="0024400A" w:rsidRDefault="0024400A" w:rsidP="0024400A">
      <w:pPr>
        <w:pStyle w:val="libNormal"/>
      </w:pPr>
      <w:r>
        <w:t>d. Kismis</w:t>
      </w:r>
    </w:p>
    <w:p w:rsidR="002D6891" w:rsidRDefault="002D6891" w:rsidP="0024400A">
      <w:pPr>
        <w:pStyle w:val="libNormal"/>
      </w:pPr>
    </w:p>
    <w:p w:rsidR="0024400A" w:rsidRDefault="0024400A" w:rsidP="002D6891">
      <w:pPr>
        <w:pStyle w:val="Heading3"/>
      </w:pPr>
      <w:bookmarkStart w:id="387" w:name="_Toc422656882"/>
      <w:r>
        <w:lastRenderedPageBreak/>
        <w:t>2. Peternakan</w:t>
      </w:r>
      <w:bookmarkEnd w:id="387"/>
    </w:p>
    <w:p w:rsidR="0024400A" w:rsidRDefault="0024400A" w:rsidP="0024400A">
      <w:pPr>
        <w:pStyle w:val="libNormal"/>
      </w:pPr>
      <w:r>
        <w:t>a. Unta</w:t>
      </w:r>
    </w:p>
    <w:p w:rsidR="0024400A" w:rsidRDefault="0024400A" w:rsidP="0024400A">
      <w:pPr>
        <w:pStyle w:val="libNormal"/>
      </w:pPr>
      <w:r>
        <w:t>b. Sapi</w:t>
      </w:r>
    </w:p>
    <w:p w:rsidR="0024400A" w:rsidRDefault="0024400A" w:rsidP="0024400A">
      <w:pPr>
        <w:pStyle w:val="libNormal"/>
      </w:pPr>
      <w:r>
        <w:t>c. Kambing</w:t>
      </w:r>
    </w:p>
    <w:p w:rsidR="002D6891" w:rsidRDefault="002D6891" w:rsidP="0024400A">
      <w:pPr>
        <w:pStyle w:val="libNormal"/>
      </w:pPr>
    </w:p>
    <w:p w:rsidR="0024400A" w:rsidRDefault="0024400A" w:rsidP="002D6891">
      <w:pPr>
        <w:pStyle w:val="Heading3"/>
      </w:pPr>
      <w:bookmarkStart w:id="388" w:name="_Toc422656883"/>
      <w:r>
        <w:t>3. Tambang</w:t>
      </w:r>
      <w:bookmarkEnd w:id="388"/>
    </w:p>
    <w:p w:rsidR="0024400A" w:rsidRDefault="0024400A" w:rsidP="0024400A">
      <w:pPr>
        <w:pStyle w:val="libNormal"/>
      </w:pPr>
      <w:r>
        <w:t>a. Emas</w:t>
      </w:r>
    </w:p>
    <w:p w:rsidR="0024400A" w:rsidRDefault="0024400A" w:rsidP="0024400A">
      <w:pPr>
        <w:pStyle w:val="libNormal"/>
      </w:pPr>
      <w:r>
        <w:t>b. Perak</w:t>
      </w:r>
    </w:p>
    <w:p w:rsidR="002D6891" w:rsidRDefault="002D6891" w:rsidP="0024400A">
      <w:pPr>
        <w:pStyle w:val="libNormal"/>
      </w:pPr>
    </w:p>
    <w:p w:rsidR="0024400A" w:rsidRDefault="0024400A" w:rsidP="002D6891">
      <w:pPr>
        <w:pStyle w:val="Heading2"/>
      </w:pPr>
      <w:bookmarkStart w:id="389" w:name="_Toc422656884"/>
      <w:r>
        <w:t>Nisab (Ukuran Penentu Kewajiban Zakat)</w:t>
      </w:r>
      <w:bookmarkEnd w:id="389"/>
    </w:p>
    <w:p w:rsidR="002D6891" w:rsidRDefault="002D6891" w:rsidP="0024400A">
      <w:pPr>
        <w:pStyle w:val="libNormal"/>
      </w:pPr>
    </w:p>
    <w:p w:rsidR="0024400A" w:rsidRDefault="0024400A" w:rsidP="0024400A">
      <w:pPr>
        <w:pStyle w:val="libNormal"/>
      </w:pPr>
      <w:r>
        <w:t>Zakat dari barang-barang yang sudah disebutkan di atas menjadi wajib jika sudah mencapai</w:t>
      </w:r>
    </w:p>
    <w:p w:rsidR="0024400A" w:rsidRDefault="0024400A" w:rsidP="0024400A">
      <w:pPr>
        <w:pStyle w:val="libNormal"/>
      </w:pPr>
      <w:r>
        <w:t>ukuran tertentu yang disebut dengan haddu nisab. Oleh karena itu, jika hasil panen atau jumlah</w:t>
      </w:r>
    </w:p>
    <w:p w:rsidR="0024400A" w:rsidRDefault="0024400A" w:rsidP="0024400A">
      <w:pPr>
        <w:pStyle w:val="libNormal"/>
      </w:pPr>
      <w:r>
        <w:t>hewan ternak tidak sampai haddu nisab, maka tidak wajib dikeluarkan zakatnya.</w:t>
      </w:r>
    </w:p>
    <w:p w:rsidR="002D6891" w:rsidRDefault="002D6891" w:rsidP="0024400A">
      <w:pPr>
        <w:pStyle w:val="libNormal"/>
      </w:pPr>
    </w:p>
    <w:p w:rsidR="0024400A" w:rsidRDefault="0024400A" w:rsidP="002D6891">
      <w:pPr>
        <w:pStyle w:val="Heading3"/>
      </w:pPr>
      <w:bookmarkStart w:id="390" w:name="_Toc422656885"/>
      <w:r>
        <w:t>o Nisab Pertanian</w:t>
      </w:r>
      <w:bookmarkEnd w:id="390"/>
    </w:p>
    <w:p w:rsidR="0024400A" w:rsidRDefault="0024400A" w:rsidP="0024400A">
      <w:pPr>
        <w:pStyle w:val="libNormal"/>
      </w:pPr>
      <w:r>
        <w:t>Nisab empat pertanian di atas, yaitu gandum, sya’ir, kurma dan kismis, seluruhnya sama; yaitu</w:t>
      </w:r>
    </w:p>
    <w:p w:rsidR="0024400A" w:rsidRDefault="00B2427A" w:rsidP="0024400A">
      <w:pPr>
        <w:pStyle w:val="libNormal"/>
      </w:pPr>
      <w:r>
        <w:t>kurang lebih 850 kg</w:t>
      </w:r>
      <w:r w:rsidRPr="00B2427A">
        <w:rPr>
          <w:rStyle w:val="libFootnotenumChar"/>
        </w:rPr>
        <w:footnoteReference w:id="517"/>
      </w:r>
      <w:r w:rsidR="0024400A">
        <w:t>. Oleh karena itu, jika hasil panen kurang dari 850 kg, tidak wajib</w:t>
      </w:r>
    </w:p>
    <w:p w:rsidR="0024400A" w:rsidRDefault="00B2427A" w:rsidP="0024400A">
      <w:pPr>
        <w:pStyle w:val="libNormal"/>
      </w:pPr>
      <w:r>
        <w:t>mengeluarkan zakat.</w:t>
      </w:r>
      <w:r w:rsidRPr="00B2427A">
        <w:rPr>
          <w:rStyle w:val="libFootnotenumChar"/>
        </w:rPr>
        <w:footnoteReference w:id="518"/>
      </w:r>
    </w:p>
    <w:p w:rsidR="002D6891" w:rsidRDefault="002D6891" w:rsidP="0024400A">
      <w:pPr>
        <w:pStyle w:val="libNormal"/>
      </w:pPr>
    </w:p>
    <w:p w:rsidR="000D2325" w:rsidRDefault="0024400A" w:rsidP="002D6891">
      <w:pPr>
        <w:pStyle w:val="Heading3"/>
      </w:pPr>
      <w:bookmarkStart w:id="391" w:name="_Toc422656886"/>
      <w:r>
        <w:t>o Nisab Zakat Pertanian</w:t>
      </w:r>
      <w:bookmarkEnd w:id="391"/>
    </w:p>
    <w:p w:rsidR="00B02E12" w:rsidRDefault="00B02E12" w:rsidP="00B02E12">
      <w:pPr>
        <w:pStyle w:val="libNormal"/>
      </w:pPr>
      <w:r>
        <w:t>Jika salah satu dari keempat hasil panen ini mencapai nisab maka harus dibayar zakatnya, akan</w:t>
      </w:r>
    </w:p>
    <w:p w:rsidR="00B02E12" w:rsidRDefault="00B02E12" w:rsidP="00B02E12">
      <w:pPr>
        <w:pStyle w:val="libNormal"/>
      </w:pPr>
      <w:r>
        <w:t>tetapi bergantung pada cara pengairannya. Maka itu, menurut cara pengairan, ukuran zakat hasil</w:t>
      </w:r>
    </w:p>
    <w:p w:rsidR="00B02E12" w:rsidRDefault="00B02E12" w:rsidP="00B02E12">
      <w:pPr>
        <w:pStyle w:val="libNormal"/>
      </w:pPr>
      <w:r>
        <w:t>dibagimenjadi tiga macam:</w:t>
      </w:r>
    </w:p>
    <w:p w:rsidR="00B02E12" w:rsidRDefault="00B02E12" w:rsidP="00B02E12">
      <w:pPr>
        <w:pStyle w:val="libNormal"/>
      </w:pPr>
      <w:r>
        <w:lastRenderedPageBreak/>
        <w:t>1. Hasil panen yang pengairannya dari air hujan dan air sungai atau secara alami; di luar usaha</w:t>
      </w:r>
    </w:p>
    <w:p w:rsidR="00B02E12" w:rsidRDefault="00B02E12" w:rsidP="00B02E12">
      <w:pPr>
        <w:pStyle w:val="libNormal"/>
      </w:pPr>
      <w:r>
        <w:t>petani, maka ukuran zakatnya adalah 1/10.</w:t>
      </w:r>
    </w:p>
    <w:p w:rsidR="00B02E12" w:rsidRDefault="00B02E12" w:rsidP="00B02E12">
      <w:pPr>
        <w:pStyle w:val="libNormal"/>
      </w:pPr>
      <w:r>
        <w:t>2. Hasil panen yang pengairannya dengan alat seperti timba atau diesel, maka ukuran zakatnya</w:t>
      </w:r>
    </w:p>
    <w:p w:rsidR="00B02E12" w:rsidRDefault="00B02E12" w:rsidP="00B02E12">
      <w:pPr>
        <w:pStyle w:val="libNormal"/>
      </w:pPr>
      <w:r>
        <w:t>adalah 1/20.</w:t>
      </w:r>
    </w:p>
    <w:p w:rsidR="00B02E12" w:rsidRDefault="00B02E12" w:rsidP="00B02E12">
      <w:pPr>
        <w:pStyle w:val="libNormal"/>
      </w:pPr>
      <w:r>
        <w:t>3. Hasil panen yang pengairannya dengan kedua-duanya, yakni selain dengan air hujan dan air</w:t>
      </w:r>
    </w:p>
    <w:p w:rsidR="00B02E12" w:rsidRDefault="00B02E12" w:rsidP="00B02E12">
      <w:pPr>
        <w:pStyle w:val="libNormal"/>
      </w:pPr>
      <w:r>
        <w:t>sungai juga disiram dengan tangan dan alat lain, maka ukuran zakatnya adalah 1/10 untuk</w:t>
      </w:r>
    </w:p>
    <w:p w:rsidR="00B02E12" w:rsidRDefault="00B02E12" w:rsidP="00B02E12">
      <w:pPr>
        <w:pStyle w:val="libNormal"/>
      </w:pPr>
      <w:r>
        <w:t>setengahnya d</w:t>
      </w:r>
      <w:r w:rsidR="00BE31C3">
        <w:t>an 1/20 untuk setengah lainnya.</w:t>
      </w:r>
      <w:r w:rsidR="00BE31C3" w:rsidRPr="00BE31C3">
        <w:rPr>
          <w:rStyle w:val="libFootnotenumChar"/>
        </w:rPr>
        <w:footnoteReference w:id="519"/>
      </w:r>
    </w:p>
    <w:p w:rsidR="00646895" w:rsidRDefault="00646895" w:rsidP="00B02E12">
      <w:pPr>
        <w:pStyle w:val="libNormal"/>
      </w:pPr>
    </w:p>
    <w:p w:rsidR="00B02E12" w:rsidRDefault="00B02E12" w:rsidP="00646895">
      <w:pPr>
        <w:pStyle w:val="Heading3"/>
      </w:pPr>
      <w:bookmarkStart w:id="392" w:name="_Toc422656887"/>
      <w:r>
        <w:t>o Nisab Zakat Peternakan</w:t>
      </w:r>
      <w:bookmarkEnd w:id="392"/>
    </w:p>
    <w:p w:rsidR="00646895" w:rsidRDefault="00646895" w:rsidP="00B02E12">
      <w:pPr>
        <w:pStyle w:val="libNormal"/>
      </w:pPr>
    </w:p>
    <w:p w:rsidR="00B02E12" w:rsidRDefault="00B02E12" w:rsidP="00646895">
      <w:pPr>
        <w:pStyle w:val="Heading4"/>
      </w:pPr>
      <w:r>
        <w:t>1. Kambing</w:t>
      </w:r>
    </w:p>
    <w:p w:rsidR="00B02E12" w:rsidRDefault="00B02E12" w:rsidP="00B02E12">
      <w:pPr>
        <w:pStyle w:val="libNormal"/>
      </w:pPr>
      <w:r>
        <w:t>Nisabnya kambing yang paling rendah adalah 40 ekor dan zakatnya adalah satu ekor. Jika</w:t>
      </w:r>
    </w:p>
    <w:p w:rsidR="00B02E12" w:rsidRDefault="00B02E12" w:rsidP="00B02E12">
      <w:pPr>
        <w:pStyle w:val="libNormal"/>
      </w:pPr>
      <w:r>
        <w:t xml:space="preserve">jumlahnya tidak sampai </w:t>
      </w:r>
      <w:r w:rsidR="00BE31C3">
        <w:t>40 ekor maka tidak wajib zakat.</w:t>
      </w:r>
      <w:r w:rsidR="00BE31C3" w:rsidRPr="00BE31C3">
        <w:rPr>
          <w:rStyle w:val="libFootnotenumChar"/>
        </w:rPr>
        <w:footnoteReference w:id="520"/>
      </w:r>
    </w:p>
    <w:p w:rsidR="00646895" w:rsidRDefault="00646895" w:rsidP="00B02E12">
      <w:pPr>
        <w:pStyle w:val="libNormal"/>
      </w:pPr>
    </w:p>
    <w:p w:rsidR="00B02E12" w:rsidRDefault="00B02E12" w:rsidP="00646895">
      <w:pPr>
        <w:pStyle w:val="Heading4"/>
      </w:pPr>
      <w:r>
        <w:t>2. Sapi</w:t>
      </w:r>
    </w:p>
    <w:p w:rsidR="00B02E12" w:rsidRDefault="00B02E12" w:rsidP="00B02E12">
      <w:pPr>
        <w:pStyle w:val="libNormal"/>
      </w:pPr>
      <w:r>
        <w:t>Nisabnya sapi yang paling rendah adalah 30 ekor dan zakatnya adalah satu anak sapi yang</w:t>
      </w:r>
    </w:p>
    <w:p w:rsidR="00B02E12" w:rsidRDefault="00B02E12" w:rsidP="00B02E12">
      <w:pPr>
        <w:pStyle w:val="libNormal"/>
      </w:pPr>
      <w:r>
        <w:t>umurnya sudah setahun masuk ke tahu</w:t>
      </w:r>
      <w:r w:rsidR="00BE31C3">
        <w:t>n kedua.</w:t>
      </w:r>
      <w:r w:rsidR="00BE31C3" w:rsidRPr="00BE31C3">
        <w:rPr>
          <w:rStyle w:val="libFootnotenumChar"/>
        </w:rPr>
        <w:footnoteReference w:id="521"/>
      </w:r>
    </w:p>
    <w:p w:rsidR="00646895" w:rsidRDefault="00646895" w:rsidP="00B02E12">
      <w:pPr>
        <w:pStyle w:val="libNormal"/>
      </w:pPr>
    </w:p>
    <w:p w:rsidR="00B02E12" w:rsidRDefault="00B02E12" w:rsidP="00646895">
      <w:pPr>
        <w:pStyle w:val="Heading4"/>
      </w:pPr>
      <w:r>
        <w:t>3. Unta</w:t>
      </w:r>
    </w:p>
    <w:p w:rsidR="00B02E12" w:rsidRDefault="00B02E12" w:rsidP="00B02E12">
      <w:pPr>
        <w:pStyle w:val="libNormal"/>
      </w:pPr>
      <w:r>
        <w:t>Nisabnya unta yang paling rendah adalah 5 ekor dan zakatnya adalah satu kambing. Selama</w:t>
      </w:r>
    </w:p>
    <w:p w:rsidR="00B02E12" w:rsidRDefault="00B02E12" w:rsidP="00B02E12">
      <w:pPr>
        <w:pStyle w:val="libNormal"/>
      </w:pPr>
      <w:r>
        <w:t>jumlah unta tidak sampai 26 ekor maka setiap 5 ekor zakatnya satu kambing akan tetapi jika</w:t>
      </w:r>
    </w:p>
    <w:p w:rsidR="00B02E12" w:rsidRDefault="00B02E12" w:rsidP="00B02E12">
      <w:pPr>
        <w:pStyle w:val="libNormal"/>
      </w:pPr>
      <w:r>
        <w:lastRenderedPageBreak/>
        <w:t>jumlahnya sudah mencapai 2</w:t>
      </w:r>
      <w:r w:rsidR="00BE31C3">
        <w:t>6 ekor maka zakatnya satu unta.</w:t>
      </w:r>
      <w:r w:rsidR="00BE31C3" w:rsidRPr="00BE31C3">
        <w:rPr>
          <w:rStyle w:val="libFootnotenumChar"/>
        </w:rPr>
        <w:footnoteReference w:id="522"/>
      </w:r>
    </w:p>
    <w:p w:rsidR="00646895" w:rsidRDefault="00646895" w:rsidP="00B02E12">
      <w:pPr>
        <w:pStyle w:val="libNormal"/>
      </w:pPr>
    </w:p>
    <w:p w:rsidR="00B02E12" w:rsidRDefault="00B02E12" w:rsidP="00646895">
      <w:pPr>
        <w:pStyle w:val="Heading3"/>
      </w:pPr>
      <w:bookmarkStart w:id="393" w:name="_Toc422656888"/>
      <w:r>
        <w:t>o Nisab Zakat Tambang</w:t>
      </w:r>
      <w:bookmarkEnd w:id="393"/>
    </w:p>
    <w:p w:rsidR="00B02E12" w:rsidRDefault="00BE31C3" w:rsidP="00B02E12">
      <w:pPr>
        <w:pStyle w:val="libNormal"/>
      </w:pPr>
      <w:r>
        <w:t>Nisab emas adalah 15 mitsqal</w:t>
      </w:r>
      <w:r w:rsidRPr="00BE31C3">
        <w:rPr>
          <w:rStyle w:val="libFootnotenumChar"/>
        </w:rPr>
        <w:footnoteReference w:id="523"/>
      </w:r>
      <w:r w:rsidR="00B02E12">
        <w:t>. Dan nisab perak adalah 105 mitsqal. Adapun ukuran zakat dari</w:t>
      </w:r>
    </w:p>
    <w:p w:rsidR="00B02E12" w:rsidRDefault="00BE31C3" w:rsidP="00B02E12">
      <w:pPr>
        <w:pStyle w:val="libNormal"/>
      </w:pPr>
      <w:r>
        <w:t>keduanya adalah 1/40.</w:t>
      </w:r>
      <w:r w:rsidRPr="00BE31C3">
        <w:rPr>
          <w:rStyle w:val="libFootnotenumChar"/>
        </w:rPr>
        <w:footnoteReference w:id="524"/>
      </w:r>
    </w:p>
    <w:p w:rsidR="00646895" w:rsidRDefault="00646895" w:rsidP="00B02E12">
      <w:pPr>
        <w:pStyle w:val="libNormal"/>
      </w:pPr>
    </w:p>
    <w:p w:rsidR="00B02E12" w:rsidRDefault="00B02E12" w:rsidP="00646895">
      <w:pPr>
        <w:pStyle w:val="Heading2"/>
      </w:pPr>
      <w:bookmarkStart w:id="394" w:name="_Toc422656889"/>
      <w:r>
        <w:t>Hukum-hukum Zakat</w:t>
      </w:r>
      <w:bookmarkEnd w:id="394"/>
    </w:p>
    <w:p w:rsidR="00646895" w:rsidRDefault="00646895" w:rsidP="00B02E12">
      <w:pPr>
        <w:pStyle w:val="libNormal"/>
      </w:pPr>
    </w:p>
    <w:p w:rsidR="00B02E12" w:rsidRDefault="00B02E12" w:rsidP="00B02E12">
      <w:pPr>
        <w:pStyle w:val="libNormal"/>
      </w:pPr>
      <w:r>
        <w:t>1. Biaya yang digunakan untuk membeli benih gandum, juw, kurma dan kismis serta upah</w:t>
      </w:r>
    </w:p>
    <w:p w:rsidR="00B02E12" w:rsidRDefault="00B02E12" w:rsidP="00B02E12">
      <w:pPr>
        <w:pStyle w:val="libNormal"/>
      </w:pPr>
      <w:r>
        <w:t>pekerja dan lain-lainnya bisa diambil dari hasil panen. Akan tetapi, penghitungan ukuran</w:t>
      </w:r>
    </w:p>
    <w:p w:rsidR="00B02E12" w:rsidRDefault="00B02E12" w:rsidP="00B02E12">
      <w:pPr>
        <w:pStyle w:val="libNormal"/>
      </w:pPr>
      <w:r>
        <w:t>nisab dilak</w:t>
      </w:r>
      <w:r w:rsidR="00BE31C3">
        <w:t>ukan sebelum pengu-rangan biaya</w:t>
      </w:r>
      <w:r w:rsidR="00BE31C3" w:rsidRPr="00BE31C3">
        <w:rPr>
          <w:rStyle w:val="libFootnotenumChar"/>
        </w:rPr>
        <w:footnoteReference w:id="525"/>
      </w:r>
      <w:r>
        <w:t>. Oleh karena itu, jika sebelum pengura-ngan</w:t>
      </w:r>
    </w:p>
    <w:p w:rsidR="00B02E12" w:rsidRDefault="00B02E12" w:rsidP="00B02E12">
      <w:pPr>
        <w:pStyle w:val="libNormal"/>
      </w:pPr>
      <w:r>
        <w:t>biaya ukuran (bobot) barang-barang itu sudah mencapai nisab-nya, maka zakat sudah menjadi</w:t>
      </w:r>
    </w:p>
    <w:p w:rsidR="00B02E12" w:rsidRDefault="00B02E12" w:rsidP="00B02E12">
      <w:pPr>
        <w:pStyle w:val="libNormal"/>
      </w:pPr>
      <w:r>
        <w:t>wajib, akan tetapi zakat yang dikeluarkan yaitu dari sisa pengurangan hasil panen untuk</w:t>
      </w:r>
    </w:p>
    <w:p w:rsidR="00B02E12" w:rsidRDefault="00BE31C3" w:rsidP="00B02E12">
      <w:pPr>
        <w:pStyle w:val="libNormal"/>
      </w:pPr>
      <w:r>
        <w:t>pembiayaan tersebut.</w:t>
      </w:r>
      <w:r w:rsidRPr="00BE31C3">
        <w:rPr>
          <w:rStyle w:val="libFootnotenumChar"/>
        </w:rPr>
        <w:footnoteReference w:id="526"/>
      </w:r>
    </w:p>
    <w:p w:rsidR="00B02E12" w:rsidRDefault="00B02E12" w:rsidP="00B02E12">
      <w:pPr>
        <w:pStyle w:val="libNormal"/>
      </w:pPr>
      <w:r>
        <w:t>2. Zakat ternak (kambing, sapi, unta) menjadi wajib jika:</w:t>
      </w:r>
    </w:p>
    <w:p w:rsidR="00B02E12" w:rsidRDefault="00BE31C3" w:rsidP="00B02E12">
      <w:pPr>
        <w:pStyle w:val="libNormal"/>
      </w:pPr>
      <w:r>
        <w:t>a. Sudah setahun memilikinya.</w:t>
      </w:r>
      <w:r w:rsidRPr="00BE31C3">
        <w:rPr>
          <w:rStyle w:val="libFootnotenumChar"/>
        </w:rPr>
        <w:footnoteReference w:id="527"/>
      </w:r>
      <w:r w:rsidR="00B02E12">
        <w:t xml:space="preserve"> Oleh karena itu, jika seseorang membeli sapi sebanyak 100</w:t>
      </w:r>
    </w:p>
    <w:p w:rsidR="00B02E12" w:rsidRDefault="00B02E12" w:rsidP="00B02E12">
      <w:pPr>
        <w:pStyle w:val="libNormal"/>
      </w:pPr>
      <w:r>
        <w:lastRenderedPageBreak/>
        <w:t>ekor dan 9 bulan kemudian menjual sapi-sapinya, maka dia tidak tidak wajib</w:t>
      </w:r>
    </w:p>
    <w:p w:rsidR="00B02E12" w:rsidRDefault="00BE31C3" w:rsidP="00B02E12">
      <w:pPr>
        <w:pStyle w:val="libNormal"/>
      </w:pPr>
      <w:r>
        <w:t>mengeluarkan zakatnya.</w:t>
      </w:r>
      <w:r w:rsidRPr="00BE31C3">
        <w:rPr>
          <w:rStyle w:val="libFootnotenumChar"/>
        </w:rPr>
        <w:footnoteReference w:id="528"/>
      </w:r>
    </w:p>
    <w:p w:rsidR="00B02E12" w:rsidRDefault="00B02E12" w:rsidP="00B02E12">
      <w:pPr>
        <w:pStyle w:val="libNormal"/>
      </w:pPr>
      <w:r>
        <w:t>b. Binatang ternaknya tidak bekerja selama setahun. Maka itu, sapi atau unta yang</w:t>
      </w:r>
    </w:p>
    <w:p w:rsidR="00325E91" w:rsidRDefault="00B02E12" w:rsidP="00B02E12">
      <w:pPr>
        <w:pStyle w:val="libNormal"/>
      </w:pPr>
      <w:r>
        <w:t>digunakan untuk bekerja di sawah atau mengangkut barang tidak ada zakatnya.</w:t>
      </w:r>
      <w:r w:rsidR="00BE31C3" w:rsidRPr="00BE31C3">
        <w:rPr>
          <w:rStyle w:val="libFootnotenumChar"/>
        </w:rPr>
        <w:footnoteReference w:id="529"/>
      </w:r>
    </w:p>
    <w:p w:rsidR="00795BFB" w:rsidRDefault="00795BFB" w:rsidP="00795BFB">
      <w:pPr>
        <w:pStyle w:val="libNormal"/>
      </w:pPr>
      <w:r>
        <w:t>c. Binatang ternaknya makan sendiri dari rumput liar selama setahun. Maka itu, jika selama</w:t>
      </w:r>
    </w:p>
    <w:p w:rsidR="00795BFB" w:rsidRDefault="00795BFB" w:rsidP="00795BFB">
      <w:pPr>
        <w:pStyle w:val="libNormal"/>
      </w:pPr>
      <w:r>
        <w:t>setahun atau kurang dari itu ternak itu makan dari rumput yang diarit atau rumput yang</w:t>
      </w:r>
    </w:p>
    <w:p w:rsidR="00795BFB" w:rsidRDefault="00795BFB" w:rsidP="00795BFB">
      <w:pPr>
        <w:pStyle w:val="libNormal"/>
      </w:pPr>
      <w:r>
        <w:t>ditanam, maka pemiliknya tidak wajib menzakatinya.</w:t>
      </w:r>
      <w:r w:rsidRPr="00795BFB">
        <w:rPr>
          <w:rStyle w:val="libFootnotenumChar"/>
        </w:rPr>
        <w:footnoteReference w:id="530"/>
      </w:r>
    </w:p>
    <w:p w:rsidR="00795BFB" w:rsidRDefault="00795BFB" w:rsidP="00795BFB">
      <w:pPr>
        <w:pStyle w:val="libNormal"/>
      </w:pPr>
      <w:r>
        <w:t>3. Zakat emas dan perak itu wajib bila berupa logam yang biasa digunakan dalam muamalah.</w:t>
      </w:r>
    </w:p>
    <w:p w:rsidR="00795BFB" w:rsidRDefault="00795BFB" w:rsidP="00795BFB">
      <w:pPr>
        <w:pStyle w:val="libNormal"/>
      </w:pPr>
      <w:r>
        <w:t>Maka itu, emas dan perak yang digunakan sebagai perhiasan oleh para wanita tidak ada</w:t>
      </w:r>
    </w:p>
    <w:p w:rsidR="00795BFB" w:rsidRDefault="00795BFB" w:rsidP="00795BFB">
      <w:pPr>
        <w:pStyle w:val="libNormal"/>
      </w:pPr>
      <w:r>
        <w:t>zakatnya.</w:t>
      </w:r>
      <w:r w:rsidRPr="00795BFB">
        <w:rPr>
          <w:rStyle w:val="libFootnotenumChar"/>
        </w:rPr>
        <w:footnoteReference w:id="531"/>
      </w:r>
    </w:p>
    <w:p w:rsidR="00795BFB" w:rsidRDefault="00795BFB" w:rsidP="00795BFB">
      <w:pPr>
        <w:pStyle w:val="libNormal"/>
      </w:pPr>
      <w:r>
        <w:t>4. Mengeluarkan zakat merupakan ibadah, dan apa-apa yang dikeluarkan hendaknya diniatkan</w:t>
      </w:r>
    </w:p>
    <w:p w:rsidR="00795BFB" w:rsidRDefault="00795BFB" w:rsidP="00795BFB">
      <w:pPr>
        <w:pStyle w:val="libNormal"/>
      </w:pPr>
      <w:r>
        <w:t>sebagai zakat dan untuk mendekatkan diri kepada Allah Swt.</w:t>
      </w:r>
      <w:r w:rsidRPr="00795BFB">
        <w:rPr>
          <w:rStyle w:val="libFootnotenumChar"/>
        </w:rPr>
        <w:footnoteReference w:id="532"/>
      </w:r>
    </w:p>
    <w:p w:rsidR="00795BFB" w:rsidRDefault="00795BFB" w:rsidP="00795BFB">
      <w:pPr>
        <w:pStyle w:val="libNormal"/>
      </w:pPr>
    </w:p>
    <w:p w:rsidR="00795BFB" w:rsidRDefault="00795BFB" w:rsidP="00795BFB">
      <w:pPr>
        <w:pStyle w:val="Heading2"/>
      </w:pPr>
      <w:bookmarkStart w:id="395" w:name="_Toc422656890"/>
      <w:r>
        <w:t>Penggunaan Zakat</w:t>
      </w:r>
      <w:bookmarkEnd w:id="395"/>
    </w:p>
    <w:p w:rsidR="00795BFB" w:rsidRDefault="00795BFB" w:rsidP="00795BFB">
      <w:pPr>
        <w:pStyle w:val="libNormal"/>
      </w:pPr>
    </w:p>
    <w:p w:rsidR="00795BFB" w:rsidRDefault="00795BFB" w:rsidP="00795BFB">
      <w:pPr>
        <w:pStyle w:val="libNormal"/>
      </w:pPr>
      <w:r>
        <w:t>Zakat bisa digunakan untuk semua atau sebagian dari delapan kelompok di bawah ini:</w:t>
      </w:r>
    </w:p>
    <w:p w:rsidR="00795BFB" w:rsidRDefault="00795BFB" w:rsidP="00795BFB">
      <w:pPr>
        <w:pStyle w:val="libNormal"/>
      </w:pPr>
      <w:r>
        <w:t>1. Orang fakir, yaitu orang yang penghasilannya lebih rendah dari kebutuhan dirinya dan</w:t>
      </w:r>
    </w:p>
    <w:p w:rsidR="00795BFB" w:rsidRDefault="00795BFB" w:rsidP="00795BFB">
      <w:pPr>
        <w:pStyle w:val="libNormal"/>
      </w:pPr>
      <w:r>
        <w:t>keluarganya selama setahun.</w:t>
      </w:r>
    </w:p>
    <w:p w:rsidR="00795BFB" w:rsidRDefault="00795BFB" w:rsidP="00795BFB">
      <w:pPr>
        <w:pStyle w:val="libNormal"/>
      </w:pPr>
      <w:r>
        <w:t>2. Miskin adalah orangmelarat yang tidak punya apa-apa.</w:t>
      </w:r>
    </w:p>
    <w:p w:rsidR="00795BFB" w:rsidRDefault="00795BFB" w:rsidP="00795BFB">
      <w:pPr>
        <w:pStyle w:val="libNormal"/>
      </w:pPr>
      <w:r>
        <w:lastRenderedPageBreak/>
        <w:t>3. Orang yang diutus oleh imam maksum a.s. atau wakil beliau yang bertugas mengumpulkan,</w:t>
      </w:r>
    </w:p>
    <w:p w:rsidR="00795BFB" w:rsidRDefault="00795BFB" w:rsidP="00795BFB">
      <w:pPr>
        <w:pStyle w:val="libNormal"/>
      </w:pPr>
      <w:r>
        <w:t>menyimpan dan membagi-bagikan zakat.</w:t>
      </w:r>
    </w:p>
    <w:p w:rsidR="00795BFB" w:rsidRDefault="00795BFB" w:rsidP="00795BFB">
      <w:pPr>
        <w:pStyle w:val="libNormal"/>
      </w:pPr>
      <w:r>
        <w:t>4. Untuk membuat hati orang cenderung kepada Islam dan kaum Muslimin. Misalnya, jika</w:t>
      </w:r>
    </w:p>
    <w:p w:rsidR="00795BFB" w:rsidRDefault="00795BFB" w:rsidP="00795BFB">
      <w:pPr>
        <w:pStyle w:val="libNormal"/>
      </w:pPr>
      <w:r>
        <w:t>dengan zakat membantu orang nonmuslim akan membuatnya cenderung kepada Islam atau</w:t>
      </w:r>
    </w:p>
    <w:p w:rsidR="00795BFB" w:rsidRDefault="00795BFB" w:rsidP="00795BFB">
      <w:pPr>
        <w:pStyle w:val="libNormal"/>
      </w:pPr>
      <w:r>
        <w:t>membantu umat Islam dalam peperangan.</w:t>
      </w:r>
      <w:r w:rsidRPr="00795BFB">
        <w:rPr>
          <w:rStyle w:val="libFootnotenumChar"/>
        </w:rPr>
        <w:footnoteReference w:id="533"/>
      </w:r>
    </w:p>
    <w:p w:rsidR="00795BFB" w:rsidRDefault="00795BFB" w:rsidP="00795BFB">
      <w:pPr>
        <w:pStyle w:val="libNormal"/>
      </w:pPr>
      <w:r>
        <w:t>5. Memerdekakan para budak.</w:t>
      </w:r>
    </w:p>
    <w:p w:rsidR="00795BFB" w:rsidRDefault="00795BFB" w:rsidP="00795BFB">
      <w:pPr>
        <w:pStyle w:val="libNormal"/>
      </w:pPr>
      <w:r>
        <w:t>6. Orang yang terlilit hutang dan tidakmampu melunasi.</w:t>
      </w:r>
    </w:p>
    <w:p w:rsidR="00795BFB" w:rsidRDefault="00795BFB" w:rsidP="00795BFB">
      <w:pPr>
        <w:pStyle w:val="libNormal"/>
      </w:pPr>
      <w:r>
        <w:t>7. Zakat digunakan di jalan Allah Swt. Yakni pekerjaan-pekerjaan yang bermanfaat untuk</w:t>
      </w:r>
    </w:p>
    <w:p w:rsidR="00795BFB" w:rsidRDefault="00795BFB" w:rsidP="00795BFB">
      <w:pPr>
        <w:pStyle w:val="libNormal"/>
      </w:pPr>
      <w:r>
        <w:t>masyarakat umum dan mendapat ridha Allah Swt. seperti untuk pemba-ngunan jalan,</w:t>
      </w:r>
    </w:p>
    <w:p w:rsidR="00795BFB" w:rsidRDefault="00795BFB" w:rsidP="00795BFB">
      <w:pPr>
        <w:pStyle w:val="libNormal"/>
      </w:pPr>
      <w:r>
        <w:t>jembatan dan masjid.</w:t>
      </w:r>
    </w:p>
    <w:p w:rsidR="00795BFB" w:rsidRDefault="00795BFB" w:rsidP="00795BFB">
      <w:pPr>
        <w:pStyle w:val="libNormal"/>
      </w:pPr>
      <w:r>
        <w:t>8. Orang yang bepergian yang kehabisan bekal sehingga tidak bisa pulang, sekalipun dia kaya di</w:t>
      </w:r>
    </w:p>
    <w:p w:rsidR="00795BFB" w:rsidRDefault="00795BFB" w:rsidP="00795BFB">
      <w:pPr>
        <w:pStyle w:val="libNormal"/>
      </w:pPr>
      <w:r>
        <w:t>kotanya.</w:t>
      </w:r>
      <w:r w:rsidRPr="00795BFB">
        <w:rPr>
          <w:rStyle w:val="libFootnotenumChar"/>
        </w:rPr>
        <w:footnoteReference w:id="534"/>
      </w:r>
    </w:p>
    <w:p w:rsidR="00795BFB" w:rsidRDefault="00795BFB" w:rsidP="00795BFB">
      <w:pPr>
        <w:pStyle w:val="libNormal"/>
      </w:pPr>
    </w:p>
    <w:p w:rsidR="00795BFB" w:rsidRDefault="00795BFB" w:rsidP="00795BFB">
      <w:pPr>
        <w:pStyle w:val="Heading2"/>
      </w:pPr>
      <w:bookmarkStart w:id="396" w:name="_Toc422656891"/>
      <w:r>
        <w:t>Kesimpulan Pelajaran</w:t>
      </w:r>
      <w:bookmarkEnd w:id="396"/>
    </w:p>
    <w:p w:rsidR="00795BFB" w:rsidRDefault="00795BFB" w:rsidP="00795BFB">
      <w:pPr>
        <w:pStyle w:val="libNormal"/>
      </w:pPr>
    </w:p>
    <w:p w:rsidR="00795BFB" w:rsidRDefault="00795BFB" w:rsidP="00795BFB">
      <w:pPr>
        <w:pStyle w:val="libNormal"/>
      </w:pPr>
      <w:r>
        <w:t>1. Harta-harta yang wajib dizakati (dikeluarkan zakatnya) yaitu: gandum, sya’ir (jenis gandum</w:t>
      </w:r>
    </w:p>
    <w:p w:rsidR="00795BFB" w:rsidRDefault="00795BFB" w:rsidP="00795BFB">
      <w:pPr>
        <w:pStyle w:val="libNormal"/>
      </w:pPr>
      <w:r>
        <w:t>yang tidak bagus), kurma, kismis, unta, sapi, kambing, emas dan perak.</w:t>
      </w:r>
    </w:p>
    <w:p w:rsidR="00795BFB" w:rsidRDefault="00795BFB" w:rsidP="00795BFB">
      <w:pPr>
        <w:pStyle w:val="libNormal"/>
      </w:pPr>
      <w:r>
        <w:t>2. Zakat akan menjadi wajib jika harta yang harus dizakati sudah mencapai ukuran nisab.</w:t>
      </w:r>
    </w:p>
    <w:p w:rsidR="00762247" w:rsidRDefault="00762247" w:rsidP="00762247">
      <w:pPr>
        <w:pStyle w:val="libNormal"/>
      </w:pPr>
      <w:r>
        <w:t>3. Zakat harus digunakan untuk delapan kelompok ter-tentu, di antaranya untuk pekerjaan yang</w:t>
      </w:r>
    </w:p>
    <w:p w:rsidR="00762247" w:rsidRDefault="00762247" w:rsidP="00762247">
      <w:pPr>
        <w:pStyle w:val="libNormal"/>
      </w:pPr>
      <w:r>
        <w:t>diridhoi Allah Swt. seperti membangun jalan, masjid, jembatan dan sebagainya.</w:t>
      </w:r>
    </w:p>
    <w:p w:rsidR="00762247" w:rsidRDefault="00762247" w:rsidP="00762247">
      <w:pPr>
        <w:pStyle w:val="Heading2"/>
      </w:pPr>
      <w:bookmarkStart w:id="397" w:name="_Toc422656892"/>
      <w:r>
        <w:lastRenderedPageBreak/>
        <w:t>Pertanyaan:</w:t>
      </w:r>
      <w:bookmarkEnd w:id="397"/>
    </w:p>
    <w:p w:rsidR="00762247" w:rsidRDefault="00762247" w:rsidP="00762247">
      <w:pPr>
        <w:pStyle w:val="libNormal"/>
      </w:pPr>
    </w:p>
    <w:p w:rsidR="00762247" w:rsidRDefault="00762247" w:rsidP="00762247">
      <w:pPr>
        <w:pStyle w:val="libNormal"/>
      </w:pPr>
      <w:r>
        <w:t>1. Hasil panen pertanian apa yang wajib dizakati?</w:t>
      </w:r>
    </w:p>
    <w:p w:rsidR="00762247" w:rsidRDefault="00762247" w:rsidP="00762247">
      <w:pPr>
        <w:pStyle w:val="libNormal"/>
      </w:pPr>
      <w:r>
        <w:t>2. Apa maksud dari nisab dalam masalah zakat?</w:t>
      </w:r>
    </w:p>
    <w:p w:rsidR="00762247" w:rsidRDefault="00762247" w:rsidP="00762247">
      <w:pPr>
        <w:pStyle w:val="libNormal"/>
      </w:pPr>
      <w:r>
        <w:t>3. Apakah nisab dihitung sebelum hasil panen dikurangi untuk pembiayaan atau sesudah</w:t>
      </w:r>
    </w:p>
    <w:p w:rsidR="00762247" w:rsidRDefault="00762247" w:rsidP="00762247">
      <w:pPr>
        <w:pStyle w:val="libNormal"/>
      </w:pPr>
      <w:r>
        <w:t>dikurangi?</w:t>
      </w:r>
    </w:p>
    <w:p w:rsidR="00762247" w:rsidRDefault="00762247" w:rsidP="00762247">
      <w:pPr>
        <w:pStyle w:val="libNormal"/>
      </w:pPr>
      <w:r>
        <w:t>4. Berapa nisab paling rendah untuk sapi dan kambing dan ukuran zakat masing-masing ternak</w:t>
      </w:r>
    </w:p>
    <w:p w:rsidR="00762247" w:rsidRDefault="00762247" w:rsidP="00762247">
      <w:pPr>
        <w:pStyle w:val="libNormal"/>
      </w:pPr>
      <w:r>
        <w:t>ini?</w:t>
      </w:r>
    </w:p>
    <w:p w:rsidR="00762247" w:rsidRDefault="00762247" w:rsidP="00762247">
      <w:pPr>
        <w:pStyle w:val="libNormal"/>
      </w:pPr>
      <w:r>
        <w:t>5. Berapa zakat dari 18 logam emas yang masing-masing logam itu seberat 10 mitsqal?</w:t>
      </w:r>
    </w:p>
    <w:p w:rsidR="00762247" w:rsidRDefault="00762247" w:rsidP="00762247">
      <w:pPr>
        <w:pStyle w:val="libNormal"/>
      </w:pPr>
      <w:r>
        <w:t>6. Zakat gandum yang pengairannya dengan air sungai yang disedot melalui mesin diesel</w:t>
      </w:r>
    </w:p>
    <w:p w:rsidR="00762247" w:rsidRDefault="00762247" w:rsidP="00762247">
      <w:pPr>
        <w:pStyle w:val="libNormal"/>
      </w:pPr>
      <w:r>
        <w:t>adalah 1/10 ataukah 1/20?</w:t>
      </w:r>
    </w:p>
    <w:p w:rsidR="00762247" w:rsidRDefault="00762247" w:rsidP="00762247">
      <w:pPr>
        <w:pStyle w:val="libNormal"/>
      </w:pPr>
      <w:r>
        <w:t>7. Seseorang pada awal bulan Februari membeli 25 ekor kambing, dan pada awal bulan Juli di</w:t>
      </w:r>
    </w:p>
    <w:p w:rsidR="00762247" w:rsidRDefault="00762247" w:rsidP="00762247">
      <w:pPr>
        <w:pStyle w:val="libNormal"/>
      </w:pPr>
      <w:r>
        <w:t>tahun yang sama dia membeli 20 ekor kambing lagi, kapankah pembaya-ran zakat kambingkambing</w:t>
      </w:r>
    </w:p>
    <w:p w:rsidR="003625F4" w:rsidRDefault="00762247" w:rsidP="00762247">
      <w:pPr>
        <w:pStyle w:val="libNormal"/>
      </w:pPr>
      <w:r>
        <w:t>ini?</w:t>
      </w:r>
    </w:p>
    <w:p w:rsidR="003625F4" w:rsidRPr="003625F4" w:rsidRDefault="003625F4">
      <w:r>
        <w:br w:type="page"/>
      </w:r>
    </w:p>
    <w:p w:rsidR="00EB7011" w:rsidRDefault="00EB7011" w:rsidP="00EB7011">
      <w:pPr>
        <w:pStyle w:val="Heading1Center"/>
      </w:pPr>
      <w:bookmarkStart w:id="398" w:name="_Toc422656893"/>
      <w:r>
        <w:lastRenderedPageBreak/>
        <w:t>Pelajaran 37</w:t>
      </w:r>
      <w:bookmarkEnd w:id="398"/>
    </w:p>
    <w:p w:rsidR="00EB7011" w:rsidRDefault="00EB7011" w:rsidP="00EB7011">
      <w:pPr>
        <w:pStyle w:val="Heading1Center"/>
      </w:pPr>
      <w:bookmarkStart w:id="399" w:name="_Toc422656894"/>
      <w:r>
        <w:t>AMAR MAKRUF DAN NAHI MUNKAR</w:t>
      </w:r>
      <w:r w:rsidRPr="00EB7011">
        <w:rPr>
          <w:rStyle w:val="libFootnotenumChar"/>
        </w:rPr>
        <w:footnoteReference w:id="535"/>
      </w:r>
      <w:bookmarkEnd w:id="399"/>
    </w:p>
    <w:p w:rsidR="00EB7011" w:rsidRDefault="00EB7011" w:rsidP="00EB7011">
      <w:pPr>
        <w:pStyle w:val="libNormal"/>
      </w:pPr>
    </w:p>
    <w:p w:rsidR="00EB7011" w:rsidRDefault="00EB7011" w:rsidP="00EB7011">
      <w:pPr>
        <w:pStyle w:val="libNormal"/>
      </w:pPr>
      <w:r>
        <w:t>Setiap orang bertanggung jawab atas setiap perbuatan buruk yang dilakukan dan perbuatan baik</w:t>
      </w:r>
    </w:p>
    <w:p w:rsidR="00EB7011" w:rsidRDefault="00EB7011" w:rsidP="00EB7011">
      <w:pPr>
        <w:pStyle w:val="libNormal"/>
      </w:pPr>
      <w:r>
        <w:t>atau wajib yang ditinggalkan di tengah masyarakat. Oleh karena itu, tidak boleh diam atau</w:t>
      </w:r>
    </w:p>
    <w:p w:rsidR="00EB7011" w:rsidRDefault="00EB7011" w:rsidP="00EB7011">
      <w:pPr>
        <w:pStyle w:val="libNormal"/>
      </w:pPr>
      <w:r>
        <w:t>masabodoh jika suatu perbuatan wajib ditinggalkan dan perbuatan haram dikerjakan. Semua</w:t>
      </w:r>
    </w:p>
    <w:p w:rsidR="00EB7011" w:rsidRDefault="00EB7011" w:rsidP="00EB7011">
      <w:pPr>
        <w:pStyle w:val="libNormal"/>
      </w:pPr>
      <w:r>
        <w:t>lapi-san masyarakat harus berusaha mengamalkan yang wajib dan mencegah yang haram. Inilah</w:t>
      </w:r>
    </w:p>
    <w:p w:rsidR="00EB7011" w:rsidRDefault="00EB7011" w:rsidP="00EB7011">
      <w:pPr>
        <w:pStyle w:val="libNormal"/>
      </w:pPr>
      <w:r>
        <w:t>yang disebut dengan amar makruf dan nahi munkar.</w:t>
      </w:r>
    </w:p>
    <w:p w:rsidR="005531C4" w:rsidRDefault="005531C4" w:rsidP="00EB7011">
      <w:pPr>
        <w:pStyle w:val="libNormal"/>
      </w:pPr>
    </w:p>
    <w:p w:rsidR="00EB7011" w:rsidRDefault="00EB7011" w:rsidP="005531C4">
      <w:pPr>
        <w:pStyle w:val="Heading2"/>
      </w:pPr>
      <w:bookmarkStart w:id="400" w:name="_Toc422656895"/>
      <w:r>
        <w:t>Pentingnya Amar Makruf dan Nahi Munkar</w:t>
      </w:r>
      <w:bookmarkEnd w:id="400"/>
    </w:p>
    <w:p w:rsidR="005531C4" w:rsidRDefault="005531C4" w:rsidP="00EB7011">
      <w:pPr>
        <w:pStyle w:val="libNormal"/>
      </w:pPr>
    </w:p>
    <w:p w:rsidR="00EB7011" w:rsidRDefault="00EB7011" w:rsidP="00EB7011">
      <w:pPr>
        <w:pStyle w:val="libNormal"/>
      </w:pPr>
      <w:r>
        <w:t>Pada sebagian hadis imam maksum a.s. dikatakan bahwa:</w:t>
      </w:r>
    </w:p>
    <w:p w:rsidR="00EB7011" w:rsidRDefault="00EB7011" w:rsidP="00EB7011">
      <w:pPr>
        <w:pStyle w:val="libNormal"/>
      </w:pPr>
      <w:r>
        <w:t>· Amar makruf dan nahimunkar termasuk kewajiban yang paling penting dan mulia.</w:t>
      </w:r>
    </w:p>
    <w:p w:rsidR="00EB7011" w:rsidRDefault="00EB7011" w:rsidP="00EB7011">
      <w:pPr>
        <w:pStyle w:val="libNormal"/>
      </w:pPr>
      <w:r>
        <w:t>· Kewajiban-kewajiban agama tetap kokoh karena ter-laksananya amar makruf dan nahi</w:t>
      </w:r>
    </w:p>
    <w:p w:rsidR="00EB7011" w:rsidRDefault="00EB7011" w:rsidP="00EB7011">
      <w:pPr>
        <w:pStyle w:val="libNormal"/>
      </w:pPr>
      <w:r>
        <w:t>munkar.</w:t>
      </w:r>
    </w:p>
    <w:p w:rsidR="00EB7011" w:rsidRDefault="00EB7011" w:rsidP="00EB7011">
      <w:pPr>
        <w:pStyle w:val="libNormal"/>
      </w:pPr>
      <w:r>
        <w:t>· Amar makruf dan nahi munkar termasuk ajaran agama yang tegas dan jelas. Dan barang</w:t>
      </w:r>
    </w:p>
    <w:p w:rsidR="00EB7011" w:rsidRDefault="00EB7011" w:rsidP="00EB7011">
      <w:pPr>
        <w:pStyle w:val="libNormal"/>
      </w:pPr>
      <w:r>
        <w:t>siapa yang mengingkarinya adalah kafir.</w:t>
      </w:r>
    </w:p>
    <w:p w:rsidR="00EB7011" w:rsidRDefault="00EB7011" w:rsidP="00EB7011">
      <w:pPr>
        <w:pStyle w:val="libNormal"/>
      </w:pPr>
      <w:r>
        <w:t>· Jika masyarakat meninggalkan amar makruf dan nahi munkar maka akan hilang</w:t>
      </w:r>
    </w:p>
    <w:p w:rsidR="00EB7011" w:rsidRDefault="00EB7011" w:rsidP="00EB7011">
      <w:pPr>
        <w:pStyle w:val="libNormal"/>
      </w:pPr>
      <w:r>
        <w:t>keberkahan hidup dan doa-doa tidak dikabulkan.</w:t>
      </w:r>
    </w:p>
    <w:p w:rsidR="005531C4" w:rsidRDefault="005531C4" w:rsidP="00EB7011">
      <w:pPr>
        <w:pStyle w:val="libNormal"/>
      </w:pPr>
    </w:p>
    <w:p w:rsidR="00EB7011" w:rsidRDefault="00EB7011" w:rsidP="005531C4">
      <w:pPr>
        <w:pStyle w:val="Heading2"/>
      </w:pPr>
      <w:bookmarkStart w:id="401" w:name="_Toc422656896"/>
      <w:r>
        <w:t>Definisi Makruf dan Munkar</w:t>
      </w:r>
      <w:bookmarkEnd w:id="401"/>
    </w:p>
    <w:p w:rsidR="005531C4" w:rsidRDefault="005531C4" w:rsidP="00EB7011">
      <w:pPr>
        <w:pStyle w:val="libNormal"/>
      </w:pPr>
    </w:p>
    <w:p w:rsidR="00EB7011" w:rsidRDefault="00EB7011" w:rsidP="00EB7011">
      <w:pPr>
        <w:pStyle w:val="libNormal"/>
      </w:pPr>
      <w:r>
        <w:t>Dalam hukum agama, seluruh kewajiban dan sunah disebut dengan makruf, dan seluruh yang</w:t>
      </w:r>
    </w:p>
    <w:p w:rsidR="00EB7011" w:rsidRDefault="00EB7011" w:rsidP="00EB7011">
      <w:pPr>
        <w:pStyle w:val="libNormal"/>
      </w:pPr>
      <w:r>
        <w:lastRenderedPageBreak/>
        <w:t>haram dan makruh disebut dengan munkar. Karenanya, mengajak masyarakat untuk</w:t>
      </w:r>
    </w:p>
    <w:p w:rsidR="00EB7011" w:rsidRDefault="00EB7011" w:rsidP="00EB7011">
      <w:pPr>
        <w:pStyle w:val="libNormal"/>
      </w:pPr>
      <w:r>
        <w:t>melaksanakan kewajiban dan sunah adalah amar makruf, dan mencegah mereka dari pekerjaan</w:t>
      </w:r>
    </w:p>
    <w:p w:rsidR="00EB7011" w:rsidRDefault="00EB7011" w:rsidP="00EB7011">
      <w:pPr>
        <w:pStyle w:val="libNormal"/>
      </w:pPr>
      <w:r>
        <w:t>haram dan makruh adalah nahi munkar.</w:t>
      </w:r>
    </w:p>
    <w:p w:rsidR="00EB7011" w:rsidRDefault="00EB7011" w:rsidP="00EB7011">
      <w:pPr>
        <w:pStyle w:val="libNormal"/>
      </w:pPr>
      <w:r>
        <w:t>Amar makruf dan nahi munkar adalah wajib kifayah, yakni kewajiban semua masyarakat yang</w:t>
      </w:r>
    </w:p>
    <w:p w:rsidR="00EB7011" w:rsidRDefault="00EB7011" w:rsidP="00EB7011">
      <w:pPr>
        <w:pStyle w:val="libNormal"/>
      </w:pPr>
      <w:r>
        <w:t>apabila salah satu dari mereka telah melakukannya secara baik dan cukup, maka kewajiban ini</w:t>
      </w:r>
    </w:p>
    <w:p w:rsidR="00EB7011" w:rsidRDefault="00EB7011" w:rsidP="00EB7011">
      <w:pPr>
        <w:pStyle w:val="libNormal"/>
      </w:pPr>
      <w:r>
        <w:t>gugur dari yang lain. Akan tetapi, jika semua orang meninggalkan dan tidak melakukan amar</w:t>
      </w:r>
    </w:p>
    <w:p w:rsidR="00EB7011" w:rsidRDefault="00EB7011" w:rsidP="00EB7011">
      <w:pPr>
        <w:pStyle w:val="libNormal"/>
      </w:pPr>
      <w:r>
        <w:t>makruf dan nahi munkar, sedangkan syarat-syaratnya telah terpenuhi, maka mereka semua</w:t>
      </w:r>
    </w:p>
    <w:p w:rsidR="00EB7011" w:rsidRDefault="00EB7011" w:rsidP="00EB7011">
      <w:pPr>
        <w:pStyle w:val="libNormal"/>
      </w:pPr>
      <w:r>
        <w:t>dihukumi telah mening-galkan kewajiban.</w:t>
      </w:r>
      <w:r w:rsidRPr="00EB7011">
        <w:rPr>
          <w:rStyle w:val="libFootnotenumChar"/>
        </w:rPr>
        <w:footnoteReference w:id="536"/>
      </w:r>
    </w:p>
    <w:p w:rsidR="00EB7011" w:rsidRDefault="00EB7011" w:rsidP="00EB7011">
      <w:pPr>
        <w:pStyle w:val="libNormal"/>
      </w:pPr>
      <w:r>
        <w:t>Syarat-syarat Amar Makruf dan Nahi Munkar</w:t>
      </w:r>
    </w:p>
    <w:p w:rsidR="00EB7011" w:rsidRDefault="00EB7011" w:rsidP="00EB7011">
      <w:pPr>
        <w:pStyle w:val="libNormal"/>
      </w:pPr>
      <w:r>
        <w:t>Amar makruf dan nahi munkar itu wajib jika syarat-syaratnya terpenuhi, dan tentunya ia tidak</w:t>
      </w:r>
    </w:p>
    <w:p w:rsidR="00EB7011" w:rsidRDefault="00EB7011" w:rsidP="00EB7011">
      <w:pPr>
        <w:pStyle w:val="libNormal"/>
      </w:pPr>
      <w:r>
        <w:t>wajib jika syarat-syarat ini tidak terpenuhi.</w:t>
      </w:r>
    </w:p>
    <w:p w:rsidR="005531C4" w:rsidRDefault="005531C4" w:rsidP="00EB7011">
      <w:pPr>
        <w:pStyle w:val="libNormal"/>
      </w:pPr>
    </w:p>
    <w:p w:rsidR="00EB7011" w:rsidRDefault="00EB7011" w:rsidP="005531C4">
      <w:pPr>
        <w:pStyle w:val="Heading2"/>
      </w:pPr>
      <w:bookmarkStart w:id="402" w:name="_Toc422656897"/>
      <w:r>
        <w:t>Syarat-syarat amar makruf dan nahimunkar ialah:</w:t>
      </w:r>
      <w:bookmarkEnd w:id="402"/>
    </w:p>
    <w:p w:rsidR="005531C4" w:rsidRDefault="005531C4" w:rsidP="00EB7011">
      <w:pPr>
        <w:pStyle w:val="libNormal"/>
      </w:pPr>
    </w:p>
    <w:p w:rsidR="00EB7011" w:rsidRDefault="00EB7011" w:rsidP="00EB7011">
      <w:pPr>
        <w:pStyle w:val="libNormal"/>
      </w:pPr>
      <w:r>
        <w:t>1. Pelaku amar makruf dan nahi munkar tahu bahwa apa yang dilakukan oleh orang lain adalah</w:t>
      </w:r>
    </w:p>
    <w:p w:rsidR="00EB7011" w:rsidRDefault="00EB7011" w:rsidP="00EB7011">
      <w:pPr>
        <w:pStyle w:val="libNormal"/>
      </w:pPr>
      <w:r>
        <w:t>perkara haram dan apa yang ditinggalkannya adalah perkara wajib. Oleh karenanya,</w:t>
      </w:r>
    </w:p>
    <w:p w:rsidR="00EB7011" w:rsidRDefault="00EB7011" w:rsidP="00EB7011">
      <w:pPr>
        <w:pStyle w:val="libNormal"/>
      </w:pPr>
      <w:r>
        <w:t>seseorang yang tidak tahu; apakah yang dilakukan orang lain itu perkara haram atau perkara</w:t>
      </w:r>
    </w:p>
    <w:p w:rsidR="00795BFB" w:rsidRDefault="00EB7011" w:rsidP="00EB7011">
      <w:pPr>
        <w:pStyle w:val="libNormal"/>
      </w:pPr>
      <w:r>
        <w:t>wajib, dia tidak wajib mencegahnya.</w:t>
      </w:r>
    </w:p>
    <w:p w:rsidR="00651685" w:rsidRDefault="00651685" w:rsidP="00651685">
      <w:pPr>
        <w:pStyle w:val="libNormal"/>
      </w:pPr>
      <w:r>
        <w:t>2. Dia melihat adanya kemungkinan amar makruf dan nahi munkarnya akan berpengaruh.</w:t>
      </w:r>
    </w:p>
    <w:p w:rsidR="00651685" w:rsidRDefault="00651685" w:rsidP="00651685">
      <w:pPr>
        <w:pStyle w:val="libNormal"/>
      </w:pPr>
      <w:r>
        <w:t>Namun, jika dia ragu demikian, atau tahu bahwa itu tidak ada penga-ruhnya, maka dia tidak</w:t>
      </w:r>
    </w:p>
    <w:p w:rsidR="00651685" w:rsidRDefault="00651685" w:rsidP="00651685">
      <w:pPr>
        <w:pStyle w:val="libNormal"/>
      </w:pPr>
      <w:r>
        <w:t>wajib beramar makruf dan nahimunkar.</w:t>
      </w:r>
    </w:p>
    <w:p w:rsidR="00651685" w:rsidRDefault="00651685" w:rsidP="00651685">
      <w:pPr>
        <w:pStyle w:val="libNormal"/>
      </w:pPr>
      <w:r>
        <w:lastRenderedPageBreak/>
        <w:t>3. Pelaku maksiat/munkar bersikeras dalam berbuat mak-siat. Oleh karena itu, jika diketahui</w:t>
      </w:r>
    </w:p>
    <w:p w:rsidR="00651685" w:rsidRDefault="00651685" w:rsidP="00651685">
      <w:pPr>
        <w:pStyle w:val="libNormal"/>
      </w:pPr>
      <w:r>
        <w:t>bahwa dia mening-galkan maksiatnya dan tidak mengulangi atau tidak berhasil untuk</w:t>
      </w:r>
    </w:p>
    <w:p w:rsidR="00651685" w:rsidRDefault="00651685" w:rsidP="00651685">
      <w:pPr>
        <w:pStyle w:val="libNormal"/>
      </w:pPr>
      <w:r>
        <w:t>mengulanginya, maka amar makruf dan nahi munkar terhadapnya tidaklah wajib.</w:t>
      </w:r>
    </w:p>
    <w:p w:rsidR="00651685" w:rsidRDefault="00651685" w:rsidP="00651685">
      <w:pPr>
        <w:pStyle w:val="libNormal"/>
      </w:pPr>
      <w:r>
        <w:t>4. Amar makruf dan nahi munkar tidak membahayakan secara serius jiwa, martabat dan harta</w:t>
      </w:r>
    </w:p>
    <w:p w:rsidR="00651685" w:rsidRDefault="00651685" w:rsidP="00651685">
      <w:pPr>
        <w:pStyle w:val="libNormal"/>
      </w:pPr>
      <w:r>
        <w:t>pelakunya, keluarga, dan teman-temannya, maupun orang-orang Mukmin yang lain.</w:t>
      </w:r>
      <w:r w:rsidRPr="00651685">
        <w:rPr>
          <w:rStyle w:val="libFootnotenumChar"/>
        </w:rPr>
        <w:footnoteReference w:id="537"/>
      </w:r>
    </w:p>
    <w:p w:rsidR="003678C9" w:rsidRDefault="003678C9" w:rsidP="00651685">
      <w:pPr>
        <w:pStyle w:val="libNormal"/>
      </w:pPr>
    </w:p>
    <w:p w:rsidR="00651685" w:rsidRDefault="00651685" w:rsidP="003678C9">
      <w:pPr>
        <w:pStyle w:val="Heading2"/>
      </w:pPr>
      <w:bookmarkStart w:id="403" w:name="_Toc422656898"/>
      <w:r>
        <w:t>Tahap-tahap Amar Makruf dan Nahi Munkar</w:t>
      </w:r>
      <w:bookmarkEnd w:id="403"/>
    </w:p>
    <w:p w:rsidR="003678C9" w:rsidRDefault="003678C9" w:rsidP="00651685">
      <w:pPr>
        <w:pStyle w:val="libNormal"/>
      </w:pPr>
    </w:p>
    <w:p w:rsidR="00651685" w:rsidRDefault="00651685" w:rsidP="00651685">
      <w:pPr>
        <w:pStyle w:val="libNormal"/>
      </w:pPr>
      <w:r>
        <w:t>Terdapat tahap-tahap dalam beramar makruf dan nahi munkar. Jika dengan melakukan tahap</w:t>
      </w:r>
    </w:p>
    <w:p w:rsidR="00651685" w:rsidRDefault="00651685" w:rsidP="00651685">
      <w:pPr>
        <w:pStyle w:val="libNormal"/>
      </w:pPr>
      <w:r>
        <w:t>yang paling rendah sudah dapat mencapai tujuan amar makruf dan nahi munkar, maka tidak</w:t>
      </w:r>
    </w:p>
    <w:p w:rsidR="00651685" w:rsidRDefault="00651685" w:rsidP="00651685">
      <w:pPr>
        <w:pStyle w:val="libNormal"/>
      </w:pPr>
      <w:r>
        <w:t>boleh melakukan tahap berikutnya. Tahap-tahap itu adalah:</w:t>
      </w:r>
    </w:p>
    <w:p w:rsidR="00651685" w:rsidRDefault="00651685" w:rsidP="00651685">
      <w:pPr>
        <w:pStyle w:val="libNormal"/>
      </w:pPr>
      <w:r>
        <w:t>Tahap Pertama: yaitu melakukan sesuatu sehingga pemaksiat (peninggal kewajiban ataupun</w:t>
      </w:r>
    </w:p>
    <w:p w:rsidR="00651685" w:rsidRDefault="00651685" w:rsidP="00651685">
      <w:pPr>
        <w:pStyle w:val="libNormal"/>
      </w:pPr>
      <w:r>
        <w:t>pelaku maksiat) mengerti bahwa karena maksiatnya itu orang lain bersikap demikian, misalnya</w:t>
      </w:r>
    </w:p>
    <w:p w:rsidR="00651685" w:rsidRDefault="00651685" w:rsidP="00651685">
      <w:pPr>
        <w:pStyle w:val="libNormal"/>
      </w:pPr>
      <w:r>
        <w:t>memalingkan wajah, bermuka masam di hadapannya atau tidak berbicara dengannya.</w:t>
      </w:r>
    </w:p>
    <w:p w:rsidR="00651685" w:rsidRDefault="00651685" w:rsidP="00651685">
      <w:pPr>
        <w:pStyle w:val="libNormal"/>
      </w:pPr>
      <w:r>
        <w:t>Tahap Kedua: yaitu beramar makruf dan nahi munkar dengan ucapan,</w:t>
      </w:r>
      <w:r w:rsidRPr="00651685">
        <w:rPr>
          <w:rStyle w:val="libFootnotenumChar"/>
        </w:rPr>
        <w:footnoteReference w:id="538"/>
      </w:r>
      <w:r>
        <w:t xml:space="preserve"> yakni mengajak</w:t>
      </w:r>
    </w:p>
    <w:p w:rsidR="00651685" w:rsidRDefault="00651685" w:rsidP="00651685">
      <w:pPr>
        <w:pStyle w:val="libNormal"/>
      </w:pPr>
      <w:r>
        <w:t>peninggal kewajiban untuk mengerjakannya dan mengajak pelaku maksiat untuk</w:t>
      </w:r>
    </w:p>
    <w:p w:rsidR="00651685" w:rsidRDefault="00651685" w:rsidP="00651685">
      <w:pPr>
        <w:pStyle w:val="libNormal"/>
      </w:pPr>
      <w:r>
        <w:t>meninggalkannya.</w:t>
      </w:r>
    </w:p>
    <w:p w:rsidR="00651685" w:rsidRDefault="00651685" w:rsidP="00651685">
      <w:pPr>
        <w:pStyle w:val="libNormal"/>
      </w:pPr>
      <w:r>
        <w:lastRenderedPageBreak/>
        <w:t>Tahap Ketiga: Menggunakan kekerasan, yaitu dengan melakukan pemukulan terhadap</w:t>
      </w:r>
    </w:p>
    <w:p w:rsidR="00651685" w:rsidRDefault="00651685" w:rsidP="00651685">
      <w:pPr>
        <w:pStyle w:val="libNormal"/>
      </w:pPr>
      <w:r>
        <w:t>pelaku maksiat dan peninggal kewajiban dalam rangka melaksanakan amar makruf dan nahi</w:t>
      </w:r>
    </w:p>
    <w:p w:rsidR="00651685" w:rsidRDefault="00651685" w:rsidP="00651685">
      <w:pPr>
        <w:pStyle w:val="libNormal"/>
      </w:pPr>
      <w:r>
        <w:t>munkar.</w:t>
      </w:r>
      <w:r w:rsidRPr="00651685">
        <w:rPr>
          <w:rStyle w:val="libFootnotenumChar"/>
        </w:rPr>
        <w:footnoteReference w:id="539"/>
      </w:r>
    </w:p>
    <w:p w:rsidR="003678C9" w:rsidRDefault="003678C9" w:rsidP="00651685">
      <w:pPr>
        <w:pStyle w:val="libNormal"/>
      </w:pPr>
    </w:p>
    <w:p w:rsidR="00651685" w:rsidRDefault="00651685" w:rsidP="003678C9">
      <w:pPr>
        <w:pStyle w:val="Heading2"/>
      </w:pPr>
      <w:bookmarkStart w:id="404" w:name="_Toc422656899"/>
      <w:r>
        <w:t>Hukum-hukum Amar Makruf dan Nahi Munkar</w:t>
      </w:r>
      <w:bookmarkEnd w:id="404"/>
    </w:p>
    <w:p w:rsidR="003678C9" w:rsidRDefault="003678C9" w:rsidP="00651685">
      <w:pPr>
        <w:pStyle w:val="libNormal"/>
      </w:pPr>
    </w:p>
    <w:p w:rsidR="00651685" w:rsidRDefault="00651685" w:rsidP="00651685">
      <w:pPr>
        <w:pStyle w:val="libNormal"/>
      </w:pPr>
      <w:r>
        <w:t>1. Belajar syarat-syarat amar makruf dan nahi munkar dan masalah-masalah yang terkait</w:t>
      </w:r>
    </w:p>
    <w:p w:rsidR="00651685" w:rsidRDefault="00651685" w:rsidP="00651685">
      <w:pPr>
        <w:pStyle w:val="libNormal"/>
      </w:pPr>
      <w:r>
        <w:t>dengannya adalah wajib supaya tidak terjadi kekeliruan dalam memerintahkan yang makruf</w:t>
      </w:r>
    </w:p>
    <w:p w:rsidR="00651685" w:rsidRDefault="00651685" w:rsidP="00651685">
      <w:pPr>
        <w:pStyle w:val="libNormal"/>
      </w:pPr>
      <w:r>
        <w:t>dan melarang yang munkar.</w:t>
      </w:r>
      <w:r w:rsidRPr="00651685">
        <w:rPr>
          <w:rStyle w:val="libFootnotenumChar"/>
        </w:rPr>
        <w:footnoteReference w:id="540"/>
      </w:r>
    </w:p>
    <w:p w:rsidR="00651685" w:rsidRDefault="00651685" w:rsidP="00651685">
      <w:pPr>
        <w:pStyle w:val="libNormal"/>
      </w:pPr>
      <w:r>
        <w:t>2. Jika tahu bahwa amar makruf dan nahi munkar tidak akan berpengaruh tanpa disertai</w:t>
      </w:r>
    </w:p>
    <w:p w:rsidR="00651685" w:rsidRDefault="00651685" w:rsidP="00651685">
      <w:pPr>
        <w:pStyle w:val="libNormal"/>
      </w:pPr>
      <w:r>
        <w:t>permohonan dan nasihat, maka wajib disertai permohonan dan nasihat. Jika tahu bahwa</w:t>
      </w:r>
    </w:p>
    <w:p w:rsidR="00651685" w:rsidRDefault="00651685" w:rsidP="00651685">
      <w:pPr>
        <w:pStyle w:val="libNormal"/>
      </w:pPr>
      <w:r>
        <w:t>permohonan dan nasihat saja—tanpa amar makruf dan nahi munkar—sudah berpengaruh,</w:t>
      </w:r>
    </w:p>
    <w:p w:rsidR="00651685" w:rsidRDefault="00651685" w:rsidP="00651685">
      <w:pPr>
        <w:pStyle w:val="libNormal"/>
      </w:pPr>
      <w:r>
        <w:t>maka wajib melakukan demikian saja.</w:t>
      </w:r>
      <w:r w:rsidRPr="00651685">
        <w:rPr>
          <w:rStyle w:val="libFootnotenumChar"/>
        </w:rPr>
        <w:footnoteReference w:id="541"/>
      </w:r>
    </w:p>
    <w:p w:rsidR="00651685" w:rsidRDefault="00651685" w:rsidP="00651685">
      <w:pPr>
        <w:pStyle w:val="libNormal"/>
      </w:pPr>
      <w:r>
        <w:t>3. Jika tahu atau memperkirakan bahwa dengan berulang kali, amar makruf dan nahi</w:t>
      </w:r>
    </w:p>
    <w:p w:rsidR="00651685" w:rsidRDefault="00651685" w:rsidP="00651685">
      <w:pPr>
        <w:pStyle w:val="libNormal"/>
      </w:pPr>
      <w:r>
        <w:t>munkarnya akan berpe-ngaruh, maka wajib melakukannya dengan berulang kali.</w:t>
      </w:r>
      <w:r w:rsidRPr="00651685">
        <w:rPr>
          <w:rStyle w:val="libFootnotenumChar"/>
        </w:rPr>
        <w:footnoteReference w:id="542"/>
      </w:r>
    </w:p>
    <w:p w:rsidR="00651685" w:rsidRDefault="00651685" w:rsidP="00651685">
      <w:pPr>
        <w:pStyle w:val="libNormal"/>
      </w:pPr>
      <w:r>
        <w:t>4. Maksud dari bersikeras dalam berbuat dosa tidak berarti berbuat maksiat secara terus</w:t>
      </w:r>
    </w:p>
    <w:p w:rsidR="00651685" w:rsidRDefault="00651685" w:rsidP="00651685">
      <w:pPr>
        <w:pStyle w:val="libNormal"/>
      </w:pPr>
      <w:r>
        <w:t>menerus, tetapi melakukan maksiat tersebut walaupun hanya untuk kali kedua. Oleh</w:t>
      </w:r>
    </w:p>
    <w:p w:rsidR="00651685" w:rsidRDefault="00651685" w:rsidP="00651685">
      <w:pPr>
        <w:pStyle w:val="libNormal"/>
      </w:pPr>
      <w:r>
        <w:t>karenanya, jika sekalimeninggalkan salat dan ada rencana untukmeninggalkannya lagi, maka</w:t>
      </w:r>
    </w:p>
    <w:p w:rsidR="00651685" w:rsidRDefault="00651685" w:rsidP="00651685">
      <w:pPr>
        <w:pStyle w:val="libNormal"/>
      </w:pPr>
      <w:r>
        <w:t>beramar makruf dan nahimunkar di sini adalah wajib.</w:t>
      </w:r>
      <w:r w:rsidRPr="00651685">
        <w:rPr>
          <w:rStyle w:val="libFootnotenumChar"/>
        </w:rPr>
        <w:footnoteReference w:id="543"/>
      </w:r>
    </w:p>
    <w:p w:rsidR="00651685" w:rsidRDefault="00651685" w:rsidP="00651685">
      <w:pPr>
        <w:pStyle w:val="libNormal"/>
      </w:pPr>
      <w:r>
        <w:lastRenderedPageBreak/>
        <w:t>5. Dalam beramar makruf dan nahi munkar, tidak boleh melukai, mencederai dan membunuh</w:t>
      </w:r>
    </w:p>
    <w:p w:rsidR="00651685" w:rsidRDefault="00651685" w:rsidP="00651685">
      <w:pPr>
        <w:pStyle w:val="libNormal"/>
      </w:pPr>
      <w:r>
        <w:t>pemaksiat tanpa izin hakim syar’i, kecuali jika kemunkarannya betul-betul serius seperti;</w:t>
      </w:r>
    </w:p>
    <w:p w:rsidR="00651685" w:rsidRDefault="00651685" w:rsidP="00651685">
      <w:pPr>
        <w:pStyle w:val="libNormal"/>
      </w:pPr>
      <w:r>
        <w:t>pemaksiat hendak membunuh orang yang tak berdosa dan tidak bisa dicegah kecuali dengan</w:t>
      </w:r>
    </w:p>
    <w:p w:rsidR="00DF24BD" w:rsidRDefault="00651685" w:rsidP="00651685">
      <w:pPr>
        <w:pStyle w:val="libNormal"/>
      </w:pPr>
      <w:r>
        <w:t>melukainya.</w:t>
      </w:r>
      <w:r w:rsidRPr="00651685">
        <w:rPr>
          <w:rStyle w:val="libFootnotenumChar"/>
        </w:rPr>
        <w:footnoteReference w:id="544"/>
      </w:r>
      <w:r>
        <w:t xml:space="preserve">. </w:t>
      </w:r>
      <w:r w:rsidRPr="00651685">
        <w:rPr>
          <w:rStyle w:val="libFootnotenumChar"/>
        </w:rPr>
        <w:footnoteReference w:id="545"/>
      </w:r>
    </w:p>
    <w:p w:rsidR="00EF68E4" w:rsidRDefault="00EF68E4" w:rsidP="00EF68E4">
      <w:pPr>
        <w:pStyle w:val="libNormal"/>
      </w:pPr>
    </w:p>
    <w:p w:rsidR="00EF68E4" w:rsidRDefault="00EF68E4" w:rsidP="00EF68E4">
      <w:pPr>
        <w:pStyle w:val="Heading2"/>
      </w:pPr>
      <w:bookmarkStart w:id="405" w:name="_Toc422656900"/>
      <w:r>
        <w:t>Kearifan Amar Makruf dan Nahi Munkar</w:t>
      </w:r>
      <w:bookmarkEnd w:id="405"/>
    </w:p>
    <w:p w:rsidR="00EF68E4" w:rsidRDefault="00EF68E4" w:rsidP="00EF68E4">
      <w:pPr>
        <w:pStyle w:val="libNormal"/>
      </w:pPr>
    </w:p>
    <w:p w:rsidR="00EF68E4" w:rsidRDefault="00EF68E4" w:rsidP="00EF68E4">
      <w:pPr>
        <w:pStyle w:val="libNormal"/>
      </w:pPr>
      <w:r>
        <w:t>Orang yangmelakukan amar makruf dan nahi munkar sebaiknya:</w:t>
      </w:r>
    </w:p>
    <w:p w:rsidR="00EF68E4" w:rsidRDefault="00EF68E4" w:rsidP="00EF68E4">
      <w:pPr>
        <w:pStyle w:val="libNormal"/>
      </w:pPr>
      <w:r>
        <w:t>1. Layaknya seorang dokter yang baik dan seorang ayah yang penyayang.</w:t>
      </w:r>
    </w:p>
    <w:p w:rsidR="00EF68E4" w:rsidRDefault="00EF68E4" w:rsidP="00EF68E4">
      <w:pPr>
        <w:pStyle w:val="libNormal"/>
      </w:pPr>
      <w:r>
        <w:t>2. Berniat ikhlas dan hanya karena Allah beramar makruf dan nahi munkar dan bukan karena</w:t>
      </w:r>
    </w:p>
    <w:p w:rsidR="00EF68E4" w:rsidRDefault="00EF68E4" w:rsidP="00EF68E4">
      <w:pPr>
        <w:pStyle w:val="libNormal"/>
      </w:pPr>
      <w:r>
        <w:t>sombong.</w:t>
      </w:r>
    </w:p>
    <w:p w:rsidR="00EF68E4" w:rsidRDefault="00EF68E4" w:rsidP="00EF68E4">
      <w:pPr>
        <w:pStyle w:val="libNormal"/>
      </w:pPr>
      <w:r>
        <w:t>3. Tidak menganggap dirinya seolah paling suci, karena betapa banyak orang hari ini berbuat</w:t>
      </w:r>
    </w:p>
    <w:p w:rsidR="00EF68E4" w:rsidRDefault="00EF68E4" w:rsidP="00EF68E4">
      <w:pPr>
        <w:pStyle w:val="libNormal"/>
      </w:pPr>
      <w:r>
        <w:t>kesalahan sifat yang mulia yang membuatnya pantas disayangi oleh Allah Swt., walaupun</w:t>
      </w:r>
    </w:p>
    <w:p w:rsidR="00EF68E4" w:rsidRDefault="00EF68E4" w:rsidP="00EF68E4">
      <w:pPr>
        <w:pStyle w:val="libNormal"/>
      </w:pPr>
      <w:r>
        <w:t>kesalahannya hari ini tidaklah terpuji dan dibenci oleh-Nya.</w:t>
      </w:r>
      <w:r w:rsidRPr="00EF68E4">
        <w:rPr>
          <w:rStyle w:val="libFootnotenumChar"/>
        </w:rPr>
        <w:footnoteReference w:id="546"/>
      </w:r>
    </w:p>
    <w:p w:rsidR="00EF68E4" w:rsidRDefault="00EF68E4" w:rsidP="00EF68E4">
      <w:pPr>
        <w:pStyle w:val="libNormal"/>
      </w:pPr>
    </w:p>
    <w:p w:rsidR="00EF68E4" w:rsidRDefault="00EF68E4" w:rsidP="00EF68E4">
      <w:pPr>
        <w:pStyle w:val="Heading2"/>
      </w:pPr>
      <w:bookmarkStart w:id="406" w:name="_Toc422656901"/>
      <w:r>
        <w:t>Kesimpulan Pelajaran</w:t>
      </w:r>
      <w:bookmarkEnd w:id="406"/>
    </w:p>
    <w:p w:rsidR="00EF68E4" w:rsidRDefault="00EF68E4" w:rsidP="00EF68E4">
      <w:pPr>
        <w:pStyle w:val="libNormal"/>
      </w:pPr>
    </w:p>
    <w:p w:rsidR="00EF68E4" w:rsidRDefault="00EF68E4" w:rsidP="00EF68E4">
      <w:pPr>
        <w:pStyle w:val="libNormal"/>
      </w:pPr>
      <w:r>
        <w:t>1. Makruf adalah perkara-perkara wajib dan sunah, dan munkar adalah perkara-perkara haram</w:t>
      </w:r>
    </w:p>
    <w:p w:rsidR="00EF68E4" w:rsidRDefault="00EF68E4" w:rsidP="00EF68E4">
      <w:pPr>
        <w:pStyle w:val="libNormal"/>
      </w:pPr>
      <w:r>
        <w:t>dan makruh.</w:t>
      </w:r>
    </w:p>
    <w:p w:rsidR="00EF68E4" w:rsidRDefault="00EF68E4" w:rsidP="00EF68E4">
      <w:pPr>
        <w:pStyle w:val="libNormal"/>
      </w:pPr>
      <w:r>
        <w:t>2. Amar makruf dan nahimunkar adalah wajib kifayah.</w:t>
      </w:r>
    </w:p>
    <w:p w:rsidR="00EF68E4" w:rsidRDefault="00EF68E4" w:rsidP="00EF68E4">
      <w:pPr>
        <w:pStyle w:val="libNormal"/>
      </w:pPr>
      <w:r>
        <w:t>3. Syarat-syarat amar makruf dan nahimunkar yaitu:</w:t>
      </w:r>
    </w:p>
    <w:p w:rsidR="00EF68E4" w:rsidRDefault="00EF68E4" w:rsidP="00EF68E4">
      <w:pPr>
        <w:pStyle w:val="libNormal"/>
      </w:pPr>
      <w:r>
        <w:lastRenderedPageBreak/>
        <w:t>a. Pelaku amar makruf dan nahi munkar tahu mana yang makruf dan mana yangmunkar.</w:t>
      </w:r>
    </w:p>
    <w:p w:rsidR="00EF68E4" w:rsidRDefault="00EF68E4" w:rsidP="00EF68E4">
      <w:pPr>
        <w:pStyle w:val="libNormal"/>
      </w:pPr>
      <w:r>
        <w:t>b. Melihat kemungkinan akan adanya pengaruh dalam amar makruf dan nahi munkarnya.</w:t>
      </w:r>
    </w:p>
    <w:p w:rsidR="00EF68E4" w:rsidRDefault="00EF68E4" w:rsidP="00EF68E4">
      <w:pPr>
        <w:pStyle w:val="libNormal"/>
      </w:pPr>
      <w:r>
        <w:t>c. Pemaksiat berniat keras mengulangi maksiatnya.</w:t>
      </w:r>
    </w:p>
    <w:p w:rsidR="00EF68E4" w:rsidRDefault="00EF68E4" w:rsidP="00EF68E4">
      <w:pPr>
        <w:pStyle w:val="libNormal"/>
      </w:pPr>
      <w:r>
        <w:t>d. Perintah dan larangan tidak berdampak negatif.</w:t>
      </w:r>
    </w:p>
    <w:p w:rsidR="00EF68E4" w:rsidRDefault="00EF68E4" w:rsidP="00EF68E4">
      <w:pPr>
        <w:pStyle w:val="libNormal"/>
      </w:pPr>
      <w:r>
        <w:t>4. Tahap-tahap amar makruf dan nahi munkar adalah sebagai berikut:</w:t>
      </w:r>
    </w:p>
    <w:p w:rsidR="00EF68E4" w:rsidRDefault="00EF68E4" w:rsidP="00EF68E4">
      <w:pPr>
        <w:pStyle w:val="libNormal"/>
      </w:pPr>
      <w:r>
        <w:t>a. Tidak berteman dan berinteraksi dengan pemaksiat.</w:t>
      </w:r>
    </w:p>
    <w:p w:rsidR="00EF68E4" w:rsidRDefault="00EF68E4" w:rsidP="00EF68E4">
      <w:pPr>
        <w:pStyle w:val="libNormal"/>
      </w:pPr>
      <w:r>
        <w:t>b. Memerintah atau melarang dengan ucapan.</w:t>
      </w:r>
    </w:p>
    <w:p w:rsidR="00EF68E4" w:rsidRDefault="00EF68E4" w:rsidP="00EF68E4">
      <w:pPr>
        <w:pStyle w:val="libNormal"/>
      </w:pPr>
      <w:r>
        <w:t>c. Melakukan pemukulan terhadap pemaksiat.</w:t>
      </w:r>
    </w:p>
    <w:p w:rsidR="00EF68E4" w:rsidRDefault="00EF68E4" w:rsidP="00EF68E4">
      <w:pPr>
        <w:pStyle w:val="libNormal"/>
      </w:pPr>
      <w:r>
        <w:t>5. Belajar syarat-syarat amar makruf dan nahi munkar serta tahap-tahap dan masalah-masalah</w:t>
      </w:r>
    </w:p>
    <w:p w:rsidR="00EF68E4" w:rsidRDefault="00EF68E4" w:rsidP="00EF68E4">
      <w:pPr>
        <w:pStyle w:val="libNormal"/>
      </w:pPr>
      <w:r>
        <w:t>yang terkait dengannya adalah wajib.</w:t>
      </w:r>
    </w:p>
    <w:p w:rsidR="00EF68E4" w:rsidRDefault="00EF68E4" w:rsidP="00EF68E4">
      <w:pPr>
        <w:pStyle w:val="libNormal"/>
      </w:pPr>
      <w:r>
        <w:t>6. Jika pengulangan perintah atau larangan dalam beramar makruf dan nahi munkar diperlukan</w:t>
      </w:r>
    </w:p>
    <w:p w:rsidR="00EF68E4" w:rsidRDefault="00EF68E4" w:rsidP="00EF68E4">
      <w:pPr>
        <w:pStyle w:val="libNormal"/>
      </w:pPr>
      <w:r>
        <w:t>maka pengulangan wajib dilakukan.</w:t>
      </w:r>
    </w:p>
    <w:p w:rsidR="00EF68E4" w:rsidRDefault="00EF68E4" w:rsidP="00EF68E4">
      <w:pPr>
        <w:pStyle w:val="libNormal"/>
      </w:pPr>
      <w:r>
        <w:t>7. Tidak boleh melukai dan membunuh pendosa tanpa izin pemimpin syar’i kecuali</w:t>
      </w:r>
    </w:p>
    <w:p w:rsidR="00EF68E4" w:rsidRDefault="00EF68E4" w:rsidP="00EF68E4">
      <w:pPr>
        <w:pStyle w:val="libNormal"/>
      </w:pPr>
      <w:r>
        <w:t>kemunkarannya termasuk per-kara yang betul-betul serius.</w:t>
      </w:r>
    </w:p>
    <w:p w:rsidR="00EF68E4" w:rsidRDefault="00EF68E4" w:rsidP="00EF68E4">
      <w:pPr>
        <w:pStyle w:val="libNormal"/>
      </w:pPr>
    </w:p>
    <w:p w:rsidR="00EF68E4" w:rsidRDefault="00EF68E4" w:rsidP="00EF68E4">
      <w:pPr>
        <w:pStyle w:val="Heading2"/>
      </w:pPr>
      <w:bookmarkStart w:id="407" w:name="_Toc422656902"/>
      <w:r>
        <w:t>Pertanyaan:</w:t>
      </w:r>
      <w:bookmarkEnd w:id="407"/>
    </w:p>
    <w:p w:rsidR="00EF68E4" w:rsidRDefault="00EF68E4" w:rsidP="00EF68E4">
      <w:pPr>
        <w:pStyle w:val="libNormal"/>
      </w:pPr>
    </w:p>
    <w:p w:rsidR="00EF68E4" w:rsidRDefault="00EF68E4" w:rsidP="00EF68E4">
      <w:pPr>
        <w:pStyle w:val="libNormal"/>
      </w:pPr>
      <w:r>
        <w:t>1. Berikan lima contoh dari perkara yangmakruf dan lima contoh dari perkara yangmunkar!.</w:t>
      </w:r>
    </w:p>
    <w:p w:rsidR="00EF68E4" w:rsidRDefault="00EF68E4" w:rsidP="00EF68E4">
      <w:pPr>
        <w:pStyle w:val="libNormal"/>
      </w:pPr>
      <w:r>
        <w:t>2. Dalam kondisi apa saja amar makruf dan nahi munkar tidak wajib?</w:t>
      </w:r>
    </w:p>
    <w:p w:rsidR="00EF68E4" w:rsidRDefault="00EF68E4" w:rsidP="00EF68E4">
      <w:pPr>
        <w:pStyle w:val="libNormal"/>
      </w:pPr>
      <w:r>
        <w:t>3. Jika seseorang sedang mendengarkan musik, dan kita tidak tahu musik itu haram atau tidak,</w:t>
      </w:r>
    </w:p>
    <w:p w:rsidR="00EF68E4" w:rsidRDefault="00EF68E4" w:rsidP="00EF68E4">
      <w:pPr>
        <w:pStyle w:val="libNormal"/>
      </w:pPr>
      <w:r>
        <w:t>apakah wajib melarangnya atau tidak?</w:t>
      </w:r>
    </w:p>
    <w:p w:rsidR="00EF68E4" w:rsidRDefault="00EF68E4" w:rsidP="00EF68E4">
      <w:pPr>
        <w:pStyle w:val="libNormal"/>
      </w:pPr>
      <w:r>
        <w:t>4. Jika melihat seseorang sedang salat dengan pakaian najis apakah wajib memberitahukan</w:t>
      </w:r>
    </w:p>
    <w:p w:rsidR="00EF68E4" w:rsidRDefault="00EF68E4" w:rsidP="00EF68E4">
      <w:pPr>
        <w:pStyle w:val="libNormal"/>
      </w:pPr>
      <w:r>
        <w:t>kepadanya? Mengapa?</w:t>
      </w:r>
    </w:p>
    <w:p w:rsidR="00EF68E4" w:rsidRDefault="00EF68E4" w:rsidP="00EF68E4">
      <w:pPr>
        <w:pStyle w:val="libNormal"/>
      </w:pPr>
      <w:r>
        <w:t>5. Bolehkah membeli sesuatu dari toko yang pemiliknya meninggalkan salat?</w:t>
      </w:r>
    </w:p>
    <w:p w:rsidR="00EF68E4" w:rsidRDefault="00EF68E4" w:rsidP="00EF68E4">
      <w:pPr>
        <w:pStyle w:val="libNormal"/>
      </w:pPr>
      <w:r>
        <w:lastRenderedPageBreak/>
        <w:t>6. Dalam kondisi apakah boleh mencederai pemaksiat? Berikan dua contoh!</w:t>
      </w:r>
    </w:p>
    <w:p w:rsidR="00EF68E4" w:rsidRPr="00EF68E4" w:rsidRDefault="00EF68E4">
      <w:r>
        <w:br w:type="page"/>
      </w:r>
    </w:p>
    <w:p w:rsidR="00BB2CDA" w:rsidRDefault="00BB2CDA" w:rsidP="00BB2CDA">
      <w:pPr>
        <w:pStyle w:val="Heading1Center"/>
      </w:pPr>
      <w:bookmarkStart w:id="408" w:name="_Toc422656903"/>
      <w:r>
        <w:lastRenderedPageBreak/>
        <w:t>Pelajaran 38</w:t>
      </w:r>
      <w:bookmarkEnd w:id="408"/>
    </w:p>
    <w:p w:rsidR="00BB2CDA" w:rsidRDefault="00BB2CDA" w:rsidP="00BB2CDA">
      <w:pPr>
        <w:pStyle w:val="Heading1Center"/>
      </w:pPr>
      <w:bookmarkStart w:id="409" w:name="_Toc422656904"/>
      <w:r>
        <w:t>JIHAD DAN PERTAHANAN</w:t>
      </w:r>
      <w:bookmarkEnd w:id="409"/>
    </w:p>
    <w:p w:rsidR="00BB2CDA" w:rsidRDefault="00BB2CDA" w:rsidP="00BB2CDA">
      <w:pPr>
        <w:pStyle w:val="libNormal"/>
      </w:pPr>
    </w:p>
    <w:p w:rsidR="00BB2CDA" w:rsidRDefault="00BB2CDA" w:rsidP="00BB2CDA">
      <w:pPr>
        <w:pStyle w:val="libNormal"/>
      </w:pPr>
      <w:r>
        <w:t>Dengan munculnya Islam, seluruh ajaran dan agama menjadi gugur dan tidak diterima. Seluruh</w:t>
      </w:r>
    </w:p>
    <w:p w:rsidR="00BB2CDA" w:rsidRDefault="00BB2CDA" w:rsidP="00BB2CDA">
      <w:pPr>
        <w:pStyle w:val="libNormal"/>
      </w:pPr>
      <w:r>
        <w:t>umat manusia harus siap menerima ajaran-ajaran Islam sekalipun mereka punya kebebasan</w:t>
      </w:r>
    </w:p>
    <w:p w:rsidR="00BB2CDA" w:rsidRDefault="00BB2CDA" w:rsidP="00BB2CDA">
      <w:pPr>
        <w:pStyle w:val="libNormal"/>
      </w:pPr>
      <w:r>
        <w:t>dalam penelitian dan penerimaan yang berkesadaran.</w:t>
      </w:r>
    </w:p>
    <w:p w:rsidR="00BB2CDA" w:rsidRDefault="00BB2CDA" w:rsidP="00BB2CDA">
      <w:pPr>
        <w:pStyle w:val="libNormal"/>
      </w:pPr>
      <w:r>
        <w:t>Pada tahap awal, Nabi Muhammad saw. dan para penggantinya menjelaskan ajaran-ajaran</w:t>
      </w:r>
    </w:p>
    <w:p w:rsidR="00BB2CDA" w:rsidRDefault="00BB2CDA" w:rsidP="00BB2CDA">
      <w:pPr>
        <w:pStyle w:val="libNormal"/>
      </w:pPr>
      <w:r>
        <w:t>Islam demi kesela-matan manusia dan menyerukan mereka agar meneri-manya. Sebaliknya,</w:t>
      </w:r>
    </w:p>
    <w:p w:rsidR="00BB2CDA" w:rsidRDefault="00BB2CDA" w:rsidP="00BB2CDA">
      <w:pPr>
        <w:pStyle w:val="libNormal"/>
      </w:pPr>
      <w:r>
        <w:t>orang-orang yang menentang ajaran Islam akan dibalas dengan siksa ilahi dan ancaman kaum</w:t>
      </w:r>
    </w:p>
    <w:p w:rsidR="00BB2CDA" w:rsidRDefault="00BB2CDA" w:rsidP="00BB2CDA">
      <w:pPr>
        <w:pStyle w:val="libNormal"/>
      </w:pPr>
      <w:r>
        <w:t>Muslimin. Usaha untuk memajukan Islam dan menghadapi para penentang ajarannya adalah</w:t>
      </w:r>
    </w:p>
    <w:p w:rsidR="00BB2CDA" w:rsidRDefault="00BB2CDA" w:rsidP="00BB2CDA">
      <w:pPr>
        <w:pStyle w:val="libNormal"/>
      </w:pPr>
      <w:r>
        <w:t>jihad.</w:t>
      </w:r>
    </w:p>
    <w:p w:rsidR="00BB2CDA" w:rsidRDefault="00BB2CDA" w:rsidP="00BB2CDA">
      <w:pPr>
        <w:pStyle w:val="libNormal"/>
      </w:pPr>
      <w:r>
        <w:t>Tentunya, jihad dalam strategi Islam memiliki bentuk-bentuk dan taktik-taktik tertentu yang</w:t>
      </w:r>
    </w:p>
    <w:p w:rsidR="00BB2CDA" w:rsidRDefault="00BB2CDA" w:rsidP="00BB2CDA">
      <w:pPr>
        <w:pStyle w:val="libNormal"/>
      </w:pPr>
      <w:r>
        <w:t>hanya dilakukan oleh Nabi Saw. dan para penggantinya sebagai manusia-manusia yang</w:t>
      </w:r>
    </w:p>
    <w:p w:rsidR="00BB2CDA" w:rsidRDefault="00BB2CDA" w:rsidP="00BB2CDA">
      <w:pPr>
        <w:pStyle w:val="libNormal"/>
      </w:pPr>
      <w:r>
        <w:t>terlindungi dari kekeliruan. Maka itu, jihad meru-pakan perkara yang secara khusus berlaku pada</w:t>
      </w:r>
    </w:p>
    <w:p w:rsidR="00BB2CDA" w:rsidRDefault="00BB2CDA" w:rsidP="00BB2CDA">
      <w:pPr>
        <w:pStyle w:val="libNormal"/>
      </w:pPr>
      <w:r>
        <w:t>masa hidup-hadir mereka yang maksum itu. Adapun pada masa kita sekarang ini—yaitu masa</w:t>
      </w:r>
    </w:p>
    <w:p w:rsidR="00BB2CDA" w:rsidRDefault="00BB2CDA" w:rsidP="00BB2CDA">
      <w:pPr>
        <w:pStyle w:val="libNormal"/>
      </w:pPr>
      <w:r>
        <w:t>kegaiban dan ketakhadiran imam maksum—jihad tidaklah wajib.</w:t>
      </w:r>
    </w:p>
    <w:p w:rsidR="00BB2CDA" w:rsidRDefault="00BB2CDA" w:rsidP="00BB2CDA">
      <w:pPr>
        <w:pStyle w:val="libNormal"/>
      </w:pPr>
      <w:r>
        <w:t>Namun, ada kewajiban lain untuk melawan musuh Islam yang disebut dengan difa’, yaitu</w:t>
      </w:r>
    </w:p>
    <w:p w:rsidR="00BB2CDA" w:rsidRDefault="00BB2CDA" w:rsidP="00BB2CDA">
      <w:pPr>
        <w:pStyle w:val="libNormal"/>
      </w:pPr>
      <w:r>
        <w:t>pertahanan dan mempertahankan diri, dan ini merupakan hak penuh seluruh kaum Muslimin;</w:t>
      </w:r>
    </w:p>
    <w:p w:rsidR="00BB2CDA" w:rsidRDefault="00BB2CDA" w:rsidP="00BB2CDA">
      <w:pPr>
        <w:pStyle w:val="libNormal"/>
      </w:pPr>
      <w:r>
        <w:t>yang di manapun dan kapanpun mereka berada—demi menjaga jiwa dan agama mereka—harus</w:t>
      </w:r>
    </w:p>
    <w:p w:rsidR="00BB2CDA" w:rsidRDefault="00BB2CDA" w:rsidP="00BB2CDA">
      <w:pPr>
        <w:pStyle w:val="libNormal"/>
      </w:pPr>
      <w:r>
        <w:t>melakukan perlawanan terhadap musuh-musuh yang menyerang diri mereka atau</w:t>
      </w:r>
    </w:p>
    <w:p w:rsidR="00BB2CDA" w:rsidRDefault="00BB2CDA" w:rsidP="00BB2CDA">
      <w:pPr>
        <w:pStyle w:val="libNormal"/>
      </w:pPr>
      <w:r>
        <w:lastRenderedPageBreak/>
        <w:t>membahayakan agama mereka. Nah, dalam pelajaran ini, kita akan mengenal macam-macam dan</w:t>
      </w:r>
    </w:p>
    <w:p w:rsidR="00BB2CDA" w:rsidRDefault="00BB2CDA" w:rsidP="00BB2CDA">
      <w:pPr>
        <w:pStyle w:val="libNormal"/>
      </w:pPr>
      <w:r>
        <w:t>hukum-hukum kewajiban ilahi ini, yakni pertahanan (difa’).</w:t>
      </w:r>
    </w:p>
    <w:p w:rsidR="00E21A3F" w:rsidRDefault="00E21A3F" w:rsidP="00BB2CDA">
      <w:pPr>
        <w:pStyle w:val="libNormal"/>
      </w:pPr>
    </w:p>
    <w:p w:rsidR="00BB2CDA" w:rsidRDefault="00BB2CDA" w:rsidP="00E21A3F">
      <w:pPr>
        <w:pStyle w:val="Heading2"/>
      </w:pPr>
      <w:bookmarkStart w:id="410" w:name="_Toc422656905"/>
      <w:r>
        <w:t>Macam-macam Pertahanan</w:t>
      </w:r>
      <w:bookmarkEnd w:id="410"/>
    </w:p>
    <w:p w:rsidR="00E21A3F" w:rsidRDefault="00E21A3F" w:rsidP="00BB2CDA">
      <w:pPr>
        <w:pStyle w:val="libNormal"/>
      </w:pPr>
    </w:p>
    <w:p w:rsidR="00BB2CDA" w:rsidRDefault="00BB2CDA" w:rsidP="00BB2CDA">
      <w:pPr>
        <w:pStyle w:val="libNormal"/>
      </w:pPr>
      <w:r>
        <w:t>1. Mempertahankan agama Islam dan negara Islam.</w:t>
      </w:r>
    </w:p>
    <w:p w:rsidR="00BB2CDA" w:rsidRDefault="00BB2CDA" w:rsidP="00BB2CDA">
      <w:pPr>
        <w:pStyle w:val="libNormal"/>
      </w:pPr>
      <w:r>
        <w:t>2. Mempertah</w:t>
      </w:r>
      <w:r w:rsidR="005F1EA5">
        <w:t>ankan jiwa dan hak-hak pribadi.</w:t>
      </w:r>
      <w:r w:rsidR="005F1EA5" w:rsidRPr="005F1EA5">
        <w:rPr>
          <w:rStyle w:val="libFootnotenumChar"/>
        </w:rPr>
        <w:footnoteReference w:id="547"/>
      </w:r>
    </w:p>
    <w:p w:rsidR="00E21A3F" w:rsidRDefault="00E21A3F" w:rsidP="00BB2CDA">
      <w:pPr>
        <w:pStyle w:val="libNormal"/>
      </w:pPr>
    </w:p>
    <w:p w:rsidR="00BB2CDA" w:rsidRDefault="00BB2CDA" w:rsidP="00E21A3F">
      <w:pPr>
        <w:pStyle w:val="Heading2"/>
      </w:pPr>
      <w:bookmarkStart w:id="411" w:name="_Toc422656906"/>
      <w:r>
        <w:t>Mempertahankan Islam dan Negara Islam</w:t>
      </w:r>
      <w:bookmarkEnd w:id="411"/>
    </w:p>
    <w:p w:rsidR="00E21A3F" w:rsidRDefault="00E21A3F" w:rsidP="00BB2CDA">
      <w:pPr>
        <w:pStyle w:val="libNormal"/>
      </w:pPr>
    </w:p>
    <w:p w:rsidR="00BB2CDA" w:rsidRDefault="00BB2CDA" w:rsidP="00BB2CDA">
      <w:pPr>
        <w:pStyle w:val="libNormal"/>
      </w:pPr>
      <w:r>
        <w:t>Wajib atas kaum Muslimin untuk melakukan pertahanan di hadapan berbagai serangan musuh</w:t>
      </w:r>
    </w:p>
    <w:p w:rsidR="00BB2CDA" w:rsidRDefault="00BB2CDA" w:rsidP="00BB2CDA">
      <w:pPr>
        <w:pStyle w:val="libNormal"/>
      </w:pPr>
      <w:r>
        <w:t>dan menggagalkan ren-cana buruk mereka, yaitu apabila:</w:t>
      </w:r>
    </w:p>
    <w:p w:rsidR="00BB2CDA" w:rsidRDefault="00BB2CDA" w:rsidP="00BB2CDA">
      <w:pPr>
        <w:pStyle w:val="libNormal"/>
      </w:pPr>
      <w:r>
        <w:t>1. Musuh Islam menyerang negara-negara Islam.</w:t>
      </w:r>
    </w:p>
    <w:p w:rsidR="00BB2CDA" w:rsidRDefault="00BB2CDA" w:rsidP="00BB2CDA">
      <w:pPr>
        <w:pStyle w:val="libNormal"/>
      </w:pPr>
      <w:r>
        <w:t>2. Musuh berencana menguasai sumber-sumber ekonomi dan militer kaum Muslimin.</w:t>
      </w:r>
    </w:p>
    <w:p w:rsidR="00BB2CDA" w:rsidRDefault="00BB2CDA" w:rsidP="00BB2CDA">
      <w:pPr>
        <w:pStyle w:val="libNormal"/>
      </w:pPr>
      <w:r>
        <w:t>3. Musuh berencana menguasai kekuatan politik negara-negara Islam.</w:t>
      </w:r>
    </w:p>
    <w:p w:rsidR="00E21A3F" w:rsidRDefault="00E21A3F" w:rsidP="00BB2CDA">
      <w:pPr>
        <w:pStyle w:val="libNormal"/>
      </w:pPr>
    </w:p>
    <w:p w:rsidR="00BB2CDA" w:rsidRDefault="00BB2CDA" w:rsidP="00E21A3F">
      <w:pPr>
        <w:pStyle w:val="Heading2"/>
      </w:pPr>
      <w:bookmarkStart w:id="412" w:name="_Toc422656907"/>
      <w:r>
        <w:t>Mempertahankan Jiwa dan Hak-hak Pribadi</w:t>
      </w:r>
      <w:bookmarkEnd w:id="412"/>
    </w:p>
    <w:p w:rsidR="00E21A3F" w:rsidRDefault="00E21A3F" w:rsidP="00BB2CDA">
      <w:pPr>
        <w:pStyle w:val="libNormal"/>
      </w:pPr>
    </w:p>
    <w:p w:rsidR="00BB2CDA" w:rsidRDefault="00BB2CDA" w:rsidP="00BB2CDA">
      <w:pPr>
        <w:pStyle w:val="libNormal"/>
      </w:pPr>
      <w:r>
        <w:t>1. Jiwa dan harta kaum Muslimin kehormatan yang harus dijaga. Maka, jika seseorang</w:t>
      </w:r>
    </w:p>
    <w:p w:rsidR="00BB2CDA" w:rsidRDefault="00BB2CDA" w:rsidP="00BB2CDA">
      <w:pPr>
        <w:pStyle w:val="libNormal"/>
      </w:pPr>
      <w:r>
        <w:t>melakukan penyerangan terhadap orang lain atau keluarganya seperti; anak, ayah, ibu dan</w:t>
      </w:r>
    </w:p>
    <w:p w:rsidR="00BB2CDA" w:rsidRDefault="00BB2CDA" w:rsidP="00BB2CDA">
      <w:pPr>
        <w:pStyle w:val="libNormal"/>
      </w:pPr>
      <w:r>
        <w:t>saudara, maka orang ini wajib melakukan pertahanan dan perlawanan terhadapnya,</w:t>
      </w:r>
    </w:p>
    <w:p w:rsidR="00651685" w:rsidRDefault="00BB2CDA" w:rsidP="00BB2CDA">
      <w:pPr>
        <w:pStyle w:val="libNormal"/>
      </w:pPr>
      <w:r>
        <w:t>sekalipun berakhir pada te</w:t>
      </w:r>
      <w:r w:rsidR="005F1EA5">
        <w:t>wasnya orang yangmenyerang itu.</w:t>
      </w:r>
      <w:r w:rsidR="005F1EA5" w:rsidRPr="005F1EA5">
        <w:rPr>
          <w:rStyle w:val="libFootnotenumChar"/>
        </w:rPr>
        <w:footnoteReference w:id="548"/>
      </w:r>
    </w:p>
    <w:p w:rsidR="00092985" w:rsidRDefault="00092985" w:rsidP="00092985">
      <w:pPr>
        <w:pStyle w:val="libNormal"/>
      </w:pPr>
      <w:r>
        <w:lastRenderedPageBreak/>
        <w:t>2. Jika ada pencuri dan menyerang dalam rangka mencuri harta, maka pemilik harta wajib</w:t>
      </w:r>
    </w:p>
    <w:p w:rsidR="00092985" w:rsidRDefault="00092985" w:rsidP="00092985">
      <w:pPr>
        <w:pStyle w:val="libNormal"/>
      </w:pPr>
      <w:r>
        <w:t>melakukan pertahanan dan perlawanan terhadapnya.</w:t>
      </w:r>
      <w:r w:rsidRPr="00092985">
        <w:rPr>
          <w:rStyle w:val="libFootnotenumChar"/>
        </w:rPr>
        <w:footnoteReference w:id="549"/>
      </w:r>
    </w:p>
    <w:p w:rsidR="00092985" w:rsidRDefault="00092985" w:rsidP="00092985">
      <w:pPr>
        <w:pStyle w:val="libNormal"/>
      </w:pPr>
      <w:r>
        <w:t>3. Jika seseorang menengok rumah lain untuk melihat orang yang bukan muhrim di dalamnya,</w:t>
      </w:r>
    </w:p>
    <w:p w:rsidR="00092985" w:rsidRDefault="00092985" w:rsidP="00092985">
      <w:pPr>
        <w:pStyle w:val="libNormal"/>
      </w:pPr>
      <w:r>
        <w:t>maka wajib untukmelarangnya sekalipun dengan pukulan.</w:t>
      </w:r>
      <w:r w:rsidRPr="00092985">
        <w:rPr>
          <w:rStyle w:val="libFootnotenumChar"/>
        </w:rPr>
        <w:footnoteReference w:id="550"/>
      </w:r>
    </w:p>
    <w:p w:rsidR="00092985" w:rsidRDefault="00092985" w:rsidP="00092985">
      <w:pPr>
        <w:pStyle w:val="libNormal"/>
      </w:pPr>
    </w:p>
    <w:p w:rsidR="00092985" w:rsidRDefault="00092985" w:rsidP="00092985">
      <w:pPr>
        <w:pStyle w:val="Heading2"/>
      </w:pPr>
      <w:bookmarkStart w:id="413" w:name="_Toc422656908"/>
      <w:r>
        <w:t>Kesimpulan Pelajaran</w:t>
      </w:r>
      <w:bookmarkEnd w:id="413"/>
    </w:p>
    <w:p w:rsidR="00092985" w:rsidRDefault="00092985" w:rsidP="00092985">
      <w:pPr>
        <w:pStyle w:val="libNormal"/>
      </w:pPr>
    </w:p>
    <w:p w:rsidR="00092985" w:rsidRDefault="00092985" w:rsidP="00092985">
      <w:pPr>
        <w:pStyle w:val="libNormal"/>
      </w:pPr>
      <w:r>
        <w:t>1. Jihad dan perang dalam rangka memperjuangkan kemajuan Islam dan memperluas negeri</w:t>
      </w:r>
    </w:p>
    <w:p w:rsidR="00092985" w:rsidRDefault="00092985" w:rsidP="00092985">
      <w:pPr>
        <w:pStyle w:val="libNormal"/>
      </w:pPr>
      <w:r>
        <w:t>Islam berlaku secara khusus khusus pada zaman imam maksum a.s.</w:t>
      </w:r>
    </w:p>
    <w:p w:rsidR="00092985" w:rsidRDefault="00092985" w:rsidP="00092985">
      <w:pPr>
        <w:pStyle w:val="libNormal"/>
      </w:pPr>
      <w:r>
        <w:t>2. Pertahanan dan perlawanan pada setiap masa adalah wajib, dan tidak khusus pada masa</w:t>
      </w:r>
    </w:p>
    <w:p w:rsidR="00092985" w:rsidRDefault="00092985" w:rsidP="00092985">
      <w:pPr>
        <w:pStyle w:val="libNormal"/>
      </w:pPr>
      <w:r>
        <w:t>imam maksum a.s.</w:t>
      </w:r>
    </w:p>
    <w:p w:rsidR="00092985" w:rsidRDefault="00092985" w:rsidP="00092985">
      <w:pPr>
        <w:pStyle w:val="libNormal"/>
      </w:pPr>
      <w:r>
        <w:t>3. Ada dua macam pertahanan:</w:t>
      </w:r>
    </w:p>
    <w:p w:rsidR="00092985" w:rsidRDefault="00092985" w:rsidP="00092985">
      <w:pPr>
        <w:pStyle w:val="libNormal"/>
      </w:pPr>
      <w:r>
        <w:t>a. Pertahanan demi Islam dan negara Islam.</w:t>
      </w:r>
    </w:p>
    <w:p w:rsidR="00092985" w:rsidRDefault="00092985" w:rsidP="00092985">
      <w:pPr>
        <w:pStyle w:val="libNormal"/>
      </w:pPr>
      <w:r>
        <w:t>b. Pertahanan demi jiwa dan hak-hak pribadi.</w:t>
      </w:r>
    </w:p>
    <w:p w:rsidR="00092985" w:rsidRDefault="00092985" w:rsidP="00092985">
      <w:pPr>
        <w:pStyle w:val="libNormal"/>
      </w:pPr>
      <w:r>
        <w:t>4. Jika musuh menyerang negara Islam atau punya rencana menyerang, maka seluruh kaum</w:t>
      </w:r>
    </w:p>
    <w:p w:rsidR="00092985" w:rsidRDefault="00092985" w:rsidP="00092985">
      <w:pPr>
        <w:pStyle w:val="libNormal"/>
      </w:pPr>
      <w:r>
        <w:t>muslimin wajib untuk melakukan pertahanan dan perlawanan.</w:t>
      </w:r>
    </w:p>
    <w:p w:rsidR="00092985" w:rsidRDefault="00092985" w:rsidP="00092985">
      <w:pPr>
        <w:pStyle w:val="libNormal"/>
      </w:pPr>
      <w:r>
        <w:t>5. Jika seseorang menyerang orang lain atau keluarganya, maka orang ini harus melakukan</w:t>
      </w:r>
    </w:p>
    <w:p w:rsidR="00092985" w:rsidRDefault="00092985" w:rsidP="00092985">
      <w:pPr>
        <w:pStyle w:val="libNormal"/>
      </w:pPr>
      <w:r>
        <w:t>pertahanan dan perlawanan terhadap serangan orang penyerang.</w:t>
      </w:r>
    </w:p>
    <w:p w:rsidR="00092985" w:rsidRDefault="00092985" w:rsidP="00092985">
      <w:pPr>
        <w:pStyle w:val="libNormal"/>
      </w:pPr>
      <w:r>
        <w:t>6. Mempertahankan harta juga merupakan kewajiban.</w:t>
      </w:r>
    </w:p>
    <w:p w:rsidR="00092985" w:rsidRDefault="00092985" w:rsidP="00092985">
      <w:pPr>
        <w:pStyle w:val="libNormal"/>
      </w:pPr>
      <w:r>
        <w:t>7. Jika seseorang mengamati rumah orang lain untuk melihat orang yang bukan muhrimnya,</w:t>
      </w:r>
    </w:p>
    <w:p w:rsidR="00092985" w:rsidRDefault="00092985" w:rsidP="00092985">
      <w:pPr>
        <w:pStyle w:val="libNormal"/>
      </w:pPr>
      <w:r>
        <w:t>maka wajib melarangnya dari perbuatan tersebut.</w:t>
      </w:r>
    </w:p>
    <w:p w:rsidR="00092985" w:rsidRDefault="00092985" w:rsidP="00092985">
      <w:pPr>
        <w:pStyle w:val="libNormal"/>
      </w:pPr>
    </w:p>
    <w:p w:rsidR="00092985" w:rsidRDefault="00092985" w:rsidP="00092985">
      <w:pPr>
        <w:pStyle w:val="Heading2"/>
      </w:pPr>
      <w:bookmarkStart w:id="414" w:name="_Toc422656909"/>
      <w:r>
        <w:lastRenderedPageBreak/>
        <w:t>Pertanyaan:</w:t>
      </w:r>
      <w:bookmarkEnd w:id="414"/>
    </w:p>
    <w:p w:rsidR="00092985" w:rsidRDefault="00092985" w:rsidP="00092985">
      <w:pPr>
        <w:pStyle w:val="libNormal"/>
      </w:pPr>
    </w:p>
    <w:p w:rsidR="00092985" w:rsidRDefault="00092985" w:rsidP="00092985">
      <w:pPr>
        <w:pStyle w:val="libNormal"/>
      </w:pPr>
      <w:r>
        <w:t>1. Jelaskan perbedaan antara jihad dan pertahanan!</w:t>
      </w:r>
    </w:p>
    <w:p w:rsidR="00092985" w:rsidRDefault="00092985" w:rsidP="00092985">
      <w:pPr>
        <w:pStyle w:val="libNormal"/>
      </w:pPr>
      <w:r>
        <w:t>2. Sebutkan macam-macam pertahanan dan bawakan con-tohnya masing-masing!</w:t>
      </w:r>
    </w:p>
    <w:p w:rsidR="00E735F0" w:rsidRDefault="00092985" w:rsidP="00092985">
      <w:pPr>
        <w:pStyle w:val="libNormal"/>
      </w:pPr>
      <w:r>
        <w:t>3. Dalam kondisi bagaimanakah melawan pencuri itu hu-kumnya wajib?</w:t>
      </w:r>
    </w:p>
    <w:p w:rsidR="00E735F0" w:rsidRPr="00E735F0" w:rsidRDefault="00E735F0">
      <w:r>
        <w:br w:type="page"/>
      </w:r>
    </w:p>
    <w:p w:rsidR="00CE5B8F" w:rsidRDefault="00CE5B8F" w:rsidP="00CE5B8F">
      <w:pPr>
        <w:pStyle w:val="Heading1Center"/>
      </w:pPr>
      <w:bookmarkStart w:id="415" w:name="_Toc422656910"/>
      <w:r>
        <w:lastRenderedPageBreak/>
        <w:t>Pelajaran 39</w:t>
      </w:r>
      <w:bookmarkEnd w:id="415"/>
    </w:p>
    <w:p w:rsidR="00CE5B8F" w:rsidRDefault="00CE5B8F" w:rsidP="00CE5B8F">
      <w:pPr>
        <w:pStyle w:val="Heading1Center"/>
      </w:pPr>
      <w:bookmarkStart w:id="416" w:name="_Toc422656911"/>
      <w:r>
        <w:t>JUAL BELI</w:t>
      </w:r>
      <w:bookmarkEnd w:id="416"/>
    </w:p>
    <w:p w:rsidR="00CE5B8F" w:rsidRDefault="00CE5B8F" w:rsidP="00CE5B8F">
      <w:pPr>
        <w:pStyle w:val="libNormal"/>
      </w:pPr>
    </w:p>
    <w:p w:rsidR="00CE5B8F" w:rsidRDefault="00CE5B8F" w:rsidP="004C6F3F">
      <w:pPr>
        <w:pStyle w:val="Heading2"/>
      </w:pPr>
      <w:bookmarkStart w:id="417" w:name="_Toc422656912"/>
      <w:r>
        <w:t>Macam-macam Jual Beli</w:t>
      </w:r>
      <w:bookmarkEnd w:id="417"/>
    </w:p>
    <w:p w:rsidR="004C6F3F" w:rsidRDefault="004C6F3F" w:rsidP="00CE5B8F">
      <w:pPr>
        <w:pStyle w:val="libNormal"/>
      </w:pPr>
    </w:p>
    <w:p w:rsidR="00CE5B8F" w:rsidRDefault="00CE5B8F" w:rsidP="00CE5B8F">
      <w:pPr>
        <w:pStyle w:val="libNormal"/>
      </w:pPr>
      <w:r>
        <w:t>1. Wajib</w:t>
      </w:r>
    </w:p>
    <w:p w:rsidR="00CE5B8F" w:rsidRDefault="00CE5B8F" w:rsidP="00CE5B8F">
      <w:pPr>
        <w:pStyle w:val="libNormal"/>
      </w:pPr>
      <w:r>
        <w:t>2. Haram</w:t>
      </w:r>
    </w:p>
    <w:p w:rsidR="00CE5B8F" w:rsidRDefault="00CE5B8F" w:rsidP="00CE5B8F">
      <w:pPr>
        <w:pStyle w:val="libNormal"/>
      </w:pPr>
      <w:r>
        <w:t>3. Sunah</w:t>
      </w:r>
    </w:p>
    <w:p w:rsidR="00CE5B8F" w:rsidRDefault="00CE5B8F" w:rsidP="00CE5B8F">
      <w:pPr>
        <w:pStyle w:val="libNormal"/>
      </w:pPr>
      <w:r>
        <w:t>4. Makruh</w:t>
      </w:r>
    </w:p>
    <w:p w:rsidR="00CE5B8F" w:rsidRDefault="00CE5B8F" w:rsidP="00CE5B8F">
      <w:pPr>
        <w:pStyle w:val="libNormal"/>
      </w:pPr>
      <w:r>
        <w:t>5. Mubah</w:t>
      </w:r>
    </w:p>
    <w:p w:rsidR="004C6F3F" w:rsidRDefault="004C6F3F" w:rsidP="00CE5B8F">
      <w:pPr>
        <w:pStyle w:val="libNormal"/>
      </w:pPr>
    </w:p>
    <w:p w:rsidR="00CE5B8F" w:rsidRDefault="00CE5B8F" w:rsidP="004C6F3F">
      <w:pPr>
        <w:pStyle w:val="Heading3"/>
      </w:pPr>
      <w:bookmarkStart w:id="418" w:name="_Toc422656913"/>
      <w:r>
        <w:t>Jual Beli Wajib</w:t>
      </w:r>
      <w:bookmarkEnd w:id="418"/>
    </w:p>
    <w:p w:rsidR="00CE5B8F" w:rsidRDefault="00CE5B8F" w:rsidP="00CE5B8F">
      <w:pPr>
        <w:pStyle w:val="libNormal"/>
      </w:pPr>
      <w:r>
        <w:t>Nganggur dan malas-malasan sangat dicela dalam Islam, sementara usaha mencari nafkah adalah</w:t>
      </w:r>
    </w:p>
    <w:p w:rsidR="00CE5B8F" w:rsidRDefault="00CE5B8F" w:rsidP="00CE5B8F">
      <w:pPr>
        <w:pStyle w:val="libNormal"/>
      </w:pPr>
      <w:r>
        <w:t>wajib. Orang yang tidak bisa mendapatkan nafkah hidupnya kecuali dengan berjual beli—yakni,</w:t>
      </w:r>
    </w:p>
    <w:p w:rsidR="00CE5B8F" w:rsidRDefault="00CE5B8F" w:rsidP="00CE5B8F">
      <w:pPr>
        <w:pStyle w:val="libNormal"/>
      </w:pPr>
      <w:r>
        <w:t>dia tidak punya cara lain kecuali dengan jalan berjual beli—maka dia wajib berjual beli guna</w:t>
      </w:r>
    </w:p>
    <w:p w:rsidR="00CE5B8F" w:rsidRDefault="00CE5B8F" w:rsidP="00CE5B8F">
      <w:pPr>
        <w:pStyle w:val="libNormal"/>
      </w:pPr>
      <w:r>
        <w:t>memperoleh nafkah hidup dan tidak</w:t>
      </w:r>
      <w:r w:rsidR="004C6F3F">
        <w:t>menjadi beban hidup orang lain.</w:t>
      </w:r>
      <w:r w:rsidR="004C6F3F" w:rsidRPr="004C6F3F">
        <w:rPr>
          <w:rStyle w:val="libFootnotenumChar"/>
        </w:rPr>
        <w:footnoteReference w:id="551"/>
      </w:r>
    </w:p>
    <w:p w:rsidR="004C6F3F" w:rsidRDefault="004C6F3F" w:rsidP="00CE5B8F">
      <w:pPr>
        <w:pStyle w:val="libNormal"/>
      </w:pPr>
    </w:p>
    <w:p w:rsidR="00CE5B8F" w:rsidRDefault="00CE5B8F" w:rsidP="004C6F3F">
      <w:pPr>
        <w:pStyle w:val="Heading3"/>
      </w:pPr>
      <w:bookmarkStart w:id="419" w:name="_Toc422656914"/>
      <w:r>
        <w:t>Jual Beli Sunah</w:t>
      </w:r>
      <w:bookmarkEnd w:id="419"/>
    </w:p>
    <w:p w:rsidR="00CE5B8F" w:rsidRDefault="00CE5B8F" w:rsidP="00CE5B8F">
      <w:pPr>
        <w:pStyle w:val="libNormal"/>
      </w:pPr>
      <w:r>
        <w:t>Jual beli untuk menambah kecukupan keluarga dan untuk membagikan keuntungan kepada</w:t>
      </w:r>
    </w:p>
    <w:p w:rsidR="00CE5B8F" w:rsidRDefault="00CE5B8F" w:rsidP="00CE5B8F">
      <w:pPr>
        <w:pStyle w:val="libNormal"/>
      </w:pPr>
      <w:r>
        <w:t>kaum Muslimin adalah sunah. Misalnya, seorang petani yang bertani untuk men-dapatkan hasil,</w:t>
      </w:r>
    </w:p>
    <w:p w:rsidR="00CE5B8F" w:rsidRDefault="00CE5B8F" w:rsidP="00CE5B8F">
      <w:pPr>
        <w:pStyle w:val="libNormal"/>
      </w:pPr>
      <w:r>
        <w:t>akan tetapi pada waktu-waktu senggang dia melakukan jual beli agar dapat membantu orang</w:t>
      </w:r>
    </w:p>
    <w:p w:rsidR="00CE5B8F" w:rsidRDefault="00CE5B8F" w:rsidP="00CE5B8F">
      <w:pPr>
        <w:pStyle w:val="libNormal"/>
      </w:pPr>
      <w:r>
        <w:t>miskin, ma</w:t>
      </w:r>
      <w:r w:rsidR="004C6F3F">
        <w:t>ka dia akan mendapatkan pahala.</w:t>
      </w:r>
      <w:r w:rsidR="004C6F3F" w:rsidRPr="004C6F3F">
        <w:rPr>
          <w:rStyle w:val="libFootnotenumChar"/>
        </w:rPr>
        <w:footnoteReference w:id="552"/>
      </w:r>
    </w:p>
    <w:p w:rsidR="004C6F3F" w:rsidRDefault="004C6F3F" w:rsidP="00CE5B8F">
      <w:pPr>
        <w:pStyle w:val="libNormal"/>
      </w:pPr>
    </w:p>
    <w:p w:rsidR="00CE5B8F" w:rsidRDefault="00CE5B8F" w:rsidP="004C6F3F">
      <w:pPr>
        <w:pStyle w:val="Heading3"/>
      </w:pPr>
      <w:bookmarkStart w:id="420" w:name="_Toc422656915"/>
      <w:r>
        <w:t>Jual Beli Haram</w:t>
      </w:r>
      <w:bookmarkEnd w:id="420"/>
    </w:p>
    <w:p w:rsidR="00CE5B8F" w:rsidRDefault="00CE5B8F" w:rsidP="00CE5B8F">
      <w:pPr>
        <w:pStyle w:val="libNormal"/>
      </w:pPr>
      <w:r>
        <w:t>1. Jual beli barang najis seperti bangkai.</w:t>
      </w:r>
    </w:p>
    <w:p w:rsidR="00CE5B8F" w:rsidRDefault="00CE5B8F" w:rsidP="00CE5B8F">
      <w:pPr>
        <w:pStyle w:val="libNormal"/>
      </w:pPr>
      <w:r>
        <w:lastRenderedPageBreak/>
        <w:t>2. Jual beli barang yang kegunaan pada umumnya adalah haram seperti alat-alat judi.</w:t>
      </w:r>
    </w:p>
    <w:p w:rsidR="00CE5B8F" w:rsidRDefault="00CE5B8F" w:rsidP="00CE5B8F">
      <w:pPr>
        <w:pStyle w:val="libNormal"/>
      </w:pPr>
      <w:r>
        <w:t>3. Jual beli barang hasil dari perjudian dan pencurian.</w:t>
      </w:r>
    </w:p>
    <w:p w:rsidR="00CE5B8F" w:rsidRDefault="00CE5B8F" w:rsidP="00CE5B8F">
      <w:pPr>
        <w:pStyle w:val="libNormal"/>
      </w:pPr>
      <w:r>
        <w:t>4. Jual beli kitab-kitab yangmenyesatkan.</w:t>
      </w:r>
    </w:p>
    <w:p w:rsidR="00CE5B8F" w:rsidRDefault="00CE5B8F" w:rsidP="00CE5B8F">
      <w:pPr>
        <w:pStyle w:val="libNormal"/>
      </w:pPr>
      <w:r>
        <w:t>5. Jual beli dengan logam (alat tukar) yang tak berlaku lagi.</w:t>
      </w:r>
    </w:p>
    <w:p w:rsidR="00CE5B8F" w:rsidRDefault="00CE5B8F" w:rsidP="00CE5B8F">
      <w:pPr>
        <w:pStyle w:val="libNormal"/>
      </w:pPr>
      <w:r>
        <w:t>6. Menjual sesuatu kepada musuh-musuh Islam yang dapat menambah kekuatan mereka dalam</w:t>
      </w:r>
    </w:p>
    <w:p w:rsidR="00CE5B8F" w:rsidRDefault="00CE5B8F" w:rsidP="00CE5B8F">
      <w:pPr>
        <w:pStyle w:val="libNormal"/>
      </w:pPr>
      <w:r>
        <w:t>memusuhi kaum Muslimin.</w:t>
      </w:r>
    </w:p>
    <w:p w:rsidR="00CE5B8F" w:rsidRDefault="00CE5B8F" w:rsidP="00CE5B8F">
      <w:pPr>
        <w:pStyle w:val="libNormal"/>
      </w:pPr>
      <w:r>
        <w:t>7. Menjual senjata kepada musuh-musuh Islam sehingga dapat menambah kekuatan mereka</w:t>
      </w:r>
    </w:p>
    <w:p w:rsidR="00CE5B8F" w:rsidRDefault="004C6F3F" w:rsidP="00CE5B8F">
      <w:pPr>
        <w:pStyle w:val="libNormal"/>
      </w:pPr>
      <w:r>
        <w:t>dalam memusuhi kaum Muslimin.</w:t>
      </w:r>
      <w:r w:rsidRPr="004C6F3F">
        <w:rPr>
          <w:rStyle w:val="libFootnotenumChar"/>
        </w:rPr>
        <w:footnoteReference w:id="553"/>
      </w:r>
      <w:r>
        <w:t xml:space="preserve">. </w:t>
      </w:r>
      <w:r w:rsidRPr="004C6F3F">
        <w:rPr>
          <w:rStyle w:val="libFootnotenumChar"/>
        </w:rPr>
        <w:footnoteReference w:id="554"/>
      </w:r>
    </w:p>
    <w:p w:rsidR="00CE5B8F" w:rsidRDefault="00CE5B8F" w:rsidP="00CE5B8F">
      <w:pPr>
        <w:pStyle w:val="libNormal"/>
      </w:pPr>
      <w:r>
        <w:t>Selain di atas ini, jual beli haram juga terdapat pada perkara-perkara yang kini tidak lagi dialami</w:t>
      </w:r>
    </w:p>
    <w:p w:rsidR="00CE5B8F" w:rsidRDefault="00CE5B8F" w:rsidP="00CE5B8F">
      <w:pPr>
        <w:pStyle w:val="libNormal"/>
      </w:pPr>
      <w:r>
        <w:t>oleh orang.</w:t>
      </w:r>
    </w:p>
    <w:p w:rsidR="004C6F3F" w:rsidRDefault="004C6F3F" w:rsidP="00CE5B8F">
      <w:pPr>
        <w:pStyle w:val="libNormal"/>
      </w:pPr>
    </w:p>
    <w:p w:rsidR="00CE5B8F" w:rsidRDefault="00CE5B8F" w:rsidP="004C6F3F">
      <w:pPr>
        <w:pStyle w:val="Heading3"/>
      </w:pPr>
      <w:bookmarkStart w:id="421" w:name="_Toc422656916"/>
      <w:r>
        <w:t>Jual Beli Makruh</w:t>
      </w:r>
      <w:bookmarkEnd w:id="421"/>
    </w:p>
    <w:p w:rsidR="00F633A4" w:rsidRDefault="00CE5B8F" w:rsidP="00F633A4">
      <w:pPr>
        <w:pStyle w:val="libNormal"/>
        <w:numPr>
          <w:ilvl w:val="0"/>
          <w:numId w:val="6"/>
        </w:numPr>
      </w:pPr>
      <w:r>
        <w:t>Berjual beli deng</w:t>
      </w:r>
      <w:r w:rsidR="00B1309E">
        <w:t>an orang yang berperangai buruk</w:t>
      </w:r>
      <w:r w:rsidR="00F633A4">
        <w:t>.</w:t>
      </w:r>
    </w:p>
    <w:p w:rsidR="00F633A4" w:rsidRDefault="00F633A4" w:rsidP="00F633A4">
      <w:pPr>
        <w:pStyle w:val="libNormal"/>
      </w:pPr>
      <w:r>
        <w:t>2. Berjual beli di antara azan subuh dan terbitnya matahari.</w:t>
      </w:r>
    </w:p>
    <w:p w:rsidR="00F633A4" w:rsidRDefault="00F633A4" w:rsidP="00F633A4">
      <w:pPr>
        <w:pStyle w:val="libNormal"/>
      </w:pPr>
      <w:r>
        <w:t>3. Menjualbelikan barang yang hendak dibeli orang lain.</w:t>
      </w:r>
      <w:r w:rsidRPr="00F633A4">
        <w:rPr>
          <w:rStyle w:val="libFootnotenumChar"/>
        </w:rPr>
        <w:footnoteReference w:id="555"/>
      </w:r>
    </w:p>
    <w:p w:rsidR="00DC0FA0" w:rsidRDefault="00DC0FA0" w:rsidP="00F633A4">
      <w:pPr>
        <w:pStyle w:val="libNormal"/>
      </w:pPr>
    </w:p>
    <w:p w:rsidR="00F633A4" w:rsidRDefault="00F633A4" w:rsidP="00DC0FA0">
      <w:pPr>
        <w:pStyle w:val="Heading2"/>
      </w:pPr>
      <w:bookmarkStart w:id="422" w:name="_Toc422656917"/>
      <w:r>
        <w:t>Kearifan Jual Beli</w:t>
      </w:r>
      <w:bookmarkEnd w:id="422"/>
    </w:p>
    <w:p w:rsidR="00DC0FA0" w:rsidRDefault="00DC0FA0" w:rsidP="00F633A4">
      <w:pPr>
        <w:pStyle w:val="libNormal"/>
      </w:pPr>
    </w:p>
    <w:p w:rsidR="00F633A4" w:rsidRDefault="00F633A4" w:rsidP="00DC0FA0">
      <w:pPr>
        <w:pStyle w:val="Heading3"/>
      </w:pPr>
      <w:bookmarkStart w:id="423" w:name="_Toc422656918"/>
      <w:r>
        <w:t>· Sunah</w:t>
      </w:r>
      <w:bookmarkEnd w:id="423"/>
    </w:p>
    <w:p w:rsidR="00F633A4" w:rsidRDefault="00F633A4" w:rsidP="00F633A4">
      <w:pPr>
        <w:pStyle w:val="libNormal"/>
      </w:pPr>
      <w:r>
        <w:t>1. Tidakmenawarkan harga yang berbeda kepada para pembeli.</w:t>
      </w:r>
    </w:p>
    <w:p w:rsidR="00F633A4" w:rsidRDefault="00F633A4" w:rsidP="00F633A4">
      <w:pPr>
        <w:pStyle w:val="libNormal"/>
      </w:pPr>
      <w:r>
        <w:t>2. Tidakmempersulit penawaran harga barang.</w:t>
      </w:r>
    </w:p>
    <w:p w:rsidR="00F633A4" w:rsidRDefault="00F633A4" w:rsidP="00F633A4">
      <w:pPr>
        <w:pStyle w:val="libNormal"/>
      </w:pPr>
      <w:r>
        <w:t>3. Apabila salah satu pihak transaksi menyesal dan ingin membatalkan transaksi, hendaknya</w:t>
      </w:r>
    </w:p>
    <w:p w:rsidR="00F633A4" w:rsidRDefault="00F633A4" w:rsidP="00F633A4">
      <w:pPr>
        <w:pStyle w:val="libNormal"/>
      </w:pPr>
      <w:r>
        <w:lastRenderedPageBreak/>
        <w:t>pihak lain menerimanya.</w:t>
      </w:r>
      <w:r w:rsidRPr="00F633A4">
        <w:rPr>
          <w:rStyle w:val="libFootnotenumChar"/>
        </w:rPr>
        <w:footnoteReference w:id="556"/>
      </w:r>
    </w:p>
    <w:p w:rsidR="00DC0FA0" w:rsidRDefault="00DC0FA0" w:rsidP="00F633A4">
      <w:pPr>
        <w:pStyle w:val="libNormal"/>
      </w:pPr>
    </w:p>
    <w:p w:rsidR="00F633A4" w:rsidRDefault="00F633A4" w:rsidP="00DC0FA0">
      <w:pPr>
        <w:pStyle w:val="Heading3"/>
      </w:pPr>
      <w:bookmarkStart w:id="424" w:name="_Toc422656919"/>
      <w:r>
        <w:t>· Makruh</w:t>
      </w:r>
      <w:bookmarkEnd w:id="424"/>
    </w:p>
    <w:p w:rsidR="00F633A4" w:rsidRDefault="00F633A4" w:rsidP="00F633A4">
      <w:pPr>
        <w:pStyle w:val="libNormal"/>
      </w:pPr>
      <w:r>
        <w:t>1. Memuji-muji barang.</w:t>
      </w:r>
    </w:p>
    <w:p w:rsidR="00F633A4" w:rsidRDefault="00F633A4" w:rsidP="00F633A4">
      <w:pPr>
        <w:pStyle w:val="libNormal"/>
      </w:pPr>
      <w:r>
        <w:t>2. Menjelek-jelekkan pembeli.</w:t>
      </w:r>
    </w:p>
    <w:p w:rsidR="00F633A4" w:rsidRDefault="00F633A4" w:rsidP="00F633A4">
      <w:pPr>
        <w:pStyle w:val="libNormal"/>
      </w:pPr>
      <w:r>
        <w:t>3. Bersumpah benar dalam transaksi, adapun sumpah palsu tentu saja haram.</w:t>
      </w:r>
    </w:p>
    <w:p w:rsidR="00F633A4" w:rsidRDefault="00F633A4" w:rsidP="00F633A4">
      <w:pPr>
        <w:pStyle w:val="libNormal"/>
      </w:pPr>
      <w:r>
        <w:t>4. Lebih dahulu masuk pasar daripada yang lain untuk bertransaksi, dan lebih lambat keluar</w:t>
      </w:r>
    </w:p>
    <w:p w:rsidR="00F633A4" w:rsidRDefault="00F633A4" w:rsidP="00F633A4">
      <w:pPr>
        <w:pStyle w:val="libNormal"/>
      </w:pPr>
      <w:r>
        <w:t>dari pasar.</w:t>
      </w:r>
    </w:p>
    <w:p w:rsidR="00F633A4" w:rsidRDefault="00F633A4" w:rsidP="00F633A4">
      <w:pPr>
        <w:pStyle w:val="libNormal"/>
      </w:pPr>
      <w:r>
        <w:t>5. Menimbang atau mengukur barang, sementara dia tidak begitu tahu cara menimbang dan</w:t>
      </w:r>
    </w:p>
    <w:p w:rsidR="00F633A4" w:rsidRDefault="00F633A4" w:rsidP="00F633A4">
      <w:pPr>
        <w:pStyle w:val="libNormal"/>
      </w:pPr>
      <w:r>
        <w:t>mengukur.</w:t>
      </w:r>
    </w:p>
    <w:p w:rsidR="00F633A4" w:rsidRDefault="00F633A4" w:rsidP="00F633A4">
      <w:pPr>
        <w:pStyle w:val="libNormal"/>
      </w:pPr>
      <w:r>
        <w:t>6. Menawar harga setelah transaksi dilakukan.</w:t>
      </w:r>
      <w:r w:rsidRPr="00F633A4">
        <w:rPr>
          <w:rStyle w:val="libFootnotenumChar"/>
        </w:rPr>
        <w:footnoteReference w:id="557"/>
      </w:r>
    </w:p>
    <w:p w:rsidR="00DC0FA0" w:rsidRDefault="00DC0FA0" w:rsidP="00F633A4">
      <w:pPr>
        <w:pStyle w:val="libNormal"/>
      </w:pPr>
    </w:p>
    <w:p w:rsidR="00F633A4" w:rsidRDefault="00F633A4" w:rsidP="00DC0FA0">
      <w:pPr>
        <w:pStyle w:val="Heading2"/>
      </w:pPr>
      <w:bookmarkStart w:id="425" w:name="_Toc422656920"/>
      <w:r>
        <w:t>Hukum-hukum Jual Beli</w:t>
      </w:r>
      <w:bookmarkEnd w:id="425"/>
    </w:p>
    <w:p w:rsidR="00DC0FA0" w:rsidRDefault="00DC0FA0" w:rsidP="00F633A4">
      <w:pPr>
        <w:pStyle w:val="libNormal"/>
      </w:pPr>
    </w:p>
    <w:p w:rsidR="00F633A4" w:rsidRDefault="00F633A4" w:rsidP="00F633A4">
      <w:pPr>
        <w:pStyle w:val="libNormal"/>
      </w:pPr>
      <w:r>
        <w:t>1. Haram menjual dan menyewakan rumah atau barang lainnya untuk kegunaan yang haram.</w:t>
      </w:r>
      <w:r w:rsidRPr="00F633A4">
        <w:rPr>
          <w:rStyle w:val="libFootnotenumChar"/>
        </w:rPr>
        <w:footnoteReference w:id="558"/>
      </w:r>
    </w:p>
    <w:p w:rsidR="00F633A4" w:rsidRDefault="00F633A4" w:rsidP="00F633A4">
      <w:pPr>
        <w:pStyle w:val="libNormal"/>
      </w:pPr>
      <w:r>
        <w:t>2. Haram berjual beli, menyimpan, menulis, membaca dan mengajarkan buku-buku yang</w:t>
      </w:r>
    </w:p>
    <w:p w:rsidR="00F633A4" w:rsidRDefault="00F633A4" w:rsidP="00BB3049">
      <w:pPr>
        <w:pStyle w:val="libNormal"/>
      </w:pPr>
      <w:r>
        <w:t>menyesatkan</w:t>
      </w:r>
      <w:r w:rsidRPr="00F633A4">
        <w:rPr>
          <w:rStyle w:val="libFootnotenumChar"/>
        </w:rPr>
        <w:footnoteReference w:id="559"/>
      </w:r>
      <w:r>
        <w:t>, kecuali untuk tujuan yang benar, misalnya untuk mengoreksi kesalahankesalahannya.</w:t>
      </w:r>
      <w:r w:rsidR="00BB3049" w:rsidRPr="00BB3049">
        <w:rPr>
          <w:rStyle w:val="libFootnotenumChar"/>
        </w:rPr>
        <w:footnoteReference w:id="560"/>
      </w:r>
    </w:p>
    <w:p w:rsidR="00F633A4" w:rsidRDefault="00F633A4" w:rsidP="00F633A4">
      <w:pPr>
        <w:pStyle w:val="libNormal"/>
      </w:pPr>
      <w:r>
        <w:t>3. Haram mencampur barang yang ditawarkan dengan barang yang tidak berharga atau barang</w:t>
      </w:r>
    </w:p>
    <w:p w:rsidR="00F633A4" w:rsidRDefault="00F633A4" w:rsidP="00F633A4">
      <w:pPr>
        <w:pStyle w:val="libNormal"/>
      </w:pPr>
      <w:r>
        <w:t>yang harganya lebih rendah. Misalnya, meletakkan buah yang jelek di bagian bawah kotak</w:t>
      </w:r>
    </w:p>
    <w:p w:rsidR="00F633A4" w:rsidRDefault="00F633A4" w:rsidP="00F633A4">
      <w:pPr>
        <w:pStyle w:val="libNormal"/>
      </w:pPr>
      <w:r>
        <w:t>dan menata buah yang bagus di bagian atasnya, lalu menawarkannya sebagai buah-buahan</w:t>
      </w:r>
    </w:p>
    <w:p w:rsidR="00F633A4" w:rsidRDefault="00F633A4" w:rsidP="00F633A4">
      <w:pPr>
        <w:pStyle w:val="libNormal"/>
      </w:pPr>
      <w:r>
        <w:lastRenderedPageBreak/>
        <w:t>yang bagus. Atau mencampur susu dengan air lalu menjualnya.</w:t>
      </w:r>
      <w:r w:rsidRPr="00F633A4">
        <w:rPr>
          <w:rStyle w:val="libFootnotenumChar"/>
        </w:rPr>
        <w:footnoteReference w:id="561"/>
      </w:r>
    </w:p>
    <w:p w:rsidR="00F633A4" w:rsidRDefault="00F633A4" w:rsidP="00F633A4">
      <w:pPr>
        <w:pStyle w:val="libNormal"/>
      </w:pPr>
      <w:r>
        <w:t>4. Barang wakaf tidak bisa dijual kecuali dalam kondisi rusak dan tidak dapat dipergunakan</w:t>
      </w:r>
    </w:p>
    <w:p w:rsidR="00F633A4" w:rsidRDefault="00F633A4" w:rsidP="00F633A4">
      <w:pPr>
        <w:pStyle w:val="libNormal"/>
      </w:pPr>
      <w:r>
        <w:t>lagi, seperti karpet masjid yang sudah rusak dan tidak bisa dipakai lagi.</w:t>
      </w:r>
      <w:r w:rsidRPr="00F633A4">
        <w:rPr>
          <w:rStyle w:val="libFootnotenumChar"/>
        </w:rPr>
        <w:footnoteReference w:id="562"/>
      </w:r>
      <w:r>
        <w:t xml:space="preserve">. </w:t>
      </w:r>
      <w:r w:rsidRPr="00F633A4">
        <w:rPr>
          <w:rStyle w:val="libFootnotenumChar"/>
        </w:rPr>
        <w:footnoteReference w:id="563"/>
      </w:r>
    </w:p>
    <w:p w:rsidR="00F633A4" w:rsidRDefault="00F633A4" w:rsidP="00F633A4">
      <w:pPr>
        <w:pStyle w:val="libNormal"/>
      </w:pPr>
      <w:r>
        <w:t>5. Jual beli rumah atau barang yang sedang disewakan kepada seseorang tidak apa-apa, akan</w:t>
      </w:r>
    </w:p>
    <w:p w:rsidR="00F633A4" w:rsidRDefault="00F633A4" w:rsidP="00F633A4">
      <w:pPr>
        <w:pStyle w:val="libNormal"/>
      </w:pPr>
      <w:r>
        <w:t>tetapi selama masih disewakan, hak penggunaannya berada di tangan orang yangmenyewa.</w:t>
      </w:r>
      <w:r w:rsidRPr="00F633A4">
        <w:rPr>
          <w:rStyle w:val="libFootnotenumChar"/>
        </w:rPr>
        <w:footnoteReference w:id="564"/>
      </w:r>
    </w:p>
    <w:p w:rsidR="00F633A4" w:rsidRDefault="00F633A4" w:rsidP="00F633A4">
      <w:pPr>
        <w:pStyle w:val="libNormal"/>
      </w:pPr>
      <w:r>
        <w:t>6. Dalam transaksi, ciri-ciri barang yang diperjualbelikan harus diketahui secara jelas. Akan</w:t>
      </w:r>
    </w:p>
    <w:p w:rsidR="00F633A4" w:rsidRDefault="00F633A4" w:rsidP="00F633A4">
      <w:pPr>
        <w:pStyle w:val="libNormal"/>
      </w:pPr>
      <w:r>
        <w:t>tetapi, tidak perlu membicarakan ciri-ciri yang—baik dibicarakan ataupun tidak—tidak akan</w:t>
      </w:r>
    </w:p>
    <w:p w:rsidR="00F633A4" w:rsidRDefault="00F633A4" w:rsidP="00F633A4">
      <w:pPr>
        <w:pStyle w:val="libNormal"/>
      </w:pPr>
      <w:r>
        <w:t>mempengaruhi kecenderungan dan minat orang lain pada barang tersebut.</w:t>
      </w:r>
      <w:r w:rsidRPr="00F633A4">
        <w:rPr>
          <w:rStyle w:val="libFootnotenumChar"/>
        </w:rPr>
        <w:footnoteReference w:id="565"/>
      </w:r>
    </w:p>
    <w:p w:rsidR="00F633A4" w:rsidRDefault="00F633A4" w:rsidP="00F633A4">
      <w:pPr>
        <w:pStyle w:val="libNormal"/>
      </w:pPr>
      <w:r>
        <w:t>7. Jual beli barang sejenis yang dijualbelikan dengan tim-bangan atau takaran yang tidak sama</w:t>
      </w:r>
    </w:p>
    <w:p w:rsidR="00F633A4" w:rsidRDefault="00F633A4" w:rsidP="00F633A4">
      <w:pPr>
        <w:pStyle w:val="libNormal"/>
      </w:pPr>
      <w:r>
        <w:t>(yakni yang satu lebih banyak dari yang lain) adalah riba dan hukumnya haram. Misalnya,</w:t>
      </w:r>
    </w:p>
    <w:p w:rsidR="00F633A4" w:rsidRDefault="00F633A4" w:rsidP="00F633A4">
      <w:pPr>
        <w:pStyle w:val="libNormal"/>
      </w:pPr>
      <w:r>
        <w:t>menjual gandum seberat satu ton dengan gandum seberat satu ton 200 kg. Begitu juga</w:t>
      </w:r>
    </w:p>
    <w:p w:rsidR="0088033F" w:rsidRDefault="00F633A4" w:rsidP="0088033F">
      <w:pPr>
        <w:pStyle w:val="libNormal"/>
      </w:pPr>
      <w:r>
        <w:t>meminjamkan barang atau uang kepada seseorang lalu setelah beberapa lama mengambil</w:t>
      </w:r>
      <w:r w:rsidR="00BA2289">
        <w:t xml:space="preserve"> </w:t>
      </w:r>
      <w:r w:rsidR="0088033F">
        <w:t>kembali dengan jumlah yang lebih banyak, misalnya menghutangi Rp. 10.000 dan setahun</w:t>
      </w:r>
    </w:p>
    <w:p w:rsidR="0088033F" w:rsidRDefault="0088033F" w:rsidP="0088033F">
      <w:pPr>
        <w:pStyle w:val="libNormal"/>
      </w:pPr>
      <w:r>
        <w:t>kemudian mengambil kembali Rp. 12.000 dari pengutang.</w:t>
      </w:r>
      <w:r w:rsidRPr="0088033F">
        <w:rPr>
          <w:rStyle w:val="libFootnotenumChar"/>
        </w:rPr>
        <w:footnoteReference w:id="566"/>
      </w:r>
    </w:p>
    <w:p w:rsidR="0088033F" w:rsidRDefault="0088033F" w:rsidP="0088033F">
      <w:pPr>
        <w:pStyle w:val="libNormal"/>
      </w:pPr>
      <w:r>
        <w:t>Membatalkan Transaksi Jual Beli</w:t>
      </w:r>
    </w:p>
    <w:p w:rsidR="0088033F" w:rsidRDefault="0088033F" w:rsidP="0088033F">
      <w:pPr>
        <w:pStyle w:val="libNormal"/>
      </w:pPr>
      <w:r>
        <w:lastRenderedPageBreak/>
        <w:t>Pada beberapa keadaan, penjual atau pembeli bisa memba-talkan transaksinya, di antaranya:</w:t>
      </w:r>
    </w:p>
    <w:p w:rsidR="0088033F" w:rsidRDefault="0088033F" w:rsidP="0088033F">
      <w:pPr>
        <w:pStyle w:val="libNormal"/>
      </w:pPr>
      <w:r>
        <w:t>1. Jika pihak pembeli atau pihak penjual tertipu.</w:t>
      </w:r>
    </w:p>
    <w:p w:rsidR="0088033F" w:rsidRDefault="0088033F" w:rsidP="0088033F">
      <w:pPr>
        <w:pStyle w:val="libNormal"/>
      </w:pPr>
      <w:r>
        <w:t>2. Dalam transaksi mereka sepakat bahwa sampai waktu tertentu kedua pihak atau salah</w:t>
      </w:r>
    </w:p>
    <w:p w:rsidR="0088033F" w:rsidRDefault="0088033F" w:rsidP="0088033F">
      <w:pPr>
        <w:pStyle w:val="libNormal"/>
      </w:pPr>
      <w:r>
        <w:t>satunya dapat mem-batalkan transaksi, misalnya ketika bertransaksi mereka menyatakan</w:t>
      </w:r>
    </w:p>
    <w:p w:rsidR="0088033F" w:rsidRDefault="0088033F" w:rsidP="0088033F">
      <w:pPr>
        <w:pStyle w:val="libNormal"/>
      </w:pPr>
      <w:r>
        <w:t>bahwa pihakmana saja yang menyesal bisa mengembalikan barangnya dalam tiga hari.</w:t>
      </w:r>
    </w:p>
    <w:p w:rsidR="0088033F" w:rsidRDefault="0088033F" w:rsidP="0088033F">
      <w:pPr>
        <w:pStyle w:val="libNormal"/>
      </w:pPr>
      <w:r>
        <w:t>3. Barang yang dibeli dalam keadaan cacat dan baru dike-tahui setelah dilakukannya transaksi.</w:t>
      </w:r>
    </w:p>
    <w:p w:rsidR="0088033F" w:rsidRDefault="0088033F" w:rsidP="0088033F">
      <w:pPr>
        <w:pStyle w:val="libNormal"/>
      </w:pPr>
      <w:r>
        <w:t>4. Penjual menyebutkan ciri-ciri barangnya kemudian diketahui bahwa ciri-cirinya itu tidaklah</w:t>
      </w:r>
    </w:p>
    <w:p w:rsidR="0088033F" w:rsidRDefault="0088033F" w:rsidP="0088033F">
      <w:pPr>
        <w:pStyle w:val="libNormal"/>
      </w:pPr>
      <w:r>
        <w:t>demikian, misalnya dia mengatakan bahwa buku ini setebal 200 halaman, tetapi kemudian</w:t>
      </w:r>
    </w:p>
    <w:p w:rsidR="0088033F" w:rsidRDefault="0088033F" w:rsidP="0088033F">
      <w:pPr>
        <w:pStyle w:val="libNormal"/>
      </w:pPr>
      <w:r>
        <w:t>diketahui dan ternyata ku-rang dari itu.</w:t>
      </w:r>
      <w:r w:rsidRPr="0088033F">
        <w:rPr>
          <w:rStyle w:val="libFootnotenumChar"/>
        </w:rPr>
        <w:footnoteReference w:id="567"/>
      </w:r>
    </w:p>
    <w:p w:rsidR="0088033F" w:rsidRDefault="0088033F" w:rsidP="0088033F">
      <w:pPr>
        <w:pStyle w:val="libNormal"/>
      </w:pPr>
      <w:r>
        <w:t>5. Jika kecacatan barang baru diketahui setelah dilakukan-nya transaksi dan tidak langsung</w:t>
      </w:r>
    </w:p>
    <w:p w:rsidR="0088033F" w:rsidRDefault="0088033F" w:rsidP="0088033F">
      <w:pPr>
        <w:pStyle w:val="libNormal"/>
      </w:pPr>
      <w:r>
        <w:t>membatalkannya, maka setelah itu tidak ada hak untuk membatalkan transaksi tersebut.</w:t>
      </w:r>
      <w:r w:rsidRPr="0088033F">
        <w:rPr>
          <w:rStyle w:val="libFootnotenumChar"/>
        </w:rPr>
        <w:footnoteReference w:id="568"/>
      </w:r>
      <w:r>
        <w:t xml:space="preserve">. </w:t>
      </w:r>
      <w:r w:rsidRPr="0088033F">
        <w:rPr>
          <w:rStyle w:val="libFootnotenumChar"/>
        </w:rPr>
        <w:footnoteReference w:id="569"/>
      </w:r>
    </w:p>
    <w:p w:rsidR="00156BCD" w:rsidRDefault="00156BCD" w:rsidP="0088033F">
      <w:pPr>
        <w:pStyle w:val="libNormal"/>
      </w:pPr>
    </w:p>
    <w:p w:rsidR="0088033F" w:rsidRDefault="0088033F" w:rsidP="00156BCD">
      <w:pPr>
        <w:pStyle w:val="Heading2"/>
      </w:pPr>
      <w:bookmarkStart w:id="426" w:name="_Toc422656921"/>
      <w:r>
        <w:t>Kesimpulan Pelajaran</w:t>
      </w:r>
      <w:bookmarkEnd w:id="426"/>
    </w:p>
    <w:p w:rsidR="00156BCD" w:rsidRDefault="00156BCD" w:rsidP="0088033F">
      <w:pPr>
        <w:pStyle w:val="libNormal"/>
      </w:pPr>
    </w:p>
    <w:p w:rsidR="0088033F" w:rsidRDefault="0088033F" w:rsidP="0088033F">
      <w:pPr>
        <w:pStyle w:val="libNormal"/>
      </w:pPr>
      <w:r>
        <w:t>1. Jika memperoleh nafkah hidup tidak dapat dilakukan kecuali hanya dengan cara berjual beli,</w:t>
      </w:r>
    </w:p>
    <w:p w:rsidR="0088033F" w:rsidRDefault="0088033F" w:rsidP="0088033F">
      <w:pPr>
        <w:pStyle w:val="libNormal"/>
      </w:pPr>
      <w:r>
        <w:t>maka hukum jual beli di sini adalah wajib.</w:t>
      </w:r>
    </w:p>
    <w:p w:rsidR="0088033F" w:rsidRDefault="0088033F" w:rsidP="0088033F">
      <w:pPr>
        <w:pStyle w:val="libNormal"/>
      </w:pPr>
      <w:r>
        <w:t>2. Pada beberapa hal berikut ini, hukum jual beli adalah haram:</w:t>
      </w:r>
    </w:p>
    <w:p w:rsidR="0088033F" w:rsidRDefault="0088033F" w:rsidP="0088033F">
      <w:pPr>
        <w:pStyle w:val="libNormal"/>
      </w:pPr>
      <w:r>
        <w:t>a. Jual beli barang najis seperti bangkai.</w:t>
      </w:r>
    </w:p>
    <w:p w:rsidR="0088033F" w:rsidRDefault="0088033F" w:rsidP="0088033F">
      <w:pPr>
        <w:pStyle w:val="libNormal"/>
      </w:pPr>
      <w:r>
        <w:t>b. Jual beli kitab-kitab yang menyesatkan.</w:t>
      </w:r>
    </w:p>
    <w:p w:rsidR="0088033F" w:rsidRDefault="0088033F" w:rsidP="0088033F">
      <w:pPr>
        <w:pStyle w:val="libNormal"/>
      </w:pPr>
      <w:r>
        <w:lastRenderedPageBreak/>
        <w:t>c. Menjual sesuatu kepada musuh-musuh Islam yang membuat mereka menjadi lebih kuat.</w:t>
      </w:r>
    </w:p>
    <w:p w:rsidR="0088033F" w:rsidRDefault="0088033F" w:rsidP="0088033F">
      <w:pPr>
        <w:pStyle w:val="libNormal"/>
      </w:pPr>
      <w:r>
        <w:t>d. Menjual senjata kepada musuh-musuh Islam.</w:t>
      </w:r>
    </w:p>
    <w:p w:rsidR="0088033F" w:rsidRDefault="0088033F" w:rsidP="0088033F">
      <w:pPr>
        <w:pStyle w:val="libNormal"/>
      </w:pPr>
      <w:r>
        <w:t>3. Pada sebagian hal, hukum jual beli adalah sunah, dan pada beberapa perkara, hukumnya</w:t>
      </w:r>
    </w:p>
    <w:p w:rsidR="0088033F" w:rsidRDefault="0088033F" w:rsidP="0088033F">
      <w:pPr>
        <w:pStyle w:val="libNormal"/>
      </w:pPr>
      <w:r>
        <w:t>makruh.</w:t>
      </w:r>
    </w:p>
    <w:p w:rsidR="0088033F" w:rsidRDefault="0088033F" w:rsidP="0088033F">
      <w:pPr>
        <w:pStyle w:val="libNormal"/>
      </w:pPr>
      <w:r>
        <w:t>4. Sunah agar penjual tidak membedakan harga kepada semua pembeli, dan tidak mempersulit</w:t>
      </w:r>
    </w:p>
    <w:p w:rsidR="0088033F" w:rsidRDefault="0088033F" w:rsidP="0088033F">
      <w:pPr>
        <w:pStyle w:val="libNormal"/>
      </w:pPr>
      <w:r>
        <w:t>dalam menawar-kan harga, juga hendaknya menerima jika pembeli ingin membatalkan</w:t>
      </w:r>
    </w:p>
    <w:p w:rsidR="0088033F" w:rsidRDefault="0088033F" w:rsidP="0088033F">
      <w:pPr>
        <w:pStyle w:val="libNormal"/>
      </w:pPr>
      <w:r>
        <w:t>transaksi.</w:t>
      </w:r>
    </w:p>
    <w:p w:rsidR="0088033F" w:rsidRDefault="0088033F" w:rsidP="0088033F">
      <w:pPr>
        <w:pStyle w:val="libNormal"/>
      </w:pPr>
      <w:r>
        <w:t>5. Memuji-muji barang dan bersumpah benar dalam jual beli adalah makruh, begitu juga</w:t>
      </w:r>
    </w:p>
    <w:p w:rsidR="0088033F" w:rsidRDefault="0088033F" w:rsidP="0088033F">
      <w:pPr>
        <w:pStyle w:val="libNormal"/>
      </w:pPr>
      <w:r>
        <w:t>menawar harga setelah dilakukannya transaksi.</w:t>
      </w:r>
    </w:p>
    <w:p w:rsidR="0088033F" w:rsidRDefault="0088033F" w:rsidP="0088033F">
      <w:pPr>
        <w:pStyle w:val="libNormal"/>
      </w:pPr>
      <w:r>
        <w:t>6. Tidak boleh menjual dan menyewakan rumah untuk dipergunakan demi hal-hal yang haram.</w:t>
      </w:r>
    </w:p>
    <w:p w:rsidR="0088033F" w:rsidRDefault="0088033F" w:rsidP="0088033F">
      <w:pPr>
        <w:pStyle w:val="libNormal"/>
      </w:pPr>
      <w:r>
        <w:t>7. Haram berjual beli, menulis, menyimpan, mengajar dan membaca buku dan kitab yang</w:t>
      </w:r>
    </w:p>
    <w:p w:rsidR="0088033F" w:rsidRDefault="0088033F" w:rsidP="0088033F">
      <w:pPr>
        <w:pStyle w:val="libNormal"/>
      </w:pPr>
      <w:r>
        <w:t>menyesatkan, kecuali untuk tujuan yang benar.</w:t>
      </w:r>
    </w:p>
    <w:p w:rsidR="0088033F" w:rsidRDefault="0088033F" w:rsidP="0088033F">
      <w:pPr>
        <w:pStyle w:val="libNormal"/>
      </w:pPr>
      <w:r>
        <w:t>8. Tidak boleh menjual barang wakaf.</w:t>
      </w:r>
    </w:p>
    <w:p w:rsidR="0088033F" w:rsidRDefault="0088033F" w:rsidP="0088033F">
      <w:pPr>
        <w:pStyle w:val="libNormal"/>
      </w:pPr>
      <w:r>
        <w:t>9. Tidak boleh mencampur barang yang ditawarkan de-ngan barang yang nilainya rendah atau</w:t>
      </w:r>
    </w:p>
    <w:p w:rsidR="0088033F" w:rsidRDefault="0088033F" w:rsidP="0088033F">
      <w:pPr>
        <w:pStyle w:val="libNormal"/>
      </w:pPr>
      <w:r>
        <w:t>yang tidak lagi bernilai.</w:t>
      </w:r>
    </w:p>
    <w:p w:rsidR="0088033F" w:rsidRDefault="0088033F" w:rsidP="0088033F">
      <w:pPr>
        <w:pStyle w:val="libNormal"/>
      </w:pPr>
      <w:r>
        <w:t>10. Dalam transaksi, sifat-sifat dan ciri-ciri barang harus diketahui dengan jelas.</w:t>
      </w:r>
    </w:p>
    <w:p w:rsidR="0088033F" w:rsidRDefault="0088033F" w:rsidP="0088033F">
      <w:pPr>
        <w:pStyle w:val="libNormal"/>
      </w:pPr>
      <w:r>
        <w:t>11. Riba dalam jual beli dan utang piutang adalah haram.</w:t>
      </w:r>
    </w:p>
    <w:p w:rsidR="0088033F" w:rsidRDefault="0088033F" w:rsidP="0088033F">
      <w:pPr>
        <w:pStyle w:val="libNormal"/>
      </w:pPr>
      <w:r>
        <w:t>12. Jika penjual atau pembeli dalam transaksinya tertipu, maka ia bisa membatalkan transaksi.</w:t>
      </w:r>
    </w:p>
    <w:p w:rsidR="0088033F" w:rsidRDefault="0088033F" w:rsidP="0088033F">
      <w:pPr>
        <w:pStyle w:val="libNormal"/>
      </w:pPr>
      <w:r>
        <w:t>13. Jika barang yang sudah dijual itu cacat, dan pembeli baru tahu demikian setelah transaksi</w:t>
      </w:r>
    </w:p>
    <w:p w:rsidR="00F633A4" w:rsidRDefault="0088033F" w:rsidP="0088033F">
      <w:pPr>
        <w:pStyle w:val="libNormal"/>
      </w:pPr>
      <w:r>
        <w:t>dilakukan, maka dia bisa membatalkan transaksi.</w:t>
      </w:r>
    </w:p>
    <w:p w:rsidR="0001244E" w:rsidRDefault="0001244E" w:rsidP="0001244E">
      <w:pPr>
        <w:pStyle w:val="libNormal"/>
      </w:pPr>
    </w:p>
    <w:p w:rsidR="0001244E" w:rsidRDefault="0001244E" w:rsidP="0001244E">
      <w:pPr>
        <w:pStyle w:val="Heading2"/>
      </w:pPr>
      <w:bookmarkStart w:id="427" w:name="_Toc422656922"/>
      <w:r>
        <w:t>Pertanyaan:</w:t>
      </w:r>
      <w:bookmarkEnd w:id="427"/>
    </w:p>
    <w:p w:rsidR="0001244E" w:rsidRDefault="0001244E" w:rsidP="0001244E">
      <w:pPr>
        <w:pStyle w:val="libNormal"/>
      </w:pPr>
    </w:p>
    <w:p w:rsidR="0001244E" w:rsidRDefault="0001244E" w:rsidP="0001244E">
      <w:pPr>
        <w:pStyle w:val="libNormal"/>
      </w:pPr>
      <w:r>
        <w:lastRenderedPageBreak/>
        <w:t>1. Dalam kondisi bagaimanakah hukum jual beli itu sunah?</w:t>
      </w:r>
    </w:p>
    <w:p w:rsidR="0001244E" w:rsidRDefault="0001244E" w:rsidP="0001244E">
      <w:pPr>
        <w:pStyle w:val="libNormal"/>
      </w:pPr>
      <w:r>
        <w:t>2. Apa hukumnya jual beli catur, kartu dan alat musik seperti gitar?</w:t>
      </w:r>
    </w:p>
    <w:p w:rsidR="0001244E" w:rsidRDefault="0001244E" w:rsidP="0001244E">
      <w:pPr>
        <w:pStyle w:val="libNormal"/>
      </w:pPr>
      <w:r>
        <w:t>3. Sebutkan lima macam jual beli haram!</w:t>
      </w:r>
    </w:p>
    <w:p w:rsidR="0001244E" w:rsidRDefault="0001244E" w:rsidP="0001244E">
      <w:pPr>
        <w:pStyle w:val="libNormal"/>
      </w:pPr>
      <w:r>
        <w:t>4. Apa hukumnya bersumpah dalam transaksi?</w:t>
      </w:r>
    </w:p>
    <w:p w:rsidR="00A2648A" w:rsidRDefault="0001244E" w:rsidP="0001244E">
      <w:pPr>
        <w:pStyle w:val="libNormal"/>
      </w:pPr>
      <w:r>
        <w:t>5. Jelaskan riba itu apa dan berilah tiga contoh!</w:t>
      </w:r>
    </w:p>
    <w:p w:rsidR="00A2648A" w:rsidRPr="00275FED" w:rsidRDefault="00A2648A">
      <w:r>
        <w:br w:type="page"/>
      </w:r>
    </w:p>
    <w:p w:rsidR="00C04F56" w:rsidRDefault="00C04F56" w:rsidP="00C04F56">
      <w:pPr>
        <w:pStyle w:val="Heading1Center"/>
      </w:pPr>
      <w:bookmarkStart w:id="428" w:name="_Toc422656923"/>
      <w:r>
        <w:lastRenderedPageBreak/>
        <w:t>Pelajaran 40</w:t>
      </w:r>
      <w:bookmarkEnd w:id="428"/>
    </w:p>
    <w:p w:rsidR="00C04F56" w:rsidRDefault="00C04F56" w:rsidP="00C04F56">
      <w:pPr>
        <w:pStyle w:val="Heading1Center"/>
      </w:pPr>
      <w:bookmarkStart w:id="429" w:name="_Toc422656924"/>
      <w:r>
        <w:t>PERSEWAAN, PERHUTANGANDANPENITIPAN</w:t>
      </w:r>
      <w:bookmarkEnd w:id="429"/>
    </w:p>
    <w:p w:rsidR="00C04F56" w:rsidRDefault="00C04F56" w:rsidP="00C04F56">
      <w:pPr>
        <w:pStyle w:val="libNormal"/>
      </w:pPr>
    </w:p>
    <w:p w:rsidR="00C04F56" w:rsidRDefault="00C04F56" w:rsidP="00C04F56">
      <w:pPr>
        <w:pStyle w:val="Heading2Center"/>
      </w:pPr>
      <w:bookmarkStart w:id="430" w:name="_Toc422656925"/>
      <w:r>
        <w:t>PERSEWAAN</w:t>
      </w:r>
      <w:bookmarkEnd w:id="430"/>
    </w:p>
    <w:p w:rsidR="00C04F56" w:rsidRDefault="00C04F56" w:rsidP="00C04F56">
      <w:pPr>
        <w:pStyle w:val="libNormal"/>
      </w:pPr>
    </w:p>
    <w:p w:rsidR="00C04F56" w:rsidRDefault="00C04F56" w:rsidP="00C04F56">
      <w:pPr>
        <w:pStyle w:val="libNormal"/>
      </w:pPr>
      <w:r>
        <w:t>Jika pemilik barang sewaan mengatakan kepada penyewa, “Kusewakan barang ini kepadamu”,</w:t>
      </w:r>
    </w:p>
    <w:p w:rsidR="00C04F56" w:rsidRDefault="00C04F56" w:rsidP="00C04F56">
      <w:pPr>
        <w:pStyle w:val="libNormal"/>
      </w:pPr>
      <w:r>
        <w:t>dan penyewa men-jawab, “Aku terima”, maka persewaan mereka ini sah. Seandainya pun mereka</w:t>
      </w:r>
    </w:p>
    <w:p w:rsidR="00C04F56" w:rsidRDefault="00C04F56" w:rsidP="00C04F56">
      <w:pPr>
        <w:pStyle w:val="libNormal"/>
      </w:pPr>
      <w:r>
        <w:t>tidak mengatakan apa-apa, tetapi jika pemilik barang sewaan berniat untuk menyewakan dan</w:t>
      </w:r>
    </w:p>
    <w:p w:rsidR="00C04F56" w:rsidRDefault="00C04F56" w:rsidP="00C04F56">
      <w:pPr>
        <w:pStyle w:val="libNormal"/>
      </w:pPr>
      <w:r>
        <w:t>menyerahkannya kepada penyewa, begitu pula penyewa berniat untuk menyewa dan menerima</w:t>
      </w:r>
    </w:p>
    <w:p w:rsidR="00C04F56" w:rsidRDefault="00C04F56" w:rsidP="00C04F56">
      <w:pPr>
        <w:pStyle w:val="libNormal"/>
      </w:pPr>
      <w:r>
        <w:t>miliknya, maka persewaan mereka ini juga sah. Misalnya, pemilik rumah menyerahkan kunci</w:t>
      </w:r>
    </w:p>
    <w:p w:rsidR="00C04F56" w:rsidRDefault="00C04F56" w:rsidP="00C04F56">
      <w:pPr>
        <w:pStyle w:val="libNormal"/>
      </w:pPr>
      <w:r>
        <w:t>rumah kepada penyewa.</w:t>
      </w:r>
      <w:r w:rsidRPr="00C04F56">
        <w:rPr>
          <w:rStyle w:val="libFootnotenumChar"/>
        </w:rPr>
        <w:footnoteReference w:id="570"/>
      </w:r>
    </w:p>
    <w:p w:rsidR="00A7139F" w:rsidRDefault="00A7139F" w:rsidP="00C04F56">
      <w:pPr>
        <w:pStyle w:val="libNormal"/>
      </w:pPr>
    </w:p>
    <w:p w:rsidR="00C04F56" w:rsidRDefault="00C04F56" w:rsidP="00A7139F">
      <w:pPr>
        <w:pStyle w:val="Heading2"/>
      </w:pPr>
      <w:bookmarkStart w:id="431" w:name="_Toc422656926"/>
      <w:r>
        <w:t>Syarat-syarat Barang Sewaan</w:t>
      </w:r>
      <w:bookmarkEnd w:id="431"/>
    </w:p>
    <w:p w:rsidR="00A7139F" w:rsidRDefault="00A7139F" w:rsidP="00C04F56">
      <w:pPr>
        <w:pStyle w:val="libNormal"/>
      </w:pPr>
    </w:p>
    <w:p w:rsidR="00C04F56" w:rsidRDefault="00C04F56" w:rsidP="00C04F56">
      <w:pPr>
        <w:pStyle w:val="libNormal"/>
      </w:pPr>
      <w:r>
        <w:t>Barang yang hendak disewakan harus memiliki ciri-ciri sebagai berikut:</w:t>
      </w:r>
    </w:p>
    <w:p w:rsidR="00C04F56" w:rsidRDefault="00C04F56" w:rsidP="00C04F56">
      <w:pPr>
        <w:pStyle w:val="libNormal"/>
      </w:pPr>
      <w:r>
        <w:t>1. Barang sewaan harus jelas. Maka itu, jika pemilik mengatakan, ”Kusewakan salah satu dari</w:t>
      </w:r>
    </w:p>
    <w:p w:rsidR="00C04F56" w:rsidRDefault="00C04F56" w:rsidP="00C04F56">
      <w:pPr>
        <w:pStyle w:val="libNormal"/>
      </w:pPr>
      <w:r>
        <w:t>kamar rumah ini kepadamu”, tanpa kejelasan kamar yang mana, maka tidak sah.</w:t>
      </w:r>
    </w:p>
    <w:p w:rsidR="00C04F56" w:rsidRDefault="00C04F56" w:rsidP="00C04F56">
      <w:pPr>
        <w:pStyle w:val="libNormal"/>
      </w:pPr>
      <w:r>
        <w:t>2. Penyewa harus melihat barangnya, atau ciri-cirinya harus diberitahukan kepada penyewa</w:t>
      </w:r>
    </w:p>
    <w:p w:rsidR="00C04F56" w:rsidRDefault="00C04F56" w:rsidP="00C04F56">
      <w:pPr>
        <w:pStyle w:val="libNormal"/>
      </w:pPr>
      <w:r>
        <w:t>sehingga benar-benar jelas.</w:t>
      </w:r>
    </w:p>
    <w:p w:rsidR="00C04F56" w:rsidRDefault="00C04F56" w:rsidP="00C04F56">
      <w:pPr>
        <w:pStyle w:val="libNormal"/>
      </w:pPr>
      <w:r>
        <w:t>3. Barang sewaan tidak kehilangan bentuk dasarnya. Oleh karenanya, menyewakan roti atau</w:t>
      </w:r>
    </w:p>
    <w:p w:rsidR="00C04F56" w:rsidRDefault="00C04F56" w:rsidP="00C04F56">
      <w:pPr>
        <w:pStyle w:val="libNormal"/>
      </w:pPr>
      <w:r>
        <w:t>buah dan seluruh makanan tidak sah.</w:t>
      </w:r>
      <w:r w:rsidRPr="00C04F56">
        <w:rPr>
          <w:rStyle w:val="libFootnotenumChar"/>
        </w:rPr>
        <w:footnoteReference w:id="571"/>
      </w:r>
    </w:p>
    <w:p w:rsidR="00A7139F" w:rsidRDefault="00A7139F" w:rsidP="00C04F56">
      <w:pPr>
        <w:pStyle w:val="libNormal"/>
      </w:pPr>
    </w:p>
    <w:p w:rsidR="00C04F56" w:rsidRDefault="00C04F56" w:rsidP="00A7139F">
      <w:pPr>
        <w:pStyle w:val="Heading2"/>
      </w:pPr>
      <w:bookmarkStart w:id="432" w:name="_Toc422656927"/>
      <w:r>
        <w:t>Hukum-hukum Persewaan</w:t>
      </w:r>
      <w:bookmarkEnd w:id="432"/>
    </w:p>
    <w:p w:rsidR="00A7139F" w:rsidRDefault="00A7139F" w:rsidP="00C04F56">
      <w:pPr>
        <w:pStyle w:val="libNormal"/>
      </w:pPr>
    </w:p>
    <w:p w:rsidR="00C04F56" w:rsidRDefault="00C04F56" w:rsidP="00C04F56">
      <w:pPr>
        <w:pStyle w:val="libNormal"/>
      </w:pPr>
      <w:r>
        <w:t>1. Dalam sewa-menyewa, batas waktu penggunaan barang harus ditentukan, misalnya satu</w:t>
      </w:r>
    </w:p>
    <w:p w:rsidR="00C04F56" w:rsidRDefault="00C04F56" w:rsidP="00C04F56">
      <w:pPr>
        <w:pStyle w:val="libNormal"/>
      </w:pPr>
      <w:r>
        <w:t>tahun atau satu bulan.</w:t>
      </w:r>
      <w:r w:rsidRPr="00C04F56">
        <w:rPr>
          <w:rStyle w:val="libFootnotenumChar"/>
        </w:rPr>
        <w:footnoteReference w:id="572"/>
      </w:r>
    </w:p>
    <w:p w:rsidR="00C04F56" w:rsidRDefault="00C04F56" w:rsidP="00C04F56">
      <w:pPr>
        <w:pStyle w:val="libNormal"/>
      </w:pPr>
      <w:r>
        <w:t>2. Jika pemilik barang sewaan telah menyerahkan barangnya kepada penyewa, baik penyewa</w:t>
      </w:r>
    </w:p>
    <w:p w:rsidR="00C04F56" w:rsidRDefault="00C04F56" w:rsidP="00C04F56">
      <w:pPr>
        <w:pStyle w:val="libNormal"/>
      </w:pPr>
      <w:r>
        <w:t>menerima-nya atau tidak, atau tidak menggunakannya sampai batas waktunya, maka</w:t>
      </w:r>
    </w:p>
    <w:p w:rsidR="00C04F56" w:rsidRDefault="00C04F56" w:rsidP="00C04F56">
      <w:pPr>
        <w:pStyle w:val="libNormal"/>
      </w:pPr>
      <w:r>
        <w:t>penyewa tetap harus membayar uang sewaannya.</w:t>
      </w:r>
      <w:r w:rsidRPr="00C04F56">
        <w:rPr>
          <w:rStyle w:val="libFootnotenumChar"/>
        </w:rPr>
        <w:footnoteReference w:id="573"/>
      </w:r>
    </w:p>
    <w:p w:rsidR="00C04F56" w:rsidRDefault="00C04F56" w:rsidP="00C04F56">
      <w:pPr>
        <w:pStyle w:val="libNormal"/>
      </w:pPr>
      <w:r>
        <w:t>3. Jika seseorang memanggil seorang kuli untuk menger-jakan sesuatu pada hari tertentu,</w:t>
      </w:r>
    </w:p>
    <w:p w:rsidR="00C04F56" w:rsidRDefault="00C04F56" w:rsidP="00C04F56">
      <w:pPr>
        <w:pStyle w:val="libNormal"/>
      </w:pPr>
      <w:r>
        <w:t>misalnya untuk mengangkat batu bata ke dalam bangunan atau membuat kapur dan</w:t>
      </w:r>
    </w:p>
    <w:p w:rsidR="00C04F56" w:rsidRDefault="00C04F56" w:rsidP="00C04F56">
      <w:pPr>
        <w:pStyle w:val="libNormal"/>
      </w:pPr>
      <w:r>
        <w:t>sebagainya, dan kuli itu datang pada hari yang telah ditentukan, maka dia harus mem-bayar</w:t>
      </w:r>
    </w:p>
    <w:p w:rsidR="00C04F56" w:rsidRDefault="00C04F56" w:rsidP="00C04F56">
      <w:pPr>
        <w:pStyle w:val="libNormal"/>
      </w:pPr>
      <w:r>
        <w:t>upahnya, sekalipun pada hari itu tidak ada pekerjaan, misalnya tidak ada batu bata yang</w:t>
      </w:r>
    </w:p>
    <w:p w:rsidR="00C04F56" w:rsidRDefault="00C04F56" w:rsidP="00C04F56">
      <w:pPr>
        <w:pStyle w:val="libNormal"/>
      </w:pPr>
      <w:r>
        <w:t>harus diangkat ke dalam bangunan.</w:t>
      </w:r>
      <w:r w:rsidRPr="00C04F56">
        <w:rPr>
          <w:rStyle w:val="libFootnotenumChar"/>
        </w:rPr>
        <w:footnoteReference w:id="574"/>
      </w:r>
    </w:p>
    <w:p w:rsidR="00C04F56" w:rsidRDefault="00C04F56" w:rsidP="00C04F56">
      <w:pPr>
        <w:pStyle w:val="libNormal"/>
      </w:pPr>
      <w:r>
        <w:t>4. Jika ahli mekanik merusak barang yang dikerjakannya, maka dia harus membayar</w:t>
      </w:r>
    </w:p>
    <w:p w:rsidR="00C04F56" w:rsidRDefault="00C04F56" w:rsidP="00C04F56">
      <w:pPr>
        <w:pStyle w:val="libNormal"/>
      </w:pPr>
      <w:r>
        <w:t>kerugiannya. Misalnya, seorang tukang bengkel merusakkan mobil, maka dia harus</w:t>
      </w:r>
    </w:p>
    <w:p w:rsidR="008D7B65" w:rsidRDefault="00C04F56" w:rsidP="00C04F56">
      <w:pPr>
        <w:pStyle w:val="libNormal"/>
      </w:pPr>
      <w:r>
        <w:t>membayar kerugiannya.</w:t>
      </w:r>
      <w:r w:rsidRPr="00C04F56">
        <w:rPr>
          <w:rStyle w:val="libFootnotenumChar"/>
        </w:rPr>
        <w:footnoteReference w:id="575"/>
      </w:r>
      <w:r>
        <w:t xml:space="preserve">. </w:t>
      </w:r>
      <w:r w:rsidRPr="00C04F56">
        <w:rPr>
          <w:rStyle w:val="libFootnotenumChar"/>
        </w:rPr>
        <w:footnoteReference w:id="576"/>
      </w:r>
    </w:p>
    <w:p w:rsidR="001027D5" w:rsidRDefault="001027D5" w:rsidP="001027D5">
      <w:pPr>
        <w:pStyle w:val="libNormal"/>
      </w:pPr>
      <w:r>
        <w:t>5. Jika seseorang menyewa rumah atau toko atau sebuah kamar dan pemiliknya memberikan</w:t>
      </w:r>
    </w:p>
    <w:p w:rsidR="001027D5" w:rsidRDefault="001027D5" w:rsidP="001027D5">
      <w:pPr>
        <w:pStyle w:val="libNormal"/>
      </w:pPr>
      <w:r>
        <w:t>syarat bahwa hanya dia (penyewa) saja yang boleh menggunakannya, maka penyewa tidak</w:t>
      </w:r>
    </w:p>
    <w:p w:rsidR="001027D5" w:rsidRDefault="001027D5" w:rsidP="001027D5">
      <w:pPr>
        <w:pStyle w:val="libNormal"/>
      </w:pPr>
      <w:r>
        <w:t>berhakmenyewakan kepada orang lain.</w:t>
      </w:r>
      <w:r w:rsidRPr="001027D5">
        <w:rPr>
          <w:rStyle w:val="libFootnotenumChar"/>
        </w:rPr>
        <w:footnoteReference w:id="577"/>
      </w:r>
    </w:p>
    <w:p w:rsidR="001027D5" w:rsidRDefault="001027D5" w:rsidP="001027D5">
      <w:pPr>
        <w:pStyle w:val="libNormal"/>
      </w:pPr>
      <w:r>
        <w:lastRenderedPageBreak/>
        <w:t>* * *</w:t>
      </w:r>
    </w:p>
    <w:p w:rsidR="001027D5" w:rsidRDefault="001027D5" w:rsidP="001027D5">
      <w:pPr>
        <w:pStyle w:val="libNormal"/>
      </w:pPr>
    </w:p>
    <w:p w:rsidR="001027D5" w:rsidRDefault="001027D5" w:rsidP="001027D5">
      <w:pPr>
        <w:pStyle w:val="Heading2Center"/>
      </w:pPr>
      <w:bookmarkStart w:id="433" w:name="_Toc422656928"/>
      <w:r>
        <w:t>PERHUTANGAN</w:t>
      </w:r>
      <w:bookmarkEnd w:id="433"/>
    </w:p>
    <w:p w:rsidR="001027D5" w:rsidRDefault="001027D5" w:rsidP="001027D5">
      <w:pPr>
        <w:pStyle w:val="libNormal"/>
      </w:pPr>
    </w:p>
    <w:p w:rsidR="001027D5" w:rsidRDefault="001027D5" w:rsidP="001027D5">
      <w:pPr>
        <w:pStyle w:val="libNormal"/>
      </w:pPr>
      <w:r>
        <w:t>Memberi hutang adalah perbuatan sunah yang dianjurkan dalam Al-Quran maupun hadis-hadis.</w:t>
      </w:r>
    </w:p>
    <w:p w:rsidR="001027D5" w:rsidRDefault="001027D5" w:rsidP="001027D5">
      <w:pPr>
        <w:pStyle w:val="libNormal"/>
      </w:pPr>
      <w:r>
        <w:t>Orang pemberi hutang akan mendapatkan pahala yang banyak sekali di akhirat.</w:t>
      </w:r>
    </w:p>
    <w:p w:rsidR="001027D5" w:rsidRDefault="001027D5" w:rsidP="001027D5">
      <w:pPr>
        <w:pStyle w:val="libNormal"/>
      </w:pPr>
    </w:p>
    <w:p w:rsidR="001027D5" w:rsidRDefault="001027D5" w:rsidP="001027D5">
      <w:pPr>
        <w:pStyle w:val="Heading2"/>
      </w:pPr>
      <w:bookmarkStart w:id="434" w:name="_Toc422656929"/>
      <w:r>
        <w:t>Macam-macam Hutang</w:t>
      </w:r>
      <w:bookmarkEnd w:id="434"/>
    </w:p>
    <w:p w:rsidR="001027D5" w:rsidRDefault="001027D5" w:rsidP="001027D5">
      <w:pPr>
        <w:pStyle w:val="libNormal"/>
      </w:pPr>
    </w:p>
    <w:p w:rsidR="001027D5" w:rsidRDefault="001027D5" w:rsidP="001027D5">
      <w:pPr>
        <w:pStyle w:val="libNormal"/>
      </w:pPr>
      <w:r>
        <w:t>1. Berjangka. Artinya, dalam perhutangan sudah ditentu-kan waktu pengembalian hutang.</w:t>
      </w:r>
    </w:p>
    <w:p w:rsidR="001027D5" w:rsidRDefault="001027D5" w:rsidP="001027D5">
      <w:pPr>
        <w:pStyle w:val="libNormal"/>
      </w:pPr>
      <w:r>
        <w:t>2. Tak berjangka. Artinya, waktu pengembalian hutang tidak ditentukan.</w:t>
      </w:r>
    </w:p>
    <w:p w:rsidR="001027D5" w:rsidRDefault="001027D5" w:rsidP="001027D5">
      <w:pPr>
        <w:pStyle w:val="libNormal"/>
      </w:pPr>
    </w:p>
    <w:p w:rsidR="001027D5" w:rsidRDefault="001027D5" w:rsidP="001027D5">
      <w:pPr>
        <w:pStyle w:val="Heading2"/>
      </w:pPr>
      <w:bookmarkStart w:id="435" w:name="_Toc422656930"/>
      <w:r>
        <w:t>Hukum-hukum Perhutangan</w:t>
      </w:r>
      <w:bookmarkEnd w:id="435"/>
    </w:p>
    <w:p w:rsidR="001027D5" w:rsidRDefault="001027D5" w:rsidP="001027D5">
      <w:pPr>
        <w:pStyle w:val="libNormal"/>
      </w:pPr>
    </w:p>
    <w:p w:rsidR="001027D5" w:rsidRDefault="001027D5" w:rsidP="001027D5">
      <w:pPr>
        <w:pStyle w:val="libNormal"/>
      </w:pPr>
      <w:r>
        <w:t>1. Pada hutang berjangka, pemberi hutang tidak bisa</w:t>
      </w:r>
      <w:r w:rsidRPr="001027D5">
        <w:rPr>
          <w:rStyle w:val="libFootnotenumChar"/>
        </w:rPr>
        <w:footnoteReference w:id="578"/>
      </w:r>
      <w:r>
        <w:t xml:space="preserve"> menagih sebelum habis waktunya.</w:t>
      </w:r>
      <w:r w:rsidRPr="001027D5">
        <w:rPr>
          <w:rStyle w:val="libFootnotenumChar"/>
        </w:rPr>
        <w:footnoteReference w:id="579"/>
      </w:r>
    </w:p>
    <w:p w:rsidR="001027D5" w:rsidRDefault="001027D5" w:rsidP="001027D5">
      <w:pPr>
        <w:pStyle w:val="libNormal"/>
      </w:pPr>
      <w:r>
        <w:t>2. Pada hutang tak berjangka, pemberi hutang bisa me-nagih setiap saat.</w:t>
      </w:r>
      <w:r w:rsidRPr="001027D5">
        <w:rPr>
          <w:rStyle w:val="libFootnotenumChar"/>
        </w:rPr>
        <w:footnoteReference w:id="580"/>
      </w:r>
    </w:p>
    <w:p w:rsidR="001027D5" w:rsidRDefault="001027D5" w:rsidP="001027D5">
      <w:pPr>
        <w:pStyle w:val="libNormal"/>
      </w:pPr>
      <w:r>
        <w:t>3. Jika pemberi hutang menagih dan pengutangmampu membayar, maka dia (pengutang) harus</w:t>
      </w:r>
    </w:p>
    <w:p w:rsidR="001027D5" w:rsidRDefault="001027D5" w:rsidP="001027D5">
      <w:pPr>
        <w:pStyle w:val="libNormal"/>
      </w:pPr>
      <w:r>
        <w:t>segera mem-bayar, dan dia berdosa jika tidak bersegera.</w:t>
      </w:r>
    </w:p>
    <w:p w:rsidR="001027D5" w:rsidRDefault="001027D5" w:rsidP="001027D5">
      <w:pPr>
        <w:pStyle w:val="libNormal"/>
      </w:pPr>
      <w:r>
        <w:t>4. Jika memberi hutang kepada seseorang dan mensya-ratkan—misalnya—setelah genap</w:t>
      </w:r>
    </w:p>
    <w:p w:rsidR="001027D5" w:rsidRDefault="001027D5" w:rsidP="001027D5">
      <w:pPr>
        <w:pStyle w:val="libNormal"/>
      </w:pPr>
      <w:r>
        <w:t>setahun harus mem-bayar lebih banyak, maka ini termasuk riba dan hukum-nya haram.</w:t>
      </w:r>
    </w:p>
    <w:p w:rsidR="001027D5" w:rsidRDefault="001027D5" w:rsidP="001027D5">
      <w:pPr>
        <w:pStyle w:val="libNormal"/>
      </w:pPr>
      <w:r>
        <w:t>Umpamanya, menghutangkan Rp. 100.000 dan mensyaratkan setelah genap setahun dia akan</w:t>
      </w:r>
    </w:p>
    <w:p w:rsidR="001027D5" w:rsidRDefault="001027D5" w:rsidP="001027D5">
      <w:pPr>
        <w:pStyle w:val="libNormal"/>
      </w:pPr>
      <w:r>
        <w:lastRenderedPageBreak/>
        <w:t>meminta Rp. 120.000 dari pengutang.</w:t>
      </w:r>
      <w:r w:rsidRPr="001027D5">
        <w:rPr>
          <w:rStyle w:val="libFootnotenumChar"/>
        </w:rPr>
        <w:footnoteReference w:id="581"/>
      </w:r>
    </w:p>
    <w:p w:rsidR="001027D5" w:rsidRDefault="001027D5" w:rsidP="001027D5">
      <w:pPr>
        <w:pStyle w:val="libNormal"/>
      </w:pPr>
      <w:r>
        <w:t>* * *</w:t>
      </w:r>
    </w:p>
    <w:p w:rsidR="001027D5" w:rsidRDefault="001027D5" w:rsidP="001027D5">
      <w:pPr>
        <w:pStyle w:val="libNormal"/>
      </w:pPr>
    </w:p>
    <w:p w:rsidR="001027D5" w:rsidRDefault="001027D5" w:rsidP="001027D5">
      <w:pPr>
        <w:pStyle w:val="Heading2Center"/>
      </w:pPr>
      <w:bookmarkStart w:id="436" w:name="_Toc422656931"/>
      <w:r>
        <w:t>PENITIPAN</w:t>
      </w:r>
      <w:bookmarkEnd w:id="436"/>
    </w:p>
    <w:p w:rsidR="001027D5" w:rsidRDefault="001027D5" w:rsidP="001027D5">
      <w:pPr>
        <w:pStyle w:val="libNormal"/>
      </w:pPr>
    </w:p>
    <w:p w:rsidR="001027D5" w:rsidRDefault="001027D5" w:rsidP="001027D5">
      <w:pPr>
        <w:pStyle w:val="libNormal"/>
      </w:pPr>
      <w:r>
        <w:t>Jika seseorang menyerahkan barangnya kepada orang lain dan mengatakan ini sebagai amanat</w:t>
      </w:r>
    </w:p>
    <w:p w:rsidR="001027D5" w:rsidRDefault="001027D5" w:rsidP="001027D5">
      <w:pPr>
        <w:pStyle w:val="libNormal"/>
      </w:pPr>
      <w:r>
        <w:t>atau barang titipan, dan orang kedua itu menerimanya, maka dia (orang kedua ini) harus</w:t>
      </w:r>
    </w:p>
    <w:p w:rsidR="001027D5" w:rsidRDefault="001027D5" w:rsidP="001027D5">
      <w:pPr>
        <w:pStyle w:val="libNormal"/>
      </w:pPr>
      <w:r>
        <w:t>mengamalkan hukum-hukum yang berkaitan dengan penitipan atau amanat.</w:t>
      </w:r>
      <w:r w:rsidRPr="001027D5">
        <w:rPr>
          <w:rStyle w:val="libFootnotenumChar"/>
        </w:rPr>
        <w:footnoteReference w:id="582"/>
      </w:r>
    </w:p>
    <w:p w:rsidR="001027D5" w:rsidRDefault="001027D5" w:rsidP="001027D5">
      <w:pPr>
        <w:pStyle w:val="libNormal"/>
      </w:pPr>
    </w:p>
    <w:p w:rsidR="001027D5" w:rsidRDefault="001027D5" w:rsidP="001027D5">
      <w:pPr>
        <w:pStyle w:val="Heading2"/>
      </w:pPr>
      <w:bookmarkStart w:id="437" w:name="_Toc422656932"/>
      <w:r>
        <w:t>Hukum-hukum Penitipan</w:t>
      </w:r>
      <w:bookmarkEnd w:id="437"/>
    </w:p>
    <w:p w:rsidR="001027D5" w:rsidRDefault="001027D5" w:rsidP="001027D5">
      <w:pPr>
        <w:pStyle w:val="libNormal"/>
      </w:pPr>
    </w:p>
    <w:p w:rsidR="001027D5" w:rsidRDefault="001027D5" w:rsidP="001027D5">
      <w:pPr>
        <w:pStyle w:val="libNormal"/>
      </w:pPr>
      <w:r>
        <w:t>1. Siapa saja yang tidak bisa menjaga barang titipan, maka berdasarkan ihtiyath</w:t>
      </w:r>
      <w:r w:rsidRPr="001027D5">
        <w:rPr>
          <w:rStyle w:val="libFootnotenumChar"/>
        </w:rPr>
        <w:footnoteReference w:id="583"/>
      </w:r>
      <w:r>
        <w:t xml:space="preserve"> wajib tidak boleh</w:t>
      </w:r>
    </w:p>
    <w:p w:rsidR="001027D5" w:rsidRDefault="001027D5" w:rsidP="001027D5">
      <w:pPr>
        <w:pStyle w:val="libNormal"/>
      </w:pPr>
      <w:r>
        <w:t>menerima titipan orang lain.</w:t>
      </w:r>
      <w:r w:rsidRPr="001027D5">
        <w:rPr>
          <w:rStyle w:val="libFootnotenumChar"/>
        </w:rPr>
        <w:footnoteReference w:id="584"/>
      </w:r>
    </w:p>
    <w:p w:rsidR="001027D5" w:rsidRDefault="001027D5" w:rsidP="001027D5">
      <w:pPr>
        <w:pStyle w:val="libNormal"/>
      </w:pPr>
      <w:r>
        <w:t>2. Penitip bisa mengambil barangnya kapan saja, dan penerima titipan—kapan saja</w:t>
      </w:r>
    </w:p>
    <w:p w:rsidR="001027D5" w:rsidRDefault="001027D5" w:rsidP="001027D5">
      <w:pPr>
        <w:pStyle w:val="libNormal"/>
      </w:pPr>
      <w:r>
        <w:t>menginginkan—boleh mengembalikan titipan kepada pemilik/penitipnya.</w:t>
      </w:r>
      <w:r w:rsidRPr="001027D5">
        <w:rPr>
          <w:rStyle w:val="libFootnotenumChar"/>
        </w:rPr>
        <w:footnoteReference w:id="585"/>
      </w:r>
    </w:p>
    <w:p w:rsidR="001027D5" w:rsidRDefault="001027D5" w:rsidP="00574672">
      <w:pPr>
        <w:pStyle w:val="libNormal"/>
      </w:pPr>
      <w:r>
        <w:t>3. Jika penerima titipan tidak punya tempat yang semes-tin</w:t>
      </w:r>
      <w:r w:rsidR="00574672">
        <w:t xml:space="preserve">ya, dia harus menyiapkan tempat </w:t>
      </w:r>
      <w:r>
        <w:t>tersebut. Misalnya, jika titipan itu berupa uang dan dia t</w:t>
      </w:r>
      <w:r w:rsidR="00574672">
        <w:t xml:space="preserve">idak bisa men-jaganya di rumah, </w:t>
      </w:r>
      <w:r>
        <w:t>maka dia harus menyimpannya di bank.</w:t>
      </w:r>
      <w:r w:rsidRPr="001027D5">
        <w:rPr>
          <w:rStyle w:val="libFootnotenumChar"/>
        </w:rPr>
        <w:footnoteReference w:id="586"/>
      </w:r>
    </w:p>
    <w:p w:rsidR="00C04F56" w:rsidRDefault="001027D5" w:rsidP="00574672">
      <w:pPr>
        <w:pStyle w:val="libNormal"/>
      </w:pPr>
      <w:r>
        <w:lastRenderedPageBreak/>
        <w:t>4. Penerima titipan harus menjaga titipannya sehingga mas</w:t>
      </w:r>
      <w:r w:rsidR="00574672">
        <w:t xml:space="preserve">yarakat tidak sampai mengatakan </w:t>
      </w:r>
      <w:r>
        <w:t>bahwa dia berkhi-anat atau teledor.</w:t>
      </w:r>
      <w:r w:rsidRPr="001027D5">
        <w:rPr>
          <w:rStyle w:val="libFootnotenumChar"/>
        </w:rPr>
        <w:footnoteReference w:id="587"/>
      </w:r>
    </w:p>
    <w:p w:rsidR="003F65E3" w:rsidRDefault="003F65E3" w:rsidP="003F65E3">
      <w:pPr>
        <w:pStyle w:val="libNormal"/>
      </w:pPr>
      <w:r>
        <w:t>5. Jika barang titipan hilang:</w:t>
      </w:r>
    </w:p>
    <w:p w:rsidR="003F65E3" w:rsidRDefault="003F65E3" w:rsidP="003F65E3">
      <w:pPr>
        <w:pStyle w:val="libNormal"/>
      </w:pPr>
      <w:r>
        <w:t>a. Jika penerima titipan teledor dalam menjaganya, dia harus mengganti titipan dan</w:t>
      </w:r>
    </w:p>
    <w:p w:rsidR="003F65E3" w:rsidRDefault="003F65E3" w:rsidP="003F65E3">
      <w:pPr>
        <w:pStyle w:val="libNormal"/>
      </w:pPr>
      <w:r>
        <w:t>mengembalikannya ke-pada penitip/pemiliknya.</w:t>
      </w:r>
    </w:p>
    <w:p w:rsidR="003F65E3" w:rsidRDefault="003F65E3" w:rsidP="003F65E3">
      <w:pPr>
        <w:pStyle w:val="libNormal"/>
      </w:pPr>
      <w:r>
        <w:t>b. Jika penerima barang tidak teledor dalam men-jaganya, akan tetapi titipan itu hilang</w:t>
      </w:r>
    </w:p>
    <w:p w:rsidR="003F65E3" w:rsidRDefault="003F65E3" w:rsidP="003F65E3">
      <w:pPr>
        <w:pStyle w:val="libNormal"/>
      </w:pPr>
      <w:r>
        <w:t>begitu saja, misalnya hilang terbawa banjir, maka penerima titipan tidak bertanggung</w:t>
      </w:r>
    </w:p>
    <w:p w:rsidR="003F65E3" w:rsidRDefault="003F65E3" w:rsidP="003F65E3">
      <w:pPr>
        <w:pStyle w:val="libNormal"/>
      </w:pPr>
      <w:r>
        <w:t>jawab dan tidak wajib mengganti titipan tersebut.</w:t>
      </w:r>
      <w:r w:rsidRPr="003F65E3">
        <w:rPr>
          <w:rStyle w:val="libFootnotenumChar"/>
        </w:rPr>
        <w:footnoteReference w:id="588"/>
      </w:r>
    </w:p>
    <w:p w:rsidR="00A335FD" w:rsidRDefault="00A335FD" w:rsidP="003F65E3">
      <w:pPr>
        <w:pStyle w:val="libNormal"/>
      </w:pPr>
    </w:p>
    <w:p w:rsidR="003F65E3" w:rsidRDefault="003F65E3" w:rsidP="00A335FD">
      <w:pPr>
        <w:pStyle w:val="Heading2"/>
      </w:pPr>
      <w:bookmarkStart w:id="438" w:name="_Toc422656933"/>
      <w:r>
        <w:t>Kesimpulan Pelajaran</w:t>
      </w:r>
      <w:bookmarkEnd w:id="438"/>
    </w:p>
    <w:p w:rsidR="00A335FD" w:rsidRDefault="00A335FD" w:rsidP="003F65E3">
      <w:pPr>
        <w:pStyle w:val="libNormal"/>
      </w:pPr>
    </w:p>
    <w:p w:rsidR="003F65E3" w:rsidRDefault="003F65E3" w:rsidP="003F65E3">
      <w:pPr>
        <w:pStyle w:val="libNormal"/>
      </w:pPr>
      <w:r>
        <w:t>1. Barang yang akan disewakan harus jelas, dan penyewa harus melihatnya atau ia tahu betul</w:t>
      </w:r>
    </w:p>
    <w:p w:rsidR="003F65E3" w:rsidRDefault="003F65E3" w:rsidP="003F65E3">
      <w:pPr>
        <w:pStyle w:val="libNormal"/>
      </w:pPr>
      <w:r>
        <w:t>ciri-cirinya.</w:t>
      </w:r>
    </w:p>
    <w:p w:rsidR="003F65E3" w:rsidRDefault="003F65E3" w:rsidP="003F65E3">
      <w:pPr>
        <w:pStyle w:val="libNormal"/>
      </w:pPr>
      <w:r>
        <w:t>2. Tidak sah menyewakan barang yang bisa hilang bentuk dasarnya lantaran dipergunakan,</w:t>
      </w:r>
    </w:p>
    <w:p w:rsidR="003F65E3" w:rsidRDefault="003F65E3" w:rsidP="003F65E3">
      <w:pPr>
        <w:pStyle w:val="libNormal"/>
      </w:pPr>
      <w:r>
        <w:t>sepertimenyewakan makanan.</w:t>
      </w:r>
    </w:p>
    <w:p w:rsidR="003F65E3" w:rsidRDefault="003F65E3" w:rsidP="003F65E3">
      <w:pPr>
        <w:pStyle w:val="libNormal"/>
      </w:pPr>
      <w:r>
        <w:t>3. Dalam persewaan, jangka waktu hak guna harus jelas.</w:t>
      </w:r>
    </w:p>
    <w:p w:rsidR="003F65E3" w:rsidRDefault="003F65E3" w:rsidP="003F65E3">
      <w:pPr>
        <w:pStyle w:val="libNormal"/>
      </w:pPr>
      <w:r>
        <w:t>4. Jika pemilik barang telah menyerahkan barang sewaan-nya kepada penyewa, maka penyewa</w:t>
      </w:r>
    </w:p>
    <w:p w:rsidR="003F65E3" w:rsidRDefault="003F65E3" w:rsidP="003F65E3">
      <w:pPr>
        <w:pStyle w:val="libNormal"/>
      </w:pPr>
      <w:r>
        <w:t>harus membayar uang sewaan sekalipun belum atau tidakmengguna-kannya.</w:t>
      </w:r>
    </w:p>
    <w:p w:rsidR="003F65E3" w:rsidRDefault="003F65E3" w:rsidP="003F65E3">
      <w:pPr>
        <w:pStyle w:val="libNormal"/>
      </w:pPr>
      <w:r>
        <w:t>5. Jika dalam persewaan terdapat syarat bahwa hanya penyewa yang bisa menggunakan barang</w:t>
      </w:r>
    </w:p>
    <w:p w:rsidR="003F65E3" w:rsidRDefault="003F65E3" w:rsidP="003F65E3">
      <w:pPr>
        <w:pStyle w:val="libNormal"/>
      </w:pPr>
      <w:r>
        <w:t>sewaan, maka penyewa tidak boleh menyewakan barang tersebut ke-pada orang lain.</w:t>
      </w:r>
    </w:p>
    <w:p w:rsidR="003F65E3" w:rsidRDefault="003F65E3" w:rsidP="003F65E3">
      <w:pPr>
        <w:pStyle w:val="libNormal"/>
      </w:pPr>
      <w:r>
        <w:t>6. Dalam perhutangan berjangka, pemberi hutang tidak boleh meminta hutangnya sebelum</w:t>
      </w:r>
    </w:p>
    <w:p w:rsidR="003F65E3" w:rsidRDefault="003F65E3" w:rsidP="003F65E3">
      <w:pPr>
        <w:pStyle w:val="libNormal"/>
      </w:pPr>
      <w:r>
        <w:lastRenderedPageBreak/>
        <w:t>habis waktunya.</w:t>
      </w:r>
    </w:p>
    <w:p w:rsidR="003F65E3" w:rsidRDefault="003F65E3" w:rsidP="003F65E3">
      <w:pPr>
        <w:pStyle w:val="libNormal"/>
      </w:pPr>
      <w:r>
        <w:t>7. Dalam perhutangan tak berjangka, pemberi hutang bisa meminta barangnya kapan saja dia</w:t>
      </w:r>
    </w:p>
    <w:p w:rsidR="003F65E3" w:rsidRDefault="003F65E3" w:rsidP="003F65E3">
      <w:pPr>
        <w:pStyle w:val="libNormal"/>
      </w:pPr>
      <w:r>
        <w:t>menginginkan.</w:t>
      </w:r>
    </w:p>
    <w:p w:rsidR="003F65E3" w:rsidRDefault="003F65E3" w:rsidP="003F65E3">
      <w:pPr>
        <w:pStyle w:val="libNormal"/>
      </w:pPr>
      <w:r>
        <w:t>8. Jika pemberi hutang menagih dan pengutang mampu membayar, maka pengutang tidak</w:t>
      </w:r>
    </w:p>
    <w:p w:rsidR="003F65E3" w:rsidRDefault="003F65E3" w:rsidP="003F65E3">
      <w:pPr>
        <w:pStyle w:val="libNormal"/>
      </w:pPr>
      <w:r>
        <w:t>boleh menunda pem-bayarannya.</w:t>
      </w:r>
    </w:p>
    <w:p w:rsidR="003F65E3" w:rsidRDefault="003F65E3" w:rsidP="003F65E3">
      <w:pPr>
        <w:pStyle w:val="libNormal"/>
      </w:pPr>
      <w:r>
        <w:t>9. Riba dalam perhutangan juga haram.</w:t>
      </w:r>
    </w:p>
    <w:p w:rsidR="003F65E3" w:rsidRDefault="003F65E3" w:rsidP="003F65E3">
      <w:pPr>
        <w:pStyle w:val="libNormal"/>
      </w:pPr>
      <w:r>
        <w:t>10. Orang yang tidak bisa menjaga titipan, berdasarkan ihtiyath wajib tidak boleh menerima</w:t>
      </w:r>
    </w:p>
    <w:p w:rsidR="003F65E3" w:rsidRDefault="003F65E3" w:rsidP="003F65E3">
      <w:pPr>
        <w:pStyle w:val="libNormal"/>
      </w:pPr>
      <w:r>
        <w:t>titipan.</w:t>
      </w:r>
    </w:p>
    <w:p w:rsidR="003F65E3" w:rsidRDefault="003F65E3" w:rsidP="003F65E3">
      <w:pPr>
        <w:pStyle w:val="libNormal"/>
      </w:pPr>
      <w:r>
        <w:t>11. Pemilik barang bisa meminta barangnya dari penerima titipan, kapan saja pemilik itu</w:t>
      </w:r>
    </w:p>
    <w:p w:rsidR="003F65E3" w:rsidRDefault="003F65E3" w:rsidP="003F65E3">
      <w:pPr>
        <w:pStyle w:val="libNormal"/>
      </w:pPr>
      <w:r>
        <w:t>menghendaki.</w:t>
      </w:r>
    </w:p>
    <w:p w:rsidR="003F65E3" w:rsidRDefault="003F65E3" w:rsidP="003F65E3">
      <w:pPr>
        <w:pStyle w:val="libNormal"/>
      </w:pPr>
      <w:r>
        <w:t>12. Jika penerima titipan tidak sungguh-sungguh dalam menjaga titipan sehingga mengalami</w:t>
      </w:r>
    </w:p>
    <w:p w:rsidR="003F65E3" w:rsidRDefault="003F65E3" w:rsidP="003F65E3">
      <w:pPr>
        <w:pStyle w:val="libNormal"/>
      </w:pPr>
      <w:r>
        <w:t>kerusakan atau kerugian padanya, maka dia bertanggung jawab atas akibat buruk ini.</w:t>
      </w:r>
    </w:p>
    <w:p w:rsidR="00A335FD" w:rsidRDefault="00A335FD" w:rsidP="003F65E3">
      <w:pPr>
        <w:pStyle w:val="libNormal"/>
      </w:pPr>
    </w:p>
    <w:p w:rsidR="003F65E3" w:rsidRDefault="003F65E3" w:rsidP="00A335FD">
      <w:pPr>
        <w:pStyle w:val="Heading2"/>
      </w:pPr>
      <w:bookmarkStart w:id="439" w:name="_Toc422656934"/>
      <w:r>
        <w:t>Pertanyaan:</w:t>
      </w:r>
      <w:bookmarkEnd w:id="439"/>
    </w:p>
    <w:p w:rsidR="00A335FD" w:rsidRDefault="00A335FD" w:rsidP="003F65E3">
      <w:pPr>
        <w:pStyle w:val="libNormal"/>
      </w:pPr>
    </w:p>
    <w:p w:rsidR="003F65E3" w:rsidRDefault="003F65E3" w:rsidP="003F65E3">
      <w:pPr>
        <w:pStyle w:val="libNormal"/>
      </w:pPr>
      <w:r>
        <w:t>1. Berilah lima contoh untuk masing-masing barang yang bisa disewakan dan barang yang tidak</w:t>
      </w:r>
    </w:p>
    <w:p w:rsidR="003F65E3" w:rsidRDefault="003F65E3" w:rsidP="003F65E3">
      <w:pPr>
        <w:pStyle w:val="libNormal"/>
      </w:pPr>
      <w:r>
        <w:t>bisa disewakan!</w:t>
      </w:r>
    </w:p>
    <w:p w:rsidR="003F65E3" w:rsidRDefault="003F65E3" w:rsidP="003F65E3">
      <w:pPr>
        <w:pStyle w:val="libNormal"/>
      </w:pPr>
      <w:r>
        <w:t>2. Seorang mandor bangunan membawa seorang pekerja untuk bekerja di bangunannya pada</w:t>
      </w:r>
    </w:p>
    <w:p w:rsidR="003F65E3" w:rsidRDefault="003F65E3" w:rsidP="003F65E3">
      <w:pPr>
        <w:pStyle w:val="libNormal"/>
      </w:pPr>
      <w:r>
        <w:t>hari itu dengan upah Rp. 5000. Namun sesampainya di bangunan, tidak ada air sehingga dia</w:t>
      </w:r>
    </w:p>
    <w:p w:rsidR="003F65E3" w:rsidRDefault="003F65E3" w:rsidP="003F65E3">
      <w:pPr>
        <w:pStyle w:val="libNormal"/>
      </w:pPr>
      <w:r>
        <w:t>tidak bisa bekerja. Apakah mandor bangunan boleh membiarkan pekerja tersebut tanpa upah</w:t>
      </w:r>
    </w:p>
    <w:p w:rsidR="003F65E3" w:rsidRDefault="003F65E3" w:rsidP="003F65E3">
      <w:pPr>
        <w:pStyle w:val="libNormal"/>
      </w:pPr>
      <w:r>
        <w:t>untuk hari itu ataukah tidak?</w:t>
      </w:r>
    </w:p>
    <w:p w:rsidR="003F65E3" w:rsidRDefault="003F65E3" w:rsidP="003F65E3">
      <w:pPr>
        <w:pStyle w:val="libNormal"/>
      </w:pPr>
      <w:r>
        <w:t>3. Sebutkan macam-macam hutang dan berikan contoh-contohnya!</w:t>
      </w:r>
    </w:p>
    <w:p w:rsidR="003F65E3" w:rsidRDefault="003F65E3" w:rsidP="003F65E3">
      <w:pPr>
        <w:pStyle w:val="libNormal"/>
      </w:pPr>
      <w:r>
        <w:t>4. Jelaskan riba dalam perhutangan beserta contohnya!</w:t>
      </w:r>
    </w:p>
    <w:p w:rsidR="003F65E3" w:rsidRDefault="003F65E3" w:rsidP="003F65E3">
      <w:pPr>
        <w:pStyle w:val="libNormal"/>
      </w:pPr>
      <w:r>
        <w:t>5. Apa tugas penerima titipan jika titipan tersebut lantaran dicuri orang?</w:t>
      </w:r>
    </w:p>
    <w:p w:rsidR="007379FF" w:rsidRDefault="003F65E3" w:rsidP="003F65E3">
      <w:pPr>
        <w:pStyle w:val="libNormal"/>
      </w:pPr>
      <w:r>
        <w:lastRenderedPageBreak/>
        <w:t>6. Apa perbedaan antara hutang dan titipan?</w:t>
      </w:r>
    </w:p>
    <w:p w:rsidR="007379FF" w:rsidRPr="007379FF" w:rsidRDefault="007379FF">
      <w:r>
        <w:br w:type="page"/>
      </w:r>
    </w:p>
    <w:p w:rsidR="00301C82" w:rsidRDefault="00301C82" w:rsidP="00301C82">
      <w:pPr>
        <w:pStyle w:val="Heading1Center"/>
      </w:pPr>
      <w:bookmarkStart w:id="440" w:name="_Toc422656935"/>
      <w:r>
        <w:lastRenderedPageBreak/>
        <w:t>Pelajaran 41</w:t>
      </w:r>
      <w:bookmarkEnd w:id="440"/>
    </w:p>
    <w:p w:rsidR="00301C82" w:rsidRDefault="00301C82" w:rsidP="00301C82">
      <w:pPr>
        <w:pStyle w:val="Heading1Center"/>
      </w:pPr>
      <w:bookmarkStart w:id="441" w:name="_Toc422656936"/>
      <w:r>
        <w:t>PERPINJAMAN, SEDEKAH DAN BARANG TEMUAN</w:t>
      </w:r>
      <w:bookmarkEnd w:id="441"/>
    </w:p>
    <w:p w:rsidR="00301C82" w:rsidRDefault="00301C82" w:rsidP="00301C82">
      <w:pPr>
        <w:pStyle w:val="libNormal"/>
      </w:pPr>
    </w:p>
    <w:p w:rsidR="00301C82" w:rsidRDefault="00301C82" w:rsidP="00301C82">
      <w:pPr>
        <w:pStyle w:val="Heading2Center"/>
      </w:pPr>
      <w:bookmarkStart w:id="442" w:name="_Toc422656937"/>
      <w:r>
        <w:t>PERPINJAMAN</w:t>
      </w:r>
      <w:bookmarkEnd w:id="442"/>
    </w:p>
    <w:p w:rsidR="00301C82" w:rsidRDefault="00301C82" w:rsidP="00301C82">
      <w:pPr>
        <w:pStyle w:val="libNormal"/>
      </w:pPr>
    </w:p>
    <w:p w:rsidR="00301C82" w:rsidRDefault="00301C82" w:rsidP="00301C82">
      <w:pPr>
        <w:pStyle w:val="libNormal"/>
      </w:pPr>
      <w:r>
        <w:t>1. Perpinjaman yaitu seseorang memberikan barangnya kepada orang lain untuk dipergunakan</w:t>
      </w:r>
    </w:p>
    <w:p w:rsidR="00301C82" w:rsidRDefault="00301C82" w:rsidP="00301C82">
      <w:pPr>
        <w:pStyle w:val="libNormal"/>
      </w:pPr>
      <w:r>
        <w:t>tanpa mengam-bil ongkos sebagai gantinya. Misalnya, meminjamkan sepeda untuk dinaiki</w:t>
      </w:r>
    </w:p>
    <w:p w:rsidR="00301C82" w:rsidRDefault="00301C82" w:rsidP="00301C82">
      <w:pPr>
        <w:pStyle w:val="libNormal"/>
      </w:pPr>
      <w:r>
        <w:t>pulang ke rumahnya lalu kembali lagi.</w:t>
      </w:r>
      <w:r w:rsidRPr="00301C82">
        <w:rPr>
          <w:rStyle w:val="libFootnotenumChar"/>
        </w:rPr>
        <w:footnoteReference w:id="589"/>
      </w:r>
    </w:p>
    <w:p w:rsidR="00301C82" w:rsidRDefault="00301C82" w:rsidP="00301C82">
      <w:pPr>
        <w:pStyle w:val="libNormal"/>
      </w:pPr>
      <w:r>
        <w:t>2. Peminjam harus menjaga barang pinjaman dengan baik.</w:t>
      </w:r>
    </w:p>
    <w:p w:rsidR="00301C82" w:rsidRDefault="00301C82" w:rsidP="00301C82">
      <w:pPr>
        <w:pStyle w:val="libNormal"/>
      </w:pPr>
      <w:r>
        <w:t>3. Jika seseorang meminjam barang dan barang itu hilang atau cacat, maka:</w:t>
      </w:r>
    </w:p>
    <w:p w:rsidR="00301C82" w:rsidRDefault="00301C82" w:rsidP="00301C82">
      <w:pPr>
        <w:pStyle w:val="libNormal"/>
      </w:pPr>
      <w:r>
        <w:t>a. Jika dia tidak teledor dalam menjaganya, atau tidak berlebihan dalam menggunakannya,</w:t>
      </w:r>
    </w:p>
    <w:p w:rsidR="00301C82" w:rsidRDefault="00301C82" w:rsidP="00301C82">
      <w:pPr>
        <w:pStyle w:val="libNormal"/>
      </w:pPr>
      <w:r>
        <w:t>maka dia tidakmenanggung kerugian.</w:t>
      </w:r>
    </w:p>
    <w:p w:rsidR="00301C82" w:rsidRDefault="00301C82" w:rsidP="00301C82">
      <w:pPr>
        <w:pStyle w:val="libNormal"/>
      </w:pPr>
      <w:r>
        <w:t>b. Jika dia teledor dalam menjaganya, atau berlebihan dalam menggunakannya, maka dia</w:t>
      </w:r>
    </w:p>
    <w:p w:rsidR="00301C82" w:rsidRDefault="00301C82" w:rsidP="00301C82">
      <w:pPr>
        <w:pStyle w:val="libNormal"/>
      </w:pPr>
      <w:r>
        <w:t>harus mengganti kerugiannya.</w:t>
      </w:r>
      <w:r w:rsidRPr="00301C82">
        <w:rPr>
          <w:rStyle w:val="libFootnotenumChar"/>
        </w:rPr>
        <w:footnoteReference w:id="590"/>
      </w:r>
    </w:p>
    <w:p w:rsidR="00301C82" w:rsidRDefault="00301C82" w:rsidP="00301C82">
      <w:pPr>
        <w:pStyle w:val="libNormal"/>
      </w:pPr>
      <w:r>
        <w:t>4. Jika sebelumnya disyaratkan bahwa peminjam harus bertanggung jawab bila terjadi</w:t>
      </w:r>
    </w:p>
    <w:p w:rsidR="00301C82" w:rsidRDefault="00301C82" w:rsidP="00301C82">
      <w:pPr>
        <w:pStyle w:val="libNormal"/>
      </w:pPr>
      <w:r>
        <w:t>kerusakan pada barang pinjaman, maka peminjam harus mengganti kerusakan itu.</w:t>
      </w:r>
      <w:r w:rsidRPr="00301C82">
        <w:rPr>
          <w:rStyle w:val="libFootnotenumChar"/>
        </w:rPr>
        <w:footnoteReference w:id="591"/>
      </w:r>
    </w:p>
    <w:p w:rsidR="00301C82" w:rsidRDefault="00301C82" w:rsidP="00301C82">
      <w:pPr>
        <w:pStyle w:val="libNormal"/>
      </w:pPr>
    </w:p>
    <w:p w:rsidR="00301C82" w:rsidRDefault="00301C82" w:rsidP="00301C82">
      <w:pPr>
        <w:pStyle w:val="Heading2Center"/>
      </w:pPr>
      <w:bookmarkStart w:id="443" w:name="_Toc422656938"/>
      <w:r>
        <w:t>SEDEKAH</w:t>
      </w:r>
      <w:r w:rsidRPr="00301C82">
        <w:rPr>
          <w:rStyle w:val="libFootnotenumChar"/>
        </w:rPr>
        <w:footnoteReference w:id="592"/>
      </w:r>
      <w:bookmarkEnd w:id="443"/>
    </w:p>
    <w:p w:rsidR="00301C82" w:rsidRDefault="00301C82" w:rsidP="00301C82">
      <w:pPr>
        <w:pStyle w:val="libNormal"/>
      </w:pPr>
    </w:p>
    <w:p w:rsidR="00301C82" w:rsidRDefault="00301C82" w:rsidP="00301C82">
      <w:pPr>
        <w:pStyle w:val="libNormal"/>
      </w:pPr>
      <w:r>
        <w:t>Sedekah adalah perbuatan sunah yang sering dipesankan dalam ayat-ayat Al-Quran dan hadishadis</w:t>
      </w:r>
    </w:p>
    <w:p w:rsidR="00301C82" w:rsidRDefault="00301C82" w:rsidP="00301C82">
      <w:pPr>
        <w:pStyle w:val="libNormal"/>
      </w:pPr>
      <w:r>
        <w:lastRenderedPageBreak/>
        <w:t>para imam mak-sum a.s. Dijelaskan bahwa pahalanya besar sekali, sebagai-mana dikatakan,</w:t>
      </w:r>
    </w:p>
    <w:p w:rsidR="00301C82" w:rsidRDefault="00301C82" w:rsidP="00301C82">
      <w:pPr>
        <w:pStyle w:val="libNormal"/>
      </w:pPr>
      <w:r>
        <w:t>“Di dunia, sedekah merupakan penolak bencana dan kematian mendadak, dan di akhirat sedekah</w:t>
      </w:r>
    </w:p>
    <w:p w:rsidR="00301C82" w:rsidRDefault="00301C82" w:rsidP="00301C82">
      <w:pPr>
        <w:pStyle w:val="libNormal"/>
      </w:pPr>
      <w:r>
        <w:t>mengurangi dosa-dosa besar dan memudahkan hisab di Hari Kiamat”. Karena pentingnya</w:t>
      </w:r>
    </w:p>
    <w:p w:rsidR="00301C82" w:rsidRDefault="00301C82" w:rsidP="00301C82">
      <w:pPr>
        <w:pStyle w:val="libNormal"/>
      </w:pPr>
      <w:r>
        <w:t>masalah sedekah, pada pelajaran ini kita akan mempelajari beberapa hukum terkait.</w:t>
      </w:r>
    </w:p>
    <w:p w:rsidR="00301C82" w:rsidRDefault="00301C82" w:rsidP="00301C82">
      <w:pPr>
        <w:pStyle w:val="libNormal"/>
      </w:pPr>
    </w:p>
    <w:p w:rsidR="00301C82" w:rsidRDefault="00301C82" w:rsidP="00301C82">
      <w:pPr>
        <w:pStyle w:val="Heading2"/>
      </w:pPr>
      <w:bookmarkStart w:id="444" w:name="_Toc422656939"/>
      <w:r>
        <w:t>Hukum-hukum Sedekah</w:t>
      </w:r>
      <w:bookmarkEnd w:id="444"/>
    </w:p>
    <w:p w:rsidR="00301C82" w:rsidRDefault="00301C82" w:rsidP="00301C82">
      <w:pPr>
        <w:pStyle w:val="libNormal"/>
      </w:pPr>
    </w:p>
    <w:p w:rsidR="00301C82" w:rsidRDefault="00301C82" w:rsidP="00301C82">
      <w:pPr>
        <w:pStyle w:val="libNormal"/>
      </w:pPr>
      <w:r>
        <w:t>1. Hendaknya sedekah disertai niat mendekatkan diri kepada Allah Swt. Yakni, bersedekah</w:t>
      </w:r>
    </w:p>
    <w:p w:rsidR="00301C82" w:rsidRDefault="00301C82" w:rsidP="00301C82">
      <w:pPr>
        <w:pStyle w:val="libNormal"/>
      </w:pPr>
      <w:r>
        <w:t>semata-mata untuk mendapatkan ridha Allah Swt. Jangan sampai sedekah karena riya dan</w:t>
      </w:r>
    </w:p>
    <w:p w:rsidR="00301C82" w:rsidRDefault="00301C82" w:rsidP="00301C82">
      <w:pPr>
        <w:pStyle w:val="libNormal"/>
      </w:pPr>
      <w:r>
        <w:t>unjuk diri.</w:t>
      </w:r>
      <w:r w:rsidRPr="00301C82">
        <w:rPr>
          <w:rStyle w:val="libFootnotenumChar"/>
        </w:rPr>
        <w:footnoteReference w:id="593"/>
      </w:r>
    </w:p>
    <w:p w:rsidR="00301C82" w:rsidRDefault="00301C82" w:rsidP="00301C82">
      <w:pPr>
        <w:pStyle w:val="libNormal"/>
      </w:pPr>
      <w:r>
        <w:t>2. Tidak boleh mengambil kembali sedekah.</w:t>
      </w:r>
      <w:r w:rsidRPr="00301C82">
        <w:rPr>
          <w:rStyle w:val="libFootnotenumChar"/>
        </w:rPr>
        <w:footnoteReference w:id="594"/>
      </w:r>
    </w:p>
    <w:p w:rsidR="00301C82" w:rsidRDefault="00301C82" w:rsidP="00301C82">
      <w:pPr>
        <w:pStyle w:val="libNormal"/>
      </w:pPr>
      <w:r>
        <w:t>3. Sedekah juga halal untuk sayyid. Akan tetapi, zakat selain sayyid untuk sayyid adalah</w:t>
      </w:r>
    </w:p>
    <w:p w:rsidR="00301C82" w:rsidRDefault="00301C82" w:rsidP="00301C82">
      <w:pPr>
        <w:pStyle w:val="libNormal"/>
      </w:pPr>
      <w:r>
        <w:t>haram.</w:t>
      </w:r>
      <w:r w:rsidRPr="00301C82">
        <w:rPr>
          <w:rStyle w:val="libFootnotenumChar"/>
        </w:rPr>
        <w:footnoteReference w:id="595"/>
      </w:r>
    </w:p>
    <w:p w:rsidR="00301C82" w:rsidRDefault="00301C82" w:rsidP="00301C82">
      <w:pPr>
        <w:pStyle w:val="libNormal"/>
      </w:pPr>
      <w:r>
        <w:t>4. Boleh bersedekah kepada orang kafir yang tidak sedang berperang dengan kaum Muslimin</w:t>
      </w:r>
    </w:p>
    <w:p w:rsidR="00301C82" w:rsidRDefault="00301C82" w:rsidP="00301C82">
      <w:pPr>
        <w:pStyle w:val="libNormal"/>
      </w:pPr>
      <w:r>
        <w:t>dan tidakmemusuhi Nabi Saw. atau para imam maksum a.s.</w:t>
      </w:r>
      <w:r w:rsidRPr="00301C82">
        <w:rPr>
          <w:rStyle w:val="libFootnotenumChar"/>
        </w:rPr>
        <w:footnoteReference w:id="596"/>
      </w:r>
    </w:p>
    <w:p w:rsidR="00301C82" w:rsidRDefault="00301C82" w:rsidP="00301C82">
      <w:pPr>
        <w:pStyle w:val="libNormal"/>
      </w:pPr>
      <w:r>
        <w:t>5. Sebaiknya bersedekah secara diam-diam, kecuali jika ingin memberi semangat kepada orang</w:t>
      </w:r>
    </w:p>
    <w:p w:rsidR="00301C82" w:rsidRDefault="00301C82" w:rsidP="00301C82">
      <w:pPr>
        <w:pStyle w:val="libNormal"/>
      </w:pPr>
      <w:r>
        <w:t>lain. Adapun zakat sebaiknya diberikan secara terang-terangan.</w:t>
      </w:r>
      <w:r w:rsidRPr="00301C82">
        <w:rPr>
          <w:rStyle w:val="libFootnotenumChar"/>
        </w:rPr>
        <w:footnoteReference w:id="597"/>
      </w:r>
    </w:p>
    <w:p w:rsidR="00814269" w:rsidRDefault="00301C82" w:rsidP="00301C82">
      <w:pPr>
        <w:pStyle w:val="libNormal"/>
      </w:pPr>
      <w:r>
        <w:t>6. Mengemis dan menolak pengemis (tidak memberi sesu-atu kepada pengemis) adalah makruh.</w:t>
      </w:r>
      <w:r w:rsidRPr="00301C82">
        <w:rPr>
          <w:rStyle w:val="libFootnotenumChar"/>
        </w:rPr>
        <w:footnoteReference w:id="598"/>
      </w:r>
    </w:p>
    <w:p w:rsidR="00E84FED" w:rsidRDefault="00E84FED" w:rsidP="000749B9">
      <w:pPr>
        <w:pStyle w:val="Heading2Center"/>
      </w:pPr>
      <w:bookmarkStart w:id="445" w:name="_Toc422656940"/>
      <w:r>
        <w:lastRenderedPageBreak/>
        <w:t>BARANG TEMUAN</w:t>
      </w:r>
      <w:bookmarkEnd w:id="445"/>
    </w:p>
    <w:p w:rsidR="000749B9" w:rsidRDefault="000749B9" w:rsidP="00E84FED">
      <w:pPr>
        <w:pStyle w:val="libNormal"/>
      </w:pPr>
    </w:p>
    <w:p w:rsidR="00E84FED" w:rsidRDefault="00E84FED" w:rsidP="00E84FED">
      <w:pPr>
        <w:pStyle w:val="libNormal"/>
      </w:pPr>
      <w:r>
        <w:t>1. Mengambil barang temuan adalah makruh.</w:t>
      </w:r>
    </w:p>
    <w:p w:rsidR="00E84FED" w:rsidRDefault="00E84FED" w:rsidP="00E84FED">
      <w:pPr>
        <w:pStyle w:val="libNormal"/>
      </w:pPr>
      <w:r>
        <w:t>2. Jika seseorang menemukan sesuatu dan tidak meng-ambilnya, maka tidak ada tugas tertentu</w:t>
      </w:r>
    </w:p>
    <w:p w:rsidR="00E84FED" w:rsidRDefault="00E84FED" w:rsidP="00E84FED">
      <w:pPr>
        <w:pStyle w:val="libNormal"/>
      </w:pPr>
      <w:r>
        <w:t>baginya.</w:t>
      </w:r>
    </w:p>
    <w:p w:rsidR="00E84FED" w:rsidRDefault="00E84FED" w:rsidP="00E84FED">
      <w:pPr>
        <w:pStyle w:val="libNormal"/>
      </w:pPr>
      <w:r>
        <w:t>3. Jika menemukan sesuatu dan mengambilnya, maka dia memiliki tugas tertentu dengan</w:t>
      </w:r>
    </w:p>
    <w:p w:rsidR="00E84FED" w:rsidRDefault="00E84FED" w:rsidP="00E84FED">
      <w:pPr>
        <w:pStyle w:val="libNormal"/>
      </w:pPr>
      <w:r>
        <w:t>keterangan sebagai berikut:</w:t>
      </w:r>
    </w:p>
    <w:p w:rsidR="00E84FED" w:rsidRDefault="00E84FED" w:rsidP="00E84FED">
      <w:pPr>
        <w:pStyle w:val="libNormal"/>
      </w:pPr>
      <w:r>
        <w:t>a. Jika barang itu memiliki tanda-tanda atau alamat yang menunjukkan indentitas</w:t>
      </w:r>
    </w:p>
    <w:p w:rsidR="00E84FED" w:rsidRDefault="00E84FED" w:rsidP="00E84FED">
      <w:pPr>
        <w:pStyle w:val="libNormal"/>
      </w:pPr>
      <w:r>
        <w:t>pemiliknya, berdasar-kan ihtiyath wajib hendaknya dia bersedekah dan diniatkan dari</w:t>
      </w:r>
    </w:p>
    <w:p w:rsidR="00E84FED" w:rsidRDefault="00E84FED" w:rsidP="00E84FED">
      <w:pPr>
        <w:pStyle w:val="libNormal"/>
      </w:pPr>
      <w:r>
        <w:t>pemilik barang.</w:t>
      </w:r>
    </w:p>
    <w:p w:rsidR="00E84FED" w:rsidRDefault="00E84FED" w:rsidP="00E84FED">
      <w:pPr>
        <w:pStyle w:val="libNormal"/>
      </w:pPr>
      <w:r>
        <w:t>b. Jika terdapat tanda-tanda atau alamat:</w:t>
      </w:r>
    </w:p>
    <w:p w:rsidR="00E84FED" w:rsidRDefault="00E84FED" w:rsidP="00E84FED">
      <w:pPr>
        <w:pStyle w:val="libNormal"/>
      </w:pPr>
      <w:r>
        <w:t>1) Nilai barang kuran</w:t>
      </w:r>
      <w:r w:rsidR="000749B9">
        <w:t>g dari 6/12 nukhud logam perak:</w:t>
      </w:r>
      <w:r w:rsidR="000749B9" w:rsidRPr="000749B9">
        <w:rPr>
          <w:rStyle w:val="libFootnotenumChar"/>
        </w:rPr>
        <w:footnoteReference w:id="599"/>
      </w:r>
    </w:p>
    <w:p w:rsidR="00E84FED" w:rsidRDefault="00E84FED" w:rsidP="00E84FED">
      <w:pPr>
        <w:pStyle w:val="libNormal"/>
      </w:pPr>
      <w:r>
        <w:t>§ Pemiliknya diketahui, maka dia harus me-nyerahkan kepadanya.</w:t>
      </w:r>
    </w:p>
    <w:p w:rsidR="00E84FED" w:rsidRDefault="00E84FED" w:rsidP="00E84FED">
      <w:pPr>
        <w:pStyle w:val="libNormal"/>
      </w:pPr>
      <w:r>
        <w:t>§ Pemiliknya tidak diketahui, maka dia bisa memilikinya.</w:t>
      </w:r>
    </w:p>
    <w:p w:rsidR="00E84FED" w:rsidRDefault="00E84FED" w:rsidP="00E84FED">
      <w:pPr>
        <w:pStyle w:val="libNormal"/>
      </w:pPr>
      <w:r>
        <w:t>2) Nilai barang sebesar 6/12 nukhud logam perak, maka dia harus mengumumkan sampai</w:t>
      </w:r>
    </w:p>
    <w:p w:rsidR="00E84FED" w:rsidRDefault="00E84FED" w:rsidP="00E84FED">
      <w:pPr>
        <w:pStyle w:val="libNormal"/>
      </w:pPr>
      <w:r>
        <w:t>setahun. Ketika itu, jika pemiliknya ditemukan, maka dia harus menyerahkan barang</w:t>
      </w:r>
    </w:p>
    <w:p w:rsidR="00E84FED" w:rsidRDefault="00E84FED" w:rsidP="00E84FED">
      <w:pPr>
        <w:pStyle w:val="libNormal"/>
      </w:pPr>
      <w:r>
        <w:t>itu kepadanya. Na-mun, jika pemiliknya tidak ditemukan, maka:</w:t>
      </w:r>
    </w:p>
    <w:p w:rsidR="00E84FED" w:rsidRDefault="00E84FED" w:rsidP="00E84FED">
      <w:pPr>
        <w:pStyle w:val="libNormal"/>
      </w:pPr>
      <w:r>
        <w:t>§ Dia bisa memiliki barang tersebut.</w:t>
      </w:r>
    </w:p>
    <w:p w:rsidR="00E84FED" w:rsidRDefault="00E84FED" w:rsidP="00E84FED">
      <w:pPr>
        <w:pStyle w:val="libNormal"/>
      </w:pPr>
      <w:r>
        <w:t>§ Dia menyimpannya sampai pemiliknya dite-mukan.</w:t>
      </w:r>
    </w:p>
    <w:p w:rsidR="00E84FED" w:rsidRDefault="00E84FED" w:rsidP="00054EE1">
      <w:pPr>
        <w:pStyle w:val="libNormal"/>
      </w:pPr>
      <w:r>
        <w:t>§ Menurut ihtiyath m</w:t>
      </w:r>
      <w:r w:rsidR="00054EE1">
        <w:t xml:space="preserve">ustahab, dia bersede-kah dengan </w:t>
      </w:r>
      <w:r>
        <w:t>niat dari pemilik barang</w:t>
      </w:r>
      <w:r w:rsidR="00054EE1">
        <w:t xml:space="preserve"> </w:t>
      </w:r>
      <w:r w:rsidR="000749B9">
        <w:t>tersebut.</w:t>
      </w:r>
      <w:r w:rsidR="000749B9" w:rsidRPr="000749B9">
        <w:rPr>
          <w:rStyle w:val="libFootnotenumChar"/>
        </w:rPr>
        <w:footnoteReference w:id="600"/>
      </w:r>
    </w:p>
    <w:p w:rsidR="00E84FED" w:rsidRDefault="00E84FED" w:rsidP="00054EE1">
      <w:pPr>
        <w:pStyle w:val="libNormal"/>
      </w:pPr>
      <w:r>
        <w:t>4. Dalam masalah pengumuman untuk menemukan pemilik barang temuan, hendaknya</w:t>
      </w:r>
      <w:r w:rsidR="00054EE1">
        <w:t xml:space="preserve"> </w:t>
      </w:r>
      <w:r>
        <w:t xml:space="preserve">diumumkan setiap hari sekali sampai seminggu, setelah itu diumumkan </w:t>
      </w:r>
      <w:r>
        <w:lastRenderedPageBreak/>
        <w:t>sekali dalam</w:t>
      </w:r>
      <w:r w:rsidR="00054EE1">
        <w:t xml:space="preserve"> </w:t>
      </w:r>
      <w:r>
        <w:t>seminggu sampai setahun lamanya di tempat berkumpulnya masyarakat seperti pasar dan</w:t>
      </w:r>
      <w:r w:rsidR="00054EE1">
        <w:t xml:space="preserve"> </w:t>
      </w:r>
      <w:r w:rsidR="000749B9">
        <w:t>tempat salat jamaah.</w:t>
      </w:r>
      <w:r w:rsidR="000749B9" w:rsidRPr="000749B9">
        <w:rPr>
          <w:rStyle w:val="libFootnotenumChar"/>
        </w:rPr>
        <w:footnoteReference w:id="601"/>
      </w:r>
      <w:r w:rsidR="000749B9">
        <w:t xml:space="preserve">. </w:t>
      </w:r>
      <w:r w:rsidR="000749B9" w:rsidRPr="000749B9">
        <w:rPr>
          <w:rStyle w:val="libFootnotenumChar"/>
        </w:rPr>
        <w:footnoteReference w:id="602"/>
      </w:r>
    </w:p>
    <w:p w:rsidR="00E84FED" w:rsidRDefault="00E84FED" w:rsidP="00E84FED">
      <w:pPr>
        <w:pStyle w:val="libNormal"/>
      </w:pPr>
      <w:r>
        <w:t>5. Berdasarkan ihtiyath wajib harus diumumkan langsung dan tidak bol</w:t>
      </w:r>
      <w:r w:rsidR="000749B9">
        <w:t>eh ditunda.</w:t>
      </w:r>
      <w:r w:rsidR="000749B9" w:rsidRPr="000749B9">
        <w:rPr>
          <w:rStyle w:val="libFootnotenumChar"/>
        </w:rPr>
        <w:footnoteReference w:id="603"/>
      </w:r>
    </w:p>
    <w:p w:rsidR="00E84FED" w:rsidRDefault="00E84FED" w:rsidP="00054EE1">
      <w:pPr>
        <w:pStyle w:val="libNormal"/>
      </w:pPr>
      <w:r>
        <w:t>6. Jika tahu bahwa pengumuman itu tidak ada faedahnya atau sudah putus asa dari usaha</w:t>
      </w:r>
      <w:r w:rsidR="00054EE1">
        <w:t xml:space="preserve"> </w:t>
      </w:r>
      <w:r>
        <w:t>menemukan pemilik-nya</w:t>
      </w:r>
      <w:r w:rsidR="000749B9">
        <w:t>, maka tidak perlu mengumumkan.</w:t>
      </w:r>
      <w:r w:rsidR="000749B9" w:rsidRPr="000749B9">
        <w:rPr>
          <w:rStyle w:val="libFootnotenumChar"/>
        </w:rPr>
        <w:footnoteReference w:id="604"/>
      </w:r>
    </w:p>
    <w:p w:rsidR="00E84FED" w:rsidRDefault="00E84FED" w:rsidP="00054EE1">
      <w:pPr>
        <w:pStyle w:val="libNormal"/>
      </w:pPr>
      <w:r>
        <w:t>7. Jika anak kecil belum baligh menemukan sesuatu maka walinya (ayah atau kakeknya) harus</w:t>
      </w:r>
      <w:r w:rsidR="00054EE1">
        <w:t xml:space="preserve"> </w:t>
      </w:r>
      <w:r>
        <w:t>mengumumkan-n</w:t>
      </w:r>
      <w:r w:rsidR="000749B9">
        <w:t xml:space="preserve">ya. </w:t>
      </w:r>
      <w:r w:rsidR="000749B9" w:rsidRPr="000749B9">
        <w:rPr>
          <w:rStyle w:val="libFootnotenumChar"/>
        </w:rPr>
        <w:footnoteReference w:id="605"/>
      </w:r>
      <w:r w:rsidR="000749B9">
        <w:t xml:space="preserve">. </w:t>
      </w:r>
      <w:r w:rsidR="000749B9" w:rsidRPr="000749B9">
        <w:rPr>
          <w:rStyle w:val="libFootnotenumChar"/>
        </w:rPr>
        <w:footnoteReference w:id="606"/>
      </w:r>
    </w:p>
    <w:p w:rsidR="000275E5" w:rsidRDefault="000275E5" w:rsidP="00E84FED">
      <w:pPr>
        <w:pStyle w:val="libNormal"/>
      </w:pPr>
    </w:p>
    <w:p w:rsidR="00E84FED" w:rsidRDefault="00E84FED" w:rsidP="000275E5">
      <w:pPr>
        <w:pStyle w:val="Heading2"/>
      </w:pPr>
      <w:bookmarkStart w:id="446" w:name="_Toc422656941"/>
      <w:r>
        <w:t>Kehilangan Sepatu</w:t>
      </w:r>
      <w:bookmarkEnd w:id="446"/>
    </w:p>
    <w:p w:rsidR="000275E5" w:rsidRDefault="000275E5" w:rsidP="00E84FED">
      <w:pPr>
        <w:pStyle w:val="libNormal"/>
      </w:pPr>
    </w:p>
    <w:p w:rsidR="00E84FED" w:rsidRDefault="00E84FED" w:rsidP="00054EE1">
      <w:pPr>
        <w:pStyle w:val="libNormal"/>
      </w:pPr>
      <w:r>
        <w:t>Jika seseorang kehilangan sepatu atau alas kaki lantaran dibawa-pergi oleh orang lain sehingga</w:t>
      </w:r>
      <w:r w:rsidR="00054EE1">
        <w:t xml:space="preserve"> </w:t>
      </w:r>
      <w:r>
        <w:t>yang tertinggal adalah sepatu orang lain itu. Di sini terdapat beberapa masalah:</w:t>
      </w:r>
    </w:p>
    <w:p w:rsidR="00E84FED" w:rsidRDefault="00E84FED" w:rsidP="00E84FED">
      <w:pPr>
        <w:pStyle w:val="libNormal"/>
      </w:pPr>
      <w:r>
        <w:t xml:space="preserve">1. Dia tahu bahwa sepatu yang tertinggal adalah milik </w:t>
      </w:r>
      <w:r w:rsidR="000275E5">
        <w:t>orang pembawa-pergi</w:t>
      </w:r>
      <w:r w:rsidR="000275E5" w:rsidRPr="000275E5">
        <w:rPr>
          <w:rStyle w:val="libFootnotenumChar"/>
        </w:rPr>
        <w:footnoteReference w:id="607"/>
      </w:r>
      <w:r>
        <w:t xml:space="preserve"> sepatunya. Maka,</w:t>
      </w:r>
    </w:p>
    <w:p w:rsidR="00E84FED" w:rsidRDefault="00E84FED" w:rsidP="00E84FED">
      <w:pPr>
        <w:pStyle w:val="libNormal"/>
      </w:pPr>
      <w:r>
        <w:lastRenderedPageBreak/>
        <w:t>jika dia putus asa dari menemukan orang pemakai atau susah mene-mukannya, dia bisa</w:t>
      </w:r>
    </w:p>
    <w:p w:rsidR="00E84FED" w:rsidRDefault="00E84FED" w:rsidP="00E84FED">
      <w:pPr>
        <w:pStyle w:val="libNormal"/>
      </w:pPr>
      <w:r>
        <w:t>mengambil sepatu tersebut sebagai ganti sepatunya sendiri. Akan tetapi, jika sepatu itu lebih</w:t>
      </w:r>
    </w:p>
    <w:p w:rsidR="00DA7D9F" w:rsidRDefault="00E84FED" w:rsidP="00DA7D9F">
      <w:pPr>
        <w:pStyle w:val="libNormal"/>
      </w:pPr>
      <w:r>
        <w:t>mahal harganya dari sepatunya sendiri sedangkan dia sudah putus asa dari menemukan</w:t>
      </w:r>
      <w:r w:rsidR="00054EE1">
        <w:t xml:space="preserve"> </w:t>
      </w:r>
      <w:r w:rsidR="00DA7D9F">
        <w:t>pemiliknya, maka dengan izin pemimpin syar’i dia harus bersedekah kepada fakir dengan</w:t>
      </w:r>
    </w:p>
    <w:p w:rsidR="00DA7D9F" w:rsidRDefault="00DA7D9F" w:rsidP="00DA7D9F">
      <w:pPr>
        <w:pStyle w:val="libNormal"/>
      </w:pPr>
      <w:r>
        <w:t>meniatkan (sedekah itu) dari pemilik sepatu tersebut.</w:t>
      </w:r>
    </w:p>
    <w:p w:rsidR="00DA7D9F" w:rsidRDefault="00DA7D9F" w:rsidP="00DA7D9F">
      <w:pPr>
        <w:pStyle w:val="libNormal"/>
      </w:pPr>
      <w:r>
        <w:t>2. Dia mengira sepertinya sepatu yang tertinggal bukan milik orang pembawa-pergi sepatunya.</w:t>
      </w:r>
    </w:p>
    <w:p w:rsidR="00DA7D9F" w:rsidRDefault="00DA7D9F" w:rsidP="00DA7D9F">
      <w:pPr>
        <w:pStyle w:val="libNormal"/>
      </w:pPr>
      <w:r>
        <w:t>Nah, jika dia (yang kehilangan sepatu) mengambil sepatu tersebut, maka dia wajib mencari</w:t>
      </w:r>
    </w:p>
    <w:p w:rsidR="00DA7D9F" w:rsidRDefault="00DA7D9F" w:rsidP="00DA7D9F">
      <w:pPr>
        <w:pStyle w:val="libNormal"/>
      </w:pPr>
      <w:r>
        <w:t>pemilik sepatu tersebut.</w:t>
      </w:r>
      <w:r w:rsidRPr="00DA7D9F">
        <w:rPr>
          <w:rStyle w:val="libFootnotenumChar"/>
        </w:rPr>
        <w:footnoteReference w:id="608"/>
      </w:r>
      <w:r>
        <w:t xml:space="preserve"> Dan jika dia sudah putus asa dari menemukan pemilik sepatu, maka</w:t>
      </w:r>
    </w:p>
    <w:p w:rsidR="00DA7D9F" w:rsidRDefault="00DA7D9F" w:rsidP="00DA7D9F">
      <w:pPr>
        <w:pStyle w:val="libNormal"/>
      </w:pPr>
      <w:r>
        <w:t>dia bisa bersedekah kepada fakir dengan meniatkan sedekahnya dari pemilik sepatu tersebut.</w:t>
      </w:r>
    </w:p>
    <w:p w:rsidR="00DA7D9F" w:rsidRDefault="00DA7D9F" w:rsidP="00DA7D9F">
      <w:pPr>
        <w:pStyle w:val="libNormal"/>
      </w:pPr>
      <w:r>
        <w:t>Akan tetapi, sebaiknya dia tidak menyentuh (meng-ambil) sepatu tersebut.</w:t>
      </w:r>
      <w:r w:rsidRPr="00DA7D9F">
        <w:rPr>
          <w:rStyle w:val="libFootnotenumChar"/>
        </w:rPr>
        <w:footnoteReference w:id="609"/>
      </w:r>
    </w:p>
    <w:p w:rsidR="00FD3118" w:rsidRDefault="00FD3118" w:rsidP="00DA7D9F">
      <w:pPr>
        <w:pStyle w:val="libNormal"/>
      </w:pPr>
    </w:p>
    <w:p w:rsidR="00DA7D9F" w:rsidRDefault="00DA7D9F" w:rsidP="00FD3118">
      <w:pPr>
        <w:pStyle w:val="Heading2"/>
      </w:pPr>
      <w:bookmarkStart w:id="447" w:name="_Toc422656942"/>
      <w:r>
        <w:t>Kesimpulan Pelajaran</w:t>
      </w:r>
      <w:bookmarkEnd w:id="447"/>
    </w:p>
    <w:p w:rsidR="00FD3118" w:rsidRDefault="00FD3118" w:rsidP="00DA7D9F">
      <w:pPr>
        <w:pStyle w:val="libNormal"/>
      </w:pPr>
    </w:p>
    <w:p w:rsidR="00DA7D9F" w:rsidRDefault="00DA7D9F" w:rsidP="00DA7D9F">
      <w:pPr>
        <w:pStyle w:val="libNormal"/>
      </w:pPr>
      <w:r>
        <w:t>1. Orang yang meminjam barang harus menjaganya de-ngan baik.</w:t>
      </w:r>
    </w:p>
    <w:p w:rsidR="00DA7D9F" w:rsidRDefault="00DA7D9F" w:rsidP="00DA7D9F">
      <w:pPr>
        <w:pStyle w:val="libNormal"/>
      </w:pPr>
      <w:r>
        <w:t>2. Jika teledor menjaga barang pinjaman dan terjadi kerusakan atau hilang, dia harus</w:t>
      </w:r>
    </w:p>
    <w:p w:rsidR="00DA7D9F" w:rsidRDefault="00DA7D9F" w:rsidP="00DA7D9F">
      <w:pPr>
        <w:pStyle w:val="libNormal"/>
      </w:pPr>
      <w:r>
        <w:t>bertanggung jawab.</w:t>
      </w:r>
    </w:p>
    <w:p w:rsidR="00DA7D9F" w:rsidRDefault="00DA7D9F" w:rsidP="00DA7D9F">
      <w:pPr>
        <w:pStyle w:val="libNormal"/>
      </w:pPr>
      <w:r>
        <w:t>3. Sedekah sunah juga halal untuk sayyid, sekalipun zakat selain sayyid bagi mereka adalah</w:t>
      </w:r>
    </w:p>
    <w:p w:rsidR="00DA7D9F" w:rsidRDefault="00DA7D9F" w:rsidP="00DA7D9F">
      <w:pPr>
        <w:pStyle w:val="libNormal"/>
      </w:pPr>
      <w:r>
        <w:t>haram.</w:t>
      </w:r>
    </w:p>
    <w:p w:rsidR="00DA7D9F" w:rsidRDefault="00DA7D9F" w:rsidP="00DA7D9F">
      <w:pPr>
        <w:pStyle w:val="libNormal"/>
      </w:pPr>
      <w:r>
        <w:t>4. Sebaiknya, sedekah diberikan secara diam-diam, kecuali jika ingin memberi semangat kepada</w:t>
      </w:r>
    </w:p>
    <w:p w:rsidR="00DA7D9F" w:rsidRDefault="00DA7D9F" w:rsidP="00DA7D9F">
      <w:pPr>
        <w:pStyle w:val="libNormal"/>
      </w:pPr>
      <w:r>
        <w:t>orang lain.</w:t>
      </w:r>
    </w:p>
    <w:p w:rsidR="00DA7D9F" w:rsidRDefault="00DA7D9F" w:rsidP="00DA7D9F">
      <w:pPr>
        <w:pStyle w:val="libNormal"/>
      </w:pPr>
      <w:r>
        <w:lastRenderedPageBreak/>
        <w:t>5. Mengemis dan menolak pengemis adalah makruh.</w:t>
      </w:r>
    </w:p>
    <w:p w:rsidR="00DA7D9F" w:rsidRDefault="00DA7D9F" w:rsidP="00DA7D9F">
      <w:pPr>
        <w:pStyle w:val="libNormal"/>
      </w:pPr>
      <w:r>
        <w:t>6. Memungut barang temuan adalah makruh.</w:t>
      </w:r>
    </w:p>
    <w:p w:rsidR="00DA7D9F" w:rsidRDefault="00DA7D9F" w:rsidP="00DA7D9F">
      <w:pPr>
        <w:pStyle w:val="libNormal"/>
      </w:pPr>
      <w:r>
        <w:t>7. Jika menemukan sesuatu dan mengambilnya, maka ia harus mengembalikan kepada</w:t>
      </w:r>
    </w:p>
    <w:p w:rsidR="00DA7D9F" w:rsidRDefault="00DA7D9F" w:rsidP="00DA7D9F">
      <w:pPr>
        <w:pStyle w:val="libNormal"/>
      </w:pPr>
      <w:r>
        <w:t>pemiliknya.</w:t>
      </w:r>
    </w:p>
    <w:p w:rsidR="00DA7D9F" w:rsidRDefault="00DA7D9F" w:rsidP="00DA7D9F">
      <w:pPr>
        <w:pStyle w:val="libNormal"/>
      </w:pPr>
      <w:r>
        <w:t>8. Jika menemukan sesuatu dan mengambilnya, namun pemiliknya tidak diketahui dan nilai</w:t>
      </w:r>
    </w:p>
    <w:p w:rsidR="00DA7D9F" w:rsidRDefault="00DA7D9F" w:rsidP="00DA7D9F">
      <w:pPr>
        <w:pStyle w:val="libNormal"/>
      </w:pPr>
      <w:r>
        <w:t>barang tersebut kurang dari satu dirha</w:t>
      </w:r>
      <w:r w:rsidR="003579A6">
        <w:t>m</w:t>
      </w:r>
      <w:r w:rsidR="003579A6" w:rsidRPr="003579A6">
        <w:rPr>
          <w:rStyle w:val="libFootnotenumChar"/>
        </w:rPr>
        <w:footnoteReference w:id="610"/>
      </w:r>
      <w:r>
        <w:t>, maka dia bisa memilikinya.</w:t>
      </w:r>
    </w:p>
    <w:p w:rsidR="00DA7D9F" w:rsidRDefault="00DA7D9F" w:rsidP="00DA7D9F">
      <w:pPr>
        <w:pStyle w:val="libNormal"/>
      </w:pPr>
      <w:r>
        <w:t>9. Jika nilai barang temuan itu lebih dari satu dirham dan ada tanda-tandanya sehingga</w:t>
      </w:r>
    </w:p>
    <w:p w:rsidR="00DA7D9F" w:rsidRDefault="00DA7D9F" w:rsidP="00DA7D9F">
      <w:pPr>
        <w:pStyle w:val="libNormal"/>
      </w:pPr>
      <w:r>
        <w:t>pemiliknya dapat ditemu-kan, maka hendaknya mengumumkannya sampai satu tahun.</w:t>
      </w:r>
    </w:p>
    <w:p w:rsidR="00DA7D9F" w:rsidRDefault="00DA7D9F" w:rsidP="00DA7D9F">
      <w:pPr>
        <w:pStyle w:val="libNormal"/>
      </w:pPr>
      <w:r>
        <w:t>10. Jika dia tahu bahwa pengumuman tidak ada gunanya atau putus asa dari menemukan</w:t>
      </w:r>
    </w:p>
    <w:p w:rsidR="00DA7D9F" w:rsidRDefault="00DA7D9F" w:rsidP="00DA7D9F">
      <w:pPr>
        <w:pStyle w:val="libNormal"/>
      </w:pPr>
      <w:r>
        <w:t>pemiliknya, maka dia tidak perlu mengumumkannya.</w:t>
      </w:r>
    </w:p>
    <w:p w:rsidR="00DA7D9F" w:rsidRDefault="00DA7D9F" w:rsidP="00DA7D9F">
      <w:pPr>
        <w:pStyle w:val="libNormal"/>
      </w:pPr>
      <w:r>
        <w:t>11. Jika anak belum baligh menemukan sesuatu, maka walinya harus mengumumkannya.</w:t>
      </w:r>
    </w:p>
    <w:p w:rsidR="00DA7D9F" w:rsidRDefault="00DA7D9F" w:rsidP="00DA7D9F">
      <w:pPr>
        <w:pStyle w:val="libNormal"/>
      </w:pPr>
      <w:r>
        <w:t>12. Jika sepatu seseorang dibawa-pergi orang lain dan dia tahu bahwa sepatu yang tertinggal</w:t>
      </w:r>
    </w:p>
    <w:p w:rsidR="00DA7D9F" w:rsidRDefault="00DA7D9F" w:rsidP="00DA7D9F">
      <w:pPr>
        <w:pStyle w:val="libNormal"/>
      </w:pPr>
      <w:r>
        <w:t>adalah milik orang yang membawa-pergi sepatunya, maka dia bisa meng-ambil sepatu</w:t>
      </w:r>
    </w:p>
    <w:p w:rsidR="00DA7D9F" w:rsidRDefault="00DA7D9F" w:rsidP="00DA7D9F">
      <w:pPr>
        <w:pStyle w:val="libNormal"/>
      </w:pPr>
      <w:r>
        <w:t>tersebut sebagai ganti sepatunya sendiri.</w:t>
      </w:r>
    </w:p>
    <w:p w:rsidR="00FD3118" w:rsidRDefault="00FD3118" w:rsidP="00DA7D9F">
      <w:pPr>
        <w:pStyle w:val="libNormal"/>
      </w:pPr>
    </w:p>
    <w:p w:rsidR="00DA7D9F" w:rsidRDefault="00DA7D9F" w:rsidP="00FD3118">
      <w:pPr>
        <w:pStyle w:val="Heading2"/>
      </w:pPr>
      <w:bookmarkStart w:id="448" w:name="_Toc422656943"/>
      <w:r>
        <w:t>Pertanyaan:</w:t>
      </w:r>
      <w:bookmarkEnd w:id="448"/>
    </w:p>
    <w:p w:rsidR="00FD3118" w:rsidRDefault="00FD3118" w:rsidP="00DA7D9F">
      <w:pPr>
        <w:pStyle w:val="libNormal"/>
      </w:pPr>
    </w:p>
    <w:p w:rsidR="00DA7D9F" w:rsidRDefault="00DA7D9F" w:rsidP="00DA7D9F">
      <w:pPr>
        <w:pStyle w:val="libNormal"/>
      </w:pPr>
      <w:r>
        <w:t>1. Jelaskan maksud dari perpinjaman dan perbedaannya dengan amanat!</w:t>
      </w:r>
    </w:p>
    <w:p w:rsidR="00DA7D9F" w:rsidRDefault="00DA7D9F" w:rsidP="00DA7D9F">
      <w:pPr>
        <w:pStyle w:val="libNormal"/>
      </w:pPr>
      <w:r>
        <w:t>2. Jika barang pinjaman mengalami keruskan, maka dalam kondisi apakah peminjam yang tidak</w:t>
      </w:r>
    </w:p>
    <w:p w:rsidR="00DA7D9F" w:rsidRDefault="00DA7D9F" w:rsidP="00DA7D9F">
      <w:pPr>
        <w:pStyle w:val="libNormal"/>
      </w:pPr>
      <w:r>
        <w:t>teledor dalam menjaganya tetap harus menanggung kerusakan ter-sebut?</w:t>
      </w:r>
    </w:p>
    <w:p w:rsidR="00DA7D9F" w:rsidRDefault="00DA7D9F" w:rsidP="00DA7D9F">
      <w:pPr>
        <w:pStyle w:val="libNormal"/>
      </w:pPr>
      <w:r>
        <w:t>3. Apa hukum mengambil kembali sedekah?</w:t>
      </w:r>
    </w:p>
    <w:p w:rsidR="00DA7D9F" w:rsidRDefault="00DA7D9F" w:rsidP="00DA7D9F">
      <w:pPr>
        <w:pStyle w:val="libNormal"/>
      </w:pPr>
      <w:r>
        <w:lastRenderedPageBreak/>
        <w:t>4. Apa hukum bersedekah kepada selain Muslim yang ter-timpa bencana gempa?</w:t>
      </w:r>
    </w:p>
    <w:p w:rsidR="00DD2469" w:rsidRDefault="00DA7D9F" w:rsidP="00DA7D9F">
      <w:pPr>
        <w:pStyle w:val="libNormal"/>
      </w:pPr>
      <w:r>
        <w:t>5. Apa tugas seseorang yang menemukan buku di sekolah?</w:t>
      </w:r>
    </w:p>
    <w:p w:rsidR="00DD2469" w:rsidRPr="00DD2469" w:rsidRDefault="00DD2469">
      <w:r>
        <w:br w:type="page"/>
      </w:r>
    </w:p>
    <w:p w:rsidR="00AE7D29" w:rsidRDefault="00AE7D29" w:rsidP="00AE7D29">
      <w:pPr>
        <w:pStyle w:val="Heading1Center"/>
      </w:pPr>
      <w:bookmarkStart w:id="449" w:name="_Toc422656944"/>
      <w:r>
        <w:lastRenderedPageBreak/>
        <w:t>Pelajaran 42</w:t>
      </w:r>
      <w:bookmarkEnd w:id="449"/>
    </w:p>
    <w:p w:rsidR="00AE7D29" w:rsidRDefault="00AE7D29" w:rsidP="00AE7D29">
      <w:pPr>
        <w:pStyle w:val="Heading1Center"/>
      </w:pPr>
      <w:bookmarkStart w:id="450" w:name="_Toc422656945"/>
      <w:r>
        <w:t>MAKANDANMINUM</w:t>
      </w:r>
      <w:bookmarkEnd w:id="450"/>
    </w:p>
    <w:p w:rsidR="00AE7D29" w:rsidRDefault="00AE7D29" w:rsidP="00AE7D29">
      <w:pPr>
        <w:pStyle w:val="libNormal"/>
      </w:pPr>
    </w:p>
    <w:p w:rsidR="00AE7D29" w:rsidRDefault="00AE7D29" w:rsidP="00AE7D29">
      <w:pPr>
        <w:pStyle w:val="libNormal"/>
      </w:pPr>
      <w:r>
        <w:t>Allah Swt. telah menghamparkan alam yang indah, men-ciptakan berbagai macam binatang dan</w:t>
      </w:r>
    </w:p>
    <w:p w:rsidR="00AE7D29" w:rsidRDefault="00AE7D29" w:rsidP="00AE7D29">
      <w:pPr>
        <w:pStyle w:val="libNormal"/>
      </w:pPr>
      <w:r>
        <w:t>buah-buahan serta sayur-sayuran untuk manusia supaya mereka dapat me-manfaatkannya</w:t>
      </w:r>
    </w:p>
    <w:p w:rsidR="00AE7D29" w:rsidRDefault="00AE7D29" w:rsidP="00AE7D29">
      <w:pPr>
        <w:pStyle w:val="libNormal"/>
      </w:pPr>
      <w:r>
        <w:t>sebagai makanan, minuman, pakaian dan tempat tinggal serta kebutuhan-kebutuhan lainnya.</w:t>
      </w:r>
    </w:p>
    <w:p w:rsidR="00AE7D29" w:rsidRDefault="00AE7D29" w:rsidP="00AE7D29">
      <w:pPr>
        <w:pStyle w:val="libNormal"/>
      </w:pPr>
      <w:r>
        <w:t>Akan tetapi, semua ini tidak lepas dari peraturan dan undang-undang agama guna menjaga jiwa</w:t>
      </w:r>
    </w:p>
    <w:p w:rsidR="00AE7D29" w:rsidRDefault="00AE7D29" w:rsidP="00AE7D29">
      <w:pPr>
        <w:pStyle w:val="libNormal"/>
      </w:pPr>
      <w:r>
        <w:t>manusia, baik dari sisi keselamatan jasmani maupun rohani, dan guna menjaga keutuhan generasi</w:t>
      </w:r>
    </w:p>
    <w:p w:rsidR="00AE7D29" w:rsidRDefault="00AE7D29" w:rsidP="00AE7D29">
      <w:pPr>
        <w:pStyle w:val="libNormal"/>
      </w:pPr>
      <w:r>
        <w:t>mereka dan menghormati hak-hak orang lain.</w:t>
      </w:r>
    </w:p>
    <w:p w:rsidR="00AE7D29" w:rsidRDefault="00AE7D29" w:rsidP="00AE7D29">
      <w:pPr>
        <w:pStyle w:val="libNormal"/>
      </w:pPr>
      <w:r>
        <w:t>Pada pelajaran ini kami akan membahas sebagian yang berkaitan dengan masalah makanan</w:t>
      </w:r>
    </w:p>
    <w:p w:rsidR="00AE7D29" w:rsidRDefault="00AE7D29" w:rsidP="00AE7D29">
      <w:pPr>
        <w:pStyle w:val="libNormal"/>
      </w:pPr>
      <w:r>
        <w:t>dan minuman.</w:t>
      </w:r>
    </w:p>
    <w:p w:rsidR="0062392E" w:rsidRDefault="0062392E" w:rsidP="00AE7D29">
      <w:pPr>
        <w:pStyle w:val="libNormal"/>
      </w:pPr>
    </w:p>
    <w:p w:rsidR="00AE7D29" w:rsidRDefault="00AE7D29" w:rsidP="0062392E">
      <w:pPr>
        <w:pStyle w:val="Heading2"/>
      </w:pPr>
      <w:bookmarkStart w:id="451" w:name="_Toc422656946"/>
      <w:r>
        <w:t>Macam-macam makanan</w:t>
      </w:r>
      <w:bookmarkEnd w:id="451"/>
    </w:p>
    <w:p w:rsidR="0062392E" w:rsidRDefault="0062392E" w:rsidP="00AE7D29">
      <w:pPr>
        <w:pStyle w:val="libNormal"/>
      </w:pPr>
    </w:p>
    <w:p w:rsidR="00AE7D29" w:rsidRDefault="00AE7D29" w:rsidP="00AE7D29">
      <w:pPr>
        <w:pStyle w:val="libNormal"/>
      </w:pPr>
      <w:r>
        <w:t>1. Tumbuh-tumbuhan</w:t>
      </w:r>
    </w:p>
    <w:p w:rsidR="00AE7D29" w:rsidRDefault="00AE7D29" w:rsidP="00AE7D29">
      <w:pPr>
        <w:pStyle w:val="libNormal"/>
      </w:pPr>
      <w:r>
        <w:t>a. Buah-buahan</w:t>
      </w:r>
    </w:p>
    <w:p w:rsidR="00AE7D29" w:rsidRDefault="00AE7D29" w:rsidP="00AE7D29">
      <w:pPr>
        <w:pStyle w:val="libNormal"/>
      </w:pPr>
      <w:r>
        <w:t>b. Sayur-sayuran</w:t>
      </w:r>
    </w:p>
    <w:p w:rsidR="00AE7D29" w:rsidRDefault="00AE7D29" w:rsidP="00AE7D29">
      <w:pPr>
        <w:pStyle w:val="libNormal"/>
      </w:pPr>
      <w:r>
        <w:t>2. Binatang</w:t>
      </w:r>
    </w:p>
    <w:p w:rsidR="00AE7D29" w:rsidRDefault="00AE7D29" w:rsidP="00AE7D29">
      <w:pPr>
        <w:pStyle w:val="libNormal"/>
      </w:pPr>
      <w:r>
        <w:t>a. Binatang berkaki empat</w:t>
      </w:r>
    </w:p>
    <w:p w:rsidR="00AE7D29" w:rsidRDefault="00AE7D29" w:rsidP="00AE7D29">
      <w:pPr>
        <w:pStyle w:val="libNormal"/>
      </w:pPr>
      <w:r>
        <w:t>§ Binatang ternak</w:t>
      </w:r>
    </w:p>
    <w:p w:rsidR="00AE7D29" w:rsidRDefault="00AE7D29" w:rsidP="00AE7D29">
      <w:pPr>
        <w:pStyle w:val="libNormal"/>
      </w:pPr>
      <w:r>
        <w:t>§ Binatang liar</w:t>
      </w:r>
    </w:p>
    <w:p w:rsidR="00AE7D29" w:rsidRDefault="00AE7D29" w:rsidP="00AE7D29">
      <w:pPr>
        <w:pStyle w:val="libNormal"/>
      </w:pPr>
      <w:r>
        <w:t>b. Binatang unggas.</w:t>
      </w:r>
    </w:p>
    <w:p w:rsidR="00AE7D29" w:rsidRDefault="00AE7D29" w:rsidP="00AE7D29">
      <w:pPr>
        <w:pStyle w:val="libNormal"/>
      </w:pPr>
      <w:r>
        <w:t>c. Binatang air.</w:t>
      </w:r>
    </w:p>
    <w:p w:rsidR="0062392E" w:rsidRDefault="0062392E" w:rsidP="00AE7D29">
      <w:pPr>
        <w:pStyle w:val="libNormal"/>
      </w:pPr>
    </w:p>
    <w:p w:rsidR="00AE7D29" w:rsidRDefault="0062392E" w:rsidP="0062392E">
      <w:pPr>
        <w:pStyle w:val="Heading2"/>
      </w:pPr>
      <w:bookmarkStart w:id="452" w:name="_Toc422656947"/>
      <w:r>
        <w:lastRenderedPageBreak/>
        <w:t>Hukum-hukum Makanan</w:t>
      </w:r>
      <w:r w:rsidRPr="0062392E">
        <w:rPr>
          <w:rStyle w:val="libFootnotenumChar"/>
        </w:rPr>
        <w:footnoteReference w:id="611"/>
      </w:r>
      <w:bookmarkEnd w:id="452"/>
    </w:p>
    <w:p w:rsidR="0062392E" w:rsidRDefault="0062392E" w:rsidP="00AE7D29">
      <w:pPr>
        <w:pStyle w:val="libNormal"/>
      </w:pPr>
    </w:p>
    <w:p w:rsidR="00AE7D29" w:rsidRDefault="00AE7D29" w:rsidP="00D63CC4">
      <w:pPr>
        <w:pStyle w:val="Heading3"/>
      </w:pPr>
      <w:bookmarkStart w:id="453" w:name="_Toc422656948"/>
      <w:r>
        <w:t>· Makanan dari Macam Tumbuhan</w:t>
      </w:r>
      <w:bookmarkEnd w:id="453"/>
    </w:p>
    <w:p w:rsidR="00AE7D29" w:rsidRDefault="00AE7D29" w:rsidP="00AE7D29">
      <w:pPr>
        <w:pStyle w:val="libNormal"/>
      </w:pPr>
      <w:r>
        <w:t>Semua buah-buahan dan sayur-sayuran adalah halal kecuali jika berbahaya untuk</w:t>
      </w:r>
    </w:p>
    <w:p w:rsidR="00AE7D29" w:rsidRDefault="00AE7D29" w:rsidP="00AE7D29">
      <w:pPr>
        <w:pStyle w:val="libNormal"/>
      </w:pPr>
      <w:r>
        <w:t>keselamatan badan.</w:t>
      </w:r>
    </w:p>
    <w:p w:rsidR="00D63CC4" w:rsidRDefault="00D63CC4" w:rsidP="00AE7D29">
      <w:pPr>
        <w:pStyle w:val="libNormal"/>
      </w:pPr>
    </w:p>
    <w:p w:rsidR="00AE7D29" w:rsidRDefault="00AE7D29" w:rsidP="00D63CC4">
      <w:pPr>
        <w:pStyle w:val="Heading3"/>
      </w:pPr>
      <w:bookmarkStart w:id="454" w:name="_Toc422656949"/>
      <w:r>
        <w:t>· Makanan dari Macam Binatang</w:t>
      </w:r>
      <w:bookmarkEnd w:id="454"/>
    </w:p>
    <w:p w:rsidR="00AE7D29" w:rsidRDefault="00AE7D29" w:rsidP="00566D30">
      <w:pPr>
        <w:pStyle w:val="Heading4"/>
      </w:pPr>
      <w:r>
        <w:t>1. Binatang berkaki empat</w:t>
      </w:r>
    </w:p>
    <w:p w:rsidR="00AE7D29" w:rsidRDefault="00AE7D29" w:rsidP="003B5A4D">
      <w:pPr>
        <w:pStyle w:val="Heading5"/>
      </w:pPr>
      <w:r>
        <w:t xml:space="preserve">1.1. Binatang </w:t>
      </w:r>
      <w:r w:rsidRPr="003B5A4D">
        <w:t>ternak</w:t>
      </w:r>
      <w:r>
        <w:t xml:space="preserve"> berkaki empat:</w:t>
      </w:r>
    </w:p>
    <w:p w:rsidR="00AE7D29" w:rsidRDefault="00AE7D29" w:rsidP="00AE7D29">
      <w:pPr>
        <w:pStyle w:val="libNormal"/>
      </w:pPr>
      <w:r>
        <w:t>a. Yang halal dagingnya:</w:t>
      </w:r>
    </w:p>
    <w:p w:rsidR="00AE7D29" w:rsidRDefault="00AE7D29" w:rsidP="00AE7D29">
      <w:pPr>
        <w:pStyle w:val="libNormal"/>
      </w:pPr>
      <w:r>
        <w:t>§ Segala jenis kambing atau domba.</w:t>
      </w:r>
    </w:p>
    <w:p w:rsidR="00AE7D29" w:rsidRDefault="00AE7D29" w:rsidP="00AE7D29">
      <w:pPr>
        <w:pStyle w:val="libNormal"/>
      </w:pPr>
      <w:r>
        <w:t>§ Sapi dan kerbau.</w:t>
      </w:r>
    </w:p>
    <w:p w:rsidR="00AE7D29" w:rsidRDefault="00AE7D29" w:rsidP="00AE7D29">
      <w:pPr>
        <w:pStyle w:val="libNormal"/>
      </w:pPr>
      <w:r>
        <w:t>§ Unta.</w:t>
      </w:r>
    </w:p>
    <w:p w:rsidR="00AE7D29" w:rsidRDefault="00AE7D29" w:rsidP="00AE7D29">
      <w:pPr>
        <w:pStyle w:val="libNormal"/>
      </w:pPr>
      <w:r>
        <w:t>b. Yang makruh dagingnya:</w:t>
      </w:r>
    </w:p>
    <w:p w:rsidR="00AE7D29" w:rsidRDefault="00AE7D29" w:rsidP="00AE7D29">
      <w:pPr>
        <w:pStyle w:val="libNormal"/>
      </w:pPr>
      <w:r>
        <w:t>§ Kuda.</w:t>
      </w:r>
    </w:p>
    <w:p w:rsidR="00AE7D29" w:rsidRDefault="00AE7D29" w:rsidP="00AE7D29">
      <w:pPr>
        <w:pStyle w:val="libNormal"/>
      </w:pPr>
      <w:r>
        <w:t>§ Bagal (hasil peranakan dari kuda dan ke-ledai).</w:t>
      </w:r>
    </w:p>
    <w:p w:rsidR="00AE7D29" w:rsidRDefault="00AE7D29" w:rsidP="00AE7D29">
      <w:pPr>
        <w:pStyle w:val="libNormal"/>
      </w:pPr>
      <w:r>
        <w:t>§ Keledai.</w:t>
      </w:r>
    </w:p>
    <w:p w:rsidR="00AE7D29" w:rsidRDefault="00AE7D29" w:rsidP="00AE7D29">
      <w:pPr>
        <w:pStyle w:val="libNormal"/>
      </w:pPr>
      <w:r>
        <w:t>c. Yang haram dagingnya:</w:t>
      </w:r>
    </w:p>
    <w:p w:rsidR="00AE7D29" w:rsidRDefault="00AE7D29" w:rsidP="00AE7D29">
      <w:pPr>
        <w:pStyle w:val="libNormal"/>
      </w:pPr>
      <w:r>
        <w:t>§ Anjing.</w:t>
      </w:r>
    </w:p>
    <w:p w:rsidR="00320F30" w:rsidRDefault="00AE7D29" w:rsidP="00AE7D29">
      <w:pPr>
        <w:pStyle w:val="libNormal"/>
      </w:pPr>
      <w:r>
        <w:t>§ Kucing.</w:t>
      </w:r>
    </w:p>
    <w:p w:rsidR="003B5A4D" w:rsidRDefault="003B5A4D" w:rsidP="003B5A4D">
      <w:pPr>
        <w:pStyle w:val="libNormal"/>
      </w:pPr>
      <w:r>
        <w:t>§ Seluruh binatang lainnya.</w:t>
      </w:r>
    </w:p>
    <w:p w:rsidR="003B5A4D" w:rsidRDefault="003B5A4D" w:rsidP="003B5A4D">
      <w:pPr>
        <w:pStyle w:val="libNormal"/>
      </w:pPr>
    </w:p>
    <w:p w:rsidR="003B5A4D" w:rsidRDefault="003B5A4D" w:rsidP="003B5A4D">
      <w:pPr>
        <w:pStyle w:val="Heading5"/>
      </w:pPr>
      <w:r>
        <w:t>1.2. Binatang liar berkaki empat:</w:t>
      </w:r>
    </w:p>
    <w:p w:rsidR="003B5A4D" w:rsidRDefault="003B5A4D" w:rsidP="003B5A4D">
      <w:pPr>
        <w:pStyle w:val="libNormal"/>
      </w:pPr>
      <w:r>
        <w:t>a. Yang halal dagingnya:</w:t>
      </w:r>
    </w:p>
    <w:p w:rsidR="003B5A4D" w:rsidRDefault="003B5A4D" w:rsidP="003B5A4D">
      <w:pPr>
        <w:pStyle w:val="libNormal"/>
      </w:pPr>
      <w:r>
        <w:t>§ Rusa.</w:t>
      </w:r>
    </w:p>
    <w:p w:rsidR="003B5A4D" w:rsidRDefault="003B5A4D" w:rsidP="003B5A4D">
      <w:pPr>
        <w:pStyle w:val="libNormal"/>
      </w:pPr>
      <w:r>
        <w:t>§ Sapi.</w:t>
      </w:r>
    </w:p>
    <w:p w:rsidR="003B5A4D" w:rsidRDefault="003B5A4D" w:rsidP="003B5A4D">
      <w:pPr>
        <w:pStyle w:val="libNormal"/>
      </w:pPr>
      <w:r>
        <w:t>§ Kambing gunung</w:t>
      </w:r>
    </w:p>
    <w:p w:rsidR="003B5A4D" w:rsidRDefault="003B5A4D" w:rsidP="003B5A4D">
      <w:pPr>
        <w:pStyle w:val="libNormal"/>
      </w:pPr>
      <w:r>
        <w:t>§ Zebra</w:t>
      </w:r>
    </w:p>
    <w:p w:rsidR="003B5A4D" w:rsidRDefault="003B5A4D" w:rsidP="003B5A4D">
      <w:pPr>
        <w:pStyle w:val="libNormal"/>
      </w:pPr>
      <w:r>
        <w:lastRenderedPageBreak/>
        <w:t>b. Yang haram dagingnya: yaitu seluruh bina-tang buas seperti seri-gala dan macan.</w:t>
      </w:r>
      <w:r w:rsidRPr="003B5A4D">
        <w:rPr>
          <w:rStyle w:val="libFootnotenumChar"/>
        </w:rPr>
        <w:footnoteReference w:id="612"/>
      </w:r>
    </w:p>
    <w:p w:rsidR="003B5A4D" w:rsidRDefault="003B5A4D" w:rsidP="00907E74">
      <w:pPr>
        <w:pStyle w:val="libBold1"/>
      </w:pPr>
      <w:r>
        <w:t>Masalah:</w:t>
      </w:r>
    </w:p>
    <w:p w:rsidR="003B5A4D" w:rsidRDefault="003B5A4D" w:rsidP="003B5A4D">
      <w:pPr>
        <w:pStyle w:val="libNormal"/>
      </w:pPr>
      <w:r>
        <w:t>o Daging semua binatang yang buas adalah ha-ram, sekalipun—dalam sifat</w:t>
      </w:r>
    </w:p>
    <w:p w:rsidR="003B5A4D" w:rsidRDefault="003B5A4D" w:rsidP="003B5A4D">
      <w:pPr>
        <w:pStyle w:val="libNormal"/>
      </w:pPr>
      <w:r>
        <w:t>kebuasannya—ada yang agak lemah seperti: serigala.</w:t>
      </w:r>
    </w:p>
    <w:p w:rsidR="003B5A4D" w:rsidRDefault="003B5A4D" w:rsidP="003B5A4D">
      <w:pPr>
        <w:pStyle w:val="libNormal"/>
      </w:pPr>
      <w:r>
        <w:t>o Memakan daging kelinci adalah haram.</w:t>
      </w:r>
    </w:p>
    <w:p w:rsidR="003B5A4D" w:rsidRDefault="003B5A4D" w:rsidP="003B5A4D">
      <w:pPr>
        <w:pStyle w:val="libNormal"/>
      </w:pPr>
      <w:r>
        <w:t>o Seluruh jenis serangga haram dimakan.</w:t>
      </w:r>
      <w:r w:rsidRPr="003B5A4D">
        <w:rPr>
          <w:rStyle w:val="libFootnotenumChar"/>
        </w:rPr>
        <w:footnoteReference w:id="613"/>
      </w:r>
    </w:p>
    <w:p w:rsidR="00907E74" w:rsidRDefault="00907E74" w:rsidP="003B5A4D">
      <w:pPr>
        <w:pStyle w:val="libNormal"/>
      </w:pPr>
    </w:p>
    <w:p w:rsidR="003B5A4D" w:rsidRDefault="003B5A4D" w:rsidP="00907E74">
      <w:pPr>
        <w:pStyle w:val="Heading4"/>
      </w:pPr>
      <w:r>
        <w:t>2. Binatang Unggas</w:t>
      </w:r>
    </w:p>
    <w:p w:rsidR="003B5A4D" w:rsidRDefault="003B5A4D" w:rsidP="00907E74">
      <w:pPr>
        <w:pStyle w:val="Heading5"/>
      </w:pPr>
      <w:r>
        <w:t>2.1. Yang halal dagingnya:</w:t>
      </w:r>
    </w:p>
    <w:p w:rsidR="003B5A4D" w:rsidRDefault="003B5A4D" w:rsidP="003B5A4D">
      <w:pPr>
        <w:pStyle w:val="libNormal"/>
      </w:pPr>
      <w:r>
        <w:t>§ Berbagai jenis burungmerpati.</w:t>
      </w:r>
    </w:p>
    <w:p w:rsidR="003B5A4D" w:rsidRDefault="003B5A4D" w:rsidP="003B5A4D">
      <w:pPr>
        <w:pStyle w:val="libNormal"/>
      </w:pPr>
      <w:r>
        <w:t>§ Berbagai macam burung-burung kecil.</w:t>
      </w:r>
    </w:p>
    <w:p w:rsidR="003B5A4D" w:rsidRDefault="003B5A4D" w:rsidP="003B5A4D">
      <w:pPr>
        <w:pStyle w:val="libNormal"/>
      </w:pPr>
      <w:r>
        <w:t>§ Ayam betina dan jantan.</w:t>
      </w:r>
    </w:p>
    <w:p w:rsidR="00907E74" w:rsidRDefault="00907E74" w:rsidP="003B5A4D">
      <w:pPr>
        <w:pStyle w:val="libNormal"/>
      </w:pPr>
    </w:p>
    <w:p w:rsidR="003B5A4D" w:rsidRDefault="003B5A4D" w:rsidP="00907E74">
      <w:pPr>
        <w:pStyle w:val="Heading5"/>
      </w:pPr>
      <w:r>
        <w:t>2.2. Yang haram dagingnya:</w:t>
      </w:r>
    </w:p>
    <w:p w:rsidR="003B5A4D" w:rsidRDefault="003B5A4D" w:rsidP="003B5A4D">
      <w:pPr>
        <w:pStyle w:val="libNormal"/>
      </w:pPr>
      <w:r>
        <w:t>§ Kelelawar</w:t>
      </w:r>
    </w:p>
    <w:p w:rsidR="003B5A4D" w:rsidRDefault="003B5A4D" w:rsidP="003B5A4D">
      <w:pPr>
        <w:pStyle w:val="libNormal"/>
      </w:pPr>
      <w:r>
        <w:t>§ Burungmerak</w:t>
      </w:r>
    </w:p>
    <w:p w:rsidR="003B5A4D" w:rsidRDefault="003B5A4D" w:rsidP="003B5A4D">
      <w:pPr>
        <w:pStyle w:val="libNormal"/>
      </w:pPr>
      <w:r>
        <w:t>§ Burung gagak</w:t>
      </w:r>
    </w:p>
    <w:p w:rsidR="003B5A4D" w:rsidRDefault="003B5A4D" w:rsidP="003B5A4D">
      <w:pPr>
        <w:pStyle w:val="libNormal"/>
      </w:pPr>
      <w:r>
        <w:t>§ Semua burung yang berkuku cengkram se-perti: elang.</w:t>
      </w:r>
      <w:r w:rsidRPr="003B5A4D">
        <w:rPr>
          <w:rStyle w:val="libFootnotenumChar"/>
        </w:rPr>
        <w:footnoteReference w:id="614"/>
      </w:r>
    </w:p>
    <w:p w:rsidR="003B5A4D" w:rsidRDefault="003B5A4D" w:rsidP="00907E74">
      <w:pPr>
        <w:pStyle w:val="libBold1"/>
      </w:pPr>
      <w:r>
        <w:t>Masalah:</w:t>
      </w:r>
    </w:p>
    <w:p w:rsidR="003B5A4D" w:rsidRDefault="003B5A4D" w:rsidP="003B5A4D">
      <w:pPr>
        <w:pStyle w:val="libNormal"/>
      </w:pPr>
      <w:r>
        <w:t>o Makruh memakan daging burung layang-layang dan burung hudhud</w:t>
      </w:r>
      <w:r w:rsidRPr="003B5A4D">
        <w:rPr>
          <w:rStyle w:val="libFootnotenumChar"/>
        </w:rPr>
        <w:footnoteReference w:id="615"/>
      </w:r>
      <w:r>
        <w:t>.</w:t>
      </w:r>
      <w:r w:rsidRPr="003B5A4D">
        <w:rPr>
          <w:rStyle w:val="libFootnotenumChar"/>
        </w:rPr>
        <w:footnoteReference w:id="616"/>
      </w:r>
    </w:p>
    <w:p w:rsidR="003B5A4D" w:rsidRDefault="003B5A4D" w:rsidP="003B5A4D">
      <w:pPr>
        <w:pStyle w:val="libNormal"/>
      </w:pPr>
      <w:r>
        <w:t>o Telur ayam dan telur seluruh burung yang daging-nya halal adalah halal. Dan telur</w:t>
      </w:r>
    </w:p>
    <w:p w:rsidR="003B5A4D" w:rsidRDefault="003B5A4D" w:rsidP="003B5A4D">
      <w:pPr>
        <w:pStyle w:val="libNormal"/>
      </w:pPr>
      <w:r>
        <w:t>burung yang dagingnya haram adalah haram.</w:t>
      </w:r>
      <w:r w:rsidRPr="003B5A4D">
        <w:rPr>
          <w:rStyle w:val="libFootnotenumChar"/>
        </w:rPr>
        <w:footnoteReference w:id="617"/>
      </w:r>
    </w:p>
    <w:p w:rsidR="003B5A4D" w:rsidRDefault="003B5A4D" w:rsidP="003B5A4D">
      <w:pPr>
        <w:pStyle w:val="libNormal"/>
      </w:pPr>
      <w:r>
        <w:lastRenderedPageBreak/>
        <w:t>o Belalang termasuk binatang yang terbang dan dagingnya halal.</w:t>
      </w:r>
      <w:r w:rsidRPr="003B5A4D">
        <w:rPr>
          <w:rStyle w:val="libFootnotenumChar"/>
        </w:rPr>
        <w:footnoteReference w:id="618"/>
      </w:r>
    </w:p>
    <w:p w:rsidR="00907E74" w:rsidRDefault="00907E74" w:rsidP="003B5A4D">
      <w:pPr>
        <w:pStyle w:val="libNormal"/>
      </w:pPr>
    </w:p>
    <w:p w:rsidR="003B5A4D" w:rsidRDefault="003B5A4D" w:rsidP="00907E74">
      <w:pPr>
        <w:pStyle w:val="Heading4"/>
      </w:pPr>
      <w:r>
        <w:t>3. Binatang Air</w:t>
      </w:r>
    </w:p>
    <w:p w:rsidR="003B5A4D" w:rsidRDefault="003B5A4D" w:rsidP="003B5A4D">
      <w:pPr>
        <w:pStyle w:val="libNormal"/>
      </w:pPr>
      <w:r>
        <w:t>3.1. Dari binatang-binatang yang hidup di laut yang dagingnya halal adalah ikan-ikan</w:t>
      </w:r>
    </w:p>
    <w:p w:rsidR="003B5A4D" w:rsidRDefault="003B5A4D" w:rsidP="003B5A4D">
      <w:pPr>
        <w:pStyle w:val="libNormal"/>
      </w:pPr>
      <w:r>
        <w:t>yang bersisik dan sebagian dari burung laut.</w:t>
      </w:r>
    </w:p>
    <w:p w:rsidR="003B5A4D" w:rsidRDefault="003B5A4D" w:rsidP="003B5A4D">
      <w:pPr>
        <w:pStyle w:val="libNormal"/>
      </w:pPr>
      <w:r>
        <w:t>3.2. Udang termasuk binatang l</w:t>
      </w:r>
      <w:r w:rsidR="00025DE3">
        <w:t>aut yang halal.</w:t>
      </w:r>
      <w:r w:rsidR="00025DE3" w:rsidRPr="00025DE3">
        <w:rPr>
          <w:rStyle w:val="libFootnotenumChar"/>
        </w:rPr>
        <w:footnoteReference w:id="619"/>
      </w:r>
    </w:p>
    <w:p w:rsidR="003B5A4D" w:rsidRDefault="003B5A4D" w:rsidP="00907E74">
      <w:pPr>
        <w:pStyle w:val="libBold1"/>
      </w:pPr>
      <w:r>
        <w:t>Masalah:</w:t>
      </w:r>
    </w:p>
    <w:p w:rsidR="003B5A4D" w:rsidRDefault="00025DE3" w:rsidP="003B5A4D">
      <w:pPr>
        <w:pStyle w:val="libNormal"/>
      </w:pPr>
      <w:r>
        <w:t>o Haram memakan tanah.</w:t>
      </w:r>
      <w:r w:rsidRPr="00025DE3">
        <w:rPr>
          <w:rStyle w:val="libFootnotenumChar"/>
        </w:rPr>
        <w:footnoteReference w:id="620"/>
      </w:r>
    </w:p>
    <w:p w:rsidR="003B5A4D" w:rsidRDefault="003B5A4D" w:rsidP="003B5A4D">
      <w:pPr>
        <w:pStyle w:val="libNormal"/>
      </w:pPr>
      <w:r>
        <w:t>o Tidaklah apa-apa memakan sedikit turbah Imam Husein a.s. untuk mendapatkan</w:t>
      </w:r>
    </w:p>
    <w:p w:rsidR="003B5A4D" w:rsidRDefault="00025DE3" w:rsidP="003B5A4D">
      <w:pPr>
        <w:pStyle w:val="libNormal"/>
      </w:pPr>
      <w:r>
        <w:t>kesembuhan.</w:t>
      </w:r>
      <w:r w:rsidRPr="00025DE3">
        <w:rPr>
          <w:rStyle w:val="libFootnotenumChar"/>
        </w:rPr>
        <w:footnoteReference w:id="621"/>
      </w:r>
    </w:p>
    <w:p w:rsidR="00566D30" w:rsidRDefault="003B5A4D" w:rsidP="003B5A4D">
      <w:pPr>
        <w:pStyle w:val="libNormal"/>
      </w:pPr>
      <w:r>
        <w:t>o Haram memakan d</w:t>
      </w:r>
      <w:r w:rsidR="00025DE3">
        <w:t>an meminum sesuatu yang najis.</w:t>
      </w:r>
      <w:r w:rsidR="00025DE3" w:rsidRPr="00025DE3">
        <w:rPr>
          <w:rStyle w:val="libFootnotenumChar"/>
        </w:rPr>
        <w:footnoteReference w:id="622"/>
      </w:r>
    </w:p>
    <w:p w:rsidR="00E86122" w:rsidRDefault="00E86122" w:rsidP="00E86122">
      <w:pPr>
        <w:pStyle w:val="libNormal"/>
      </w:pPr>
      <w:r>
        <w:t>o Haram memakan sesuatu yang berbahaya bagi dirinya,</w:t>
      </w:r>
      <w:r w:rsidRPr="00E86122">
        <w:rPr>
          <w:rStyle w:val="libFootnotenumChar"/>
        </w:rPr>
        <w:footnoteReference w:id="623"/>
      </w:r>
      <w:r>
        <w:t xml:space="preserve"> seperti makanan yang berlemak</w:t>
      </w:r>
    </w:p>
    <w:p w:rsidR="00E86122" w:rsidRDefault="00E86122" w:rsidP="00E86122">
      <w:pPr>
        <w:pStyle w:val="libNormal"/>
      </w:pPr>
      <w:r>
        <w:t>bagi orang sakit; dimana itu berbahaya bagi dirinya.</w:t>
      </w:r>
      <w:r w:rsidRPr="00E86122">
        <w:rPr>
          <w:rStyle w:val="libFootnotenumChar"/>
        </w:rPr>
        <w:footnoteReference w:id="624"/>
      </w:r>
    </w:p>
    <w:p w:rsidR="00E86122" w:rsidRDefault="00E86122" w:rsidP="00E86122">
      <w:pPr>
        <w:pStyle w:val="libNormal"/>
      </w:pPr>
      <w:r>
        <w:t>o Haram memakan telur binatang berkaki empat yang halal dagingnya.</w:t>
      </w:r>
      <w:r w:rsidRPr="00E86122">
        <w:rPr>
          <w:rStyle w:val="libFootnotenumChar"/>
        </w:rPr>
        <w:footnoteReference w:id="625"/>
      </w:r>
    </w:p>
    <w:p w:rsidR="00E86122" w:rsidRDefault="00E86122" w:rsidP="00E86122">
      <w:pPr>
        <w:pStyle w:val="libNormal"/>
      </w:pPr>
      <w:r>
        <w:t>o Haram meminum arak dan cairan-cairan yangme-mabukkan.</w:t>
      </w:r>
      <w:r w:rsidRPr="00E86122">
        <w:rPr>
          <w:rStyle w:val="libFootnotenumChar"/>
        </w:rPr>
        <w:footnoteReference w:id="626"/>
      </w:r>
    </w:p>
    <w:p w:rsidR="00E86122" w:rsidRDefault="00E86122" w:rsidP="00E86122">
      <w:pPr>
        <w:pStyle w:val="libNormal"/>
      </w:pPr>
      <w:r>
        <w:t>o Setiap Muslim wajib untuk memberi makan dan minum kepada saudara Muslim lainnya</w:t>
      </w:r>
    </w:p>
    <w:p w:rsidR="00E86122" w:rsidRDefault="00E86122" w:rsidP="00E86122">
      <w:pPr>
        <w:pStyle w:val="libNormal"/>
      </w:pPr>
      <w:r>
        <w:t>yang hampir mati karena kehausan atau kelaparan, dan menyelamatkannya dari</w:t>
      </w:r>
    </w:p>
    <w:p w:rsidR="00E86122" w:rsidRDefault="00E86122" w:rsidP="00E86122">
      <w:pPr>
        <w:pStyle w:val="libNormal"/>
      </w:pPr>
      <w:r>
        <w:t>kematian.</w:t>
      </w:r>
      <w:r w:rsidRPr="00E86122">
        <w:rPr>
          <w:rStyle w:val="libFootnotenumChar"/>
        </w:rPr>
        <w:footnoteReference w:id="627"/>
      </w:r>
    </w:p>
    <w:p w:rsidR="00542871" w:rsidRDefault="00542871" w:rsidP="00E86122">
      <w:pPr>
        <w:pStyle w:val="libNormal"/>
      </w:pPr>
    </w:p>
    <w:p w:rsidR="00E86122" w:rsidRDefault="00E86122" w:rsidP="00542871">
      <w:pPr>
        <w:pStyle w:val="Heading2"/>
      </w:pPr>
      <w:bookmarkStart w:id="455" w:name="_Toc422656950"/>
      <w:r>
        <w:t>Tata Krama Makan</w:t>
      </w:r>
      <w:bookmarkEnd w:id="455"/>
    </w:p>
    <w:p w:rsidR="00542871" w:rsidRDefault="00542871" w:rsidP="00E86122">
      <w:pPr>
        <w:pStyle w:val="libNormal"/>
      </w:pPr>
    </w:p>
    <w:p w:rsidR="00E86122" w:rsidRDefault="00E86122" w:rsidP="00542871">
      <w:pPr>
        <w:pStyle w:val="Heading3"/>
      </w:pPr>
      <w:bookmarkStart w:id="456" w:name="_Toc422656951"/>
      <w:r>
        <w:t>· Hal-hal yang sunah dalam makan:</w:t>
      </w:r>
      <w:bookmarkEnd w:id="456"/>
    </w:p>
    <w:p w:rsidR="00E86122" w:rsidRDefault="00E86122" w:rsidP="00E86122">
      <w:pPr>
        <w:pStyle w:val="libNormal"/>
      </w:pPr>
      <w:r>
        <w:t>1. Mencuci kedua tangan sebelum dan sesudah makan.</w:t>
      </w:r>
    </w:p>
    <w:p w:rsidR="00E86122" w:rsidRDefault="00E86122" w:rsidP="00E86122">
      <w:pPr>
        <w:pStyle w:val="libNormal"/>
      </w:pPr>
      <w:r>
        <w:t>2. Sebelum makan membaca Bismillah dan sesudah-nya membaca Alhamdulillah.</w:t>
      </w:r>
    </w:p>
    <w:p w:rsidR="00E86122" w:rsidRDefault="00E86122" w:rsidP="00E86122">
      <w:pPr>
        <w:pStyle w:val="libNormal"/>
      </w:pPr>
      <w:r>
        <w:t>3. Makan dengan tangan kanan.</w:t>
      </w:r>
    </w:p>
    <w:p w:rsidR="00E86122" w:rsidRDefault="00E86122" w:rsidP="00E86122">
      <w:pPr>
        <w:pStyle w:val="libNormal"/>
      </w:pPr>
      <w:r>
        <w:t>4. Suapan makan sedikit atau kecil.</w:t>
      </w:r>
    </w:p>
    <w:p w:rsidR="00E86122" w:rsidRDefault="00E86122" w:rsidP="00E86122">
      <w:pPr>
        <w:pStyle w:val="libNormal"/>
      </w:pPr>
      <w:r>
        <w:t>5. Mengunyah makanan dengan baik.</w:t>
      </w:r>
    </w:p>
    <w:p w:rsidR="00E86122" w:rsidRDefault="00E86122" w:rsidP="00E86122">
      <w:pPr>
        <w:pStyle w:val="libNormal"/>
      </w:pPr>
      <w:r>
        <w:t>6. Mencuci buah sebelum memakannya.</w:t>
      </w:r>
    </w:p>
    <w:p w:rsidR="00E86122" w:rsidRDefault="00E86122" w:rsidP="00E86122">
      <w:pPr>
        <w:pStyle w:val="libNormal"/>
      </w:pPr>
      <w:r>
        <w:t>7. Jika makan bersama dalam satu hidangan, maka setiap orang disunahkan untuk</w:t>
      </w:r>
    </w:p>
    <w:p w:rsidR="00E86122" w:rsidRDefault="00E86122" w:rsidP="00E86122">
      <w:pPr>
        <w:pStyle w:val="libNormal"/>
      </w:pPr>
      <w:r>
        <w:t>mengambil makanan yang ada di hadapannya.</w:t>
      </w:r>
    </w:p>
    <w:p w:rsidR="00E86122" w:rsidRDefault="00E86122" w:rsidP="00E86122">
      <w:pPr>
        <w:pStyle w:val="libNormal"/>
      </w:pPr>
      <w:r>
        <w:t>8. Tuan rumah lebih dahulu memulai makan dan lebih cepat menyelesaikannya dari yang</w:t>
      </w:r>
    </w:p>
    <w:p w:rsidR="00E86122" w:rsidRDefault="00E86122" w:rsidP="00E86122">
      <w:pPr>
        <w:pStyle w:val="libNormal"/>
      </w:pPr>
      <w:r>
        <w:t>lain.</w:t>
      </w:r>
      <w:r w:rsidRPr="00E86122">
        <w:rPr>
          <w:rStyle w:val="libFootnotenumChar"/>
        </w:rPr>
        <w:footnoteReference w:id="628"/>
      </w:r>
    </w:p>
    <w:p w:rsidR="00542871" w:rsidRDefault="00542871" w:rsidP="00E86122">
      <w:pPr>
        <w:pStyle w:val="libNormal"/>
      </w:pPr>
    </w:p>
    <w:p w:rsidR="00E86122" w:rsidRDefault="00E86122" w:rsidP="00542871">
      <w:pPr>
        <w:pStyle w:val="Heading3"/>
      </w:pPr>
      <w:bookmarkStart w:id="457" w:name="_Toc422656952"/>
      <w:r>
        <w:t>· Hal-hal yang makruh dalam makan:</w:t>
      </w:r>
      <w:bookmarkEnd w:id="457"/>
    </w:p>
    <w:p w:rsidR="00E86122" w:rsidRDefault="00E86122" w:rsidP="00E86122">
      <w:pPr>
        <w:pStyle w:val="libNormal"/>
      </w:pPr>
      <w:r>
        <w:t>1. Makan dalam keadaan kenyang.</w:t>
      </w:r>
    </w:p>
    <w:p w:rsidR="00E86122" w:rsidRDefault="00E86122" w:rsidP="00E86122">
      <w:pPr>
        <w:pStyle w:val="libNormal"/>
      </w:pPr>
      <w:r>
        <w:t>2. Makan banyak.</w:t>
      </w:r>
    </w:p>
    <w:p w:rsidR="00E86122" w:rsidRDefault="00E86122" w:rsidP="00E86122">
      <w:pPr>
        <w:pStyle w:val="libNormal"/>
      </w:pPr>
      <w:r>
        <w:t>3. Melihat ke wajah orang lain ketika sedang makan.</w:t>
      </w:r>
    </w:p>
    <w:p w:rsidR="00E86122" w:rsidRDefault="00E86122" w:rsidP="00E86122">
      <w:pPr>
        <w:pStyle w:val="libNormal"/>
      </w:pPr>
      <w:r>
        <w:t>4. Makan makanan panas.</w:t>
      </w:r>
    </w:p>
    <w:p w:rsidR="00E86122" w:rsidRDefault="00E86122" w:rsidP="00E86122">
      <w:pPr>
        <w:pStyle w:val="libNormal"/>
      </w:pPr>
      <w:r>
        <w:t>5. Meniup makanan yang siap dimakan.</w:t>
      </w:r>
    </w:p>
    <w:p w:rsidR="00E86122" w:rsidRDefault="00E86122" w:rsidP="00E86122">
      <w:pPr>
        <w:pStyle w:val="libNormal"/>
      </w:pPr>
      <w:r>
        <w:t>6. Memotong roti dengan pisau belati.</w:t>
      </w:r>
    </w:p>
    <w:p w:rsidR="00E86122" w:rsidRDefault="00E86122" w:rsidP="00E86122">
      <w:pPr>
        <w:pStyle w:val="libNormal"/>
      </w:pPr>
      <w:r>
        <w:t>7. Meletakkan roti di bawah tempat makanan.</w:t>
      </w:r>
    </w:p>
    <w:p w:rsidR="00E86122" w:rsidRDefault="00E86122" w:rsidP="00E86122">
      <w:pPr>
        <w:pStyle w:val="libNormal"/>
      </w:pPr>
      <w:r>
        <w:t>8. Membuang buah sebelum dimakan bersih.</w:t>
      </w:r>
      <w:r w:rsidRPr="00E86122">
        <w:rPr>
          <w:rStyle w:val="libFootnotenumChar"/>
        </w:rPr>
        <w:footnoteReference w:id="629"/>
      </w:r>
    </w:p>
    <w:p w:rsidR="00542871" w:rsidRDefault="00542871" w:rsidP="00E86122">
      <w:pPr>
        <w:pStyle w:val="libNormal"/>
      </w:pPr>
    </w:p>
    <w:p w:rsidR="00E86122" w:rsidRDefault="00E86122" w:rsidP="00542871">
      <w:pPr>
        <w:pStyle w:val="Heading2"/>
      </w:pPr>
      <w:bookmarkStart w:id="458" w:name="_Toc422656953"/>
      <w:r>
        <w:t>Tata Krama Minum</w:t>
      </w:r>
      <w:bookmarkEnd w:id="458"/>
    </w:p>
    <w:p w:rsidR="00542871" w:rsidRDefault="00542871" w:rsidP="00E86122">
      <w:pPr>
        <w:pStyle w:val="libNormal"/>
      </w:pPr>
    </w:p>
    <w:p w:rsidR="00E86122" w:rsidRDefault="00E86122" w:rsidP="00542871">
      <w:pPr>
        <w:pStyle w:val="Heading3"/>
      </w:pPr>
      <w:bookmarkStart w:id="459" w:name="_Toc422656954"/>
      <w:r>
        <w:t>· Perkara-perkara yang Sunah dalam Minum</w:t>
      </w:r>
      <w:bookmarkEnd w:id="459"/>
    </w:p>
    <w:p w:rsidR="00E86122" w:rsidRDefault="00E86122" w:rsidP="00E86122">
      <w:pPr>
        <w:pStyle w:val="libNormal"/>
      </w:pPr>
      <w:r>
        <w:t>1. Minum sambil berdiri di siang hari.</w:t>
      </w:r>
    </w:p>
    <w:p w:rsidR="00E86122" w:rsidRDefault="00E86122" w:rsidP="00E86122">
      <w:pPr>
        <w:pStyle w:val="libNormal"/>
      </w:pPr>
      <w:r>
        <w:lastRenderedPageBreak/>
        <w:t>2. Sebelum minum membaca Basmallah dan sesudah minum membaca Alhamdulillah.</w:t>
      </w:r>
    </w:p>
    <w:p w:rsidR="00E86122" w:rsidRDefault="00E86122" w:rsidP="00E86122">
      <w:pPr>
        <w:pStyle w:val="libNormal"/>
      </w:pPr>
      <w:r>
        <w:t>3. Minum dengan tiga kali nafas, yakni tidakmemi-num sekaligus tanpa nafas.</w:t>
      </w:r>
    </w:p>
    <w:p w:rsidR="00E86122" w:rsidRDefault="00E86122" w:rsidP="00E86122">
      <w:pPr>
        <w:pStyle w:val="libNormal"/>
      </w:pPr>
      <w:r>
        <w:t>4. Setelah minum, sunah mengingat Imam Husein a.s., keluarganya dan sahabat-sahabatnya</w:t>
      </w:r>
    </w:p>
    <w:p w:rsidR="00E86122" w:rsidRDefault="00E86122" w:rsidP="00E86122">
      <w:pPr>
        <w:pStyle w:val="libNormal"/>
      </w:pPr>
      <w:r>
        <w:t>serta melaknat para pembunuhnya.</w:t>
      </w:r>
      <w:r w:rsidRPr="00E86122">
        <w:rPr>
          <w:rStyle w:val="libFootnotenumChar"/>
        </w:rPr>
        <w:footnoteReference w:id="630"/>
      </w:r>
    </w:p>
    <w:p w:rsidR="00542871" w:rsidRDefault="00542871" w:rsidP="00E86122">
      <w:pPr>
        <w:pStyle w:val="libNormal"/>
      </w:pPr>
    </w:p>
    <w:p w:rsidR="00E86122" w:rsidRDefault="00E86122" w:rsidP="00542871">
      <w:pPr>
        <w:pStyle w:val="Heading3"/>
      </w:pPr>
      <w:bookmarkStart w:id="460" w:name="_Toc422656955"/>
      <w:r>
        <w:t>· Perkara-perkara yang Makruh dalam Minum</w:t>
      </w:r>
      <w:bookmarkEnd w:id="460"/>
    </w:p>
    <w:p w:rsidR="00542871" w:rsidRDefault="00CA566A" w:rsidP="00CA566A">
      <w:pPr>
        <w:pStyle w:val="libNormal"/>
        <w:numPr>
          <w:ilvl w:val="0"/>
          <w:numId w:val="7"/>
        </w:numPr>
      </w:pPr>
      <w:r>
        <w:t>Minum banyak.</w:t>
      </w:r>
    </w:p>
    <w:p w:rsidR="00176595" w:rsidRDefault="00176595" w:rsidP="00176595">
      <w:pPr>
        <w:pStyle w:val="libNormal"/>
      </w:pPr>
      <w:r>
        <w:t>2. Minum air setelah memakan makanan berlemak.</w:t>
      </w:r>
    </w:p>
    <w:p w:rsidR="00176595" w:rsidRDefault="00176595" w:rsidP="00176595">
      <w:pPr>
        <w:pStyle w:val="libNormal"/>
      </w:pPr>
      <w:r>
        <w:t>3. Minum dengan tangan kiri.</w:t>
      </w:r>
    </w:p>
    <w:p w:rsidR="00176595" w:rsidRDefault="00176595" w:rsidP="00176595">
      <w:pPr>
        <w:pStyle w:val="libNormal"/>
      </w:pPr>
      <w:r>
        <w:t>4. Minum sambil berdiri dimalam hari.</w:t>
      </w:r>
      <w:r w:rsidRPr="00176595">
        <w:rPr>
          <w:rStyle w:val="libFootnotenumChar"/>
        </w:rPr>
        <w:footnoteReference w:id="631"/>
      </w:r>
    </w:p>
    <w:p w:rsidR="00176595" w:rsidRDefault="00176595" w:rsidP="00176595">
      <w:pPr>
        <w:pStyle w:val="libNormal"/>
      </w:pPr>
    </w:p>
    <w:p w:rsidR="00176595" w:rsidRDefault="00176595" w:rsidP="00176595">
      <w:pPr>
        <w:pStyle w:val="Heading2"/>
      </w:pPr>
      <w:bookmarkStart w:id="461" w:name="_Toc422656956"/>
      <w:r>
        <w:t>Kesimpulan Pelajaran</w:t>
      </w:r>
      <w:bookmarkEnd w:id="461"/>
    </w:p>
    <w:p w:rsidR="00176595" w:rsidRDefault="00176595" w:rsidP="00176595">
      <w:pPr>
        <w:pStyle w:val="libNormal"/>
      </w:pPr>
    </w:p>
    <w:p w:rsidR="00176595" w:rsidRDefault="00176595" w:rsidP="00176595">
      <w:pPr>
        <w:pStyle w:val="libNormal"/>
      </w:pPr>
      <w:r>
        <w:t>1. Termasuk binatang ternak yang halal dagingnya ialah kambing, domba, sapi, kerbau dan</w:t>
      </w:r>
    </w:p>
    <w:p w:rsidR="00176595" w:rsidRDefault="00176595" w:rsidP="00176595">
      <w:pPr>
        <w:pStyle w:val="libNormal"/>
      </w:pPr>
      <w:r>
        <w:t>unta. Daging kuda, bagal dan keledai adalah makruh. Daging anjing dan kucing serta hewan</w:t>
      </w:r>
    </w:p>
    <w:p w:rsidR="00176595" w:rsidRDefault="00176595" w:rsidP="00176595">
      <w:pPr>
        <w:pStyle w:val="libNormal"/>
      </w:pPr>
      <w:r>
        <w:t>lainnya adalah haram.</w:t>
      </w:r>
    </w:p>
    <w:p w:rsidR="00176595" w:rsidRDefault="00176595" w:rsidP="00176595">
      <w:pPr>
        <w:pStyle w:val="libNormal"/>
      </w:pPr>
      <w:r>
        <w:t>2. Daging kijang, kambing gunung dan zebra adalah halal.</w:t>
      </w:r>
    </w:p>
    <w:p w:rsidR="00176595" w:rsidRDefault="00176595" w:rsidP="00176595">
      <w:pPr>
        <w:pStyle w:val="libNormal"/>
      </w:pPr>
      <w:r>
        <w:t>3. Seluruh binatang buas seperti serigala dan macan adalah haram.</w:t>
      </w:r>
    </w:p>
    <w:p w:rsidR="00176595" w:rsidRDefault="00176595" w:rsidP="00176595">
      <w:pPr>
        <w:pStyle w:val="libNormal"/>
      </w:pPr>
      <w:r>
        <w:t>4. Haram memakan daging kelinci.</w:t>
      </w:r>
    </w:p>
    <w:p w:rsidR="00176595" w:rsidRDefault="00176595" w:rsidP="00176595">
      <w:pPr>
        <w:pStyle w:val="libNormal"/>
      </w:pPr>
      <w:r>
        <w:t>5. Haram memakan semua jenis serangga.</w:t>
      </w:r>
    </w:p>
    <w:p w:rsidR="00176595" w:rsidRDefault="00176595" w:rsidP="00176595">
      <w:pPr>
        <w:pStyle w:val="libNormal"/>
      </w:pPr>
      <w:r>
        <w:t>6. Sebagian jenis binatang unggas seperti macam-macam burung merpati, burung-burung kecil,</w:t>
      </w:r>
    </w:p>
    <w:p w:rsidR="00176595" w:rsidRDefault="00176595" w:rsidP="00176595">
      <w:pPr>
        <w:pStyle w:val="libNormal"/>
      </w:pPr>
      <w:r>
        <w:t>ayam betina dan jantan adalah halal dimakan daging mereka.</w:t>
      </w:r>
    </w:p>
    <w:p w:rsidR="00176595" w:rsidRDefault="00176595" w:rsidP="00176595">
      <w:pPr>
        <w:pStyle w:val="libNormal"/>
      </w:pPr>
      <w:r>
        <w:t>7. Haram memakan kelelawar, burung merak, burung gagak dan burung yang berkuku</w:t>
      </w:r>
    </w:p>
    <w:p w:rsidR="00176595" w:rsidRDefault="00176595" w:rsidP="00176595">
      <w:pPr>
        <w:pStyle w:val="libNormal"/>
      </w:pPr>
      <w:r>
        <w:lastRenderedPageBreak/>
        <w:t>cengkram.</w:t>
      </w:r>
    </w:p>
    <w:p w:rsidR="00176595" w:rsidRDefault="00176595" w:rsidP="00176595">
      <w:pPr>
        <w:pStyle w:val="libNormal"/>
      </w:pPr>
      <w:r>
        <w:t>8. Dari hewan-hewan air (yang hidup di laut), hanya ikan yang bersisik dan sebagian burung</w:t>
      </w:r>
    </w:p>
    <w:p w:rsidR="00176595" w:rsidRDefault="00176595" w:rsidP="00176595">
      <w:pPr>
        <w:pStyle w:val="libNormal"/>
      </w:pPr>
      <w:r>
        <w:t>laut halal dimakan.</w:t>
      </w:r>
    </w:p>
    <w:p w:rsidR="00176595" w:rsidRDefault="00176595" w:rsidP="00176595">
      <w:pPr>
        <w:pStyle w:val="libNormal"/>
      </w:pPr>
      <w:r>
        <w:t>9. Udang termasuk binatang yang halal.</w:t>
      </w:r>
    </w:p>
    <w:p w:rsidR="00176595" w:rsidRDefault="00176595" w:rsidP="00176595">
      <w:pPr>
        <w:pStyle w:val="libNormal"/>
      </w:pPr>
      <w:r>
        <w:t>10. Haram memakan tanah.</w:t>
      </w:r>
    </w:p>
    <w:p w:rsidR="00176595" w:rsidRDefault="00176595" w:rsidP="00176595">
      <w:pPr>
        <w:pStyle w:val="libNormal"/>
      </w:pPr>
      <w:r>
        <w:t>11. Haram memakan makanan yang najis.</w:t>
      </w:r>
    </w:p>
    <w:p w:rsidR="00176595" w:rsidRDefault="00176595" w:rsidP="00176595">
      <w:pPr>
        <w:pStyle w:val="libNormal"/>
      </w:pPr>
      <w:r>
        <w:t>12. Haram memakan sesuatu yangmembahayakan diri sendiri.</w:t>
      </w:r>
    </w:p>
    <w:p w:rsidR="00176595" w:rsidRDefault="00176595" w:rsidP="00176595">
      <w:pPr>
        <w:pStyle w:val="libNormal"/>
      </w:pPr>
      <w:r>
        <w:t>13. Wajib atas setiap Muslim untuk memberi makan dan minum kepada Muslim lainnya yang</w:t>
      </w:r>
    </w:p>
    <w:p w:rsidR="00176595" w:rsidRDefault="00176595" w:rsidP="00176595">
      <w:pPr>
        <w:pStyle w:val="libNormal"/>
      </w:pPr>
      <w:r>
        <w:t>hampir mati karena kelaparan atau kehausan dan wajib menyela-matkannya dari kematian.</w:t>
      </w:r>
    </w:p>
    <w:p w:rsidR="00176595" w:rsidRDefault="00176595" w:rsidP="00176595">
      <w:pPr>
        <w:pStyle w:val="libNormal"/>
      </w:pPr>
      <w:r>
        <w:t>14. Makan dan minum memiliki tata krama tersendiri. Siapa yang mengamalkannya akan</w:t>
      </w:r>
    </w:p>
    <w:p w:rsidR="00176595" w:rsidRDefault="00176595" w:rsidP="00176595">
      <w:pPr>
        <w:pStyle w:val="libNormal"/>
      </w:pPr>
      <w:r>
        <w:t>mendapatkan keselamatan dirinya dan pahala ukhrawi.</w:t>
      </w:r>
    </w:p>
    <w:p w:rsidR="00176595" w:rsidRDefault="00176595" w:rsidP="00176595">
      <w:pPr>
        <w:pStyle w:val="libNormal"/>
      </w:pPr>
    </w:p>
    <w:p w:rsidR="00176595" w:rsidRDefault="00176595" w:rsidP="00176595">
      <w:pPr>
        <w:pStyle w:val="Heading2"/>
      </w:pPr>
      <w:bookmarkStart w:id="462" w:name="_Toc422656957"/>
      <w:r>
        <w:t>Pertanyaan:</w:t>
      </w:r>
      <w:bookmarkEnd w:id="462"/>
    </w:p>
    <w:p w:rsidR="00176595" w:rsidRDefault="00176595" w:rsidP="00176595">
      <w:pPr>
        <w:pStyle w:val="libNormal"/>
      </w:pPr>
    </w:p>
    <w:p w:rsidR="00176595" w:rsidRDefault="00176595" w:rsidP="00176595">
      <w:pPr>
        <w:pStyle w:val="libNormal"/>
      </w:pPr>
      <w:r>
        <w:t>1. Di antara binatang ternak berkaki empat, mana saja yang haram dagingnya?</w:t>
      </w:r>
    </w:p>
    <w:p w:rsidR="00176595" w:rsidRDefault="00176595" w:rsidP="00176595">
      <w:pPr>
        <w:pStyle w:val="libNormal"/>
      </w:pPr>
      <w:r>
        <w:t>2. Apa hukum memakan daging kelinci?</w:t>
      </w:r>
    </w:p>
    <w:p w:rsidR="00176595" w:rsidRDefault="00176595" w:rsidP="00176595">
      <w:pPr>
        <w:pStyle w:val="libNormal"/>
      </w:pPr>
      <w:r>
        <w:t>3. Apakah binatang-binatang berikut ini halal ataukah haram; burung gagak, keledai, ular,</w:t>
      </w:r>
    </w:p>
    <w:p w:rsidR="00176595" w:rsidRDefault="00176595" w:rsidP="00176595">
      <w:pPr>
        <w:pStyle w:val="libNormal"/>
      </w:pPr>
      <w:r>
        <w:t>semut, sapi, kucing, tikus dan domba betina?</w:t>
      </w:r>
    </w:p>
    <w:p w:rsidR="00176595" w:rsidRDefault="00176595" w:rsidP="00176595">
      <w:pPr>
        <w:pStyle w:val="libNormal"/>
      </w:pPr>
      <w:r>
        <w:t>4. Apa hukum telur burung merpati, telur burung gagak, telur burung-burung kecil dan telur</w:t>
      </w:r>
    </w:p>
    <w:p w:rsidR="00176595" w:rsidRDefault="00176595" w:rsidP="00176595">
      <w:pPr>
        <w:pStyle w:val="libNormal"/>
      </w:pPr>
      <w:r>
        <w:t>kambing?</w:t>
      </w:r>
    </w:p>
    <w:p w:rsidR="00176595" w:rsidRDefault="00176595" w:rsidP="00176595">
      <w:pPr>
        <w:pStyle w:val="libNormal"/>
      </w:pPr>
      <w:r>
        <w:t>5. Apa hukum merokok?</w:t>
      </w:r>
    </w:p>
    <w:p w:rsidR="00102E0E" w:rsidRDefault="00176595" w:rsidP="00102E0E">
      <w:pPr>
        <w:pStyle w:val="libNormal"/>
      </w:pPr>
      <w:r>
        <w:t>6. Sebutkan lima hal dari sunah-s</w:t>
      </w:r>
      <w:r w:rsidR="00102E0E">
        <w:t>unahmakan dan mak-ruh-makruhnya!</w:t>
      </w:r>
    </w:p>
    <w:p w:rsidR="00102E0E" w:rsidRPr="00367024" w:rsidRDefault="00102E0E">
      <w:r>
        <w:br w:type="page"/>
      </w:r>
    </w:p>
    <w:p w:rsidR="007D7345" w:rsidRDefault="007D7345" w:rsidP="007D7345">
      <w:pPr>
        <w:pStyle w:val="Heading1Center"/>
      </w:pPr>
      <w:bookmarkStart w:id="463" w:name="_Toc422656958"/>
      <w:r>
        <w:lastRenderedPageBreak/>
        <w:t>Pelajaran 43</w:t>
      </w:r>
      <w:bookmarkEnd w:id="463"/>
    </w:p>
    <w:p w:rsidR="007D7345" w:rsidRDefault="007D7345" w:rsidP="007D7345">
      <w:pPr>
        <w:pStyle w:val="Heading1Center"/>
      </w:pPr>
      <w:bookmarkStart w:id="464" w:name="_Toc422656959"/>
      <w:r>
        <w:t>MELIHAT DAN PERNIKAHAN</w:t>
      </w:r>
      <w:bookmarkEnd w:id="464"/>
    </w:p>
    <w:p w:rsidR="007D7345" w:rsidRDefault="007D7345" w:rsidP="007D7345">
      <w:pPr>
        <w:pStyle w:val="libNormal"/>
      </w:pPr>
    </w:p>
    <w:p w:rsidR="007D7345" w:rsidRDefault="007D7345" w:rsidP="007D7345">
      <w:pPr>
        <w:pStyle w:val="Heading2Center"/>
      </w:pPr>
      <w:bookmarkStart w:id="465" w:name="_Toc422656960"/>
      <w:r>
        <w:t>MELIHAT</w:t>
      </w:r>
      <w:bookmarkEnd w:id="465"/>
    </w:p>
    <w:p w:rsidR="007D7345" w:rsidRDefault="007D7345" w:rsidP="007D7345">
      <w:pPr>
        <w:pStyle w:val="libNormal"/>
      </w:pPr>
    </w:p>
    <w:p w:rsidR="007D7345" w:rsidRDefault="007D7345" w:rsidP="007D7345">
      <w:pPr>
        <w:pStyle w:val="libNormal"/>
      </w:pPr>
      <w:r>
        <w:t>Kemampuan melihat adalah salah satu karunia Allah Swt. Manusia harus menggunakan karunia</w:t>
      </w:r>
    </w:p>
    <w:p w:rsidR="007D7345" w:rsidRDefault="007D7345" w:rsidP="007D7345">
      <w:pPr>
        <w:pStyle w:val="libNormal"/>
      </w:pPr>
      <w:r>
        <w:t>yang besar ini guna mencapai kesempurnaan diri dan kesempurnaan sesamanya dan menjaganya</w:t>
      </w:r>
    </w:p>
    <w:p w:rsidR="007D7345" w:rsidRDefault="007D7345" w:rsidP="007D7345">
      <w:pPr>
        <w:pStyle w:val="libNormal"/>
      </w:pPr>
      <w:r>
        <w:t>agar tidak sampai digunakan untuk ber-maksiat, misalnya untuk melihat orang yang bukan</w:t>
      </w:r>
    </w:p>
    <w:p w:rsidR="007D7345" w:rsidRDefault="007D7345" w:rsidP="007D7345">
      <w:pPr>
        <w:pStyle w:val="libNormal"/>
      </w:pPr>
      <w:r>
        <w:t>muhrimnya. Melihat alam dan menikmati keindahannya tidaklah apa-apa selama tidak sampai</w:t>
      </w:r>
    </w:p>
    <w:p w:rsidR="007D7345" w:rsidRDefault="007D7345" w:rsidP="007D7345">
      <w:pPr>
        <w:pStyle w:val="libNormal"/>
      </w:pPr>
      <w:r>
        <w:t>melanggar hak-hak orang lain. Menjaga pandangan dan tidak melihat orang bukan muhrim dan</w:t>
      </w:r>
    </w:p>
    <w:p w:rsidR="007D7345" w:rsidRDefault="007D7345" w:rsidP="007D7345">
      <w:pPr>
        <w:pStyle w:val="libNormal"/>
      </w:pPr>
      <w:r>
        <w:t>menjaga diri sehingga tidak dilihat oleh orang bukan muhrim memiliki hukum tersendiri yang</w:t>
      </w:r>
    </w:p>
    <w:p w:rsidR="007D7345" w:rsidRDefault="007D7345" w:rsidP="007D7345">
      <w:pPr>
        <w:pStyle w:val="libNormal"/>
      </w:pPr>
      <w:r>
        <w:t>akan kami bahas sebagian darinya dalam pelajaran ini.</w:t>
      </w:r>
    </w:p>
    <w:p w:rsidR="008577F9" w:rsidRDefault="008577F9" w:rsidP="007D7345">
      <w:pPr>
        <w:pStyle w:val="libNormal"/>
      </w:pPr>
    </w:p>
    <w:p w:rsidR="007D7345" w:rsidRDefault="007D7345" w:rsidP="008577F9">
      <w:pPr>
        <w:pStyle w:val="Heading2"/>
      </w:pPr>
      <w:bookmarkStart w:id="466" w:name="_Toc422656961"/>
      <w:r>
        <w:t>Muhrim dan Bukan Muhrim</w:t>
      </w:r>
      <w:bookmarkEnd w:id="466"/>
    </w:p>
    <w:p w:rsidR="008577F9" w:rsidRDefault="008577F9" w:rsidP="007D7345">
      <w:pPr>
        <w:pStyle w:val="libNormal"/>
      </w:pPr>
    </w:p>
    <w:p w:rsidR="007D7345" w:rsidRDefault="007D7345" w:rsidP="007D7345">
      <w:pPr>
        <w:pStyle w:val="libNormal"/>
      </w:pPr>
      <w:r>
        <w:t>Muhrim adalah orang yang tidak boleh menikah dengan-nya, dan dalam halmelihatnya tidak ada</w:t>
      </w:r>
    </w:p>
    <w:p w:rsidR="007D7345" w:rsidRDefault="007D7345" w:rsidP="007D7345">
      <w:pPr>
        <w:pStyle w:val="libNormal"/>
      </w:pPr>
      <w:r>
        <w:t>batasan seba-gaimana yang ditetapkan pada orang-orang selainnya.</w:t>
      </w:r>
    </w:p>
    <w:p w:rsidR="008577F9" w:rsidRDefault="008577F9" w:rsidP="007D7345">
      <w:pPr>
        <w:pStyle w:val="libNormal"/>
      </w:pPr>
    </w:p>
    <w:p w:rsidR="007D7345" w:rsidRDefault="007D7345" w:rsidP="008577F9">
      <w:pPr>
        <w:pStyle w:val="Heading3"/>
      </w:pPr>
      <w:bookmarkStart w:id="467" w:name="_Toc422656962"/>
      <w:r>
        <w:t>Orang-orang yang Muhrim bagi Lelaki</w:t>
      </w:r>
      <w:bookmarkEnd w:id="467"/>
    </w:p>
    <w:p w:rsidR="008577F9" w:rsidRDefault="008577F9" w:rsidP="007D7345">
      <w:pPr>
        <w:pStyle w:val="libNormal"/>
      </w:pPr>
    </w:p>
    <w:p w:rsidR="007D7345" w:rsidRDefault="007D7345" w:rsidP="007D7345">
      <w:pPr>
        <w:pStyle w:val="libNormal"/>
      </w:pPr>
      <w:r>
        <w:t>1. Ibu dan nenek.</w:t>
      </w:r>
    </w:p>
    <w:p w:rsidR="007D7345" w:rsidRDefault="007D7345" w:rsidP="007D7345">
      <w:pPr>
        <w:pStyle w:val="libNormal"/>
      </w:pPr>
      <w:r>
        <w:t>2. Anak perempuan dan cucu perempuan.</w:t>
      </w:r>
    </w:p>
    <w:p w:rsidR="007D7345" w:rsidRDefault="007D7345" w:rsidP="007D7345">
      <w:pPr>
        <w:pStyle w:val="libNormal"/>
      </w:pPr>
      <w:r>
        <w:t>3. Saudara perempuan.</w:t>
      </w:r>
    </w:p>
    <w:p w:rsidR="007D7345" w:rsidRDefault="007D7345" w:rsidP="007D7345">
      <w:pPr>
        <w:pStyle w:val="libNormal"/>
      </w:pPr>
      <w:r>
        <w:t>4. Anak perempuan dari saudara perempuan.</w:t>
      </w:r>
    </w:p>
    <w:p w:rsidR="007D7345" w:rsidRDefault="007D7345" w:rsidP="007D7345">
      <w:pPr>
        <w:pStyle w:val="libNormal"/>
      </w:pPr>
      <w:r>
        <w:t>5. Anak perempuan dari saudara lelaki.</w:t>
      </w:r>
    </w:p>
    <w:p w:rsidR="007D7345" w:rsidRDefault="007D7345" w:rsidP="007D7345">
      <w:pPr>
        <w:pStyle w:val="libNormal"/>
      </w:pPr>
      <w:r>
        <w:lastRenderedPageBreak/>
        <w:t>6. Saudara perempuan ayah dan saudara perempuan ka-kek dari ayah maupun kakek dari ibu.</w:t>
      </w:r>
    </w:p>
    <w:p w:rsidR="007D7345" w:rsidRDefault="007D7345" w:rsidP="007D7345">
      <w:pPr>
        <w:pStyle w:val="libNormal"/>
      </w:pPr>
      <w:r>
        <w:t>7. Saudara perempuan ibu dan saudara perempuan nene</w:t>
      </w:r>
      <w:r w:rsidR="008577F9">
        <w:t>k dari ayah dan nenek dari ibu.</w:t>
      </w:r>
      <w:r w:rsidR="008577F9" w:rsidRPr="008577F9">
        <w:rPr>
          <w:rStyle w:val="libFootnotenumChar"/>
        </w:rPr>
        <w:footnoteReference w:id="632"/>
      </w:r>
    </w:p>
    <w:p w:rsidR="007D7345" w:rsidRDefault="007D7345" w:rsidP="007D7345">
      <w:pPr>
        <w:pStyle w:val="libNormal"/>
      </w:pPr>
      <w:r>
        <w:t>Ketujuh macam orang-orang di atas ini adalah muhrim karena nasab atau keturunan. Mereka</w:t>
      </w:r>
    </w:p>
    <w:p w:rsidR="007D7345" w:rsidRDefault="007D7345" w:rsidP="007D7345">
      <w:pPr>
        <w:pStyle w:val="libNormal"/>
      </w:pPr>
      <w:r>
        <w:t>semua adalah muhrim bagi seorang lelaki dan tidak boleh dinikahi olehnya.</w:t>
      </w:r>
    </w:p>
    <w:p w:rsidR="007D7345" w:rsidRDefault="007D7345" w:rsidP="007D7345">
      <w:pPr>
        <w:pStyle w:val="libNormal"/>
      </w:pPr>
      <w:r>
        <w:t>Di samping mereka, ada pula sekelompok orang yang menjadi muhrim karena pernikahan,</w:t>
      </w:r>
    </w:p>
    <w:p w:rsidR="007D7345" w:rsidRDefault="007D7345" w:rsidP="007D7345">
      <w:pPr>
        <w:pStyle w:val="libNormal"/>
      </w:pPr>
      <w:r>
        <w:t>yaitu:</w:t>
      </w:r>
    </w:p>
    <w:p w:rsidR="007D7345" w:rsidRDefault="007D7345" w:rsidP="007D7345">
      <w:pPr>
        <w:pStyle w:val="libNormal"/>
      </w:pPr>
      <w:r>
        <w:t>1. Ibu istri dan nenek istri.</w:t>
      </w:r>
    </w:p>
    <w:p w:rsidR="007D7345" w:rsidRDefault="007D7345" w:rsidP="007D7345">
      <w:pPr>
        <w:pStyle w:val="libNormal"/>
      </w:pPr>
      <w:r>
        <w:t>2. Anak istri, kendati bukan anaknya sendiri (anak tiri).</w:t>
      </w:r>
    </w:p>
    <w:p w:rsidR="007D7345" w:rsidRDefault="007D7345" w:rsidP="007D7345">
      <w:pPr>
        <w:pStyle w:val="libNormal"/>
      </w:pPr>
      <w:r>
        <w:t>3. Istri ayah (ibu tiri).</w:t>
      </w:r>
    </w:p>
    <w:p w:rsidR="007D7345" w:rsidRDefault="007D7345" w:rsidP="007D7345">
      <w:pPr>
        <w:pStyle w:val="libNormal"/>
      </w:pPr>
      <w:r>
        <w:t xml:space="preserve">4. </w:t>
      </w:r>
      <w:r w:rsidR="008577F9">
        <w:t>Istri anak (menantu perempuan).</w:t>
      </w:r>
      <w:r w:rsidR="008577F9" w:rsidRPr="008577F9">
        <w:rPr>
          <w:rStyle w:val="libFootnotenumChar"/>
        </w:rPr>
        <w:footnoteReference w:id="633"/>
      </w:r>
    </w:p>
    <w:p w:rsidR="007D7345" w:rsidRDefault="007D7345" w:rsidP="007D7345">
      <w:pPr>
        <w:pStyle w:val="libNormal"/>
      </w:pPr>
      <w:r>
        <w:t>Dengan demikian, maka setiap perempuan selain yang tersebut di atas adalah bukan-muhrim</w:t>
      </w:r>
    </w:p>
    <w:p w:rsidR="007D7345" w:rsidRDefault="007D7345" w:rsidP="007D7345">
      <w:pPr>
        <w:pStyle w:val="libNormal"/>
      </w:pPr>
      <w:r>
        <w:t>bagi lelaki itu, termasuk istri saudara lelakinya dan saudara perempuan istrinya, walaupun dia</w:t>
      </w:r>
    </w:p>
    <w:p w:rsidR="007D7345" w:rsidRDefault="007D7345" w:rsidP="007D7345">
      <w:pPr>
        <w:pStyle w:val="libNormal"/>
      </w:pPr>
      <w:r>
        <w:t>tidak boleh menikah dengannya selama saudara perempuannya berstatus sebagai istrinya (yakni,</w:t>
      </w:r>
    </w:p>
    <w:p w:rsidR="007D7345" w:rsidRDefault="007D7345" w:rsidP="007D7345">
      <w:pPr>
        <w:pStyle w:val="libNormal"/>
      </w:pPr>
      <w:r>
        <w:t>walaupun hukum menikah dengan dua perempuan bersaudara adalah haram), kecuali jika</w:t>
      </w:r>
    </w:p>
    <w:p w:rsidR="00A27CB8" w:rsidRDefault="007D7345" w:rsidP="007D7345">
      <w:pPr>
        <w:pStyle w:val="libNormal"/>
      </w:pPr>
      <w:r>
        <w:t>i</w:t>
      </w:r>
      <w:r w:rsidR="008577F9">
        <w:t>strinya meninggal atau dicerai.</w:t>
      </w:r>
      <w:r w:rsidR="008577F9" w:rsidRPr="008577F9">
        <w:rPr>
          <w:rStyle w:val="libFootnotenumChar"/>
        </w:rPr>
        <w:footnoteReference w:id="634"/>
      </w:r>
    </w:p>
    <w:p w:rsidR="006573B3" w:rsidRDefault="006573B3" w:rsidP="006573B3">
      <w:pPr>
        <w:pStyle w:val="libNormal"/>
      </w:pPr>
    </w:p>
    <w:p w:rsidR="006573B3" w:rsidRDefault="006573B3" w:rsidP="006573B3">
      <w:pPr>
        <w:pStyle w:val="Heading2"/>
      </w:pPr>
      <w:bookmarkStart w:id="468" w:name="_Toc422656963"/>
      <w:r>
        <w:t>Melihat Orang Lain</w:t>
      </w:r>
      <w:bookmarkEnd w:id="468"/>
    </w:p>
    <w:p w:rsidR="006573B3" w:rsidRDefault="006573B3" w:rsidP="006573B3">
      <w:pPr>
        <w:pStyle w:val="libNormal"/>
      </w:pPr>
    </w:p>
    <w:p w:rsidR="006573B3" w:rsidRDefault="006573B3" w:rsidP="006573B3">
      <w:pPr>
        <w:pStyle w:val="libNormal"/>
      </w:pPr>
      <w:r>
        <w:t>1. Suami boleh melihat seluruh badan istrinya. Begitu juga sebaliknya, istri boleh melihat</w:t>
      </w:r>
    </w:p>
    <w:p w:rsidR="006573B3" w:rsidRDefault="006573B3" w:rsidP="006573B3">
      <w:pPr>
        <w:pStyle w:val="libNormal"/>
      </w:pPr>
      <w:r>
        <w:t>seluruh badan suaminya, sekalipun untuk kenikmatan seksual.</w:t>
      </w:r>
      <w:r w:rsidRPr="006573B3">
        <w:rPr>
          <w:rStyle w:val="libFootnotenumChar"/>
        </w:rPr>
        <w:footnoteReference w:id="635"/>
      </w:r>
    </w:p>
    <w:p w:rsidR="006573B3" w:rsidRDefault="006573B3" w:rsidP="006573B3">
      <w:pPr>
        <w:pStyle w:val="libNormal"/>
      </w:pPr>
      <w:r>
        <w:lastRenderedPageBreak/>
        <w:t>2. Selain suami dan istri, penglihatan seseorang kepada orang lain untuk kenikmatan seksual</w:t>
      </w:r>
    </w:p>
    <w:p w:rsidR="006573B3" w:rsidRDefault="006573B3" w:rsidP="006573B3">
      <w:pPr>
        <w:pStyle w:val="libNormal"/>
      </w:pPr>
      <w:r>
        <w:t>hukumnya haram; baik sesama jenis seperti; lelaki melihat lelaki lain, atau bukan sesama jenis</w:t>
      </w:r>
    </w:p>
    <w:p w:rsidR="006573B3" w:rsidRDefault="006573B3" w:rsidP="006573B3">
      <w:pPr>
        <w:pStyle w:val="libNormal"/>
      </w:pPr>
      <w:r>
        <w:t>seperti; lelaki melihat perempuan, baik muhrim atau bukan-muhrim. Dan, hukum haram ini</w:t>
      </w:r>
    </w:p>
    <w:p w:rsidR="006573B3" w:rsidRDefault="006573B3" w:rsidP="006573B3">
      <w:pPr>
        <w:pStyle w:val="libNormal"/>
      </w:pPr>
      <w:r>
        <w:t>berlaku pada setiap penglihatan kepada semua ba-gian badan mereka.</w:t>
      </w:r>
      <w:r w:rsidRPr="006573B3">
        <w:rPr>
          <w:rStyle w:val="libFootnotenumChar"/>
        </w:rPr>
        <w:footnoteReference w:id="636"/>
      </w:r>
    </w:p>
    <w:p w:rsidR="006573B3" w:rsidRDefault="006573B3" w:rsidP="006573B3">
      <w:pPr>
        <w:pStyle w:val="libNormal"/>
      </w:pPr>
      <w:r>
        <w:t>3. Terdapat hukum-hukum tertentu bagi seorang lelaki</w:t>
      </w:r>
      <w:r w:rsidRPr="006573B3">
        <w:rPr>
          <w:rStyle w:val="libFootnotenumChar"/>
        </w:rPr>
        <w:footnoteReference w:id="637"/>
      </w:r>
      <w:r>
        <w:t xml:space="preserve"> yang melihat badan perempuan tidak</w:t>
      </w:r>
    </w:p>
    <w:p w:rsidR="006573B3" w:rsidRDefault="006573B3" w:rsidP="006573B3">
      <w:pPr>
        <w:pStyle w:val="libNormal"/>
      </w:pPr>
      <w:r>
        <w:t>untuk kenikmatan seksual, sebagaiman akan kami jelaskan di bawah ini.</w:t>
      </w:r>
    </w:p>
    <w:p w:rsidR="006573B3" w:rsidRDefault="006573B3" w:rsidP="006573B3">
      <w:pPr>
        <w:pStyle w:val="libNormal"/>
      </w:pPr>
    </w:p>
    <w:p w:rsidR="006573B3" w:rsidRDefault="006573B3" w:rsidP="006573B3">
      <w:pPr>
        <w:pStyle w:val="Heading3"/>
      </w:pPr>
      <w:bookmarkStart w:id="469" w:name="_Toc422656964"/>
      <w:r>
        <w:t>Penglihatan Lelaki kepada Perempuan</w:t>
      </w:r>
      <w:bookmarkEnd w:id="469"/>
    </w:p>
    <w:p w:rsidR="006573B3" w:rsidRDefault="006573B3" w:rsidP="006573B3">
      <w:pPr>
        <w:pStyle w:val="libNormal"/>
      </w:pPr>
      <w:r>
        <w:t>1. Perempuan itu sebagai muhrimnya:</w:t>
      </w:r>
    </w:p>
    <w:p w:rsidR="006573B3" w:rsidRDefault="006573B3" w:rsidP="006573B3">
      <w:pPr>
        <w:pStyle w:val="libNormal"/>
      </w:pPr>
      <w:r>
        <w:t>a. Haram melihat auratnya.</w:t>
      </w:r>
    </w:p>
    <w:p w:rsidR="006573B3" w:rsidRDefault="006573B3" w:rsidP="006573B3">
      <w:pPr>
        <w:pStyle w:val="libNormal"/>
      </w:pPr>
      <w:r>
        <w:t>b. Boleh melihat selain auratnya.</w:t>
      </w:r>
    </w:p>
    <w:p w:rsidR="006573B3" w:rsidRDefault="006573B3" w:rsidP="006573B3">
      <w:pPr>
        <w:pStyle w:val="libNormal"/>
      </w:pPr>
      <w:r>
        <w:t>2. Perempuan itu bukan muhrimnya:</w:t>
      </w:r>
    </w:p>
    <w:p w:rsidR="006573B3" w:rsidRDefault="006573B3" w:rsidP="006573B3">
      <w:pPr>
        <w:pStyle w:val="libNormal"/>
      </w:pPr>
      <w:r>
        <w:t>a. Boleh melihat wajah dan tangan sampai pergela-ngannya.</w:t>
      </w:r>
      <w:r w:rsidRPr="006573B3">
        <w:rPr>
          <w:rStyle w:val="libFootnotenumChar"/>
        </w:rPr>
        <w:footnoteReference w:id="638"/>
      </w:r>
    </w:p>
    <w:p w:rsidR="006573B3" w:rsidRDefault="006573B3" w:rsidP="006573B3">
      <w:pPr>
        <w:pStyle w:val="libNormal"/>
      </w:pPr>
      <w:r>
        <w:t>b. Kecuali dua bagian di poin a. tadi, haram melihat seluruh badannya.</w:t>
      </w:r>
      <w:r w:rsidRPr="006573B3">
        <w:rPr>
          <w:rStyle w:val="libFootnotenumChar"/>
        </w:rPr>
        <w:footnoteReference w:id="639"/>
      </w:r>
    </w:p>
    <w:p w:rsidR="006573B3" w:rsidRDefault="006573B3" w:rsidP="006573B3">
      <w:pPr>
        <w:pStyle w:val="libNormal"/>
      </w:pPr>
      <w:r>
        <w:t>* * *</w:t>
      </w:r>
    </w:p>
    <w:p w:rsidR="006573B3" w:rsidRDefault="006573B3" w:rsidP="006573B3">
      <w:pPr>
        <w:pStyle w:val="libNormal"/>
      </w:pPr>
    </w:p>
    <w:p w:rsidR="006573B3" w:rsidRDefault="006573B3" w:rsidP="006573B3">
      <w:pPr>
        <w:pStyle w:val="Heading2Center"/>
      </w:pPr>
      <w:bookmarkStart w:id="470" w:name="_Toc422656965"/>
      <w:r>
        <w:t>PERNIKAHAN</w:t>
      </w:r>
      <w:bookmarkEnd w:id="470"/>
    </w:p>
    <w:p w:rsidR="006573B3" w:rsidRDefault="006573B3" w:rsidP="006573B3">
      <w:pPr>
        <w:pStyle w:val="libNormal"/>
      </w:pPr>
    </w:p>
    <w:p w:rsidR="006573B3" w:rsidRDefault="006573B3" w:rsidP="006573B3">
      <w:pPr>
        <w:pStyle w:val="libNormal"/>
      </w:pPr>
      <w:r>
        <w:t>Pernikahan akan menjadi wajib atas seseorang apabila dia tidak lagi mampu menahan diri dari</w:t>
      </w:r>
    </w:p>
    <w:p w:rsidR="006573B3" w:rsidRDefault="006573B3" w:rsidP="006573B3">
      <w:pPr>
        <w:pStyle w:val="libNormal"/>
      </w:pPr>
      <w:r>
        <w:t>maksiat dan perbuatan dosa karena tidak menikah.</w:t>
      </w:r>
      <w:r w:rsidRPr="006573B3">
        <w:rPr>
          <w:rStyle w:val="libFootnotenumChar"/>
        </w:rPr>
        <w:footnoteReference w:id="640"/>
      </w:r>
    </w:p>
    <w:p w:rsidR="00F512A4" w:rsidRDefault="00F512A4" w:rsidP="006573B3">
      <w:pPr>
        <w:pStyle w:val="libNormal"/>
      </w:pPr>
    </w:p>
    <w:p w:rsidR="006573B3" w:rsidRDefault="006573B3" w:rsidP="00F512A4">
      <w:pPr>
        <w:pStyle w:val="Heading2"/>
      </w:pPr>
      <w:bookmarkStart w:id="471" w:name="_Toc422656966"/>
      <w:r>
        <w:t>Istri yang Baik</w:t>
      </w:r>
      <w:bookmarkEnd w:id="471"/>
    </w:p>
    <w:p w:rsidR="006573B3" w:rsidRDefault="006573B3" w:rsidP="006573B3">
      <w:pPr>
        <w:pStyle w:val="libNormal"/>
      </w:pPr>
      <w:r>
        <w:t>Seyogianya seseorang memperhatikan sifat-sifat calon istri-nya dan tidak merasa cukup hanya</w:t>
      </w:r>
    </w:p>
    <w:p w:rsidR="006573B3" w:rsidRDefault="006573B3" w:rsidP="006573B3">
      <w:pPr>
        <w:pStyle w:val="libNormal"/>
      </w:pPr>
      <w:r>
        <w:t>melihat keindahan paras dan kekayaannya. Nabi Muhammad Saw. telah mengajar-kan kepada</w:t>
      </w:r>
    </w:p>
    <w:p w:rsidR="006573B3" w:rsidRDefault="006573B3" w:rsidP="006573B3">
      <w:pPr>
        <w:pStyle w:val="libNormal"/>
      </w:pPr>
      <w:r>
        <w:t>kita sifat-sifat istri yang baik, di antaranya:</w:t>
      </w:r>
    </w:p>
    <w:p w:rsidR="006573B3" w:rsidRDefault="006573B3" w:rsidP="006573B3">
      <w:pPr>
        <w:pStyle w:val="libNormal"/>
      </w:pPr>
      <w:r>
        <w:t>a. Penyayang.</w:t>
      </w:r>
    </w:p>
    <w:p w:rsidR="006573B3" w:rsidRDefault="006573B3" w:rsidP="006573B3">
      <w:pPr>
        <w:pStyle w:val="libNormal"/>
      </w:pPr>
      <w:r>
        <w:t>b. Mulia dan menjaga kesucian dan kehormatan diri.</w:t>
      </w:r>
    </w:p>
    <w:p w:rsidR="006573B3" w:rsidRDefault="006573B3" w:rsidP="006573B3">
      <w:pPr>
        <w:pStyle w:val="libNormal"/>
      </w:pPr>
      <w:r>
        <w:t>c. Terhormat dalam keluarganya.</w:t>
      </w:r>
    </w:p>
    <w:p w:rsidR="006573B3" w:rsidRDefault="006573B3" w:rsidP="006573B3">
      <w:pPr>
        <w:pStyle w:val="libNormal"/>
      </w:pPr>
      <w:r>
        <w:t>d. Sopan dan santun di hadapan suaminya.</w:t>
      </w:r>
    </w:p>
    <w:p w:rsidR="006573B3" w:rsidRDefault="006573B3" w:rsidP="006573B3">
      <w:pPr>
        <w:pStyle w:val="libNormal"/>
      </w:pPr>
      <w:r>
        <w:t>e. Berdandan dan merias diri hanya untuk suami.</w:t>
      </w:r>
    </w:p>
    <w:p w:rsidR="006573B3" w:rsidRDefault="00F512A4" w:rsidP="006573B3">
      <w:pPr>
        <w:pStyle w:val="libNormal"/>
      </w:pPr>
      <w:r>
        <w:t>f. Taat pada suami.</w:t>
      </w:r>
      <w:r w:rsidRPr="00F512A4">
        <w:rPr>
          <w:rStyle w:val="libFootnotenumChar"/>
        </w:rPr>
        <w:footnoteReference w:id="641"/>
      </w:r>
    </w:p>
    <w:p w:rsidR="00F512A4" w:rsidRDefault="00F512A4" w:rsidP="006573B3">
      <w:pPr>
        <w:pStyle w:val="libNormal"/>
      </w:pPr>
    </w:p>
    <w:p w:rsidR="006573B3" w:rsidRDefault="006573B3" w:rsidP="00F512A4">
      <w:pPr>
        <w:pStyle w:val="Heading2"/>
      </w:pPr>
      <w:bookmarkStart w:id="472" w:name="_Toc422656967"/>
      <w:r>
        <w:t>Istri yang tidak Baik</w:t>
      </w:r>
      <w:bookmarkEnd w:id="472"/>
    </w:p>
    <w:p w:rsidR="006573B3" w:rsidRDefault="006573B3" w:rsidP="006573B3">
      <w:pPr>
        <w:pStyle w:val="libNormal"/>
      </w:pPr>
      <w:r>
        <w:t>Dalam riwayat, disebutkan sebagian sifat-sifat istri yang tidak baik; di antaranya:</w:t>
      </w:r>
    </w:p>
    <w:p w:rsidR="00270AA3" w:rsidRDefault="006573B3" w:rsidP="006573B3">
      <w:pPr>
        <w:pStyle w:val="libNormal"/>
      </w:pPr>
      <w:r>
        <w:t>a. Terhina dalam keluarganya.</w:t>
      </w:r>
    </w:p>
    <w:p w:rsidR="00DB72C6" w:rsidRDefault="00DB72C6" w:rsidP="00DB72C6">
      <w:pPr>
        <w:pStyle w:val="libNormal"/>
      </w:pPr>
      <w:r>
        <w:t>b. Pendengki dan pendendam.</w:t>
      </w:r>
    </w:p>
    <w:p w:rsidR="00DB72C6" w:rsidRDefault="00DB72C6" w:rsidP="00DB72C6">
      <w:pPr>
        <w:pStyle w:val="libNormal"/>
      </w:pPr>
      <w:r>
        <w:t>c. Tidak bertakwa.</w:t>
      </w:r>
    </w:p>
    <w:p w:rsidR="00DB72C6" w:rsidRDefault="00DB72C6" w:rsidP="00DB72C6">
      <w:pPr>
        <w:pStyle w:val="libNormal"/>
      </w:pPr>
      <w:r>
        <w:t>d. Berdandan dan berias diri untuk orang lain.</w:t>
      </w:r>
    </w:p>
    <w:p w:rsidR="00DB72C6" w:rsidRDefault="00DB72C6" w:rsidP="00DB72C6">
      <w:pPr>
        <w:pStyle w:val="libNormal"/>
      </w:pPr>
      <w:r>
        <w:t>e. Tidak taat pada suami.</w:t>
      </w:r>
      <w:r w:rsidRPr="00DB72C6">
        <w:rPr>
          <w:rStyle w:val="libFootnotenumChar"/>
        </w:rPr>
        <w:footnoteReference w:id="642"/>
      </w:r>
    </w:p>
    <w:p w:rsidR="00DB72C6" w:rsidRDefault="00DB72C6" w:rsidP="00DB72C6">
      <w:pPr>
        <w:pStyle w:val="libNormal"/>
      </w:pPr>
    </w:p>
    <w:p w:rsidR="00DB72C6" w:rsidRDefault="00DB72C6" w:rsidP="00DB72C6">
      <w:pPr>
        <w:pStyle w:val="Heading2"/>
      </w:pPr>
      <w:bookmarkStart w:id="473" w:name="_Toc422656968"/>
      <w:r>
        <w:t>Akad Nikah</w:t>
      </w:r>
      <w:bookmarkEnd w:id="473"/>
    </w:p>
    <w:p w:rsidR="00DB72C6" w:rsidRDefault="00DB72C6" w:rsidP="00DB72C6">
      <w:pPr>
        <w:pStyle w:val="libNormal"/>
      </w:pPr>
    </w:p>
    <w:p w:rsidR="00DB72C6" w:rsidRDefault="00DB72C6" w:rsidP="00DB72C6">
      <w:pPr>
        <w:pStyle w:val="libNormal"/>
      </w:pPr>
      <w:r>
        <w:t>1. Kerelaan dua mempelai serta saling mencintai tidaklah cukup (untuk melangsungkan</w:t>
      </w:r>
    </w:p>
    <w:p w:rsidR="00DB72C6" w:rsidRDefault="00DB72C6" w:rsidP="00DB72C6">
      <w:pPr>
        <w:pStyle w:val="libNormal"/>
      </w:pPr>
      <w:r>
        <w:t>pernikahan mereka). Oleh karena itu, selama akad nikah belum dilakukan (diucapkan),</w:t>
      </w:r>
    </w:p>
    <w:p w:rsidR="00DB72C6" w:rsidRDefault="00DB72C6" w:rsidP="00DB72C6">
      <w:pPr>
        <w:pStyle w:val="libNormal"/>
      </w:pPr>
      <w:r>
        <w:t>lamaran atau masa tunangan tidak me-nyebabkan mempelai perempuan menjadi muhrim</w:t>
      </w:r>
    </w:p>
    <w:p w:rsidR="00DB72C6" w:rsidRDefault="00DB72C6" w:rsidP="00DB72C6">
      <w:pPr>
        <w:pStyle w:val="libNormal"/>
      </w:pPr>
      <w:r>
        <w:lastRenderedPageBreak/>
        <w:t>bagi mempelai lelaki, juga dia (mempelai perempuan) masih sama seperti semua</w:t>
      </w:r>
    </w:p>
    <w:p w:rsidR="00DB72C6" w:rsidRDefault="00DB72C6" w:rsidP="00DB72C6">
      <w:pPr>
        <w:pStyle w:val="libNormal"/>
      </w:pPr>
      <w:r>
        <w:t>perempuan bukan-muhrim yang lain bagi mempelai lelaki tersebut.</w:t>
      </w:r>
      <w:r w:rsidRPr="00DB72C6">
        <w:rPr>
          <w:rStyle w:val="libFootnotenumChar"/>
        </w:rPr>
        <w:footnoteReference w:id="643"/>
      </w:r>
    </w:p>
    <w:p w:rsidR="00DB72C6" w:rsidRDefault="00DB72C6" w:rsidP="00DB72C6">
      <w:pPr>
        <w:pStyle w:val="libNormal"/>
      </w:pPr>
      <w:r>
        <w:t>2. Dalam pernikahan, akad nikah harus diucapkan sesuai dengan redaksi (kalimat akad) yang</w:t>
      </w:r>
    </w:p>
    <w:p w:rsidR="00DB72C6" w:rsidRDefault="00DB72C6" w:rsidP="00DB72C6">
      <w:pPr>
        <w:pStyle w:val="libNormal"/>
      </w:pPr>
      <w:r>
        <w:t>khusus.</w:t>
      </w:r>
    </w:p>
    <w:p w:rsidR="00DB72C6" w:rsidRDefault="00DB72C6" w:rsidP="00DB72C6">
      <w:pPr>
        <w:pStyle w:val="libNormal"/>
      </w:pPr>
      <w:r>
        <w:t>3. Jika satu huruf saja dari kalimat akad nikah diucapkan secara keliru sehingga merubah</w:t>
      </w:r>
    </w:p>
    <w:p w:rsidR="00DB72C6" w:rsidRDefault="00DB72C6" w:rsidP="00DB72C6">
      <w:pPr>
        <w:pStyle w:val="libNormal"/>
      </w:pPr>
      <w:r>
        <w:t>maknanya, maka akad nikah menjadi tidak sah.</w:t>
      </w:r>
      <w:r w:rsidRPr="00DB72C6">
        <w:rPr>
          <w:rStyle w:val="libFootnotenumChar"/>
        </w:rPr>
        <w:footnoteReference w:id="644"/>
      </w:r>
    </w:p>
    <w:p w:rsidR="00DB72C6" w:rsidRDefault="00DB72C6" w:rsidP="00DB72C6">
      <w:pPr>
        <w:pStyle w:val="libNormal"/>
      </w:pPr>
    </w:p>
    <w:p w:rsidR="00DB72C6" w:rsidRDefault="00DB72C6" w:rsidP="00DB72C6">
      <w:pPr>
        <w:pStyle w:val="Heading2"/>
      </w:pPr>
      <w:bookmarkStart w:id="474" w:name="_Toc422656969"/>
      <w:r>
        <w:t>Kesimpulan Pelajaran</w:t>
      </w:r>
      <w:bookmarkEnd w:id="474"/>
    </w:p>
    <w:p w:rsidR="00DB72C6" w:rsidRDefault="00DB72C6" w:rsidP="00DB72C6">
      <w:pPr>
        <w:pStyle w:val="libNormal"/>
      </w:pPr>
    </w:p>
    <w:p w:rsidR="00DB72C6" w:rsidRDefault="00DB72C6" w:rsidP="00DB72C6">
      <w:pPr>
        <w:pStyle w:val="libNormal"/>
      </w:pPr>
      <w:r>
        <w:t>1. Karena keturunan, orang-orang berikut ini menjadi muhrim bagi seorang lelaki: ibu, anak</w:t>
      </w:r>
    </w:p>
    <w:p w:rsidR="00DB72C6" w:rsidRDefault="00DB72C6" w:rsidP="00DB72C6">
      <w:pPr>
        <w:pStyle w:val="libNormal"/>
      </w:pPr>
      <w:r>
        <w:t>perempuan, saudara perempuan, anak perempuan saudara perem-puan, anak perempuan</w:t>
      </w:r>
    </w:p>
    <w:p w:rsidR="00DB72C6" w:rsidRDefault="00DB72C6" w:rsidP="00DB72C6">
      <w:pPr>
        <w:pStyle w:val="libNormal"/>
      </w:pPr>
      <w:r>
        <w:t>saudara laki, bibi dari ayah, bibi dari ibu.</w:t>
      </w:r>
    </w:p>
    <w:p w:rsidR="00DB72C6" w:rsidRDefault="00DB72C6" w:rsidP="00DB72C6">
      <w:pPr>
        <w:pStyle w:val="libNormal"/>
      </w:pPr>
      <w:r>
        <w:t>2. Karena pernikahan, orang-orang berikut ini menjadi muhrim dengan seorang lelaki: istri, ibu</w:t>
      </w:r>
    </w:p>
    <w:p w:rsidR="00DB72C6" w:rsidRDefault="00DB72C6" w:rsidP="00DB72C6">
      <w:pPr>
        <w:pStyle w:val="libNormal"/>
      </w:pPr>
      <w:r>
        <w:t>istri, anak perempuan istri, istri ayah, istri anak.</w:t>
      </w:r>
    </w:p>
    <w:p w:rsidR="00DB72C6" w:rsidRDefault="00DB72C6" w:rsidP="00DB72C6">
      <w:pPr>
        <w:pStyle w:val="libNormal"/>
      </w:pPr>
      <w:r>
        <w:t>3. Saudara perempuan istri itu bukan-muhrim, walaupun kawin dengannya tidak boleh selama</w:t>
      </w:r>
    </w:p>
    <w:p w:rsidR="00DB72C6" w:rsidRDefault="00DB72C6" w:rsidP="00DB72C6">
      <w:pPr>
        <w:pStyle w:val="libNormal"/>
      </w:pPr>
      <w:r>
        <w:t>saudaranya ber-status sebagai istrinya.</w:t>
      </w:r>
    </w:p>
    <w:p w:rsidR="00DB72C6" w:rsidRDefault="00DB72C6" w:rsidP="00DB72C6">
      <w:pPr>
        <w:pStyle w:val="libNormal"/>
      </w:pPr>
      <w:r>
        <w:t>4. Selain suami istri, melihat bagian apa saja dari badan orang lain untuk kenikmatan seksual</w:t>
      </w:r>
    </w:p>
    <w:p w:rsidR="00DB72C6" w:rsidRDefault="00DB72C6" w:rsidP="00DB72C6">
      <w:pPr>
        <w:pStyle w:val="libNormal"/>
      </w:pPr>
      <w:r>
        <w:t>adalah haram.</w:t>
      </w:r>
    </w:p>
    <w:p w:rsidR="00DB72C6" w:rsidRDefault="00DB72C6" w:rsidP="00DB72C6">
      <w:pPr>
        <w:pStyle w:val="libNormal"/>
      </w:pPr>
      <w:r>
        <w:t>5. Lelaki boleh melihat badan seluruh perempuan muh-rimnya tanpa kenikmatan seksual,</w:t>
      </w:r>
    </w:p>
    <w:p w:rsidR="00DB72C6" w:rsidRDefault="00DB72C6" w:rsidP="00DB72C6">
      <w:pPr>
        <w:pStyle w:val="libNormal"/>
      </w:pPr>
      <w:r>
        <w:t>kecuali aurat mereka.</w:t>
      </w:r>
    </w:p>
    <w:p w:rsidR="00DB72C6" w:rsidRDefault="00DB72C6" w:rsidP="00DB72C6">
      <w:pPr>
        <w:pStyle w:val="libNormal"/>
      </w:pPr>
      <w:r>
        <w:t>6. Lelaki boleh melihat wajah dan tangan seluruh perem-puan bukan-muhrim tanpa kenikmatan</w:t>
      </w:r>
    </w:p>
    <w:p w:rsidR="00DB72C6" w:rsidRDefault="00DB72C6" w:rsidP="00DB72C6">
      <w:pPr>
        <w:pStyle w:val="libNormal"/>
      </w:pPr>
      <w:r>
        <w:t>seksual.</w:t>
      </w:r>
    </w:p>
    <w:p w:rsidR="00DB72C6" w:rsidRDefault="00DB72C6" w:rsidP="00DB72C6">
      <w:pPr>
        <w:pStyle w:val="libNormal"/>
      </w:pPr>
      <w:r>
        <w:lastRenderedPageBreak/>
        <w:t>7. Melihat seluruh anggota badan—selain wajah dan ta-ngan—perempuan bukan-muhrim</w:t>
      </w:r>
    </w:p>
    <w:p w:rsidR="00DB72C6" w:rsidRDefault="00DB72C6" w:rsidP="00DB72C6">
      <w:pPr>
        <w:pStyle w:val="libNormal"/>
      </w:pPr>
      <w:r>
        <w:t>adalah haram.</w:t>
      </w:r>
    </w:p>
    <w:p w:rsidR="00DB72C6" w:rsidRDefault="00DB72C6" w:rsidP="00DB72C6">
      <w:pPr>
        <w:pStyle w:val="libNormal"/>
      </w:pPr>
      <w:r>
        <w:t>8. Jika seseorang melakukan perbuatan maksiat dan dosa karena tidak menikah, maka dia wajib</w:t>
      </w:r>
    </w:p>
    <w:p w:rsidR="00DB72C6" w:rsidRDefault="00DB72C6" w:rsidP="00DB72C6">
      <w:pPr>
        <w:pStyle w:val="libNormal"/>
      </w:pPr>
      <w:r>
        <w:t>menikah.</w:t>
      </w:r>
    </w:p>
    <w:p w:rsidR="00DB72C6" w:rsidRDefault="00DB72C6" w:rsidP="00DB72C6">
      <w:pPr>
        <w:pStyle w:val="libNormal"/>
      </w:pPr>
      <w:r>
        <w:t>9. Dalam pernikahan, kalimat khusus akad nikah harus diucapkan, dan sekedar kerelaan kedua</w:t>
      </w:r>
    </w:p>
    <w:p w:rsidR="00DB72C6" w:rsidRDefault="00DB72C6" w:rsidP="00DB72C6">
      <w:pPr>
        <w:pStyle w:val="libNormal"/>
      </w:pPr>
      <w:r>
        <w:t>mempelai tidak-lah cukup.</w:t>
      </w:r>
    </w:p>
    <w:p w:rsidR="00DB72C6" w:rsidRDefault="00DB72C6" w:rsidP="00DB72C6">
      <w:pPr>
        <w:pStyle w:val="libNormal"/>
      </w:pPr>
    </w:p>
    <w:p w:rsidR="00DB72C6" w:rsidRDefault="00DB72C6" w:rsidP="00DB72C6">
      <w:pPr>
        <w:pStyle w:val="Heading2"/>
      </w:pPr>
      <w:bookmarkStart w:id="475" w:name="_Toc422656970"/>
      <w:r>
        <w:t>Pertanyaan:</w:t>
      </w:r>
      <w:bookmarkEnd w:id="475"/>
    </w:p>
    <w:p w:rsidR="00DB72C6" w:rsidRDefault="00DB72C6" w:rsidP="00DB72C6">
      <w:pPr>
        <w:pStyle w:val="libNormal"/>
      </w:pPr>
    </w:p>
    <w:p w:rsidR="00DB72C6" w:rsidRDefault="00DB72C6" w:rsidP="00DB72C6">
      <w:pPr>
        <w:pStyle w:val="libNormal"/>
      </w:pPr>
      <w:r>
        <w:t>1. Siapa saja yang menjadi salingmuhrim karena perni-kahan?</w:t>
      </w:r>
    </w:p>
    <w:p w:rsidR="00DB72C6" w:rsidRDefault="00DB72C6" w:rsidP="00DB72C6">
      <w:pPr>
        <w:pStyle w:val="libNormal"/>
      </w:pPr>
      <w:r>
        <w:t>2. Berapa kelompok perempuan yangmenjadimuhrim le-laki?</w:t>
      </w:r>
    </w:p>
    <w:p w:rsidR="00DB72C6" w:rsidRDefault="00DB72C6" w:rsidP="00DB72C6">
      <w:pPr>
        <w:pStyle w:val="libNormal"/>
      </w:pPr>
      <w:r>
        <w:t>3. Apa hukum melihat rambut bibi dari ayah maupun bibi dari ibu?</w:t>
      </w:r>
    </w:p>
    <w:p w:rsidR="00DB72C6" w:rsidRDefault="00DB72C6" w:rsidP="00DB72C6">
      <w:pPr>
        <w:pStyle w:val="libNormal"/>
      </w:pPr>
      <w:r>
        <w:t>4. Apa hukum melihat badan istri paman dari ayah dan istri paman dari ibu?</w:t>
      </w:r>
    </w:p>
    <w:p w:rsidR="00DB72C6" w:rsidRDefault="00DB72C6" w:rsidP="00DB72C6">
      <w:pPr>
        <w:pStyle w:val="libNormal"/>
      </w:pPr>
      <w:r>
        <w:t>5. Apakah menikah itu wajib?</w:t>
      </w:r>
    </w:p>
    <w:p w:rsidR="00DB72C6" w:rsidRPr="00367024" w:rsidRDefault="00DB72C6">
      <w:r>
        <w:br w:type="page"/>
      </w:r>
    </w:p>
    <w:p w:rsidR="00780FE9" w:rsidRDefault="00780FE9" w:rsidP="00780FE9">
      <w:pPr>
        <w:pStyle w:val="Heading1Center"/>
      </w:pPr>
      <w:bookmarkStart w:id="476" w:name="_Toc422656971"/>
      <w:r>
        <w:lastRenderedPageBreak/>
        <w:t>Pelajaran 44</w:t>
      </w:r>
      <w:bookmarkEnd w:id="476"/>
    </w:p>
    <w:p w:rsidR="00780FE9" w:rsidRDefault="00780FE9" w:rsidP="00780FE9">
      <w:pPr>
        <w:pStyle w:val="Heading1Center"/>
      </w:pPr>
      <w:bookmarkStart w:id="477" w:name="_Toc422656972"/>
      <w:r>
        <w:t>HUKUM-HUKUM MASJID,</w:t>
      </w:r>
      <w:bookmarkEnd w:id="477"/>
    </w:p>
    <w:p w:rsidR="00780FE9" w:rsidRDefault="00780FE9" w:rsidP="00780FE9">
      <w:pPr>
        <w:pStyle w:val="Heading1Center"/>
      </w:pPr>
      <w:bookmarkStart w:id="478" w:name="_Toc422656973"/>
      <w:r>
        <w:t>AL-QURAN DAN MENGUCAPKAN SALAM</w:t>
      </w:r>
      <w:bookmarkEnd w:id="478"/>
    </w:p>
    <w:p w:rsidR="00780FE9" w:rsidRDefault="00780FE9" w:rsidP="00780FE9">
      <w:pPr>
        <w:pStyle w:val="libNormal"/>
      </w:pPr>
    </w:p>
    <w:p w:rsidR="00780FE9" w:rsidRDefault="00780FE9" w:rsidP="00780FE9">
      <w:pPr>
        <w:pStyle w:val="Heading2Center"/>
      </w:pPr>
      <w:bookmarkStart w:id="479" w:name="_Toc422656974"/>
      <w:r>
        <w:t>HUKUM-HUKUM MASJID</w:t>
      </w:r>
      <w:bookmarkEnd w:id="479"/>
    </w:p>
    <w:p w:rsidR="00780FE9" w:rsidRDefault="00780FE9" w:rsidP="00780FE9">
      <w:pPr>
        <w:pStyle w:val="libNormal"/>
      </w:pPr>
    </w:p>
    <w:p w:rsidR="00780FE9" w:rsidRDefault="00780FE9" w:rsidP="00780FE9">
      <w:pPr>
        <w:pStyle w:val="Heading3"/>
      </w:pPr>
      <w:bookmarkStart w:id="480" w:name="_Toc422656975"/>
      <w:r>
        <w:t>Perkara-perkara yang Haram</w:t>
      </w:r>
      <w:bookmarkEnd w:id="480"/>
    </w:p>
    <w:p w:rsidR="00780FE9" w:rsidRDefault="00780FE9" w:rsidP="00780FE9">
      <w:pPr>
        <w:pStyle w:val="libNormal"/>
      </w:pPr>
      <w:r>
        <w:t>1. Menghiasimasjid dengan emas.</w:t>
      </w:r>
      <w:r w:rsidRPr="00780FE9">
        <w:rPr>
          <w:rStyle w:val="libFootnotenumChar"/>
        </w:rPr>
        <w:footnoteReference w:id="645"/>
      </w:r>
    </w:p>
    <w:p w:rsidR="00780FE9" w:rsidRDefault="00780FE9" w:rsidP="00780FE9">
      <w:pPr>
        <w:pStyle w:val="libNormal"/>
      </w:pPr>
      <w:r>
        <w:t>2. Menjual masjid, sekalipun sudah rusak.</w:t>
      </w:r>
    </w:p>
    <w:p w:rsidR="00780FE9" w:rsidRDefault="00780FE9" w:rsidP="00780FE9">
      <w:pPr>
        <w:pStyle w:val="libNormal"/>
      </w:pPr>
      <w:r>
        <w:t>3. Menajisimasjid. Dan jika telah ternajisi, harus segera disucikan.</w:t>
      </w:r>
    </w:p>
    <w:p w:rsidR="00780FE9" w:rsidRDefault="00780FE9" w:rsidP="00780FE9">
      <w:pPr>
        <w:pStyle w:val="libNormal"/>
      </w:pPr>
      <w:r>
        <w:t>4. Membawa tanah dan kerikil darimasjid, kecuali jika tanah itu tanah lebih.</w:t>
      </w:r>
    </w:p>
    <w:p w:rsidR="00780FE9" w:rsidRDefault="00780FE9" w:rsidP="00780FE9">
      <w:pPr>
        <w:pStyle w:val="libNormal"/>
      </w:pPr>
    </w:p>
    <w:p w:rsidR="00780FE9" w:rsidRDefault="00780FE9" w:rsidP="00780FE9">
      <w:pPr>
        <w:pStyle w:val="Heading3"/>
      </w:pPr>
      <w:bookmarkStart w:id="481" w:name="_Toc422656976"/>
      <w:r>
        <w:t>Perkara-perkara yang Sunah</w:t>
      </w:r>
      <w:bookmarkEnd w:id="481"/>
    </w:p>
    <w:p w:rsidR="00780FE9" w:rsidRDefault="00780FE9" w:rsidP="00780FE9">
      <w:pPr>
        <w:pStyle w:val="libNormal"/>
      </w:pPr>
      <w:r>
        <w:t>1. Pergi ke masjid lebih dahulu dari jemaah yang lain, dan pulangnya lebih lambat dari mereka.</w:t>
      </w:r>
    </w:p>
    <w:p w:rsidR="00780FE9" w:rsidRDefault="00780FE9" w:rsidP="00780FE9">
      <w:pPr>
        <w:pStyle w:val="libNormal"/>
      </w:pPr>
      <w:r>
        <w:t>2. Menyalakan lampu masjid.</w:t>
      </w:r>
    </w:p>
    <w:p w:rsidR="00780FE9" w:rsidRDefault="00780FE9" w:rsidP="00780FE9">
      <w:pPr>
        <w:pStyle w:val="libNormal"/>
      </w:pPr>
      <w:r>
        <w:t>3. Membersihkan masjid.</w:t>
      </w:r>
    </w:p>
    <w:p w:rsidR="00780FE9" w:rsidRDefault="00780FE9" w:rsidP="00780FE9">
      <w:pPr>
        <w:pStyle w:val="libNormal"/>
      </w:pPr>
      <w:r>
        <w:t>4. Pertama-tama, menginjakkan kaki kanan untukmasuk ke masjid.</w:t>
      </w:r>
    </w:p>
    <w:p w:rsidR="00780FE9" w:rsidRDefault="00780FE9" w:rsidP="00780FE9">
      <w:pPr>
        <w:pStyle w:val="libNormal"/>
      </w:pPr>
      <w:r>
        <w:t>5. Pertama-tama, menginjakkan kaki kiri untuk keluar dari masjid.</w:t>
      </w:r>
    </w:p>
    <w:p w:rsidR="00780FE9" w:rsidRDefault="00780FE9" w:rsidP="00780FE9">
      <w:pPr>
        <w:pStyle w:val="libNormal"/>
      </w:pPr>
      <w:r>
        <w:t>6. Mengerjakan salat sunah dua rakaat (salat Tahiyat masjid).</w:t>
      </w:r>
    </w:p>
    <w:p w:rsidR="00780FE9" w:rsidRDefault="00780FE9" w:rsidP="00780FE9">
      <w:pPr>
        <w:pStyle w:val="libNormal"/>
      </w:pPr>
      <w:r>
        <w:t>7. Memakai wangi-wangian dan pakaian yang paling ba-gus ketika pergi ke masjid.</w:t>
      </w:r>
    </w:p>
    <w:p w:rsidR="00780FE9" w:rsidRDefault="00780FE9" w:rsidP="00780FE9">
      <w:pPr>
        <w:pStyle w:val="libNormal"/>
      </w:pPr>
    </w:p>
    <w:p w:rsidR="00780FE9" w:rsidRDefault="00780FE9" w:rsidP="00780FE9">
      <w:pPr>
        <w:pStyle w:val="Heading3"/>
      </w:pPr>
      <w:bookmarkStart w:id="482" w:name="_Toc422656977"/>
      <w:r>
        <w:t>Perkara-perkara yang Makruh</w:t>
      </w:r>
      <w:bookmarkEnd w:id="482"/>
    </w:p>
    <w:p w:rsidR="00780FE9" w:rsidRDefault="00780FE9" w:rsidP="00780FE9">
      <w:pPr>
        <w:pStyle w:val="libNormal"/>
      </w:pPr>
      <w:r>
        <w:t>1. Melewatimasjid. Maksudnya, masjid hanya sebagai tempat lewat; tanpa salat di dalamnya.</w:t>
      </w:r>
    </w:p>
    <w:p w:rsidR="00780FE9" w:rsidRDefault="00780FE9" w:rsidP="00780FE9">
      <w:pPr>
        <w:pStyle w:val="libNormal"/>
      </w:pPr>
      <w:r>
        <w:lastRenderedPageBreak/>
        <w:t>2. Meludah dan membuang ingus di masjid.</w:t>
      </w:r>
    </w:p>
    <w:p w:rsidR="00780FE9" w:rsidRDefault="00780FE9" w:rsidP="00780FE9">
      <w:pPr>
        <w:pStyle w:val="libNormal"/>
      </w:pPr>
      <w:r>
        <w:t>3. Tidur di masjid, kecuali dalam kondisi terpaksa.</w:t>
      </w:r>
    </w:p>
    <w:p w:rsidR="00780FE9" w:rsidRDefault="00780FE9" w:rsidP="00780FE9">
      <w:pPr>
        <w:pStyle w:val="libNormal"/>
      </w:pPr>
      <w:r>
        <w:t>4. Berteriak dan bersuara keras di masjid, kecuali untukmengumandangkan azan.</w:t>
      </w:r>
    </w:p>
    <w:p w:rsidR="00780FE9" w:rsidRDefault="00780FE9" w:rsidP="00780FE9">
      <w:pPr>
        <w:pStyle w:val="libNormal"/>
      </w:pPr>
      <w:r>
        <w:t>5. Melakukan jual beli di masjid.</w:t>
      </w:r>
    </w:p>
    <w:p w:rsidR="00780FE9" w:rsidRDefault="00780FE9" w:rsidP="00780FE9">
      <w:pPr>
        <w:pStyle w:val="libNormal"/>
      </w:pPr>
      <w:r>
        <w:t>6. Membicarakan urusan dunia di masjid.</w:t>
      </w:r>
    </w:p>
    <w:p w:rsidR="00780FE9" w:rsidRDefault="00780FE9" w:rsidP="00780FE9">
      <w:pPr>
        <w:pStyle w:val="libNormal"/>
      </w:pPr>
      <w:r>
        <w:t>7. Pergi ke masjid bagi orang yang baru makan bawang merah (atau bombai) atau bawang putih</w:t>
      </w:r>
    </w:p>
    <w:p w:rsidR="00780FE9" w:rsidRDefault="00780FE9" w:rsidP="00780FE9">
      <w:pPr>
        <w:pStyle w:val="libNormal"/>
      </w:pPr>
      <w:r>
        <w:t>yang baunya mengganggu orang lain.</w:t>
      </w:r>
      <w:r w:rsidRPr="00780FE9">
        <w:rPr>
          <w:rStyle w:val="libFootnotenumChar"/>
        </w:rPr>
        <w:footnoteReference w:id="646"/>
      </w:r>
    </w:p>
    <w:p w:rsidR="00780FE9" w:rsidRDefault="00780FE9" w:rsidP="00780FE9">
      <w:pPr>
        <w:pStyle w:val="libNormal"/>
      </w:pPr>
      <w:r>
        <w:t>* * *</w:t>
      </w:r>
    </w:p>
    <w:p w:rsidR="00780FE9" w:rsidRDefault="00780FE9" w:rsidP="00780FE9">
      <w:pPr>
        <w:pStyle w:val="libNormal"/>
      </w:pPr>
    </w:p>
    <w:p w:rsidR="00780FE9" w:rsidRDefault="00780FE9" w:rsidP="00780FE9">
      <w:pPr>
        <w:pStyle w:val="Heading2Center"/>
      </w:pPr>
      <w:bookmarkStart w:id="483" w:name="_Toc422656978"/>
      <w:r>
        <w:t>HUKUM-HUKUM AL-QURAN</w:t>
      </w:r>
      <w:bookmarkEnd w:id="483"/>
    </w:p>
    <w:p w:rsidR="00780FE9" w:rsidRDefault="00780FE9" w:rsidP="00780FE9">
      <w:pPr>
        <w:pStyle w:val="libNormal"/>
      </w:pPr>
    </w:p>
    <w:p w:rsidR="00780FE9" w:rsidRDefault="00780FE9" w:rsidP="00780FE9">
      <w:pPr>
        <w:pStyle w:val="libNormal"/>
      </w:pPr>
      <w:r>
        <w:t>1. Al-Quran harus selalu bersih dan suci. Haram menajisi tulisan dan kertasnya. Dan jika telah</w:t>
      </w:r>
    </w:p>
    <w:p w:rsidR="00780FE9" w:rsidRDefault="00780FE9" w:rsidP="00780FE9">
      <w:pPr>
        <w:pStyle w:val="libNormal"/>
      </w:pPr>
      <w:r>
        <w:t>najis, harus segera disucikan.</w:t>
      </w:r>
      <w:r w:rsidRPr="00780FE9">
        <w:rPr>
          <w:rStyle w:val="libFootnotenumChar"/>
        </w:rPr>
        <w:footnoteReference w:id="647"/>
      </w:r>
    </w:p>
    <w:p w:rsidR="00780FE9" w:rsidRDefault="00780FE9" w:rsidP="00780FE9">
      <w:pPr>
        <w:pStyle w:val="libNormal"/>
      </w:pPr>
      <w:r>
        <w:t>2. Jika sampul Al-Quran najis sehingga hilang kehormatan-nya, maka harus disucikan.</w:t>
      </w:r>
      <w:r w:rsidRPr="00780FE9">
        <w:rPr>
          <w:rStyle w:val="libFootnotenumChar"/>
        </w:rPr>
        <w:footnoteReference w:id="648"/>
      </w:r>
    </w:p>
    <w:p w:rsidR="00472A23" w:rsidRDefault="00472A23" w:rsidP="00780FE9">
      <w:pPr>
        <w:pStyle w:val="libNormal"/>
      </w:pPr>
    </w:p>
    <w:p w:rsidR="00AD2A6B" w:rsidRDefault="00780FE9" w:rsidP="00472A23">
      <w:pPr>
        <w:pStyle w:val="Heading2"/>
      </w:pPr>
      <w:bookmarkStart w:id="484" w:name="_Toc422656979"/>
      <w:r>
        <w:t>Menyentuh Tulisan-tulisan Al-Quran</w:t>
      </w:r>
      <w:bookmarkEnd w:id="484"/>
    </w:p>
    <w:p w:rsidR="00472A23" w:rsidRDefault="00472A23" w:rsidP="00780FE9">
      <w:pPr>
        <w:pStyle w:val="libNormal"/>
      </w:pPr>
    </w:p>
    <w:p w:rsidR="00B6170C" w:rsidRDefault="00B6170C" w:rsidP="00B6170C">
      <w:pPr>
        <w:pStyle w:val="libNormal"/>
      </w:pPr>
      <w:r>
        <w:t>1. Bagi orang yang tidak punya wudu, haram menyen-tuhkan bagian dari badannya ke Al-</w:t>
      </w:r>
    </w:p>
    <w:p w:rsidR="00B6170C" w:rsidRDefault="00B6170C" w:rsidP="00B6170C">
      <w:pPr>
        <w:pStyle w:val="libNormal"/>
      </w:pPr>
      <w:r>
        <w:t>Quran.</w:t>
      </w:r>
      <w:r w:rsidRPr="00B6170C">
        <w:rPr>
          <w:rStyle w:val="libFootnotenumChar"/>
        </w:rPr>
        <w:footnoteReference w:id="649"/>
      </w:r>
    </w:p>
    <w:p w:rsidR="00B6170C" w:rsidRDefault="00B6170C" w:rsidP="00B6170C">
      <w:pPr>
        <w:pStyle w:val="libNormal"/>
      </w:pPr>
      <w:r>
        <w:t>2. Sekaitan dengan tulisan Al-Quran, tidak ada perbedaan antara hal-hal di bawah ini:</w:t>
      </w:r>
    </w:p>
    <w:p w:rsidR="00B6170C" w:rsidRDefault="00B6170C" w:rsidP="00B6170C">
      <w:pPr>
        <w:pStyle w:val="libNormal"/>
      </w:pPr>
      <w:r>
        <w:t>o Antara ayat-ayat dan kata-kata Al-Quran, bahkan antara huruf-huruf dan harokatharokatnya.</w:t>
      </w:r>
    </w:p>
    <w:p w:rsidR="00B6170C" w:rsidRDefault="00B6170C" w:rsidP="00B6170C">
      <w:pPr>
        <w:pStyle w:val="libNormal"/>
      </w:pPr>
      <w:r>
        <w:t>o Antara apa saja yang memuat tulisan Al-Quran, baik itu kertas, tanah, dinding atau kain.</w:t>
      </w:r>
    </w:p>
    <w:p w:rsidR="00B6170C" w:rsidRDefault="00B6170C" w:rsidP="00B6170C">
      <w:pPr>
        <w:pStyle w:val="libNormal"/>
      </w:pPr>
      <w:r>
        <w:t>Semua itu tidak ada bedanya lagi dengan tulisan Al-Quran.</w:t>
      </w:r>
    </w:p>
    <w:p w:rsidR="00B6170C" w:rsidRDefault="00B6170C" w:rsidP="00B6170C">
      <w:pPr>
        <w:pStyle w:val="libNormal"/>
      </w:pPr>
      <w:r>
        <w:lastRenderedPageBreak/>
        <w:t>o Antara apa saja yang ditulis dengan pena, alat cetak, kapur, atau dengan yang lainnya.</w:t>
      </w:r>
      <w:r w:rsidRPr="00B6170C">
        <w:rPr>
          <w:rStyle w:val="libFootnotenumChar"/>
        </w:rPr>
        <w:footnoteReference w:id="650"/>
      </w:r>
    </w:p>
    <w:p w:rsidR="00B6170C" w:rsidRDefault="00B6170C" w:rsidP="00B6170C">
      <w:pPr>
        <w:pStyle w:val="libNormal"/>
      </w:pPr>
      <w:r>
        <w:t>o Haram menyentuh tulisan Al-Quran—sekalipun itu tidak di dalam Al-Quran. Yakni, jika</w:t>
      </w:r>
    </w:p>
    <w:p w:rsidR="00B6170C" w:rsidRDefault="00B6170C" w:rsidP="00B6170C">
      <w:pPr>
        <w:pStyle w:val="libNormal"/>
      </w:pPr>
      <w:r>
        <w:t>suatu ayat ter-cantum dalam suatu buku, bahkan jika satu kata da-ri Al-Quran tertulis di</w:t>
      </w:r>
    </w:p>
    <w:p w:rsidR="00B6170C" w:rsidRDefault="00B6170C" w:rsidP="00B6170C">
      <w:pPr>
        <w:pStyle w:val="libNormal"/>
      </w:pPr>
      <w:r>
        <w:t>sebuah kertas, atau sepenggal dari lafadz Al-Quran itu robek dan ter-pisah dari lembaran</w:t>
      </w:r>
    </w:p>
    <w:p w:rsidR="00B6170C" w:rsidRDefault="00B6170C" w:rsidP="00B6170C">
      <w:pPr>
        <w:pStyle w:val="libNormal"/>
      </w:pPr>
      <w:r>
        <w:t>Al-Quran atau lembaran buku lainnya, maka hukum menyentuh semua ini tetap haram.</w:t>
      </w:r>
    </w:p>
    <w:p w:rsidR="00B6170C" w:rsidRDefault="00B6170C" w:rsidP="00B6170C">
      <w:pPr>
        <w:pStyle w:val="libNormal"/>
      </w:pPr>
      <w:r>
        <w:t>3. Beberapa hal di bawah ini tidak dianggap menyentuh tulisan Al-Quran dan tidak haram:</w:t>
      </w:r>
    </w:p>
    <w:p w:rsidR="00B6170C" w:rsidRDefault="00B6170C" w:rsidP="00B6170C">
      <w:pPr>
        <w:pStyle w:val="libNormal"/>
      </w:pPr>
      <w:r>
        <w:t>o Menyentuh tulisan Al-Quran dari balik kaca atau plastik.</w:t>
      </w:r>
    </w:p>
    <w:p w:rsidR="00B6170C" w:rsidRDefault="00B6170C" w:rsidP="00B6170C">
      <w:pPr>
        <w:pStyle w:val="libNormal"/>
      </w:pPr>
      <w:r>
        <w:t>o Menyentuh kertas Al-Quran, sampulnya dan sekitar tulisannya, walaupun hukumnya</w:t>
      </w:r>
    </w:p>
    <w:p w:rsidR="00B6170C" w:rsidRDefault="00B6170C" w:rsidP="00B6170C">
      <w:pPr>
        <w:pStyle w:val="libNormal"/>
      </w:pPr>
      <w:r>
        <w:t>makruh.</w:t>
      </w:r>
    </w:p>
    <w:p w:rsidR="00B6170C" w:rsidRDefault="00B6170C" w:rsidP="00B6170C">
      <w:pPr>
        <w:pStyle w:val="libNormal"/>
      </w:pPr>
      <w:r>
        <w:t>o Menyentuh terjemahan Al-Quran dengan bahasa apapun, kecuali nama Allah dengan</w:t>
      </w:r>
    </w:p>
    <w:p w:rsidR="00B6170C" w:rsidRDefault="00B6170C" w:rsidP="00B6170C">
      <w:pPr>
        <w:pStyle w:val="libNormal"/>
      </w:pPr>
      <w:r>
        <w:t>bahasa apapun. Maka, menyentuh nama Allah dengan bahasa apapun seperti kata Tuhan</w:t>
      </w:r>
    </w:p>
    <w:p w:rsidR="00B6170C" w:rsidRDefault="00B6170C" w:rsidP="00B6170C">
      <w:pPr>
        <w:pStyle w:val="libNormal"/>
      </w:pPr>
      <w:r>
        <w:t>adalah haram bagi orang yang tidak punya wudu.</w:t>
      </w:r>
      <w:r w:rsidRPr="00B6170C">
        <w:rPr>
          <w:rStyle w:val="libFootnotenumChar"/>
        </w:rPr>
        <w:footnoteReference w:id="651"/>
      </w:r>
    </w:p>
    <w:p w:rsidR="00B6170C" w:rsidRDefault="00B6170C" w:rsidP="00B6170C">
      <w:pPr>
        <w:pStyle w:val="libNormal"/>
      </w:pPr>
      <w:r>
        <w:t>4. Kata-kata yang sama dalam Al-Quran dengan selain Al-Quran, seperti kata mu’min atau</w:t>
      </w:r>
    </w:p>
    <w:p w:rsidR="00B6170C" w:rsidRDefault="00B6170C" w:rsidP="00B6170C">
      <w:pPr>
        <w:pStyle w:val="libNormal"/>
      </w:pPr>
      <w:r>
        <w:t>alladzina; jika penulis-nya menulis dengan niat menulis Al-Quran, maka haram menyentuhnya</w:t>
      </w:r>
    </w:p>
    <w:p w:rsidR="00B6170C" w:rsidRDefault="00B6170C" w:rsidP="00B6170C">
      <w:pPr>
        <w:pStyle w:val="libNormal"/>
      </w:pPr>
      <w:r>
        <w:t>tanpa wudu.</w:t>
      </w:r>
      <w:r w:rsidRPr="00B6170C">
        <w:rPr>
          <w:rStyle w:val="libFootnotenumChar"/>
        </w:rPr>
        <w:footnoteReference w:id="652"/>
      </w:r>
    </w:p>
    <w:p w:rsidR="00B6170C" w:rsidRDefault="00B6170C" w:rsidP="00B6170C">
      <w:pPr>
        <w:pStyle w:val="libNormal"/>
      </w:pPr>
      <w:r>
        <w:t>5. Menyentuh tulisan-tulisan Al-Quran juga haram bagi orang junub.</w:t>
      </w:r>
    </w:p>
    <w:p w:rsidR="00B6170C" w:rsidRDefault="00B6170C" w:rsidP="00B6170C">
      <w:pPr>
        <w:pStyle w:val="libNormal"/>
      </w:pPr>
      <w:r>
        <w:t>6. Orang junub tidak boleh membaca surah-surah Al-Quran yang memuat sujud wajib (rincian</w:t>
      </w:r>
    </w:p>
    <w:p w:rsidR="00B6170C" w:rsidRDefault="00B6170C" w:rsidP="00B6170C">
      <w:pPr>
        <w:pStyle w:val="libNormal"/>
      </w:pPr>
      <w:r>
        <w:t>masalah ini telah diterangkan pada Pelajaran 10).</w:t>
      </w:r>
      <w:r w:rsidRPr="00B6170C">
        <w:rPr>
          <w:rStyle w:val="libFootnotenumChar"/>
        </w:rPr>
        <w:footnoteReference w:id="653"/>
      </w:r>
    </w:p>
    <w:p w:rsidR="00B6170C" w:rsidRDefault="00B6170C" w:rsidP="00B6170C">
      <w:pPr>
        <w:pStyle w:val="libNormal"/>
      </w:pPr>
      <w:r>
        <w:lastRenderedPageBreak/>
        <w:t>7. Bagi orang junub, makruh mengerjakan pekerjaan yang terkait dengan Al-Quran:</w:t>
      </w:r>
    </w:p>
    <w:p w:rsidR="00B6170C" w:rsidRDefault="00B6170C" w:rsidP="00B6170C">
      <w:pPr>
        <w:pStyle w:val="libNormal"/>
      </w:pPr>
      <w:r>
        <w:t>a. Membaca lebih dari tujuh ayat dari surah-surah Al-Quran yang tidakmemuat sujud wajib.</w:t>
      </w:r>
    </w:p>
    <w:p w:rsidR="00B6170C" w:rsidRDefault="00B6170C" w:rsidP="00B6170C">
      <w:pPr>
        <w:pStyle w:val="libNormal"/>
      </w:pPr>
      <w:r>
        <w:t>b. Menyentuhkan anggota badan ke sampul Al-Quran dan sekitarnya serta ke sela-sela</w:t>
      </w:r>
    </w:p>
    <w:p w:rsidR="00B6170C" w:rsidRDefault="00B6170C" w:rsidP="00B6170C">
      <w:pPr>
        <w:pStyle w:val="libNormal"/>
      </w:pPr>
      <w:r>
        <w:t>kosong di antara tulisan Al-Quran.</w:t>
      </w:r>
    </w:p>
    <w:p w:rsidR="00B6170C" w:rsidRDefault="00B6170C" w:rsidP="00B6170C">
      <w:pPr>
        <w:pStyle w:val="libNormal"/>
      </w:pPr>
      <w:r>
        <w:t>c. Membawa Al-Quran.</w:t>
      </w:r>
    </w:p>
    <w:p w:rsidR="00B6170C" w:rsidRDefault="00B6170C" w:rsidP="00B6170C">
      <w:pPr>
        <w:pStyle w:val="libNormal"/>
      </w:pPr>
      <w:r>
        <w:t>8. Disunahkan untuk berwudu selama membawa Al-Quran, membaca, menulis ayat-ayatnya</w:t>
      </w:r>
    </w:p>
    <w:p w:rsidR="00B6170C" w:rsidRDefault="00672D79" w:rsidP="00B6170C">
      <w:pPr>
        <w:pStyle w:val="libNormal"/>
      </w:pPr>
      <w:r>
        <w:t>dan menyentuh sekitarnya.</w:t>
      </w:r>
      <w:r w:rsidRPr="00672D79">
        <w:rPr>
          <w:rStyle w:val="libFootnotenumChar"/>
        </w:rPr>
        <w:footnoteReference w:id="654"/>
      </w:r>
    </w:p>
    <w:p w:rsidR="00B6170C" w:rsidRDefault="00B6170C" w:rsidP="00B6170C">
      <w:pPr>
        <w:pStyle w:val="libNormal"/>
      </w:pPr>
      <w:r>
        <w:t>* * *</w:t>
      </w:r>
    </w:p>
    <w:p w:rsidR="00B839DA" w:rsidRDefault="00B839DA" w:rsidP="00B6170C">
      <w:pPr>
        <w:pStyle w:val="libNormal"/>
      </w:pPr>
    </w:p>
    <w:p w:rsidR="00B6170C" w:rsidRDefault="00B6170C" w:rsidP="00B839DA">
      <w:pPr>
        <w:pStyle w:val="Heading2Center"/>
      </w:pPr>
      <w:bookmarkStart w:id="485" w:name="_Toc422656980"/>
      <w:r>
        <w:t>HUKUM-HUKUM MENGUCAPKAN SALAM</w:t>
      </w:r>
      <w:bookmarkEnd w:id="485"/>
    </w:p>
    <w:p w:rsidR="00B839DA" w:rsidRDefault="00B839DA" w:rsidP="00B6170C">
      <w:pPr>
        <w:pStyle w:val="libNormal"/>
      </w:pPr>
    </w:p>
    <w:p w:rsidR="00B6170C" w:rsidRDefault="00B6170C" w:rsidP="00B6170C">
      <w:pPr>
        <w:pStyle w:val="libNormal"/>
      </w:pPr>
      <w:r>
        <w:t>1. Sunah mengucapkan salam kepada orang lain, namun wajib menjawab sa</w:t>
      </w:r>
      <w:r w:rsidR="00672D79">
        <w:t>lam.</w:t>
      </w:r>
      <w:r w:rsidR="00672D79" w:rsidRPr="00672D79">
        <w:rPr>
          <w:rStyle w:val="libFootnotenumChar"/>
        </w:rPr>
        <w:footnoteReference w:id="655"/>
      </w:r>
    </w:p>
    <w:p w:rsidR="00B6170C" w:rsidRDefault="00B6170C" w:rsidP="00B6170C">
      <w:pPr>
        <w:pStyle w:val="libNormal"/>
      </w:pPr>
      <w:r>
        <w:t>2. Makruh mengucapkan salam kepada or</w:t>
      </w:r>
      <w:r w:rsidR="00672D79">
        <w:t>ang yang sedangmelakukan salat.</w:t>
      </w:r>
      <w:r w:rsidR="00672D79" w:rsidRPr="00672D79">
        <w:rPr>
          <w:rStyle w:val="libFootnotenumChar"/>
        </w:rPr>
        <w:footnoteReference w:id="656"/>
      </w:r>
    </w:p>
    <w:p w:rsidR="00B6170C" w:rsidRDefault="00B6170C" w:rsidP="00B6170C">
      <w:pPr>
        <w:pStyle w:val="libNormal"/>
      </w:pPr>
      <w:r>
        <w:t>3. Jika seseorang mengucapkan salam kepada orang yang sedang melakukan salat, maka pelaku</w:t>
      </w:r>
    </w:p>
    <w:p w:rsidR="00B6170C" w:rsidRDefault="00B6170C" w:rsidP="00B6170C">
      <w:pPr>
        <w:pStyle w:val="libNormal"/>
      </w:pPr>
      <w:r>
        <w:t>salat harus menja-wabnya dan mendahulukan kata “salamun”, yakni men-jawab begini:</w:t>
      </w:r>
    </w:p>
    <w:p w:rsidR="00472A23" w:rsidRDefault="00B6170C" w:rsidP="00B6170C">
      <w:pPr>
        <w:pStyle w:val="libNormal"/>
      </w:pPr>
      <w:r>
        <w:t xml:space="preserve">“salamun </w:t>
      </w:r>
      <w:r w:rsidR="00672D79">
        <w:t>alaik”, atau “salamun alaikum”.</w:t>
      </w:r>
      <w:r w:rsidR="00672D79" w:rsidRPr="00672D79">
        <w:rPr>
          <w:rStyle w:val="libFootnotenumChar"/>
        </w:rPr>
        <w:footnoteReference w:id="657"/>
      </w:r>
      <w:r w:rsidR="00672D79">
        <w:t xml:space="preserve"> . </w:t>
      </w:r>
      <w:r w:rsidR="00672D79" w:rsidRPr="00672D79">
        <w:rPr>
          <w:rStyle w:val="libFootnotenumChar"/>
        </w:rPr>
        <w:footnoteReference w:id="658"/>
      </w:r>
    </w:p>
    <w:p w:rsidR="00CF4922" w:rsidRDefault="00CF4922" w:rsidP="00CF4922">
      <w:pPr>
        <w:pStyle w:val="libNormal"/>
      </w:pPr>
      <w:r>
        <w:t>4. Seseorang yang sedangmelakukan salat tidak boleh mengucapkan salam kepada orang lain.</w:t>
      </w:r>
      <w:r w:rsidRPr="00CF4922">
        <w:rPr>
          <w:rStyle w:val="libFootnotenumChar"/>
        </w:rPr>
        <w:footnoteReference w:id="659"/>
      </w:r>
    </w:p>
    <w:p w:rsidR="00CF4922" w:rsidRDefault="00CF4922" w:rsidP="00CF4922">
      <w:pPr>
        <w:pStyle w:val="libNormal"/>
      </w:pPr>
      <w:r>
        <w:t>5. Seseorang harus segera menyampaikan jawaban salam seusai orang lain mengucapkan salam</w:t>
      </w:r>
    </w:p>
    <w:p w:rsidR="00CF4922" w:rsidRDefault="00CF4922" w:rsidP="00CF4922">
      <w:pPr>
        <w:pStyle w:val="libNormal"/>
      </w:pPr>
      <w:r>
        <w:lastRenderedPageBreak/>
        <w:t>kepadanya, dan dia berdosa jika sengaja tidak segera menjawabnya.</w:t>
      </w:r>
      <w:r w:rsidRPr="00CF4922">
        <w:rPr>
          <w:rStyle w:val="libFootnotenumChar"/>
        </w:rPr>
        <w:footnoteReference w:id="660"/>
      </w:r>
    </w:p>
    <w:p w:rsidR="00CF4922" w:rsidRDefault="00CF4922" w:rsidP="00CF4922">
      <w:pPr>
        <w:pStyle w:val="libNormal"/>
      </w:pPr>
      <w:r>
        <w:t>6. Jika dua orang saling mengucapkan salam dalam waktu yang sama, maka masing-masing</w:t>
      </w:r>
    </w:p>
    <w:p w:rsidR="00CF4922" w:rsidRDefault="00CF4922" w:rsidP="00CF4922">
      <w:pPr>
        <w:pStyle w:val="libNormal"/>
      </w:pPr>
      <w:r>
        <w:t>wajib menjawab salam kepada yang lainnya.</w:t>
      </w:r>
      <w:r w:rsidRPr="00CF4922">
        <w:rPr>
          <w:rStyle w:val="libFootnotenumChar"/>
        </w:rPr>
        <w:footnoteReference w:id="661"/>
      </w:r>
    </w:p>
    <w:p w:rsidR="00CF4922" w:rsidRDefault="00CF4922" w:rsidP="00CF4922">
      <w:pPr>
        <w:pStyle w:val="libNormal"/>
      </w:pPr>
      <w:r>
        <w:t>7. Makruh mengucapkan salam kepada orang kafir. Dan jika seorang kafir mengucapkan salam</w:t>
      </w:r>
    </w:p>
    <w:p w:rsidR="00CF4922" w:rsidRDefault="00CF4922" w:rsidP="00CF4922">
      <w:pPr>
        <w:pStyle w:val="libNormal"/>
      </w:pPr>
      <w:r>
        <w:t>kepada seorang Muslim, maka berdasarkan ihtiyath wajib orang muslim harus menjawabnya</w:t>
      </w:r>
    </w:p>
    <w:p w:rsidR="00CF4922" w:rsidRDefault="00CF4922" w:rsidP="00CF4922">
      <w:pPr>
        <w:pStyle w:val="libNormal"/>
      </w:pPr>
      <w:r>
        <w:t>dengan mengucapkan “’alaik” saja atau “salam” saja.</w:t>
      </w:r>
      <w:r w:rsidRPr="00CF4922">
        <w:rPr>
          <w:rStyle w:val="libFootnotenumChar"/>
        </w:rPr>
        <w:footnoteReference w:id="662"/>
      </w:r>
    </w:p>
    <w:p w:rsidR="00CF0D15" w:rsidRDefault="00CF0D15" w:rsidP="00CF4922">
      <w:pPr>
        <w:pStyle w:val="libNormal"/>
      </w:pPr>
    </w:p>
    <w:p w:rsidR="00CF4922" w:rsidRDefault="00CF4922" w:rsidP="00CF0D15">
      <w:pPr>
        <w:pStyle w:val="Heading2"/>
      </w:pPr>
      <w:bookmarkStart w:id="486" w:name="_Toc422656981"/>
      <w:r>
        <w:t>Tata Krama Mengucapkan Salam</w:t>
      </w:r>
      <w:bookmarkEnd w:id="486"/>
    </w:p>
    <w:p w:rsidR="00CF0D15" w:rsidRDefault="00CF0D15" w:rsidP="00CF4922">
      <w:pPr>
        <w:pStyle w:val="libNormal"/>
      </w:pPr>
    </w:p>
    <w:p w:rsidR="00CF4922" w:rsidRDefault="00CF4922" w:rsidP="00CF4922">
      <w:pPr>
        <w:pStyle w:val="libNormal"/>
      </w:pPr>
      <w:r>
        <w:t>1. Adalah sunah:</w:t>
      </w:r>
    </w:p>
    <w:p w:rsidR="00CF4922" w:rsidRDefault="00CF4922" w:rsidP="00CF4922">
      <w:pPr>
        <w:pStyle w:val="libNormal"/>
      </w:pPr>
      <w:r>
        <w:t>a. Pengendara kendaraan mengucapkan salam kepada pejalan kaki.</w:t>
      </w:r>
    </w:p>
    <w:p w:rsidR="00CF4922" w:rsidRDefault="00CF4922" w:rsidP="00CF4922">
      <w:pPr>
        <w:pStyle w:val="libNormal"/>
      </w:pPr>
      <w:r>
        <w:t>b. Yang berdiri bersalam kepada yang duduk.</w:t>
      </w:r>
    </w:p>
    <w:p w:rsidR="00CF4922" w:rsidRDefault="00CF4922" w:rsidP="00CF4922">
      <w:pPr>
        <w:pStyle w:val="libNormal"/>
      </w:pPr>
      <w:r>
        <w:t>c. Kelompok yang sedikit mengucapkan salam kepada kelompok yang lebih banyak.</w:t>
      </w:r>
    </w:p>
    <w:p w:rsidR="00CF4922" w:rsidRDefault="00CF4922" w:rsidP="00CF4922">
      <w:pPr>
        <w:pStyle w:val="libNormal"/>
      </w:pPr>
      <w:r>
        <w:t>d. Yang lebih kecilmengucapkan salam kepada yang lebih besar.</w:t>
      </w:r>
      <w:r w:rsidRPr="00CF4922">
        <w:rPr>
          <w:rStyle w:val="libFootnotenumChar"/>
        </w:rPr>
        <w:footnoteReference w:id="663"/>
      </w:r>
    </w:p>
    <w:p w:rsidR="00CF4922" w:rsidRDefault="00CF4922" w:rsidP="00CF4922">
      <w:pPr>
        <w:pStyle w:val="libNormal"/>
      </w:pPr>
      <w:r>
        <w:t>2. Selain dalam keadaan salat, sunah menjawab salam dengan ucapan yang lebih baik. Oleh</w:t>
      </w:r>
    </w:p>
    <w:p w:rsidR="00CF4922" w:rsidRDefault="00CF4922" w:rsidP="00CF4922">
      <w:pPr>
        <w:pStyle w:val="libNormal"/>
      </w:pPr>
      <w:r>
        <w:t>karenanya, jika seseorangmengucapkan “salamun alaikum”, maka sunah menjawabnya dengan</w:t>
      </w:r>
    </w:p>
    <w:p w:rsidR="00CF4922" w:rsidRDefault="00CF4922" w:rsidP="00CF4922">
      <w:pPr>
        <w:pStyle w:val="libNormal"/>
      </w:pPr>
      <w:r>
        <w:t xml:space="preserve">ucapan “salamun ‘alaikum waroh-matullah”. </w:t>
      </w:r>
      <w:r w:rsidRPr="00CF4922">
        <w:rPr>
          <w:rStyle w:val="libFootnotenumChar"/>
        </w:rPr>
        <w:footnoteReference w:id="664"/>
      </w:r>
    </w:p>
    <w:p w:rsidR="00CF4922" w:rsidRDefault="00CF4922" w:rsidP="00CF4922">
      <w:pPr>
        <w:pStyle w:val="libNormal"/>
      </w:pPr>
      <w:r>
        <w:t>3. Adalah makruh mengucapkan salam kepada perem-puan, khususnya kepada perempuan</w:t>
      </w:r>
    </w:p>
    <w:p w:rsidR="00CF4922" w:rsidRDefault="00CF4922" w:rsidP="00CF4922">
      <w:pPr>
        <w:pStyle w:val="libNormal"/>
      </w:pPr>
      <w:r>
        <w:t>muda.</w:t>
      </w:r>
      <w:r w:rsidRPr="00CF4922">
        <w:rPr>
          <w:rStyle w:val="libFootnotenumChar"/>
        </w:rPr>
        <w:footnoteReference w:id="665"/>
      </w:r>
    </w:p>
    <w:p w:rsidR="00CF4922" w:rsidRDefault="00CF4922" w:rsidP="00CF4922">
      <w:pPr>
        <w:pStyle w:val="libNormal"/>
      </w:pPr>
    </w:p>
    <w:p w:rsidR="00CF4922" w:rsidRDefault="00CF4922" w:rsidP="00CF4922">
      <w:pPr>
        <w:pStyle w:val="Heading2"/>
      </w:pPr>
      <w:bookmarkStart w:id="487" w:name="_Toc422656982"/>
      <w:r>
        <w:lastRenderedPageBreak/>
        <w:t>Kesimpulan Pelajaran</w:t>
      </w:r>
      <w:bookmarkEnd w:id="487"/>
    </w:p>
    <w:p w:rsidR="00CF4922" w:rsidRDefault="00CF4922" w:rsidP="00CF4922">
      <w:pPr>
        <w:pStyle w:val="libNormal"/>
      </w:pPr>
    </w:p>
    <w:p w:rsidR="00CF4922" w:rsidRDefault="00CF4922" w:rsidP="00CF4922">
      <w:pPr>
        <w:pStyle w:val="libNormal"/>
      </w:pPr>
      <w:r>
        <w:t>1. Haram menjual masjid dan menghiasinya dengan emas.</w:t>
      </w:r>
    </w:p>
    <w:p w:rsidR="00CF4922" w:rsidRDefault="00CF4922" w:rsidP="00CF4922">
      <w:pPr>
        <w:pStyle w:val="libNormal"/>
      </w:pPr>
      <w:r>
        <w:t>2. Haram menajisi masjid dan wajib menyucikannya.</w:t>
      </w:r>
    </w:p>
    <w:p w:rsidR="00CF4922" w:rsidRDefault="00CF4922" w:rsidP="00CF4922">
      <w:pPr>
        <w:pStyle w:val="libNormal"/>
      </w:pPr>
      <w:r>
        <w:t>3. Tidak boleh membawa tanah dan kerikil dari masjid kecuali jika tanah yang lebih.</w:t>
      </w:r>
    </w:p>
    <w:p w:rsidR="00CF4922" w:rsidRDefault="00CF4922" w:rsidP="00CF4922">
      <w:pPr>
        <w:pStyle w:val="libNormal"/>
      </w:pPr>
      <w:r>
        <w:t>4. Haram menajisi tulisan dan kertas Al-Quran dan wajib menyucikannya.</w:t>
      </w:r>
    </w:p>
    <w:p w:rsidR="00CF4922" w:rsidRDefault="00CF4922" w:rsidP="00CF4922">
      <w:pPr>
        <w:pStyle w:val="libNormal"/>
      </w:pPr>
      <w:r>
        <w:t>5. Orang yang tidak punya wudu haram menyentuhkan anggota badannya ke tulisan Al-Quran.</w:t>
      </w:r>
    </w:p>
    <w:p w:rsidR="00CF4922" w:rsidRDefault="00CF4922" w:rsidP="00CF4922">
      <w:pPr>
        <w:pStyle w:val="libNormal"/>
      </w:pPr>
      <w:r>
        <w:t>6. Sekaitan dengan tulisan Al-Quran, tidak ada perbedaan antara hal-hal di bawah ini:</w:t>
      </w:r>
    </w:p>
    <w:p w:rsidR="00CF4922" w:rsidRDefault="00CF4922" w:rsidP="00CF4922">
      <w:pPr>
        <w:pStyle w:val="libNormal"/>
      </w:pPr>
      <w:r>
        <w:t>a. Ditulis pada Al-Quran atau pada selain Al-Quran.</w:t>
      </w:r>
    </w:p>
    <w:p w:rsidR="00CF4922" w:rsidRDefault="00CF4922" w:rsidP="00CF4922">
      <w:pPr>
        <w:pStyle w:val="libNormal"/>
      </w:pPr>
      <w:r>
        <w:t>b. Ayat Al-Quran atau kata-katanya, bahkan huruf-hurufnya.</w:t>
      </w:r>
    </w:p>
    <w:p w:rsidR="00CF4922" w:rsidRDefault="00CF4922" w:rsidP="00CF4922">
      <w:pPr>
        <w:pStyle w:val="libNormal"/>
      </w:pPr>
      <w:r>
        <w:t>c. Tertulis pada kertas atau pada selain kertas.</w:t>
      </w:r>
    </w:p>
    <w:p w:rsidR="00CF4922" w:rsidRDefault="00CF4922" w:rsidP="00CF4922">
      <w:pPr>
        <w:pStyle w:val="libNormal"/>
      </w:pPr>
      <w:r>
        <w:t>d. Tertulis dengan pena atau dengan selainnya.</w:t>
      </w:r>
    </w:p>
    <w:p w:rsidR="00CF4922" w:rsidRDefault="00CF4922" w:rsidP="00CF4922">
      <w:pPr>
        <w:pStyle w:val="libNormal"/>
      </w:pPr>
      <w:r>
        <w:t>7. Tidak apa-apa menyentuh tulisan Al-Quran dari balik kaca atau plastik.</w:t>
      </w:r>
    </w:p>
    <w:p w:rsidR="00CF4922" w:rsidRDefault="00CF4922" w:rsidP="00CF4922">
      <w:pPr>
        <w:pStyle w:val="libNormal"/>
      </w:pPr>
      <w:r>
        <w:t>8. Tidak apa-apa menyentuh terjemahan Al-Quran kecuali semua terjemahan lafadz Allah.</w:t>
      </w:r>
    </w:p>
    <w:p w:rsidR="00CF4922" w:rsidRDefault="00CF4922" w:rsidP="00CF4922">
      <w:pPr>
        <w:pStyle w:val="libNormal"/>
      </w:pPr>
      <w:r>
        <w:t>9. Sunah mengucapkan salam kepada orang lain, dan wajib menjawab salam.</w:t>
      </w:r>
    </w:p>
    <w:p w:rsidR="00CF4922" w:rsidRDefault="00CF4922" w:rsidP="00CF4922">
      <w:pPr>
        <w:pStyle w:val="libNormal"/>
      </w:pPr>
      <w:r>
        <w:t>10. Beberapa kondiri bagi pelaku salat sekaitan dengan ucapan salam:</w:t>
      </w:r>
    </w:p>
    <w:p w:rsidR="00CF4922" w:rsidRDefault="00CF4922" w:rsidP="00CF4922">
      <w:pPr>
        <w:pStyle w:val="libNormal"/>
      </w:pPr>
      <w:r>
        <w:t>a. Dalam keadaan salat, dia tidak boleh mengucapkan salam kepada orang lain.</w:t>
      </w:r>
    </w:p>
    <w:p w:rsidR="00CF4922" w:rsidRDefault="00CF4922" w:rsidP="00CF4922">
      <w:pPr>
        <w:pStyle w:val="libNormal"/>
      </w:pPr>
      <w:r>
        <w:t>b. Jika ada yang mengucapkan salam kepadanya, dia wajib menjawabnya tetapi harus</w:t>
      </w:r>
    </w:p>
    <w:p w:rsidR="00CF4922" w:rsidRDefault="00CF4922" w:rsidP="00CF4922">
      <w:pPr>
        <w:pStyle w:val="libNormal"/>
      </w:pPr>
      <w:r>
        <w:t>mendahulukan kata “salamun”.</w:t>
      </w:r>
    </w:p>
    <w:p w:rsidR="00CF4922" w:rsidRDefault="00CF4922" w:rsidP="00CF4922">
      <w:pPr>
        <w:pStyle w:val="libNormal"/>
      </w:pPr>
      <w:r>
        <w:t>c. Makruh mengucapkan salam kepada orang yang sedang mengerjakan salat.</w:t>
      </w:r>
    </w:p>
    <w:p w:rsidR="00CF4922" w:rsidRDefault="00CF4922" w:rsidP="00CF4922">
      <w:pPr>
        <w:pStyle w:val="libNormal"/>
      </w:pPr>
      <w:r>
        <w:t>11. Seseorang harus segera menjawab salam yang diucap-kan kepadanya.</w:t>
      </w:r>
    </w:p>
    <w:p w:rsidR="00672D79" w:rsidRDefault="00CF4922" w:rsidP="00CF4922">
      <w:pPr>
        <w:pStyle w:val="libNormal"/>
      </w:pPr>
      <w:r>
        <w:t>12. Makruh mengucapkan salam kepada orang kafir.</w:t>
      </w:r>
    </w:p>
    <w:p w:rsidR="005F7AA3" w:rsidRDefault="005F7AA3" w:rsidP="000402BA">
      <w:pPr>
        <w:pStyle w:val="Heading2"/>
      </w:pPr>
      <w:bookmarkStart w:id="488" w:name="_Toc422656983"/>
      <w:r>
        <w:lastRenderedPageBreak/>
        <w:t>Pertanyaan:</w:t>
      </w:r>
      <w:bookmarkEnd w:id="488"/>
    </w:p>
    <w:p w:rsidR="000402BA" w:rsidRDefault="000402BA" w:rsidP="005F7AA3">
      <w:pPr>
        <w:pStyle w:val="libNormal"/>
      </w:pPr>
    </w:p>
    <w:p w:rsidR="005F7AA3" w:rsidRDefault="005F7AA3" w:rsidP="005F7AA3">
      <w:pPr>
        <w:pStyle w:val="libNormal"/>
      </w:pPr>
      <w:r>
        <w:t>1. Apa hukumnya membawa turbah milik masjid untuk dipakai salat di rumah?</w:t>
      </w:r>
    </w:p>
    <w:p w:rsidR="005F7AA3" w:rsidRDefault="005F7AA3" w:rsidP="005F7AA3">
      <w:pPr>
        <w:pStyle w:val="libNormal"/>
      </w:pPr>
      <w:r>
        <w:t>2. Sekaitan dengan menjaga masjid, pekerjaan apa saja yang hukumnya wajib, sunah dan</w:t>
      </w:r>
    </w:p>
    <w:p w:rsidR="005F7AA3" w:rsidRDefault="005F7AA3" w:rsidP="005F7AA3">
      <w:pPr>
        <w:pStyle w:val="libNormal"/>
      </w:pPr>
      <w:r>
        <w:t>makruh?</w:t>
      </w:r>
    </w:p>
    <w:p w:rsidR="005F7AA3" w:rsidRDefault="005F7AA3" w:rsidP="005F7AA3">
      <w:pPr>
        <w:pStyle w:val="libNormal"/>
      </w:pPr>
      <w:r>
        <w:t>3. Apa hukumnya tidur di dalam masjid dan melewatinya?</w:t>
      </w:r>
    </w:p>
    <w:p w:rsidR="005F7AA3" w:rsidRDefault="005F7AA3" w:rsidP="005F7AA3">
      <w:pPr>
        <w:pStyle w:val="libNormal"/>
      </w:pPr>
      <w:r>
        <w:t>4. Apa hukumnya menulis ayat Al-Quran di badan (tato)?</w:t>
      </w:r>
    </w:p>
    <w:p w:rsidR="005F7AA3" w:rsidRDefault="005F7AA3" w:rsidP="005F7AA3">
      <w:pPr>
        <w:pStyle w:val="libNormal"/>
      </w:pPr>
      <w:r>
        <w:t>5. Apa hukumnya menyentuh tanpa wudu ayat-ayat Al-Quran yang tertulis pada batu nisan</w:t>
      </w:r>
    </w:p>
    <w:p w:rsidR="005F7AA3" w:rsidRDefault="005F7AA3" w:rsidP="005F7AA3">
      <w:pPr>
        <w:pStyle w:val="libNormal"/>
      </w:pPr>
      <w:r>
        <w:t>(kuburan)?</w:t>
      </w:r>
    </w:p>
    <w:p w:rsidR="005F7AA3" w:rsidRDefault="005F7AA3" w:rsidP="005F7AA3">
      <w:pPr>
        <w:pStyle w:val="libNormal"/>
      </w:pPr>
      <w:r>
        <w:t>6. Sekaitan dengan Al-Quran, pekerjaan apa saja yang hukumnya haram?</w:t>
      </w:r>
    </w:p>
    <w:p w:rsidR="005F7AA3" w:rsidRDefault="005F7AA3" w:rsidP="005F7AA3">
      <w:pPr>
        <w:pStyle w:val="libNormal"/>
      </w:pPr>
      <w:r>
        <w:t>7. Bagaimana menjawab salam dalam keadaan salat?</w:t>
      </w:r>
    </w:p>
    <w:p w:rsidR="005F7AA3" w:rsidRDefault="005F7AA3" w:rsidP="005F7AA3">
      <w:pPr>
        <w:pStyle w:val="libNormal"/>
      </w:pPr>
      <w:r>
        <w:t>8. Apakah kamu tahu kenapa dalam kondisi salat kita ti-dak boleh mengucapkan salam kepada</w:t>
      </w:r>
    </w:p>
    <w:p w:rsidR="005F7AA3" w:rsidRDefault="005F7AA3" w:rsidP="005F7AA3">
      <w:pPr>
        <w:pStyle w:val="libNormal"/>
      </w:pPr>
      <w:r>
        <w:t>orang lain, tetapi kita harus menjawab salam orang yang mengucapkan-nya salam kepada</w:t>
      </w:r>
    </w:p>
    <w:p w:rsidR="005F7AA3" w:rsidRDefault="005F7AA3" w:rsidP="005F7AA3">
      <w:pPr>
        <w:pStyle w:val="libNormal"/>
      </w:pPr>
      <w:r>
        <w:t>kita?</w:t>
      </w:r>
    </w:p>
    <w:p w:rsidR="005F7AA3" w:rsidRPr="00367024" w:rsidRDefault="005F7AA3">
      <w:r>
        <w:br w:type="page"/>
      </w:r>
    </w:p>
    <w:p w:rsidR="00EB137F" w:rsidRDefault="00EB137F" w:rsidP="00EB137F">
      <w:pPr>
        <w:pStyle w:val="Heading1Center"/>
      </w:pPr>
      <w:bookmarkStart w:id="489" w:name="_Toc422656984"/>
      <w:r>
        <w:lastRenderedPageBreak/>
        <w:t>Pelajaran 45</w:t>
      </w:r>
      <w:bookmarkEnd w:id="489"/>
    </w:p>
    <w:p w:rsidR="00EB137F" w:rsidRDefault="00EB137F" w:rsidP="00EB137F">
      <w:pPr>
        <w:pStyle w:val="Heading1Center"/>
      </w:pPr>
      <w:bookmarkStart w:id="490" w:name="_Toc422656985"/>
      <w:r>
        <w:t>MERAMPAS, BERSUMPAH, BERBOHONGDANMENGUMPAT</w:t>
      </w:r>
      <w:bookmarkEnd w:id="490"/>
    </w:p>
    <w:p w:rsidR="00EB137F" w:rsidRDefault="00EB137F" w:rsidP="00EB137F">
      <w:pPr>
        <w:pStyle w:val="libNormal"/>
      </w:pPr>
    </w:p>
    <w:p w:rsidR="00EB137F" w:rsidRDefault="00EB137F" w:rsidP="00EB137F">
      <w:pPr>
        <w:pStyle w:val="Heading2Center"/>
      </w:pPr>
      <w:bookmarkStart w:id="491" w:name="_Toc422656986"/>
      <w:r>
        <w:t>MERAMPAS (GHASAB)</w:t>
      </w:r>
      <w:bookmarkEnd w:id="491"/>
    </w:p>
    <w:p w:rsidR="00EB137F" w:rsidRDefault="00EB137F" w:rsidP="00EB137F">
      <w:pPr>
        <w:pStyle w:val="libNormal"/>
      </w:pPr>
    </w:p>
    <w:p w:rsidR="00EB137F" w:rsidRDefault="00EB137F" w:rsidP="00EB137F">
      <w:pPr>
        <w:pStyle w:val="Heading3"/>
      </w:pPr>
      <w:bookmarkStart w:id="492" w:name="_Toc422656987"/>
      <w:r>
        <w:t>Definisi Merampas (Ghasab)</w:t>
      </w:r>
      <w:bookmarkEnd w:id="492"/>
    </w:p>
    <w:p w:rsidR="00EB137F" w:rsidRDefault="00EB137F" w:rsidP="00EB137F">
      <w:pPr>
        <w:pStyle w:val="libNormal"/>
      </w:pPr>
    </w:p>
    <w:p w:rsidR="00EB137F" w:rsidRDefault="00EB137F" w:rsidP="00EB137F">
      <w:pPr>
        <w:pStyle w:val="libNormal"/>
      </w:pPr>
      <w:r>
        <w:t>Merampas (gashab) yaitu perbuatan seseorang menguasai milik atau hak orang lain dengan cara</w:t>
      </w:r>
    </w:p>
    <w:p w:rsidR="00EB137F" w:rsidRDefault="00EB137F" w:rsidP="00EB137F">
      <w:pPr>
        <w:pStyle w:val="libNormal"/>
      </w:pPr>
      <w:r>
        <w:t>yang tidak benar dan zalim.</w:t>
      </w:r>
    </w:p>
    <w:p w:rsidR="00EB137F" w:rsidRDefault="00EB137F" w:rsidP="00EB137F">
      <w:pPr>
        <w:pStyle w:val="libNormal"/>
      </w:pPr>
      <w:r>
        <w:t>Merampas termasuk sebagai dosa besar, dan perampas akan mendapatkan azab yang pedih di</w:t>
      </w:r>
    </w:p>
    <w:p w:rsidR="00EB137F" w:rsidRDefault="00EB137F" w:rsidP="00EB137F">
      <w:pPr>
        <w:pStyle w:val="libNormal"/>
      </w:pPr>
      <w:r>
        <w:t>Hari Kiamat nanti.</w:t>
      </w:r>
    </w:p>
    <w:p w:rsidR="00EB137F" w:rsidRDefault="00EB137F" w:rsidP="00EB137F">
      <w:pPr>
        <w:pStyle w:val="libNormal"/>
      </w:pPr>
    </w:p>
    <w:p w:rsidR="00EB137F" w:rsidRDefault="00EB137F" w:rsidP="00EB137F">
      <w:pPr>
        <w:pStyle w:val="Heading3"/>
      </w:pPr>
      <w:bookmarkStart w:id="493" w:name="_Toc422656988"/>
      <w:r>
        <w:t>Macam-macam Merampas</w:t>
      </w:r>
      <w:bookmarkEnd w:id="493"/>
    </w:p>
    <w:p w:rsidR="00EB137F" w:rsidRDefault="00EB137F" w:rsidP="00EB137F">
      <w:pPr>
        <w:pStyle w:val="libNormal"/>
      </w:pPr>
    </w:p>
    <w:p w:rsidR="00EB137F" w:rsidRDefault="00EB137F" w:rsidP="00EB137F">
      <w:pPr>
        <w:pStyle w:val="Heading4"/>
      </w:pPr>
      <w:r>
        <w:t>1. Merampas barang milik:</w:t>
      </w:r>
    </w:p>
    <w:p w:rsidR="00EB137F" w:rsidRDefault="00EB137F" w:rsidP="00EB137F">
      <w:pPr>
        <w:pStyle w:val="libNormal"/>
      </w:pPr>
      <w:r>
        <w:t>a. Barang milik pribadi seperti; mengambil pena dan buku orang lain, atau memecahkan</w:t>
      </w:r>
    </w:p>
    <w:p w:rsidR="00EB137F" w:rsidRDefault="00EB137F" w:rsidP="00EB137F">
      <w:pPr>
        <w:pStyle w:val="libNormal"/>
      </w:pPr>
      <w:r>
        <w:t>kaca rumah orang lain.</w:t>
      </w:r>
    </w:p>
    <w:p w:rsidR="00EB137F" w:rsidRDefault="00EB137F" w:rsidP="00EB137F">
      <w:pPr>
        <w:pStyle w:val="libNormal"/>
      </w:pPr>
      <w:r>
        <w:t>b. Barang milik umum seperti; mengambil barang-barang sekolah, memecahkan lampu jalan,</w:t>
      </w:r>
    </w:p>
    <w:p w:rsidR="00EB137F" w:rsidRDefault="00EB137F" w:rsidP="00EB137F">
      <w:pPr>
        <w:pStyle w:val="libNormal"/>
      </w:pPr>
      <w:r>
        <w:t>tidak mengeluarkan khumus, atau tidakmengeluarkan zakat.</w:t>
      </w:r>
    </w:p>
    <w:p w:rsidR="00EB137F" w:rsidRDefault="00EB137F" w:rsidP="00EB137F">
      <w:pPr>
        <w:pStyle w:val="libNormal"/>
      </w:pPr>
    </w:p>
    <w:p w:rsidR="00EB137F" w:rsidRDefault="00EB137F" w:rsidP="00EB137F">
      <w:pPr>
        <w:pStyle w:val="Heading4"/>
      </w:pPr>
      <w:r>
        <w:t>2. Merampas hak guna:</w:t>
      </w:r>
    </w:p>
    <w:p w:rsidR="00EB137F" w:rsidRDefault="00EB137F" w:rsidP="00EB137F">
      <w:pPr>
        <w:pStyle w:val="libNormal"/>
      </w:pPr>
      <w:r>
        <w:t>a. Hak guna pribadi seperti; menduduki bangku du-duk orang lain di kelas, atau salat di</w:t>
      </w:r>
    </w:p>
    <w:p w:rsidR="00EB137F" w:rsidRDefault="00EB137F" w:rsidP="00EB137F">
      <w:pPr>
        <w:pStyle w:val="libNormal"/>
      </w:pPr>
      <w:r>
        <w:t>tempat yang sudah dipilih oleh orang lain di masjid.</w:t>
      </w:r>
    </w:p>
    <w:p w:rsidR="00EB137F" w:rsidRDefault="00EB137F" w:rsidP="00EB137F">
      <w:pPr>
        <w:pStyle w:val="libNormal"/>
      </w:pPr>
      <w:r>
        <w:t>b. Hak guna umum seperti; mencegah orang lain dari menggunakan masjid, atau jembatan,</w:t>
      </w:r>
    </w:p>
    <w:p w:rsidR="00EB137F" w:rsidRDefault="00EB137F" w:rsidP="00EB137F">
      <w:pPr>
        <w:pStyle w:val="libNormal"/>
      </w:pPr>
      <w:r>
        <w:lastRenderedPageBreak/>
        <w:t>atau jalan, atau mencegah orang lain dari melintasinya.</w:t>
      </w:r>
      <w:r w:rsidRPr="00EB137F">
        <w:rPr>
          <w:rStyle w:val="libFootnotenumChar"/>
        </w:rPr>
        <w:footnoteReference w:id="666"/>
      </w:r>
    </w:p>
    <w:p w:rsidR="00EB137F" w:rsidRDefault="00EB137F" w:rsidP="00EB137F">
      <w:pPr>
        <w:pStyle w:val="libNormal"/>
      </w:pPr>
    </w:p>
    <w:p w:rsidR="00EB137F" w:rsidRDefault="00EB137F" w:rsidP="00EB137F">
      <w:pPr>
        <w:pStyle w:val="Heading3"/>
      </w:pPr>
      <w:bookmarkStart w:id="494" w:name="_Toc422656989"/>
      <w:r>
        <w:t>Hukum-hukum Merampas</w:t>
      </w:r>
      <w:bookmarkEnd w:id="494"/>
    </w:p>
    <w:p w:rsidR="00EB137F" w:rsidRDefault="00EB137F" w:rsidP="00EB137F">
      <w:pPr>
        <w:pStyle w:val="libNormal"/>
      </w:pPr>
      <w:r>
        <w:t>1. Hukum seluruh macam merampas adalah haram dan terhitung sebagai dosa besar.</w:t>
      </w:r>
      <w:r w:rsidRPr="00EB137F">
        <w:rPr>
          <w:rStyle w:val="libFootnotenumChar"/>
        </w:rPr>
        <w:footnoteReference w:id="667"/>
      </w:r>
    </w:p>
    <w:p w:rsidR="00EB137F" w:rsidRDefault="00EB137F" w:rsidP="00EB137F">
      <w:pPr>
        <w:pStyle w:val="libNormal"/>
      </w:pPr>
      <w:r>
        <w:t>2. Jika seseorang merampas sesuatu, maka selain telah berbuat haram, dia harus</w:t>
      </w:r>
    </w:p>
    <w:p w:rsidR="00EB137F" w:rsidRDefault="00EB137F" w:rsidP="00EB137F">
      <w:pPr>
        <w:pStyle w:val="libNormal"/>
      </w:pPr>
      <w:r>
        <w:t>mengembalikannya kepada pemiliknya, dan jika rampasan itu hilang, dia harus</w:t>
      </w:r>
    </w:p>
    <w:p w:rsidR="00EB137F" w:rsidRDefault="00EB137F" w:rsidP="00EB137F">
      <w:pPr>
        <w:pStyle w:val="libNormal"/>
      </w:pPr>
      <w:r>
        <w:t>menggantinya.</w:t>
      </w:r>
      <w:r w:rsidRPr="00EB137F">
        <w:rPr>
          <w:rStyle w:val="libFootnotenumChar"/>
        </w:rPr>
        <w:footnoteReference w:id="668"/>
      </w:r>
    </w:p>
    <w:p w:rsidR="00EB137F" w:rsidRDefault="00EB137F" w:rsidP="00EB137F">
      <w:pPr>
        <w:pStyle w:val="libNormal"/>
      </w:pPr>
      <w:r>
        <w:t>3. Jika dia merusakkan barang rampasannya, maka harus mengembalikan kepada pemiliknya</w:t>
      </w:r>
    </w:p>
    <w:p w:rsidR="00EB137F" w:rsidRDefault="00EB137F" w:rsidP="00EB137F">
      <w:pPr>
        <w:pStyle w:val="libNormal"/>
      </w:pPr>
      <w:r>
        <w:t>berikut ongkos per-baikan. Jika setelah perbaikan, harganya menjadi lebih murah dari harga</w:t>
      </w:r>
    </w:p>
    <w:p w:rsidR="00EB137F" w:rsidRDefault="00EB137F" w:rsidP="00EB137F">
      <w:pPr>
        <w:pStyle w:val="libNormal"/>
      </w:pPr>
      <w:r>
        <w:t>sebelumnya, dia harus membayar selisih harganya.</w:t>
      </w:r>
      <w:r w:rsidRPr="00EB137F">
        <w:rPr>
          <w:rStyle w:val="libFootnotenumChar"/>
        </w:rPr>
        <w:footnoteReference w:id="669"/>
      </w:r>
    </w:p>
    <w:p w:rsidR="00EB137F" w:rsidRDefault="00EB137F" w:rsidP="00EB137F">
      <w:pPr>
        <w:pStyle w:val="libNormal"/>
      </w:pPr>
      <w:r>
        <w:t>4. Jika dia mengubah barang rampasannya menjadi lebih bagus—misalnya dia memperbaiki</w:t>
      </w:r>
    </w:p>
    <w:p w:rsidR="00EB137F" w:rsidRDefault="00EB137F" w:rsidP="00EB137F">
      <w:pPr>
        <w:pStyle w:val="libNormal"/>
      </w:pPr>
      <w:r>
        <w:t>sepeda rampasan menjadi lebih bagus—lalu pemiliknya menuntutnya agar mengembalikan</w:t>
      </w:r>
    </w:p>
    <w:p w:rsidR="00EB137F" w:rsidRDefault="00EB137F" w:rsidP="00EB137F">
      <w:pPr>
        <w:pStyle w:val="libNormal"/>
      </w:pPr>
      <w:r>
        <w:t>barang rampasan dengan keadan yang sudah lebih bagus itu, maka dia harus menyerahkannya</w:t>
      </w:r>
    </w:p>
    <w:p w:rsidR="00EB137F" w:rsidRDefault="00EB137F" w:rsidP="00EB137F">
      <w:pPr>
        <w:pStyle w:val="libNormal"/>
      </w:pPr>
      <w:r>
        <w:t>kepada pemiliknya dan tidak boleh meminta ongkos perbaikan, juga tidak berhak</w:t>
      </w:r>
    </w:p>
    <w:p w:rsidR="00EB137F" w:rsidRDefault="00EB137F" w:rsidP="00EB137F">
      <w:pPr>
        <w:pStyle w:val="libNormal"/>
      </w:pPr>
      <w:r>
        <w:t>untukmengu-bahnya lagi menjadi seperti semula.</w:t>
      </w:r>
      <w:r w:rsidRPr="00EB137F">
        <w:rPr>
          <w:rStyle w:val="libFootnotenumChar"/>
        </w:rPr>
        <w:footnoteReference w:id="670"/>
      </w:r>
    </w:p>
    <w:p w:rsidR="005F7AA3" w:rsidRDefault="00EB137F" w:rsidP="00EB137F">
      <w:pPr>
        <w:pStyle w:val="libNormal"/>
      </w:pPr>
      <w:r>
        <w:t>* * *</w:t>
      </w:r>
    </w:p>
    <w:p w:rsidR="002E24C4" w:rsidRDefault="002E24C4" w:rsidP="00EB137F">
      <w:pPr>
        <w:pStyle w:val="libNormal"/>
      </w:pPr>
    </w:p>
    <w:p w:rsidR="00551278" w:rsidRDefault="00551278" w:rsidP="00551278">
      <w:pPr>
        <w:pStyle w:val="Heading2Center"/>
      </w:pPr>
      <w:bookmarkStart w:id="495" w:name="_Toc422656990"/>
      <w:r>
        <w:t>BERSUMPAH</w:t>
      </w:r>
      <w:bookmarkEnd w:id="495"/>
    </w:p>
    <w:p w:rsidR="00551278" w:rsidRDefault="00551278" w:rsidP="00551278">
      <w:pPr>
        <w:pStyle w:val="libNormal"/>
      </w:pPr>
    </w:p>
    <w:p w:rsidR="00551278" w:rsidRDefault="00551278" w:rsidP="00551278">
      <w:pPr>
        <w:pStyle w:val="libNormal"/>
      </w:pPr>
      <w:r>
        <w:t>1. Jika seseorang bersumpah dengan menyebut salah satu nama Allah; bahwa dia akan</w:t>
      </w:r>
    </w:p>
    <w:p w:rsidR="00551278" w:rsidRDefault="00551278" w:rsidP="00551278">
      <w:pPr>
        <w:pStyle w:val="libNormal"/>
      </w:pPr>
      <w:r>
        <w:lastRenderedPageBreak/>
        <w:t>mengerjakan sesuatu atau meninggalkannya, misalnya; demi Allah akan berpuasa, atau demi</w:t>
      </w:r>
    </w:p>
    <w:p w:rsidR="00551278" w:rsidRDefault="00551278" w:rsidP="00551278">
      <w:pPr>
        <w:pStyle w:val="libNormal"/>
      </w:pPr>
      <w:r>
        <w:t>Allah tidak akan merokok, maka d</w:t>
      </w:r>
      <w:r w:rsidR="00835C8A">
        <w:t>ia wajib mengamalkan sumpahnya.</w:t>
      </w:r>
      <w:r w:rsidR="00835C8A" w:rsidRPr="00835C8A">
        <w:rPr>
          <w:rStyle w:val="libFootnotenumChar"/>
        </w:rPr>
        <w:footnoteReference w:id="671"/>
      </w:r>
    </w:p>
    <w:p w:rsidR="00551278" w:rsidRDefault="00551278" w:rsidP="00551278">
      <w:pPr>
        <w:pStyle w:val="libNormal"/>
      </w:pPr>
      <w:r>
        <w:t>2. Jika sengaja tidak mengamalkan sumpahnya, dia harus membayar salah satu dari tiga kaffarah</w:t>
      </w:r>
    </w:p>
    <w:p w:rsidR="00551278" w:rsidRDefault="00551278" w:rsidP="00551278">
      <w:pPr>
        <w:pStyle w:val="libNormal"/>
      </w:pPr>
      <w:r>
        <w:t>berikut ini:</w:t>
      </w:r>
    </w:p>
    <w:p w:rsidR="00551278" w:rsidRDefault="00551278" w:rsidP="00551278">
      <w:pPr>
        <w:pStyle w:val="libNormal"/>
      </w:pPr>
      <w:r>
        <w:t>a. Memerdekakan seorang budak.</w:t>
      </w:r>
    </w:p>
    <w:p w:rsidR="00551278" w:rsidRDefault="00551278" w:rsidP="00551278">
      <w:pPr>
        <w:pStyle w:val="libNormal"/>
      </w:pPr>
      <w:r>
        <w:t>b. Memberi makan kepada sepuluh orang fakir.</w:t>
      </w:r>
    </w:p>
    <w:p w:rsidR="00551278" w:rsidRDefault="00551278" w:rsidP="00551278">
      <w:pPr>
        <w:pStyle w:val="libNormal"/>
      </w:pPr>
      <w:r>
        <w:t>c. Memberi pakaian kepada sepuluh orang fakir.</w:t>
      </w:r>
    </w:p>
    <w:p w:rsidR="00551278" w:rsidRDefault="00551278" w:rsidP="00551278">
      <w:pPr>
        <w:pStyle w:val="libNormal"/>
      </w:pPr>
      <w:r>
        <w:t>3. Jika tidak mampu membayar satu pun dari tiga macam kaffarah ini, dia harus berpuasa tiga</w:t>
      </w:r>
    </w:p>
    <w:p w:rsidR="00551278" w:rsidRDefault="00835C8A" w:rsidP="00551278">
      <w:pPr>
        <w:pStyle w:val="libNormal"/>
      </w:pPr>
      <w:r>
        <w:t>hari.</w:t>
      </w:r>
      <w:r w:rsidRPr="00835C8A">
        <w:rPr>
          <w:rStyle w:val="libFootnotenumChar"/>
        </w:rPr>
        <w:footnoteReference w:id="672"/>
      </w:r>
      <w:r>
        <w:t xml:space="preserve">. </w:t>
      </w:r>
      <w:r w:rsidRPr="00835C8A">
        <w:rPr>
          <w:rStyle w:val="libFootnotenumChar"/>
        </w:rPr>
        <w:footnoteReference w:id="673"/>
      </w:r>
    </w:p>
    <w:p w:rsidR="00551278" w:rsidRDefault="00551278" w:rsidP="00551278">
      <w:pPr>
        <w:pStyle w:val="libNormal"/>
      </w:pPr>
      <w:r>
        <w:t>4. Jika dia mengatakan sumpah yang benar, hukum sumpahnya makruh. Namun, jika dia</w:t>
      </w:r>
    </w:p>
    <w:p w:rsidR="00551278" w:rsidRDefault="00551278" w:rsidP="00551278">
      <w:pPr>
        <w:pStyle w:val="libNormal"/>
      </w:pPr>
      <w:r>
        <w:t xml:space="preserve">mengatakan sum-pah palsu, maka hukum sumpahnya </w:t>
      </w:r>
      <w:r w:rsidR="00835C8A">
        <w:t>haram dan ter-masuk dosa besar.</w:t>
      </w:r>
      <w:r w:rsidR="00835C8A" w:rsidRPr="00835C8A">
        <w:rPr>
          <w:rStyle w:val="libFootnotenumChar"/>
        </w:rPr>
        <w:footnoteReference w:id="674"/>
      </w:r>
    </w:p>
    <w:p w:rsidR="00551278" w:rsidRDefault="00551278" w:rsidP="00551278">
      <w:pPr>
        <w:pStyle w:val="libNormal"/>
      </w:pPr>
      <w:r>
        <w:t>* * *</w:t>
      </w:r>
    </w:p>
    <w:p w:rsidR="00835C8A" w:rsidRDefault="00835C8A" w:rsidP="00551278">
      <w:pPr>
        <w:pStyle w:val="libNormal"/>
      </w:pPr>
    </w:p>
    <w:p w:rsidR="00551278" w:rsidRDefault="00551278" w:rsidP="002353E7">
      <w:pPr>
        <w:pStyle w:val="Heading2Center"/>
      </w:pPr>
      <w:bookmarkStart w:id="496" w:name="_Toc422656991"/>
      <w:r>
        <w:t>BERBOHONG</w:t>
      </w:r>
      <w:bookmarkEnd w:id="496"/>
    </w:p>
    <w:p w:rsidR="002353E7" w:rsidRDefault="002353E7" w:rsidP="00551278">
      <w:pPr>
        <w:pStyle w:val="libNormal"/>
      </w:pPr>
    </w:p>
    <w:p w:rsidR="00551278" w:rsidRDefault="00551278" w:rsidP="00551278">
      <w:pPr>
        <w:pStyle w:val="libNormal"/>
      </w:pPr>
      <w:r>
        <w:t xml:space="preserve">1. Berbohong termasuk </w:t>
      </w:r>
      <w:r w:rsidR="002353E7">
        <w:t>perbuatan haram dan dosa besar.</w:t>
      </w:r>
      <w:r w:rsidR="002353E7" w:rsidRPr="002353E7">
        <w:rPr>
          <w:rStyle w:val="libFootnotenumChar"/>
        </w:rPr>
        <w:footnoteReference w:id="675"/>
      </w:r>
    </w:p>
    <w:p w:rsidR="00551278" w:rsidRDefault="00551278" w:rsidP="00551278">
      <w:pPr>
        <w:pStyle w:val="libNormal"/>
      </w:pPr>
      <w:r>
        <w:t>2. Jika berbohong untuk mencegah terjadinya masalah yang betul-betul serius seperti; untuk</w:t>
      </w:r>
    </w:p>
    <w:p w:rsidR="00551278" w:rsidRDefault="00551278" w:rsidP="00551278">
      <w:pPr>
        <w:pStyle w:val="libNormal"/>
      </w:pPr>
      <w:r>
        <w:t>mencegah terbu-nuhnya jiwa seseorang, atau hancurnya kehidupan rumah tangga, maka</w:t>
      </w:r>
    </w:p>
    <w:p w:rsidR="00551278" w:rsidRDefault="002353E7" w:rsidP="00551278">
      <w:pPr>
        <w:pStyle w:val="libNormal"/>
      </w:pPr>
      <w:r>
        <w:t>tidaklah apa-apa.</w:t>
      </w:r>
      <w:r w:rsidRPr="002353E7">
        <w:rPr>
          <w:rStyle w:val="libFootnotenumChar"/>
        </w:rPr>
        <w:footnoteReference w:id="676"/>
      </w:r>
    </w:p>
    <w:p w:rsidR="002353E7" w:rsidRDefault="002353E7" w:rsidP="00551278">
      <w:pPr>
        <w:pStyle w:val="libNormal"/>
      </w:pPr>
    </w:p>
    <w:p w:rsidR="00551278" w:rsidRDefault="00551278" w:rsidP="002353E7">
      <w:pPr>
        <w:pStyle w:val="Heading2Center"/>
      </w:pPr>
      <w:bookmarkStart w:id="497" w:name="_Toc422656992"/>
      <w:r>
        <w:t>MENGUMPAT (GHIBAH)</w:t>
      </w:r>
      <w:bookmarkEnd w:id="497"/>
    </w:p>
    <w:p w:rsidR="00551278" w:rsidRDefault="00551278" w:rsidP="002353E7">
      <w:pPr>
        <w:pStyle w:val="Heading3"/>
      </w:pPr>
      <w:bookmarkStart w:id="498" w:name="_Toc422656993"/>
      <w:r>
        <w:lastRenderedPageBreak/>
        <w:t>Definisi Mengumpat</w:t>
      </w:r>
      <w:bookmarkEnd w:id="498"/>
    </w:p>
    <w:p w:rsidR="00551278" w:rsidRDefault="00551278" w:rsidP="00551278">
      <w:pPr>
        <w:pStyle w:val="libNormal"/>
      </w:pPr>
      <w:r>
        <w:t>Jika seseorang mempunyai sifat yang tidak terpuji, atau dia telah melakukan suatu perbuatan</w:t>
      </w:r>
    </w:p>
    <w:p w:rsidR="00551278" w:rsidRDefault="00551278" w:rsidP="00551278">
      <w:pPr>
        <w:pStyle w:val="libNormal"/>
      </w:pPr>
      <w:r>
        <w:t>yang salah, dan tidak ada orang lain yang mengetahuinya, sedangkan dia sendiri tidak suka bila</w:t>
      </w:r>
    </w:p>
    <w:p w:rsidR="00551278" w:rsidRDefault="00551278" w:rsidP="00551278">
      <w:pPr>
        <w:pStyle w:val="libNormal"/>
      </w:pPr>
      <w:r>
        <w:t>sifat dan perbuatan dirinya ini dibicarakan kepada orang lain, maka membicarakan orang tersebut</w:t>
      </w:r>
    </w:p>
    <w:p w:rsidR="00551278" w:rsidRDefault="00551278" w:rsidP="00551278">
      <w:pPr>
        <w:pStyle w:val="libNormal"/>
      </w:pPr>
      <w:r>
        <w:t xml:space="preserve">di depan orang lain adalah perbuatan mengumpat dan </w:t>
      </w:r>
      <w:r w:rsidR="002353E7">
        <w:t>menggunjing (ghibah).</w:t>
      </w:r>
      <w:r w:rsidR="002353E7" w:rsidRPr="002353E7">
        <w:rPr>
          <w:rStyle w:val="libFootnotenumChar"/>
        </w:rPr>
        <w:footnoteReference w:id="677"/>
      </w:r>
    </w:p>
    <w:p w:rsidR="00551278" w:rsidRDefault="00551278" w:rsidP="00551278">
      <w:pPr>
        <w:pStyle w:val="libNormal"/>
      </w:pPr>
      <w:r>
        <w:t>Hukum-hukum Mengumpat</w:t>
      </w:r>
    </w:p>
    <w:p w:rsidR="00551278" w:rsidRDefault="00551278" w:rsidP="00551278">
      <w:pPr>
        <w:pStyle w:val="libNormal"/>
      </w:pPr>
      <w:r>
        <w:t xml:space="preserve">1. Mengumpat itu haram; baik bagi pengumpat </w:t>
      </w:r>
      <w:r w:rsidR="002353E7">
        <w:t>juga bagi pendengar umpatannya.</w:t>
      </w:r>
      <w:r w:rsidR="002353E7" w:rsidRPr="002353E7">
        <w:rPr>
          <w:rStyle w:val="libFootnotenumChar"/>
        </w:rPr>
        <w:footnoteReference w:id="678"/>
      </w:r>
    </w:p>
    <w:p w:rsidR="00551278" w:rsidRDefault="00551278" w:rsidP="00551278">
      <w:pPr>
        <w:pStyle w:val="libNormal"/>
      </w:pPr>
      <w:r>
        <w:t>2. Jika seseorang mengumpat kejelekan orang lain, dia harus bertaubat dan tidak harus</w:t>
      </w:r>
    </w:p>
    <w:p w:rsidR="00551278" w:rsidRDefault="00551278" w:rsidP="00551278">
      <w:pPr>
        <w:pStyle w:val="libNormal"/>
      </w:pPr>
      <w:r>
        <w:t>menceritakan umpa-tannya kepada orang yang diump</w:t>
      </w:r>
      <w:r w:rsidR="002353E7">
        <w:t xml:space="preserve">atnya. </w:t>
      </w:r>
      <w:r w:rsidR="002353E7" w:rsidRPr="002353E7">
        <w:rPr>
          <w:rStyle w:val="libFootnotenumChar"/>
        </w:rPr>
        <w:footnoteReference w:id="679"/>
      </w:r>
    </w:p>
    <w:p w:rsidR="00551278" w:rsidRDefault="00551278" w:rsidP="00551278">
      <w:pPr>
        <w:pStyle w:val="libNormal"/>
      </w:pPr>
      <w:r>
        <w:t>3. Jika seseorang tidak mendirikan salat namun dia tidak menampakkan kebiasaan buruknya ini</w:t>
      </w:r>
    </w:p>
    <w:p w:rsidR="00551278" w:rsidRDefault="00551278" w:rsidP="00551278">
      <w:pPr>
        <w:pStyle w:val="libNormal"/>
      </w:pPr>
      <w:r>
        <w:t>kepada orang lain, maka mengumpat orang seperti ini tetap tidak dibolehkan, walaupun</w:t>
      </w:r>
    </w:p>
    <w:p w:rsidR="00551278" w:rsidRDefault="00551278" w:rsidP="00551278">
      <w:pPr>
        <w:pStyle w:val="libNormal"/>
      </w:pPr>
      <w:r>
        <w:t>wajib beramar m</w:t>
      </w:r>
      <w:r w:rsidR="002353E7">
        <w:t>akruf dan nahimunkar kepadanya.</w:t>
      </w:r>
      <w:r w:rsidR="002353E7" w:rsidRPr="002353E7">
        <w:rPr>
          <w:rStyle w:val="libFootnotenumChar"/>
        </w:rPr>
        <w:footnoteReference w:id="680"/>
      </w:r>
    </w:p>
    <w:p w:rsidR="00394C45" w:rsidRDefault="00551278" w:rsidP="00551278">
      <w:pPr>
        <w:pStyle w:val="libNormal"/>
      </w:pPr>
      <w:r>
        <w:t>* * *</w:t>
      </w:r>
    </w:p>
    <w:p w:rsidR="002353E7" w:rsidRDefault="002353E7" w:rsidP="00551278">
      <w:pPr>
        <w:pStyle w:val="libNormal"/>
      </w:pPr>
    </w:p>
    <w:p w:rsidR="00A3538E" w:rsidRDefault="00A3538E" w:rsidP="00A3538E">
      <w:pPr>
        <w:pStyle w:val="Heading2Center"/>
      </w:pPr>
      <w:bookmarkStart w:id="499" w:name="_Toc422656994"/>
      <w:r>
        <w:t>MENCUKUR JANGGUT</w:t>
      </w:r>
      <w:bookmarkEnd w:id="499"/>
    </w:p>
    <w:p w:rsidR="00A3538E" w:rsidRDefault="00A3538E" w:rsidP="00A3538E">
      <w:pPr>
        <w:pStyle w:val="libNormal"/>
      </w:pPr>
    </w:p>
    <w:p w:rsidR="00A3538E" w:rsidRDefault="00A3538E" w:rsidP="00A3538E">
      <w:pPr>
        <w:pStyle w:val="libNormal"/>
      </w:pPr>
      <w:r>
        <w:t>Berdasarkan ihtiyath wajib, hukum mencukur janggut—baik dengan silet maupun dengan mesin</w:t>
      </w:r>
    </w:p>
    <w:p w:rsidR="00A3538E" w:rsidRDefault="00A3538E" w:rsidP="00A3538E">
      <w:pPr>
        <w:pStyle w:val="libNormal"/>
      </w:pPr>
      <w:r>
        <w:t>cukur—adalah haram.</w:t>
      </w:r>
      <w:r w:rsidRPr="00A3538E">
        <w:rPr>
          <w:rStyle w:val="libFootnotenumChar"/>
        </w:rPr>
        <w:footnoteReference w:id="681"/>
      </w:r>
    </w:p>
    <w:p w:rsidR="00A3538E" w:rsidRDefault="00A3538E" w:rsidP="00A3538E">
      <w:pPr>
        <w:pStyle w:val="libNormal"/>
      </w:pPr>
    </w:p>
    <w:p w:rsidR="00A3538E" w:rsidRDefault="00A3538E" w:rsidP="00A3538E">
      <w:pPr>
        <w:pStyle w:val="Heading2"/>
      </w:pPr>
      <w:bookmarkStart w:id="500" w:name="_Toc422656995"/>
      <w:r>
        <w:t>Pertanyaan:</w:t>
      </w:r>
      <w:bookmarkEnd w:id="500"/>
    </w:p>
    <w:p w:rsidR="00A3538E" w:rsidRDefault="00A3538E" w:rsidP="00A3538E">
      <w:pPr>
        <w:pStyle w:val="libNormal"/>
      </w:pPr>
    </w:p>
    <w:p w:rsidR="00A3538E" w:rsidRDefault="00A3538E" w:rsidP="00A3538E">
      <w:pPr>
        <w:pStyle w:val="libNormal"/>
      </w:pPr>
      <w:r>
        <w:lastRenderedPageBreak/>
        <w:t>Bolehkah seorang lelaki yang berusia sekitar 18 sampai 19 tahun mencukur wajahnya sampai</w:t>
      </w:r>
    </w:p>
    <w:p w:rsidR="00A3538E" w:rsidRDefault="00A3538E" w:rsidP="00A3538E">
      <w:pPr>
        <w:pStyle w:val="libNormal"/>
      </w:pPr>
      <w:r>
        <w:t>dua atau tiga kali dengan maksud supaya bulu tumbuh di wajahnya atau supaya tumbuhnya</w:t>
      </w:r>
    </w:p>
    <w:p w:rsidR="00A3538E" w:rsidRDefault="00A3538E" w:rsidP="00A3538E">
      <w:pPr>
        <w:pStyle w:val="libNormal"/>
      </w:pPr>
      <w:r>
        <w:t>lebih bagus, ataukah tidak boleh?</w:t>
      </w:r>
    </w:p>
    <w:p w:rsidR="00A3538E" w:rsidRDefault="00A3538E" w:rsidP="00A3538E">
      <w:pPr>
        <w:pStyle w:val="libNormal"/>
      </w:pPr>
      <w:r>
        <w:t>Jawab:</w:t>
      </w:r>
    </w:p>
    <w:p w:rsidR="00A3538E" w:rsidRDefault="00A3538E" w:rsidP="00A3538E">
      <w:pPr>
        <w:pStyle w:val="libNormal"/>
      </w:pPr>
      <w:r>
        <w:t>Berdasarkan ihtiyath wajib, tidak boleh mencukur janggut. Namun, selama janggut belum</w:t>
      </w:r>
    </w:p>
    <w:p w:rsidR="00A3538E" w:rsidRDefault="00A3538E" w:rsidP="00A3538E">
      <w:pPr>
        <w:pStyle w:val="libNormal"/>
      </w:pPr>
      <w:r>
        <w:t>tumbuh, mencukur wajah dengan silet tidaklah apa-apa.</w:t>
      </w:r>
      <w:r w:rsidRPr="00A3538E">
        <w:rPr>
          <w:rStyle w:val="libFootnotenumChar"/>
        </w:rPr>
        <w:footnoteReference w:id="682"/>
      </w:r>
    </w:p>
    <w:p w:rsidR="00A3538E" w:rsidRDefault="00A3538E" w:rsidP="00A3538E">
      <w:pPr>
        <w:pStyle w:val="libNormal"/>
      </w:pPr>
    </w:p>
    <w:p w:rsidR="00A3538E" w:rsidRDefault="00A3538E" w:rsidP="00A3538E">
      <w:pPr>
        <w:pStyle w:val="Heading2"/>
      </w:pPr>
      <w:bookmarkStart w:id="501" w:name="_Toc422656996"/>
      <w:r>
        <w:t>Kesimpulan Pelajaran</w:t>
      </w:r>
      <w:bookmarkEnd w:id="501"/>
    </w:p>
    <w:p w:rsidR="00A3538E" w:rsidRDefault="00A3538E" w:rsidP="00A3538E">
      <w:pPr>
        <w:pStyle w:val="libNormal"/>
      </w:pPr>
    </w:p>
    <w:p w:rsidR="00A3538E" w:rsidRDefault="00A3538E" w:rsidP="00A3538E">
      <w:pPr>
        <w:pStyle w:val="libNormal"/>
      </w:pPr>
      <w:r>
        <w:t>1. Merampas merupakan dosa besar, dan perampas akan mendapatkan azab yang pedih di Hari</w:t>
      </w:r>
    </w:p>
    <w:p w:rsidR="00A3538E" w:rsidRDefault="00A3538E" w:rsidP="00A3538E">
      <w:pPr>
        <w:pStyle w:val="libNormal"/>
      </w:pPr>
      <w:r>
        <w:t>Kiamat.</w:t>
      </w:r>
    </w:p>
    <w:p w:rsidR="00A3538E" w:rsidRDefault="00A3538E" w:rsidP="00A3538E">
      <w:pPr>
        <w:pStyle w:val="libNormal"/>
      </w:pPr>
      <w:r>
        <w:t>2. Merampas barangmilik dan hak guna pribadi dan umum adalah haram.</w:t>
      </w:r>
    </w:p>
    <w:p w:rsidR="00A3538E" w:rsidRDefault="00A3538E" w:rsidP="00A3538E">
      <w:pPr>
        <w:pStyle w:val="libNormal"/>
      </w:pPr>
      <w:r>
        <w:t>3. Seseorang yangmerampas sesuatu harus mengemba-likan kepada pemiliknya.</w:t>
      </w:r>
    </w:p>
    <w:p w:rsidR="00A3538E" w:rsidRDefault="00A3538E" w:rsidP="00A3538E">
      <w:pPr>
        <w:pStyle w:val="libNormal"/>
      </w:pPr>
      <w:r>
        <w:t>4. Seseorang yang merusakkan barang rampasannya harus mengembalikan kepada pemiliknya</w:t>
      </w:r>
    </w:p>
    <w:p w:rsidR="00A3538E" w:rsidRDefault="00A3538E" w:rsidP="00A3538E">
      <w:pPr>
        <w:pStyle w:val="libNormal"/>
      </w:pPr>
      <w:r>
        <w:t>beserta ongkos per-baikan.</w:t>
      </w:r>
    </w:p>
    <w:p w:rsidR="00A3538E" w:rsidRDefault="00A3538E" w:rsidP="00A3538E">
      <w:pPr>
        <w:pStyle w:val="libNormal"/>
      </w:pPr>
      <w:r>
        <w:t>5. Jika seseorang bersumpah dengan menyebut salah satu nama Allah; bahwa ia akan</w:t>
      </w:r>
    </w:p>
    <w:p w:rsidR="00A3538E" w:rsidRDefault="00A3538E" w:rsidP="00A3538E">
      <w:pPr>
        <w:pStyle w:val="libNormal"/>
      </w:pPr>
      <w:r>
        <w:t>mengerjakan sesuatu atau akan meninggalkannya, dia wajib mengamalkannya.</w:t>
      </w:r>
    </w:p>
    <w:p w:rsidR="00A3538E" w:rsidRDefault="00A3538E" w:rsidP="00A3538E">
      <w:pPr>
        <w:pStyle w:val="libNormal"/>
      </w:pPr>
      <w:r>
        <w:t>6. Jika tidak mengamalkan sumpahnya, dia harus memer-dekakan seorang budak, atau memberi</w:t>
      </w:r>
    </w:p>
    <w:p w:rsidR="00A3538E" w:rsidRDefault="00A3538E" w:rsidP="00A3538E">
      <w:pPr>
        <w:pStyle w:val="libNormal"/>
      </w:pPr>
      <w:r>
        <w:t>makan sepuluh orang fakir, atau memberi pakaian sepuluh orang fakir. Jika dia tidak bisa</w:t>
      </w:r>
    </w:p>
    <w:p w:rsidR="00A3538E" w:rsidRDefault="00A3538E" w:rsidP="00A3538E">
      <w:pPr>
        <w:pStyle w:val="libNormal"/>
      </w:pPr>
      <w:r>
        <w:t>mengerjakan satu pun dari tiga hal ini, dia harus berpuasa tiga hari.</w:t>
      </w:r>
    </w:p>
    <w:p w:rsidR="00A3538E" w:rsidRDefault="00A3538E" w:rsidP="00A3538E">
      <w:pPr>
        <w:pStyle w:val="libNormal"/>
      </w:pPr>
      <w:r>
        <w:lastRenderedPageBreak/>
        <w:t>7. Bersumpah jujur adalah makruh, dan bersumpah palsu adalah adalah haram.</w:t>
      </w:r>
    </w:p>
    <w:p w:rsidR="00A3538E" w:rsidRDefault="00A3538E" w:rsidP="00A3538E">
      <w:pPr>
        <w:pStyle w:val="libNormal"/>
      </w:pPr>
      <w:r>
        <w:t>8. Berbohong itu haram dan termasuk dosa besar.</w:t>
      </w:r>
    </w:p>
    <w:p w:rsidR="00A3538E" w:rsidRDefault="00A3538E" w:rsidP="00A3538E">
      <w:pPr>
        <w:pStyle w:val="libNormal"/>
      </w:pPr>
      <w:r>
        <w:t>9. Mengumpat (ghibah) adalah dosa; baik bagi pengumpat juga bagi pendengar umpatannya.</w:t>
      </w:r>
    </w:p>
    <w:p w:rsidR="00A3538E" w:rsidRDefault="00A3538E" w:rsidP="00A3538E">
      <w:pPr>
        <w:pStyle w:val="libNormal"/>
      </w:pPr>
      <w:r>
        <w:t>10. Mengumpat seorang pendosa yangmelakukan dosanya secara rahasia tetap tidak dibolehkan.</w:t>
      </w:r>
    </w:p>
    <w:p w:rsidR="00A3538E" w:rsidRDefault="00A3538E" w:rsidP="00A3538E">
      <w:pPr>
        <w:pStyle w:val="libNormal"/>
      </w:pPr>
      <w:r>
        <w:t>11. Berdasarkan ihtiyath wajib, haram mencukur janggut.</w:t>
      </w:r>
    </w:p>
    <w:p w:rsidR="00A3538E" w:rsidRDefault="00A3538E" w:rsidP="00A3538E">
      <w:pPr>
        <w:pStyle w:val="libNormal"/>
      </w:pPr>
    </w:p>
    <w:p w:rsidR="00A3538E" w:rsidRDefault="00A3538E" w:rsidP="00A3538E">
      <w:pPr>
        <w:pStyle w:val="Heading2"/>
      </w:pPr>
      <w:bookmarkStart w:id="502" w:name="_Toc422656997"/>
      <w:r>
        <w:t>Pertanyaan:</w:t>
      </w:r>
      <w:bookmarkEnd w:id="502"/>
    </w:p>
    <w:p w:rsidR="00A3538E" w:rsidRDefault="00A3538E" w:rsidP="00A3538E">
      <w:pPr>
        <w:pStyle w:val="libNormal"/>
      </w:pPr>
    </w:p>
    <w:p w:rsidR="00A3538E" w:rsidRDefault="00A3538E" w:rsidP="00A3538E">
      <w:pPr>
        <w:pStyle w:val="libNormal"/>
      </w:pPr>
      <w:r>
        <w:t>1. Jelaskan pengertian dari merampas (ghasab) dan berikan dua contoh dari merampas hak guna!</w:t>
      </w:r>
    </w:p>
    <w:p w:rsidR="00A3538E" w:rsidRDefault="00A3538E" w:rsidP="00A3538E">
      <w:pPr>
        <w:pStyle w:val="libNormal"/>
      </w:pPr>
      <w:r>
        <w:t>2. Apa hukum mengambil barang orang lain untuk digu-nakan secara pribadi, misalnya;</w:t>
      </w:r>
    </w:p>
    <w:p w:rsidR="00A3538E" w:rsidRDefault="00A3538E" w:rsidP="00A3538E">
      <w:pPr>
        <w:pStyle w:val="libNormal"/>
      </w:pPr>
      <w:r>
        <w:t>mengambil pena teman untuk menulis nomor telepon?</w:t>
      </w:r>
    </w:p>
    <w:p w:rsidR="00A3538E" w:rsidRDefault="00A3538E" w:rsidP="00A3538E">
      <w:pPr>
        <w:pStyle w:val="libNormal"/>
      </w:pPr>
      <w:r>
        <w:t>3. Menggunakan kapur dan papan tulis sekolah untuk latihan menulis, atau menulis yang tidak</w:t>
      </w:r>
    </w:p>
    <w:p w:rsidR="00A3538E" w:rsidRDefault="00A3538E" w:rsidP="00A3538E">
      <w:pPr>
        <w:pStyle w:val="libNormal"/>
      </w:pPr>
      <w:r>
        <w:t>pada tempat-nya; termasuk yangmana darimacam-macam meram-pas (ghasab)?</w:t>
      </w:r>
    </w:p>
    <w:p w:rsidR="00A3538E" w:rsidRDefault="00A3538E" w:rsidP="00A3538E">
      <w:pPr>
        <w:pStyle w:val="libNormal"/>
      </w:pPr>
      <w:r>
        <w:t>4. Apakah pengertian darimengumpat (ghibah)?</w:t>
      </w:r>
    </w:p>
    <w:p w:rsidR="00A3538E" w:rsidRDefault="00A3538E" w:rsidP="00A3538E">
      <w:pPr>
        <w:pStyle w:val="libNormal"/>
      </w:pPr>
      <w:r>
        <w:t>5. Apakah membicarakan nilai ujian seseorang kepada orang lain termasuk mengumpat?</w:t>
      </w:r>
    </w:p>
    <w:p w:rsidR="00A3538E" w:rsidRDefault="00A3538E" w:rsidP="00A3538E">
      <w:pPr>
        <w:pStyle w:val="libNormal"/>
      </w:pPr>
      <w:r>
        <w:t>6. Apa tugas orang yang telah mengumpat?</w:t>
      </w:r>
    </w:p>
    <w:p w:rsidR="00A3538E" w:rsidRDefault="00A3538E" w:rsidP="00A3538E">
      <w:pPr>
        <w:pStyle w:val="libNormal"/>
      </w:pPr>
      <w:r>
        <w:t>7. Seorang remaja yang telah tumbuh sedikit bulu di wajahnya dan dia malu jika</w:t>
      </w:r>
    </w:p>
    <w:p w:rsidR="00333C85" w:rsidRDefault="00A3538E" w:rsidP="00A3538E">
      <w:pPr>
        <w:pStyle w:val="libNormal"/>
      </w:pPr>
      <w:r>
        <w:t>membiarkannya demikian; apakah dia boleh mencukur bulu tersebut?</w:t>
      </w:r>
    </w:p>
    <w:p w:rsidR="00333C85" w:rsidRPr="00333C85" w:rsidRDefault="00333C85">
      <w:r>
        <w:br w:type="page"/>
      </w:r>
    </w:p>
    <w:sdt>
      <w:sdtPr>
        <w:id w:val="10625338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/>
          <w:b w:val="0"/>
          <w:bCs w:val="0"/>
          <w:noProof/>
          <w:color w:val="auto"/>
          <w:sz w:val="24"/>
          <w:szCs w:val="24"/>
          <w:lang w:bidi="fa-IR"/>
        </w:rPr>
      </w:sdtEndPr>
      <w:sdtContent>
        <w:p w:rsidR="00E917C4" w:rsidRDefault="00E917C4" w:rsidP="00BD5823">
          <w:pPr>
            <w:pStyle w:val="TOCHeading"/>
          </w:pPr>
          <w:r>
            <w:t>Table of Contents</w:t>
          </w:r>
        </w:p>
        <w:p w:rsidR="00BD5823" w:rsidRDefault="00E917C4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2656495" w:history="1">
            <w:r w:rsidR="00BD5823" w:rsidRPr="00C340D1">
              <w:rPr>
                <w:rStyle w:val="Hyperlink"/>
              </w:rPr>
              <w:t>BELAJAR FIKIH</w:t>
            </w:r>
            <w:r w:rsidR="00BD5823">
              <w:rPr>
                <w:webHidden/>
                <w:rtl/>
              </w:rPr>
              <w:tab/>
            </w:r>
            <w:r w:rsidR="00BD5823">
              <w:rPr>
                <w:webHidden/>
                <w:rtl/>
              </w:rPr>
              <w:fldChar w:fldCharType="begin"/>
            </w:r>
            <w:r w:rsidR="00BD5823">
              <w:rPr>
                <w:webHidden/>
                <w:rtl/>
              </w:rPr>
              <w:instrText xml:space="preserve"> </w:instrText>
            </w:r>
            <w:r w:rsidR="00BD5823">
              <w:rPr>
                <w:webHidden/>
              </w:rPr>
              <w:instrText>PAGEREF</w:instrText>
            </w:r>
            <w:r w:rsidR="00BD5823">
              <w:rPr>
                <w:webHidden/>
                <w:rtl/>
              </w:rPr>
              <w:instrText xml:space="preserve"> _</w:instrText>
            </w:r>
            <w:r w:rsidR="00BD5823">
              <w:rPr>
                <w:webHidden/>
              </w:rPr>
              <w:instrText>Toc422656495 \h</w:instrText>
            </w:r>
            <w:r w:rsidR="00BD5823">
              <w:rPr>
                <w:webHidden/>
                <w:rtl/>
              </w:rPr>
              <w:instrText xml:space="preserve"> </w:instrText>
            </w:r>
            <w:r w:rsidR="00BD5823">
              <w:rPr>
                <w:webHidden/>
                <w:rtl/>
              </w:rPr>
            </w:r>
            <w:r w:rsidR="00BD5823">
              <w:rPr>
                <w:webHidden/>
                <w:rtl/>
              </w:rPr>
              <w:fldChar w:fldCharType="separate"/>
            </w:r>
            <w:r w:rsidR="00BD5823">
              <w:rPr>
                <w:webHidden/>
                <w:rtl/>
              </w:rPr>
              <w:t>1</w:t>
            </w:r>
            <w:r w:rsidR="00BD5823"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496" w:history="1">
            <w:r w:rsidRPr="00C340D1">
              <w:rPr>
                <w:rStyle w:val="Hyperlink"/>
              </w:rPr>
              <w:t>Untuk Tingkat Pemula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Toc422656496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497" w:history="1">
            <w:r w:rsidRPr="00C340D1">
              <w:rPr>
                <w:rStyle w:val="Hyperlink"/>
              </w:rPr>
              <w:t>BELAJAR FIKIH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Toc422656497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498" w:history="1">
            <w:r w:rsidRPr="00C340D1">
              <w:rPr>
                <w:rStyle w:val="Hyperlink"/>
              </w:rPr>
              <w:t>untuk tingkat pemula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Toc422656498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499" w:history="1">
            <w:r w:rsidRPr="00C340D1">
              <w:rPr>
                <w:rStyle w:val="Hyperlink"/>
              </w:rPr>
              <w:t>Sesuai dengan Fatwafatwa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Toc422656499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00" w:history="1">
            <w:r w:rsidRPr="00C340D1">
              <w:rPr>
                <w:rStyle w:val="Hyperlink"/>
              </w:rPr>
              <w:t>Para Marja’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01" w:history="1">
            <w:r w:rsidRPr="00C340D1">
              <w:rPr>
                <w:rStyle w:val="Hyperlink"/>
              </w:rPr>
              <w:t>Taklid Besar Syi’ah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02" w:history="1">
            <w:r w:rsidRPr="00C340D1">
              <w:rPr>
                <w:rStyle w:val="Hyperlink"/>
              </w:rPr>
              <w:t>Muhammad Husein Falah Zadeh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03" w:history="1">
            <w:r w:rsidRPr="00C340D1">
              <w:rPr>
                <w:rStyle w:val="Hyperlink"/>
              </w:rPr>
              <w:t>Penerjemah: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04" w:history="1">
            <w:r w:rsidRPr="00C340D1">
              <w:rPr>
                <w:rStyle w:val="Hyperlink"/>
              </w:rPr>
              <w:t>Emi Nurhayati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05" w:history="1">
            <w:r w:rsidRPr="00C340D1">
              <w:rPr>
                <w:rStyle w:val="Hyperlink"/>
              </w:rPr>
              <w:t>Prakata Penerbit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06" w:history="1">
            <w:r w:rsidRPr="00C340D1">
              <w:rPr>
                <w:rStyle w:val="Hyperlink"/>
              </w:rPr>
              <w:t>Pengantar Penulis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07" w:history="1">
            <w:r w:rsidRPr="00C340D1">
              <w:rPr>
                <w:rStyle w:val="Hyperlink"/>
              </w:rPr>
              <w:t>Beberapa Catatan: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08" w:history="1">
            <w:r w:rsidRPr="00C340D1">
              <w:rPr>
                <w:rStyle w:val="Hyperlink"/>
              </w:rPr>
              <w:t>Pelajaran 1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09" w:history="1">
            <w:r w:rsidRPr="00C340D1">
              <w:rPr>
                <w:rStyle w:val="Hyperlink"/>
              </w:rPr>
              <w:t>KEDUDUKAN FIKIH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10" w:history="1">
            <w:r w:rsidRPr="00C340D1">
              <w:rPr>
                <w:rStyle w:val="Hyperlink"/>
              </w:rPr>
              <w:t>DALAM ISLAM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11" w:history="1">
            <w:r w:rsidRPr="00C340D1">
              <w:rPr>
                <w:rStyle w:val="Hyperlink"/>
              </w:rPr>
              <w:t>Pembagian Hukum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12" w:history="1">
            <w:r w:rsidRPr="00C340D1">
              <w:rPr>
                <w:rStyle w:val="Hyperlink"/>
              </w:rPr>
              <w:t>Taklid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13" w:history="1">
            <w:r w:rsidRPr="00C340D1">
              <w:rPr>
                <w:rStyle w:val="Hyperlink"/>
              </w:rPr>
              <w:t>Keterangan Syarat-syarat Seorang Marja’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14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15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16" w:history="1">
            <w:r w:rsidRPr="00C340D1">
              <w:rPr>
                <w:rStyle w:val="Hyperlink"/>
              </w:rPr>
              <w:t>Pelajaran 2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17" w:history="1">
            <w:r w:rsidRPr="00C340D1">
              <w:rPr>
                <w:rStyle w:val="Hyperlink"/>
              </w:rPr>
              <w:t>IJTIHAD DAN TAKLID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18" w:history="1">
            <w:r w:rsidRPr="00C340D1">
              <w:rPr>
                <w:rStyle w:val="Hyperlink"/>
              </w:rPr>
              <w:t>Siapakah Mukallaf?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19" w:history="1">
            <w:r w:rsidRPr="00C340D1">
              <w:rPr>
                <w:rStyle w:val="Hyperlink"/>
              </w:rPr>
              <w:t>Usia Baligh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20" w:history="1">
            <w:r w:rsidRPr="00C340D1">
              <w:rPr>
                <w:rStyle w:val="Hyperlink"/>
              </w:rPr>
              <w:t>Perbedaan antara Ihtiyath Wajib dan Ihtiyath Mustahab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21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22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23" w:history="1">
            <w:r w:rsidRPr="00C340D1">
              <w:rPr>
                <w:rStyle w:val="Hyperlink"/>
              </w:rPr>
              <w:t>Pelajaran 3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24" w:history="1">
            <w:r w:rsidRPr="00C340D1">
              <w:rPr>
                <w:rStyle w:val="Hyperlink"/>
              </w:rPr>
              <w:t>BERSUCI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25" w:history="1">
            <w:r w:rsidRPr="00C340D1">
              <w:rPr>
                <w:rStyle w:val="Hyperlink"/>
              </w:rPr>
              <w:t>Pendahuluan-pendahuluan Salat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26" w:history="1">
            <w:r w:rsidRPr="00C340D1">
              <w:rPr>
                <w:rStyle w:val="Hyperlink"/>
              </w:rPr>
              <w:t>Benda-benda Najis: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27" w:history="1">
            <w:r w:rsidRPr="00C340D1">
              <w:rPr>
                <w:rStyle w:val="Hyperlink"/>
              </w:rPr>
              <w:t>Keterangan: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28" w:history="1">
            <w:r w:rsidRPr="00C340D1">
              <w:rPr>
                <w:rStyle w:val="Hyperlink"/>
              </w:rPr>
              <w:t>Masalah: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29" w:history="1">
            <w:r w:rsidRPr="00C340D1">
              <w:rPr>
                <w:rStyle w:val="Hyperlink"/>
              </w:rPr>
              <w:t>Hukum Bangkai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30" w:history="1">
            <w:r w:rsidRPr="00C340D1">
              <w:rPr>
                <w:rStyle w:val="Hyperlink"/>
              </w:rPr>
              <w:t>Bangkai Binatang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31" w:history="1">
            <w:r w:rsidRPr="00C340D1">
              <w:rPr>
                <w:rStyle w:val="Hyperlink"/>
              </w:rPr>
              <w:t>Hukum Bangkai Binatang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32" w:history="1">
            <w:r w:rsidRPr="00C340D1">
              <w:rPr>
                <w:rStyle w:val="Hyperlink"/>
              </w:rPr>
              <w:t>Hukum-hukum Darah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33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34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35" w:history="1">
            <w:r w:rsidRPr="00C340D1">
              <w:rPr>
                <w:rStyle w:val="Hyperlink"/>
              </w:rPr>
              <w:t>Pelajaran 4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36" w:history="1">
            <w:r w:rsidRPr="00C340D1">
              <w:rPr>
                <w:rStyle w:val="Hyperlink"/>
              </w:rPr>
              <w:t>BAGAIMANASESUATU YANGSUCI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37" w:history="1">
            <w:r w:rsidRPr="00C340D1">
              <w:rPr>
                <w:rStyle w:val="Hyperlink"/>
              </w:rPr>
              <w:t>BISAMENJADINAJIS?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38" w:history="1">
            <w:r w:rsidRPr="00C340D1">
              <w:rPr>
                <w:rStyle w:val="Hyperlink"/>
              </w:rPr>
              <w:t>Beberapa Masalah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39" w:history="1">
            <w:r w:rsidRPr="00C340D1">
              <w:rPr>
                <w:rStyle w:val="Hyperlink"/>
              </w:rPr>
              <w:t>Benda-benda yang Bisa Menyucikan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40" w:history="1">
            <w:r w:rsidRPr="00C340D1">
              <w:rPr>
                <w:rStyle w:val="Hyperlink"/>
              </w:rPr>
              <w:t>Macam-macam Air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41" w:history="1">
            <w:r w:rsidRPr="00C340D1">
              <w:rPr>
                <w:rStyle w:val="Hyperlink"/>
              </w:rPr>
              <w:t>Hukum-hukum Air Mudhaf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42" w:history="1">
            <w:r w:rsidRPr="00C340D1">
              <w:rPr>
                <w:rStyle w:val="Hyperlink"/>
              </w:rPr>
              <w:t>Macam-macam Air Mutlaq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43" w:history="1">
            <w:r w:rsidRPr="00C340D1">
              <w:rPr>
                <w:rStyle w:val="Hyperlink"/>
              </w:rPr>
              <w:t>Ukuran Air Kur (Banyak)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44" w:history="1">
            <w:r w:rsidRPr="00C340D1">
              <w:rPr>
                <w:rStyle w:val="Hyperlink"/>
              </w:rPr>
              <w:t>Ukuran Air Qalil (Sedikit)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45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46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47" w:history="1">
            <w:r w:rsidRPr="00C340D1">
              <w:rPr>
                <w:rStyle w:val="Hyperlink"/>
              </w:rPr>
              <w:t>Pelajaran 5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48" w:history="1">
            <w:r w:rsidRPr="00C340D1">
              <w:rPr>
                <w:rStyle w:val="Hyperlink"/>
              </w:rPr>
              <w:t>HUKUM-HUKUMAIR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49" w:history="1">
            <w:r w:rsidRPr="00C340D1">
              <w:rPr>
                <w:rStyle w:val="Hyperlink"/>
              </w:rPr>
              <w:t>Air Qalil (Sedikit)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50" w:history="1">
            <w:r w:rsidRPr="00C340D1">
              <w:rPr>
                <w:rStyle w:val="Hyperlink"/>
              </w:rPr>
              <w:t>Air Kur, Air Mengalir, Air Sumur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51" w:history="1">
            <w:r w:rsidRPr="00C340D1">
              <w:rPr>
                <w:rStyle w:val="Hyperlink"/>
              </w:rPr>
              <w:t>Ciri-ciri Air Hujan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52" w:history="1">
            <w:r w:rsidRPr="00C340D1">
              <w:rPr>
                <w:rStyle w:val="Hyperlink"/>
              </w:rPr>
              <w:t>Hukum-hukum Keraguan tentang Air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53" w:history="1">
            <w:r w:rsidRPr="00C340D1">
              <w:rPr>
                <w:rStyle w:val="Hyperlink"/>
              </w:rPr>
              <w:t>Bagaimana Sesuatu yang Ternajisi Dapat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54" w:history="1">
            <w:r w:rsidRPr="00C340D1">
              <w:rPr>
                <w:rStyle w:val="Hyperlink"/>
              </w:rPr>
              <w:t>Kembali Suci dengan Air?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55" w:history="1">
            <w:r w:rsidRPr="00C340D1">
              <w:rPr>
                <w:rStyle w:val="Hyperlink"/>
              </w:rPr>
              <w:t>Penyucian Sesuatu yang Ternajisi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56" w:history="1">
            <w:r w:rsidRPr="00C340D1">
              <w:rPr>
                <w:rStyle w:val="Hyperlink"/>
              </w:rPr>
              <w:t>Keterangan: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57" w:history="1">
            <w:r w:rsidRPr="00C340D1">
              <w:rPr>
                <w:rStyle w:val="Hyperlink"/>
              </w:rPr>
              <w:t>Masalah: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58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59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60" w:history="1">
            <w:r w:rsidRPr="00C340D1">
              <w:rPr>
                <w:rStyle w:val="Hyperlink"/>
              </w:rPr>
              <w:t>Pelajaran 6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61" w:history="1">
            <w:r w:rsidRPr="00C340D1">
              <w:rPr>
                <w:rStyle w:val="Hyperlink"/>
              </w:rPr>
              <w:t>CARAMENYUCIKAN TANAH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62" w:history="1">
            <w:r w:rsidRPr="00C340D1">
              <w:rPr>
                <w:rStyle w:val="Hyperlink"/>
              </w:rPr>
              <w:t>YANGNAJIS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63" w:history="1">
            <w:r w:rsidRPr="00C340D1">
              <w:rPr>
                <w:rStyle w:val="Hyperlink"/>
                <w:rFonts w:eastAsia="Calibri"/>
                <w:lang w:bidi="fa-IR"/>
              </w:rPr>
              <w:t>Menyucikan Tanah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64" w:history="1">
            <w:r w:rsidRPr="00C340D1">
              <w:rPr>
                <w:rStyle w:val="Hyperlink"/>
              </w:rPr>
              <w:t>Beberapa Masalah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65" w:history="1">
            <w:r w:rsidRPr="00C340D1">
              <w:rPr>
                <w:rStyle w:val="Hyperlink"/>
              </w:rPr>
              <w:t>Tanah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66" w:history="1">
            <w:r w:rsidRPr="00C340D1">
              <w:rPr>
                <w:rStyle w:val="Hyperlink"/>
              </w:rPr>
              <w:t>Sinar Matahari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67" w:history="1">
            <w:r w:rsidRPr="00C340D1">
              <w:rPr>
                <w:rStyle w:val="Hyperlink"/>
              </w:rPr>
              <w:t>Syarat-syarat Sinar Matahari sebagai Penyuci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68" w:history="1">
            <w:r w:rsidRPr="00C340D1">
              <w:rPr>
                <w:rStyle w:val="Hyperlink"/>
              </w:rPr>
              <w:t>Masalah: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69" w:history="1">
            <w:r w:rsidRPr="00C340D1">
              <w:rPr>
                <w:rStyle w:val="Hyperlink"/>
              </w:rPr>
              <w:t>Islam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70" w:history="1">
            <w:r w:rsidRPr="00C340D1">
              <w:rPr>
                <w:rStyle w:val="Hyperlink"/>
              </w:rPr>
              <w:t>Hilangnya Benda Najis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71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72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73" w:history="1">
            <w:r w:rsidRPr="00C340D1">
              <w:rPr>
                <w:rStyle w:val="Hyperlink"/>
              </w:rPr>
              <w:t>Pelajaran 7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74" w:history="1">
            <w:r w:rsidRPr="00C340D1">
              <w:rPr>
                <w:rStyle w:val="Hyperlink"/>
              </w:rPr>
              <w:t>WUDU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75" w:history="1">
            <w:r w:rsidRPr="00C340D1">
              <w:rPr>
                <w:rStyle w:val="Hyperlink"/>
              </w:rPr>
              <w:t>Cara Berwudu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76" w:history="1">
            <w:r w:rsidRPr="00C340D1">
              <w:rPr>
                <w:rStyle w:val="Hyperlink"/>
              </w:rPr>
              <w:t>Amalan-amalan Wudu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577" w:history="1">
            <w:r w:rsidRPr="00C340D1">
              <w:rPr>
                <w:rStyle w:val="Hyperlink"/>
                <w:noProof/>
              </w:rPr>
              <w:t>1. Membasuh: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Toc422656577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578" w:history="1">
            <w:r w:rsidRPr="00C340D1">
              <w:rPr>
                <w:rStyle w:val="Hyperlink"/>
                <w:noProof/>
              </w:rPr>
              <w:t>2. Mengusap: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Toc422656578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79" w:history="1">
            <w:r w:rsidRPr="00C340D1">
              <w:rPr>
                <w:rStyle w:val="Hyperlink"/>
              </w:rPr>
              <w:t>Keterangan Amalan-amalan Wudu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580" w:history="1">
            <w:r w:rsidRPr="00C340D1">
              <w:rPr>
                <w:rStyle w:val="Hyperlink"/>
                <w:noProof/>
              </w:rPr>
              <w:t>Membasuh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Toc422656580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581" w:history="1">
            <w:r w:rsidRPr="00C340D1">
              <w:rPr>
                <w:rStyle w:val="Hyperlink"/>
                <w:noProof/>
              </w:rPr>
              <w:t>Mengusap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Toc422656581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82" w:history="1">
            <w:r w:rsidRPr="00C340D1">
              <w:rPr>
                <w:rStyle w:val="Hyperlink"/>
              </w:rPr>
              <w:t>Hukum-hukum yang Sama dalam Mengusap Kepala dan Kaki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83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84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85" w:history="1">
            <w:r w:rsidRPr="00C340D1">
              <w:rPr>
                <w:rStyle w:val="Hyperlink"/>
              </w:rPr>
              <w:t>Pelajaran 8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586" w:history="1">
            <w:r w:rsidRPr="00C340D1">
              <w:rPr>
                <w:rStyle w:val="Hyperlink"/>
              </w:rPr>
              <w:t>SYARAT-SYARATWUDU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87" w:history="1">
            <w:r w:rsidRPr="00C340D1">
              <w:rPr>
                <w:rStyle w:val="Hyperlink"/>
              </w:rPr>
              <w:t>Syarat-syarat Wudu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588" w:history="1">
            <w:r w:rsidRPr="00C340D1">
              <w:rPr>
                <w:rStyle w:val="Hyperlink"/>
                <w:noProof/>
              </w:rPr>
              <w:t>1. Syarat-syarat air dan tempat air: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Toc422656588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589" w:history="1">
            <w:r w:rsidRPr="00C340D1">
              <w:rPr>
                <w:rStyle w:val="Hyperlink"/>
                <w:noProof/>
              </w:rPr>
              <w:t>2. Syarat-syarat anggota wudu: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Toc422656589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590" w:history="1">
            <w:r w:rsidRPr="00C340D1">
              <w:rPr>
                <w:rStyle w:val="Hyperlink"/>
                <w:noProof/>
              </w:rPr>
              <w:t>3. Syarat-syarat cara berwudu: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Toc422656590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591" w:history="1">
            <w:r w:rsidRPr="00C340D1">
              <w:rPr>
                <w:rStyle w:val="Hyperlink"/>
                <w:noProof/>
              </w:rPr>
              <w:t>4. Syarat-syarat pelaku wudu: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Toc422656591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92" w:history="1">
            <w:r w:rsidRPr="00C340D1">
              <w:rPr>
                <w:rStyle w:val="Hyperlink"/>
              </w:rPr>
              <w:t>Syarat-syarat Air Wudu dan Tempatnya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93" w:history="1">
            <w:r w:rsidRPr="00C340D1">
              <w:rPr>
                <w:rStyle w:val="Hyperlink"/>
              </w:rPr>
              <w:t>Syarat-syarat Anggota Wudu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94" w:history="1">
            <w:r w:rsidRPr="00C340D1">
              <w:rPr>
                <w:rStyle w:val="Hyperlink"/>
              </w:rPr>
              <w:t>Syarat-syarat Cara Berwudu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595" w:history="1">
            <w:r w:rsidRPr="00C340D1">
              <w:rPr>
                <w:rStyle w:val="Hyperlink"/>
                <w:noProof/>
              </w:rPr>
              <w:t>1. Tertib: amalan-amalan wudu harus dikerjakan berda-sarkan urutan di bawah ini: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Toc422656595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596" w:history="1">
            <w:r w:rsidRPr="00C340D1">
              <w:rPr>
                <w:rStyle w:val="Hyperlink"/>
                <w:noProof/>
              </w:rPr>
              <w:t>2. Kesinambungan (Muwalat)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Toc422656596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597" w:history="1">
            <w:r w:rsidRPr="00C340D1">
              <w:rPr>
                <w:rStyle w:val="Hyperlink"/>
                <w:noProof/>
              </w:rPr>
              <w:t>3. Tidak Boleh Minta Tolong Orang Lain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Toc422656597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98" w:history="1">
            <w:r w:rsidRPr="00C340D1">
              <w:rPr>
                <w:rStyle w:val="Hyperlink"/>
              </w:rPr>
              <w:t>Syarat-syarat Pelaku Wudu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599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Toc422656599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00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01" w:history="1">
            <w:r w:rsidRPr="00C340D1">
              <w:rPr>
                <w:rStyle w:val="Hyperlink"/>
              </w:rPr>
              <w:t>Pelajaran 9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02" w:history="1">
            <w:r w:rsidRPr="00C340D1">
              <w:rPr>
                <w:rStyle w:val="Hyperlink"/>
              </w:rPr>
              <w:t>WUDU JABIROH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03" w:history="1">
            <w:r w:rsidRPr="00C340D1">
              <w:rPr>
                <w:rStyle w:val="Hyperlink"/>
              </w:rPr>
              <w:t>Definisi Jabiroh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04" w:history="1">
            <w:r w:rsidRPr="00C340D1">
              <w:rPr>
                <w:rStyle w:val="Hyperlink"/>
              </w:rPr>
              <w:t>Cara Wudu Jabiroh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05" w:history="1">
            <w:r w:rsidRPr="00C340D1">
              <w:rPr>
                <w:rStyle w:val="Hyperlink"/>
              </w:rPr>
              <w:t>Beberapa Masalah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06" w:history="1">
            <w:r w:rsidRPr="00C340D1">
              <w:rPr>
                <w:rStyle w:val="Hyperlink"/>
              </w:rPr>
              <w:t>Hal-hal yang Harus Disertai dengan Wudu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07" w:history="1">
            <w:r w:rsidRPr="00C340D1">
              <w:rPr>
                <w:rStyle w:val="Hyperlink"/>
              </w:rPr>
              <w:t>Beberapa Masalah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08" w:history="1">
            <w:r w:rsidRPr="00C340D1">
              <w:rPr>
                <w:rStyle w:val="Hyperlink"/>
              </w:rPr>
              <w:t>Bagaimana Wudu Menjadi Batal?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09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10" w:history="1">
            <w:r w:rsidRPr="00C340D1">
              <w:rPr>
                <w:rStyle w:val="Hyperlink"/>
              </w:rPr>
              <w:t>Pelajaran 10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11" w:history="1">
            <w:r w:rsidRPr="00C340D1">
              <w:rPr>
                <w:rStyle w:val="Hyperlink"/>
              </w:rPr>
              <w:t>MANDI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12" w:history="1">
            <w:r w:rsidRPr="00C340D1">
              <w:rPr>
                <w:rStyle w:val="Hyperlink"/>
              </w:rPr>
              <w:t>Macam-macam Mandi Wajib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13" w:history="1">
            <w:r w:rsidRPr="00C340D1">
              <w:rPr>
                <w:rStyle w:val="Hyperlink"/>
              </w:rPr>
              <w:t>Mandi Janabah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14" w:history="1">
            <w:r w:rsidRPr="00C340D1">
              <w:rPr>
                <w:rStyle w:val="Hyperlink"/>
              </w:rPr>
              <w:t>Pekerjaan-pekerjaan yang Diharamkan bagi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15" w:history="1">
            <w:r w:rsidRPr="00C340D1">
              <w:rPr>
                <w:rStyle w:val="Hyperlink"/>
              </w:rPr>
              <w:t>Orang Junub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16" w:history="1">
            <w:r w:rsidRPr="00C340D1">
              <w:rPr>
                <w:rStyle w:val="Hyperlink"/>
              </w:rPr>
              <w:t>Surah-surah Al-Quran yang Mengandung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17" w:history="1">
            <w:r w:rsidRPr="00C340D1">
              <w:rPr>
                <w:rStyle w:val="Hyperlink"/>
              </w:rPr>
              <w:t>Sujud Wajib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18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19" w:history="1">
            <w:r w:rsidRPr="00C340D1">
              <w:rPr>
                <w:rStyle w:val="Hyperlink"/>
              </w:rPr>
              <w:t>Pelajaran 11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20" w:history="1">
            <w:r w:rsidRPr="00C340D1">
              <w:rPr>
                <w:rStyle w:val="Hyperlink"/>
              </w:rPr>
              <w:t>PELAKSANAAN MANDI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21" w:history="1">
            <w:r w:rsidRPr="00C340D1">
              <w:rPr>
                <w:rStyle w:val="Hyperlink"/>
              </w:rPr>
              <w:t>Cara-cara Mandi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22" w:history="1">
            <w:r w:rsidRPr="00C340D1">
              <w:rPr>
                <w:rStyle w:val="Hyperlink"/>
              </w:rPr>
              <w:t>Keterangan: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23" w:history="1">
            <w:r w:rsidRPr="00C340D1">
              <w:rPr>
                <w:rStyle w:val="Hyperlink"/>
              </w:rPr>
              <w:t>Syarat Sahnya Mandi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24" w:history="1">
            <w:r w:rsidRPr="00C340D1">
              <w:rPr>
                <w:rStyle w:val="Hyperlink"/>
              </w:rPr>
              <w:t>Mandi Menyentuh Mayat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25" w:history="1">
            <w:r w:rsidRPr="00C340D1">
              <w:rPr>
                <w:rStyle w:val="Hyperlink"/>
              </w:rPr>
              <w:t>Mandi Mayat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26" w:history="1">
            <w:r w:rsidRPr="00C340D1">
              <w:rPr>
                <w:rStyle w:val="Hyperlink"/>
              </w:rPr>
              <w:t>Mandi yang Khusus bagi Perempuan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27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28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29" w:history="1">
            <w:r w:rsidRPr="00C340D1">
              <w:rPr>
                <w:rStyle w:val="Hyperlink"/>
              </w:rPr>
              <w:t>Pelajaran 12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30" w:history="1">
            <w:r w:rsidRPr="00C340D1">
              <w:rPr>
                <w:rStyle w:val="Hyperlink"/>
              </w:rPr>
              <w:t>TAYAMUM</w:t>
            </w:r>
            <w:r w:rsidRPr="00C340D1">
              <w:rPr>
                <w:rStyle w:val="Hyperlink"/>
                <w:rtl/>
              </w:rPr>
              <w:t xml:space="preserve"> </w:t>
            </w:r>
            <w:r w:rsidRPr="00C340D1">
              <w:rPr>
                <w:rStyle w:val="Hyperlink"/>
              </w:rPr>
              <w:t>(PENGGANTI WUDU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31" w:history="1">
            <w:r w:rsidRPr="00C340D1">
              <w:rPr>
                <w:rStyle w:val="Hyperlink"/>
              </w:rPr>
              <w:t>DANMANDI)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32" w:history="1">
            <w:r w:rsidRPr="00C340D1">
              <w:rPr>
                <w:rStyle w:val="Hyperlink"/>
              </w:rPr>
              <w:t>Bagaimana Cara Bertayamum?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33" w:history="1">
            <w:r w:rsidRPr="00C340D1">
              <w:rPr>
                <w:rStyle w:val="Hyperlink"/>
              </w:rPr>
              <w:t>Hal-hal yang Bisa Digunakan untuk Bertayamum: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34" w:history="1">
            <w:r w:rsidRPr="00C340D1">
              <w:rPr>
                <w:rStyle w:val="Hyperlink"/>
              </w:rPr>
              <w:t>Beberapa Masalah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35" w:history="1">
            <w:r w:rsidRPr="00C340D1">
              <w:rPr>
                <w:rStyle w:val="Hyperlink"/>
              </w:rPr>
              <w:t>Syarat-syarat Sahnya Tayamum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36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37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38" w:history="1">
            <w:r w:rsidRPr="00C340D1">
              <w:rPr>
                <w:rStyle w:val="Hyperlink"/>
              </w:rPr>
              <w:t>Pelajaran 13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39" w:history="1">
            <w:r w:rsidRPr="00C340D1">
              <w:rPr>
                <w:rStyle w:val="Hyperlink"/>
              </w:rPr>
              <w:t>WAKTU SALAT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40" w:history="1">
            <w:r w:rsidRPr="00C340D1">
              <w:rPr>
                <w:rStyle w:val="Hyperlink"/>
              </w:rPr>
              <w:t>Macam-macam Salat: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41" w:history="1">
            <w:r w:rsidRPr="00C340D1">
              <w:rPr>
                <w:rStyle w:val="Hyperlink"/>
              </w:rPr>
              <w:t>Waktu Salat Harian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42" w:history="1">
            <w:r w:rsidRPr="00C340D1">
              <w:rPr>
                <w:rStyle w:val="Hyperlink"/>
              </w:rPr>
              <w:t>Berikut ini waktu-waktu salat harian: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643" w:history="1">
            <w:r w:rsidRPr="00C340D1">
              <w:rPr>
                <w:rStyle w:val="Hyperlink"/>
                <w:noProof/>
              </w:rPr>
              <w:t>Waktu Subuh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Toc422656643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644" w:history="1">
            <w:r w:rsidRPr="00C340D1">
              <w:rPr>
                <w:rStyle w:val="Hyperlink"/>
                <w:noProof/>
              </w:rPr>
              <w:t>Waktu Zuhur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Toc422656644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645" w:history="1">
            <w:r w:rsidRPr="00C340D1">
              <w:rPr>
                <w:rStyle w:val="Hyperlink"/>
                <w:noProof/>
              </w:rPr>
              <w:t>Waktu Maghrib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Toc422656645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646" w:history="1">
            <w:r w:rsidRPr="00C340D1">
              <w:rPr>
                <w:rStyle w:val="Hyperlink"/>
                <w:noProof/>
              </w:rPr>
              <w:t>Waktu Pertengahan Malam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Toc422656646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47" w:history="1">
            <w:r w:rsidRPr="00C340D1">
              <w:rPr>
                <w:rStyle w:val="Hyperlink"/>
              </w:rPr>
              <w:t>Hukum-hukum Waktu Salat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48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49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50" w:history="1">
            <w:r w:rsidRPr="00C340D1">
              <w:rPr>
                <w:rStyle w:val="Hyperlink"/>
              </w:rPr>
              <w:t>Pelajaran 14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51" w:history="1">
            <w:r w:rsidRPr="00C340D1">
              <w:rPr>
                <w:rStyle w:val="Hyperlink"/>
              </w:rPr>
              <w:t>KIBLAT DAN PAKAIAN SALAT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52" w:history="1">
            <w:r w:rsidRPr="00C340D1">
              <w:rPr>
                <w:rStyle w:val="Hyperlink"/>
              </w:rPr>
              <w:t>KIBLAT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53" w:history="1">
            <w:r w:rsidRPr="00C340D1">
              <w:rPr>
                <w:rStyle w:val="Hyperlink"/>
              </w:rPr>
              <w:t>PAKAIAN SALAT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654" w:history="1">
            <w:r w:rsidRPr="00C340D1">
              <w:rPr>
                <w:rStyle w:val="Hyperlink"/>
                <w:noProof/>
              </w:rPr>
              <w:t>Ukuran Pakaian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Toc422656654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655" w:history="1">
            <w:r w:rsidRPr="00C340D1">
              <w:rPr>
                <w:rStyle w:val="Hyperlink"/>
                <w:noProof/>
              </w:rPr>
              <w:t>Pada kondisi-kondisi di bawah ini, hukum salat seseorang dengan badan atau pakaian yang najis adalah batal: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Toc422656655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656" w:history="1">
            <w:r w:rsidRPr="00C340D1">
              <w:rPr>
                <w:rStyle w:val="Hyperlink"/>
                <w:noProof/>
              </w:rPr>
              <w:t>Pada kondisi-kondisi di bawah ini, hukum salat seseorang dengan badan atau pakaian yang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Toc422656656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657" w:history="1">
            <w:r w:rsidRPr="00C340D1">
              <w:rPr>
                <w:rStyle w:val="Hyperlink"/>
                <w:noProof/>
              </w:rPr>
              <w:t>najis adalah sah: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Toc422656657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58" w:history="1">
            <w:r w:rsidRPr="00C340D1">
              <w:rPr>
                <w:rStyle w:val="Hyperlink"/>
              </w:rPr>
              <w:t>Beberapa Masalah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59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60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61" w:history="1">
            <w:r w:rsidRPr="00C340D1">
              <w:rPr>
                <w:rStyle w:val="Hyperlink"/>
              </w:rPr>
              <w:t>Pelajaran 15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62" w:history="1">
            <w:r w:rsidRPr="00C340D1">
              <w:rPr>
                <w:rStyle w:val="Hyperlink"/>
              </w:rPr>
              <w:t>TEMPAT SALAT,AZAN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63" w:history="1">
            <w:r w:rsidRPr="00C340D1">
              <w:rPr>
                <w:rStyle w:val="Hyperlink"/>
              </w:rPr>
              <w:t>DAN IQOMAH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64" w:history="1">
            <w:r w:rsidRPr="00C340D1">
              <w:rPr>
                <w:rStyle w:val="Hyperlink"/>
              </w:rPr>
              <w:t>TEMPAT SALAT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665" w:history="1">
            <w:r w:rsidRPr="00C340D1">
              <w:rPr>
                <w:rStyle w:val="Hyperlink"/>
                <w:noProof/>
              </w:rPr>
              <w:t>Syarat-syarat Tempat Salat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Toc422656665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666" w:history="1">
            <w:r w:rsidRPr="00C340D1">
              <w:rPr>
                <w:rStyle w:val="Hyperlink"/>
                <w:noProof/>
              </w:rPr>
              <w:t>Hukum Tempat Salat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Toc422656666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67" w:history="1">
            <w:r w:rsidRPr="00C340D1">
              <w:rPr>
                <w:rStyle w:val="Hyperlink"/>
              </w:rPr>
              <w:t>AZAN DAN IQOMAH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668" w:history="1">
            <w:r w:rsidRPr="00C340D1">
              <w:rPr>
                <w:rStyle w:val="Hyperlink"/>
                <w:noProof/>
              </w:rPr>
              <w:t>Persiapan Salat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Toc422656668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669" w:history="1">
            <w:r w:rsidRPr="00C340D1">
              <w:rPr>
                <w:rStyle w:val="Hyperlink"/>
                <w:noProof/>
              </w:rPr>
              <w:t>Azan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Toc422656669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670" w:history="1">
            <w:r w:rsidRPr="00C340D1">
              <w:rPr>
                <w:rStyle w:val="Hyperlink"/>
                <w:noProof/>
              </w:rPr>
              <w:t>Iqomah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Toc422656670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71" w:history="1">
            <w:r w:rsidRPr="00C340D1">
              <w:rPr>
                <w:rStyle w:val="Hyperlink"/>
              </w:rPr>
              <w:t>Hukum-hukum Azan dan Iqomah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72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73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74" w:history="1">
            <w:r w:rsidRPr="00C340D1">
              <w:rPr>
                <w:rStyle w:val="Hyperlink"/>
              </w:rPr>
              <w:t>Pelajaran 16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75" w:history="1">
            <w:r w:rsidRPr="00C340D1">
              <w:rPr>
                <w:rStyle w:val="Hyperlink"/>
              </w:rPr>
              <w:t>KEWAJIBAN-KEWAJIBAN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76" w:history="1">
            <w:r w:rsidRPr="00C340D1">
              <w:rPr>
                <w:rStyle w:val="Hyperlink"/>
              </w:rPr>
              <w:t>SALAT (1)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77" w:history="1">
            <w:r w:rsidRPr="00C340D1">
              <w:rPr>
                <w:rStyle w:val="Hyperlink"/>
              </w:rPr>
              <w:t>Pendahuluan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78" w:history="1">
            <w:r w:rsidRPr="00C340D1">
              <w:rPr>
                <w:rStyle w:val="Hyperlink"/>
              </w:rPr>
              <w:t>Kewajiban-kewajiban Salat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79" w:history="1">
            <w:r w:rsidRPr="00C340D1">
              <w:rPr>
                <w:rStyle w:val="Hyperlink"/>
              </w:rPr>
              <w:t>Perbedaan Rukun dengan Bukan Rukun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80" w:history="1">
            <w:r w:rsidRPr="00C340D1">
              <w:rPr>
                <w:rStyle w:val="Hyperlink"/>
              </w:rPr>
              <w:t>NIAT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81" w:history="1">
            <w:r w:rsidRPr="00C340D1">
              <w:rPr>
                <w:rStyle w:val="Hyperlink"/>
              </w:rPr>
              <w:t>TAKBIROTUL IHROM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682" w:history="1">
            <w:r w:rsidRPr="00C340D1">
              <w:rPr>
                <w:rStyle w:val="Hyperlink"/>
                <w:noProof/>
              </w:rPr>
              <w:t>Kewajiban-kewajiban Takbirotul Ihrom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Toc422656682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83" w:history="1">
            <w:r w:rsidRPr="00C340D1">
              <w:rPr>
                <w:rStyle w:val="Hyperlink"/>
              </w:rPr>
              <w:t>BERDIRI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684" w:history="1">
            <w:r w:rsidRPr="00C340D1">
              <w:rPr>
                <w:rStyle w:val="Hyperlink"/>
                <w:noProof/>
              </w:rPr>
              <w:t>Macam-macam Berdiri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Toc422656684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685" w:history="1">
            <w:r w:rsidRPr="00C340D1">
              <w:rPr>
                <w:rStyle w:val="Hyperlink"/>
                <w:noProof/>
              </w:rPr>
              <w:t>Hukum-hukum Berdiri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Toc422656685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86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87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88" w:history="1">
            <w:r w:rsidRPr="00C340D1">
              <w:rPr>
                <w:rStyle w:val="Hyperlink"/>
              </w:rPr>
              <w:t>Pelajaran 17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89" w:history="1">
            <w:r w:rsidRPr="00C340D1">
              <w:rPr>
                <w:rStyle w:val="Hyperlink"/>
              </w:rPr>
              <w:t>KEWAJIBAN-KEWAJIBAN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90" w:history="1">
            <w:r w:rsidRPr="00C340D1">
              <w:rPr>
                <w:rStyle w:val="Hyperlink"/>
              </w:rPr>
              <w:t>SALAT (2)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91" w:history="1">
            <w:r w:rsidRPr="00C340D1">
              <w:rPr>
                <w:rStyle w:val="Hyperlink"/>
              </w:rPr>
              <w:t>BACAAN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92" w:history="1">
            <w:r w:rsidRPr="00C340D1">
              <w:rPr>
                <w:rStyle w:val="Hyperlink"/>
              </w:rPr>
              <w:t>Hukum-hukum Bacaan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93" w:history="1">
            <w:r w:rsidRPr="00C340D1">
              <w:rPr>
                <w:rStyle w:val="Hyperlink"/>
              </w:rPr>
              <w:t>Hal-hal yang Disunahkan dalam Bacaan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94" w:history="1">
            <w:r w:rsidRPr="00C340D1">
              <w:rPr>
                <w:rStyle w:val="Hyperlink"/>
              </w:rPr>
              <w:t>Pelajaran 18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95" w:history="1">
            <w:r w:rsidRPr="00C340D1">
              <w:rPr>
                <w:rStyle w:val="Hyperlink"/>
              </w:rPr>
              <w:t>KEWAJIBAN-KEWAJIBAN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696" w:history="1">
            <w:r w:rsidRPr="00C340D1">
              <w:rPr>
                <w:rStyle w:val="Hyperlink"/>
              </w:rPr>
              <w:t>SALAT (3)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97" w:history="1">
            <w:r w:rsidRPr="00C340D1">
              <w:rPr>
                <w:rStyle w:val="Hyperlink"/>
              </w:rPr>
              <w:t>RUKUK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98" w:history="1">
            <w:r w:rsidRPr="00C340D1">
              <w:rPr>
                <w:rStyle w:val="Hyperlink"/>
              </w:rPr>
              <w:t>Kewajiban-kewajiban dalam Rukuk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699" w:history="1">
            <w:r w:rsidRPr="00C340D1">
              <w:rPr>
                <w:rStyle w:val="Hyperlink"/>
              </w:rPr>
              <w:t>Zikir Rukuk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Toc422656699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00" w:history="1">
            <w:r w:rsidRPr="00C340D1">
              <w:rPr>
                <w:rStyle w:val="Hyperlink"/>
              </w:rPr>
              <w:t>Ketenangan Badan Selama Rukuk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01" w:history="1">
            <w:r w:rsidRPr="00C340D1">
              <w:rPr>
                <w:rStyle w:val="Hyperlink"/>
              </w:rPr>
              <w:t>Berdiri dan Tenang setelah Rukuk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02" w:history="1">
            <w:r w:rsidRPr="00C340D1">
              <w:rPr>
                <w:rStyle w:val="Hyperlink"/>
              </w:rPr>
              <w:t>Tugas Orang yang tidak Mampu Rukuk secara Normal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03" w:history="1">
            <w:r w:rsidRPr="00C340D1">
              <w:rPr>
                <w:rStyle w:val="Hyperlink"/>
              </w:rPr>
              <w:t>Hal-hal yang Disunahkan dalam Rukuk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04" w:history="1">
            <w:r w:rsidRPr="00C340D1">
              <w:rPr>
                <w:rStyle w:val="Hyperlink"/>
              </w:rPr>
              <w:t>SUJUD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05" w:history="1">
            <w:r w:rsidRPr="00C340D1">
              <w:rPr>
                <w:rStyle w:val="Hyperlink"/>
                <w:noProof/>
              </w:rPr>
              <w:t>Kewajiban-kewajiban dalam Sujud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06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07" w:history="1">
            <w:r w:rsidRPr="00C340D1">
              <w:rPr>
                <w:rStyle w:val="Hyperlink"/>
              </w:rPr>
              <w:t>Pelajaran 19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08" w:history="1">
            <w:r w:rsidRPr="00C340D1">
              <w:rPr>
                <w:rStyle w:val="Hyperlink"/>
              </w:rPr>
              <w:t>KEWAJIBAN-KEWAJIBAN SUJUD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09" w:history="1">
            <w:r w:rsidRPr="00C340D1">
              <w:rPr>
                <w:rStyle w:val="Hyperlink"/>
              </w:rPr>
              <w:t>Zikir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10" w:history="1">
            <w:r w:rsidRPr="00C340D1">
              <w:rPr>
                <w:rStyle w:val="Hyperlink"/>
                <w:noProof/>
              </w:rPr>
              <w:t>Ketenangan (Tuma’ninah)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11" w:history="1">
            <w:r w:rsidRPr="00C340D1">
              <w:rPr>
                <w:rStyle w:val="Hyperlink"/>
                <w:noProof/>
              </w:rPr>
              <w:t>Bangun dari Sujud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12" w:history="1">
            <w:r w:rsidRPr="00C340D1">
              <w:rPr>
                <w:rStyle w:val="Hyperlink"/>
                <w:noProof/>
              </w:rPr>
              <w:t>Kesetaraan Tempat Sujud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13" w:history="1">
            <w:r w:rsidRPr="00C340D1">
              <w:rPr>
                <w:rStyle w:val="Hyperlink"/>
                <w:noProof/>
              </w:rPr>
              <w:t>Meletakkan Dahi di atas Sesuatu yang Sah Dipakai Sujud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14" w:history="1">
            <w:r w:rsidRPr="00C340D1">
              <w:rPr>
                <w:rStyle w:val="Hyperlink"/>
                <w:noProof/>
              </w:rPr>
              <w:t>Hukum-hukum Sujud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15" w:history="1">
            <w:r w:rsidRPr="00C340D1">
              <w:rPr>
                <w:rStyle w:val="Hyperlink"/>
                <w:noProof/>
              </w:rPr>
              <w:t>Tugas Orang yang tidak Bisa Sujud secara Normal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16" w:history="1">
            <w:r w:rsidRPr="00C340D1">
              <w:rPr>
                <w:rStyle w:val="Hyperlink"/>
                <w:noProof/>
              </w:rPr>
              <w:t>Sunah-sunah dalam Sujud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17" w:history="1">
            <w:r w:rsidRPr="00C340D1">
              <w:rPr>
                <w:rStyle w:val="Hyperlink"/>
                <w:noProof/>
              </w:rPr>
              <w:t>Sujud Wajib Al-Quran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18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19" w:history="1">
            <w:r w:rsidRPr="00C340D1">
              <w:rPr>
                <w:rStyle w:val="Hyperlink"/>
              </w:rPr>
              <w:t>Pelajaran 20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20" w:history="1">
            <w:r w:rsidRPr="00C340D1">
              <w:rPr>
                <w:rStyle w:val="Hyperlink"/>
              </w:rPr>
              <w:t>KEWAJIBAN-KEWAJIBAN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21" w:history="1">
            <w:r w:rsidRPr="00C340D1">
              <w:rPr>
                <w:rStyle w:val="Hyperlink"/>
              </w:rPr>
              <w:t>SALAT (4)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22" w:history="1">
            <w:r w:rsidRPr="00C340D1">
              <w:rPr>
                <w:rStyle w:val="Hyperlink"/>
              </w:rPr>
              <w:t>TASYAHUD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23" w:history="1">
            <w:r w:rsidRPr="00C340D1">
              <w:rPr>
                <w:rStyle w:val="Hyperlink"/>
              </w:rPr>
              <w:t>SALAM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24" w:history="1">
            <w:r w:rsidRPr="00C340D1">
              <w:rPr>
                <w:rStyle w:val="Hyperlink"/>
              </w:rPr>
              <w:t>TERTIB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25" w:history="1">
            <w:r w:rsidRPr="00C340D1">
              <w:rPr>
                <w:rStyle w:val="Hyperlink"/>
              </w:rPr>
              <w:t>MUWALAT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26" w:history="1">
            <w:r w:rsidRPr="00C340D1">
              <w:rPr>
                <w:rStyle w:val="Hyperlink"/>
              </w:rPr>
              <w:t>QUNUT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27" w:history="1">
            <w:r w:rsidRPr="00C340D1">
              <w:rPr>
                <w:rStyle w:val="Hyperlink"/>
              </w:rPr>
              <w:t>TA’QIB SALAT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28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29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30" w:history="1">
            <w:r w:rsidRPr="00C340D1">
              <w:rPr>
                <w:rStyle w:val="Hyperlink"/>
              </w:rPr>
              <w:t>Pelajaran 21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31" w:history="1">
            <w:r w:rsidRPr="00C340D1">
              <w:rPr>
                <w:rStyle w:val="Hyperlink"/>
              </w:rPr>
              <w:t>HAL-HAL YANG MEMBATALKAN SALAT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32" w:history="1">
            <w:r w:rsidRPr="00C340D1">
              <w:rPr>
                <w:rStyle w:val="Hyperlink"/>
              </w:rPr>
              <w:t>Hukum Hal-hal yang Membatalkan Salat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33" w:history="1">
            <w:r w:rsidRPr="00C340D1">
              <w:rPr>
                <w:rStyle w:val="Hyperlink"/>
                <w:noProof/>
              </w:rPr>
              <w:t>1. Berbicara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34" w:history="1">
            <w:r w:rsidRPr="00C340D1">
              <w:rPr>
                <w:rStyle w:val="Hyperlink"/>
                <w:noProof/>
              </w:rPr>
              <w:t>2. Tertawa dan Menangis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35" w:history="1">
            <w:r w:rsidRPr="00C340D1">
              <w:rPr>
                <w:rStyle w:val="Hyperlink"/>
                <w:noProof/>
              </w:rPr>
              <w:t>3. Membelakangi Kiblat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36" w:history="1">
            <w:r w:rsidRPr="00C340D1">
              <w:rPr>
                <w:rStyle w:val="Hyperlink"/>
                <w:noProof/>
              </w:rPr>
              <w:t>4. Merusak Bentuk Salat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37" w:history="1">
            <w:r w:rsidRPr="00C340D1">
              <w:rPr>
                <w:rStyle w:val="Hyperlink"/>
              </w:rPr>
              <w:t>Hal-hal yang Makruh dalam Salat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38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39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40" w:history="1">
            <w:r w:rsidRPr="00C340D1">
              <w:rPr>
                <w:rStyle w:val="Hyperlink"/>
              </w:rPr>
              <w:t>Pelajaran 22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41" w:history="1">
            <w:r w:rsidRPr="00C340D1">
              <w:rPr>
                <w:rStyle w:val="Hyperlink"/>
              </w:rPr>
              <w:t>ARTI BACAAN AZAN, IQOMAH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42" w:history="1">
            <w:r w:rsidRPr="00C340D1">
              <w:rPr>
                <w:rStyle w:val="Hyperlink"/>
              </w:rPr>
              <w:t>DAN SALAT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43" w:history="1">
            <w:r w:rsidRPr="00C340D1">
              <w:rPr>
                <w:rStyle w:val="Hyperlink"/>
              </w:rPr>
              <w:t>Azan dan Iqomah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44" w:history="1">
            <w:r w:rsidRPr="00C340D1">
              <w:rPr>
                <w:rStyle w:val="Hyperlink"/>
              </w:rPr>
              <w:t>Bacaan-bacaan Salat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45" w:history="1">
            <w:r w:rsidRPr="00C340D1">
              <w:rPr>
                <w:rStyle w:val="Hyperlink"/>
                <w:noProof/>
              </w:rPr>
              <w:t>Takbirotul Ihrom: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46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47" w:history="1">
            <w:r w:rsidRPr="00C340D1">
              <w:rPr>
                <w:rStyle w:val="Hyperlink"/>
              </w:rPr>
              <w:t>Pelajaran 23 &amp; 24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48" w:history="1">
            <w:r w:rsidRPr="00C340D1">
              <w:rPr>
                <w:rStyle w:val="Hyperlink"/>
              </w:rPr>
              <w:t>KERAGUAN-KERAGUAN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49" w:history="1">
            <w:r w:rsidRPr="00C340D1">
              <w:rPr>
                <w:rStyle w:val="Hyperlink"/>
              </w:rPr>
              <w:t>DALAM SALAT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50" w:history="1">
            <w:r w:rsidRPr="00C340D1">
              <w:rPr>
                <w:rStyle w:val="Hyperlink"/>
              </w:rPr>
              <w:t>Macam-macam Keraguan dalam Salat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51" w:history="1">
            <w:r w:rsidRPr="00C340D1">
              <w:rPr>
                <w:rStyle w:val="Hyperlink"/>
                <w:noProof/>
              </w:rPr>
              <w:t>1. Keraguan dalam bagian–bagian salat: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52" w:history="1">
            <w:r w:rsidRPr="00C340D1">
              <w:rPr>
                <w:rStyle w:val="Hyperlink"/>
                <w:noProof/>
              </w:rPr>
              <w:t>2. Keraguan dalam rakaat salat: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53" w:history="1">
            <w:r w:rsidRPr="00C340D1">
              <w:rPr>
                <w:rStyle w:val="Hyperlink"/>
              </w:rPr>
              <w:t>Salat Ihtiyath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54" w:history="1">
            <w:r w:rsidRPr="00C340D1">
              <w:rPr>
                <w:rStyle w:val="Hyperlink"/>
              </w:rPr>
              <w:t>Sujud Sahwi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55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56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57" w:history="1">
            <w:r w:rsidRPr="00C340D1">
              <w:rPr>
                <w:rStyle w:val="Hyperlink"/>
              </w:rPr>
              <w:t>Pelajaran 25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58" w:history="1">
            <w:r w:rsidRPr="00C340D1">
              <w:rPr>
                <w:rStyle w:val="Hyperlink"/>
              </w:rPr>
              <w:t>SALATMUSAFIR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59" w:history="1">
            <w:r w:rsidRPr="00C340D1">
              <w:rPr>
                <w:rStyle w:val="Hyperlink"/>
              </w:rPr>
              <w:t>Beberapa Masalah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60" w:history="1">
            <w:r w:rsidRPr="00C340D1">
              <w:rPr>
                <w:rStyle w:val="Hyperlink"/>
                <w:noProof/>
              </w:rPr>
              <w:t>Pada keadaan-keadaan di bawah ini, salat dalam bepergian harus dikerjakan secara tamam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61" w:history="1">
            <w:r w:rsidRPr="00C340D1">
              <w:rPr>
                <w:rStyle w:val="Hyperlink"/>
                <w:noProof/>
              </w:rPr>
              <w:t>(sempurna):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62" w:history="1">
            <w:r w:rsidRPr="00C340D1">
              <w:rPr>
                <w:rStyle w:val="Hyperlink"/>
                <w:noProof/>
              </w:rPr>
              <w:t>Di tempat-tempat di bawah ini, salat harus dikerjakan secara tamam (sempurna):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63" w:history="1">
            <w:r w:rsidRPr="00C340D1">
              <w:rPr>
                <w:rStyle w:val="Hyperlink"/>
              </w:rPr>
              <w:t>Definisi Wathon (Tempat Tinggal)?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64" w:history="1">
            <w:r w:rsidRPr="00C340D1">
              <w:rPr>
                <w:rStyle w:val="Hyperlink"/>
              </w:rPr>
              <w:t>Niat Sepuluh Hari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65" w:history="1">
            <w:r w:rsidRPr="00C340D1">
              <w:rPr>
                <w:rStyle w:val="Hyperlink"/>
              </w:rPr>
              <w:t>Musafir yang Mengerjakan Salat secara Tamam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66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67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68" w:history="1">
            <w:r w:rsidRPr="00C340D1">
              <w:rPr>
                <w:rStyle w:val="Hyperlink"/>
              </w:rPr>
              <w:t>Pelajaran 26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69" w:history="1">
            <w:r w:rsidRPr="00C340D1">
              <w:rPr>
                <w:rStyle w:val="Hyperlink"/>
              </w:rPr>
              <w:t>SALAT QODHO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70" w:history="1">
            <w:r w:rsidRPr="00C340D1">
              <w:rPr>
                <w:rStyle w:val="Hyperlink"/>
              </w:rPr>
              <w:t>Salat Qodho Ayah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71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72" w:history="1">
            <w:r w:rsidRPr="00C340D1">
              <w:rPr>
                <w:rStyle w:val="Hyperlink"/>
              </w:rPr>
              <w:t>Pelajaran 27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73" w:history="1">
            <w:r w:rsidRPr="00C340D1">
              <w:rPr>
                <w:rStyle w:val="Hyperlink"/>
              </w:rPr>
              <w:t>SALAT JAMAAH(1)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74" w:history="1">
            <w:r w:rsidRPr="00C340D1">
              <w:rPr>
                <w:rStyle w:val="Hyperlink"/>
              </w:rPr>
              <w:t>Pentingnya Salat Jamaah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75" w:history="1">
            <w:r w:rsidRPr="00C340D1">
              <w:rPr>
                <w:rStyle w:val="Hyperlink"/>
              </w:rPr>
              <w:t>Syarat-syarat Salat Jamaah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76" w:history="1">
            <w:r w:rsidRPr="00C340D1">
              <w:rPr>
                <w:rStyle w:val="Hyperlink"/>
              </w:rPr>
              <w:t>Mengikuti Imam Salat Jamaah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77" w:history="1">
            <w:r w:rsidRPr="00C340D1">
              <w:rPr>
                <w:rStyle w:val="Hyperlink"/>
              </w:rPr>
              <w:t>Beberapa Kondisi Makmum untuk Berjamaah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78" w:history="1">
            <w:r w:rsidRPr="00C340D1">
              <w:rPr>
                <w:rStyle w:val="Hyperlink"/>
                <w:noProof/>
              </w:rPr>
              <w:t>1. Berjamaah pada Rakaat Pertama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79" w:history="1">
            <w:r w:rsidRPr="00C340D1">
              <w:rPr>
                <w:rStyle w:val="Hyperlink"/>
                <w:noProof/>
              </w:rPr>
              <w:t>2. Berjamaah pada Rakaat Kedua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80" w:history="1">
            <w:r w:rsidRPr="00C340D1">
              <w:rPr>
                <w:rStyle w:val="Hyperlink"/>
                <w:noProof/>
              </w:rPr>
              <w:t>3. Berjamaah pada Rakaat Ketiga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81" w:history="1">
            <w:r w:rsidRPr="00C340D1">
              <w:rPr>
                <w:rStyle w:val="Hyperlink"/>
                <w:noProof/>
              </w:rPr>
              <w:t>4. Berjamaah pada Rakaat Keempat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82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83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84" w:history="1">
            <w:r w:rsidRPr="00C340D1">
              <w:rPr>
                <w:rStyle w:val="Hyperlink"/>
              </w:rPr>
              <w:t>Pelajaran 28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85" w:history="1">
            <w:r w:rsidRPr="00C340D1">
              <w:rPr>
                <w:rStyle w:val="Hyperlink"/>
              </w:rPr>
              <w:t>SALAT JAMAAH(2)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86" w:history="1">
            <w:r w:rsidRPr="00C340D1">
              <w:rPr>
                <w:rStyle w:val="Hyperlink"/>
              </w:rPr>
              <w:t>Beberapa Hukum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87" w:history="1">
            <w:r w:rsidRPr="00C340D1">
              <w:rPr>
                <w:rStyle w:val="Hyperlink"/>
              </w:rPr>
              <w:t>Tugas Makmum dalam Salat Jamaah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88" w:history="1">
            <w:r w:rsidRPr="00C340D1">
              <w:rPr>
                <w:rStyle w:val="Hyperlink"/>
              </w:rPr>
              <w:t>Cara-cara Makmum Mengikuti Imam Jamaah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89" w:history="1">
            <w:r w:rsidRPr="00C340D1">
              <w:rPr>
                <w:rStyle w:val="Hyperlink"/>
              </w:rPr>
              <w:t>Masalah: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90" w:history="1">
            <w:r w:rsidRPr="00C340D1">
              <w:rPr>
                <w:rStyle w:val="Hyperlink"/>
              </w:rPr>
              <w:t>Jika Makmum Bergerak Sebelum Imam karena Lupa: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91" w:history="1">
            <w:r w:rsidRPr="00C340D1">
              <w:rPr>
                <w:rStyle w:val="Hyperlink"/>
              </w:rPr>
              <w:t>Beberapa Sunah dan Makruh dalam Salat Jamaah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92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93" w:history="1">
            <w:r w:rsidRPr="00C340D1">
              <w:rPr>
                <w:rStyle w:val="Hyperlink"/>
              </w:rPr>
              <w:t>Pelajaran 29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794" w:history="1">
            <w:r w:rsidRPr="00C340D1">
              <w:rPr>
                <w:rStyle w:val="Hyperlink"/>
              </w:rPr>
              <w:t>SALAT JUM’AT DAN SALAT ID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795" w:history="1">
            <w:r w:rsidRPr="00C340D1">
              <w:rPr>
                <w:rStyle w:val="Hyperlink"/>
              </w:rPr>
              <w:t>SALAT JUM’AT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Toc422656795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96" w:history="1">
            <w:r w:rsidRPr="00C340D1">
              <w:rPr>
                <w:rStyle w:val="Hyperlink"/>
                <w:noProof/>
              </w:rPr>
              <w:t>Pentingnya Salat Jum’at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97" w:history="1">
            <w:r w:rsidRPr="00C340D1">
              <w:rPr>
                <w:rStyle w:val="Hyperlink"/>
                <w:noProof/>
              </w:rPr>
              <w:t>Cara-cara Salat Jum’at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98" w:history="1">
            <w:r w:rsidRPr="00C340D1">
              <w:rPr>
                <w:rStyle w:val="Hyperlink"/>
                <w:noProof/>
              </w:rPr>
              <w:t>Syarat-syarat Salat Jum’at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799" w:history="1">
            <w:r w:rsidRPr="00C340D1">
              <w:rPr>
                <w:rStyle w:val="Hyperlink"/>
                <w:noProof/>
              </w:rPr>
              <w:t>Tugas Imam Salat Jum’at dalam Menyampaikan Dua Khotbah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Toc422656799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00" w:history="1">
            <w:r w:rsidRPr="00C340D1">
              <w:rPr>
                <w:rStyle w:val="Hyperlink"/>
                <w:noProof/>
              </w:rPr>
              <w:t>Hal-hal yang Sepatutnya Disampaikan dalam Dua Khotbah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01" w:history="1">
            <w:r w:rsidRPr="00C340D1">
              <w:rPr>
                <w:rStyle w:val="Hyperlink"/>
                <w:noProof/>
              </w:rPr>
              <w:t>Tugas Jemaah Salat Jum’at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02" w:history="1">
            <w:r w:rsidRPr="00C340D1">
              <w:rPr>
                <w:rStyle w:val="Hyperlink"/>
              </w:rPr>
              <w:t>SALAT ID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03" w:history="1">
            <w:r w:rsidRPr="00C340D1">
              <w:rPr>
                <w:rStyle w:val="Hyperlink"/>
                <w:noProof/>
              </w:rPr>
              <w:t>Waktu Salat Id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04" w:history="1">
            <w:r w:rsidRPr="00C340D1">
              <w:rPr>
                <w:rStyle w:val="Hyperlink"/>
                <w:noProof/>
              </w:rPr>
              <w:t>Cara-cara Salat Id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05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06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807" w:history="1">
            <w:r w:rsidRPr="00C340D1">
              <w:rPr>
                <w:rStyle w:val="Hyperlink"/>
              </w:rPr>
              <w:t>Pelajaran 30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808" w:history="1">
            <w:r w:rsidRPr="00C340D1">
              <w:rPr>
                <w:rStyle w:val="Hyperlink"/>
              </w:rPr>
              <w:t>SALATAYAT DAN SALAT-SALAT SUNAH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09" w:history="1">
            <w:r w:rsidRPr="00C340D1">
              <w:rPr>
                <w:rStyle w:val="Hyperlink"/>
              </w:rPr>
              <w:t>SALAT AYAT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10" w:history="1">
            <w:r w:rsidRPr="00C340D1">
              <w:rPr>
                <w:rStyle w:val="Hyperlink"/>
                <w:noProof/>
              </w:rPr>
              <w:t>Cara-cara Salat Ayat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11" w:history="1">
            <w:r w:rsidRPr="00C340D1">
              <w:rPr>
                <w:rStyle w:val="Hyperlink"/>
                <w:noProof/>
              </w:rPr>
              <w:t>Hukum-hukum Salat Ayat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12" w:history="1">
            <w:r w:rsidRPr="00C340D1">
              <w:rPr>
                <w:rStyle w:val="Hyperlink"/>
              </w:rPr>
              <w:t>SALAT-SALAT SUNAH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13" w:history="1">
            <w:r w:rsidRPr="00C340D1">
              <w:rPr>
                <w:rStyle w:val="Hyperlink"/>
                <w:noProof/>
              </w:rPr>
              <w:t>Salat Tahajud (Salat Malam)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14" w:history="1">
            <w:r w:rsidRPr="00C340D1">
              <w:rPr>
                <w:rStyle w:val="Hyperlink"/>
                <w:noProof/>
              </w:rPr>
              <w:t>Waktu Salat Tahajud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15" w:history="1">
            <w:r w:rsidRPr="00C340D1">
              <w:rPr>
                <w:rStyle w:val="Hyperlink"/>
                <w:noProof/>
              </w:rPr>
              <w:t>Salat Nafilah Harian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16" w:history="1">
            <w:r w:rsidRPr="00C340D1">
              <w:rPr>
                <w:rStyle w:val="Hyperlink"/>
                <w:noProof/>
              </w:rPr>
              <w:t>Salat Ghufailah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17" w:history="1">
            <w:r w:rsidRPr="00C340D1">
              <w:rPr>
                <w:rStyle w:val="Hyperlink"/>
                <w:noProof/>
              </w:rPr>
              <w:t>Cara Salat Ghufailah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18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19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820" w:history="1">
            <w:r w:rsidRPr="00C340D1">
              <w:rPr>
                <w:rStyle w:val="Hyperlink"/>
              </w:rPr>
              <w:t>Pelajaran 31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821" w:history="1">
            <w:r w:rsidRPr="00C340D1">
              <w:rPr>
                <w:rStyle w:val="Hyperlink"/>
              </w:rPr>
              <w:t>PUASA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22" w:history="1">
            <w:r w:rsidRPr="00C340D1">
              <w:rPr>
                <w:rStyle w:val="Hyperlink"/>
              </w:rPr>
              <w:t>Definisi Puasa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23" w:history="1">
            <w:r w:rsidRPr="00C340D1">
              <w:rPr>
                <w:rStyle w:val="Hyperlink"/>
              </w:rPr>
              <w:t>Macam-macam Puasa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24" w:history="1">
            <w:r w:rsidRPr="00C340D1">
              <w:rPr>
                <w:rStyle w:val="Hyperlink"/>
              </w:rPr>
              <w:t>Puasa-puasa Wajib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25" w:history="1">
            <w:r w:rsidRPr="00C340D1">
              <w:rPr>
                <w:rStyle w:val="Hyperlink"/>
              </w:rPr>
              <w:t>Puasa-Puasa Haram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26" w:history="1">
            <w:r w:rsidRPr="00C340D1">
              <w:rPr>
                <w:rStyle w:val="Hyperlink"/>
              </w:rPr>
              <w:t>Puasa-puasa Makruh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27" w:history="1">
            <w:r w:rsidRPr="00C340D1">
              <w:rPr>
                <w:rStyle w:val="Hyperlink"/>
              </w:rPr>
              <w:t>Niat Puasa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28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29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830" w:history="1">
            <w:r w:rsidRPr="00C340D1">
              <w:rPr>
                <w:rStyle w:val="Hyperlink"/>
              </w:rPr>
              <w:t>Pelajaran 32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831" w:history="1">
            <w:r w:rsidRPr="00C340D1">
              <w:rPr>
                <w:rStyle w:val="Hyperlink"/>
              </w:rPr>
              <w:t>HAL-HAL YANG MEMBATALKAN PUASA (1)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32" w:history="1">
            <w:r w:rsidRPr="00C340D1">
              <w:rPr>
                <w:rStyle w:val="Hyperlink"/>
              </w:rPr>
              <w:t>Hukum-hukum Hal yang Membatalkan Puasa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33" w:history="1">
            <w:r w:rsidRPr="00C340D1">
              <w:rPr>
                <w:rStyle w:val="Hyperlink"/>
                <w:noProof/>
              </w:rPr>
              <w:t>· Makan dan Minum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34" w:history="1">
            <w:r w:rsidRPr="00C340D1">
              <w:rPr>
                <w:rStyle w:val="Hyperlink"/>
                <w:noProof/>
              </w:rPr>
              <w:t>· Suntik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35" w:history="1">
            <w:r w:rsidRPr="00C340D1">
              <w:rPr>
                <w:rStyle w:val="Hyperlink"/>
                <w:noProof/>
              </w:rPr>
              <w:t>· Memasukkan Debu Tebal ke Tenggorokan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36" w:history="1">
            <w:r w:rsidRPr="00C340D1">
              <w:rPr>
                <w:rStyle w:val="Hyperlink"/>
                <w:noProof/>
              </w:rPr>
              <w:t>· Merendam Seluruh Kepala di dalam Air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37" w:history="1">
            <w:r w:rsidRPr="00C340D1">
              <w:rPr>
                <w:rStyle w:val="Hyperlink"/>
                <w:noProof/>
              </w:rPr>
              <w:t>· Muntah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38" w:history="1">
            <w:r w:rsidRPr="00C340D1">
              <w:rPr>
                <w:rStyle w:val="Hyperlink"/>
                <w:noProof/>
              </w:rPr>
              <w:t>· Istimna’ (Onani)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39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40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841" w:history="1">
            <w:r w:rsidRPr="00C340D1">
              <w:rPr>
                <w:rStyle w:val="Hyperlink"/>
              </w:rPr>
              <w:t>Pelajaran 33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842" w:history="1">
            <w:r w:rsidRPr="00C340D1">
              <w:rPr>
                <w:rStyle w:val="Hyperlink"/>
              </w:rPr>
              <w:t>HAL-HAL YANG MEMBATALKAN PUASA (2)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43" w:history="1">
            <w:r w:rsidRPr="00C340D1">
              <w:rPr>
                <w:rStyle w:val="Hyperlink"/>
                <w:noProof/>
              </w:rPr>
              <w:t>· Membiarkan diri dalam Keadaan Junub Sampai Azan Subuh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44" w:history="1">
            <w:r w:rsidRPr="00C340D1">
              <w:rPr>
                <w:rStyle w:val="Hyperlink"/>
              </w:rPr>
              <w:t>Hal-hal Makruh bagi Pelaku Puasa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45" w:history="1">
            <w:r w:rsidRPr="00C340D1">
              <w:rPr>
                <w:rStyle w:val="Hyperlink"/>
              </w:rPr>
              <w:t>PUASAN QODHO DAN KAFFARAH PUASA (1)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46" w:history="1">
            <w:r w:rsidRPr="00C340D1">
              <w:rPr>
                <w:rStyle w:val="Hyperlink"/>
                <w:noProof/>
              </w:rPr>
              <w:t>1. Puasa Qodho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47" w:history="1">
            <w:r w:rsidRPr="00C340D1">
              <w:rPr>
                <w:rStyle w:val="Hyperlink"/>
                <w:noProof/>
              </w:rPr>
              <w:t>2. Kaffarah Puasa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48" w:history="1">
            <w:r w:rsidRPr="00C340D1">
              <w:rPr>
                <w:rStyle w:val="Hyperlink"/>
                <w:noProof/>
              </w:rPr>
              <w:t>Pada beberapa hal di bawah ini, melakukan puasa qodho adalah wajib tetapi tidak ada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49" w:history="1">
            <w:r w:rsidRPr="00C340D1">
              <w:rPr>
                <w:rStyle w:val="Hyperlink"/>
                <w:noProof/>
              </w:rPr>
              <w:t>kaffarah-nya: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50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851" w:history="1">
            <w:r w:rsidRPr="00C340D1">
              <w:rPr>
                <w:rStyle w:val="Hyperlink"/>
              </w:rPr>
              <w:t>Pelajaran 34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852" w:history="1">
            <w:r w:rsidRPr="00C340D1">
              <w:rPr>
                <w:rStyle w:val="Hyperlink"/>
              </w:rPr>
              <w:t>PUASA QODHO DAN KAFFARAH PUASA, PUASA MUSAFIR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853" w:history="1">
            <w:r w:rsidRPr="00C340D1">
              <w:rPr>
                <w:rStyle w:val="Hyperlink"/>
              </w:rPr>
              <w:t>DAN ZAKAT FITRAH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54" w:history="1">
            <w:r w:rsidRPr="00C340D1">
              <w:rPr>
                <w:rStyle w:val="Hyperlink"/>
              </w:rPr>
              <w:t>PUASA QODHO DAN KAFFARAH PUASA (2)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55" w:history="1">
            <w:r w:rsidRPr="00C340D1">
              <w:rPr>
                <w:rStyle w:val="Hyperlink"/>
                <w:noProof/>
              </w:rPr>
              <w:t>Beberapa Hukum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56" w:history="1">
            <w:r w:rsidRPr="00C340D1">
              <w:rPr>
                <w:rStyle w:val="Hyperlink"/>
              </w:rPr>
              <w:t>Pada beberapa hal di bawah ini, tidak ada kewajiban qodho juga kewajiban kaffarah: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57" w:history="1">
            <w:r w:rsidRPr="00C340D1">
              <w:rPr>
                <w:rStyle w:val="Hyperlink"/>
              </w:rPr>
              <w:t>Puasa Qodho Ayah dan Ibu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58" w:history="1">
            <w:r w:rsidRPr="00C340D1">
              <w:rPr>
                <w:rStyle w:val="Hyperlink"/>
              </w:rPr>
              <w:t>PUASA MUSAFIR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59" w:history="1">
            <w:r w:rsidRPr="00C340D1">
              <w:rPr>
                <w:rStyle w:val="Hyperlink"/>
              </w:rPr>
              <w:t>Hukum Puasa Musafir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60" w:history="1">
            <w:r w:rsidRPr="00C340D1">
              <w:rPr>
                <w:rStyle w:val="Hyperlink"/>
                <w:noProof/>
              </w:rPr>
              <w:t>· Dalam kondisi pergi: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61" w:history="1">
            <w:r w:rsidRPr="00C340D1">
              <w:rPr>
                <w:rStyle w:val="Hyperlink"/>
                <w:noProof/>
              </w:rPr>
              <w:t>· Dalam kondisi pulang: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62" w:history="1">
            <w:r w:rsidRPr="00C340D1">
              <w:rPr>
                <w:rStyle w:val="Hyperlink"/>
              </w:rPr>
              <w:t>ZAKAT FITRAH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63" w:history="1">
            <w:r w:rsidRPr="00C340D1">
              <w:rPr>
                <w:rStyle w:val="Hyperlink"/>
                <w:noProof/>
              </w:rPr>
              <w:t>Ukuran Zakat Fitrah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64" w:history="1">
            <w:r w:rsidRPr="00C340D1">
              <w:rPr>
                <w:rStyle w:val="Hyperlink"/>
                <w:noProof/>
              </w:rPr>
              <w:t>Bahan Zakat Fitrah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65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66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867" w:history="1">
            <w:r w:rsidRPr="00C340D1">
              <w:rPr>
                <w:rStyle w:val="Hyperlink"/>
              </w:rPr>
              <w:t>Pelajaran 35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868" w:history="1">
            <w:r w:rsidRPr="00C340D1">
              <w:rPr>
                <w:rStyle w:val="Hyperlink"/>
              </w:rPr>
              <w:t>KHUMUS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69" w:history="1">
            <w:r w:rsidRPr="00C340D1">
              <w:rPr>
                <w:rStyle w:val="Hyperlink"/>
              </w:rPr>
              <w:t>Tujuh Hal yang Wajib Dikeluarkan Khumusnya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70" w:history="1">
            <w:r w:rsidRPr="00C340D1">
              <w:rPr>
                <w:rStyle w:val="Hyperlink"/>
              </w:rPr>
              <w:t>Biaya Setahun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71" w:history="1">
            <w:r w:rsidRPr="00C340D1">
              <w:rPr>
                <w:rStyle w:val="Hyperlink"/>
              </w:rPr>
              <w:t>Tahun Mengeluarkan Khumus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72" w:history="1">
            <w:r w:rsidRPr="00C340D1">
              <w:rPr>
                <w:rStyle w:val="Hyperlink"/>
              </w:rPr>
              <w:t>Harta-harta yang tidak Dikhumusi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73" w:history="1">
            <w:r w:rsidRPr="00C340D1">
              <w:rPr>
                <w:rStyle w:val="Hyperlink"/>
              </w:rPr>
              <w:t>Resiko-Resiko tidak Mengeluarkan Khumus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74" w:history="1">
            <w:r w:rsidRPr="00C340D1">
              <w:rPr>
                <w:rStyle w:val="Hyperlink"/>
              </w:rPr>
              <w:t>Hukum-hukum Khumus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75" w:history="1">
            <w:r w:rsidRPr="00C340D1">
              <w:rPr>
                <w:rStyle w:val="Hyperlink"/>
              </w:rPr>
              <w:t>Penyerahan Khumus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76" w:history="1">
            <w:r w:rsidRPr="00C340D1">
              <w:rPr>
                <w:rStyle w:val="Hyperlink"/>
              </w:rPr>
              <w:t>Syarat-syarat Sayyid yang Berhak Menerima Khumus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77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878" w:history="1">
            <w:r w:rsidRPr="00C340D1">
              <w:rPr>
                <w:rStyle w:val="Hyperlink"/>
              </w:rPr>
              <w:t>Pelajaran 36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879" w:history="1">
            <w:r w:rsidRPr="00C340D1">
              <w:rPr>
                <w:rStyle w:val="Hyperlink"/>
              </w:rPr>
              <w:t>ZAKAT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80" w:history="1">
            <w:r w:rsidRPr="00C340D1">
              <w:rPr>
                <w:rStyle w:val="Hyperlink"/>
              </w:rPr>
              <w:t>Harta-harta yang Wajib Dizakati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81" w:history="1">
            <w:r w:rsidRPr="00C340D1">
              <w:rPr>
                <w:rStyle w:val="Hyperlink"/>
                <w:noProof/>
              </w:rPr>
              <w:t>1. Pertanian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82" w:history="1">
            <w:r w:rsidRPr="00C340D1">
              <w:rPr>
                <w:rStyle w:val="Hyperlink"/>
                <w:noProof/>
              </w:rPr>
              <w:t>2. Peternakan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83" w:history="1">
            <w:r w:rsidRPr="00C340D1">
              <w:rPr>
                <w:rStyle w:val="Hyperlink"/>
                <w:noProof/>
              </w:rPr>
              <w:t>3. Tambang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84" w:history="1">
            <w:r w:rsidRPr="00C340D1">
              <w:rPr>
                <w:rStyle w:val="Hyperlink"/>
              </w:rPr>
              <w:t>Nisab (Ukuran Penentu Kewajiban Zakat)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85" w:history="1">
            <w:r w:rsidRPr="00C340D1">
              <w:rPr>
                <w:rStyle w:val="Hyperlink"/>
                <w:noProof/>
              </w:rPr>
              <w:t>o Nisab Pertanian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86" w:history="1">
            <w:r w:rsidRPr="00C340D1">
              <w:rPr>
                <w:rStyle w:val="Hyperlink"/>
                <w:noProof/>
              </w:rPr>
              <w:t>o Nisab Zakat Pertanian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87" w:history="1">
            <w:r w:rsidRPr="00C340D1">
              <w:rPr>
                <w:rStyle w:val="Hyperlink"/>
                <w:noProof/>
              </w:rPr>
              <w:t>o Nisab Zakat Peternakan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888" w:history="1">
            <w:r w:rsidRPr="00C340D1">
              <w:rPr>
                <w:rStyle w:val="Hyperlink"/>
                <w:noProof/>
              </w:rPr>
              <w:t>o Nisab Zakat Tambang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Toc422656888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89" w:history="1">
            <w:r w:rsidRPr="00C340D1">
              <w:rPr>
                <w:rStyle w:val="Hyperlink"/>
              </w:rPr>
              <w:t>Hukum-hukum Zakat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90" w:history="1">
            <w:r w:rsidRPr="00C340D1">
              <w:rPr>
                <w:rStyle w:val="Hyperlink"/>
              </w:rPr>
              <w:t>Penggunaan Zakat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91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92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893" w:history="1">
            <w:r w:rsidRPr="00C340D1">
              <w:rPr>
                <w:rStyle w:val="Hyperlink"/>
              </w:rPr>
              <w:t>Pelajaran 37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894" w:history="1">
            <w:r w:rsidRPr="00C340D1">
              <w:rPr>
                <w:rStyle w:val="Hyperlink"/>
              </w:rPr>
              <w:t>AMAR MAKRUF DAN NAHI MUNKAR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95" w:history="1">
            <w:r w:rsidRPr="00C340D1">
              <w:rPr>
                <w:rStyle w:val="Hyperlink"/>
              </w:rPr>
              <w:t>Pentingnya Amar Makruf dan Nahi Munkar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96" w:history="1">
            <w:r w:rsidRPr="00C340D1">
              <w:rPr>
                <w:rStyle w:val="Hyperlink"/>
              </w:rPr>
              <w:t>Definisi Makruf dan Munkar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97" w:history="1">
            <w:r w:rsidRPr="00C340D1">
              <w:rPr>
                <w:rStyle w:val="Hyperlink"/>
              </w:rPr>
              <w:t>Syarat-syarat amar makruf dan nahimunkar ialah: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98" w:history="1">
            <w:r w:rsidRPr="00C340D1">
              <w:rPr>
                <w:rStyle w:val="Hyperlink"/>
              </w:rPr>
              <w:t>Tahap-tahap Amar Makruf dan Nahi Munkar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899" w:history="1">
            <w:r w:rsidRPr="00C340D1">
              <w:rPr>
                <w:rStyle w:val="Hyperlink"/>
              </w:rPr>
              <w:t>Hukum-hukum Amar Makruf dan Nahi Munkar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Toc422656899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00" w:history="1">
            <w:r w:rsidRPr="00C340D1">
              <w:rPr>
                <w:rStyle w:val="Hyperlink"/>
              </w:rPr>
              <w:t>Kearifan Amar Makruf dan Nahi Munkar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01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02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903" w:history="1">
            <w:r w:rsidRPr="00C340D1">
              <w:rPr>
                <w:rStyle w:val="Hyperlink"/>
              </w:rPr>
              <w:t>Pelajaran 38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904" w:history="1">
            <w:r w:rsidRPr="00C340D1">
              <w:rPr>
                <w:rStyle w:val="Hyperlink"/>
              </w:rPr>
              <w:t>JIHAD DAN PERTAHANAN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05" w:history="1">
            <w:r w:rsidRPr="00C340D1">
              <w:rPr>
                <w:rStyle w:val="Hyperlink"/>
              </w:rPr>
              <w:t>Macam-macam Pertahanan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06" w:history="1">
            <w:r w:rsidRPr="00C340D1">
              <w:rPr>
                <w:rStyle w:val="Hyperlink"/>
              </w:rPr>
              <w:t>Mempertahankan Islam dan Negara Islam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07" w:history="1">
            <w:r w:rsidRPr="00C340D1">
              <w:rPr>
                <w:rStyle w:val="Hyperlink"/>
              </w:rPr>
              <w:t>Mempertahankan Jiwa dan Hak-hak Pribadi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08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09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910" w:history="1">
            <w:r w:rsidRPr="00C340D1">
              <w:rPr>
                <w:rStyle w:val="Hyperlink"/>
              </w:rPr>
              <w:t>Pelajaran 39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911" w:history="1">
            <w:r w:rsidRPr="00C340D1">
              <w:rPr>
                <w:rStyle w:val="Hyperlink"/>
              </w:rPr>
              <w:t>JUAL BELI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12" w:history="1">
            <w:r w:rsidRPr="00C340D1">
              <w:rPr>
                <w:rStyle w:val="Hyperlink"/>
              </w:rPr>
              <w:t>Macam-macam Jual Beli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913" w:history="1">
            <w:r w:rsidRPr="00C340D1">
              <w:rPr>
                <w:rStyle w:val="Hyperlink"/>
                <w:noProof/>
              </w:rPr>
              <w:t>Jual Beli Wajib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Toc422656913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914" w:history="1">
            <w:r w:rsidRPr="00C340D1">
              <w:rPr>
                <w:rStyle w:val="Hyperlink"/>
                <w:noProof/>
              </w:rPr>
              <w:t>Jual Beli Sunah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Toc422656914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915" w:history="1">
            <w:r w:rsidRPr="00C340D1">
              <w:rPr>
                <w:rStyle w:val="Hyperlink"/>
                <w:noProof/>
              </w:rPr>
              <w:t>Jual Beli Haram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Toc422656915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916" w:history="1">
            <w:r w:rsidRPr="00C340D1">
              <w:rPr>
                <w:rStyle w:val="Hyperlink"/>
                <w:noProof/>
              </w:rPr>
              <w:t>Jual Beli Makruh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Toc422656916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17" w:history="1">
            <w:r w:rsidRPr="00C340D1">
              <w:rPr>
                <w:rStyle w:val="Hyperlink"/>
              </w:rPr>
              <w:t>Kearifan Jual Beli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918" w:history="1">
            <w:r w:rsidRPr="00C340D1">
              <w:rPr>
                <w:rStyle w:val="Hyperlink"/>
                <w:noProof/>
              </w:rPr>
              <w:t>· Sunah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Toc422656918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919" w:history="1">
            <w:r w:rsidRPr="00C340D1">
              <w:rPr>
                <w:rStyle w:val="Hyperlink"/>
                <w:noProof/>
              </w:rPr>
              <w:t>· Makruh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Toc422656919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20" w:history="1">
            <w:r w:rsidRPr="00C340D1">
              <w:rPr>
                <w:rStyle w:val="Hyperlink"/>
              </w:rPr>
              <w:t>Hukum-hukum Jual Beli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21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22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923" w:history="1">
            <w:r w:rsidRPr="00C340D1">
              <w:rPr>
                <w:rStyle w:val="Hyperlink"/>
              </w:rPr>
              <w:t>Pelajaran 40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924" w:history="1">
            <w:r w:rsidRPr="00C340D1">
              <w:rPr>
                <w:rStyle w:val="Hyperlink"/>
              </w:rPr>
              <w:t>PERSEWAAN, PERHUTANGANDANPENITIPAN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25" w:history="1">
            <w:r w:rsidRPr="00C340D1">
              <w:rPr>
                <w:rStyle w:val="Hyperlink"/>
              </w:rPr>
              <w:t>PERSEWAAN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26" w:history="1">
            <w:r w:rsidRPr="00C340D1">
              <w:rPr>
                <w:rStyle w:val="Hyperlink"/>
              </w:rPr>
              <w:t>Syarat-syarat Barang Sewaan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27" w:history="1">
            <w:r w:rsidRPr="00C340D1">
              <w:rPr>
                <w:rStyle w:val="Hyperlink"/>
              </w:rPr>
              <w:t>Hukum-hukum Persewaan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28" w:history="1">
            <w:r w:rsidRPr="00C340D1">
              <w:rPr>
                <w:rStyle w:val="Hyperlink"/>
              </w:rPr>
              <w:t>PERHUTANGAN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29" w:history="1">
            <w:r w:rsidRPr="00C340D1">
              <w:rPr>
                <w:rStyle w:val="Hyperlink"/>
              </w:rPr>
              <w:t>Macam-macam Hutang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30" w:history="1">
            <w:r w:rsidRPr="00C340D1">
              <w:rPr>
                <w:rStyle w:val="Hyperlink"/>
              </w:rPr>
              <w:t>Hukum-hukum Perhutangan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31" w:history="1">
            <w:r w:rsidRPr="00C340D1">
              <w:rPr>
                <w:rStyle w:val="Hyperlink"/>
              </w:rPr>
              <w:t>PENITIPAN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32" w:history="1">
            <w:r w:rsidRPr="00C340D1">
              <w:rPr>
                <w:rStyle w:val="Hyperlink"/>
              </w:rPr>
              <w:t>Hukum-hukum Penitipan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33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34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935" w:history="1">
            <w:r w:rsidRPr="00C340D1">
              <w:rPr>
                <w:rStyle w:val="Hyperlink"/>
              </w:rPr>
              <w:t>Pelajaran 41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936" w:history="1">
            <w:r w:rsidRPr="00C340D1">
              <w:rPr>
                <w:rStyle w:val="Hyperlink"/>
              </w:rPr>
              <w:t>PERPINJAMAN, SEDEKAH DAN BARANG TEMUAN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37" w:history="1">
            <w:r w:rsidRPr="00C340D1">
              <w:rPr>
                <w:rStyle w:val="Hyperlink"/>
              </w:rPr>
              <w:t>PERPINJAMAN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38" w:history="1">
            <w:r w:rsidRPr="00C340D1">
              <w:rPr>
                <w:rStyle w:val="Hyperlink"/>
              </w:rPr>
              <w:t>SEDEKAH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39" w:history="1">
            <w:r w:rsidRPr="00C340D1">
              <w:rPr>
                <w:rStyle w:val="Hyperlink"/>
              </w:rPr>
              <w:t>Hukum-hukum Sedekah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40" w:history="1">
            <w:r w:rsidRPr="00C340D1">
              <w:rPr>
                <w:rStyle w:val="Hyperlink"/>
              </w:rPr>
              <w:t>BARANG TEMUAN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41" w:history="1">
            <w:r w:rsidRPr="00C340D1">
              <w:rPr>
                <w:rStyle w:val="Hyperlink"/>
              </w:rPr>
              <w:t>Kehilangan Sepatu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42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43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944" w:history="1">
            <w:r w:rsidRPr="00C340D1">
              <w:rPr>
                <w:rStyle w:val="Hyperlink"/>
              </w:rPr>
              <w:t>Pelajaran 42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945" w:history="1">
            <w:r w:rsidRPr="00C340D1">
              <w:rPr>
                <w:rStyle w:val="Hyperlink"/>
              </w:rPr>
              <w:t>MAKANDANMINUM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46" w:history="1">
            <w:r w:rsidRPr="00C340D1">
              <w:rPr>
                <w:rStyle w:val="Hyperlink"/>
              </w:rPr>
              <w:t>Macam-macam makanan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47" w:history="1">
            <w:r w:rsidRPr="00C340D1">
              <w:rPr>
                <w:rStyle w:val="Hyperlink"/>
              </w:rPr>
              <w:t>Hukum-hukum Makanan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948" w:history="1">
            <w:r w:rsidRPr="00C340D1">
              <w:rPr>
                <w:rStyle w:val="Hyperlink"/>
                <w:noProof/>
              </w:rPr>
              <w:t>· Makanan dari Macam Tumbuhan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Toc422656948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949" w:history="1">
            <w:r w:rsidRPr="00C340D1">
              <w:rPr>
                <w:rStyle w:val="Hyperlink"/>
                <w:noProof/>
              </w:rPr>
              <w:t>· Makanan dari Macam Binatang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Toc422656949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50" w:history="1">
            <w:r w:rsidRPr="00C340D1">
              <w:rPr>
                <w:rStyle w:val="Hyperlink"/>
              </w:rPr>
              <w:t>Tata Krama Makan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951" w:history="1">
            <w:r w:rsidRPr="00C340D1">
              <w:rPr>
                <w:rStyle w:val="Hyperlink"/>
                <w:noProof/>
              </w:rPr>
              <w:t>· Hal-hal yang sunah dalam makan: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Toc422656951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952" w:history="1">
            <w:r w:rsidRPr="00C340D1">
              <w:rPr>
                <w:rStyle w:val="Hyperlink"/>
                <w:noProof/>
              </w:rPr>
              <w:t>· Hal-hal yang makruh dalam makan: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Toc422656952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53" w:history="1">
            <w:r w:rsidRPr="00C340D1">
              <w:rPr>
                <w:rStyle w:val="Hyperlink"/>
              </w:rPr>
              <w:t>Tata Krama Minum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954" w:history="1">
            <w:r w:rsidRPr="00C340D1">
              <w:rPr>
                <w:rStyle w:val="Hyperlink"/>
                <w:noProof/>
              </w:rPr>
              <w:t>· Perkara-perkara yang Sunah dalam Minum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Toc422656954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955" w:history="1">
            <w:r w:rsidRPr="00C340D1">
              <w:rPr>
                <w:rStyle w:val="Hyperlink"/>
                <w:noProof/>
              </w:rPr>
              <w:t>· Perkara-perkara yang Makruh dalam Minum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Toc422656955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56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255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57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958" w:history="1">
            <w:r w:rsidRPr="00C340D1">
              <w:rPr>
                <w:rStyle w:val="Hyperlink"/>
              </w:rPr>
              <w:t>Pelajaran 43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959" w:history="1">
            <w:r w:rsidRPr="00C340D1">
              <w:rPr>
                <w:rStyle w:val="Hyperlink"/>
              </w:rPr>
              <w:t>MELIHAT DAN PERNIKAHAN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60" w:history="1">
            <w:r w:rsidRPr="00C340D1">
              <w:rPr>
                <w:rStyle w:val="Hyperlink"/>
              </w:rPr>
              <w:t>MELIHAT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61" w:history="1">
            <w:r w:rsidRPr="00C340D1">
              <w:rPr>
                <w:rStyle w:val="Hyperlink"/>
              </w:rPr>
              <w:t>Muhrim dan Bukan Muhrim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962" w:history="1">
            <w:r w:rsidRPr="00C340D1">
              <w:rPr>
                <w:rStyle w:val="Hyperlink"/>
                <w:noProof/>
              </w:rPr>
              <w:t>Orang-orang yang Muhrim bagi Lelaki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Toc422656962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63" w:history="1">
            <w:r w:rsidRPr="00C340D1">
              <w:rPr>
                <w:rStyle w:val="Hyperlink"/>
              </w:rPr>
              <w:t>Melihat Orang Lain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964" w:history="1">
            <w:r w:rsidRPr="00C340D1">
              <w:rPr>
                <w:rStyle w:val="Hyperlink"/>
                <w:noProof/>
              </w:rPr>
              <w:t>Penglihatan Lelaki kepada Perempuan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Toc422656964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65" w:history="1">
            <w:r w:rsidRPr="00C340D1">
              <w:rPr>
                <w:rStyle w:val="Hyperlink"/>
              </w:rPr>
              <w:t>PERNIKAHAN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66" w:history="1">
            <w:r w:rsidRPr="00C340D1">
              <w:rPr>
                <w:rStyle w:val="Hyperlink"/>
              </w:rPr>
              <w:t>Istri yang Baik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67" w:history="1">
            <w:r w:rsidRPr="00C340D1">
              <w:rPr>
                <w:rStyle w:val="Hyperlink"/>
              </w:rPr>
              <w:t>Istri yang tidak Baik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68" w:history="1">
            <w:r w:rsidRPr="00C340D1">
              <w:rPr>
                <w:rStyle w:val="Hyperlink"/>
              </w:rPr>
              <w:t>Akad Nikah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69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70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971" w:history="1">
            <w:r w:rsidRPr="00C340D1">
              <w:rPr>
                <w:rStyle w:val="Hyperlink"/>
              </w:rPr>
              <w:t>Pelajaran 44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972" w:history="1">
            <w:r w:rsidRPr="00C340D1">
              <w:rPr>
                <w:rStyle w:val="Hyperlink"/>
              </w:rPr>
              <w:t>HUKUM-HUKUM MASJID,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973" w:history="1">
            <w:r w:rsidRPr="00C340D1">
              <w:rPr>
                <w:rStyle w:val="Hyperlink"/>
              </w:rPr>
              <w:t>AL-QURAN DAN MENGUCAPKAN SALAM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74" w:history="1">
            <w:r w:rsidRPr="00C340D1">
              <w:rPr>
                <w:rStyle w:val="Hyperlink"/>
              </w:rPr>
              <w:t>HUKUM-HUKUM MASJID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975" w:history="1">
            <w:r w:rsidRPr="00C340D1">
              <w:rPr>
                <w:rStyle w:val="Hyperlink"/>
                <w:noProof/>
              </w:rPr>
              <w:t>Perkara-perkara yang Haram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Toc422656975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976" w:history="1">
            <w:r w:rsidRPr="00C340D1">
              <w:rPr>
                <w:rStyle w:val="Hyperlink"/>
                <w:noProof/>
              </w:rPr>
              <w:t>Perkara-perkara yang Sunah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Toc422656976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977" w:history="1">
            <w:r w:rsidRPr="00C340D1">
              <w:rPr>
                <w:rStyle w:val="Hyperlink"/>
                <w:noProof/>
              </w:rPr>
              <w:t>Perkara-perkara yang Makruh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Toc422656977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78" w:history="1">
            <w:r w:rsidRPr="00C340D1">
              <w:rPr>
                <w:rStyle w:val="Hyperlink"/>
              </w:rPr>
              <w:t>HUKUM-HUKUM AL-QURAN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79" w:history="1">
            <w:r w:rsidRPr="00C340D1">
              <w:rPr>
                <w:rStyle w:val="Hyperlink"/>
              </w:rPr>
              <w:t>Menyentuh Tulisan-tulisan Al-Quran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80" w:history="1">
            <w:r w:rsidRPr="00C340D1">
              <w:rPr>
                <w:rStyle w:val="Hyperlink"/>
              </w:rPr>
              <w:t>HUKUM-HUKUM MENGUCAPKAN SALAM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266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81" w:history="1">
            <w:r w:rsidRPr="00C340D1">
              <w:rPr>
                <w:rStyle w:val="Hyperlink"/>
              </w:rPr>
              <w:t>Tata Krama Mengucapkan Salam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267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82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268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83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269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984" w:history="1">
            <w:r w:rsidRPr="00C340D1">
              <w:rPr>
                <w:rStyle w:val="Hyperlink"/>
              </w:rPr>
              <w:t>Pelajaran 45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2656985" w:history="1">
            <w:r w:rsidRPr="00C340D1">
              <w:rPr>
                <w:rStyle w:val="Hyperlink"/>
              </w:rPr>
              <w:t>MERAMPAS, BERSUMPAH, BERBOHONGDANMENGUMPAT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86" w:history="1">
            <w:r w:rsidRPr="00C340D1">
              <w:rPr>
                <w:rStyle w:val="Hyperlink"/>
              </w:rPr>
              <w:t>MERAMPAS (GHASAB)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270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987" w:history="1">
            <w:r w:rsidRPr="00C340D1">
              <w:rPr>
                <w:rStyle w:val="Hyperlink"/>
                <w:noProof/>
              </w:rPr>
              <w:t>Definisi Merampas (Ghasab)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Toc422656987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988" w:history="1">
            <w:r w:rsidRPr="00C340D1">
              <w:rPr>
                <w:rStyle w:val="Hyperlink"/>
                <w:noProof/>
              </w:rPr>
              <w:t>Macam-macam Merampas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Toc422656988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989" w:history="1">
            <w:r w:rsidRPr="00C340D1">
              <w:rPr>
                <w:rStyle w:val="Hyperlink"/>
                <w:noProof/>
              </w:rPr>
              <w:t>Hukum-hukum Merampas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Toc422656989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90" w:history="1">
            <w:r w:rsidRPr="00C340D1">
              <w:rPr>
                <w:rStyle w:val="Hyperlink"/>
              </w:rPr>
              <w:t>BERSUMPAH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271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91" w:history="1">
            <w:r w:rsidRPr="00C340D1">
              <w:rPr>
                <w:rStyle w:val="Hyperlink"/>
              </w:rPr>
              <w:t>BERBOHONG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92" w:history="1">
            <w:r w:rsidRPr="00C340D1">
              <w:rPr>
                <w:rStyle w:val="Hyperlink"/>
              </w:rPr>
              <w:t>MENGUMPAT (GHIBAH)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272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656993" w:history="1">
            <w:r w:rsidRPr="00C340D1">
              <w:rPr>
                <w:rStyle w:val="Hyperlink"/>
                <w:noProof/>
              </w:rPr>
              <w:t>Definisi Mengumpat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Toc422656993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94" w:history="1">
            <w:r w:rsidRPr="00C340D1">
              <w:rPr>
                <w:rStyle w:val="Hyperlink"/>
              </w:rPr>
              <w:t>MENCUKUR JANGGUT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95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273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96" w:history="1">
            <w:r w:rsidRPr="00C340D1">
              <w:rPr>
                <w:rStyle w:val="Hyperlink"/>
              </w:rPr>
              <w:t>Kesimpulan Pelajaran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274</w:t>
            </w:r>
            <w:r>
              <w:rPr>
                <w:webHidden/>
                <w:rtl/>
              </w:rPr>
              <w:fldChar w:fldCharType="end"/>
            </w:r>
          </w:hyperlink>
        </w:p>
        <w:p w:rsidR="00BD5823" w:rsidRDefault="00BD5823" w:rsidP="00BD582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2656997" w:history="1">
            <w:r w:rsidRPr="00C340D1">
              <w:rPr>
                <w:rStyle w:val="Hyperlink"/>
              </w:rPr>
              <w:t>Pertanyaan: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Toc422656997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275</w:t>
            </w:r>
            <w:r>
              <w:rPr>
                <w:webHidden/>
                <w:rtl/>
              </w:rPr>
              <w:fldChar w:fldCharType="end"/>
            </w:r>
          </w:hyperlink>
        </w:p>
        <w:p w:rsidR="00E917C4" w:rsidRDefault="00E917C4" w:rsidP="00BD5823">
          <w:r>
            <w:fldChar w:fldCharType="end"/>
          </w:r>
        </w:p>
      </w:sdtContent>
    </w:sdt>
    <w:p w:rsidR="00AE5F35" w:rsidRPr="00F633A4" w:rsidRDefault="00AE5F35" w:rsidP="00A3538E">
      <w:pPr>
        <w:pStyle w:val="libNormal"/>
        <w:rPr>
          <w:rtl/>
        </w:rPr>
      </w:pPr>
    </w:p>
    <w:sectPr w:rsidR="00AE5F35" w:rsidRPr="00F633A4" w:rsidSect="004C3E90">
      <w:footerReference w:type="even" r:id="rId8"/>
      <w:footerReference w:type="default" r:id="rId9"/>
      <w:footerReference w:type="first" r:id="rId10"/>
      <w:footnotePr>
        <w:numRestart w:val="eachPage"/>
      </w:footnotePr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74F" w:rsidRDefault="00BC274F" w:rsidP="00113C59">
      <w:r>
        <w:separator/>
      </w:r>
    </w:p>
  </w:endnote>
  <w:endnote w:type="continuationSeparator" w:id="1">
    <w:p w:rsidR="00BC274F" w:rsidRDefault="00BC274F" w:rsidP="0011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7D5" w:rsidRDefault="001027D5" w:rsidP="00113C59">
    <w:pPr>
      <w:pStyle w:val="Footer"/>
    </w:pPr>
    <w:fldSimple w:instr=" PAGE   \* MERGEFORMAT ">
      <w:r w:rsidR="00BD5823">
        <w:rPr>
          <w:noProof/>
        </w:rPr>
        <w:t>276</w:t>
      </w:r>
    </w:fldSimple>
  </w:p>
  <w:p w:rsidR="001027D5" w:rsidRDefault="001027D5" w:rsidP="00113C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7D5" w:rsidRDefault="001027D5" w:rsidP="00113C59">
    <w:pPr>
      <w:pStyle w:val="Footer"/>
    </w:pPr>
    <w:fldSimple w:instr=" PAGE   \* MERGEFORMAT ">
      <w:r w:rsidR="00BD5823">
        <w:rPr>
          <w:noProof/>
        </w:rPr>
        <w:t>275</w:t>
      </w:r>
    </w:fldSimple>
  </w:p>
  <w:p w:rsidR="001027D5" w:rsidRDefault="001027D5" w:rsidP="00113C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7D5" w:rsidRDefault="001027D5" w:rsidP="00113C59">
    <w:pPr>
      <w:pStyle w:val="Footer"/>
    </w:pPr>
    <w:fldSimple w:instr=" PAGE   \* MERGEFORMAT ">
      <w:r w:rsidR="00BD5823">
        <w:rPr>
          <w:noProof/>
        </w:rPr>
        <w:t>1</w:t>
      </w:r>
    </w:fldSimple>
  </w:p>
  <w:p w:rsidR="001027D5" w:rsidRDefault="001027D5" w:rsidP="00113C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74F" w:rsidRDefault="00BC274F" w:rsidP="00113C59">
      <w:r>
        <w:separator/>
      </w:r>
    </w:p>
  </w:footnote>
  <w:footnote w:type="continuationSeparator" w:id="1">
    <w:p w:rsidR="00BC274F" w:rsidRDefault="00BC274F" w:rsidP="00113C59">
      <w:r>
        <w:continuationSeparator/>
      </w:r>
    </w:p>
  </w:footnote>
  <w:footnote w:id="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Imam Ali bin Abi Thalib a.s. mengatakan: “Kesempurnaan iman adalah pengenalan dengan hati, diucapkan dengan</w:t>
      </w:r>
    </w:p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t>lisan dan diamalkan dengan anggota tubuh”. (Syarh Nahjul Balaghah, Jil. 19/51).</w:t>
      </w:r>
    </w:p>
  </w:footnote>
  <w:footnote w:id="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Ini sesuai dengan hadis dari Imam Mahdi a.s. yang menetapkan bahwa para perawi hadis li Bait adalah tempat rujukan</w:t>
      </w:r>
    </w:p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t>segala kejadian semacam ini.(Wasail As-Syi’ah, Jil. 18/101).</w:t>
      </w:r>
    </w:p>
  </w:footnote>
  <w:footnote w:id="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Imam Ash-Shadiq a.s. berkata: “… sampai Muhammad saw. diutus menjadi nabi, membawa Al-Quran, syariat dan</w:t>
      </w:r>
    </w:p>
    <w:p w:rsidR="001027D5" w:rsidRDefault="001027D5" w:rsidP="00E917C4">
      <w:pPr>
        <w:pStyle w:val="libFootnote"/>
        <w:ind w:left="180" w:hanging="180"/>
      </w:pPr>
      <w:r>
        <w:t>jalannya. Maka, hukum halalnya adalah halal sampai Hari Kiamat, dan hukum haramnya adalah haram sampai Hari</w:t>
      </w:r>
    </w:p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t>Kiamat ...” (Usul kafi, Jil. 2/17, hadis ke-2).</w:t>
      </w:r>
    </w:p>
  </w:footnote>
  <w:footnote w:id="5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B16716">
        <w:t>Sahife-ye Nour, Jil. 21/89.</w:t>
      </w:r>
    </w:p>
  </w:footnote>
  <w:footnote w:id="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Seperti kitab Al-Lum’ah Al-Dimasyqiyah, karya fakih besar bernama Muhammad bin Makki Al- ‘Amili yang terkenal</w:t>
      </w:r>
    </w:p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t>dengan Syahid Awwal ‘syahid pertama’.</w:t>
      </w:r>
    </w:p>
  </w:footnote>
  <w:footnote w:id="7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B16716">
        <w:t>Seperti Syahid Awwal.</w:t>
      </w:r>
    </w:p>
  </w:footnote>
  <w:footnote w:id="8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B16716">
        <w:t>Buku fikih ini mengkaji muamalah, dan sampai sekarang menjadi materi kuliah tingkatan tinggi Hawzah Ilmiyah.</w:t>
      </w:r>
    </w:p>
  </w:footnote>
  <w:footnote w:id="9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B16716">
        <w:t>Kitab Ushul Fikih yang hingga kini menjadi materi kuliah tingkatan tinggi Hawzah Ilmiyah.</w:t>
      </w:r>
    </w:p>
  </w:footnote>
  <w:footnote w:id="10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B16716">
        <w:t>Kitab filsafat Islam karya Sadruddin Muhammad Al-Shirazi.</w:t>
      </w:r>
    </w:p>
  </w:footnote>
  <w:footnote w:id="11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B16716">
        <w:t>Kitab fikih yang ditulis oleh Sayed Muhammad Kazem Al-Yazdi</w:t>
      </w:r>
    </w:p>
  </w:footnote>
  <w:footnote w:id="1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Kitab fikih karya Zainuddin Ali bin Ahmad Al-Amili terkenal dengan syahid kedua. Kitab ini adalah komentar atas kitab</w:t>
      </w:r>
    </w:p>
    <w:p w:rsidR="001027D5" w:rsidRDefault="001027D5" w:rsidP="00E917C4">
      <w:pPr>
        <w:pStyle w:val="libFootnote"/>
        <w:ind w:left="180" w:hanging="180"/>
      </w:pPr>
      <w:r>
        <w:t>Al-Lum’ah Ad-Dimasyqiyah karangan fakih besar bernama Muhammad bin Makki Al-Amili yang terkenal dengan syahid</w:t>
      </w:r>
    </w:p>
    <w:p w:rsidR="001027D5" w:rsidRPr="00312925" w:rsidRDefault="001027D5" w:rsidP="00E917C4">
      <w:pPr>
        <w:pStyle w:val="libFootnote"/>
        <w:ind w:left="180" w:hanging="180"/>
        <w:rPr>
          <w:rtl/>
          <w:lang w:bidi="fa-IR"/>
        </w:rPr>
      </w:pPr>
      <w:r>
        <w:t>pertama.</w:t>
      </w:r>
    </w:p>
  </w:footnote>
  <w:footnote w:id="1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Kitab fikih Allamah Muhaqqiq, Ja’far bin Hasan bin Yahya bin Said, terkenal dengan “Muhaqqiq Hilli” penulis telah</w:t>
      </w:r>
    </w:p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t>menciptakan metode baru dalam masalah-masalah fikih dan kitab ini sebagai pelajaran di hawzah-hawzah ilmiah.</w:t>
      </w:r>
    </w:p>
  </w:footnote>
  <w:footnote w:id="1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Ensiklopedia besar fikih Syi’ah karya seorang fakih, Syekh Muhammad Hasan Najafi. Kitab ini sebagai rujukan dan</w:t>
      </w:r>
    </w:p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t>sumber fikih Syi’ah.</w:t>
      </w:r>
    </w:p>
  </w:footnote>
  <w:footnote w:id="15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7B0063">
        <w:t>Karya seorang ahli hadis dan fakih Syekh Yusuf Bahrani dan termasuk fikih Syi’ah yang rinci.</w:t>
      </w:r>
    </w:p>
  </w:footnote>
  <w:footnote w:id="1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A6311">
        <w:t>Kirimkan saran dan pendapat ke alamat: PO. Box: 3698-37185. Qom-Iran</w:t>
      </w:r>
    </w:p>
  </w:footnote>
  <w:footnote w:id="1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8B07F4">
        <w:t>Al-Fatawah Al-Wadihah, Jil. 1, hal. 83.</w:t>
      </w:r>
    </w:p>
  </w:footnote>
  <w:footnote w:id="1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5245B">
        <w:t>Tahrir Al-Wasilah, Jil. 1, hal. 5.</w:t>
      </w:r>
    </w:p>
  </w:footnote>
  <w:footnote w:id="1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B54852">
        <w:t>Ibid.</w:t>
      </w:r>
    </w:p>
  </w:footnote>
  <w:footnote w:id="2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B54852">
        <w:t>Ibid. Jil. 1, hal. 5.</w:t>
      </w:r>
    </w:p>
  </w:footnote>
  <w:footnote w:id="2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B54852">
        <w:t>Tentang pengertian dari ihtiyath wajib ini bisa dirujuk ke pelajaran setelah ini (peny.).</w:t>
      </w:r>
    </w:p>
  </w:footnote>
  <w:footnote w:id="2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B54852">
        <w:t>Taudhih Al-Masail, masalah 2.</w:t>
      </w:r>
    </w:p>
  </w:footnote>
  <w:footnote w:id="2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Dosa besar adalah dosa yang balasannya adalah azab dan api neraka seperti; berbohong, memfitnah dan sebagainya.</w:t>
      </w:r>
    </w:p>
    <w:p w:rsidR="001027D5" w:rsidRDefault="001027D5" w:rsidP="00E917C4">
      <w:pPr>
        <w:pStyle w:val="libFootnote"/>
        <w:ind w:left="180" w:hanging="180"/>
      </w:pPr>
      <w:r>
        <w:t>Dan selainnya adalah dosa kecil.</w:t>
      </w:r>
    </w:p>
  </w:footnote>
  <w:footnote w:id="2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6D0CCF">
        <w:t>Tahrir Al-Wasilah, Jil. 1, hal. 10, masalah ke-28.</w:t>
      </w:r>
    </w:p>
  </w:footnote>
  <w:footnote w:id="2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6D0CCF">
        <w:t>Ibid, Jil. 1, hal. 7, masalah ke-13.</w:t>
      </w:r>
    </w:p>
  </w:footnote>
  <w:footnote w:id="2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6D0CCF">
        <w:t>Ibid</w:t>
      </w:r>
      <w:r>
        <w:t>.</w:t>
      </w:r>
    </w:p>
  </w:footnote>
  <w:footnote w:id="2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8A6E77">
        <w:t>Istiftaat, Jil. 1, hal. 12, masalah ke-20.</w:t>
      </w:r>
    </w:p>
  </w:footnote>
  <w:footnote w:id="2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8A6E77">
        <w:t>Taudhih Al-Masail, masalah ke-2.</w:t>
      </w:r>
    </w:p>
  </w:footnote>
  <w:footnote w:id="2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6B2676">
        <w:t>Al Urwah Al wusqah, Jil. 1, hal. 7, masalah ke-17.</w:t>
      </w:r>
    </w:p>
  </w:footnote>
  <w:footnote w:id="3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Pada pelajaran berikutnya, mukallaf dijelaskan sebagai orang yang memiliki tugas untuk menjalankan hukum-hukum</w:t>
      </w:r>
    </w:p>
    <w:p w:rsidR="001027D5" w:rsidRDefault="001027D5" w:rsidP="00E917C4">
      <w:pPr>
        <w:pStyle w:val="libFootnote"/>
        <w:ind w:left="180" w:hanging="180"/>
      </w:pPr>
      <w:r>
        <w:t>fikih (peny.).</w:t>
      </w:r>
    </w:p>
  </w:footnote>
  <w:footnote w:id="3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6B2676">
        <w:t>Tahrir Al-Wasilah, Jil. 1, hal. 6, masalah ke-5.</w:t>
      </w:r>
    </w:p>
  </w:footnote>
  <w:footnote w:id="3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6E7144">
        <w:t>Istiftaat, Jil. 1, hal. 13, masalah ke-25.</w:t>
      </w:r>
    </w:p>
  </w:footnote>
  <w:footnote w:id="3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762EA">
        <w:t>Khu’i: pernyataan satu orang ahli juga sudah cukup (masalah ke-3).</w:t>
      </w:r>
    </w:p>
  </w:footnote>
  <w:footnote w:id="3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762EA">
        <w:t>Tahrir Al-Wasilah Jil. 1, hal. 8, masalah ke-19.</w:t>
      </w:r>
    </w:p>
  </w:footnote>
  <w:footnote w:id="3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762EA">
        <w:t>Ibid, Jil. 1, hal. 8, masalah ke-21.</w:t>
      </w:r>
    </w:p>
  </w:footnote>
  <w:footnote w:id="3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762EA">
        <w:t>Ibid, hal. 7, masalah ke-11.</w:t>
      </w:r>
    </w:p>
  </w:footnote>
  <w:footnote w:id="3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B2B56">
        <w:t>Al-’Urwah Al-Wutsqa Jil. 1, hal. 12, masalah ke-31.</w:t>
      </w:r>
    </w:p>
  </w:footnote>
  <w:footnote w:id="3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8E46D8">
        <w:t>Secara harfiyah, ihtiyath berarti kewaspadaan dan kehati-hatian (peny.).</w:t>
      </w:r>
    </w:p>
  </w:footnote>
  <w:footnote w:id="3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Gulpaigani: berdasarkan ihtiyath wajib hendaknya menghindari kencing dan tinja hewan yang dagingnya haram yang</w:t>
      </w:r>
    </w:p>
    <w:p w:rsidR="001027D5" w:rsidRDefault="001027D5" w:rsidP="00E917C4">
      <w:pPr>
        <w:pStyle w:val="libFootnote"/>
        <w:ind w:left="180" w:hanging="180"/>
      </w:pPr>
      <w:r>
        <w:t>darahnya tidak mengalir, (masalah ke-85).</w:t>
      </w:r>
    </w:p>
  </w:footnote>
  <w:footnote w:id="4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655C8">
        <w:t>Al-’Urwah Al-Wutsqa, Jil. 1, hal. 55.</w:t>
      </w:r>
    </w:p>
  </w:footnote>
  <w:footnote w:id="4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655C8">
        <w:t>Ibid.</w:t>
      </w:r>
    </w:p>
  </w:footnote>
  <w:footnote w:id="4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655C8">
        <w:t>Taudhih Al-Masail, masalah ke-85.</w:t>
      </w:r>
    </w:p>
  </w:footnote>
  <w:footnote w:id="4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655C8">
        <w:t>Seluruh marja’ taklid: suci (masalah ke-86).</w:t>
      </w:r>
    </w:p>
  </w:footnote>
  <w:footnote w:id="4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Bangkai adalah hewan yang mati dengan sendirinya atau hewan yang disembelih secara tidak sah (tidak berdasarkan</w:t>
      </w:r>
    </w:p>
    <w:p w:rsidR="001027D5" w:rsidRDefault="001027D5" w:rsidP="00E917C4">
      <w:pPr>
        <w:pStyle w:val="libFootnote"/>
        <w:ind w:left="180" w:hanging="180"/>
      </w:pPr>
      <w:r>
        <w:t>syariat).</w:t>
      </w:r>
    </w:p>
  </w:footnote>
  <w:footnote w:id="4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655C8">
        <w:t>Al-’Urwah Al-Wutsqa, Jil. 1, hal. 58. Ar-Rabi’ dan hal. 61, masalah ke-12.</w:t>
      </w:r>
    </w:p>
  </w:footnote>
  <w:footnote w:id="4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85F2B">
        <w:t>Ibid, Jil. 1, hal. 58. Ar-Rabi’. Tahrir Al-Wasilah, Jil. 1, hal. 115, Ar-Rabi’.</w:t>
      </w:r>
    </w:p>
  </w:footnote>
  <w:footnote w:id="4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Seluruh marja’: berdasarkan ihtiyath wajib, hendaknya menghindari telur yang ada darahnya, akan tetapi jika darah</w:t>
      </w:r>
    </w:p>
    <w:p w:rsidR="001027D5" w:rsidRDefault="001027D5" w:rsidP="00E917C4">
      <w:pPr>
        <w:pStyle w:val="libFootnote"/>
        <w:ind w:left="180" w:hanging="180"/>
      </w:pPr>
      <w:r>
        <w:t>berada pada kuning telur, selama kulitnya yang tipis belum pecah, hukum putih telur itu adalah suci (masalah ke-99).</w:t>
      </w:r>
    </w:p>
  </w:footnote>
  <w:footnote w:id="4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474560">
        <w:t>Taudhih Al-Masail, masalah 96-101.</w:t>
      </w:r>
    </w:p>
  </w:footnote>
  <w:footnote w:id="4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F61F1">
        <w:t>Taudhih Al-Masail, masalah ke-125.</w:t>
      </w:r>
    </w:p>
  </w:footnote>
  <w:footnote w:id="5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F61F1">
        <w:t>Ibid, masalah ke-126. Al-’Urwah Al-Wutsqa, Jil. 1, hal. 79, masalah pertama.</w:t>
      </w:r>
    </w:p>
  </w:footnote>
  <w:footnote w:id="5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F61F1">
        <w:t>Ibid, masalah ke-123.</w:t>
      </w:r>
    </w:p>
  </w:footnote>
  <w:footnote w:id="5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F61F1">
        <w:t>Ibid, masalah ke-141.</w:t>
      </w:r>
    </w:p>
  </w:footnote>
  <w:footnote w:id="5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F61F1">
        <w:t>Ibid, masalah ke-143.</w:t>
      </w:r>
    </w:p>
  </w:footnote>
  <w:footnote w:id="5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F61F1">
        <w:t>Ibid, masalah ke-148.</w:t>
      </w:r>
    </w:p>
  </w:footnote>
  <w:footnote w:id="5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0772D">
        <w:t>Ibid, masalah ke-47 &amp; 48.</w:t>
      </w:r>
    </w:p>
  </w:footnote>
  <w:footnote w:id="5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0772D">
        <w:t>1. Tahrir Al-Wasilah, Jil. 1, hal. 14, masalah ke-14; Taudhih Al-Masail, masalah ke-16.</w:t>
      </w:r>
    </w:p>
  </w:footnote>
  <w:footnote w:id="5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Khu’i: jika panjang, lebar dan tinggi kolam berukukran 3 jengkal, maka air sepenuh kolam itu sudah mencapai kur.</w:t>
      </w:r>
    </w:p>
    <w:p w:rsidR="001027D5" w:rsidRDefault="001027D5" w:rsidP="00E917C4">
      <w:pPr>
        <w:pStyle w:val="libFootnote"/>
        <w:ind w:left="180" w:hanging="180"/>
      </w:pPr>
      <w:r>
        <w:t>(masalah ke-16).</w:t>
      </w:r>
    </w:p>
  </w:footnote>
  <w:footnote w:id="5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6616D">
        <w:t>Taudhih Al-Masail, masalah ke-26.</w:t>
      </w:r>
    </w:p>
  </w:footnote>
  <w:footnote w:id="5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Syarat pada penyucian air adalah bau atau warna atau rasanya harus hilang. Jika air sudah bercampur dengan bau,</w:t>
      </w:r>
    </w:p>
    <w:p w:rsidR="001027D5" w:rsidRDefault="001027D5" w:rsidP="00E917C4">
      <w:pPr>
        <w:pStyle w:val="libFootnote"/>
        <w:ind w:left="180" w:hanging="180"/>
      </w:pPr>
      <w:r>
        <w:t>warna dan rasa najis, hendaknya dicampur dengan air kur atau air mengalir sampai bau, warna dan rasanya hilang.</w:t>
      </w:r>
    </w:p>
  </w:footnote>
  <w:footnote w:id="6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6616D">
        <w:t>Tahrir Al-Wasilah, Jil. 1 hal 14, masalah ke-11.</w:t>
      </w:r>
    </w:p>
  </w:footnote>
  <w:footnote w:id="6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6616D">
        <w:t>Ibid, Jil. 1, hal. 13, masalah ke-4.</w:t>
      </w:r>
    </w:p>
  </w:footnote>
  <w:footnote w:id="6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6616D">
        <w:t>Taudhih Al-Masail, masalah ke-35.</w:t>
      </w:r>
    </w:p>
  </w:footnote>
  <w:footnote w:id="6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6616D">
        <w:t>‘Ain najis adalah sesuatu yang dengan sendirinya najis atau zatnya najis; seperti: kencing, darah.</w:t>
      </w:r>
    </w:p>
  </w:footnote>
  <w:footnote w:id="6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Pembahasannya akan sampai dalam mencuci karpet, baju dan sema-camnya harus diperas sehingga air yang</w:t>
      </w:r>
    </w:p>
    <w:p w:rsidR="001027D5" w:rsidRDefault="001027D5" w:rsidP="00E917C4">
      <w:pPr>
        <w:pStyle w:val="libFootnote"/>
        <w:ind w:left="180" w:hanging="180"/>
      </w:pPr>
      <w:r>
        <w:t>merasuk bisa keluar.</w:t>
      </w:r>
    </w:p>
  </w:footnote>
  <w:footnote w:id="6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6616D">
        <w:t>Ibid, masalah 37, 40, 41, 42.</w:t>
      </w:r>
    </w:p>
  </w:footnote>
  <w:footnote w:id="6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44E1F">
        <w:t>Al-’Urwah Al-Wutsqa, Jil. 1 hal. 49; Tahrir Al-Wasilah, Jil. 1, hal. 15, masalah ke-15.</w:t>
      </w:r>
    </w:p>
  </w:footnote>
  <w:footnote w:id="6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44E1F">
        <w:t>Taudhih Al-Masail, masalah ke-150-159-160.</w:t>
      </w:r>
    </w:p>
  </w:footnote>
  <w:footnote w:id="6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Khu’i: pakaian dan semacamnya yang najis karena terkena kencing harus dua kali diperas walaupun penyuciannya</w:t>
      </w:r>
    </w:p>
    <w:p w:rsidR="001027D5" w:rsidRDefault="001027D5" w:rsidP="00E917C4">
      <w:pPr>
        <w:pStyle w:val="libFootnote"/>
        <w:ind w:left="180" w:hanging="180"/>
      </w:pPr>
      <w:r>
        <w:t>dengan air kur (masalah ke-160)</w:t>
      </w:r>
    </w:p>
  </w:footnote>
  <w:footnote w:id="6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44E1F">
        <w:t>Khu’i: harus memerasnya. Araki dan Gulpaigani: dalam air kur tidak perlu memerasnya, (masalah ke-161).</w:t>
      </w:r>
    </w:p>
  </w:footnote>
  <w:footnote w:id="7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6201D4">
        <w:t>Taudhih Al-Masail, masalah ke-179-180.</w:t>
      </w:r>
    </w:p>
  </w:footnote>
  <w:footnote w:id="7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B0962">
        <w:t>Araki: permukaan tanah bisa suci (masalah ke-178). Khu’i: permukaan tanah juga suci, (masalah ke-180).</w:t>
      </w:r>
    </w:p>
  </w:footnote>
  <w:footnote w:id="7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B0962">
        <w:t>Ibid, masalah ke-180.</w:t>
      </w:r>
    </w:p>
  </w:footnote>
  <w:footnote w:id="7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B0962">
        <w:t>Ibid, masalah ke-183 &amp; ke-192.</w:t>
      </w:r>
    </w:p>
  </w:footnote>
  <w:footnote w:id="7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B0962">
        <w:t>Al-’Urwah Al-Wutsqa, Jil. 1, hal. 125.</w:t>
      </w:r>
    </w:p>
  </w:footnote>
  <w:footnote w:id="7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B0962">
        <w:t>Ibid, hal. 129. Tahrir Al-Wasilah, Jil. 1, hal. 130.</w:t>
      </w:r>
    </w:p>
  </w:footnote>
  <w:footnote w:id="7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Maksud dari benda najis ialah segala suatu yang pada dzatnya adalah najis, seperti darah dan sepuluh benda najis</w:t>
      </w:r>
    </w:p>
    <w:p w:rsidR="001027D5" w:rsidRDefault="001027D5" w:rsidP="00E917C4">
      <w:pPr>
        <w:pStyle w:val="libFootnote"/>
        <w:ind w:left="180" w:hanging="180"/>
      </w:pPr>
      <w:r>
        <w:t>lainnya yang telah kita simak sebelumnya. Ini berbeda dengan benda yang ternajisi, terkena atau ternodai najis.</w:t>
      </w:r>
    </w:p>
  </w:footnote>
  <w:footnote w:id="7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11AEB">
        <w:t>Al-‘Urwah Al-Wutsqa, hal. 129-131. Tahrir Al-Wasilah, Jil. 1, hal. 130.</w:t>
      </w:r>
    </w:p>
  </w:footnote>
  <w:footnote w:id="7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11AEB">
        <w:t>Tahrir Al-Wasilah, Jil. 1, hal. 131. Taudhih Al-Masail, masalah ke-207.</w:t>
      </w:r>
    </w:p>
  </w:footnote>
  <w:footnote w:id="7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11AEB">
        <w:t>Taudhih Al-Masail, masalah ke-216 &amp; ke-217.</w:t>
      </w:r>
    </w:p>
  </w:footnote>
  <w:footnote w:id="8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35C68">
        <w:t>Tahrir Al-Wasilah, Jil. 1, hal. 21, masalah pertama.</w:t>
      </w:r>
    </w:p>
  </w:footnote>
  <w:footnote w:id="8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E64E7">
        <w:t>Seluruh marja’: berdasarkan ihtiyath wajib, usaplah sampai pergelangan kaki ( masalah ke-258)</w:t>
      </w:r>
    </w:p>
  </w:footnote>
  <w:footnote w:id="8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E64E7">
        <w:t>Ibid, Jil. 1, hal. 21, masalah pertama dan kedua.</w:t>
      </w:r>
    </w:p>
  </w:footnote>
  <w:footnote w:id="83">
    <w:p w:rsidR="001027D5" w:rsidRDefault="001027D5" w:rsidP="00E917C4">
      <w:pPr>
        <w:pStyle w:val="FootnoteText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E64E7">
        <w:t>Seluruh marja’: membasuh harus dari atas ke bawah (masalah ke-249).</w:t>
      </w:r>
    </w:p>
  </w:footnote>
  <w:footnote w:id="8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550FB">
        <w:t>Taudhih Al-Masail, masalah ke-243.</w:t>
      </w:r>
    </w:p>
  </w:footnote>
  <w:footnote w:id="8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62344">
        <w:t>Seluruh marja’: berdasarkan ihtiyath wajib, mengusap kepala harus dengan tangan kanan.( masalah ke-255).</w:t>
      </w:r>
    </w:p>
  </w:footnote>
  <w:footnote w:id="8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4B5EF5">
        <w:t>Taudhih Al-Masail, masalah ke-249, 250, 251, dan 257. Tahrir Al-Wasilah, Jil. 1, hal. 23, masalah ke-14.</w:t>
      </w:r>
    </w:p>
  </w:footnote>
  <w:footnote w:id="8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4B5EF5">
        <w:t>Seluruh marja’: berdasarkan ihtiyath wajib, usaplah sampai benjolan punggung kaki, (masalah ke-249).</w:t>
      </w:r>
    </w:p>
  </w:footnote>
  <w:footnote w:id="8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 dan Araki: tidak boleh mengusap kaki kiri sebelum meng-usap kaki kanan. Khu’i: berdasarkan ihtiyath,</w:t>
      </w:r>
    </w:p>
    <w:p w:rsidR="001027D5" w:rsidRDefault="001027D5" w:rsidP="00E917C4">
      <w:pPr>
        <w:pStyle w:val="libFootnote"/>
        <w:ind w:left="180" w:hanging="180"/>
      </w:pPr>
      <w:r>
        <w:t>usaplah kaki kiri setelah mengusap kaki kanan (syarat wudu yang kesembilan).</w:t>
      </w:r>
    </w:p>
  </w:footnote>
  <w:footnote w:id="8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4B5EF5">
        <w:t>Taudhih Al-Masail, masalah ke-252, 253. Al-’Urwah Al-Wutsqa, Jil. 1, hal. 209.</w:t>
      </w:r>
    </w:p>
  </w:footnote>
  <w:footnote w:id="9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4B5EF5">
        <w:t>Ibid, masalah ke-255.</w:t>
      </w:r>
    </w:p>
  </w:footnote>
  <w:footnote w:id="9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4B5EF5">
        <w:t>Ibid, masalah ke-257.</w:t>
      </w:r>
    </w:p>
  </w:footnote>
  <w:footnote w:id="9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4B5EF5">
        <w:t>Al-’Urwah Al-Wutsqa, Jil. 1, hal. 212, masalah ke-26.</w:t>
      </w:r>
    </w:p>
  </w:footnote>
  <w:footnote w:id="9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4B5EF5">
        <w:t>Ibid, Jil. 1, hal. 212, masalah ke-26.</w:t>
      </w:r>
    </w:p>
  </w:footnote>
  <w:footnote w:id="9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4B5EF5">
        <w:t>Ibid, masalah ke-27.</w:t>
      </w:r>
    </w:p>
  </w:footnote>
  <w:footnote w:id="9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A366A">
        <w:t>Taudhih Al-Masail, masalah ke-260.</w:t>
      </w:r>
    </w:p>
  </w:footnote>
  <w:footnote w:id="9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Seluruh marja’: air wudu dan ruangan yang dipakai untuk berwudu harus mubah (setelah masalah Taudhih Al-Masail,</w:t>
      </w:r>
    </w:p>
    <w:p w:rsidR="001027D5" w:rsidRDefault="001027D5" w:rsidP="00E917C4">
      <w:pPr>
        <w:pStyle w:val="libFootnote"/>
        <w:ind w:left="180" w:hanging="180"/>
      </w:pPr>
      <w:r>
        <w:t>masalah ke-272, syarat ketiga). Tentang rampasan atau ghasab bisa merujuk pelajaran 45.</w:t>
      </w:r>
    </w:p>
  </w:footnote>
  <w:footnote w:id="9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49224F">
        <w:t>Taudhih Al-Masail, masalah ke-265.</w:t>
      </w:r>
    </w:p>
  </w:footnote>
  <w:footnote w:id="9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49224F">
        <w:t>Al-’Urwah Al-Wutsqa, Jil. 1, hal. 225, masalah ke-6, 7, 8, dan Taudhih Al-Masail, masalah 267- 272.</w:t>
      </w:r>
    </w:p>
  </w:footnote>
  <w:footnote w:id="9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F49A3">
        <w:t>Taudhih Al-Masail, masalah ke-271.</w:t>
      </w:r>
    </w:p>
  </w:footnote>
  <w:footnote w:id="10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317CC">
        <w:t>Ibid, syarat-syarat wudu, syarat keempat.</w:t>
      </w:r>
    </w:p>
  </w:footnote>
  <w:footnote w:id="10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073A6">
        <w:t>Ibid, hal. 35, syarat keenam.</w:t>
      </w:r>
    </w:p>
  </w:footnote>
  <w:footnote w:id="10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073A6">
        <w:t>Taudhih Al-Masail, hal 37, syarat ketiga belas dan masalah ke-259</w:t>
      </w:r>
      <w:r>
        <w:t>.</w:t>
      </w:r>
    </w:p>
  </w:footnote>
  <w:footnote w:id="10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073A6">
        <w:t>Istiftaat, Jil. 1 hal. 36 dan 37, pertanyaan 40-45.</w:t>
      </w:r>
    </w:p>
  </w:footnote>
  <w:footnote w:id="10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073A6">
        <w:t>Tahrir Al-Wasilah, Jil. 1, hal. 28.</w:t>
      </w:r>
    </w:p>
  </w:footnote>
  <w:footnote w:id="10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073A6">
        <w:t>Lihat catatan kaki hal. 59.</w:t>
      </w:r>
    </w:p>
  </w:footnote>
  <w:footnote w:id="10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073A6">
        <w:t>Tahrir Al-Wasilah, Jil. 1, hal. 28 masalah ke-15. Taudhih Al-Masail, masalah ke-283.</w:t>
      </w:r>
    </w:p>
  </w:footnote>
  <w:footnote w:id="10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073A6">
        <w:t>Al-’Urwah Al-Wutsqa, Jil. 1, hal. 234</w:t>
      </w:r>
    </w:p>
  </w:footnote>
  <w:footnote w:id="10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073A6">
        <w:t>Taudhih Al-Masail, masalah ke-286.</w:t>
      </w:r>
    </w:p>
  </w:footnote>
  <w:footnote w:id="10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C1C87">
        <w:t>Al-’Urwah Al-Wutsqa, Jil. 1 hal. 232. Taudhih Al-Masail, masalah ke-288 dan ke-672.</w:t>
      </w:r>
    </w:p>
  </w:footnote>
  <w:footnote w:id="11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Khu’i: jika setelah berwudu, dia tahu bahwa air itu berbahaya bagi dirinya, namun bahayanya menurut syariat tidak</w:t>
      </w:r>
    </w:p>
    <w:p w:rsidR="001027D5" w:rsidRDefault="001027D5" w:rsidP="00E917C4">
      <w:pPr>
        <w:pStyle w:val="libFootnote"/>
        <w:ind w:left="180" w:hanging="180"/>
      </w:pPr>
      <w:r>
        <w:t>sampai haram, maka wudunya sah. Gulpaigani: jika setelah berwudu tahu bahwa air berba-haya bagi dirinya, maka</w:t>
      </w:r>
    </w:p>
    <w:p w:rsidR="001027D5" w:rsidRDefault="001027D5" w:rsidP="00E917C4">
      <w:pPr>
        <w:pStyle w:val="libFootnote"/>
        <w:ind w:left="180" w:hanging="180"/>
      </w:pPr>
      <w:r>
        <w:t>berdasarkan ihtiyath wajib, hendaknya selain berwudu juga bertayamum (masalah ke-294).</w:t>
      </w:r>
    </w:p>
  </w:footnote>
  <w:footnote w:id="11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1364C">
        <w:t>Taudhih Al-Masail, hal 31; syarat kedelapan.</w:t>
      </w:r>
    </w:p>
  </w:footnote>
  <w:footnote w:id="11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1364C">
        <w:t>Ibid, masalah ke-282.</w:t>
      </w:r>
    </w:p>
  </w:footnote>
  <w:footnote w:id="11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1364C">
        <w:t>Ibid, masalah ke-280.</w:t>
      </w:r>
    </w:p>
  </w:footnote>
  <w:footnote w:id="11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278A8">
        <w:t>Taudhih Al-Masail, masalah ke-324-325.</w:t>
      </w:r>
    </w:p>
  </w:footnote>
  <w:footnote w:id="11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Araki: jika mengusapkan tangan yang basah di atas permukaan luka tidak berbahaya, maka usapkanlah. Jika tidak</w:t>
      </w:r>
    </w:p>
    <w:p w:rsidR="001027D5" w:rsidRDefault="001027D5" w:rsidP="00E917C4">
      <w:pPr>
        <w:pStyle w:val="libFootnote"/>
        <w:ind w:left="180" w:hanging="180"/>
      </w:pPr>
      <w:r>
        <w:t>mungkin, maka letakkan kain suci di atas permukaan luka dan usapkan tangan yang basah di atas kain. Jika yang</w:t>
      </w:r>
    </w:p>
    <w:p w:rsidR="001027D5" w:rsidRDefault="001027D5" w:rsidP="00E917C4">
      <w:pPr>
        <w:pStyle w:val="libFootnote"/>
        <w:ind w:left="180" w:hanging="180"/>
      </w:pPr>
      <w:r>
        <w:t>demikian ini juga berbahaya, atau luka itu najis dan tidak bisa dibasuh dengan air, maka basuhlah sekitar luka dari atas</w:t>
      </w:r>
    </w:p>
    <w:p w:rsidR="001027D5" w:rsidRDefault="001027D5" w:rsidP="00E917C4">
      <w:pPr>
        <w:pStyle w:val="libFootnote"/>
        <w:ind w:left="180" w:hanging="180"/>
      </w:pPr>
      <w:r>
        <w:t>ke bawah, dan berdasarkan ihtiyath wajib, hendaknya dia bertayamum juga. Gulpaigani: usapkan tangan yang basah</w:t>
      </w:r>
    </w:p>
    <w:p w:rsidR="001027D5" w:rsidRDefault="001027D5" w:rsidP="00E917C4">
      <w:pPr>
        <w:pStyle w:val="libFootnote"/>
        <w:ind w:left="180" w:hanging="180"/>
      </w:pPr>
      <w:r>
        <w:t>pada permukaan luka. Jika yang demikian ini berbahaya atau lukanya najis dan tidak bisa dibasuh dengan air, maka</w:t>
      </w:r>
    </w:p>
    <w:p w:rsidR="001027D5" w:rsidRDefault="001027D5" w:rsidP="00E917C4">
      <w:pPr>
        <w:pStyle w:val="libFootnote"/>
        <w:ind w:left="180" w:hanging="180"/>
      </w:pPr>
      <w:r>
        <w:t>basuhlah sekitar luka dari atas ke bawah dan ini sudah cukup. (masalah ke-331).</w:t>
      </w:r>
    </w:p>
  </w:footnote>
  <w:footnote w:id="11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278A8">
        <w:t>Ibid, masalah ke-324-325.</w:t>
      </w:r>
    </w:p>
  </w:footnote>
  <w:footnote w:id="11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278A8">
        <w:t>Ibid, masalah ke-326.</w:t>
      </w:r>
    </w:p>
  </w:footnote>
  <w:footnote w:id="11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Gulpaigani: berdasarkan ihtiyath wajib, hendaknya juga bertayamum. Khu’i: harus bertayamum, dan berdasarkan</w:t>
      </w:r>
    </w:p>
    <w:p w:rsidR="001027D5" w:rsidRDefault="001027D5" w:rsidP="00E917C4">
      <w:pPr>
        <w:pStyle w:val="libFootnote"/>
        <w:ind w:left="180" w:hanging="180"/>
      </w:pPr>
      <w:r>
        <w:t>ihtiyath juga harus berwu-du jabiroh (masalah ke-332).</w:t>
      </w:r>
    </w:p>
  </w:footnote>
  <w:footnote w:id="11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Khu’i: harus bertayamum, kecuali jika jabiroh berada pada anggota tayamum, dalam kondisi seperti ini harus berwudu</w:t>
      </w:r>
    </w:p>
    <w:p w:rsidR="001027D5" w:rsidRDefault="001027D5" w:rsidP="00E917C4">
      <w:pPr>
        <w:pStyle w:val="libFootnote"/>
        <w:ind w:left="180" w:hanging="180"/>
      </w:pPr>
      <w:r>
        <w:t>juga bertayamum (masalah ke-341).</w:t>
      </w:r>
    </w:p>
  </w:footnote>
  <w:footnote w:id="12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278A8">
        <w:t>Ibid, masalah ke-335.</w:t>
      </w:r>
    </w:p>
  </w:footnote>
  <w:footnote w:id="12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278A8">
        <w:t>Ibid, masalah ke-343 &amp; 330.</w:t>
      </w:r>
    </w:p>
  </w:footnote>
  <w:footnote w:id="12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Khu’i: berdasarkan ihtiyath, harus bertayamum juga berwudu jabiroh. Gulpaigani: harus berwudu jabiroh dan</w:t>
      </w:r>
    </w:p>
    <w:p w:rsidR="001027D5" w:rsidRDefault="001027D5" w:rsidP="00E917C4">
      <w:pPr>
        <w:pStyle w:val="libFootnote"/>
        <w:ind w:left="180" w:hanging="180"/>
      </w:pPr>
      <w:r>
        <w:t>berdasarkan ihtiyath wajib, jika seluruh atau sebagian anggota tayamum tidak tertutup jabiroh, maka harus juga</w:t>
      </w:r>
    </w:p>
    <w:p w:rsidR="001027D5" w:rsidRDefault="001027D5" w:rsidP="00E917C4">
      <w:pPr>
        <w:pStyle w:val="libFootnote"/>
        <w:ind w:left="180" w:hanging="180"/>
      </w:pPr>
      <w:r>
        <w:t>bertayamum (masalah ke-336).</w:t>
      </w:r>
    </w:p>
  </w:footnote>
  <w:footnote w:id="12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278A8">
        <w:t>Khu’i, Gulpaigani: kepala dan kaki harus diusap dengan basahan tersebut, (masalah ke-338).</w:t>
      </w:r>
    </w:p>
  </w:footnote>
  <w:footnote w:id="12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556E57">
        <w:t>Ibid, masalah ke-332.</w:t>
      </w:r>
    </w:p>
  </w:footnote>
  <w:footnote w:id="12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556E57">
        <w:t>Ibid, masalah ke-334.</w:t>
      </w:r>
    </w:p>
  </w:footnote>
  <w:footnote w:id="12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556E57">
        <w:t>Ibid, masalah ke-316.</w:t>
      </w:r>
    </w:p>
  </w:footnote>
  <w:footnote w:id="12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556E57">
        <w:t>Perincian masalah pada Pelajaran 44.</w:t>
      </w:r>
    </w:p>
  </w:footnote>
  <w:footnote w:id="12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556E57">
        <w:t>Taudhih Al-Masail, masalah ke-317 dan ke-319.</w:t>
      </w:r>
    </w:p>
  </w:footnote>
  <w:footnote w:id="12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556E57">
        <w:t>Ibid, masalah ke-322.</w:t>
      </w:r>
    </w:p>
  </w:footnote>
  <w:footnote w:id="13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Masalah ini berkaitan dengan perempuan. Untuk mendapatkan kete-rangan yang lebih rinci bisa merujuk ke Taudhih</w:t>
      </w:r>
    </w:p>
    <w:p w:rsidR="001027D5" w:rsidRDefault="001027D5" w:rsidP="00E917C4">
      <w:pPr>
        <w:pStyle w:val="libFootnote"/>
        <w:ind w:left="180" w:hanging="180"/>
      </w:pPr>
      <w:r>
        <w:t>Al-Masail, masalah ke-329-520.</w:t>
      </w:r>
    </w:p>
  </w:footnote>
  <w:footnote w:id="13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556E57">
        <w:t>Ibid, masalah ke-323.</w:t>
      </w:r>
    </w:p>
  </w:footnote>
  <w:footnote w:id="13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358C3">
        <w:t>Tahrir Al-Wasilah, Jil. 1, hal. 36.</w:t>
      </w:r>
    </w:p>
  </w:footnote>
  <w:footnote w:id="13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358C3">
        <w:t>Ibid, Jil. 1, hal. 36, masalah pertama.</w:t>
      </w:r>
    </w:p>
  </w:footnote>
  <w:footnote w:id="13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358C3">
        <w:t>Ibid, Jil. 1, hal. 136. Al-’Urwah Al-Wutsqa, Jil. 1, hal. 378.</w:t>
      </w:r>
    </w:p>
  </w:footnote>
  <w:footnote w:id="13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Ibid, Jil.</w:t>
      </w:r>
    </w:p>
  </w:footnote>
  <w:footnote w:id="13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Ibid, Jil.</w:t>
      </w:r>
    </w:p>
  </w:footnote>
  <w:footnote w:id="13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Gulpaigani: jika keluar dengan syahwat dan pancaran atau keluar dengan pancaran dan setelah keluar badan menjadi</w:t>
      </w:r>
    </w:p>
    <w:p w:rsidR="001027D5" w:rsidRDefault="001027D5" w:rsidP="00E917C4">
      <w:pPr>
        <w:pStyle w:val="libFootnote"/>
        <w:ind w:left="180" w:hanging="180"/>
      </w:pPr>
      <w:r>
        <w:t>lemas, cairan itu dihukumi mani (masalah ke-352).</w:t>
      </w:r>
    </w:p>
  </w:footnote>
  <w:footnote w:id="13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17547">
        <w:t>Khu’i: jika keluar dengan syahwat dan badan menjadi lemas, maka hukum cairan itu adalah mani (masalah ke-352).</w:t>
      </w:r>
    </w:p>
  </w:footnote>
  <w:footnote w:id="13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17547">
        <w:t>Taudhih Al-Masail, masalah ke-348</w:t>
      </w:r>
    </w:p>
  </w:footnote>
  <w:footnote w:id="14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17547">
        <w:t>Ibid, Jil. 1, hal. 38-39.</w:t>
      </w:r>
    </w:p>
  </w:footnote>
  <w:footnote w:id="14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17547">
        <w:t>Khu’i: nama-nama para nabi dan para imam maksum juga haram di-sentuh (masalah ke-361).</w:t>
      </w:r>
    </w:p>
  </w:footnote>
  <w:footnote w:id="14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Araki: jika tanpa berhenti, meletakkan sesuatu di dalam masjid tidak apa-apa. Khu’i: masuk ke masjid untuk</w:t>
      </w:r>
    </w:p>
    <w:p w:rsidR="001027D5" w:rsidRDefault="001027D5" w:rsidP="00E917C4">
      <w:pPr>
        <w:pStyle w:val="libFootnote"/>
        <w:ind w:left="180" w:hanging="180"/>
      </w:pPr>
      <w:r>
        <w:t>mengambil sesuatu juga haram (masalah ke-352).</w:t>
      </w:r>
    </w:p>
  </w:footnote>
  <w:footnote w:id="14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Gulpaigani, Khu’i: hanya membaca ayat-ayat yang mengandung sujud wajib sebagai pekerjaan yang haram</w:t>
      </w:r>
    </w:p>
    <w:p w:rsidR="001027D5" w:rsidRDefault="001027D5" w:rsidP="00E917C4">
      <w:pPr>
        <w:pStyle w:val="libFootnote"/>
        <w:ind w:left="180" w:hanging="180"/>
      </w:pPr>
      <w:r>
        <w:t>(masalah ke-361).</w:t>
      </w:r>
    </w:p>
  </w:footnote>
  <w:footnote w:id="14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Araki: hukum berhenti di makam-makam para imam maksum a.s. dalam keadaan janabah adalah haram (masalah ke-</w:t>
      </w:r>
    </w:p>
    <w:p w:rsidR="001027D5" w:rsidRDefault="001027D5" w:rsidP="00E917C4">
      <w:pPr>
        <w:pStyle w:val="libFootnote"/>
        <w:ind w:left="180" w:hanging="180"/>
      </w:pPr>
      <w:r>
        <w:t>352).</w:t>
      </w:r>
    </w:p>
  </w:footnote>
  <w:footnote w:id="14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17547">
        <w:t>Tahrir Al-Wasilah, Jil. 1, hal. 38-39.</w:t>
      </w:r>
    </w:p>
  </w:footnote>
  <w:footnote w:id="14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17547">
        <w:t>Al-’Urwah Al-Wutsqa Jil. 1, hal. 288, masalah ke-3.</w:t>
      </w:r>
    </w:p>
  </w:footnote>
  <w:footnote w:id="14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17547">
        <w:t>Tahrir Al-Wasilah, Jil. 1, hal. 38-39.</w:t>
      </w:r>
    </w:p>
  </w:footnote>
  <w:footnote w:id="14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F465F">
        <w:t>Taudhih Al-Masail, masalah ke-361, 367, 368.</w:t>
      </w:r>
    </w:p>
  </w:footnote>
  <w:footnote w:id="14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F465F">
        <w:t>Ibid masalah ke-380 &amp; 389.</w:t>
      </w:r>
    </w:p>
  </w:footnote>
  <w:footnote w:id="15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F465F">
        <w:t>Ibid, masalah ke-391.</w:t>
      </w:r>
    </w:p>
  </w:footnote>
  <w:footnote w:id="15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Khu’i: dengan mandi wajib yang lain, selain mandi istihadhah sedang dan mandi sunah, dia juga bisa menunaikan salat</w:t>
      </w:r>
    </w:p>
    <w:p w:rsidR="001027D5" w:rsidRDefault="001027D5" w:rsidP="00E917C4">
      <w:pPr>
        <w:pStyle w:val="libFootnote"/>
        <w:ind w:left="180" w:hanging="180"/>
      </w:pPr>
      <w:r>
        <w:t>tanpa wudu, walau-pun ihtiyath mustahab juga harus berwudu (masalah ke-397).</w:t>
      </w:r>
    </w:p>
  </w:footnote>
  <w:footnote w:id="15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F465F">
        <w:t>Ibid, masalah ke-372.</w:t>
      </w:r>
    </w:p>
  </w:footnote>
  <w:footnote w:id="15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Khu’i: untuk mandi irtimasi atau tartibi, kesucian seluruh badan se-belum mandi bukan sebuah keharusan. Bahkan jika</w:t>
      </w:r>
    </w:p>
    <w:p w:rsidR="001027D5" w:rsidRDefault="001027D5" w:rsidP="00E917C4">
      <w:pPr>
        <w:pStyle w:val="libFootnote"/>
        <w:ind w:left="180" w:hanging="180"/>
      </w:pPr>
      <w:r>
        <w:t>dengan masuk ke dalam air atau menyiramkan air dengan niat mandi lalu badan menjadi suci, maka demikian ini</w:t>
      </w:r>
    </w:p>
    <w:p w:rsidR="001027D5" w:rsidRDefault="001027D5" w:rsidP="00E917C4">
      <w:pPr>
        <w:pStyle w:val="libFootnote"/>
        <w:ind w:left="180" w:hanging="180"/>
      </w:pPr>
      <w:r>
        <w:t>sudah termasuk sebagai mandi (masalah ke-378).</w:t>
      </w:r>
    </w:p>
  </w:footnote>
  <w:footnote w:id="15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Araki: berdasarkan ihtiyath mustahab, laksanakan mandi secara tartibi; bukan mandi irtimasi. Khu’i: harus mandi</w:t>
      </w:r>
    </w:p>
    <w:p w:rsidR="001027D5" w:rsidRDefault="001027D5" w:rsidP="00E917C4">
      <w:pPr>
        <w:pStyle w:val="libFootnote"/>
        <w:ind w:left="180" w:hanging="180"/>
      </w:pPr>
      <w:r>
        <w:t>secara tartibi, (masalah ke-337). Gulpaigani: menjadi lebih baik jika mandi dilakukan secara tartibi, walaupun mandi</w:t>
      </w:r>
    </w:p>
    <w:p w:rsidR="001027D5" w:rsidRDefault="001027D5" w:rsidP="00E917C4">
      <w:pPr>
        <w:pStyle w:val="libFootnote"/>
        <w:ind w:left="180" w:hanging="180"/>
      </w:pPr>
      <w:r>
        <w:t>secara irtimasi itu juga sah (masalah ke-345).</w:t>
      </w:r>
    </w:p>
  </w:footnote>
  <w:footnote w:id="15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27740">
        <w:t>Ibid, masalah ke-339.</w:t>
      </w:r>
    </w:p>
  </w:footnote>
  <w:footnote w:id="15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27740">
        <w:t>Ibid, masalah ke-371.</w:t>
      </w:r>
    </w:p>
  </w:footnote>
  <w:footnote w:id="15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27740">
        <w:t>Istiftaat Jil. 1, hal. 56, pertanyaan ke-117.</w:t>
      </w:r>
    </w:p>
  </w:footnote>
  <w:footnote w:id="15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27740">
        <w:t>Taudhih Al-Masail masalah ke-521.</w:t>
      </w:r>
    </w:p>
  </w:footnote>
  <w:footnote w:id="15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Khu’i: berdasarkan ihtiyath wajib, seorang yang memegang badan orang yang mati syahid harus mandi. (Al Al-’Urwah</w:t>
      </w:r>
    </w:p>
    <w:p w:rsidR="001027D5" w:rsidRDefault="001027D5" w:rsidP="00E917C4">
      <w:pPr>
        <w:pStyle w:val="libFootnote"/>
        <w:ind w:left="180" w:hanging="180"/>
      </w:pPr>
      <w:r>
        <w:t>Al-Wutsqa Jil. 1, hal. 390, masalah ke-11).</w:t>
      </w:r>
    </w:p>
  </w:footnote>
  <w:footnote w:id="16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Tahrir Al-Wasilah, Jil. 1, hal. 63. Taudhih Al-Masail, masalah ke-522 &amp; 526. Istiftaat, hal. 79. Al-Urwah Al-Wutsqa, Jil. 1,</w:t>
      </w:r>
    </w:p>
    <w:p w:rsidR="001027D5" w:rsidRDefault="001027D5" w:rsidP="00E917C4">
      <w:pPr>
        <w:pStyle w:val="libFootnote"/>
        <w:ind w:left="180" w:hanging="180"/>
      </w:pPr>
      <w:r>
        <w:t>hal. 390, masalah 11.</w:t>
      </w:r>
    </w:p>
  </w:footnote>
  <w:footnote w:id="16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27740">
        <w:t>Taudhih Al-Masail, masalah ke-530.</w:t>
      </w:r>
    </w:p>
  </w:footnote>
  <w:footnote w:id="16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27740">
        <w:t>Seluruh marja’: setiap orang muslim ... (masalah ke-548).</w:t>
      </w:r>
    </w:p>
  </w:footnote>
  <w:footnote w:id="16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27740">
        <w:t>Ibid, masalah ke-542.</w:t>
      </w:r>
    </w:p>
  </w:footnote>
  <w:footnote w:id="16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27740">
        <w:t>Ibid, masalah ke-550.</w:t>
      </w:r>
    </w:p>
  </w:footnote>
  <w:footnote w:id="16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27740">
        <w:t>Ibid, masalah ke-565.</w:t>
      </w:r>
    </w:p>
  </w:footnote>
  <w:footnote w:id="16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27740">
        <w:t>Ibid, masalah ke-508.</w:t>
      </w:r>
    </w:p>
  </w:footnote>
  <w:footnote w:id="16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33D97">
        <w:t>Ibid, masalah ke-515 &amp; 446.</w:t>
      </w:r>
    </w:p>
  </w:footnote>
  <w:footnote w:id="16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33D97">
        <w:t>Ibid, masalah ke-395 dan ke-396.</w:t>
      </w:r>
    </w:p>
  </w:footnote>
  <w:footnote w:id="169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996EA3">
        <w:t>Taudhih Al-Masail, bab tayamum.</w:t>
      </w:r>
    </w:p>
  </w:footnote>
  <w:footnote w:id="170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996EA3">
        <w:t>Ibid, masalah ke-700.</w:t>
      </w:r>
    </w:p>
  </w:footnote>
  <w:footnote w:id="171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996EA3">
        <w:t>Ibid, masalah ke-684 dan ke-685. Al-Urwah Al-Wutsqa, Jil. 1, hal. 485.</w:t>
      </w:r>
    </w:p>
  </w:footnote>
  <w:footnote w:id="17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Araki-Gulpaigani: tayamum dengan tanah yang sudah dibakar matang tidak sah. Khu’i: berdasarkan ihtiyath, tayamum</w:t>
      </w:r>
    </w:p>
    <w:p w:rsidR="001027D5" w:rsidRDefault="001027D5" w:rsidP="00E917C4">
      <w:pPr>
        <w:pStyle w:val="libFootnote"/>
        <w:ind w:left="180" w:hanging="180"/>
      </w:pPr>
      <w:r>
        <w:t>dengan tanah yang sudah dibakar matang tidak sah ( Al-’Urwah Al-Wutsqa, Jil. 1, hal. 485).</w:t>
      </w:r>
    </w:p>
  </w:footnote>
  <w:footnote w:id="17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447C1">
        <w:t>Ibid, masalah ke-701.</w:t>
      </w:r>
    </w:p>
  </w:footnote>
  <w:footnote w:id="17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447C1">
        <w:t>Ibid, masalah ke-720.</w:t>
      </w:r>
    </w:p>
  </w:footnote>
  <w:footnote w:id="17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Ibid.</w:t>
      </w:r>
    </w:p>
  </w:footnote>
  <w:footnote w:id="17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447C1">
        <w:t>Ibid, masalah ke-722.</w:t>
      </w:r>
    </w:p>
  </w:footnote>
  <w:footnote w:id="17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447C1">
        <w:t>Gulpaigani: jangan berwudu. (masalah ke-731).</w:t>
      </w:r>
    </w:p>
  </w:footnote>
  <w:footnote w:id="17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447C1">
        <w:t>Ibid, masalah ke-723.</w:t>
      </w:r>
    </w:p>
  </w:footnote>
  <w:footnote w:id="17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447C1">
        <w:t>Al-’Urwah Al-Wutsqa Jil. 1, hal. 495. Taudhih Al-Masail, masalah ke-692, 694, 704-706.</w:t>
      </w:r>
    </w:p>
  </w:footnote>
  <w:footnote w:id="18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8117D">
        <w:t>Taudhih Al-Masail, salat-salat wajib.</w:t>
      </w:r>
    </w:p>
  </w:footnote>
  <w:footnote w:id="18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8117D">
        <w:t>Ibid, masalah ke-731 dan ke-736.</w:t>
      </w:r>
    </w:p>
  </w:footnote>
  <w:footnote w:id="18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FB707C">
        <w:t>Taudhih Al-Masail, masalah ke-741.</w:t>
      </w:r>
    </w:p>
  </w:footnote>
  <w:footnote w:id="18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FB707C">
        <w:t>Ibid, masalah ke-729.</w:t>
      </w:r>
    </w:p>
  </w:footnote>
  <w:footnote w:id="18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FB707C">
        <w:t>Ibid, masalah ke-735.</w:t>
      </w:r>
    </w:p>
  </w:footnote>
  <w:footnote w:id="18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FB707C">
        <w:t>Seluruh marja’: telah melewati atas kepala, (masalah ke-743).</w:t>
      </w:r>
    </w:p>
  </w:footnote>
  <w:footnote w:id="18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FB707C">
        <w:t>Khu;i: harus dihitung dari permulaan terbenamnya matahari sampai permulaan terbitnya matahari, (masalah ke-747).</w:t>
      </w:r>
    </w:p>
  </w:footnote>
  <w:footnote w:id="18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Berdasarkan ihtiyath wajib, maka waktu untuk salat isya adalah sebagaimana yang tercantum dalam teks di atas,</w:t>
      </w:r>
    </w:p>
    <w:p w:rsidR="001027D5" w:rsidRDefault="001027D5" w:rsidP="00E917C4">
      <w:pPr>
        <w:pStyle w:val="libFootnote"/>
        <w:ind w:left="180" w:hanging="180"/>
      </w:pPr>
      <w:r>
        <w:t>adapun waktu untuk salat malam (salat tahajud) dihitung sampai permulaan terbitnya mata-hari, (Ibid: masalah ke-</w:t>
      </w:r>
    </w:p>
    <w:p w:rsidR="001027D5" w:rsidRDefault="001027D5" w:rsidP="00E917C4">
      <w:pPr>
        <w:pStyle w:val="libFootnote"/>
        <w:ind w:left="180" w:hanging="180"/>
      </w:pPr>
      <w:r>
        <w:t>739).</w:t>
      </w:r>
    </w:p>
  </w:footnote>
  <w:footnote w:id="18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FB707C">
        <w:t>Kira-kira sebelas jam lebih lima belas menit setelah waktu salat Zuhur adalah akhir waktu salat Maghrib dan Isya.</w:t>
      </w:r>
    </w:p>
  </w:footnote>
  <w:footnote w:id="18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565351">
        <w:t>Ibid, masalah ke-744.</w:t>
      </w:r>
    </w:p>
  </w:footnote>
  <w:footnote w:id="19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42DDA">
        <w:t>Ibid, masalah ke-751.</w:t>
      </w:r>
    </w:p>
  </w:footnote>
  <w:footnote w:id="19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42DDA">
        <w:t>Ibid, masalah ke-747.</w:t>
      </w:r>
    </w:p>
  </w:footnote>
  <w:footnote w:id="19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F6711">
        <w:t>Taudhih Al-Masail, masalah ke-776.</w:t>
      </w:r>
    </w:p>
  </w:footnote>
  <w:footnote w:id="19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F6711">
        <w:t>Aurat lelaki adalah penis, testis (biji pelir) dan lubang anus (peny.).</w:t>
      </w:r>
    </w:p>
  </w:footnote>
  <w:footnote w:id="19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F6711">
        <w:t>Ibid, masalah ke-788 dan ke-889.</w:t>
      </w:r>
    </w:p>
  </w:footnote>
  <w:footnote w:id="19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6439CB">
        <w:t>Ibid, masalah ke-789.</w:t>
      </w:r>
    </w:p>
  </w:footnote>
  <w:footnote w:id="19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6439CB">
        <w:t>Rujuk Pelajaran 3.</w:t>
      </w:r>
    </w:p>
  </w:footnote>
  <w:footnote w:id="19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72A2B">
        <w:t>Taudhih Al-Masail, masalah ke-799.</w:t>
      </w:r>
    </w:p>
  </w:footnote>
  <w:footnote w:id="19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Gulpaigani: seseorang tidak tahu bahwa salat dengan badan atau pakaian najis adalah batal; jika dia melakukan salat</w:t>
      </w:r>
    </w:p>
    <w:p w:rsidR="001027D5" w:rsidRDefault="001027D5" w:rsidP="00E917C4">
      <w:pPr>
        <w:pStyle w:val="libFootnote"/>
        <w:ind w:left="180" w:hanging="180"/>
      </w:pPr>
      <w:r>
        <w:t>dengan badan atau pakaian najis, maka berdasarkan ihtiyath wajib salatnya batal, (masalah ke-7079). Araki:</w:t>
      </w:r>
    </w:p>
    <w:p w:rsidR="001027D5" w:rsidRDefault="001027D5" w:rsidP="00E917C4">
      <w:pPr>
        <w:pStyle w:val="libFootnote"/>
        <w:ind w:left="180" w:hanging="180"/>
      </w:pPr>
      <w:r>
        <w:t>seseorang tidak tahu bahwa salat dengan badan atau pakaian najis adalah batal; lalu jika dia melakukan salat dengan</w:t>
      </w:r>
    </w:p>
    <w:p w:rsidR="001027D5" w:rsidRDefault="001027D5" w:rsidP="00E917C4">
      <w:pPr>
        <w:pStyle w:val="libFootnote"/>
        <w:ind w:left="180" w:hanging="180"/>
      </w:pPr>
      <w:r>
        <w:t>badan atau pakaian najis, maka salatnya batal (masalah ke-794).</w:t>
      </w:r>
    </w:p>
  </w:footnote>
  <w:footnote w:id="19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72A2B">
        <w:t>Ibid, masalah ke-800.</w:t>
      </w:r>
    </w:p>
  </w:footnote>
  <w:footnote w:id="20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72A2B">
        <w:t>Ibid, masalah ke-803.</w:t>
      </w:r>
    </w:p>
  </w:footnote>
  <w:footnote w:id="20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72A2B">
        <w:t>Ibid, masalah ke-802.</w:t>
      </w:r>
    </w:p>
  </w:footnote>
  <w:footnote w:id="20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72A2B">
        <w:t>Ibid, masalah ke-848.</w:t>
      </w:r>
    </w:p>
  </w:footnote>
  <w:footnote w:id="20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Ukuran logam satu dirham adalah lingkaran yang kira-kira tidak sampai satu ruas dari jari telunjuk, atau sebesar uang</w:t>
      </w:r>
    </w:p>
    <w:p w:rsidR="001027D5" w:rsidRDefault="001027D5" w:rsidP="00E917C4">
      <w:pPr>
        <w:pStyle w:val="libFootnote"/>
        <w:ind w:left="180" w:hanging="180"/>
      </w:pPr>
      <w:r>
        <w:t>logam 100 rupiah.</w:t>
      </w:r>
    </w:p>
  </w:footnote>
  <w:footnote w:id="20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72A2B">
        <w:t>Ibid, masalah ke-484.</w:t>
      </w:r>
    </w:p>
  </w:footnote>
  <w:footnote w:id="20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Ibid.</w:t>
      </w:r>
    </w:p>
  </w:footnote>
  <w:footnote w:id="20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459C9">
        <w:t>Ibid, masalah ke-861.</w:t>
      </w:r>
    </w:p>
  </w:footnote>
  <w:footnote w:id="20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459C9">
        <w:t>Ibid, masalah ke-864.</w:t>
      </w:r>
    </w:p>
  </w:footnote>
  <w:footnote w:id="20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459C9">
        <w:t>Ibid, masalah ke-865.</w:t>
      </w:r>
    </w:p>
  </w:footnote>
  <w:footnote w:id="20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4513F">
        <w:t>Taudhih Al-Masail, bab tempat salat.</w:t>
      </w:r>
    </w:p>
  </w:footnote>
  <w:footnote w:id="21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4513F">
        <w:t>Dalam Risalah seluruh marja’, juga terdapat syarat-syarat yang lain.</w:t>
      </w:r>
    </w:p>
  </w:footnote>
  <w:footnote w:id="21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4513F">
        <w:t>Ibid, masalah ke-866.</w:t>
      </w:r>
    </w:p>
  </w:footnote>
  <w:footnote w:id="21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4513F">
        <w:t>Ibid, masalah ke-880.</w:t>
      </w:r>
    </w:p>
  </w:footnote>
  <w:footnote w:id="21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4513F">
        <w:t>Ibid, masalah ke-884.</w:t>
      </w:r>
    </w:p>
  </w:footnote>
  <w:footnote w:id="21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Gulpaigani: berdasarkan ihtiyath wajib, tidak boleh melakukan salat lebih depan atau sejajar dengan makam Rasulullah</w:t>
      </w:r>
    </w:p>
    <w:p w:rsidR="001027D5" w:rsidRDefault="001027D5" w:rsidP="00E917C4">
      <w:pPr>
        <w:pStyle w:val="libFootnote"/>
        <w:ind w:left="180" w:hanging="180"/>
      </w:pPr>
      <w:r>
        <w:t>saw. dan makam imam-imam maksum a.s. (masalah ke-898).</w:t>
      </w:r>
    </w:p>
  </w:footnote>
  <w:footnote w:id="21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4513F">
        <w:t>Ibid, masalah ke-893.</w:t>
      </w:r>
    </w:p>
  </w:footnote>
  <w:footnote w:id="21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06E10">
        <w:t>Ibid, masalah ke-896 dan 897.</w:t>
      </w:r>
    </w:p>
  </w:footnote>
  <w:footnote w:id="21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06E10">
        <w:t>Hukum-hukum masjid akan tiba pada Pelajaran 44 secara terinci.</w:t>
      </w:r>
    </w:p>
  </w:footnote>
  <w:footnote w:id="21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06E10">
        <w:t>Ibid, masalah ke-926 dan ke-918.</w:t>
      </w:r>
    </w:p>
  </w:footnote>
  <w:footnote w:id="21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06E10">
        <w:t>Ibid, masalah ke-919.</w:t>
      </w:r>
    </w:p>
  </w:footnote>
  <w:footnote w:id="22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031AC">
        <w:t>Ibid, masalah ke-935.</w:t>
      </w:r>
    </w:p>
  </w:footnote>
  <w:footnote w:id="22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031AC">
        <w:t>Ibid, masalah ke-931.</w:t>
      </w:r>
    </w:p>
  </w:footnote>
  <w:footnote w:id="22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031AC">
        <w:t>Ibid, masalah ke-920</w:t>
      </w:r>
    </w:p>
  </w:footnote>
  <w:footnote w:id="22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3764B">
        <w:t>Ibid, masalah ke-923.</w:t>
      </w:r>
    </w:p>
  </w:footnote>
  <w:footnote w:id="22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3764B">
        <w:t>Al-’Urwah Al-Wutsqa, Jil. 1, hal. 601.</w:t>
      </w:r>
    </w:p>
  </w:footnote>
  <w:footnote w:id="22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3764B">
        <w:t>Taudhih Al-Masail, masalah ke-917.</w:t>
      </w:r>
    </w:p>
  </w:footnote>
  <w:footnote w:id="22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C6CD8">
        <w:t>Ibid, bab kewajiban-kewajiban salat.</w:t>
      </w:r>
    </w:p>
  </w:footnote>
  <w:footnote w:id="22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C6CD8">
        <w:t>Taudhih Al-Masail, masalah ke-942.</w:t>
      </w:r>
    </w:p>
  </w:footnote>
  <w:footnote w:id="22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C6CD8">
        <w:t>Ibid.</w:t>
      </w:r>
    </w:p>
  </w:footnote>
  <w:footnote w:id="22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C6CD8">
        <w:t>Ibid, masalah ke-943.</w:t>
      </w:r>
    </w:p>
  </w:footnote>
  <w:footnote w:id="23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83F04">
        <w:t>Ibid, masalah ke-946, 947.</w:t>
      </w:r>
    </w:p>
  </w:footnote>
  <w:footnote w:id="23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Gulpaigani: jika riya terjadi pada hal-hal sunah dalam salat, maka salatnya—ber-dasarkan ihtiyath wajib—harus</w:t>
      </w:r>
    </w:p>
    <w:p w:rsidR="001027D5" w:rsidRDefault="001027D5" w:rsidP="00E917C4">
      <w:pPr>
        <w:pStyle w:val="libFootnote"/>
        <w:ind w:left="180" w:hanging="180"/>
      </w:pPr>
      <w:r>
        <w:t>diselesaikan kemudian diulangi lagi (masalah ke-956).</w:t>
      </w:r>
    </w:p>
  </w:footnote>
  <w:footnote w:id="23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B60893">
        <w:t>Ibid, masalah ke-948, 949, 951, 952.</w:t>
      </w:r>
    </w:p>
  </w:footnote>
  <w:footnote w:id="23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B60893">
        <w:t>Ibid, masalah ke-958.</w:t>
      </w:r>
    </w:p>
  </w:footnote>
  <w:footnote w:id="23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B60893">
        <w:t>Ibid, masalah ke-959.</w:t>
      </w:r>
    </w:p>
  </w:footnote>
  <w:footnote w:id="23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B60725">
        <w:t>Ibid, masalah ke-960.</w:t>
      </w:r>
    </w:p>
  </w:footnote>
  <w:footnote w:id="23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B60725">
        <w:t>Ibid, masalah ke-961, 963 dan 964.</w:t>
      </w:r>
    </w:p>
  </w:footnote>
  <w:footnote w:id="23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B60725">
        <w:t>Khu’i: ihtiyath mustahab, kedua kaki harus berada di bumi, masalah ke-972.</w:t>
      </w:r>
    </w:p>
  </w:footnote>
  <w:footnote w:id="23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B60725">
        <w:t>Ibid, masalah ke-963</w:t>
      </w:r>
    </w:p>
  </w:footnote>
  <w:footnote w:id="23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B60725">
        <w:t>Ibid, masalah ke-970 &amp; ke-971.</w:t>
      </w:r>
    </w:p>
  </w:footnote>
  <w:footnote w:id="24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FD6D75">
        <w:t>Tahrir Al-Wasilah, Jil. 1, hal. 162, masalah pertama. Al-’Urwah Al-Wutsqa, Jil. 1, hal. 665.</w:t>
      </w:r>
    </w:p>
  </w:footnote>
  <w:footnote w:id="24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F09A6">
        <w:t>Taudhih Al-Masail, masalah ke-1005.</w:t>
      </w:r>
    </w:p>
  </w:footnote>
  <w:footnote w:id="24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BF5853">
        <w:t>Ibid, masalah ke-992 sampai ke-994 dan ke-1007.</w:t>
      </w:r>
    </w:p>
  </w:footnote>
  <w:footnote w:id="24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BF5853">
        <w:t>Hukum ini berlaku baik atas orang dewasa maupun atas remaja dan anak-anak.</w:t>
      </w:r>
    </w:p>
  </w:footnote>
  <w:footnote w:id="24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03704">
        <w:t>Ibid, masalah ke-995.</w:t>
      </w:r>
    </w:p>
  </w:footnote>
  <w:footnote w:id="24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Ibid</w:t>
      </w:r>
      <w:r w:rsidRPr="00003704">
        <w:t>.</w:t>
      </w:r>
    </w:p>
  </w:footnote>
  <w:footnote w:id="24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61BAF">
        <w:t>Gulpaigani: berdasarkan ihtiyath wajib, salatnya dikerjakan secara berjamaah (masalah ke-1006).</w:t>
      </w:r>
    </w:p>
  </w:footnote>
  <w:footnote w:id="24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61BAF">
        <w:t>Ibid, masalah ke-997.</w:t>
      </w:r>
    </w:p>
  </w:footnote>
  <w:footnote w:id="24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61BAF">
        <w:t>Ibid, masalah ke-1001.</w:t>
      </w:r>
    </w:p>
  </w:footnote>
  <w:footnote w:id="24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61BAF">
        <w:t>Gulpaigani- Araki: dia harus mengulang salatnya (masalah ke-1010).</w:t>
      </w:r>
    </w:p>
  </w:footnote>
  <w:footnote w:id="25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61BAF">
        <w:t>Ibid, masalah ke-979.</w:t>
      </w:r>
    </w:p>
  </w:footnote>
  <w:footnote w:id="25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61BAF">
        <w:t>Ibid, masalah ke-1006.</w:t>
      </w:r>
    </w:p>
  </w:footnote>
  <w:footnote w:id="252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E61BAF">
        <w:t>Ibid, masalah ke-1017 &amp; 1018.</w:t>
      </w:r>
    </w:p>
  </w:footnote>
  <w:footnote w:id="253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F56443">
        <w:t>Taudhih Al-Masail, masalah ke-1022.</w:t>
      </w:r>
    </w:p>
  </w:footnote>
  <w:footnote w:id="254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F56443">
        <w:t>Al-’Urwah Al-Wutsqa, Jil. 1, hal. 664.</w:t>
      </w:r>
    </w:p>
  </w:footnote>
  <w:footnote w:id="255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F56443">
        <w:t xml:space="preserve">Araki: sebatas ini adalah syarat (masalah ke-1020). Gulpaigani: harus sebatas tiga kali </w:t>
      </w:r>
      <w:r w:rsidRPr="00F56443">
        <w:rPr>
          <w:rtl/>
        </w:rPr>
        <w:t>سُبْحَانَ الله</w:t>
      </w:r>
      <w:r w:rsidRPr="00F56443">
        <w:t xml:space="preserve"> (masalah ke-1037).</w:t>
      </w:r>
    </w:p>
  </w:footnote>
  <w:footnote w:id="256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F56443">
        <w:t>Taudhih Al-Masail, masalah ke-1028.</w:t>
      </w:r>
    </w:p>
  </w:footnote>
  <w:footnote w:id="257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F56443">
        <w:t>Ibid, masalah 1030.</w:t>
      </w:r>
    </w:p>
  </w:footnote>
  <w:footnote w:id="25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Gulpaigani: setelah badan tenang, zikir harus diulangi lagi, dan berdasarkan ihtiyath wajib selesaikanlah salat lalu</w:t>
      </w:r>
    </w:p>
    <w:p w:rsidR="001027D5" w:rsidRDefault="001027D5" w:rsidP="00E917C4">
      <w:pPr>
        <w:pStyle w:val="libFootnote"/>
        <w:ind w:left="180" w:hanging="180"/>
      </w:pPr>
      <w:r>
        <w:t>mengulanginya dari awal. Maka, jika dia hanya membaca zikir yang pertama itu, maka salatnya batal (masalah ke-</w:t>
      </w:r>
    </w:p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t>1041).</w:t>
      </w:r>
    </w:p>
  </w:footnote>
  <w:footnote w:id="259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F56443">
        <w:t>Ibid, masalah ke-1032 &amp; 1033.</w:t>
      </w:r>
    </w:p>
  </w:footnote>
  <w:footnote w:id="260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3F1AA2">
        <w:t>Ibid, masalah ke-1040.</w:t>
      </w:r>
    </w:p>
  </w:footnote>
  <w:footnote w:id="26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Gulpaigani: dalam kondisi ini, berdasarkan ihtiyath wajib, harus meng-ulangi salatnya dan melakukan rukuk dengan</w:t>
      </w:r>
    </w:p>
    <w:p w:rsidR="001027D5" w:rsidRDefault="001027D5" w:rsidP="00E917C4">
      <w:pPr>
        <w:pStyle w:val="libFootnote"/>
        <w:ind w:left="180" w:hanging="180"/>
      </w:pPr>
      <w:r>
        <w:t>duduk. Jika sama sekali tidak bisa menunduk, maka ketika rukuk harus duduk dan merukuk sambil duduk. Dan ihtiyath</w:t>
      </w:r>
    </w:p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t>wajibnya adalah kerjakan salat yang lain dan lakukan rukuk dengan isyarat kepala. (masalah ke-1045)</w:t>
      </w:r>
    </w:p>
  </w:footnote>
  <w:footnote w:id="262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634C2B">
        <w:t>Khu’i: rukuknya harus dilakukan dengan isyarat kepala (masalah ke-1045).</w:t>
      </w:r>
    </w:p>
  </w:footnote>
  <w:footnote w:id="263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634C2B">
        <w:t>Taudhih Al-Masail, masalah ke-1037</w:t>
      </w:r>
    </w:p>
  </w:footnote>
  <w:footnote w:id="264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634C2B">
        <w:t>Ibid, masalah ke-1043</w:t>
      </w:r>
    </w:p>
  </w:footnote>
  <w:footnote w:id="265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634C2B">
        <w:t>Ibid, masalah ke-1045.</w:t>
      </w:r>
    </w:p>
  </w:footnote>
  <w:footnote w:id="266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634C2B">
        <w:t>Al-’Urwah Al-Wutsqa, Jil. 1, hal. 673.</w:t>
      </w:r>
    </w:p>
  </w:footnote>
  <w:footnote w:id="26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F2F8A">
        <w:t>Araki: tidak boleh kurang dari batasan ini adalah syarat.</w:t>
      </w:r>
    </w:p>
  </w:footnote>
  <w:footnote w:id="26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8332D">
        <w:t>Ibid, masalah ke-1049 &amp; 1050.</w:t>
      </w:r>
    </w:p>
  </w:footnote>
  <w:footnote w:id="26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Setelah dahi sampai ke tanah dan badan sudah tenan, zikirnya harus diulangi lagi, dan berdasarkan ihtiyath wajib</w:t>
      </w:r>
    </w:p>
    <w:p w:rsidR="001027D5" w:rsidRDefault="001027D5" w:rsidP="00E917C4">
      <w:pPr>
        <w:pStyle w:val="libFootnote"/>
        <w:ind w:left="180" w:hanging="180"/>
      </w:pPr>
      <w:r>
        <w:t>menyeselesaikan salatnya lalu mengulangi dari awal (mas-alah ke-1060).</w:t>
      </w:r>
    </w:p>
  </w:footnote>
  <w:footnote w:id="27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F07F6">
        <w:t>Taudhih Al-Masail, masalah ke-1051-1052.</w:t>
      </w:r>
    </w:p>
  </w:footnote>
  <w:footnote w:id="27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6457F">
        <w:t>Ibid, masalah ke-1056.</w:t>
      </w:r>
    </w:p>
  </w:footnote>
  <w:footnote w:id="27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B661C">
        <w:t>Ibid, masalah ke-1052.</w:t>
      </w:r>
    </w:p>
  </w:footnote>
  <w:footnote w:id="27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Gulpaigani: berdasarkan ihtiyath wajib, setelah seluruh anggota sujud tenang, ulangi lagi bacaan zikir wajib dan</w:t>
      </w:r>
    </w:p>
    <w:p w:rsidR="001027D5" w:rsidRDefault="001027D5" w:rsidP="00E917C4">
      <w:pPr>
        <w:pStyle w:val="libFootnote"/>
        <w:ind w:left="180" w:hanging="180"/>
      </w:pPr>
      <w:r>
        <w:t>selesaikan salat lalu ulangi salat dari awal (masalah ke-1063).</w:t>
      </w:r>
    </w:p>
  </w:footnote>
  <w:footnote w:id="27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81E09">
        <w:t>Taudhih Al-Masail, masalah ke-1054.</w:t>
      </w:r>
    </w:p>
  </w:footnote>
  <w:footnote w:id="27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81E09">
        <w:t>Tahrir Al-Wasilah, Jil. 1, hal. 173, masalah ke-2. Al-’Urwah Al-Wutsqa, Jil. 1, hal. 676, masalah ke-7.</w:t>
      </w:r>
    </w:p>
  </w:footnote>
  <w:footnote w:id="27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B3086">
        <w:t>Taudhih Al-Masail, masalah ke-1057.</w:t>
      </w:r>
    </w:p>
  </w:footnote>
  <w:footnote w:id="27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5D2BE6">
        <w:t>Khu’i-Araki: tidak boleh lebih tinggi atau lebih rendah (masalah ke-1066).</w:t>
      </w:r>
    </w:p>
  </w:footnote>
  <w:footnote w:id="27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87671">
        <w:t>Ibid, masalah ke-1057.</w:t>
      </w:r>
    </w:p>
  </w:footnote>
  <w:footnote w:id="27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83E57">
        <w:t>Ibid, masalah ke-1076</w:t>
      </w:r>
    </w:p>
  </w:footnote>
  <w:footnote w:id="28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83E57">
        <w:t>Araki-Gulpaigani: tidak sah bersujud di atas kapur, gamping dan tanah yang sudah matang (masalah ke-1090).</w:t>
      </w:r>
    </w:p>
  </w:footnote>
  <w:footnote w:id="28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83E57">
        <w:t>Taudhih Al-Masail, masalah ke-1076</w:t>
      </w:r>
    </w:p>
  </w:footnote>
  <w:footnote w:id="28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83E57">
        <w:t>Ibid, masalah ke-1090.</w:t>
      </w:r>
    </w:p>
  </w:footnote>
  <w:footnote w:id="28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83E57">
        <w:t>Ibid, masalah ke-1078.</w:t>
      </w:r>
    </w:p>
  </w:footnote>
  <w:footnote w:id="28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Gulpaigani: tidak boleh bersujud di atas kertas yang terbuat dari kapas dan semacam-nya, begitu juga tidak boleh</w:t>
      </w:r>
    </w:p>
    <w:p w:rsidR="001027D5" w:rsidRDefault="001027D5" w:rsidP="00E917C4">
      <w:pPr>
        <w:pStyle w:val="libFootnote"/>
        <w:ind w:left="180" w:hanging="180"/>
      </w:pPr>
      <w:r>
        <w:t>bersujud di atas kertas yang tidak diketahui; apakah terbuat dari sesuatu yang sah untuk dipakai sujud atau tidak</w:t>
      </w:r>
    </w:p>
    <w:p w:rsidR="001027D5" w:rsidRDefault="001027D5" w:rsidP="00E917C4">
      <w:pPr>
        <w:pStyle w:val="libFootnote"/>
        <w:ind w:left="180" w:hanging="180"/>
      </w:pPr>
      <w:r>
        <w:t>(masalah ke-1091)</w:t>
      </w:r>
    </w:p>
  </w:footnote>
  <w:footnote w:id="28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83E57">
        <w:t>Ibid, masalah ke-1082.</w:t>
      </w:r>
    </w:p>
  </w:footnote>
  <w:footnote w:id="28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Turbah: tanah Karbala atau tanah selain Karbala yang dibentuk seperti batu bata dan ukurannya dari yang paling kecil</w:t>
      </w:r>
    </w:p>
    <w:p w:rsidR="001027D5" w:rsidRDefault="001027D5" w:rsidP="00E917C4">
      <w:pPr>
        <w:pStyle w:val="libFootnote"/>
        <w:ind w:left="180" w:hanging="180"/>
      </w:pPr>
      <w:r>
        <w:t>(2 cm) sampai yang besar (pent.).</w:t>
      </w:r>
    </w:p>
  </w:footnote>
  <w:footnote w:id="28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83E57">
        <w:t>Taudhih Al-Masail, masalah ke-1083.</w:t>
      </w:r>
    </w:p>
  </w:footnote>
  <w:footnote w:id="28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83E57">
        <w:t>Ibid, masalah ke-1086.</w:t>
      </w:r>
    </w:p>
  </w:footnote>
  <w:footnote w:id="28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83E57">
        <w:t>Ibid, masalah ke-1068.</w:t>
      </w:r>
    </w:p>
  </w:footnote>
  <w:footnote w:id="29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83E57">
        <w:t>Ibid, masalah ke-1069.</w:t>
      </w:r>
    </w:p>
  </w:footnote>
  <w:footnote w:id="29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26231">
        <w:t>Ibid, masalah ke-1091.</w:t>
      </w:r>
    </w:p>
  </w:footnote>
  <w:footnote w:id="29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26231">
        <w:t>Ibid, masalah ke-1093.</w:t>
      </w:r>
    </w:p>
  </w:footnote>
  <w:footnote w:id="29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Ibid.</w:t>
      </w:r>
    </w:p>
  </w:footnote>
  <w:footnote w:id="29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Ibid.</w:t>
      </w:r>
    </w:p>
  </w:footnote>
  <w:footnote w:id="29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A7648">
        <w:t>Ibid, masalah ke-1096.</w:t>
      </w:r>
    </w:p>
  </w:footnote>
  <w:footnote w:id="29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Gulpaigani: jika ayat sujud itu dibaca melalui speaker atau radio dan seseorang mendengarkannya, maka dia wajib</w:t>
      </w:r>
    </w:p>
    <w:p w:rsidR="001027D5" w:rsidRDefault="001027D5" w:rsidP="00E917C4">
      <w:pPr>
        <w:pStyle w:val="libFootnote"/>
        <w:ind w:left="180" w:hanging="180"/>
      </w:pPr>
      <w:r>
        <w:t>bersujud, (masalah ke-1102). Araki: jika mendengar ayat sujud dari rekaman, berdasarkan ihtiyath wajib harus</w:t>
      </w:r>
    </w:p>
    <w:p w:rsidR="001027D5" w:rsidRDefault="001027D5" w:rsidP="00E917C4">
      <w:pPr>
        <w:pStyle w:val="libFootnote"/>
        <w:ind w:left="180" w:hanging="180"/>
      </w:pPr>
      <w:r>
        <w:t>bersujud. Akan tetapi, jika mendengarnya dari bacaan orang melalui speaker, maka wajib bersujud, (masalah ke-1088).</w:t>
      </w:r>
    </w:p>
  </w:footnote>
  <w:footnote w:id="29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A7648">
        <w:t>Ibid, masalah ke-1096.</w:t>
      </w:r>
    </w:p>
  </w:footnote>
  <w:footnote w:id="29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97168">
        <w:t>Ibid, masalah ke-1097.</w:t>
      </w:r>
    </w:p>
  </w:footnote>
  <w:footnote w:id="29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Seluruh marja’: memenuhi sebagian dari syarat-syarat sujud adalah sebuah keharusan. Silakan merujuk Taudhih Al-</w:t>
      </w:r>
    </w:p>
    <w:p w:rsidR="001027D5" w:rsidRDefault="001027D5" w:rsidP="00E917C4">
      <w:pPr>
        <w:pStyle w:val="libFootnote"/>
        <w:ind w:left="180" w:hanging="180"/>
      </w:pPr>
      <w:r>
        <w:t>Masail, masalah ke-1089.</w:t>
      </w:r>
    </w:p>
  </w:footnote>
  <w:footnote w:id="30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97168">
        <w:t>Ibid, masalah ke-1099.</w:t>
      </w:r>
    </w:p>
  </w:footnote>
  <w:footnote w:id="30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16434">
        <w:t>Ibid, masalah ke-1100.</w:t>
      </w:r>
    </w:p>
  </w:footnote>
  <w:footnote w:id="30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Gulpaigani: Bila pelaku salat membaca salam ini, maka menurut ihtiyath wajib dia harus melanjutkan dengan membaca</w:t>
      </w:r>
    </w:p>
    <w:p w:rsidR="001027D5" w:rsidRDefault="001027D5" w:rsidP="00E917C4">
      <w:pPr>
        <w:pStyle w:val="libFootnote"/>
        <w:ind w:left="180" w:hanging="180"/>
      </w:pPr>
      <w:r>
        <w:t>Assalamu ‘alaikum wa rohmatu-llahi wa barokatuh (masalah ke-1114).</w:t>
      </w:r>
    </w:p>
  </w:footnote>
  <w:footnote w:id="30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16434">
        <w:t>Ibid, masalah ke-1105.</w:t>
      </w:r>
    </w:p>
  </w:footnote>
  <w:footnote w:id="30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86DDC">
        <w:t>Ibid, masalah ke-1105.</w:t>
      </w:r>
    </w:p>
  </w:footnote>
  <w:footnote w:id="30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E6EBF">
        <w:t>Ibid, masalah ke-1114.</w:t>
      </w:r>
    </w:p>
  </w:footnote>
  <w:footnote w:id="30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E6EBF">
        <w:t>Ibid, masalah ke-1116.</w:t>
      </w:r>
    </w:p>
  </w:footnote>
  <w:footnote w:id="30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E6EBF">
        <w:t>Ibid, masalah ke-1117.</w:t>
      </w:r>
    </w:p>
  </w:footnote>
  <w:footnote w:id="308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AE6EBF">
        <w:t>Ibid, masalah ke-1118.</w:t>
      </w:r>
    </w:p>
  </w:footnote>
  <w:footnote w:id="30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E6EBF">
        <w:t>Ibid, masalah ke-1122.</w:t>
      </w:r>
    </w:p>
  </w:footnote>
  <w:footnote w:id="31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B1BFB">
        <w:t>Taudhih Al-Masail, masalah ke-1126.</w:t>
      </w:r>
    </w:p>
  </w:footnote>
  <w:footnote w:id="31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B1BFB">
        <w:t>Gulpaigani-Araki: jika kata-kata itu terdiri dari dua huruf atau lebih, (Ibid, hal. 199).</w:t>
      </w:r>
    </w:p>
  </w:footnote>
  <w:footnote w:id="31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B1BFB">
        <w:t>Ibid, hal. 154.</w:t>
      </w:r>
    </w:p>
  </w:footnote>
  <w:footnote w:id="31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Ibid</w:t>
      </w:r>
      <w:r w:rsidRPr="00AB1BFB">
        <w:t>.</w:t>
      </w:r>
    </w:p>
  </w:footnote>
  <w:footnote w:id="31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5114AE">
        <w:t>Khu;i: salatnya tidak batal, akan tetapi seusai salat dia harus bersujud sahwi, (masalah ke-1141).</w:t>
      </w:r>
    </w:p>
  </w:footnote>
  <w:footnote w:id="31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A0729">
        <w:t>Taudhih Al-Masail, masalah ke-1137.</w:t>
      </w:r>
    </w:p>
  </w:footnote>
  <w:footnote w:id="31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Araki- Gulpaigani: jawablah sebagaimana salam yang diucapkan oleh orang itu. Akan tetapi, ketika disalami dengan</w:t>
      </w:r>
    </w:p>
    <w:p w:rsidR="001027D5" w:rsidRDefault="001027D5" w:rsidP="00E917C4">
      <w:pPr>
        <w:pStyle w:val="libFootnote"/>
        <w:ind w:left="180" w:hanging="180"/>
      </w:pPr>
      <w:r>
        <w:t>ucapan alaikum salam, jawablah dengan ucapan; salamun alaikum (masalah ke-1146). Khu’i: berdasarkan ihtiyath</w:t>
      </w:r>
    </w:p>
    <w:p w:rsidR="001027D5" w:rsidRDefault="001027D5" w:rsidP="00E917C4">
      <w:pPr>
        <w:pStyle w:val="libFootnote"/>
        <w:ind w:left="180" w:hanging="180"/>
      </w:pPr>
      <w:r>
        <w:t>wajib, jawablah sesuai dengan ucapan salamnya. Menjawab dengan alaikum salam boleh-boleh saja (masalah ke-</w:t>
      </w:r>
    </w:p>
    <w:p w:rsidR="001027D5" w:rsidRDefault="001027D5" w:rsidP="00E917C4">
      <w:pPr>
        <w:pStyle w:val="libFootnote"/>
        <w:ind w:left="180" w:hanging="180"/>
      </w:pPr>
      <w:r>
        <w:t>1146).</w:t>
      </w:r>
    </w:p>
  </w:footnote>
  <w:footnote w:id="31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A0729">
        <w:t>Ibid, hal. 156, tentang hal-hal ketujuh dan kedelapan yang membatalkan salat.</w:t>
      </w:r>
    </w:p>
  </w:footnote>
  <w:footnote w:id="31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Seluruh Marja’: berdasarkan ihtiyath wajib, untuk urusan dunia pun tidak boleh menangis, walaupun tanpa suara (Ibid,</w:t>
      </w:r>
    </w:p>
    <w:p w:rsidR="001027D5" w:rsidRDefault="001027D5" w:rsidP="00E917C4">
      <w:pPr>
        <w:pStyle w:val="libFootnote"/>
        <w:ind w:left="180" w:hanging="180"/>
      </w:pPr>
      <w:r>
        <w:t>hal. 209).</w:t>
      </w:r>
    </w:p>
  </w:footnote>
  <w:footnote w:id="31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Gulpaigani: jika menolehkan kepala ke kanan atau ke kiri kiblat, baik sengaja ataupun lupa, salatnya tidaklah batal,</w:t>
      </w:r>
    </w:p>
    <w:p w:rsidR="001027D5" w:rsidRDefault="001027D5" w:rsidP="00E917C4">
      <w:pPr>
        <w:pStyle w:val="libFootnote"/>
        <w:ind w:left="180" w:hanging="180"/>
      </w:pPr>
      <w:r>
        <w:t>akan tetapi makruh, (masalah ke-1140).</w:t>
      </w:r>
    </w:p>
  </w:footnote>
  <w:footnote w:id="32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03677">
        <w:t>Ibid, masalah ke-1131.</w:t>
      </w:r>
    </w:p>
  </w:footnote>
  <w:footnote w:id="32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03677">
        <w:t>Ibid, hal. 156, tentang hal kesembilan yang membatalkan salat.</w:t>
      </w:r>
    </w:p>
  </w:footnote>
  <w:footnote w:id="32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03677">
        <w:t>Ibid, masalah ke-1152.</w:t>
      </w:r>
    </w:p>
  </w:footnote>
  <w:footnote w:id="32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03677">
        <w:t>Ibid, masalah 1159-1161.</w:t>
      </w:r>
    </w:p>
  </w:footnote>
  <w:footnote w:id="32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03677">
        <w:t>Ibid, masalah ke-1160.</w:t>
      </w:r>
    </w:p>
  </w:footnote>
  <w:footnote w:id="32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03677">
        <w:t>Ibid, masalah ke-1157.</w:t>
      </w:r>
    </w:p>
  </w:footnote>
  <w:footnote w:id="326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82E74">
        <w:t>Pelajaran ini cukup dibacakan saja.</w:t>
      </w:r>
    </w:p>
  </w:footnote>
  <w:footnote w:id="32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812E1">
        <w:t>Tahrir Al-Wasilah, Jil. 1, hal. 198-200.</w:t>
      </w:r>
    </w:p>
  </w:footnote>
  <w:footnote w:id="32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Sekaitan dengan keraguan dalam salat, juga ada masalah-masalah yang lain. Karena kemungkinan terjadinya</w:t>
      </w:r>
    </w:p>
    <w:p w:rsidR="001027D5" w:rsidRDefault="001027D5" w:rsidP="00E917C4">
      <w:pPr>
        <w:pStyle w:val="libFootnote"/>
        <w:ind w:left="180" w:hanging="180"/>
      </w:pPr>
      <w:r>
        <w:t>keraguan tersebut sangatlah kecil, itu tidak diterangkan di sini. Akan tetapi, untuk mengenalnya bisa merujuk Risalah</w:t>
      </w:r>
    </w:p>
    <w:p w:rsidR="001027D5" w:rsidRDefault="001027D5" w:rsidP="00E917C4">
      <w:pPr>
        <w:pStyle w:val="libFootnote"/>
        <w:ind w:left="180" w:hanging="180"/>
      </w:pPr>
      <w:r>
        <w:t>Taudhih Al-Masail, masalah ke-1165 s/d ke-1200.</w:t>
      </w:r>
    </w:p>
  </w:footnote>
  <w:footnote w:id="32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57344">
        <w:t>Taudhih Al-Masail, masalah ke-1165.</w:t>
      </w:r>
    </w:p>
  </w:footnote>
  <w:footnote w:id="33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57344">
        <w:t>Ibid, masalah ke-1168.</w:t>
      </w:r>
    </w:p>
  </w:footnote>
  <w:footnote w:id="33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A2ED0">
        <w:t>Ibid, masalah ke-1199. Al-’Urwah Al-Wutsqa, Jil. 2, hal. 20, masalah ke-3.</w:t>
      </w:r>
    </w:p>
  </w:footnote>
  <w:footnote w:id="332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A11D75">
        <w:t>Gulpaigani-Khu’i: Al-Fatihah wajib dibaca secara pelan (masalah ke-1225).</w:t>
      </w:r>
    </w:p>
  </w:footnote>
  <w:footnote w:id="333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966609">
        <w:t>Taudhih Al-Masail, masalah ke-1215 &amp; 1216.</w:t>
      </w:r>
    </w:p>
  </w:footnote>
  <w:footnote w:id="334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8D7189">
        <w:t>Khu’i: berdasarkan ihtiyath wajib, hendaknya membaca bacaan yang kedua, (masalah ke-1259).</w:t>
      </w:r>
    </w:p>
  </w:footnote>
  <w:footnote w:id="335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FB3935">
        <w:t>Ibid, masalah ke-1250.</w:t>
      </w:r>
    </w:p>
  </w:footnote>
  <w:footnote w:id="336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22509D">
        <w:t>Taudhih Al-Masail, hal. 173, bab salat musafir.</w:t>
      </w:r>
    </w:p>
  </w:footnote>
  <w:footnote w:id="33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Dalam pelajaran ini, salat-salat empat rakaat disebut juga dengan salat tamam (sempurna), sebagai bandingan dari</w:t>
      </w:r>
    </w:p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t>salat-salat dua atau tiga rakaat.</w:t>
      </w:r>
    </w:p>
  </w:footnote>
  <w:footnote w:id="338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22509D">
        <w:t>Ibid, masalah ke-1272-1273.</w:t>
      </w:r>
    </w:p>
  </w:footnote>
  <w:footnote w:id="339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22509D">
        <w:t>Jarak ini dinamakan dengan haddu tarakhkhus.</w:t>
      </w:r>
    </w:p>
  </w:footnote>
  <w:footnote w:id="34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Khu’i dan Araki: dia meninggalkan kota sedemikian jauhnya sampai tidak terdengar lagi azan dari sana dan dia tidak</w:t>
      </w:r>
    </w:p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t>terlihat lagi oleh penduduknya; yaitu dia sendiri tidak melihat lagi penduduk kota tersebut (masalah ke-1292).</w:t>
      </w:r>
    </w:p>
  </w:footnote>
  <w:footnote w:id="341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904FB1">
        <w:t>Ibid, salat musafir, syarat kedelapan.</w:t>
      </w:r>
    </w:p>
  </w:footnote>
  <w:footnote w:id="34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Khu’i-Arak: tempat yang tidak memiliki penduduk, jika sampai pada satu tempat sean-dainya tempat pertama memiliki</w:t>
      </w:r>
    </w:p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t>penduduk maka penduduknya tidak melihat dia lagi,</w:t>
      </w:r>
    </w:p>
  </w:footnote>
  <w:footnote w:id="343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BB6849">
        <w:t>Ibid, masalah ke-1321</w:t>
      </w:r>
    </w:p>
  </w:footnote>
  <w:footnote w:id="344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BB6849">
        <w:t>Ibid, masalah ke-1279.</w:t>
      </w:r>
    </w:p>
  </w:footnote>
  <w:footnote w:id="34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90B63">
        <w:t>Ibid, salat musafir.</w:t>
      </w:r>
    </w:p>
  </w:footnote>
  <w:footnote w:id="34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90B63">
        <w:t>Ibid, syarat keempat dan masalah ke-1328- 1335- 1353.</w:t>
      </w:r>
    </w:p>
  </w:footnote>
  <w:footnote w:id="34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90B63">
        <w:t>Ibid, masalah ke-1329.</w:t>
      </w:r>
    </w:p>
  </w:footnote>
  <w:footnote w:id="34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90B63">
        <w:t>Ibid, masalah ke-1331.</w:t>
      </w:r>
    </w:p>
  </w:footnote>
  <w:footnote w:id="34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Gulpaigani-Khu’i: tempat yang dipilih oleh seseorang sebagai wathon (tempat tinggal) seperti orang yang tinggal di</w:t>
      </w:r>
    </w:p>
    <w:p w:rsidR="001027D5" w:rsidRDefault="001027D5" w:rsidP="00E917C4">
      <w:pPr>
        <w:pStyle w:val="libFootnote"/>
        <w:ind w:left="180" w:hanging="180"/>
      </w:pPr>
      <w:r>
        <w:t>wathon asalnya sendiri di mana dia tinggal di situ; jika suatu saat dia bepergian dan kembali ke tempat tersebut, tempat</w:t>
      </w:r>
    </w:p>
    <w:p w:rsidR="001027D5" w:rsidRDefault="001027D5" w:rsidP="00E917C4">
      <w:pPr>
        <w:pStyle w:val="libFootnote"/>
        <w:ind w:left="180" w:hanging="180"/>
      </w:pPr>
      <w:r>
        <w:t>itu terhitung sebagai wathon-nya walaupun dia tidak berniat menetap selamanya di situ (masalah ke-1340).</w:t>
      </w:r>
    </w:p>
  </w:footnote>
  <w:footnote w:id="35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94F55">
        <w:t>Ibid, masalah ke-1330.</w:t>
      </w:r>
    </w:p>
  </w:footnote>
  <w:footnote w:id="35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94F55">
        <w:t>bid, masalah ke-1331.</w:t>
      </w:r>
    </w:p>
  </w:footnote>
  <w:footnote w:id="35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94F55">
        <w:t>Ibid, masalah ke-1334.</w:t>
      </w:r>
    </w:p>
  </w:footnote>
  <w:footnote w:id="35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Araki: ketika penduduk tempat tinggalnya melihatnya dan dia men-dengar azan tempat tersebut. Khu’i: ketika</w:t>
      </w:r>
    </w:p>
    <w:p w:rsidR="001027D5" w:rsidRDefault="001027D5" w:rsidP="00E917C4">
      <w:pPr>
        <w:pStyle w:val="libFootnote"/>
        <w:ind w:left="180" w:hanging="180"/>
      </w:pPr>
      <w:r>
        <w:t>penduduk tempat tinggalnya melihatnya dan dia mendengar azan tempat tersebut, (masalah ke-1320).</w:t>
      </w:r>
    </w:p>
  </w:footnote>
  <w:footnote w:id="35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94F55">
        <w:t>Ibid, masalah ke-1319.</w:t>
      </w:r>
    </w:p>
  </w:footnote>
  <w:footnote w:id="35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94F55">
        <w:t>bid, masalah ke-1347.</w:t>
      </w:r>
    </w:p>
  </w:footnote>
  <w:footnote w:id="35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F06AA">
        <w:t>Ibid, masalah ke-1342.</w:t>
      </w:r>
    </w:p>
  </w:footnote>
  <w:footnote w:id="35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F06AA">
        <w:t>Ibid, masalah ke-1359.</w:t>
      </w:r>
    </w:p>
  </w:footnote>
  <w:footnote w:id="35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F06AA">
        <w:t>Ibid, masalah ke-1360-1361-1362.</w:t>
      </w:r>
    </w:p>
  </w:footnote>
  <w:footnote w:id="35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Gulpaigani-Khu’i: jika dia tahu setelah waktunya lewat maka tidak berkewajiban untuk meng-qodho-nya, (masalah ke-</w:t>
      </w:r>
    </w:p>
    <w:p w:rsidR="001027D5" w:rsidRDefault="001027D5" w:rsidP="00E917C4">
      <w:pPr>
        <w:pStyle w:val="libFootnote"/>
        <w:ind w:left="180" w:hanging="180"/>
      </w:pPr>
      <w:r>
        <w:t>1369).</w:t>
      </w:r>
    </w:p>
  </w:footnote>
  <w:footnote w:id="36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F06AA">
        <w:t>Ibid, masalah ke-1363.</w:t>
      </w:r>
    </w:p>
  </w:footnote>
  <w:footnote w:id="36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Khu’i: kecuali musafir yang berniat menetap selama sepuluh hari di satu tempat, dan karena tidak tahu hukum ia</w:t>
      </w:r>
    </w:p>
    <w:p w:rsidR="001027D5" w:rsidRDefault="001027D5" w:rsidP="00E917C4">
      <w:pPr>
        <w:pStyle w:val="libFootnote"/>
        <w:ind w:left="180" w:hanging="180"/>
      </w:pPr>
      <w:r>
        <w:t>mengerjakan salat secara qoshr (masalah ke-1372).</w:t>
      </w:r>
    </w:p>
  </w:footnote>
  <w:footnote w:id="362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275A4">
        <w:t>Taudhih Al-Masail, masalah ke-1370-1371.</w:t>
      </w:r>
    </w:p>
  </w:footnote>
  <w:footnote w:id="363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275A4">
        <w:t>Ibid, masalah ke-1372.</w:t>
      </w:r>
    </w:p>
  </w:footnote>
  <w:footnote w:id="364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275A4">
        <w:t>Ibid, masalah ke-1374 dan ke-1383.</w:t>
      </w:r>
    </w:p>
  </w:footnote>
  <w:footnote w:id="365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275A4">
        <w:t>Araki: harus dikerjakan secara tertib, masalah ke-1368).</w:t>
      </w:r>
    </w:p>
  </w:footnote>
  <w:footnote w:id="366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275A4">
        <w:t>Ibid, masalah ke-1375,</w:t>
      </w:r>
    </w:p>
  </w:footnote>
  <w:footnote w:id="367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275A4">
        <w:t>Ibid, masalah ke-1388.</w:t>
      </w:r>
    </w:p>
  </w:footnote>
  <w:footnote w:id="368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275A4">
        <w:t>Ibid, masalah ke-1368.</w:t>
      </w:r>
    </w:p>
  </w:footnote>
  <w:footnote w:id="369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61E03">
        <w:t>Tahrir Al-Wasilah, Jil. 1, hal. 224, masalah 5. Al-’Urwah Al-Wutsqa, Jil. 1, hal 734, masalah ke-10.</w:t>
      </w:r>
    </w:p>
  </w:footnote>
  <w:footnote w:id="370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61E03">
        <w:t>Taudhih Al-Masail, masalah ke-1368.</w:t>
      </w:r>
    </w:p>
  </w:footnote>
  <w:footnote w:id="371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61E03">
        <w:t>Tahrir Al-Wasilah, Jil. 1, hal. 293, masalah pertama. Al-’Urwah Al-Wutsqa, Jil. 1, hal. 734, masalah ke-10.</w:t>
      </w:r>
    </w:p>
  </w:footnote>
  <w:footnote w:id="372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61E03">
        <w:t>Taudhih Al-Masail, masalah ke-1387.</w:t>
      </w:r>
    </w:p>
  </w:footnote>
  <w:footnote w:id="37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Araki: anak laki-laki paling besar juga wajib mengerjakan qodho salat dan puasa ibunya, (masalah ke-1382).</w:t>
      </w:r>
    </w:p>
    <w:p w:rsidR="001027D5" w:rsidRDefault="001027D5" w:rsidP="00E917C4">
      <w:pPr>
        <w:pStyle w:val="libFootnote"/>
        <w:ind w:left="180" w:hanging="180"/>
      </w:pPr>
      <w:r>
        <w:t>Gulpaigani: berdasarkan ihtiyath wajib anak laki-laki paling besar juga wajib mengerjakan qodho salat dan puasa</w:t>
      </w:r>
    </w:p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t>ibunya, (masalah ke-1399).</w:t>
      </w:r>
    </w:p>
  </w:footnote>
  <w:footnote w:id="374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925535">
        <w:t>Ibid, masalah ke-1390.</w:t>
      </w:r>
    </w:p>
  </w:footnote>
  <w:footnote w:id="375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925535">
        <w:t>Ibid, masalah ke-1390-1392.</w:t>
      </w:r>
    </w:p>
  </w:footnote>
  <w:footnote w:id="376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925535">
        <w:t>Ibid, masalah ke-1391.</w:t>
      </w:r>
    </w:p>
  </w:footnote>
  <w:footnote w:id="377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925535">
        <w:t>Ibid, masalah ke-1395.</w:t>
      </w:r>
    </w:p>
  </w:footnote>
  <w:footnote w:id="378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925535">
        <w:t>Ibid, masalah ke-1398.</w:t>
      </w:r>
    </w:p>
  </w:footnote>
  <w:footnote w:id="37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Gulpaigani: jika jarak wafatnya ayah atau ibu dengan wafatnya anak laki-laki paling besar jauh yang sekiranya dia bisa</w:t>
      </w:r>
    </w:p>
    <w:p w:rsidR="001027D5" w:rsidRDefault="001027D5" w:rsidP="00E917C4">
      <w:pPr>
        <w:pStyle w:val="libFootnote"/>
        <w:ind w:left="180" w:hanging="180"/>
      </w:pPr>
      <w:r>
        <w:t>mengerjakan salat qodho dan puasa qodho ayah atau ibunya maka tidak ada kewajiban bagi anak laki-laki kedua, akan</w:t>
      </w:r>
    </w:p>
    <w:p w:rsidR="001027D5" w:rsidRDefault="001027D5" w:rsidP="00E917C4">
      <w:pPr>
        <w:pStyle w:val="libFootnote"/>
        <w:ind w:left="180" w:hanging="180"/>
      </w:pPr>
      <w:r>
        <w:t>tetapi jika jaraknya dekat, berdasarkan ihtiyath wajib anak laki-laki kedua harus mengerjakan qodho-nya, (masalah ke-</w:t>
      </w:r>
    </w:p>
    <w:p w:rsidR="001027D5" w:rsidRDefault="001027D5" w:rsidP="00E917C4">
      <w:pPr>
        <w:pStyle w:val="libFootnote"/>
        <w:ind w:left="180" w:hanging="180"/>
      </w:pPr>
      <w:r>
        <w:t>1407).</w:t>
      </w:r>
    </w:p>
    <w:p w:rsidR="001027D5" w:rsidRDefault="001027D5" w:rsidP="00E917C4">
      <w:pPr>
        <w:pStyle w:val="libFootnote"/>
        <w:ind w:left="180" w:hanging="180"/>
      </w:pPr>
    </w:p>
  </w:footnote>
  <w:footnote w:id="38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A4006">
        <w:t>Taudhih Al-Masail, masalah ke-1399</w:t>
      </w:r>
    </w:p>
  </w:footnote>
  <w:footnote w:id="38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04D8F">
        <w:t>Ibid, masalah ke-1402.</w:t>
      </w:r>
    </w:p>
  </w:footnote>
  <w:footnote w:id="38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04D8F">
        <w:t>Ibid, masalah ke-1401.</w:t>
      </w:r>
    </w:p>
  </w:footnote>
  <w:footnote w:id="38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04D8F">
        <w:t>Al-Urwah Al-Wutsqo’, Jil. 1, hal. 777.</w:t>
      </w:r>
    </w:p>
  </w:footnote>
  <w:footnote w:id="38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04D8F">
        <w:t>Taudhih Al-Masail, masalah ke-1453</w:t>
      </w:r>
    </w:p>
  </w:footnote>
  <w:footnote w:id="38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C39DA">
        <w:t>Pada rakaat kedua juga bisa mengikuti imam dan bisa membaca qunut bersama imam.</w:t>
      </w:r>
    </w:p>
  </w:footnote>
  <w:footnote w:id="38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2358B">
        <w:t>Ibid, masalah ke-1427.</w:t>
      </w:r>
    </w:p>
  </w:footnote>
  <w:footnote w:id="38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Yaitu meletakkan dada telapak kaki dan jari-jari tangan tetap di atas tempat salat sambil mengangkat kedua lutut</w:t>
      </w:r>
    </w:p>
    <w:p w:rsidR="001027D5" w:rsidRDefault="001027D5" w:rsidP="00E917C4">
      <w:pPr>
        <w:pStyle w:val="libFootnote"/>
        <w:ind w:left="180" w:hanging="180"/>
      </w:pPr>
      <w:r>
        <w:t>(Taudhih Masail, masalah ke-1439).</w:t>
      </w:r>
    </w:p>
  </w:footnote>
  <w:footnote w:id="38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F260AC">
        <w:t>Ibid, masalah ke-1439 &amp; 1440.</w:t>
      </w:r>
    </w:p>
  </w:footnote>
  <w:footnote w:id="38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F260AC">
        <w:t>Ibid, masalah 1442-1443. Tahrir Al-Wasilah, Jil. 1, hal. 271-272, masa-lah ke-5, 6, 8.</w:t>
      </w:r>
    </w:p>
  </w:footnote>
  <w:footnote w:id="39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5486C">
        <w:t>Ibid.</w:t>
      </w:r>
    </w:p>
  </w:footnote>
  <w:footnote w:id="39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33917">
        <w:t>Taudhih Al-Masail, masalah ke-1408.</w:t>
      </w:r>
    </w:p>
  </w:footnote>
  <w:footnote w:id="39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33917">
        <w:t>Tahrir Al-Wasilah, jilijd 1, hal. 265, masalah pertama. Al-Urwah Al-Wutsqo’, Jil. 1, hal. 765, masalah ke-3.</w:t>
      </w:r>
    </w:p>
  </w:footnote>
  <w:footnote w:id="39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 w:rsidRPr="00E33917">
        <w:t>Al-Urwah Al-Wutsqo’, hal 766, masalah ke-8.</w:t>
      </w:r>
    </w:p>
  </w:footnote>
  <w:footnote w:id="39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33917">
        <w:t>Ibid, Jil. 1, hal. 764, masalah ke-2.</w:t>
      </w:r>
    </w:p>
  </w:footnote>
  <w:footnote w:id="39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33917">
        <w:t>Taudhih Al-Masail, masalah ke-1467.</w:t>
      </w:r>
    </w:p>
  </w:footnote>
  <w:footnote w:id="39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33917">
        <w:t>Ibid, masalah ke-1461.</w:t>
      </w:r>
    </w:p>
  </w:footnote>
  <w:footnote w:id="39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33917">
        <w:t>Ibid, masalah ke-1467, 1469, 1470, Al-Urwah Al-Wutsqo’: Jil 1, hal. 789.</w:t>
      </w:r>
    </w:p>
  </w:footnote>
  <w:footnote w:id="39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F3447">
        <w:t>Khu’i-Araki: salatnya batal, (masalah ke-1436). Gulpaigani: jamaahnya batal tetapi salatnya sah (masalah ke-1436).</w:t>
      </w:r>
    </w:p>
  </w:footnote>
  <w:footnote w:id="39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Gulpaigani: berdasarkan ihtiyath wajib, harus bangun dan rukuk lagi bersama imam ja-maah (Al-Urwah Al-Wutsqo’, Jil.</w:t>
      </w:r>
    </w:p>
    <w:p w:rsidR="001027D5" w:rsidRDefault="001027D5" w:rsidP="00E917C4">
      <w:pPr>
        <w:pStyle w:val="libFootnote"/>
        <w:ind w:left="180" w:hanging="180"/>
      </w:pPr>
      <w:r>
        <w:t>1 hal 786).</w:t>
      </w:r>
    </w:p>
  </w:footnote>
  <w:footnote w:id="40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F3447">
        <w:t>Al-Urwah Al-Wutsqo’, Jil. 1, hal. 786, masalah ke-12</w:t>
      </w:r>
    </w:p>
  </w:footnote>
  <w:footnote w:id="40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F3447">
        <w:t>Taudhih Al-Masail, masalah ke-1416.</w:t>
      </w:r>
    </w:p>
  </w:footnote>
  <w:footnote w:id="40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Gulpaigani-Khu’i: jika tempat salat makmum lebih tinggi dari tempat salat imam tidak apa-apa, akan tetapi jika batas</w:t>
      </w:r>
    </w:p>
    <w:p w:rsidR="001027D5" w:rsidRDefault="001027D5" w:rsidP="00E917C4">
      <w:pPr>
        <w:pStyle w:val="libFootnote"/>
        <w:ind w:left="180" w:hanging="180"/>
      </w:pPr>
      <w:r>
        <w:t>ketinggiannya tidak bisa dikatakan bahwa mereka sedang berjamaah, maka salat jamaahnya tidak sah (masalah ke-</w:t>
      </w:r>
    </w:p>
    <w:p w:rsidR="001027D5" w:rsidRDefault="001027D5" w:rsidP="00E917C4">
      <w:pPr>
        <w:pStyle w:val="libFootnote"/>
        <w:ind w:left="180" w:hanging="180"/>
      </w:pPr>
      <w:r>
        <w:t>1425).</w:t>
      </w:r>
    </w:p>
  </w:footnote>
  <w:footnote w:id="40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F3447">
        <w:t>Taudhih Al-Masail, hal. 197-198.</w:t>
      </w:r>
    </w:p>
  </w:footnote>
  <w:footnote w:id="40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44DB8">
        <w:t>Tahrir Al-Wasilah, hal. 231, masalah pertama.</w:t>
      </w:r>
    </w:p>
  </w:footnote>
  <w:footnote w:id="40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44DB8">
        <w:t>Gulpaigani: berdasarkan ihtiyath wajib, harus mengerjakan salat zuhur juga, Majma’ Al-Masail, Jil. 1, hal. 251.</w:t>
      </w:r>
    </w:p>
  </w:footnote>
  <w:footnote w:id="40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44DB8">
        <w:t>Ibid, Jil. 1, hal. 234, masalah ke-9.</w:t>
      </w:r>
    </w:p>
  </w:footnote>
  <w:footnote w:id="40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Gulpaigani-Araki: ihtiyath wajib membaca Al-Fatihah dan surah dalam salat Jum’at dengan suara keras (masalah ke-</w:t>
      </w:r>
    </w:p>
    <w:p w:rsidR="001027D5" w:rsidRDefault="001027D5" w:rsidP="00E917C4">
      <w:pPr>
        <w:pStyle w:val="libFootnote"/>
        <w:ind w:left="180" w:hanging="180"/>
      </w:pPr>
      <w:r>
        <w:t>1848)</w:t>
      </w:r>
    </w:p>
  </w:footnote>
  <w:footnote w:id="40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44DB8">
        <w:t>Ibid, Jil. 1, hal. 232 , As-Tsani.</w:t>
      </w:r>
    </w:p>
  </w:footnote>
  <w:footnote w:id="40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44DB8">
        <w:t>Syarat-syarat salat Jum’at telah dijelaskan pada pelajaran 28.</w:t>
      </w:r>
    </w:p>
  </w:footnote>
  <w:footnote w:id="41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44DB8">
        <w:t>Ibid, Jil. 1, hal. 231. Tentang farsakh, lihat Pelajaran 25.</w:t>
      </w:r>
    </w:p>
  </w:footnote>
  <w:footnote w:id="41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Sebagian dari tugas-tugas ini adalah fatwa, sebagian lainnya adalah ihtiyath wajib, sebagian lain lagi berkaitan dengan</w:t>
      </w:r>
    </w:p>
    <w:p w:rsidR="001027D5" w:rsidRDefault="001027D5" w:rsidP="00E917C4">
      <w:pPr>
        <w:pStyle w:val="libFootnote"/>
        <w:ind w:left="180" w:hanging="180"/>
      </w:pPr>
      <w:r>
        <w:t>dua khotbah, dan ada pula yang berkaitan dengan salah satu dari dua khotbah.</w:t>
      </w:r>
    </w:p>
  </w:footnote>
  <w:footnote w:id="41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66699E">
        <w:t>Bagian ini dikutip dari Tahrir Al-Wasilah.</w:t>
      </w:r>
    </w:p>
  </w:footnote>
  <w:footnote w:id="41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66699E">
        <w:t>Ibid, Jil. 1, hal. 233-234, masalah ke-8007-9.</w:t>
      </w:r>
    </w:p>
  </w:footnote>
  <w:footnote w:id="41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FD6675">
        <w:t>Ibid, Jil. 1, hal. 235, masalah ke-14.</w:t>
      </w:r>
    </w:p>
  </w:footnote>
  <w:footnote w:id="41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FD6675">
        <w:t>Taudhih Al-Masail, masalah ke-1517.</w:t>
      </w:r>
    </w:p>
  </w:footnote>
  <w:footnote w:id="41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Zakat Fitrah adalah salah satu kewajiban dari sisi harta yang harus dibayar pada hari raya Idul Fitri, (rujuk Pelajaran</w:t>
      </w:r>
    </w:p>
    <w:p w:rsidR="001027D5" w:rsidRDefault="001027D5" w:rsidP="00E917C4">
      <w:pPr>
        <w:pStyle w:val="libFootnote"/>
        <w:ind w:left="180" w:hanging="180"/>
      </w:pPr>
      <w:r>
        <w:t>34).</w:t>
      </w:r>
    </w:p>
  </w:footnote>
  <w:footnote w:id="41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Gulpaigani: disunahkan makan dan minum sesuatu pada hari raya Idul Fitri, dan ihtiyath wajib membayar zakat Fitrah</w:t>
      </w:r>
    </w:p>
    <w:p w:rsidR="001027D5" w:rsidRDefault="001027D5" w:rsidP="00E917C4">
      <w:pPr>
        <w:pStyle w:val="libFootnote"/>
        <w:ind w:left="180" w:hanging="180"/>
      </w:pPr>
      <w:r>
        <w:t>atau menyisihkan zakat dari harta yang lain kemudian salat Id (masalah ke-1527).</w:t>
      </w:r>
    </w:p>
  </w:footnote>
  <w:footnote w:id="41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FD6675">
        <w:t>Ibid, masalah ke-1518.</w:t>
      </w:r>
    </w:p>
  </w:footnote>
  <w:footnote w:id="41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D4D47">
        <w:t>Taudhih Al-Masail, masalah ke-1491.</w:t>
      </w:r>
    </w:p>
  </w:footnote>
  <w:footnote w:id="42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D4D47">
        <w:t>Gulpaigani: jika kejadiannya luar biasa sekalipun tidak ada orang yang takut salat ayat tetap wajib (masalah ke-1500).</w:t>
      </w:r>
    </w:p>
  </w:footnote>
  <w:footnote w:id="42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D4D47">
        <w:t>Ibid, masalah ke-1508.</w:t>
      </w:r>
    </w:p>
  </w:footnote>
  <w:footnote w:id="42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D4D47">
        <w:t>Ibid, masalah ke-1494.</w:t>
      </w:r>
    </w:p>
  </w:footnote>
  <w:footnote w:id="42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D4D47">
        <w:t>Ibid, masalah ke-1509.</w:t>
      </w:r>
    </w:p>
  </w:footnote>
  <w:footnote w:id="42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D4D47">
        <w:t>Ibid, masalah ke-1512.</w:t>
      </w:r>
    </w:p>
  </w:footnote>
  <w:footnote w:id="42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C6BBD">
        <w:t>Ibid, masalah ke-1515.</w:t>
      </w:r>
    </w:p>
  </w:footnote>
  <w:footnote w:id="42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C6BBD">
        <w:t>Al-Urwah Al-Wutsqo’, Jil. 1, hal. 730, masalah ke-13.</w:t>
      </w:r>
    </w:p>
  </w:footnote>
  <w:footnote w:id="42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C6BBD">
        <w:t>Taudhih Al-Masail, masalah ke-764.</w:t>
      </w:r>
    </w:p>
  </w:footnote>
  <w:footnote w:id="42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C6BBD">
        <w:t>Ibid, masalah ke-765.</w:t>
      </w:r>
    </w:p>
  </w:footnote>
  <w:footnote w:id="42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C6BBD">
        <w:t>Ibid, masalah ke-773.</w:t>
      </w:r>
    </w:p>
  </w:footnote>
  <w:footnote w:id="43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C6BBD">
        <w:t>Ibid, masalah ke-774.</w:t>
      </w:r>
    </w:p>
  </w:footnote>
  <w:footnote w:id="43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C6BBD">
        <w:t>Untuk mengetahui cara-cara nafilah harian dan waktunya bisa merujuk Taudhih Al-Masail, masalah ke-764, 768.</w:t>
      </w:r>
    </w:p>
  </w:footnote>
  <w:footnote w:id="43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C6BBD">
        <w:t>Ibid, masalah ke-775.</w:t>
      </w:r>
    </w:p>
  </w:footnote>
  <w:footnote w:id="43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Sebagai ganti kalimat An tagfiro li (semoga Allah memberi ampunan kepadaku), bisa meminta hajat yang lain kepada-</w:t>
      </w:r>
    </w:p>
    <w:p w:rsidR="001027D5" w:rsidRDefault="001027D5" w:rsidP="00E917C4">
      <w:pPr>
        <w:pStyle w:val="libFootnote"/>
        <w:ind w:left="180" w:hanging="180"/>
      </w:pPr>
      <w:r>
        <w:t>Nya.</w:t>
      </w:r>
    </w:p>
  </w:footnote>
  <w:footnote w:id="43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Penjelasan puasa qodho dan kaffarah dan beberapa hal yang berkaitan dengannya akan tiba pada pelajaran</w:t>
      </w:r>
    </w:p>
    <w:p w:rsidR="001027D5" w:rsidRDefault="001027D5" w:rsidP="00E917C4">
      <w:pPr>
        <w:pStyle w:val="libFootnote"/>
        <w:ind w:left="180" w:hanging="180"/>
      </w:pPr>
      <w:r>
        <w:t>selanjutnya.</w:t>
      </w:r>
    </w:p>
  </w:footnote>
  <w:footnote w:id="43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Araki: dan puasa qodho ibu (masalah 1382). Gulpagani: berdasarkan ihtiyath wajib juga salat qodho ibu (masalah</w:t>
      </w:r>
    </w:p>
    <w:p w:rsidR="001027D5" w:rsidRDefault="001027D5" w:rsidP="00E917C4">
      <w:pPr>
        <w:pStyle w:val="libFootnote"/>
        <w:ind w:left="180" w:hanging="180"/>
      </w:pPr>
      <w:r>
        <w:t>1399).</w:t>
      </w:r>
    </w:p>
  </w:footnote>
  <w:footnote w:id="43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E0D01">
        <w:t>Al-’Urwah Al-Wutsqa, Jil. 2, hal. 240, Tauhih Al-Masail, masalah 1390.</w:t>
      </w:r>
    </w:p>
  </w:footnote>
  <w:footnote w:id="43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8D513F">
        <w:t>Taudhih Al-Masail, masalah ke-1739-1742.</w:t>
      </w:r>
    </w:p>
  </w:footnote>
  <w:footnote w:id="43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8D513F">
        <w:t>Ibid, masalah ke-1748.</w:t>
      </w:r>
    </w:p>
  </w:footnote>
  <w:footnote w:id="43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494E20">
        <w:t>Ibid, masalah ke-1747.</w:t>
      </w:r>
    </w:p>
  </w:footnote>
  <w:footnote w:id="44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494E20">
        <w:t>Ibid, masalah ke-1550.</w:t>
      </w:r>
    </w:p>
  </w:footnote>
  <w:footnote w:id="44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Ibid.</w:t>
      </w:r>
    </w:p>
  </w:footnote>
  <w:footnote w:id="44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37EEE">
        <w:t>Ibid, masalah ke-1554-1561.</w:t>
      </w:r>
    </w:p>
  </w:footnote>
  <w:footnote w:id="44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Ibid.</w:t>
      </w:r>
    </w:p>
  </w:footnote>
  <w:footnote w:id="44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37EEE">
        <w:t>Ibid, maslah ke-1550.</w:t>
      </w:r>
    </w:p>
  </w:footnote>
  <w:footnote w:id="44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E7181">
        <w:t>Taudhih Al-Masail, masalah ke-1572.</w:t>
      </w:r>
    </w:p>
  </w:footnote>
  <w:footnote w:id="44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E7181">
        <w:t>Ibid, masalah ke-1573.</w:t>
      </w:r>
    </w:p>
  </w:footnote>
  <w:footnote w:id="44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E7181">
        <w:t>Ibid, masalah ke-1574.</w:t>
      </w:r>
    </w:p>
  </w:footnote>
  <w:footnote w:id="44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E7181">
        <w:t>Ibid, masalah ke-1579.</w:t>
      </w:r>
    </w:p>
  </w:footnote>
  <w:footnote w:id="44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E7181">
        <w:t>Ibid, masalah ke-1575.</w:t>
      </w:r>
    </w:p>
  </w:footnote>
  <w:footnote w:id="45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728C3">
        <w:t>Ibid, masalah ke-1583.</w:t>
      </w:r>
    </w:p>
  </w:footnote>
  <w:footnote w:id="45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Gulpaigani: jika memang perlu disuntik, puasanya tidak batal, dan tidak ada perbedaan antara semua suntikan</w:t>
      </w:r>
    </w:p>
    <w:p w:rsidR="001027D5" w:rsidRDefault="001027D5" w:rsidP="00E917C4">
      <w:pPr>
        <w:pStyle w:val="libFootnote"/>
        <w:ind w:left="180" w:hanging="180"/>
      </w:pPr>
      <w:r>
        <w:t>(masalah, ke-1585). Araki-Khu’i: suntik tidak membatalkan pua-sa; Istifta’, masalah ke-1585.</w:t>
      </w:r>
    </w:p>
  </w:footnote>
  <w:footnote w:id="45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728C3">
        <w:t>Ibid, masalah ke-1576.</w:t>
      </w:r>
    </w:p>
  </w:footnote>
  <w:footnote w:id="45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728C3">
        <w:t>Khu’i: debu tebal membatalkan puasa.</w:t>
      </w:r>
    </w:p>
  </w:footnote>
  <w:footnote w:id="45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F32B4">
        <w:t>Tahrir Al-Wasilah, Jil. 1/286. Taudhih Al-Masail, masalah 1608- 1618.</w:t>
      </w:r>
    </w:p>
  </w:footnote>
  <w:footnote w:id="45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F32B4">
        <w:t>Araki-Gulpagani: berdasarkan ihtiyath wajib, tidak boleh merendam kepala ke dalam air mudhaf, (masalah 1648).</w:t>
      </w:r>
    </w:p>
  </w:footnote>
  <w:footnote w:id="45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F32B4">
        <w:t>Taudhih Al-Masail, masalah ke-1609, 1910, 1913, 1615. Al-‘Urwah Al-Wutsqa, Jil. 2, hal. 187, masalah ke48.</w:t>
      </w:r>
    </w:p>
  </w:footnote>
  <w:footnote w:id="45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F32B4">
        <w:t>Ibid, masalah ke-1646.</w:t>
      </w:r>
    </w:p>
  </w:footnote>
  <w:footnote w:id="45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Ibid</w:t>
      </w:r>
      <w:r w:rsidRPr="009F32B4">
        <w:t>.</w:t>
      </w:r>
    </w:p>
  </w:footnote>
  <w:footnote w:id="45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535B1">
        <w:t>Ibid, masalah ke-1588.</w:t>
      </w:r>
    </w:p>
  </w:footnote>
  <w:footnote w:id="46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535B1">
        <w:t>Ibid, masalah ke-1589.</w:t>
      </w:r>
    </w:p>
  </w:footnote>
  <w:footnote w:id="46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Khu’i: puasanya batal, (masalah ke-1643). Gulpaigani: jika punya waktu yang cukup, puasanya batal. Tetapi jika</w:t>
      </w:r>
    </w:p>
    <w:p w:rsidR="001027D5" w:rsidRDefault="001027D5" w:rsidP="00E917C4">
      <w:pPr>
        <w:pStyle w:val="libFootnote"/>
        <w:ind w:left="180" w:hanging="180"/>
      </w:pPr>
      <w:r>
        <w:t>waktunya sempit, berdasarkan ihtiyath wajib, puasanya hari itu harus diselesaikan dan meng-qodho-nya setelah bulan</w:t>
      </w:r>
    </w:p>
    <w:p w:rsidR="001027D5" w:rsidRDefault="001027D5" w:rsidP="00E917C4">
      <w:pPr>
        <w:pStyle w:val="libFootnote"/>
        <w:ind w:left="180" w:hanging="180"/>
      </w:pPr>
      <w:r>
        <w:t>Ramadhan, (masalah ke-1643).</w:t>
      </w:r>
    </w:p>
  </w:footnote>
  <w:footnote w:id="46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B5E6D">
        <w:t>Taudhih Al-Masail, masalah ke-1622, 1634-1636.</w:t>
      </w:r>
    </w:p>
  </w:footnote>
  <w:footnote w:id="46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B5E6D">
        <w:t>Ibid, masalah ke-1632.</w:t>
      </w:r>
    </w:p>
  </w:footnote>
  <w:footnote w:id="46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B5E6D">
        <w:t>Ibid, masalah ke-1625.</w:t>
      </w:r>
    </w:p>
  </w:footnote>
  <w:footnote w:id="46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CB5E6D">
        <w:t>Ibid, masalah ke-1657.</w:t>
      </w:r>
    </w:p>
  </w:footnote>
  <w:footnote w:id="46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Ukurannya 750 gram gandum atau beras dan semacamnya yang diberikan kepada orang fakir miskin; Taudhih Al-</w:t>
      </w:r>
    </w:p>
    <w:p w:rsidR="001027D5" w:rsidRDefault="001027D5" w:rsidP="00E917C4">
      <w:pPr>
        <w:pStyle w:val="libFootnote"/>
        <w:ind w:left="180" w:hanging="180"/>
      </w:pPr>
      <w:r>
        <w:t>Masail, masalah ke-1703.</w:t>
      </w:r>
    </w:p>
  </w:footnote>
  <w:footnote w:id="46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D35E8">
        <w:t xml:space="preserve"> Ibid, masalah ke-1660-1661.</w:t>
      </w:r>
    </w:p>
  </w:footnote>
  <w:footnote w:id="46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Araki: berdasarkan ihtiyath wajib membayar kaffarah juga, (masalah ke-1691). Khu’i-Gulpaigani: kaffarah juga wajib</w:t>
      </w:r>
    </w:p>
    <w:p w:rsidR="001027D5" w:rsidRDefault="001027D5" w:rsidP="00E917C4">
      <w:pPr>
        <w:pStyle w:val="libFootnote"/>
        <w:ind w:left="180" w:hanging="180"/>
      </w:pPr>
      <w:r>
        <w:t>(masalah ke-1667).</w:t>
      </w:r>
    </w:p>
  </w:footnote>
  <w:footnote w:id="46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Muntah dan tertidurnya orang yang junub untuk mandi memiliki hukum yang lain, (rujuklah ke Taudhih Al-Masail,</w:t>
      </w:r>
    </w:p>
    <w:p w:rsidR="001027D5" w:rsidRDefault="001027D5" w:rsidP="00E917C4">
      <w:pPr>
        <w:pStyle w:val="libFootnote"/>
        <w:ind w:left="180" w:hanging="180"/>
      </w:pPr>
      <w:r>
        <w:t>masalah ke-1658).</w:t>
      </w:r>
    </w:p>
  </w:footnote>
  <w:footnote w:id="47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B46B8">
        <w:t>Bagian pertama dari tema ini ada di Pelajaran 33. Silakan merujuk!</w:t>
      </w:r>
    </w:p>
  </w:footnote>
  <w:footnote w:id="47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B46B8">
        <w:t>Khu’i-Gulpagani: demikian berdasarkan ihtiyath mustahab. Al-‘Urwah Al-Wutsqa, Jil. 2, hal. 233, masalah ke-18.</w:t>
      </w:r>
    </w:p>
  </w:footnote>
  <w:footnote w:id="47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B46B8">
        <w:t>Al-‘Urwah Al-Wutsqo’, Jil. 2/23, masalah ke-18. Tahrir Al-Wasilah, Jil. 1, hal. 298, masalah ke-4.</w:t>
      </w:r>
    </w:p>
  </w:footnote>
  <w:footnote w:id="47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B46B8">
        <w:t>Khu’i-Gulpagani: lebih baik, ihtiyath mustahab (masalah ke-1707). Araki: ihtiyath wajib (masalah ke-1731).</w:t>
      </w:r>
    </w:p>
  </w:footnote>
  <w:footnote w:id="47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B46B8">
        <w:t>Taudhih Al-Masail, masalah ke-1698.</w:t>
      </w:r>
    </w:p>
  </w:footnote>
  <w:footnote w:id="47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B46B8">
        <w:t>Ibid, masalah ke-1684.</w:t>
      </w:r>
    </w:p>
  </w:footnote>
  <w:footnote w:id="47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F4C8F">
        <w:t>Ibid, masalah ke-1685.</w:t>
      </w:r>
    </w:p>
  </w:footnote>
  <w:footnote w:id="47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F4C8F">
        <w:t>Ibid, masalah ke-1705.</w:t>
      </w:r>
    </w:p>
  </w:footnote>
  <w:footnote w:id="47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F4C8F">
        <w:t>Araki-Gulpaigani: dia wajib melaksanakan semua kaffarah (masalah ke-1674-1698).</w:t>
      </w:r>
    </w:p>
  </w:footnote>
  <w:footnote w:id="47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F4C8F">
        <w:t>Ibid, masalah ke-1665.</w:t>
      </w:r>
    </w:p>
  </w:footnote>
  <w:footnote w:id="48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F4C8F">
        <w:t>Ibid, masalah ke-1694.</w:t>
      </w:r>
    </w:p>
  </w:footnote>
  <w:footnote w:id="48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F4C8F">
        <w:t>Ibid, masalah ke-1695.</w:t>
      </w:r>
    </w:p>
  </w:footnote>
  <w:footnote w:id="48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Gulpaigani: dalam kondisi ini, berdasarkan ihtiyath wajib juga harus memberi makanan satu mud (750 gram) kepada</w:t>
      </w:r>
    </w:p>
    <w:p w:rsidR="001027D5" w:rsidRDefault="001027D5" w:rsidP="00E917C4">
      <w:pPr>
        <w:pStyle w:val="libFootnote"/>
        <w:ind w:left="180" w:hanging="180"/>
      </w:pPr>
      <w:r>
        <w:t>orang fakir (masalah ke-1734).</w:t>
      </w:r>
    </w:p>
  </w:footnote>
  <w:footnote w:id="48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60C57">
        <w:t>Ibid, masalah ke-1725 &amp; 1726.</w:t>
      </w:r>
    </w:p>
  </w:footnote>
  <w:footnote w:id="48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Araki: salat qodho dan puasa qodho ibunya juga wajib dilakukannya (masalah ke-1746). Gulpaigani: berdasarkan</w:t>
      </w:r>
    </w:p>
    <w:p w:rsidR="001027D5" w:rsidRDefault="001027D5" w:rsidP="00E917C4">
      <w:pPr>
        <w:pStyle w:val="libFootnote"/>
        <w:ind w:left="180" w:hanging="180"/>
      </w:pPr>
      <w:r>
        <w:t>ihtiyath wajib, dia harus mengerjakan salat qodho dan puasa qodho ibunya, (masalah 1721).</w:t>
      </w:r>
    </w:p>
  </w:footnote>
  <w:footnote w:id="48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60C57">
        <w:t>Tahrir Al-Wasilah, Jil. 1, hal. 227, masalah ke-16. Taudhih Al-Masail, masalah ke-1712 &amp; 1390.</w:t>
      </w:r>
    </w:p>
  </w:footnote>
  <w:footnote w:id="48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60C57">
        <w:t>Taudhih Al-Masail, masalah ke-1714.</w:t>
      </w:r>
    </w:p>
  </w:footnote>
  <w:footnote w:id="48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Haddu Tarakhus: sebatas jarak yang darinya musafir tidak melihat lagi pagar tempat tinggalnya dan tidak mendengar</w:t>
      </w:r>
    </w:p>
    <w:p w:rsidR="001027D5" w:rsidRDefault="001027D5" w:rsidP="00E917C4">
      <w:pPr>
        <w:pStyle w:val="libFootnote"/>
        <w:ind w:left="180" w:hanging="180"/>
      </w:pPr>
      <w:r>
        <w:t>lagi azan dari tempat tinggalnya, sebagaimana sudah dijelaskan pada Pelajaran 25.</w:t>
      </w:r>
    </w:p>
  </w:footnote>
  <w:footnote w:id="48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60C57">
        <w:t>Khu’i: wajib membayar kaffarah, (masalah ke-1730).</w:t>
      </w:r>
    </w:p>
  </w:footnote>
  <w:footnote w:id="48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60C57">
        <w:t>Ibid, masalah ke-1714, 1721, 1722-1723.</w:t>
      </w:r>
    </w:p>
  </w:footnote>
  <w:footnote w:id="49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60C57">
        <w:t>Ibid, masalah ke-1715.</w:t>
      </w:r>
    </w:p>
  </w:footnote>
  <w:footnote w:id="49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825BE2">
        <w:t>Ibid, masalah ke-1991.</w:t>
      </w:r>
    </w:p>
  </w:footnote>
  <w:footnote w:id="49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Ibid</w:t>
      </w:r>
      <w:r w:rsidRPr="00825BE2">
        <w:t>.</w:t>
      </w:r>
    </w:p>
  </w:footnote>
  <w:footnote w:id="49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Zimmah: arti kata ini adalah perjanjian. Kafir zimmi yaitu orang non-muslim yang berdomisili di negara Islam dan</w:t>
      </w:r>
    </w:p>
    <w:p w:rsidR="001027D5" w:rsidRDefault="001027D5" w:rsidP="00E917C4">
      <w:pPr>
        <w:pStyle w:val="libFootnote"/>
        <w:ind w:left="180" w:hanging="180"/>
      </w:pPr>
      <w:r>
        <w:t>mereka terikat perjanjian untuk menjaga dan mematuhi peraturan sosial-politik kaum Muslimin dan harus membayar</w:t>
      </w:r>
    </w:p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t>pajak yang sudah ditentukan sebagai jaminan untuk keamanan harta dan jiwa mereka.</w:t>
      </w:r>
    </w:p>
  </w:footnote>
  <w:footnote w:id="494">
    <w:p w:rsidR="001027D5" w:rsidRDefault="001027D5" w:rsidP="00E917C4">
      <w:pPr>
        <w:pStyle w:val="libFootnote"/>
        <w:ind w:left="180" w:hanging="180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9B4E29">
        <w:t>Taudhih Al-Masail, masalah ke-1751.</w:t>
      </w:r>
    </w:p>
  </w:footnote>
  <w:footnote w:id="49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65399">
        <w:t>Al-‘Urwah Al-Wutsqo’, Jil. 2, hal. 394.</w:t>
      </w:r>
    </w:p>
  </w:footnote>
  <w:footnote w:id="49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65399">
        <w:t>Ibid, Jil. 2, hal. 394, masalah ke-6.</w:t>
      </w:r>
    </w:p>
  </w:footnote>
  <w:footnote w:id="49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Seluruh marja’ taklid: sekaitan dengan nomor 2 dan 4, jika ada kelebihan dari biaya hidupnya selama setahun, maka</w:t>
      </w:r>
    </w:p>
    <w:p w:rsidR="001027D5" w:rsidRDefault="001027D5" w:rsidP="00E917C4">
      <w:pPr>
        <w:pStyle w:val="libFootnote"/>
        <w:ind w:left="180" w:hanging="180"/>
      </w:pPr>
      <w:r>
        <w:t>harus menge-luarkan khumusnya (masalah ke-1762).</w:t>
      </w:r>
    </w:p>
  </w:footnote>
  <w:footnote w:id="49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65399">
        <w:t>Al-‘Urwah Al-Wutsqo’, Jil. 2, hal. 389, 390, masalah ke-51.</w:t>
      </w:r>
    </w:p>
  </w:footnote>
  <w:footnote w:id="49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65399">
        <w:t>Taudhih Al-Masail, masalah ke-1790.</w:t>
      </w:r>
    </w:p>
  </w:footnote>
  <w:footnote w:id="50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65399">
        <w:t>Ibid, masalah ke-1760.</w:t>
      </w:r>
    </w:p>
  </w:footnote>
  <w:footnote w:id="50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65399">
        <w:t>Araki-Khu’i: transaksinya sah, akan tetapi harus mengeluarkan khumusnya (masalah ke-1794-1795).</w:t>
      </w:r>
    </w:p>
  </w:footnote>
  <w:footnote w:id="50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65399">
        <w:t>Ibid, masalah ke-383.</w:t>
      </w:r>
    </w:p>
  </w:footnote>
  <w:footnote w:id="50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Khu’i: walaupun telah berbuat haram, tetapi mandinya tidak batal. Gulpaigani: bila dia tahu bahwa pemilik permandian</w:t>
      </w:r>
    </w:p>
    <w:p w:rsidR="001027D5" w:rsidRDefault="001027D5" w:rsidP="00E917C4">
      <w:pPr>
        <w:pStyle w:val="libFootnote"/>
        <w:ind w:left="180" w:hanging="180"/>
      </w:pPr>
      <w:r>
        <w:t>pun tahu masa-lahnya dan rela, atau dia lupa untuk meminta kerelaannya, mandinya sah (masalah ke-389).</w:t>
      </w:r>
    </w:p>
  </w:footnote>
  <w:footnote w:id="50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65399">
        <w:t>Ibid, masalah ke-873.</w:t>
      </w:r>
    </w:p>
  </w:footnote>
  <w:footnote w:id="50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763D5">
        <w:t>Ibid, masalah ke-1756.</w:t>
      </w:r>
    </w:p>
  </w:footnote>
  <w:footnote w:id="50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763D5">
        <w:t>Khu’i: ihtiyath mustahab.</w:t>
      </w:r>
    </w:p>
  </w:footnote>
  <w:footnote w:id="50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763D5">
        <w:t>Ibid, masalah ke-1781.</w:t>
      </w:r>
    </w:p>
  </w:footnote>
  <w:footnote w:id="50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763D5">
        <w:t>Ibid, masalah ke-1780.</w:t>
      </w:r>
    </w:p>
  </w:footnote>
  <w:footnote w:id="50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763D5">
        <w:t>Gulpaigani: setelah baligh harus membayar khumusnya, (masalah ke-1803).</w:t>
      </w:r>
    </w:p>
  </w:footnote>
  <w:footnote w:id="51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763D5">
        <w:t>Ibid, masalah ke-1794.</w:t>
      </w:r>
    </w:p>
  </w:footnote>
  <w:footnote w:id="51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763D5">
        <w:t>Khu’i: tidak wajib membayar khumusnya, (masalah ke-1802).</w:t>
      </w:r>
    </w:p>
  </w:footnote>
  <w:footnote w:id="51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Ibid, masalah ke-1834. Sayyid yaitu orang yang nasabnya dari pihak ayah sampai kepada Hasyim; kakek Rasulullah</w:t>
      </w:r>
    </w:p>
    <w:p w:rsidR="001027D5" w:rsidRDefault="001027D5" w:rsidP="00E917C4">
      <w:pPr>
        <w:pStyle w:val="libFootnote"/>
        <w:ind w:left="180" w:hanging="180"/>
      </w:pPr>
      <w:r>
        <w:t>Saw. (-peny.).</w:t>
      </w:r>
    </w:p>
  </w:footnote>
  <w:footnote w:id="51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Gulpaigani-Araki: penunai khumus bisa memberikannya kepada para sayyid yang memiliki syarat-syarat, (masalah</w:t>
      </w:r>
    </w:p>
    <w:p w:rsidR="001027D5" w:rsidRDefault="001027D5" w:rsidP="00E917C4">
      <w:pPr>
        <w:pStyle w:val="libFootnote"/>
        <w:ind w:left="180" w:hanging="180"/>
      </w:pPr>
      <w:r>
        <w:t>ke-1843).</w:t>
      </w:r>
    </w:p>
  </w:footnote>
  <w:footnote w:id="51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763D5">
        <w:t>Ibid, masalah ke-1835-1841.</w:t>
      </w:r>
    </w:p>
  </w:footnote>
  <w:footnote w:id="51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B12417">
        <w:t>Rujuk Pelajaran 34!</w:t>
      </w:r>
    </w:p>
  </w:footnote>
  <w:footnote w:id="51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B12417">
        <w:t>Taudhih Al-Masail, masalah ke-1853.</w:t>
      </w:r>
    </w:p>
  </w:footnote>
  <w:footnote w:id="51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B12417">
        <w:t>Tepatnya, nisab gandum, sya’ir, kurma dan kismis adalah 847,207 kg.</w:t>
      </w:r>
    </w:p>
  </w:footnote>
  <w:footnote w:id="51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B12417">
        <w:t>Ibid, masalah ke-1864.</w:t>
      </w:r>
    </w:p>
  </w:footnote>
  <w:footnote w:id="51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B7F6E">
        <w:t>Ibid, masalah ke-1875-1879.</w:t>
      </w:r>
    </w:p>
  </w:footnote>
  <w:footnote w:id="52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012A2">
        <w:t>Ibid, masalah ke-1913.</w:t>
      </w:r>
    </w:p>
  </w:footnote>
  <w:footnote w:id="52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012A2">
        <w:t>Ibid, masalah ke-1912.</w:t>
      </w:r>
    </w:p>
  </w:footnote>
  <w:footnote w:id="52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012A2">
        <w:t>Ibid, masalah ke-1910.</w:t>
      </w:r>
    </w:p>
  </w:footnote>
  <w:footnote w:id="52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012A2">
        <w:t>Satu mitsqal sekitar 5 gram (-pen.).</w:t>
      </w:r>
    </w:p>
  </w:footnote>
  <w:footnote w:id="52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012A2">
        <w:t>Ibid, masalah ke-1896-1897.</w:t>
      </w:r>
    </w:p>
  </w:footnote>
  <w:footnote w:id="52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 &amp; Araki: penghitungan ukuran nisab dilakukan setelah pengurangan biaya (masalah ke-1909). Khu’i: biayabiaya</w:t>
      </w:r>
    </w:p>
    <w:p w:rsidR="001027D5" w:rsidRDefault="001027D5" w:rsidP="00E917C4">
      <w:pPr>
        <w:pStyle w:val="libFootnote"/>
        <w:ind w:left="180" w:hanging="180"/>
      </w:pPr>
      <w:r>
        <w:t>tidak bisa dikurangi, (masalah ke-1889).</w:t>
      </w:r>
    </w:p>
  </w:footnote>
  <w:footnote w:id="52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012A2">
        <w:t>Ibid, masalah 1880.</w:t>
      </w:r>
    </w:p>
  </w:footnote>
  <w:footnote w:id="52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Seluruh marja’ taklid: jika selama 11 bulan menjadi pemilik sapi, kambing, unta, emas dan perak, maka di awal bulan</w:t>
      </w:r>
    </w:p>
    <w:p w:rsidR="001027D5" w:rsidRDefault="001027D5" w:rsidP="00E917C4">
      <w:pPr>
        <w:pStyle w:val="libFootnote"/>
        <w:ind w:left="180" w:hanging="180"/>
      </w:pPr>
      <w:r>
        <w:t>ke-11 harus mengeluarkan zakatnya, akan tetapi permulaan tahun berikutnya harus dihitung setelah selesainya bulan</w:t>
      </w:r>
    </w:p>
    <w:p w:rsidR="001027D5" w:rsidRDefault="001027D5" w:rsidP="00E917C4">
      <w:pPr>
        <w:pStyle w:val="libFootnote"/>
        <w:ind w:left="180" w:hanging="180"/>
      </w:pPr>
      <w:r>
        <w:t>ke-12, (masalah ke-1886).</w:t>
      </w:r>
    </w:p>
  </w:footnote>
  <w:footnote w:id="52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012A2">
        <w:t>Ibid, masalah ke-1856.</w:t>
      </w:r>
    </w:p>
  </w:footnote>
  <w:footnote w:id="52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012A2">
        <w:t>Ibid, masalah ke-1908.</w:t>
      </w:r>
    </w:p>
  </w:footnote>
  <w:footnote w:id="53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Ibid</w:t>
      </w:r>
      <w:r w:rsidRPr="00795BFB">
        <w:t>.</w:t>
      </w:r>
    </w:p>
  </w:footnote>
  <w:footnote w:id="53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95BFB">
        <w:t>Ibid, masalah ke-1899.</w:t>
      </w:r>
    </w:p>
  </w:footnote>
  <w:footnote w:id="53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547640">
        <w:t>Ibid, masalah ke-1957.</w:t>
      </w:r>
    </w:p>
  </w:footnote>
  <w:footnote w:id="53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Gulpaigani: Tidak terlalu jauh bila dikatakan bahwa masalah ini khusus terkait dengan imam maksum a.s. (masalah ke-</w:t>
      </w:r>
    </w:p>
    <w:p w:rsidR="001027D5" w:rsidRDefault="001027D5" w:rsidP="00E917C4">
      <w:pPr>
        <w:pStyle w:val="libFootnote"/>
        <w:ind w:left="180" w:hanging="180"/>
      </w:pPr>
      <w:r>
        <w:t>1933).</w:t>
      </w:r>
    </w:p>
  </w:footnote>
  <w:footnote w:id="53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7C0190">
        <w:t>Ibid, masalah ke-1925.</w:t>
      </w:r>
    </w:p>
  </w:footnote>
  <w:footnote w:id="53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5531C4">
        <w:t>Masalah amar makruf dan nahi munkar tidak dijelaskan dalam risalah amaliyah Ayatullah Araki dan Ayatullah Khu’i.</w:t>
      </w:r>
    </w:p>
  </w:footnote>
  <w:footnote w:id="53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5531C4">
        <w:t>Tahrir Al-Wasilah, Jil. 1, hal. 463, masalah ke-2.</w:t>
      </w:r>
    </w:p>
  </w:footnote>
  <w:footnote w:id="53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B4356">
        <w:t>Ibid, Jil. 1, hal. 465, 472, masalah pertama.</w:t>
      </w:r>
    </w:p>
  </w:footnote>
  <w:footnote w:id="53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Dalam Risalah Ayatullah Gulpaigani dinyatakan bahwa pada tahap kedua hendaknya mengajak pemaksiat untuk</w:t>
      </w:r>
    </w:p>
    <w:p w:rsidR="001027D5" w:rsidRDefault="001027D5" w:rsidP="00E917C4">
      <w:pPr>
        <w:pStyle w:val="libFootnote"/>
        <w:ind w:left="180" w:hanging="180"/>
      </w:pPr>
      <w:r>
        <w:t>melakukan yang makruf dan meninggalkan yang munkar dengan akhlak mulia dan bahasa santun dan menjelaskan</w:t>
      </w:r>
    </w:p>
    <w:p w:rsidR="001027D5" w:rsidRDefault="001027D5" w:rsidP="00E917C4">
      <w:pPr>
        <w:pStyle w:val="libFootnote"/>
        <w:ind w:left="180" w:hanging="180"/>
      </w:pPr>
      <w:r>
        <w:t>maslahatnya. Tahap kedua dan ketiga kitab ini adalah tahap ketiga dan keempat dalam risalah beliau.</w:t>
      </w:r>
    </w:p>
  </w:footnote>
  <w:footnote w:id="53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B4356">
        <w:t>Ibid, Jil. 1, hal. 476.</w:t>
      </w:r>
    </w:p>
  </w:footnote>
  <w:footnote w:id="54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B4356">
        <w:t>Ibid, masalah ke-8.</w:t>
      </w:r>
    </w:p>
  </w:footnote>
  <w:footnote w:id="54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B4356">
        <w:t>Ibid, Jil. 1, hal. 467, masalah ke-3.</w:t>
      </w:r>
    </w:p>
  </w:footnote>
  <w:footnote w:id="54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B4356">
        <w:t>Ibid , hal. 468, masalah ke-5.</w:t>
      </w:r>
    </w:p>
  </w:footnote>
  <w:footnote w:id="54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B4356">
        <w:t>Ibid, hal. 470, masalah ke-4.</w:t>
      </w:r>
    </w:p>
  </w:footnote>
  <w:footnote w:id="54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B4356">
        <w:t>Masalah ini tidak dijumpai dalam risalah amaliyah Ayatullah Gulpaigani.</w:t>
      </w:r>
    </w:p>
  </w:footnote>
  <w:footnote w:id="54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B4356">
        <w:t>Ibid, hal. 481, masalah ke-11, 12.</w:t>
      </w:r>
    </w:p>
  </w:footnote>
  <w:footnote w:id="54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F68E4">
        <w:t>Ibid, Jil. 1, hal. 481, masalah ke-14.</w:t>
      </w:r>
    </w:p>
  </w:footnote>
  <w:footnote w:id="54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E21A3F">
        <w:t>Tahrir Al-Wasilah, Jil. 1, hal. 485.</w:t>
      </w:r>
    </w:p>
  </w:footnote>
  <w:footnote w:id="54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9D13DC">
        <w:t>Ibid, Jil. 1, hal. 487-488.</w:t>
      </w:r>
    </w:p>
  </w:footnote>
  <w:footnote w:id="54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Ibid</w:t>
      </w:r>
      <w:r w:rsidRPr="00092985">
        <w:t>.</w:t>
      </w:r>
    </w:p>
  </w:footnote>
  <w:footnote w:id="55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092985">
        <w:t>Ibid, hal. 492, masalah ke-30.</w:t>
      </w:r>
    </w:p>
  </w:footnote>
  <w:footnote w:id="55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859B6">
        <w:t>Taudhih Al-Masail, masalah ke-2053.</w:t>
      </w:r>
    </w:p>
  </w:footnote>
  <w:footnote w:id="55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859B6">
        <w:t>Ibid.</w:t>
      </w:r>
    </w:p>
  </w:footnote>
  <w:footnote w:id="55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859B6">
        <w:t>Dari nomor 4 sampai nomor 7 tidak ada dalam risalah-risalah marja’ taklid.</w:t>
      </w:r>
    </w:p>
  </w:footnote>
  <w:footnote w:id="55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859B6">
        <w:t>Tahrir Al-Wasilah, Jil. 1, hal. 492 sampai 498. Taudhih Al-Masail, masa-lah ke-2055.</w:t>
      </w:r>
    </w:p>
  </w:footnote>
  <w:footnote w:id="55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C0FA0">
        <w:t>Taudhih Al-Masail, masalah ke-2054.</w:t>
      </w:r>
    </w:p>
  </w:footnote>
  <w:footnote w:id="55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C0FA0">
        <w:t>Ibid, masalah ke-2051.</w:t>
      </w:r>
    </w:p>
  </w:footnote>
  <w:footnote w:id="55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C0FA0">
        <w:t>Tahrir Al-Wasilah, Jil. 1, hal. 501.</w:t>
      </w:r>
    </w:p>
  </w:footnote>
  <w:footnote w:id="55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C0FA0">
        <w:t>Ibid, hal 496, masalah ke-10. Taudhih Al-Masail, masalah 2068.</w:t>
      </w:r>
    </w:p>
  </w:footnote>
  <w:footnote w:id="55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Gulpaigani: jika menyebabkan kesesatan dirinya maka haram (Hasyiah Wasilah An-Najah). Dalam risalah seluruh</w:t>
      </w:r>
    </w:p>
    <w:p w:rsidR="001027D5" w:rsidRDefault="001027D5" w:rsidP="00E917C4">
      <w:pPr>
        <w:pStyle w:val="libFootnote"/>
        <w:ind w:left="180" w:hanging="180"/>
      </w:pPr>
      <w:r>
        <w:t>marja’ taklid tidak ditemukan.</w:t>
      </w:r>
    </w:p>
  </w:footnote>
  <w:footnote w:id="56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C0FA0">
        <w:t>Ibid, Jil. 1, hal. 498, masalah ke15.</w:t>
      </w:r>
    </w:p>
  </w:footnote>
  <w:footnote w:id="56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C0FA0">
        <w:t>Ibid, hal 499, masalah ke-17. Taudhih Al-Masail, masalah ke-2055.</w:t>
      </w:r>
    </w:p>
  </w:footnote>
  <w:footnote w:id="56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C0FA0">
        <w:t>Ibid, hal 516, Ar-Rabi’. Taudhih Al-Masail, masalah ke-2094.</w:t>
      </w:r>
    </w:p>
  </w:footnote>
  <w:footnote w:id="56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C0FA0">
        <w:t>Araki: menjualnya dengan izin pengurus resmi dan pemimpin syar’i tidak apa-apa, (mas-alah ke-2120).</w:t>
      </w:r>
    </w:p>
  </w:footnote>
  <w:footnote w:id="56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C0FA0">
        <w:t>Taudhih Al-Masail, masalah ke-2096.</w:t>
      </w:r>
    </w:p>
  </w:footnote>
  <w:footnote w:id="56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DC0FA0">
        <w:t>Ibid, masalah ke-2090.</w:t>
      </w:r>
    </w:p>
  </w:footnote>
  <w:footnote w:id="56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F0147">
        <w:t>Ibid, masalah ke-2072 dan ke-2283. Tahrir Al-Wasilah, Jil. 1, hal. 536.</w:t>
      </w:r>
    </w:p>
  </w:footnote>
  <w:footnote w:id="56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F0147">
        <w:t>Ibid, masalah ke-2124.</w:t>
      </w:r>
    </w:p>
  </w:footnote>
  <w:footnote w:id="56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2F0147">
        <w:t>Ibid, masalah ke-2132.</w:t>
      </w:r>
    </w:p>
  </w:footnote>
  <w:footnote w:id="56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Gulpaigani:kecuali jika tidak tahu masalahnya maka ketiak tahu bah-wa barangnya cacat maka bisa membatalkan</w:t>
      </w:r>
    </w:p>
    <w:p w:rsidR="001027D5" w:rsidRDefault="001027D5" w:rsidP="00E917C4">
      <w:pPr>
        <w:pStyle w:val="libFootnote"/>
        <w:ind w:left="180" w:hanging="180"/>
      </w:pPr>
      <w:r>
        <w:t>transaksinya. Khu’i: tidak harus segera membatalkan transaksi, dan setelah itu juga punya hak untuk membatalkannya</w:t>
      </w:r>
    </w:p>
    <w:p w:rsidR="001027D5" w:rsidRDefault="001027D5" w:rsidP="00E917C4">
      <w:pPr>
        <w:pStyle w:val="libFootnote"/>
        <w:ind w:left="180" w:hanging="180"/>
      </w:pPr>
      <w:r>
        <w:t>(masalah ke-2140).</w:t>
      </w:r>
    </w:p>
  </w:footnote>
  <w:footnote w:id="57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7139F">
        <w:t>Taudhih Al-Masail, masalah ke-2177.</w:t>
      </w:r>
    </w:p>
  </w:footnote>
  <w:footnote w:id="57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7139F">
        <w:t>Ibid, masalah ke-2184.</w:t>
      </w:r>
    </w:p>
  </w:footnote>
  <w:footnote w:id="57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7139F">
        <w:t>Ibid, masalah ke-2187.</w:t>
      </w:r>
    </w:p>
  </w:footnote>
  <w:footnote w:id="573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7139F">
        <w:t>Ibid, masalah ke-2196.</w:t>
      </w:r>
    </w:p>
  </w:footnote>
  <w:footnote w:id="57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7139F">
        <w:t>Ibid, masalah ke-2197.</w:t>
      </w:r>
    </w:p>
  </w:footnote>
  <w:footnote w:id="57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7139F">
        <w:t>Ibid, masalah ke-2200.</w:t>
      </w:r>
    </w:p>
  </w:footnote>
  <w:footnote w:id="57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A7139F">
        <w:t>Masalah ini tidak ada dalam risalah amaliyah Ayatullah Araki.</w:t>
      </w:r>
    </w:p>
  </w:footnote>
  <w:footnote w:id="57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027D5">
        <w:t>Ibid, masalah ke-2180.</w:t>
      </w:r>
    </w:p>
  </w:footnote>
  <w:footnote w:id="578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1027D5">
        <w:t>Seluruh marja’ taklid: berdasarkan ihtiyath wajib, (masalah ke-2289).</w:t>
      </w:r>
    </w:p>
  </w:footnote>
  <w:footnote w:id="579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072C91" w:rsidRPr="00072C91">
        <w:t>Ibid, masalah ke-2275.</w:t>
      </w:r>
    </w:p>
  </w:footnote>
  <w:footnote w:id="580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072C91">
        <w:t>Ibid</w:t>
      </w:r>
      <w:r w:rsidR="00072C91" w:rsidRPr="00072C91">
        <w:t>.</w:t>
      </w:r>
    </w:p>
  </w:footnote>
  <w:footnote w:id="581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974D38" w:rsidRPr="00974D38">
        <w:t>Ibid, masalah ke-2288.</w:t>
      </w:r>
    </w:p>
  </w:footnote>
  <w:footnote w:id="582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974D38" w:rsidRPr="00974D38">
        <w:t>Ibid, masalah ke-2327.</w:t>
      </w:r>
    </w:p>
  </w:footnote>
  <w:footnote w:id="583">
    <w:p w:rsidR="00974D38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974D38">
        <w:t>Araki: dia tidak boleh menerimanya. Gulpaigani: dia tidak boleh mene-rimanya kecuali jika menyatakan kepada pemilik</w:t>
      </w:r>
    </w:p>
    <w:p w:rsidR="001027D5" w:rsidRDefault="00974D38" w:rsidP="00E917C4">
      <w:pPr>
        <w:pStyle w:val="libFootnote"/>
        <w:ind w:left="180" w:hanging="180"/>
      </w:pPr>
      <w:r>
        <w:t>barang bahwa dia tidak bisa menjaga barangnya, (masalah ke-2339).</w:t>
      </w:r>
    </w:p>
  </w:footnote>
  <w:footnote w:id="584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974D38" w:rsidRPr="00974D38">
        <w:t>Ibid, masalah ke-2330.</w:t>
      </w:r>
    </w:p>
  </w:footnote>
  <w:footnote w:id="585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974D38" w:rsidRPr="00974D38">
        <w:t>Ibid, masalah ke-2332.</w:t>
      </w:r>
    </w:p>
  </w:footnote>
  <w:footnote w:id="586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974D38" w:rsidRPr="00974D38">
        <w:t>Ibid, masalah ke-2334.</w:t>
      </w:r>
    </w:p>
  </w:footnote>
  <w:footnote w:id="587">
    <w:p w:rsidR="001027D5" w:rsidRDefault="001027D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214B62">
        <w:t>Ibid</w:t>
      </w:r>
      <w:r w:rsidR="00214B62" w:rsidRPr="00214B62">
        <w:t>.</w:t>
      </w:r>
    </w:p>
  </w:footnote>
  <w:footnote w:id="588">
    <w:p w:rsidR="003F65E3" w:rsidRDefault="003F65E3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D66D59" w:rsidRPr="00D66D59">
        <w:t>Ibid, masalah ke-2335.</w:t>
      </w:r>
    </w:p>
  </w:footnote>
  <w:footnote w:id="589">
    <w:p w:rsidR="00301C82" w:rsidRDefault="00301C8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01C82">
        <w:t>Taudhih Al-Masail, masalah ke-2344.</w:t>
      </w:r>
    </w:p>
  </w:footnote>
  <w:footnote w:id="590">
    <w:p w:rsidR="00301C82" w:rsidRDefault="00301C8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01C82">
        <w:t>Ibid.</w:t>
      </w:r>
    </w:p>
  </w:footnote>
  <w:footnote w:id="591">
    <w:p w:rsidR="00301C82" w:rsidRDefault="00301C8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01C82">
        <w:t>Ibid.</w:t>
      </w:r>
    </w:p>
  </w:footnote>
  <w:footnote w:id="592">
    <w:p w:rsidR="00301C82" w:rsidRDefault="00301C8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301C82">
        <w:t>Hukum-hukum sedekah diambilkan dari kitab Tahrir Al-Wasilah.</w:t>
      </w:r>
    </w:p>
  </w:footnote>
  <w:footnote w:id="593">
    <w:p w:rsidR="00301C82" w:rsidRDefault="00301C8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481B00" w:rsidRPr="00481B00">
        <w:t>Tahrir Al-Wasilah, Jil. 2, hal. 90, masalah pertama.</w:t>
      </w:r>
    </w:p>
  </w:footnote>
  <w:footnote w:id="594">
    <w:p w:rsidR="00301C82" w:rsidRDefault="00301C8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481B00" w:rsidRPr="00481B00">
        <w:t>Ibid, masalah ke-2.</w:t>
      </w:r>
    </w:p>
  </w:footnote>
  <w:footnote w:id="595">
    <w:p w:rsidR="00301C82" w:rsidRDefault="00301C8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481B00" w:rsidRPr="00481B00">
        <w:t>Ibid, hal 91, masalah ke-3</w:t>
      </w:r>
    </w:p>
  </w:footnote>
  <w:footnote w:id="596">
    <w:p w:rsidR="00301C82" w:rsidRDefault="00301C8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481B00" w:rsidRPr="00481B00">
        <w:t>Ibid, masalah ke-5.</w:t>
      </w:r>
    </w:p>
  </w:footnote>
  <w:footnote w:id="597">
    <w:p w:rsidR="00301C82" w:rsidRDefault="00301C8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481B00" w:rsidRPr="00481B00">
        <w:t>Ibid, masalah ke-6.</w:t>
      </w:r>
    </w:p>
  </w:footnote>
  <w:footnote w:id="598">
    <w:p w:rsidR="00301C82" w:rsidRDefault="00301C8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481B00" w:rsidRPr="00481B00">
        <w:t>Ibid, hal 92, masalah ke-9 &amp; 10.</w:t>
      </w:r>
    </w:p>
  </w:footnote>
  <w:footnote w:id="599">
    <w:p w:rsidR="000749B9" w:rsidRDefault="000749B9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0275E5" w:rsidRPr="000275E5">
        <w:t>6,12 nukhud logam perak kira-kira senilai 710 Riyal Iran (tahun 1372 HS./1993 M.).</w:t>
      </w:r>
    </w:p>
  </w:footnote>
  <w:footnote w:id="600">
    <w:p w:rsidR="000749B9" w:rsidRDefault="000749B9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0275E5" w:rsidRPr="000275E5">
        <w:t>Taudhih Al-Masail, masalah ke-2564-2568.</w:t>
      </w:r>
    </w:p>
  </w:footnote>
  <w:footnote w:id="601">
    <w:p w:rsidR="000275E5" w:rsidRDefault="000749B9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0275E5">
        <w:t>Gulpaigani: tidak harus setiap hari mengumumkannya, bahkan sekira-nya sudah mengumumkan dan masyarakat</w:t>
      </w:r>
    </w:p>
    <w:p w:rsidR="000275E5" w:rsidRDefault="000275E5" w:rsidP="00E917C4">
      <w:pPr>
        <w:pStyle w:val="libFootnote"/>
        <w:ind w:left="180" w:hanging="180"/>
      </w:pPr>
      <w:r>
        <w:t>mengakui bahwa ia telah mengumumkan, ini sudah cukup. Khu’i: harus mengumumkan sampai satu tahun di tempat</w:t>
      </w:r>
    </w:p>
    <w:p w:rsidR="000749B9" w:rsidRDefault="000275E5" w:rsidP="00E917C4">
      <w:pPr>
        <w:pStyle w:val="libFootnote"/>
        <w:ind w:left="180" w:hanging="180"/>
      </w:pPr>
      <w:r>
        <w:t>berkumpulnya masyarakat, (masalah ke-2575).</w:t>
      </w:r>
    </w:p>
  </w:footnote>
  <w:footnote w:id="602">
    <w:p w:rsidR="000749B9" w:rsidRDefault="000749B9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0275E5" w:rsidRPr="000275E5">
        <w:t>Tahrir Al-Wasilah, Jil. 2, hal. 228, masalah ke-19 dan ke-31.</w:t>
      </w:r>
    </w:p>
  </w:footnote>
  <w:footnote w:id="603">
    <w:p w:rsidR="000749B9" w:rsidRDefault="000749B9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0275E5" w:rsidRPr="000275E5">
        <w:t>Ibid, hal. 226, masalah ke-9.</w:t>
      </w:r>
    </w:p>
  </w:footnote>
  <w:footnote w:id="604">
    <w:p w:rsidR="000749B9" w:rsidRDefault="000749B9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0275E5" w:rsidRPr="000275E5">
        <w:t>Ibid, Jil. 2, hal. 226, masalah ke-13.</w:t>
      </w:r>
    </w:p>
  </w:footnote>
  <w:footnote w:id="605">
    <w:p w:rsidR="000749B9" w:rsidRDefault="000749B9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0275E5" w:rsidRPr="000275E5">
        <w:t>Taudhih Al-Masail, masalah ke-2571.</w:t>
      </w:r>
    </w:p>
  </w:footnote>
  <w:footnote w:id="606">
    <w:p w:rsidR="000275E5" w:rsidRDefault="000749B9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0275E5">
        <w:t>Khu’i: wali bisa mengumumkannya kemudian bisa mengambilnya untuk anaknya, atau bersedekah dengan niat dari</w:t>
      </w:r>
    </w:p>
    <w:p w:rsidR="000749B9" w:rsidRDefault="000275E5" w:rsidP="00E917C4">
      <w:pPr>
        <w:pStyle w:val="libFootnote"/>
        <w:ind w:left="180" w:hanging="180"/>
      </w:pPr>
      <w:r>
        <w:t>pemiliknya.</w:t>
      </w:r>
    </w:p>
  </w:footnote>
  <w:footnote w:id="607">
    <w:p w:rsidR="00054EE1" w:rsidRDefault="000275E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054EE1">
        <w:t>Araki: dia tahu bahwa orang itu sengaja membawa sepatunya (masalah ke-2595). Khu’i: jika dia rela dengan sepatu</w:t>
      </w:r>
    </w:p>
    <w:p w:rsidR="00054EE1" w:rsidRDefault="00054EE1" w:rsidP="00E917C4">
      <w:pPr>
        <w:pStyle w:val="libFootnote"/>
        <w:ind w:left="180" w:hanging="180"/>
      </w:pPr>
      <w:r>
        <w:t>yang ada sebagai ganti sepatunya, dia bisa mengambilnya, begitu juga jika dia tahu sepatunya dicuri orang, akan</w:t>
      </w:r>
    </w:p>
    <w:p w:rsidR="000275E5" w:rsidRDefault="00054EE1" w:rsidP="00E917C4">
      <w:pPr>
        <w:pStyle w:val="libFootnote"/>
        <w:ind w:left="180" w:hanging="180"/>
      </w:pPr>
      <w:r>
        <w:t>tetapi dalam kondisi seperti ini harus mengamalkan sesuai hukum dalam teks di atas (masalah ke-2590).</w:t>
      </w:r>
    </w:p>
  </w:footnote>
  <w:footnote w:id="608">
    <w:p w:rsidR="00DA7D9F" w:rsidRDefault="00DA7D9F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FD3118" w:rsidRPr="00FD3118">
        <w:t>Hukumnya adalah hukum barang temuan.</w:t>
      </w:r>
    </w:p>
  </w:footnote>
  <w:footnote w:id="609">
    <w:p w:rsidR="00DA7D9F" w:rsidRDefault="00DA7D9F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FD3118" w:rsidRPr="00FD3118">
        <w:t>Ibid, masalah ke-2581.</w:t>
      </w:r>
    </w:p>
  </w:footnote>
  <w:footnote w:id="610">
    <w:p w:rsidR="003579A6" w:rsidRDefault="003579A6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FD3118" w:rsidRPr="00FD3118">
        <w:t>Satu dirham kira-kira senilai 4000 rupiah (tahun 2005, -pen)</w:t>
      </w:r>
    </w:p>
  </w:footnote>
  <w:footnote w:id="611">
    <w:p w:rsidR="00566D30" w:rsidRDefault="0062392E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566D30">
        <w:t>Yang kami bawakan pada pelajaran ini sesuai dengan keterangan Ayatullah Gulpaigani dalam kitab Wasilah An-Najah.</w:t>
      </w:r>
    </w:p>
    <w:p w:rsidR="00566D30" w:rsidRDefault="00566D30" w:rsidP="00E917C4">
      <w:pPr>
        <w:pStyle w:val="libFootnote"/>
        <w:ind w:left="180" w:hanging="180"/>
      </w:pPr>
      <w:r>
        <w:t>Dan masalah-masalah yang dipaparkan dari kitab Taudhih Al-Masail sesuai dengan fatwa-fatwa Ayatullah Araki dan</w:t>
      </w:r>
    </w:p>
    <w:p w:rsidR="0062392E" w:rsidRDefault="00566D30" w:rsidP="00E917C4">
      <w:pPr>
        <w:pStyle w:val="libFootnote"/>
        <w:ind w:left="180" w:hanging="180"/>
      </w:pPr>
      <w:r>
        <w:t>Ayatullah Khu’i.</w:t>
      </w:r>
    </w:p>
  </w:footnote>
  <w:footnote w:id="612">
    <w:p w:rsidR="003B5A4D" w:rsidRDefault="003B5A4D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3570BD" w:rsidRPr="003570BD">
        <w:t>Tahrir Al-Wasilah, Jil. 1, hal. 156, masalah ke-5.</w:t>
      </w:r>
    </w:p>
  </w:footnote>
  <w:footnote w:id="613">
    <w:p w:rsidR="003B5A4D" w:rsidRDefault="003B5A4D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3570BD" w:rsidRPr="003570BD">
        <w:t>Ibid, Jil. 1, hal. 156, masalah ke-5.</w:t>
      </w:r>
    </w:p>
  </w:footnote>
  <w:footnote w:id="614">
    <w:p w:rsidR="003B5A4D" w:rsidRDefault="003B5A4D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3570BD" w:rsidRPr="003570BD">
        <w:t>Ibid, masalah ke-6.</w:t>
      </w:r>
    </w:p>
  </w:footnote>
  <w:footnote w:id="615">
    <w:p w:rsidR="003B5A4D" w:rsidRDefault="003B5A4D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3570BD" w:rsidRPr="003570BD">
        <w:t>Gulpaigani: berdasarkan ihtiyath wajib, hendaknya tidak memakan da-ging burung hud’hud, (masalah ke-2633).</w:t>
      </w:r>
    </w:p>
  </w:footnote>
  <w:footnote w:id="616">
    <w:p w:rsidR="003B5A4D" w:rsidRDefault="003B5A4D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3570BD" w:rsidRPr="003570BD">
        <w:t>Taudhih Al-Masail, masalah ke-2624.</w:t>
      </w:r>
    </w:p>
  </w:footnote>
  <w:footnote w:id="617">
    <w:p w:rsidR="003B5A4D" w:rsidRDefault="003B5A4D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3570BD" w:rsidRPr="003570BD">
        <w:t>Tahrir Al-Wasilah, Jil. 2, hal. 158, masalah ke-12.</w:t>
      </w:r>
    </w:p>
  </w:footnote>
  <w:footnote w:id="618">
    <w:p w:rsidR="003B5A4D" w:rsidRDefault="003B5A4D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3570BD" w:rsidRPr="003570BD">
        <w:t>Taudhih Al-Masail, masalah ke-2622.</w:t>
      </w:r>
    </w:p>
  </w:footnote>
  <w:footnote w:id="619">
    <w:p w:rsidR="00025DE3" w:rsidRDefault="00025DE3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3570BD" w:rsidRPr="003570BD">
        <w:t>Tahrir Al-Wasilah, Jil. 2, hal. 155, masalah pertama.</w:t>
      </w:r>
    </w:p>
  </w:footnote>
  <w:footnote w:id="620">
    <w:p w:rsidR="00025DE3" w:rsidRDefault="00025DE3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3570BD" w:rsidRPr="003570BD">
        <w:t>Ibid, hal. 164, masalah ke-7.</w:t>
      </w:r>
    </w:p>
  </w:footnote>
  <w:footnote w:id="621">
    <w:p w:rsidR="00025DE3" w:rsidRDefault="00025DE3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3570BD" w:rsidRPr="003570BD">
        <w:t>Taudhih Al-Masail, masalah ke-2628.</w:t>
      </w:r>
    </w:p>
  </w:footnote>
  <w:footnote w:id="622">
    <w:p w:rsidR="00025DE3" w:rsidRDefault="00025DE3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3570BD" w:rsidRPr="003570BD">
        <w:t>Ibid, masalah ke-141.</w:t>
      </w:r>
    </w:p>
  </w:footnote>
  <w:footnote w:id="623">
    <w:p w:rsidR="000C61FE" w:rsidRDefault="00E8612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0C61FE">
        <w:t>Khu’i: Makan sesuatu yang menyebabkan kematian atau berbahaya secara keseluruhan bagi manusia adalah haram,</w:t>
      </w:r>
    </w:p>
    <w:p w:rsidR="00E86122" w:rsidRDefault="000C61FE" w:rsidP="00E917C4">
      <w:pPr>
        <w:pStyle w:val="libFootnote"/>
        <w:ind w:left="180" w:hanging="180"/>
      </w:pPr>
      <w:r>
        <w:t>(masalah ke-2639)</w:t>
      </w:r>
    </w:p>
  </w:footnote>
  <w:footnote w:id="624">
    <w:p w:rsidR="00E86122" w:rsidRDefault="00E8612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0C61FE" w:rsidRPr="000C61FE">
        <w:t>Ibid, masalah ke-2630.</w:t>
      </w:r>
    </w:p>
  </w:footnote>
  <w:footnote w:id="625">
    <w:p w:rsidR="00E86122" w:rsidRDefault="00E8612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0C61FE" w:rsidRPr="000C61FE">
        <w:t>Ibid, masalah ke-2626.</w:t>
      </w:r>
    </w:p>
  </w:footnote>
  <w:footnote w:id="626">
    <w:p w:rsidR="00E86122" w:rsidRDefault="00E8612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0C61FE" w:rsidRPr="000C61FE">
        <w:t>Ibid, masalah ke-111 &amp; ke-2632</w:t>
      </w:r>
    </w:p>
  </w:footnote>
  <w:footnote w:id="627">
    <w:p w:rsidR="00E86122" w:rsidRDefault="00E8612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0C61FE" w:rsidRPr="000C61FE">
        <w:t>Ibid, masalah ke-2635.</w:t>
      </w:r>
    </w:p>
  </w:footnote>
  <w:footnote w:id="628">
    <w:p w:rsidR="00E86122" w:rsidRDefault="00E8612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0C61FE" w:rsidRPr="000C61FE">
        <w:t>Ibid, masalah ke-2636.</w:t>
      </w:r>
    </w:p>
  </w:footnote>
  <w:footnote w:id="629">
    <w:p w:rsidR="00E86122" w:rsidRDefault="00E8612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0C61FE" w:rsidRPr="000C61FE">
        <w:t>Ibid, masalah ke-2637.</w:t>
      </w:r>
    </w:p>
  </w:footnote>
  <w:footnote w:id="630">
    <w:p w:rsidR="00E86122" w:rsidRDefault="00E8612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1B63C0" w:rsidRPr="001B63C0">
        <w:t>Ibid, masalah ke-2638.</w:t>
      </w:r>
    </w:p>
  </w:footnote>
  <w:footnote w:id="631">
    <w:p w:rsidR="00176595" w:rsidRDefault="00176595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C8489B" w:rsidRPr="00C8489B">
        <w:t>Ibid, masalah ke-2639.</w:t>
      </w:r>
    </w:p>
  </w:footnote>
  <w:footnote w:id="632">
    <w:p w:rsidR="008577F9" w:rsidRDefault="008577F9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8577F9">
        <w:t>Tahrir Al-Wasilah, Jil. 2, hal. 263-264.</w:t>
      </w:r>
    </w:p>
  </w:footnote>
  <w:footnote w:id="633">
    <w:p w:rsidR="008577F9" w:rsidRDefault="008577F9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8577F9">
        <w:t>Ibid, hal. 277, masalah pertama.</w:t>
      </w:r>
    </w:p>
  </w:footnote>
  <w:footnote w:id="634">
    <w:p w:rsidR="008577F9" w:rsidRDefault="008577F9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Pr="008577F9">
        <w:t>Ibid, hal. 280, masalah ke-15.</w:t>
      </w:r>
    </w:p>
  </w:footnote>
  <w:footnote w:id="635">
    <w:p w:rsidR="006573B3" w:rsidRDefault="006573B3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660EE1" w:rsidRPr="00660EE1">
        <w:t>Ibid, hal 243, masalah ke-15 s/d ke-19.</w:t>
      </w:r>
    </w:p>
  </w:footnote>
  <w:footnote w:id="636">
    <w:p w:rsidR="006573B3" w:rsidRDefault="006573B3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660EE1">
        <w:t>Ibid</w:t>
      </w:r>
      <w:r w:rsidR="00660EE1" w:rsidRPr="00660EE1">
        <w:t>.</w:t>
      </w:r>
    </w:p>
  </w:footnote>
  <w:footnote w:id="637">
    <w:p w:rsidR="00807D2C" w:rsidRDefault="006573B3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807D2C">
        <w:t>Semua hukum yang berlaku pada lelaki dewasa juga berlaku pada anak lelaki, dan semua hukum yang berlaku pada</w:t>
      </w:r>
    </w:p>
    <w:p w:rsidR="006573B3" w:rsidRDefault="00807D2C" w:rsidP="00E917C4">
      <w:pPr>
        <w:pStyle w:val="libFootnote"/>
        <w:ind w:left="180" w:hanging="180"/>
      </w:pPr>
      <w:r>
        <w:t>perempuan dewasa juga berlaku pada anak perempuan.</w:t>
      </w:r>
    </w:p>
  </w:footnote>
  <w:footnote w:id="638">
    <w:p w:rsidR="00807D2C" w:rsidRDefault="006573B3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807D2C">
        <w:t>Gulpaigani: melihat wajah dan tangan juga haram. Khu’i: berdasarkan ihtiyath wajib, ti-dak boleh melihat wajah dan</w:t>
      </w:r>
    </w:p>
    <w:p w:rsidR="006573B3" w:rsidRDefault="00807D2C" w:rsidP="00E917C4">
      <w:pPr>
        <w:pStyle w:val="libFootnote"/>
        <w:ind w:left="180" w:hanging="180"/>
      </w:pPr>
      <w:r>
        <w:t>tangan (masalah ke-2442).</w:t>
      </w:r>
    </w:p>
  </w:footnote>
  <w:footnote w:id="639">
    <w:p w:rsidR="006573B3" w:rsidRDefault="006573B3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807D2C" w:rsidRPr="00807D2C">
        <w:t>Ibid. Taudhih Al-Masail, masalah ke-2433.</w:t>
      </w:r>
    </w:p>
  </w:footnote>
  <w:footnote w:id="640">
    <w:p w:rsidR="006573B3" w:rsidRDefault="006573B3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AD2A6B" w:rsidRPr="00AD2A6B">
        <w:t>Taudhih Al-Masail, masalah ke-2443.</w:t>
      </w:r>
    </w:p>
  </w:footnote>
  <w:footnote w:id="641">
    <w:p w:rsidR="00F512A4" w:rsidRDefault="00F512A4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AD2A6B" w:rsidRPr="00AD2A6B">
        <w:t>Tahrir Al-Wasilah, Jil. 2, hal. 237.</w:t>
      </w:r>
    </w:p>
  </w:footnote>
  <w:footnote w:id="642">
    <w:p w:rsidR="00DB72C6" w:rsidRDefault="00DB72C6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7C626A" w:rsidRPr="007C626A">
        <w:t>Ibid.</w:t>
      </w:r>
    </w:p>
  </w:footnote>
  <w:footnote w:id="643">
    <w:p w:rsidR="00DB72C6" w:rsidRDefault="00DB72C6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7C626A" w:rsidRPr="007C626A">
        <w:t>Taudhih Al-Masail, masalah ke-2663.</w:t>
      </w:r>
    </w:p>
  </w:footnote>
  <w:footnote w:id="644">
    <w:p w:rsidR="00DB72C6" w:rsidRDefault="00DB72C6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7C626A" w:rsidRPr="007C626A">
        <w:t>Ibid, masalah ke-2371.</w:t>
      </w:r>
    </w:p>
  </w:footnote>
  <w:footnote w:id="645">
    <w:p w:rsidR="00DA09B6" w:rsidRDefault="00780FE9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DA09B6">
        <w:t>Gulpaigani: berdasarkan ihtiyath wajib, tidak boleh dihiasi. Khu’i: berdasarkan ihtiyath mustahab, hendaknya tidak</w:t>
      </w:r>
    </w:p>
    <w:p w:rsidR="00780FE9" w:rsidRDefault="00DA09B6" w:rsidP="00E917C4">
      <w:pPr>
        <w:pStyle w:val="libFootnote"/>
        <w:ind w:left="180" w:hanging="180"/>
      </w:pPr>
      <w:r>
        <w:t>dihiasi. (Hasyiah Al-Urwah Al-Wutsqo’).</w:t>
      </w:r>
    </w:p>
  </w:footnote>
  <w:footnote w:id="646">
    <w:p w:rsidR="00780FE9" w:rsidRDefault="00780FE9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DA09B6" w:rsidRPr="00DA09B6">
        <w:t>Al-Urwah Al-Wutsqa, Jil. 1, hal. 455-456.</w:t>
      </w:r>
    </w:p>
  </w:footnote>
  <w:footnote w:id="647">
    <w:p w:rsidR="00780FE9" w:rsidRDefault="00780FE9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DA09B6" w:rsidRPr="00DA09B6">
        <w:t>Taudhih Al-Masail, masalah ke-135.</w:t>
      </w:r>
    </w:p>
  </w:footnote>
  <w:footnote w:id="648">
    <w:p w:rsidR="00780FE9" w:rsidRDefault="00780FE9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DA09B6" w:rsidRPr="00DA09B6">
        <w:t>Ibid, masalah ke-136.</w:t>
      </w:r>
    </w:p>
  </w:footnote>
  <w:footnote w:id="649">
    <w:p w:rsidR="00B6170C" w:rsidRDefault="00B6170C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3B7250" w:rsidRPr="003B7250">
        <w:t>Ibid, masalah ke-317.</w:t>
      </w:r>
    </w:p>
  </w:footnote>
  <w:footnote w:id="650">
    <w:p w:rsidR="00B6170C" w:rsidRDefault="00B6170C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3B7250" w:rsidRPr="003B7250">
        <w:t>Al-Urwah Al-Wutsqo’, Jil. 1, hal. 190-191.</w:t>
      </w:r>
    </w:p>
  </w:footnote>
  <w:footnote w:id="651">
    <w:p w:rsidR="00B6170C" w:rsidRDefault="00B6170C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3B7250" w:rsidRPr="003B7250">
        <w:t>Ibid, Jil. 1, hal. 189-190.</w:t>
      </w:r>
    </w:p>
  </w:footnote>
  <w:footnote w:id="652">
    <w:p w:rsidR="00B6170C" w:rsidRDefault="00B6170C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3B7250" w:rsidRPr="003B7250">
        <w:t>Ibid, hal. 190.</w:t>
      </w:r>
    </w:p>
  </w:footnote>
  <w:footnote w:id="653">
    <w:p w:rsidR="00B6170C" w:rsidRDefault="00B6170C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3B7250" w:rsidRPr="003B7250">
        <w:t>Taudhih Al-Masail, masalah ke-355.</w:t>
      </w:r>
    </w:p>
  </w:footnote>
  <w:footnote w:id="654">
    <w:p w:rsidR="00672D79" w:rsidRDefault="00672D79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3B7250" w:rsidRPr="003B7250">
        <w:t>Ibid, masalah ke-322.</w:t>
      </w:r>
    </w:p>
  </w:footnote>
  <w:footnote w:id="655">
    <w:p w:rsidR="00672D79" w:rsidRDefault="00672D79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3B7250" w:rsidRPr="003B7250">
        <w:t>Al-Urwah Al-Wutsqa, Jil. 1, hal. 715, masalah ke-30.</w:t>
      </w:r>
    </w:p>
  </w:footnote>
  <w:footnote w:id="656">
    <w:p w:rsidR="00672D79" w:rsidRDefault="00672D79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3B7250" w:rsidRPr="003B7250">
        <w:t>Ibid, masalah ke-29.</w:t>
      </w:r>
    </w:p>
  </w:footnote>
  <w:footnote w:id="657">
    <w:p w:rsidR="003B7250" w:rsidRDefault="00672D79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3B7250">
        <w:t>Seluruh marja’: harus menjawab sebagaimana salam yang ucapkan oleh orang tersebut. Yakni, jika dia mengucapkan</w:t>
      </w:r>
    </w:p>
    <w:p w:rsidR="00672D79" w:rsidRDefault="003B7250" w:rsidP="00E917C4">
      <w:pPr>
        <w:pStyle w:val="libFootnote"/>
        <w:ind w:left="180" w:hanging="180"/>
      </w:pPr>
      <w:r>
        <w:t>“salamun alaik”, maka jawablah “salamun alaik” juga, (Hasyiah Al-‘Urwah Al-Wutsqa).</w:t>
      </w:r>
    </w:p>
  </w:footnote>
  <w:footnote w:id="658">
    <w:p w:rsidR="00672D79" w:rsidRDefault="00672D79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3B7250" w:rsidRPr="003B7250">
        <w:t>Al-Urwah Al-Wutsqa, Jil. 1, hal. 711, masalah ke-17.</w:t>
      </w:r>
    </w:p>
  </w:footnote>
  <w:footnote w:id="659">
    <w:p w:rsidR="00CF4922" w:rsidRDefault="00CF492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CF0D15" w:rsidRPr="00CF0D15">
        <w:t>Ibid, masalah ke-15.</w:t>
      </w:r>
    </w:p>
  </w:footnote>
  <w:footnote w:id="660">
    <w:p w:rsidR="00CF4922" w:rsidRDefault="00CF492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CF0D15" w:rsidRPr="00CF0D15">
        <w:t>Ibid, hal. 557, masalah ke-25.</w:t>
      </w:r>
    </w:p>
  </w:footnote>
  <w:footnote w:id="661">
    <w:p w:rsidR="00CF4922" w:rsidRDefault="00CF492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CF0D15" w:rsidRPr="00CF0D15">
        <w:t>Ibid, hal. 716, masalah ke-36.</w:t>
      </w:r>
    </w:p>
  </w:footnote>
  <w:footnote w:id="662">
    <w:p w:rsidR="00CF4922" w:rsidRDefault="00CF492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CF0D15" w:rsidRPr="00CF0D15">
        <w:t>Ibid, masalah ke-33.</w:t>
      </w:r>
    </w:p>
  </w:footnote>
  <w:footnote w:id="663">
    <w:p w:rsidR="00CF4922" w:rsidRDefault="00CF492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CF0D15" w:rsidRPr="00CF0D15">
        <w:t>Al-Urwah Al-Wutsqa, Jil. 1, hal. 716, masalah ke-33.</w:t>
      </w:r>
    </w:p>
  </w:footnote>
  <w:footnote w:id="664">
    <w:p w:rsidR="00CF4922" w:rsidRDefault="00CF492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CF0D15" w:rsidRPr="00CF0D15">
        <w:t>Ibid, hal. 717, masalah ke-38.</w:t>
      </w:r>
    </w:p>
  </w:footnote>
  <w:footnote w:id="665">
    <w:p w:rsidR="00CF4922" w:rsidRDefault="00CF4922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CF0D15" w:rsidRPr="00CF0D15">
        <w:t>Ibid, Jil. 2, hal. 804, masalah ke-41.</w:t>
      </w:r>
    </w:p>
  </w:footnote>
  <w:footnote w:id="666">
    <w:p w:rsidR="00EB137F" w:rsidRDefault="00EB137F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143F4D" w:rsidRPr="00143F4D">
        <w:t>Tahrir Al-Wasilah, Jil. 2, hal. 173, masalah pertama.</w:t>
      </w:r>
    </w:p>
  </w:footnote>
  <w:footnote w:id="667">
    <w:p w:rsidR="00EB137F" w:rsidRDefault="00EB137F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143F4D">
        <w:t>Ibid</w:t>
      </w:r>
      <w:r w:rsidR="00143F4D" w:rsidRPr="00143F4D">
        <w:t>.</w:t>
      </w:r>
    </w:p>
  </w:footnote>
  <w:footnote w:id="668">
    <w:p w:rsidR="00EB137F" w:rsidRDefault="00EB137F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143F4D" w:rsidRPr="00143F4D">
        <w:t>Ibid, Jil. 2, hal. 173, masalah ke-3.</w:t>
      </w:r>
    </w:p>
  </w:footnote>
  <w:footnote w:id="669">
    <w:p w:rsidR="00EB137F" w:rsidRDefault="00EB137F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7322F5" w:rsidRPr="007322F5">
        <w:t>Taudhih Al-Masail, masalah ke-2553.</w:t>
      </w:r>
    </w:p>
  </w:footnote>
  <w:footnote w:id="670">
    <w:p w:rsidR="00EB137F" w:rsidRDefault="00EB137F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7322F5" w:rsidRPr="007322F5">
        <w:t>Ibid, masalah ke-2554.</w:t>
      </w:r>
    </w:p>
  </w:footnote>
  <w:footnote w:id="671">
    <w:p w:rsidR="00835C8A" w:rsidRDefault="00835C8A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101D90" w:rsidRPr="00101D90">
        <w:t>Ibid, masalah ke-2670 &amp; 2671.</w:t>
      </w:r>
    </w:p>
  </w:footnote>
  <w:footnote w:id="672">
    <w:p w:rsidR="00835C8A" w:rsidRDefault="00835C8A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101D90" w:rsidRPr="00101D90">
        <w:t>Gulpaigani: Ia harus berpuasa tiga hari berturut-turut, (masalah ke-2679).</w:t>
      </w:r>
    </w:p>
  </w:footnote>
  <w:footnote w:id="673">
    <w:p w:rsidR="00835C8A" w:rsidRDefault="00835C8A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101D90" w:rsidRPr="00101D90">
        <w:t>Taudhih Al-Masail, masalah ke-2670 &amp; ke-2671.</w:t>
      </w:r>
    </w:p>
  </w:footnote>
  <w:footnote w:id="674">
    <w:p w:rsidR="00835C8A" w:rsidRDefault="00835C8A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101D90" w:rsidRPr="00101D90">
        <w:t>Ibid, masalah ke-2675.</w:t>
      </w:r>
    </w:p>
  </w:footnote>
  <w:footnote w:id="675">
    <w:p w:rsidR="002353E7" w:rsidRDefault="002353E7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C541D2" w:rsidRPr="00C541D2">
        <w:t>Istiftaat, Jil. 2, hal. 616, pertanyaan ke-4.</w:t>
      </w:r>
    </w:p>
  </w:footnote>
  <w:footnote w:id="676">
    <w:p w:rsidR="002353E7" w:rsidRDefault="002353E7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C541D2" w:rsidRPr="00C541D2">
        <w:t>Ibid, pertanyaan pertama.</w:t>
      </w:r>
    </w:p>
  </w:footnote>
  <w:footnote w:id="677">
    <w:p w:rsidR="002353E7" w:rsidRDefault="002353E7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C541D2" w:rsidRPr="00C541D2">
        <w:t>Ibid, hal. 617, pertanyaan ke-9.</w:t>
      </w:r>
    </w:p>
  </w:footnote>
  <w:footnote w:id="678">
    <w:p w:rsidR="002353E7" w:rsidRDefault="002353E7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C541D2">
        <w:t>Ibid</w:t>
      </w:r>
      <w:r w:rsidR="00C541D2" w:rsidRPr="00C541D2">
        <w:t>.</w:t>
      </w:r>
    </w:p>
  </w:footnote>
  <w:footnote w:id="679">
    <w:p w:rsidR="002353E7" w:rsidRDefault="002353E7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C541D2" w:rsidRPr="00C541D2">
        <w:t>Ibid, hal. 620, pertanyaan ke-15 &amp; ke-16.</w:t>
      </w:r>
    </w:p>
  </w:footnote>
  <w:footnote w:id="680">
    <w:p w:rsidR="002353E7" w:rsidRDefault="002353E7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C541D2" w:rsidRPr="00C541D2">
        <w:t>Ibid, Jil. 2, hal. 620, pertanyaan ke-18.</w:t>
      </w:r>
    </w:p>
  </w:footnote>
  <w:footnote w:id="681">
    <w:p w:rsidR="00A3538E" w:rsidRDefault="00A3538E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B05788" w:rsidRPr="00B05788">
        <w:t>Ibid, hal. 30, pertanyaan ke-79.</w:t>
      </w:r>
    </w:p>
  </w:footnote>
  <w:footnote w:id="682">
    <w:p w:rsidR="00A3538E" w:rsidRDefault="00A3538E" w:rsidP="00E917C4">
      <w:pPr>
        <w:pStyle w:val="libFootnote"/>
        <w:ind w:left="180" w:hanging="180"/>
      </w:pPr>
      <w:r>
        <w:rPr>
          <w:rStyle w:val="FootnoteReference"/>
        </w:rPr>
        <w:footnoteRef/>
      </w:r>
      <w:r>
        <w:t xml:space="preserve"> </w:t>
      </w:r>
      <w:r w:rsidR="00B05788" w:rsidRPr="00B05788">
        <w:t>Ibid, pertanyaan ke-80.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56113DC"/>
    <w:multiLevelType w:val="hybridMultilevel"/>
    <w:tmpl w:val="B5445F3E"/>
    <w:lvl w:ilvl="0" w:tplc="3822DC2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102176E3"/>
    <w:multiLevelType w:val="hybridMultilevel"/>
    <w:tmpl w:val="3CC4A1A4"/>
    <w:lvl w:ilvl="0" w:tplc="2D94ED38">
      <w:start w:val="4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21A32D78"/>
    <w:multiLevelType w:val="hybridMultilevel"/>
    <w:tmpl w:val="A0CACE32"/>
    <w:lvl w:ilvl="0" w:tplc="ABB83864">
      <w:start w:val="1"/>
      <w:numFmt w:val="decimal"/>
      <w:lvlText w:val="%1."/>
      <w:lvlJc w:val="left"/>
      <w:pPr>
        <w:ind w:left="933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951446B"/>
    <w:multiLevelType w:val="hybridMultilevel"/>
    <w:tmpl w:val="F162FA86"/>
    <w:lvl w:ilvl="0" w:tplc="2612DCCA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40F369BC"/>
    <w:multiLevelType w:val="hybridMultilevel"/>
    <w:tmpl w:val="73CE0B2C"/>
    <w:lvl w:ilvl="0" w:tplc="C94AA13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7B55319F"/>
    <w:multiLevelType w:val="hybridMultilevel"/>
    <w:tmpl w:val="860023E4"/>
    <w:lvl w:ilvl="0" w:tplc="8A6CF18E">
      <w:start w:val="1"/>
      <w:numFmt w:val="decimal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2B6312"/>
    <w:rsid w:val="00000706"/>
    <w:rsid w:val="0000276B"/>
    <w:rsid w:val="00002A56"/>
    <w:rsid w:val="00003704"/>
    <w:rsid w:val="000051F0"/>
    <w:rsid w:val="000053B7"/>
    <w:rsid w:val="00005A19"/>
    <w:rsid w:val="0000600F"/>
    <w:rsid w:val="00007013"/>
    <w:rsid w:val="00007B95"/>
    <w:rsid w:val="00010C92"/>
    <w:rsid w:val="000110AA"/>
    <w:rsid w:val="0001244E"/>
    <w:rsid w:val="000139A6"/>
    <w:rsid w:val="00016574"/>
    <w:rsid w:val="00016C77"/>
    <w:rsid w:val="00016E4F"/>
    <w:rsid w:val="0001762B"/>
    <w:rsid w:val="0002158B"/>
    <w:rsid w:val="000215B0"/>
    <w:rsid w:val="00021601"/>
    <w:rsid w:val="00022704"/>
    <w:rsid w:val="000228F3"/>
    <w:rsid w:val="00022F73"/>
    <w:rsid w:val="00024619"/>
    <w:rsid w:val="00025DE3"/>
    <w:rsid w:val="0002629F"/>
    <w:rsid w:val="000267FE"/>
    <w:rsid w:val="000275E5"/>
    <w:rsid w:val="00034231"/>
    <w:rsid w:val="00034548"/>
    <w:rsid w:val="000350CB"/>
    <w:rsid w:val="00035B5A"/>
    <w:rsid w:val="00036C9B"/>
    <w:rsid w:val="0003793A"/>
    <w:rsid w:val="000402BA"/>
    <w:rsid w:val="00040798"/>
    <w:rsid w:val="000416AD"/>
    <w:rsid w:val="00041E44"/>
    <w:rsid w:val="00043023"/>
    <w:rsid w:val="00043790"/>
    <w:rsid w:val="00043B7A"/>
    <w:rsid w:val="00045810"/>
    <w:rsid w:val="0004794F"/>
    <w:rsid w:val="00051AE0"/>
    <w:rsid w:val="00051C77"/>
    <w:rsid w:val="00051DF9"/>
    <w:rsid w:val="00051ED9"/>
    <w:rsid w:val="00053E2B"/>
    <w:rsid w:val="00054406"/>
    <w:rsid w:val="0005494B"/>
    <w:rsid w:val="00054EE1"/>
    <w:rsid w:val="00057D64"/>
    <w:rsid w:val="00057F19"/>
    <w:rsid w:val="000602B0"/>
    <w:rsid w:val="0006216A"/>
    <w:rsid w:val="00062E78"/>
    <w:rsid w:val="00063147"/>
    <w:rsid w:val="000634D2"/>
    <w:rsid w:val="0006368D"/>
    <w:rsid w:val="00063E8E"/>
    <w:rsid w:val="00066626"/>
    <w:rsid w:val="00067B9D"/>
    <w:rsid w:val="00067F2A"/>
    <w:rsid w:val="00067F84"/>
    <w:rsid w:val="00070C8E"/>
    <w:rsid w:val="00070EE8"/>
    <w:rsid w:val="00071362"/>
    <w:rsid w:val="00071C97"/>
    <w:rsid w:val="00072A7C"/>
    <w:rsid w:val="00072C91"/>
    <w:rsid w:val="000736EB"/>
    <w:rsid w:val="0007385B"/>
    <w:rsid w:val="000749B9"/>
    <w:rsid w:val="00075ABB"/>
    <w:rsid w:val="00075FF6"/>
    <w:rsid w:val="000761F7"/>
    <w:rsid w:val="00076A3A"/>
    <w:rsid w:val="0007786F"/>
    <w:rsid w:val="0008070A"/>
    <w:rsid w:val="00081B3D"/>
    <w:rsid w:val="00081E10"/>
    <w:rsid w:val="000829D6"/>
    <w:rsid w:val="00082B10"/>
    <w:rsid w:val="0008303B"/>
    <w:rsid w:val="00083287"/>
    <w:rsid w:val="000835FF"/>
    <w:rsid w:val="00083BC9"/>
    <w:rsid w:val="00084F9F"/>
    <w:rsid w:val="00085282"/>
    <w:rsid w:val="000863F5"/>
    <w:rsid w:val="000867CD"/>
    <w:rsid w:val="00087120"/>
    <w:rsid w:val="00087C26"/>
    <w:rsid w:val="00087CEC"/>
    <w:rsid w:val="00087D05"/>
    <w:rsid w:val="000906EB"/>
    <w:rsid w:val="00090F6E"/>
    <w:rsid w:val="00090FA3"/>
    <w:rsid w:val="000910D5"/>
    <w:rsid w:val="00092352"/>
    <w:rsid w:val="000923C8"/>
    <w:rsid w:val="00092805"/>
    <w:rsid w:val="00092985"/>
    <w:rsid w:val="00092A0C"/>
    <w:rsid w:val="00092FE9"/>
    <w:rsid w:val="00094352"/>
    <w:rsid w:val="000956E9"/>
    <w:rsid w:val="00096665"/>
    <w:rsid w:val="00096A5F"/>
    <w:rsid w:val="000A0101"/>
    <w:rsid w:val="000A3460"/>
    <w:rsid w:val="000A538B"/>
    <w:rsid w:val="000A6B88"/>
    <w:rsid w:val="000A715C"/>
    <w:rsid w:val="000A7750"/>
    <w:rsid w:val="000B084A"/>
    <w:rsid w:val="000B09B7"/>
    <w:rsid w:val="000B0D77"/>
    <w:rsid w:val="000B1B11"/>
    <w:rsid w:val="000B28E8"/>
    <w:rsid w:val="000B2B65"/>
    <w:rsid w:val="000B3874"/>
    <w:rsid w:val="000B3A56"/>
    <w:rsid w:val="000B4356"/>
    <w:rsid w:val="000B4456"/>
    <w:rsid w:val="000B44CF"/>
    <w:rsid w:val="000B5AB6"/>
    <w:rsid w:val="000B6182"/>
    <w:rsid w:val="000B6293"/>
    <w:rsid w:val="000C0307"/>
    <w:rsid w:val="000C041C"/>
    <w:rsid w:val="000C04C2"/>
    <w:rsid w:val="000C0A89"/>
    <w:rsid w:val="000C0F38"/>
    <w:rsid w:val="000C1718"/>
    <w:rsid w:val="000C24E4"/>
    <w:rsid w:val="000C2C12"/>
    <w:rsid w:val="000C3595"/>
    <w:rsid w:val="000C4FAE"/>
    <w:rsid w:val="000C5208"/>
    <w:rsid w:val="000C536F"/>
    <w:rsid w:val="000C55EE"/>
    <w:rsid w:val="000C61FE"/>
    <w:rsid w:val="000C6BBD"/>
    <w:rsid w:val="000C6CD8"/>
    <w:rsid w:val="000C7111"/>
    <w:rsid w:val="000C7722"/>
    <w:rsid w:val="000D0068"/>
    <w:rsid w:val="000D0932"/>
    <w:rsid w:val="000D0FA3"/>
    <w:rsid w:val="000D1BDF"/>
    <w:rsid w:val="000D2325"/>
    <w:rsid w:val="000D2570"/>
    <w:rsid w:val="000D26F7"/>
    <w:rsid w:val="000D27D3"/>
    <w:rsid w:val="000D3BA2"/>
    <w:rsid w:val="000D4A82"/>
    <w:rsid w:val="000D6018"/>
    <w:rsid w:val="000D6B7D"/>
    <w:rsid w:val="000D71B7"/>
    <w:rsid w:val="000D74CC"/>
    <w:rsid w:val="000D772A"/>
    <w:rsid w:val="000D7C30"/>
    <w:rsid w:val="000E0C32"/>
    <w:rsid w:val="000E162A"/>
    <w:rsid w:val="000E16D6"/>
    <w:rsid w:val="000E17D3"/>
    <w:rsid w:val="000E384E"/>
    <w:rsid w:val="000E425D"/>
    <w:rsid w:val="000E443E"/>
    <w:rsid w:val="000E591F"/>
    <w:rsid w:val="000E6824"/>
    <w:rsid w:val="000E7A36"/>
    <w:rsid w:val="000F1A8C"/>
    <w:rsid w:val="000F1CBE"/>
    <w:rsid w:val="000F2896"/>
    <w:rsid w:val="000F30D4"/>
    <w:rsid w:val="000F355B"/>
    <w:rsid w:val="000F3E38"/>
    <w:rsid w:val="000F6E79"/>
    <w:rsid w:val="000F7228"/>
    <w:rsid w:val="0010049D"/>
    <w:rsid w:val="00100FA4"/>
    <w:rsid w:val="0010127B"/>
    <w:rsid w:val="001012A2"/>
    <w:rsid w:val="0010168C"/>
    <w:rsid w:val="00101769"/>
    <w:rsid w:val="00101799"/>
    <w:rsid w:val="001017EA"/>
    <w:rsid w:val="00101D90"/>
    <w:rsid w:val="001027A4"/>
    <w:rsid w:val="001027D5"/>
    <w:rsid w:val="00102E0E"/>
    <w:rsid w:val="00102EE5"/>
    <w:rsid w:val="00103677"/>
    <w:rsid w:val="0010435E"/>
    <w:rsid w:val="00104B46"/>
    <w:rsid w:val="00105956"/>
    <w:rsid w:val="0010740F"/>
    <w:rsid w:val="00107A6B"/>
    <w:rsid w:val="00110456"/>
    <w:rsid w:val="001106A5"/>
    <w:rsid w:val="001115AD"/>
    <w:rsid w:val="00111AE3"/>
    <w:rsid w:val="0011313E"/>
    <w:rsid w:val="0011352E"/>
    <w:rsid w:val="00113A00"/>
    <w:rsid w:val="00113B0B"/>
    <w:rsid w:val="00113BDA"/>
    <w:rsid w:val="00113C59"/>
    <w:rsid w:val="00113CC6"/>
    <w:rsid w:val="00113CCC"/>
    <w:rsid w:val="001143A3"/>
    <w:rsid w:val="0011490C"/>
    <w:rsid w:val="00115473"/>
    <w:rsid w:val="00115A71"/>
    <w:rsid w:val="001162C9"/>
    <w:rsid w:val="00116EB8"/>
    <w:rsid w:val="00120454"/>
    <w:rsid w:val="001208E0"/>
    <w:rsid w:val="00121524"/>
    <w:rsid w:val="00121BD8"/>
    <w:rsid w:val="0012268F"/>
    <w:rsid w:val="00122B0F"/>
    <w:rsid w:val="00123425"/>
    <w:rsid w:val="0012343D"/>
    <w:rsid w:val="0012358B"/>
    <w:rsid w:val="001243ED"/>
    <w:rsid w:val="00125836"/>
    <w:rsid w:val="00126137"/>
    <w:rsid w:val="0012634B"/>
    <w:rsid w:val="00126471"/>
    <w:rsid w:val="001303BB"/>
    <w:rsid w:val="001311CC"/>
    <w:rsid w:val="00131540"/>
    <w:rsid w:val="001330D4"/>
    <w:rsid w:val="0013415C"/>
    <w:rsid w:val="00135E90"/>
    <w:rsid w:val="00135EA5"/>
    <w:rsid w:val="00136268"/>
    <w:rsid w:val="001365F2"/>
    <w:rsid w:val="00136E6F"/>
    <w:rsid w:val="0013764B"/>
    <w:rsid w:val="00140A08"/>
    <w:rsid w:val="0014160D"/>
    <w:rsid w:val="00142309"/>
    <w:rsid w:val="00142C52"/>
    <w:rsid w:val="00142DDA"/>
    <w:rsid w:val="00142E74"/>
    <w:rsid w:val="00143123"/>
    <w:rsid w:val="0014341C"/>
    <w:rsid w:val="00143EEA"/>
    <w:rsid w:val="00143F4D"/>
    <w:rsid w:val="00144DB8"/>
    <w:rsid w:val="00144DE8"/>
    <w:rsid w:val="001467F3"/>
    <w:rsid w:val="0014748E"/>
    <w:rsid w:val="00147499"/>
    <w:rsid w:val="00147ED8"/>
    <w:rsid w:val="00151BE8"/>
    <w:rsid w:val="00151C03"/>
    <w:rsid w:val="0015245B"/>
    <w:rsid w:val="00153917"/>
    <w:rsid w:val="00153D97"/>
    <w:rsid w:val="001540BA"/>
    <w:rsid w:val="0015486C"/>
    <w:rsid w:val="00154888"/>
    <w:rsid w:val="0015652A"/>
    <w:rsid w:val="0015682D"/>
    <w:rsid w:val="00156BCD"/>
    <w:rsid w:val="00156F8F"/>
    <w:rsid w:val="00157306"/>
    <w:rsid w:val="00160C8C"/>
    <w:rsid w:val="00160F76"/>
    <w:rsid w:val="00162344"/>
    <w:rsid w:val="00163B9B"/>
    <w:rsid w:val="00163BF4"/>
    <w:rsid w:val="00163D83"/>
    <w:rsid w:val="00163F78"/>
    <w:rsid w:val="001640DE"/>
    <w:rsid w:val="00164767"/>
    <w:rsid w:val="00164810"/>
    <w:rsid w:val="0016616D"/>
    <w:rsid w:val="0016689D"/>
    <w:rsid w:val="001671DA"/>
    <w:rsid w:val="00167473"/>
    <w:rsid w:val="00170B87"/>
    <w:rsid w:val="001712E1"/>
    <w:rsid w:val="0017230E"/>
    <w:rsid w:val="001725EA"/>
    <w:rsid w:val="00172A13"/>
    <w:rsid w:val="00172B34"/>
    <w:rsid w:val="00173A33"/>
    <w:rsid w:val="001753B5"/>
    <w:rsid w:val="00175804"/>
    <w:rsid w:val="00175A05"/>
    <w:rsid w:val="00175B46"/>
    <w:rsid w:val="00176099"/>
    <w:rsid w:val="00176595"/>
    <w:rsid w:val="001771C9"/>
    <w:rsid w:val="00177998"/>
    <w:rsid w:val="00177D0E"/>
    <w:rsid w:val="001809D4"/>
    <w:rsid w:val="00181698"/>
    <w:rsid w:val="00181C0E"/>
    <w:rsid w:val="00181F83"/>
    <w:rsid w:val="00182251"/>
    <w:rsid w:val="00182A81"/>
    <w:rsid w:val="00182CD3"/>
    <w:rsid w:val="001832B1"/>
    <w:rsid w:val="00183F54"/>
    <w:rsid w:val="00184833"/>
    <w:rsid w:val="0018595B"/>
    <w:rsid w:val="00185F2B"/>
    <w:rsid w:val="00186090"/>
    <w:rsid w:val="001865DE"/>
    <w:rsid w:val="0018664D"/>
    <w:rsid w:val="00186E7E"/>
    <w:rsid w:val="00187017"/>
    <w:rsid w:val="00187246"/>
    <w:rsid w:val="00187F9F"/>
    <w:rsid w:val="00191D04"/>
    <w:rsid w:val="001924E1"/>
    <w:rsid w:val="001937F7"/>
    <w:rsid w:val="00194D21"/>
    <w:rsid w:val="00195AF7"/>
    <w:rsid w:val="00196643"/>
    <w:rsid w:val="00196A62"/>
    <w:rsid w:val="00196D1C"/>
    <w:rsid w:val="00196DAE"/>
    <w:rsid w:val="00196FC2"/>
    <w:rsid w:val="001A086F"/>
    <w:rsid w:val="001A0DC9"/>
    <w:rsid w:val="001A1408"/>
    <w:rsid w:val="001A1631"/>
    <w:rsid w:val="001A1CDE"/>
    <w:rsid w:val="001A3110"/>
    <w:rsid w:val="001A4006"/>
    <w:rsid w:val="001A4C37"/>
    <w:rsid w:val="001A4D9B"/>
    <w:rsid w:val="001A5A6E"/>
    <w:rsid w:val="001A5E34"/>
    <w:rsid w:val="001A6EC0"/>
    <w:rsid w:val="001A7554"/>
    <w:rsid w:val="001B027C"/>
    <w:rsid w:val="001B07B7"/>
    <w:rsid w:val="001B16FD"/>
    <w:rsid w:val="001B1EDD"/>
    <w:rsid w:val="001B37F2"/>
    <w:rsid w:val="001B4A70"/>
    <w:rsid w:val="001B577F"/>
    <w:rsid w:val="001B63C0"/>
    <w:rsid w:val="001B6631"/>
    <w:rsid w:val="001B6835"/>
    <w:rsid w:val="001B6CE1"/>
    <w:rsid w:val="001B702D"/>
    <w:rsid w:val="001B7407"/>
    <w:rsid w:val="001B7D98"/>
    <w:rsid w:val="001C36B3"/>
    <w:rsid w:val="001C3FBE"/>
    <w:rsid w:val="001C5EDB"/>
    <w:rsid w:val="001C6552"/>
    <w:rsid w:val="001C6663"/>
    <w:rsid w:val="001C68F9"/>
    <w:rsid w:val="001C6AA7"/>
    <w:rsid w:val="001C7535"/>
    <w:rsid w:val="001C7AFE"/>
    <w:rsid w:val="001D1C40"/>
    <w:rsid w:val="001D296E"/>
    <w:rsid w:val="001D2CAE"/>
    <w:rsid w:val="001D41A1"/>
    <w:rsid w:val="001D433F"/>
    <w:rsid w:val="001D6933"/>
    <w:rsid w:val="001D6EB5"/>
    <w:rsid w:val="001E11FF"/>
    <w:rsid w:val="001E1354"/>
    <w:rsid w:val="001E1481"/>
    <w:rsid w:val="001E25DC"/>
    <w:rsid w:val="001E3F5C"/>
    <w:rsid w:val="001E501A"/>
    <w:rsid w:val="001E57B5"/>
    <w:rsid w:val="001E7AB2"/>
    <w:rsid w:val="001F0713"/>
    <w:rsid w:val="001F112C"/>
    <w:rsid w:val="001F1263"/>
    <w:rsid w:val="001F13CC"/>
    <w:rsid w:val="001F16D5"/>
    <w:rsid w:val="001F3226"/>
    <w:rsid w:val="001F44A1"/>
    <w:rsid w:val="001F47B9"/>
    <w:rsid w:val="001F4A0D"/>
    <w:rsid w:val="001F641E"/>
    <w:rsid w:val="001F6AD1"/>
    <w:rsid w:val="001F6DCC"/>
    <w:rsid w:val="00200126"/>
    <w:rsid w:val="002001B0"/>
    <w:rsid w:val="002022DB"/>
    <w:rsid w:val="00202827"/>
    <w:rsid w:val="00202C7B"/>
    <w:rsid w:val="002033FD"/>
    <w:rsid w:val="00203477"/>
    <w:rsid w:val="002054C5"/>
    <w:rsid w:val="002055CA"/>
    <w:rsid w:val="00205A09"/>
    <w:rsid w:val="00206056"/>
    <w:rsid w:val="0020646D"/>
    <w:rsid w:val="00206D1C"/>
    <w:rsid w:val="00206E10"/>
    <w:rsid w:val="00207543"/>
    <w:rsid w:val="0020772D"/>
    <w:rsid w:val="00207A16"/>
    <w:rsid w:val="00207A2D"/>
    <w:rsid w:val="00207DD0"/>
    <w:rsid w:val="00210DE9"/>
    <w:rsid w:val="00210EEF"/>
    <w:rsid w:val="00211EB2"/>
    <w:rsid w:val="00211ECD"/>
    <w:rsid w:val="00212A3F"/>
    <w:rsid w:val="002139CB"/>
    <w:rsid w:val="002140D9"/>
    <w:rsid w:val="00214793"/>
    <w:rsid w:val="00214801"/>
    <w:rsid w:val="00214B62"/>
    <w:rsid w:val="0021556A"/>
    <w:rsid w:val="002159E2"/>
    <w:rsid w:val="00216163"/>
    <w:rsid w:val="002177A1"/>
    <w:rsid w:val="00220968"/>
    <w:rsid w:val="00221869"/>
    <w:rsid w:val="00221964"/>
    <w:rsid w:val="002225E4"/>
    <w:rsid w:val="00222AEA"/>
    <w:rsid w:val="00222E21"/>
    <w:rsid w:val="002239F0"/>
    <w:rsid w:val="00224964"/>
    <w:rsid w:val="0022509D"/>
    <w:rsid w:val="00225716"/>
    <w:rsid w:val="00225FBD"/>
    <w:rsid w:val="002267C7"/>
    <w:rsid w:val="00227740"/>
    <w:rsid w:val="00227FEE"/>
    <w:rsid w:val="00230A67"/>
    <w:rsid w:val="00231224"/>
    <w:rsid w:val="002321F9"/>
    <w:rsid w:val="00232408"/>
    <w:rsid w:val="00232B54"/>
    <w:rsid w:val="00233568"/>
    <w:rsid w:val="00234DE5"/>
    <w:rsid w:val="00235005"/>
    <w:rsid w:val="002350C1"/>
    <w:rsid w:val="002353E7"/>
    <w:rsid w:val="00240045"/>
    <w:rsid w:val="00241716"/>
    <w:rsid w:val="00241F59"/>
    <w:rsid w:val="002421F0"/>
    <w:rsid w:val="00242342"/>
    <w:rsid w:val="002423E2"/>
    <w:rsid w:val="0024265C"/>
    <w:rsid w:val="002436A8"/>
    <w:rsid w:val="002437B2"/>
    <w:rsid w:val="002439D5"/>
    <w:rsid w:val="0024400A"/>
    <w:rsid w:val="00244641"/>
    <w:rsid w:val="002447F3"/>
    <w:rsid w:val="00244A73"/>
    <w:rsid w:val="00244C2E"/>
    <w:rsid w:val="00244E1F"/>
    <w:rsid w:val="002453C4"/>
    <w:rsid w:val="00245808"/>
    <w:rsid w:val="00245D3D"/>
    <w:rsid w:val="002467F7"/>
    <w:rsid w:val="00246A4F"/>
    <w:rsid w:val="00246C1C"/>
    <w:rsid w:val="00246C78"/>
    <w:rsid w:val="00247ECA"/>
    <w:rsid w:val="0025055D"/>
    <w:rsid w:val="00250E0A"/>
    <w:rsid w:val="00251474"/>
    <w:rsid w:val="00251E02"/>
    <w:rsid w:val="002531D3"/>
    <w:rsid w:val="00254924"/>
    <w:rsid w:val="00257657"/>
    <w:rsid w:val="00257B22"/>
    <w:rsid w:val="00260218"/>
    <w:rsid w:val="002613FB"/>
    <w:rsid w:val="002616A4"/>
    <w:rsid w:val="00261F42"/>
    <w:rsid w:val="00262403"/>
    <w:rsid w:val="002632C3"/>
    <w:rsid w:val="00263A94"/>
    <w:rsid w:val="00263F56"/>
    <w:rsid w:val="002653CB"/>
    <w:rsid w:val="00266225"/>
    <w:rsid w:val="00266909"/>
    <w:rsid w:val="00266C1E"/>
    <w:rsid w:val="002679CD"/>
    <w:rsid w:val="00270AA3"/>
    <w:rsid w:val="00271402"/>
    <w:rsid w:val="00271D35"/>
    <w:rsid w:val="002722BA"/>
    <w:rsid w:val="00272358"/>
    <w:rsid w:val="00272517"/>
    <w:rsid w:val="00272827"/>
    <w:rsid w:val="0027369F"/>
    <w:rsid w:val="00275FED"/>
    <w:rsid w:val="00276471"/>
    <w:rsid w:val="00276AE0"/>
    <w:rsid w:val="0027747C"/>
    <w:rsid w:val="00277CA6"/>
    <w:rsid w:val="00280895"/>
    <w:rsid w:val="002818EF"/>
    <w:rsid w:val="0028218F"/>
    <w:rsid w:val="0028271F"/>
    <w:rsid w:val="00282831"/>
    <w:rsid w:val="00287024"/>
    <w:rsid w:val="002877BB"/>
    <w:rsid w:val="00287A34"/>
    <w:rsid w:val="00287EE3"/>
    <w:rsid w:val="0029077F"/>
    <w:rsid w:val="0029177C"/>
    <w:rsid w:val="002919A3"/>
    <w:rsid w:val="00291CCE"/>
    <w:rsid w:val="002944D5"/>
    <w:rsid w:val="00294DB2"/>
    <w:rsid w:val="00295016"/>
    <w:rsid w:val="00296390"/>
    <w:rsid w:val="002968F2"/>
    <w:rsid w:val="00296C0B"/>
    <w:rsid w:val="002971A5"/>
    <w:rsid w:val="00297EB0"/>
    <w:rsid w:val="002A0284"/>
    <w:rsid w:val="002A1114"/>
    <w:rsid w:val="002A338C"/>
    <w:rsid w:val="002A400E"/>
    <w:rsid w:val="002A44E8"/>
    <w:rsid w:val="002A4813"/>
    <w:rsid w:val="002A4873"/>
    <w:rsid w:val="002A4A5A"/>
    <w:rsid w:val="002A717D"/>
    <w:rsid w:val="002A73D7"/>
    <w:rsid w:val="002A797B"/>
    <w:rsid w:val="002B1C6C"/>
    <w:rsid w:val="002B2B15"/>
    <w:rsid w:val="002B4461"/>
    <w:rsid w:val="002B4AEC"/>
    <w:rsid w:val="002B5852"/>
    <w:rsid w:val="002B5ACF"/>
    <w:rsid w:val="002B6312"/>
    <w:rsid w:val="002B71A8"/>
    <w:rsid w:val="002B7989"/>
    <w:rsid w:val="002B7CB8"/>
    <w:rsid w:val="002C0757"/>
    <w:rsid w:val="002C1217"/>
    <w:rsid w:val="002C1CE2"/>
    <w:rsid w:val="002C20C7"/>
    <w:rsid w:val="002C3121"/>
    <w:rsid w:val="002C3E3A"/>
    <w:rsid w:val="002C4903"/>
    <w:rsid w:val="002C5363"/>
    <w:rsid w:val="002C5602"/>
    <w:rsid w:val="002C5C66"/>
    <w:rsid w:val="002C6326"/>
    <w:rsid w:val="002C636C"/>
    <w:rsid w:val="002C6427"/>
    <w:rsid w:val="002C65D3"/>
    <w:rsid w:val="002C71A8"/>
    <w:rsid w:val="002D01AB"/>
    <w:rsid w:val="002D084B"/>
    <w:rsid w:val="002D11B7"/>
    <w:rsid w:val="002D1505"/>
    <w:rsid w:val="002D19A9"/>
    <w:rsid w:val="002D1F03"/>
    <w:rsid w:val="002D2315"/>
    <w:rsid w:val="002D2485"/>
    <w:rsid w:val="002D24FA"/>
    <w:rsid w:val="002D271A"/>
    <w:rsid w:val="002D2AFB"/>
    <w:rsid w:val="002D2C87"/>
    <w:rsid w:val="002D3A17"/>
    <w:rsid w:val="002D3B1C"/>
    <w:rsid w:val="002D3E7A"/>
    <w:rsid w:val="002D3F24"/>
    <w:rsid w:val="002D580E"/>
    <w:rsid w:val="002D6891"/>
    <w:rsid w:val="002D7F88"/>
    <w:rsid w:val="002E0ADC"/>
    <w:rsid w:val="002E1291"/>
    <w:rsid w:val="002E19EE"/>
    <w:rsid w:val="002E24C4"/>
    <w:rsid w:val="002E2865"/>
    <w:rsid w:val="002E4453"/>
    <w:rsid w:val="002E4D3D"/>
    <w:rsid w:val="002E5443"/>
    <w:rsid w:val="002E5CA1"/>
    <w:rsid w:val="002E6022"/>
    <w:rsid w:val="002E6A49"/>
    <w:rsid w:val="002E6C0F"/>
    <w:rsid w:val="002E7D8E"/>
    <w:rsid w:val="002F0147"/>
    <w:rsid w:val="002F14C9"/>
    <w:rsid w:val="002F201D"/>
    <w:rsid w:val="002F3626"/>
    <w:rsid w:val="002F3C44"/>
    <w:rsid w:val="002F469C"/>
    <w:rsid w:val="002F49E0"/>
    <w:rsid w:val="002F4FD9"/>
    <w:rsid w:val="002F5793"/>
    <w:rsid w:val="002F5E92"/>
    <w:rsid w:val="00300CB4"/>
    <w:rsid w:val="00301C82"/>
    <w:rsid w:val="00301EBF"/>
    <w:rsid w:val="0030227A"/>
    <w:rsid w:val="003035AB"/>
    <w:rsid w:val="00303A06"/>
    <w:rsid w:val="00304007"/>
    <w:rsid w:val="003047B3"/>
    <w:rsid w:val="003052CB"/>
    <w:rsid w:val="003058C3"/>
    <w:rsid w:val="00305DFD"/>
    <w:rsid w:val="003073A6"/>
    <w:rsid w:val="00307B97"/>
    <w:rsid w:val="00307C3A"/>
    <w:rsid w:val="0031001C"/>
    <w:rsid w:val="00310D1D"/>
    <w:rsid w:val="0031256A"/>
    <w:rsid w:val="00312925"/>
    <w:rsid w:val="003143A6"/>
    <w:rsid w:val="00317405"/>
    <w:rsid w:val="00317E22"/>
    <w:rsid w:val="00320F30"/>
    <w:rsid w:val="003212F7"/>
    <w:rsid w:val="00322466"/>
    <w:rsid w:val="0032291C"/>
    <w:rsid w:val="00322DDA"/>
    <w:rsid w:val="00323B33"/>
    <w:rsid w:val="00323D1F"/>
    <w:rsid w:val="00323E77"/>
    <w:rsid w:val="003240A8"/>
    <w:rsid w:val="00324B78"/>
    <w:rsid w:val="003257F0"/>
    <w:rsid w:val="00325A62"/>
    <w:rsid w:val="00325E91"/>
    <w:rsid w:val="0032610D"/>
    <w:rsid w:val="00330802"/>
    <w:rsid w:val="00330D70"/>
    <w:rsid w:val="00331225"/>
    <w:rsid w:val="003339D0"/>
    <w:rsid w:val="00333C61"/>
    <w:rsid w:val="00333C85"/>
    <w:rsid w:val="00333E3F"/>
    <w:rsid w:val="003353BB"/>
    <w:rsid w:val="0033620A"/>
    <w:rsid w:val="00336330"/>
    <w:rsid w:val="00337C76"/>
    <w:rsid w:val="00340055"/>
    <w:rsid w:val="0034011F"/>
    <w:rsid w:val="00340EA3"/>
    <w:rsid w:val="00341052"/>
    <w:rsid w:val="00341770"/>
    <w:rsid w:val="0034239A"/>
    <w:rsid w:val="00342F67"/>
    <w:rsid w:val="00343D42"/>
    <w:rsid w:val="00343F4D"/>
    <w:rsid w:val="00344B2E"/>
    <w:rsid w:val="00346D15"/>
    <w:rsid w:val="003525C5"/>
    <w:rsid w:val="003529FD"/>
    <w:rsid w:val="0035368E"/>
    <w:rsid w:val="00354493"/>
    <w:rsid w:val="00354E2E"/>
    <w:rsid w:val="00355325"/>
    <w:rsid w:val="00356144"/>
    <w:rsid w:val="003570BD"/>
    <w:rsid w:val="00357344"/>
    <w:rsid w:val="003579A6"/>
    <w:rsid w:val="00360A5F"/>
    <w:rsid w:val="00361642"/>
    <w:rsid w:val="003618AA"/>
    <w:rsid w:val="003618B5"/>
    <w:rsid w:val="003625F4"/>
    <w:rsid w:val="00362F97"/>
    <w:rsid w:val="0036385C"/>
    <w:rsid w:val="00363AE3"/>
    <w:rsid w:val="00363C94"/>
    <w:rsid w:val="0036400D"/>
    <w:rsid w:val="00364DD3"/>
    <w:rsid w:val="003655C8"/>
    <w:rsid w:val="00365653"/>
    <w:rsid w:val="00365D67"/>
    <w:rsid w:val="00367024"/>
    <w:rsid w:val="003678C9"/>
    <w:rsid w:val="0037174E"/>
    <w:rsid w:val="003718EF"/>
    <w:rsid w:val="00371D84"/>
    <w:rsid w:val="00373085"/>
    <w:rsid w:val="00373FF7"/>
    <w:rsid w:val="00376413"/>
    <w:rsid w:val="00376B2F"/>
    <w:rsid w:val="003778D9"/>
    <w:rsid w:val="00377DA2"/>
    <w:rsid w:val="003812E1"/>
    <w:rsid w:val="003812F5"/>
    <w:rsid w:val="00382406"/>
    <w:rsid w:val="0038243A"/>
    <w:rsid w:val="003827CA"/>
    <w:rsid w:val="00383DFE"/>
    <w:rsid w:val="00383ED5"/>
    <w:rsid w:val="003862EF"/>
    <w:rsid w:val="0038683D"/>
    <w:rsid w:val="00386C0D"/>
    <w:rsid w:val="00386EAE"/>
    <w:rsid w:val="00387909"/>
    <w:rsid w:val="003900E1"/>
    <w:rsid w:val="00390748"/>
    <w:rsid w:val="00392D0A"/>
    <w:rsid w:val="003942F3"/>
    <w:rsid w:val="00394751"/>
    <w:rsid w:val="00394C45"/>
    <w:rsid w:val="003963F3"/>
    <w:rsid w:val="0039787F"/>
    <w:rsid w:val="00397D33"/>
    <w:rsid w:val="003A0F06"/>
    <w:rsid w:val="003A13B7"/>
    <w:rsid w:val="003A1475"/>
    <w:rsid w:val="003A2493"/>
    <w:rsid w:val="003A3298"/>
    <w:rsid w:val="003A366A"/>
    <w:rsid w:val="003A4587"/>
    <w:rsid w:val="003A5CF7"/>
    <w:rsid w:val="003A64C6"/>
    <w:rsid w:val="003A661E"/>
    <w:rsid w:val="003A6640"/>
    <w:rsid w:val="003B0913"/>
    <w:rsid w:val="003B0962"/>
    <w:rsid w:val="003B0A63"/>
    <w:rsid w:val="003B20C5"/>
    <w:rsid w:val="003B21AF"/>
    <w:rsid w:val="003B35BA"/>
    <w:rsid w:val="003B3BC4"/>
    <w:rsid w:val="003B4234"/>
    <w:rsid w:val="003B45C6"/>
    <w:rsid w:val="003B5031"/>
    <w:rsid w:val="003B5878"/>
    <w:rsid w:val="003B5A4D"/>
    <w:rsid w:val="003B5D0F"/>
    <w:rsid w:val="003B5F61"/>
    <w:rsid w:val="003B648E"/>
    <w:rsid w:val="003B6720"/>
    <w:rsid w:val="003B7124"/>
    <w:rsid w:val="003B7250"/>
    <w:rsid w:val="003B74D9"/>
    <w:rsid w:val="003B775B"/>
    <w:rsid w:val="003B7E45"/>
    <w:rsid w:val="003B7F6E"/>
    <w:rsid w:val="003B7FA9"/>
    <w:rsid w:val="003C0979"/>
    <w:rsid w:val="003C12BD"/>
    <w:rsid w:val="003C13C7"/>
    <w:rsid w:val="003C1D03"/>
    <w:rsid w:val="003C28B2"/>
    <w:rsid w:val="003C3011"/>
    <w:rsid w:val="003C33C1"/>
    <w:rsid w:val="003C3593"/>
    <w:rsid w:val="003C5F05"/>
    <w:rsid w:val="003C5FB9"/>
    <w:rsid w:val="003C60CA"/>
    <w:rsid w:val="003C6354"/>
    <w:rsid w:val="003C6CD4"/>
    <w:rsid w:val="003C6F3B"/>
    <w:rsid w:val="003C728D"/>
    <w:rsid w:val="003C78F5"/>
    <w:rsid w:val="003C7C08"/>
    <w:rsid w:val="003D2459"/>
    <w:rsid w:val="003D282B"/>
    <w:rsid w:val="003D28ED"/>
    <w:rsid w:val="003D2D75"/>
    <w:rsid w:val="003D3107"/>
    <w:rsid w:val="003D3889"/>
    <w:rsid w:val="003D3D19"/>
    <w:rsid w:val="003D4385"/>
    <w:rsid w:val="003D4B98"/>
    <w:rsid w:val="003D4C31"/>
    <w:rsid w:val="003D4D47"/>
    <w:rsid w:val="003D5579"/>
    <w:rsid w:val="003D5C82"/>
    <w:rsid w:val="003D7DBC"/>
    <w:rsid w:val="003E0C0E"/>
    <w:rsid w:val="003E148D"/>
    <w:rsid w:val="003E233A"/>
    <w:rsid w:val="003E3600"/>
    <w:rsid w:val="003E4394"/>
    <w:rsid w:val="003E5406"/>
    <w:rsid w:val="003E5451"/>
    <w:rsid w:val="003E5A7E"/>
    <w:rsid w:val="003E6422"/>
    <w:rsid w:val="003E64E7"/>
    <w:rsid w:val="003E7181"/>
    <w:rsid w:val="003F0342"/>
    <w:rsid w:val="003F15A3"/>
    <w:rsid w:val="003F1AA2"/>
    <w:rsid w:val="003F2F8A"/>
    <w:rsid w:val="003F33DE"/>
    <w:rsid w:val="003F3447"/>
    <w:rsid w:val="003F5BBE"/>
    <w:rsid w:val="003F65E3"/>
    <w:rsid w:val="003F6F0B"/>
    <w:rsid w:val="004002CE"/>
    <w:rsid w:val="00400643"/>
    <w:rsid w:val="0040075F"/>
    <w:rsid w:val="00400ECB"/>
    <w:rsid w:val="00400F6D"/>
    <w:rsid w:val="00401429"/>
    <w:rsid w:val="00402C65"/>
    <w:rsid w:val="00403C8C"/>
    <w:rsid w:val="00403E7C"/>
    <w:rsid w:val="004043DE"/>
    <w:rsid w:val="00404EB7"/>
    <w:rsid w:val="00405FA7"/>
    <w:rsid w:val="00407D56"/>
    <w:rsid w:val="00411154"/>
    <w:rsid w:val="00411A81"/>
    <w:rsid w:val="00411BB4"/>
    <w:rsid w:val="004125BB"/>
    <w:rsid w:val="00412B29"/>
    <w:rsid w:val="00413430"/>
    <w:rsid w:val="00414CD5"/>
    <w:rsid w:val="00414CE7"/>
    <w:rsid w:val="00415ED0"/>
    <w:rsid w:val="0041635B"/>
    <w:rsid w:val="00416E2B"/>
    <w:rsid w:val="0041734E"/>
    <w:rsid w:val="004173FB"/>
    <w:rsid w:val="004209BA"/>
    <w:rsid w:val="00420C44"/>
    <w:rsid w:val="00420CF7"/>
    <w:rsid w:val="00421AFE"/>
    <w:rsid w:val="00421FEF"/>
    <w:rsid w:val="00423ACC"/>
    <w:rsid w:val="00423AF7"/>
    <w:rsid w:val="00423CEF"/>
    <w:rsid w:val="004241E7"/>
    <w:rsid w:val="004242C1"/>
    <w:rsid w:val="0042453D"/>
    <w:rsid w:val="00425F33"/>
    <w:rsid w:val="004270DC"/>
    <w:rsid w:val="004272F7"/>
    <w:rsid w:val="00427FAE"/>
    <w:rsid w:val="004301B7"/>
    <w:rsid w:val="00430581"/>
    <w:rsid w:val="0043096E"/>
    <w:rsid w:val="00434A97"/>
    <w:rsid w:val="00437035"/>
    <w:rsid w:val="004372B0"/>
    <w:rsid w:val="00440C62"/>
    <w:rsid w:val="00441252"/>
    <w:rsid w:val="004415F5"/>
    <w:rsid w:val="004418FB"/>
    <w:rsid w:val="00443FB4"/>
    <w:rsid w:val="004440AA"/>
    <w:rsid w:val="00444E19"/>
    <w:rsid w:val="00446BBA"/>
    <w:rsid w:val="004477E0"/>
    <w:rsid w:val="004479B2"/>
    <w:rsid w:val="004479F9"/>
    <w:rsid w:val="004506A0"/>
    <w:rsid w:val="00450D1C"/>
    <w:rsid w:val="00451B63"/>
    <w:rsid w:val="004525F3"/>
    <w:rsid w:val="00452C12"/>
    <w:rsid w:val="00453381"/>
    <w:rsid w:val="004538D5"/>
    <w:rsid w:val="00453CDA"/>
    <w:rsid w:val="004541B0"/>
    <w:rsid w:val="004543D2"/>
    <w:rsid w:val="00454FC8"/>
    <w:rsid w:val="004551AE"/>
    <w:rsid w:val="004557F7"/>
    <w:rsid w:val="00455A59"/>
    <w:rsid w:val="00455E20"/>
    <w:rsid w:val="00456281"/>
    <w:rsid w:val="00456DAC"/>
    <w:rsid w:val="00457381"/>
    <w:rsid w:val="004603C3"/>
    <w:rsid w:val="0046145E"/>
    <w:rsid w:val="0046146B"/>
    <w:rsid w:val="00463008"/>
    <w:rsid w:val="00463126"/>
    <w:rsid w:val="00463EEF"/>
    <w:rsid w:val="0046408A"/>
    <w:rsid w:val="0046634E"/>
    <w:rsid w:val="00466C7A"/>
    <w:rsid w:val="00466E01"/>
    <w:rsid w:val="00466F86"/>
    <w:rsid w:val="00467E54"/>
    <w:rsid w:val="00470378"/>
    <w:rsid w:val="0047154F"/>
    <w:rsid w:val="004719E6"/>
    <w:rsid w:val="004722F9"/>
    <w:rsid w:val="00472A23"/>
    <w:rsid w:val="0047311A"/>
    <w:rsid w:val="00474560"/>
    <w:rsid w:val="00475E99"/>
    <w:rsid w:val="0047600F"/>
    <w:rsid w:val="0047664F"/>
    <w:rsid w:val="004769C8"/>
    <w:rsid w:val="00477CD3"/>
    <w:rsid w:val="00477D86"/>
    <w:rsid w:val="00481146"/>
    <w:rsid w:val="00481B00"/>
    <w:rsid w:val="00481FD0"/>
    <w:rsid w:val="0048221F"/>
    <w:rsid w:val="004825A5"/>
    <w:rsid w:val="00483AC9"/>
    <w:rsid w:val="00483CB2"/>
    <w:rsid w:val="004842D7"/>
    <w:rsid w:val="00486DA0"/>
    <w:rsid w:val="00486F41"/>
    <w:rsid w:val="004878C2"/>
    <w:rsid w:val="004911CF"/>
    <w:rsid w:val="004919C3"/>
    <w:rsid w:val="00491FC9"/>
    <w:rsid w:val="0049224F"/>
    <w:rsid w:val="00492924"/>
    <w:rsid w:val="00494E20"/>
    <w:rsid w:val="004953C3"/>
    <w:rsid w:val="00496BDF"/>
    <w:rsid w:val="00497042"/>
    <w:rsid w:val="004972BB"/>
    <w:rsid w:val="004A0866"/>
    <w:rsid w:val="004A0B14"/>
    <w:rsid w:val="004A4A6B"/>
    <w:rsid w:val="004A5912"/>
    <w:rsid w:val="004A61FB"/>
    <w:rsid w:val="004A7FF3"/>
    <w:rsid w:val="004B0601"/>
    <w:rsid w:val="004B143C"/>
    <w:rsid w:val="004B17F4"/>
    <w:rsid w:val="004B2159"/>
    <w:rsid w:val="004B23E1"/>
    <w:rsid w:val="004B2DAE"/>
    <w:rsid w:val="004B3AEA"/>
    <w:rsid w:val="004B3F28"/>
    <w:rsid w:val="004B5EF5"/>
    <w:rsid w:val="004B6CA0"/>
    <w:rsid w:val="004C16F5"/>
    <w:rsid w:val="004C3E4D"/>
    <w:rsid w:val="004C3E90"/>
    <w:rsid w:val="004C3EB4"/>
    <w:rsid w:val="004C4336"/>
    <w:rsid w:val="004C55B8"/>
    <w:rsid w:val="004C6F3F"/>
    <w:rsid w:val="004C77B5"/>
    <w:rsid w:val="004D053D"/>
    <w:rsid w:val="004D126B"/>
    <w:rsid w:val="004D2DB8"/>
    <w:rsid w:val="004D2DC8"/>
    <w:rsid w:val="004D31E3"/>
    <w:rsid w:val="004D386C"/>
    <w:rsid w:val="004D3AED"/>
    <w:rsid w:val="004D471B"/>
    <w:rsid w:val="004D4CE2"/>
    <w:rsid w:val="004D58FB"/>
    <w:rsid w:val="004D5FE4"/>
    <w:rsid w:val="004D725B"/>
    <w:rsid w:val="004D7678"/>
    <w:rsid w:val="004D7939"/>
    <w:rsid w:val="004D7CD7"/>
    <w:rsid w:val="004D7E27"/>
    <w:rsid w:val="004E0233"/>
    <w:rsid w:val="004E089F"/>
    <w:rsid w:val="004E0F4F"/>
    <w:rsid w:val="004E1859"/>
    <w:rsid w:val="004E214B"/>
    <w:rsid w:val="004E2A44"/>
    <w:rsid w:val="004E3B54"/>
    <w:rsid w:val="004E4909"/>
    <w:rsid w:val="004E5639"/>
    <w:rsid w:val="004E6E95"/>
    <w:rsid w:val="004E7140"/>
    <w:rsid w:val="004E7C0A"/>
    <w:rsid w:val="004F0548"/>
    <w:rsid w:val="004F1865"/>
    <w:rsid w:val="004F1AD0"/>
    <w:rsid w:val="004F1ED9"/>
    <w:rsid w:val="004F31AF"/>
    <w:rsid w:val="004F4367"/>
    <w:rsid w:val="004F5509"/>
    <w:rsid w:val="004F58BA"/>
    <w:rsid w:val="004F6063"/>
    <w:rsid w:val="004F6866"/>
    <w:rsid w:val="004F727B"/>
    <w:rsid w:val="004F793C"/>
    <w:rsid w:val="004F7D98"/>
    <w:rsid w:val="0050162E"/>
    <w:rsid w:val="005018C0"/>
    <w:rsid w:val="005022E5"/>
    <w:rsid w:val="00502B19"/>
    <w:rsid w:val="00502DCA"/>
    <w:rsid w:val="00503727"/>
    <w:rsid w:val="0050437E"/>
    <w:rsid w:val="00504616"/>
    <w:rsid w:val="005055CD"/>
    <w:rsid w:val="00505C9E"/>
    <w:rsid w:val="005065F5"/>
    <w:rsid w:val="00510B4E"/>
    <w:rsid w:val="005114AE"/>
    <w:rsid w:val="00512355"/>
    <w:rsid w:val="00513489"/>
    <w:rsid w:val="00513F86"/>
    <w:rsid w:val="00514BE5"/>
    <w:rsid w:val="00514C4E"/>
    <w:rsid w:val="00514D9D"/>
    <w:rsid w:val="005155AE"/>
    <w:rsid w:val="00515AD0"/>
    <w:rsid w:val="00517D33"/>
    <w:rsid w:val="00520789"/>
    <w:rsid w:val="00524606"/>
    <w:rsid w:val="005247C2"/>
    <w:rsid w:val="00524F88"/>
    <w:rsid w:val="0052503D"/>
    <w:rsid w:val="005254BC"/>
    <w:rsid w:val="0052669E"/>
    <w:rsid w:val="00526724"/>
    <w:rsid w:val="005269C1"/>
    <w:rsid w:val="005275A4"/>
    <w:rsid w:val="00527A8C"/>
    <w:rsid w:val="005313EC"/>
    <w:rsid w:val="005315FE"/>
    <w:rsid w:val="00531E8C"/>
    <w:rsid w:val="00533E94"/>
    <w:rsid w:val="00533F26"/>
    <w:rsid w:val="005350F6"/>
    <w:rsid w:val="00535843"/>
    <w:rsid w:val="005362A9"/>
    <w:rsid w:val="00536BC5"/>
    <w:rsid w:val="00537B6D"/>
    <w:rsid w:val="005401D9"/>
    <w:rsid w:val="00540471"/>
    <w:rsid w:val="005413B7"/>
    <w:rsid w:val="00542871"/>
    <w:rsid w:val="00542EEF"/>
    <w:rsid w:val="005432E6"/>
    <w:rsid w:val="00543581"/>
    <w:rsid w:val="005438B4"/>
    <w:rsid w:val="00545D5E"/>
    <w:rsid w:val="00546B56"/>
    <w:rsid w:val="00547640"/>
    <w:rsid w:val="00547819"/>
    <w:rsid w:val="00550787"/>
    <w:rsid w:val="00550974"/>
    <w:rsid w:val="00550B2F"/>
    <w:rsid w:val="00551278"/>
    <w:rsid w:val="0055127F"/>
    <w:rsid w:val="005514BD"/>
    <w:rsid w:val="005515AB"/>
    <w:rsid w:val="00551712"/>
    <w:rsid w:val="00551E02"/>
    <w:rsid w:val="0055263D"/>
    <w:rsid w:val="005529FE"/>
    <w:rsid w:val="00552C63"/>
    <w:rsid w:val="005531C4"/>
    <w:rsid w:val="00553E8E"/>
    <w:rsid w:val="005549DE"/>
    <w:rsid w:val="00555E4C"/>
    <w:rsid w:val="005567A9"/>
    <w:rsid w:val="005568B5"/>
    <w:rsid w:val="00556E57"/>
    <w:rsid w:val="00557FB6"/>
    <w:rsid w:val="0056120D"/>
    <w:rsid w:val="005612F3"/>
    <w:rsid w:val="00561C58"/>
    <w:rsid w:val="00561E7A"/>
    <w:rsid w:val="00562924"/>
    <w:rsid w:val="005629CD"/>
    <w:rsid w:val="00562EED"/>
    <w:rsid w:val="005632BA"/>
    <w:rsid w:val="005634C4"/>
    <w:rsid w:val="00565351"/>
    <w:rsid w:val="00565643"/>
    <w:rsid w:val="00566157"/>
    <w:rsid w:val="00566D30"/>
    <w:rsid w:val="005673A9"/>
    <w:rsid w:val="0057006C"/>
    <w:rsid w:val="00571BF1"/>
    <w:rsid w:val="00573FCA"/>
    <w:rsid w:val="00574672"/>
    <w:rsid w:val="0057612B"/>
    <w:rsid w:val="005772C4"/>
    <w:rsid w:val="00577577"/>
    <w:rsid w:val="00577D20"/>
    <w:rsid w:val="00580BDF"/>
    <w:rsid w:val="00581651"/>
    <w:rsid w:val="00582E74"/>
    <w:rsid w:val="005830DC"/>
    <w:rsid w:val="00583745"/>
    <w:rsid w:val="005840C9"/>
    <w:rsid w:val="00584801"/>
    <w:rsid w:val="005871CF"/>
    <w:rsid w:val="00590E37"/>
    <w:rsid w:val="005912C1"/>
    <w:rsid w:val="00591522"/>
    <w:rsid w:val="00591CA6"/>
    <w:rsid w:val="00592004"/>
    <w:rsid w:val="005923FF"/>
    <w:rsid w:val="0059274D"/>
    <w:rsid w:val="00593B92"/>
    <w:rsid w:val="00594A78"/>
    <w:rsid w:val="00595555"/>
    <w:rsid w:val="00595A74"/>
    <w:rsid w:val="00595D04"/>
    <w:rsid w:val="0059606D"/>
    <w:rsid w:val="00596A6E"/>
    <w:rsid w:val="00597198"/>
    <w:rsid w:val="00597B34"/>
    <w:rsid w:val="00597F3A"/>
    <w:rsid w:val="005A18E2"/>
    <w:rsid w:val="005A1C39"/>
    <w:rsid w:val="005A1EED"/>
    <w:rsid w:val="005A22E3"/>
    <w:rsid w:val="005A3769"/>
    <w:rsid w:val="005A43ED"/>
    <w:rsid w:val="005A46EF"/>
    <w:rsid w:val="005A4758"/>
    <w:rsid w:val="005A7E2B"/>
    <w:rsid w:val="005B07EA"/>
    <w:rsid w:val="005B096B"/>
    <w:rsid w:val="005B19A8"/>
    <w:rsid w:val="005B22EA"/>
    <w:rsid w:val="005B2DE4"/>
    <w:rsid w:val="005B3D06"/>
    <w:rsid w:val="005B44D5"/>
    <w:rsid w:val="005B48D0"/>
    <w:rsid w:val="005B4A5C"/>
    <w:rsid w:val="005B5212"/>
    <w:rsid w:val="005B56BE"/>
    <w:rsid w:val="005B68D5"/>
    <w:rsid w:val="005C0E2F"/>
    <w:rsid w:val="005C1395"/>
    <w:rsid w:val="005C200F"/>
    <w:rsid w:val="005C20F0"/>
    <w:rsid w:val="005C213A"/>
    <w:rsid w:val="005C21B4"/>
    <w:rsid w:val="005C276C"/>
    <w:rsid w:val="005C29A4"/>
    <w:rsid w:val="005C2AB4"/>
    <w:rsid w:val="005C2E89"/>
    <w:rsid w:val="005C47E4"/>
    <w:rsid w:val="005C54AC"/>
    <w:rsid w:val="005C62C8"/>
    <w:rsid w:val="005C6EE2"/>
    <w:rsid w:val="005C727A"/>
    <w:rsid w:val="005D2513"/>
    <w:rsid w:val="005D2BE6"/>
    <w:rsid w:val="005D2C72"/>
    <w:rsid w:val="005D2ED9"/>
    <w:rsid w:val="005D3933"/>
    <w:rsid w:val="005D3D92"/>
    <w:rsid w:val="005D3F5D"/>
    <w:rsid w:val="005D492F"/>
    <w:rsid w:val="005D4DC4"/>
    <w:rsid w:val="005D599A"/>
    <w:rsid w:val="005D5F47"/>
    <w:rsid w:val="005D746A"/>
    <w:rsid w:val="005E0FFB"/>
    <w:rsid w:val="005E17C9"/>
    <w:rsid w:val="005E1EE3"/>
    <w:rsid w:val="005E2913"/>
    <w:rsid w:val="005E5951"/>
    <w:rsid w:val="005E60BD"/>
    <w:rsid w:val="005E62EE"/>
    <w:rsid w:val="005E698B"/>
    <w:rsid w:val="005E6E79"/>
    <w:rsid w:val="005E7120"/>
    <w:rsid w:val="005F0D9B"/>
    <w:rsid w:val="005F1EA5"/>
    <w:rsid w:val="005F2D9D"/>
    <w:rsid w:val="005F3323"/>
    <w:rsid w:val="005F376A"/>
    <w:rsid w:val="005F3A33"/>
    <w:rsid w:val="005F4498"/>
    <w:rsid w:val="005F4BD0"/>
    <w:rsid w:val="005F4D8D"/>
    <w:rsid w:val="005F74A8"/>
    <w:rsid w:val="005F7AA3"/>
    <w:rsid w:val="005F7BE5"/>
    <w:rsid w:val="00600272"/>
    <w:rsid w:val="00600652"/>
    <w:rsid w:val="006009BA"/>
    <w:rsid w:val="00603D9E"/>
    <w:rsid w:val="00604468"/>
    <w:rsid w:val="00605141"/>
    <w:rsid w:val="00605E43"/>
    <w:rsid w:val="00606EB3"/>
    <w:rsid w:val="006079C9"/>
    <w:rsid w:val="00610BCD"/>
    <w:rsid w:val="00611551"/>
    <w:rsid w:val="0061182A"/>
    <w:rsid w:val="00611EA2"/>
    <w:rsid w:val="0061289D"/>
    <w:rsid w:val="00612A8E"/>
    <w:rsid w:val="0061371A"/>
    <w:rsid w:val="00613D5A"/>
    <w:rsid w:val="00613F3C"/>
    <w:rsid w:val="00614301"/>
    <w:rsid w:val="00616D29"/>
    <w:rsid w:val="0061708C"/>
    <w:rsid w:val="0061759F"/>
    <w:rsid w:val="00617A0A"/>
    <w:rsid w:val="006201D4"/>
    <w:rsid w:val="006209D0"/>
    <w:rsid w:val="00620B12"/>
    <w:rsid w:val="00620CC4"/>
    <w:rsid w:val="006210F4"/>
    <w:rsid w:val="0062314E"/>
    <w:rsid w:val="0062392E"/>
    <w:rsid w:val="00625C71"/>
    <w:rsid w:val="00626C9E"/>
    <w:rsid w:val="00627A7B"/>
    <w:rsid w:val="006318CC"/>
    <w:rsid w:val="00631B1D"/>
    <w:rsid w:val="00632162"/>
    <w:rsid w:val="006325E5"/>
    <w:rsid w:val="00632AD1"/>
    <w:rsid w:val="00633F37"/>
    <w:rsid w:val="0063468D"/>
    <w:rsid w:val="00634C2B"/>
    <w:rsid w:val="006356C4"/>
    <w:rsid w:val="006357C1"/>
    <w:rsid w:val="0063653B"/>
    <w:rsid w:val="0063718B"/>
    <w:rsid w:val="0064073C"/>
    <w:rsid w:val="0064176A"/>
    <w:rsid w:val="00641A2D"/>
    <w:rsid w:val="00641CF3"/>
    <w:rsid w:val="0064206A"/>
    <w:rsid w:val="00642B4E"/>
    <w:rsid w:val="006439CB"/>
    <w:rsid w:val="00643F5E"/>
    <w:rsid w:val="006449C6"/>
    <w:rsid w:val="00644C96"/>
    <w:rsid w:val="00646895"/>
    <w:rsid w:val="00646D08"/>
    <w:rsid w:val="0064773C"/>
    <w:rsid w:val="006477D9"/>
    <w:rsid w:val="00651640"/>
    <w:rsid w:val="00651685"/>
    <w:rsid w:val="00651AC0"/>
    <w:rsid w:val="00651ADF"/>
    <w:rsid w:val="00652C3B"/>
    <w:rsid w:val="006539CF"/>
    <w:rsid w:val="00654E3C"/>
    <w:rsid w:val="006552CC"/>
    <w:rsid w:val="006573B3"/>
    <w:rsid w:val="006574EA"/>
    <w:rsid w:val="00657C93"/>
    <w:rsid w:val="00657C9A"/>
    <w:rsid w:val="006600CE"/>
    <w:rsid w:val="00660E0E"/>
    <w:rsid w:val="00660EE1"/>
    <w:rsid w:val="0066107C"/>
    <w:rsid w:val="00663284"/>
    <w:rsid w:val="00663F6D"/>
    <w:rsid w:val="006653FA"/>
    <w:rsid w:val="00665B79"/>
    <w:rsid w:val="0066699E"/>
    <w:rsid w:val="006670B6"/>
    <w:rsid w:val="006674E8"/>
    <w:rsid w:val="00667699"/>
    <w:rsid w:val="0067104B"/>
    <w:rsid w:val="00671735"/>
    <w:rsid w:val="00672396"/>
    <w:rsid w:val="006726F6"/>
    <w:rsid w:val="00672D79"/>
    <w:rsid w:val="00672E5A"/>
    <w:rsid w:val="00673429"/>
    <w:rsid w:val="00673AF7"/>
    <w:rsid w:val="00674328"/>
    <w:rsid w:val="00675210"/>
    <w:rsid w:val="0067539B"/>
    <w:rsid w:val="00675FB2"/>
    <w:rsid w:val="00676766"/>
    <w:rsid w:val="00677BF3"/>
    <w:rsid w:val="00682706"/>
    <w:rsid w:val="0068281F"/>
    <w:rsid w:val="00682886"/>
    <w:rsid w:val="00682902"/>
    <w:rsid w:val="00682A75"/>
    <w:rsid w:val="0068427A"/>
    <w:rsid w:val="00684527"/>
    <w:rsid w:val="00684E45"/>
    <w:rsid w:val="00685022"/>
    <w:rsid w:val="00685878"/>
    <w:rsid w:val="006858C5"/>
    <w:rsid w:val="0068652E"/>
    <w:rsid w:val="00686B4E"/>
    <w:rsid w:val="00687239"/>
    <w:rsid w:val="006873BB"/>
    <w:rsid w:val="00687928"/>
    <w:rsid w:val="0069163F"/>
    <w:rsid w:val="00691831"/>
    <w:rsid w:val="00691DBB"/>
    <w:rsid w:val="00691FA4"/>
    <w:rsid w:val="00693A0E"/>
    <w:rsid w:val="00696F9F"/>
    <w:rsid w:val="00697D87"/>
    <w:rsid w:val="00697EB4"/>
    <w:rsid w:val="006A06B9"/>
    <w:rsid w:val="006A14F0"/>
    <w:rsid w:val="006A4628"/>
    <w:rsid w:val="006A53BE"/>
    <w:rsid w:val="006A651B"/>
    <w:rsid w:val="006A6FC8"/>
    <w:rsid w:val="006A7D4D"/>
    <w:rsid w:val="006B0F1B"/>
    <w:rsid w:val="006B1593"/>
    <w:rsid w:val="006B2676"/>
    <w:rsid w:val="006B35EA"/>
    <w:rsid w:val="006B43D5"/>
    <w:rsid w:val="006B5437"/>
    <w:rsid w:val="006B5C71"/>
    <w:rsid w:val="006B5EE6"/>
    <w:rsid w:val="006B7F0E"/>
    <w:rsid w:val="006C0A15"/>
    <w:rsid w:val="006C379E"/>
    <w:rsid w:val="006C3A27"/>
    <w:rsid w:val="006C3B90"/>
    <w:rsid w:val="006C4B43"/>
    <w:rsid w:val="006C55B9"/>
    <w:rsid w:val="006C5611"/>
    <w:rsid w:val="006C56F6"/>
    <w:rsid w:val="006C6394"/>
    <w:rsid w:val="006C7522"/>
    <w:rsid w:val="006D0BBF"/>
    <w:rsid w:val="006D0CCF"/>
    <w:rsid w:val="006D2008"/>
    <w:rsid w:val="006D2209"/>
    <w:rsid w:val="006D24F9"/>
    <w:rsid w:val="006D28E2"/>
    <w:rsid w:val="006D348F"/>
    <w:rsid w:val="006D36EC"/>
    <w:rsid w:val="006D385F"/>
    <w:rsid w:val="006D5BBB"/>
    <w:rsid w:val="006D6338"/>
    <w:rsid w:val="006D6DC1"/>
    <w:rsid w:val="006D6F9A"/>
    <w:rsid w:val="006E0EFE"/>
    <w:rsid w:val="006E16A6"/>
    <w:rsid w:val="006E17DD"/>
    <w:rsid w:val="006E17F7"/>
    <w:rsid w:val="006E189D"/>
    <w:rsid w:val="006E2A6C"/>
    <w:rsid w:val="006E2C8E"/>
    <w:rsid w:val="006E446F"/>
    <w:rsid w:val="006E550C"/>
    <w:rsid w:val="006E61A3"/>
    <w:rsid w:val="006E622E"/>
    <w:rsid w:val="006E6291"/>
    <w:rsid w:val="006E644D"/>
    <w:rsid w:val="006E7144"/>
    <w:rsid w:val="006E71B7"/>
    <w:rsid w:val="006F032A"/>
    <w:rsid w:val="006F03B3"/>
    <w:rsid w:val="006F23D4"/>
    <w:rsid w:val="006F2B33"/>
    <w:rsid w:val="006F2E81"/>
    <w:rsid w:val="006F4F6E"/>
    <w:rsid w:val="006F4FFA"/>
    <w:rsid w:val="006F59D9"/>
    <w:rsid w:val="006F6A04"/>
    <w:rsid w:val="006F7CC3"/>
    <w:rsid w:val="006F7CE8"/>
    <w:rsid w:val="006F7F60"/>
    <w:rsid w:val="007000C9"/>
    <w:rsid w:val="00701353"/>
    <w:rsid w:val="00701664"/>
    <w:rsid w:val="00701E44"/>
    <w:rsid w:val="00701F09"/>
    <w:rsid w:val="007031AC"/>
    <w:rsid w:val="00704064"/>
    <w:rsid w:val="007043A7"/>
    <w:rsid w:val="0070524C"/>
    <w:rsid w:val="0070599E"/>
    <w:rsid w:val="00706601"/>
    <w:rsid w:val="00707584"/>
    <w:rsid w:val="00707CA9"/>
    <w:rsid w:val="0071043A"/>
    <w:rsid w:val="00710619"/>
    <w:rsid w:val="00711E40"/>
    <w:rsid w:val="00712B81"/>
    <w:rsid w:val="0071364C"/>
    <w:rsid w:val="007150B3"/>
    <w:rsid w:val="00715541"/>
    <w:rsid w:val="007170BE"/>
    <w:rsid w:val="00717AB1"/>
    <w:rsid w:val="00717C64"/>
    <w:rsid w:val="0072009F"/>
    <w:rsid w:val="007205FA"/>
    <w:rsid w:val="00721444"/>
    <w:rsid w:val="00721455"/>
    <w:rsid w:val="00721FA0"/>
    <w:rsid w:val="00722017"/>
    <w:rsid w:val="00722DD4"/>
    <w:rsid w:val="007231C4"/>
    <w:rsid w:val="007236DB"/>
    <w:rsid w:val="00723983"/>
    <w:rsid w:val="00723D07"/>
    <w:rsid w:val="007242B3"/>
    <w:rsid w:val="00724B43"/>
    <w:rsid w:val="00725377"/>
    <w:rsid w:val="007257F1"/>
    <w:rsid w:val="00725D38"/>
    <w:rsid w:val="0073042E"/>
    <w:rsid w:val="00730897"/>
    <w:rsid w:val="00730E45"/>
    <w:rsid w:val="0073144C"/>
    <w:rsid w:val="00731714"/>
    <w:rsid w:val="0073180E"/>
    <w:rsid w:val="00731AD7"/>
    <w:rsid w:val="007322F5"/>
    <w:rsid w:val="00732F2D"/>
    <w:rsid w:val="007358C3"/>
    <w:rsid w:val="00735E07"/>
    <w:rsid w:val="007370ED"/>
    <w:rsid w:val="007379FF"/>
    <w:rsid w:val="00737B6F"/>
    <w:rsid w:val="00737B9B"/>
    <w:rsid w:val="00740550"/>
    <w:rsid w:val="00740710"/>
    <w:rsid w:val="00740DFB"/>
    <w:rsid w:val="00740E80"/>
    <w:rsid w:val="00740FBD"/>
    <w:rsid w:val="00741A66"/>
    <w:rsid w:val="00741FD8"/>
    <w:rsid w:val="00744062"/>
    <w:rsid w:val="00744726"/>
    <w:rsid w:val="0074517B"/>
    <w:rsid w:val="0074557B"/>
    <w:rsid w:val="00746BC3"/>
    <w:rsid w:val="00746F77"/>
    <w:rsid w:val="00746FBC"/>
    <w:rsid w:val="007502BC"/>
    <w:rsid w:val="00751519"/>
    <w:rsid w:val="00752FE3"/>
    <w:rsid w:val="0075408B"/>
    <w:rsid w:val="007562C1"/>
    <w:rsid w:val="00756BDB"/>
    <w:rsid w:val="007571E2"/>
    <w:rsid w:val="00757440"/>
    <w:rsid w:val="00757A95"/>
    <w:rsid w:val="00760354"/>
    <w:rsid w:val="00760696"/>
    <w:rsid w:val="00761506"/>
    <w:rsid w:val="00761BC7"/>
    <w:rsid w:val="00761FD5"/>
    <w:rsid w:val="00762247"/>
    <w:rsid w:val="00762E5F"/>
    <w:rsid w:val="0076304E"/>
    <w:rsid w:val="0076321E"/>
    <w:rsid w:val="00763FD9"/>
    <w:rsid w:val="00765BEF"/>
    <w:rsid w:val="00767AF0"/>
    <w:rsid w:val="007702CE"/>
    <w:rsid w:val="00770A71"/>
    <w:rsid w:val="0077158D"/>
    <w:rsid w:val="00771FC2"/>
    <w:rsid w:val="007735AB"/>
    <w:rsid w:val="00773E4E"/>
    <w:rsid w:val="00773EE2"/>
    <w:rsid w:val="007742AD"/>
    <w:rsid w:val="0077575C"/>
    <w:rsid w:val="00775FFA"/>
    <w:rsid w:val="00777AC5"/>
    <w:rsid w:val="00777C62"/>
    <w:rsid w:val="00780143"/>
    <w:rsid w:val="00780FE9"/>
    <w:rsid w:val="00781242"/>
    <w:rsid w:val="00782024"/>
    <w:rsid w:val="00782152"/>
    <w:rsid w:val="0078259F"/>
    <w:rsid w:val="00782872"/>
    <w:rsid w:val="00784287"/>
    <w:rsid w:val="007863D5"/>
    <w:rsid w:val="00790845"/>
    <w:rsid w:val="00791377"/>
    <w:rsid w:val="00791D23"/>
    <w:rsid w:val="00792B45"/>
    <w:rsid w:val="00794413"/>
    <w:rsid w:val="00794F55"/>
    <w:rsid w:val="00795BFB"/>
    <w:rsid w:val="0079622B"/>
    <w:rsid w:val="0079644C"/>
    <w:rsid w:val="007965F8"/>
    <w:rsid w:val="00796830"/>
    <w:rsid w:val="00796AAA"/>
    <w:rsid w:val="007972D7"/>
    <w:rsid w:val="00797836"/>
    <w:rsid w:val="007A065C"/>
    <w:rsid w:val="007A0696"/>
    <w:rsid w:val="007A0729"/>
    <w:rsid w:val="007A09F3"/>
    <w:rsid w:val="007A1C41"/>
    <w:rsid w:val="007A1D87"/>
    <w:rsid w:val="007A35DC"/>
    <w:rsid w:val="007A35E5"/>
    <w:rsid w:val="007A3B8C"/>
    <w:rsid w:val="007A4760"/>
    <w:rsid w:val="007A4787"/>
    <w:rsid w:val="007A59CE"/>
    <w:rsid w:val="007A6185"/>
    <w:rsid w:val="007A6311"/>
    <w:rsid w:val="007A6782"/>
    <w:rsid w:val="007B0063"/>
    <w:rsid w:val="007B10B3"/>
    <w:rsid w:val="007B1D12"/>
    <w:rsid w:val="007B2D2A"/>
    <w:rsid w:val="007B2EEF"/>
    <w:rsid w:val="007B2F17"/>
    <w:rsid w:val="007B419C"/>
    <w:rsid w:val="007B46B3"/>
    <w:rsid w:val="007B4F44"/>
    <w:rsid w:val="007B5CD8"/>
    <w:rsid w:val="007B6450"/>
    <w:rsid w:val="007B6963"/>
    <w:rsid w:val="007B6D51"/>
    <w:rsid w:val="007B7C6C"/>
    <w:rsid w:val="007C0190"/>
    <w:rsid w:val="007C088F"/>
    <w:rsid w:val="007C3DC9"/>
    <w:rsid w:val="007C40AD"/>
    <w:rsid w:val="007C4EC8"/>
    <w:rsid w:val="007C626A"/>
    <w:rsid w:val="007D0344"/>
    <w:rsid w:val="007D0774"/>
    <w:rsid w:val="007D1079"/>
    <w:rsid w:val="007D1CD6"/>
    <w:rsid w:val="007D1D2B"/>
    <w:rsid w:val="007D39C2"/>
    <w:rsid w:val="007D4BB2"/>
    <w:rsid w:val="007D4D7D"/>
    <w:rsid w:val="007D5FD1"/>
    <w:rsid w:val="007D7345"/>
    <w:rsid w:val="007D7561"/>
    <w:rsid w:val="007E0AA2"/>
    <w:rsid w:val="007E2EBF"/>
    <w:rsid w:val="007E32A5"/>
    <w:rsid w:val="007E3B8F"/>
    <w:rsid w:val="007E50B8"/>
    <w:rsid w:val="007E55BB"/>
    <w:rsid w:val="007E662C"/>
    <w:rsid w:val="007E6DD9"/>
    <w:rsid w:val="007E79D2"/>
    <w:rsid w:val="007F010A"/>
    <w:rsid w:val="007F0FAD"/>
    <w:rsid w:val="007F174F"/>
    <w:rsid w:val="007F4190"/>
    <w:rsid w:val="007F4C8F"/>
    <w:rsid w:val="007F4E53"/>
    <w:rsid w:val="007F6114"/>
    <w:rsid w:val="007F6827"/>
    <w:rsid w:val="00800626"/>
    <w:rsid w:val="008013F3"/>
    <w:rsid w:val="00806335"/>
    <w:rsid w:val="008064E7"/>
    <w:rsid w:val="00806727"/>
    <w:rsid w:val="00807D2C"/>
    <w:rsid w:val="008105E2"/>
    <w:rsid w:val="00811F60"/>
    <w:rsid w:val="008128CA"/>
    <w:rsid w:val="00812C5D"/>
    <w:rsid w:val="00813440"/>
    <w:rsid w:val="00814121"/>
    <w:rsid w:val="00814269"/>
    <w:rsid w:val="008150F9"/>
    <w:rsid w:val="0082026F"/>
    <w:rsid w:val="00821043"/>
    <w:rsid w:val="00821493"/>
    <w:rsid w:val="00821E2C"/>
    <w:rsid w:val="00822D19"/>
    <w:rsid w:val="008232F0"/>
    <w:rsid w:val="008234E1"/>
    <w:rsid w:val="00825BE2"/>
    <w:rsid w:val="00825D85"/>
    <w:rsid w:val="00826188"/>
    <w:rsid w:val="0082648D"/>
    <w:rsid w:val="00826B87"/>
    <w:rsid w:val="00826D32"/>
    <w:rsid w:val="00827F7B"/>
    <w:rsid w:val="00831074"/>
    <w:rsid w:val="00831AA4"/>
    <w:rsid w:val="00831AE0"/>
    <w:rsid w:val="00831B8F"/>
    <w:rsid w:val="00833301"/>
    <w:rsid w:val="0083359F"/>
    <w:rsid w:val="008340ED"/>
    <w:rsid w:val="0083476F"/>
    <w:rsid w:val="00835C8A"/>
    <w:rsid w:val="00836035"/>
    <w:rsid w:val="0083673E"/>
    <w:rsid w:val="00836DF3"/>
    <w:rsid w:val="00837259"/>
    <w:rsid w:val="008379C1"/>
    <w:rsid w:val="0084238B"/>
    <w:rsid w:val="0084318E"/>
    <w:rsid w:val="008436B7"/>
    <w:rsid w:val="008441E0"/>
    <w:rsid w:val="0084496F"/>
    <w:rsid w:val="0084553B"/>
    <w:rsid w:val="008463F0"/>
    <w:rsid w:val="00846573"/>
    <w:rsid w:val="00846D42"/>
    <w:rsid w:val="00850983"/>
    <w:rsid w:val="00850E28"/>
    <w:rsid w:val="00851313"/>
    <w:rsid w:val="00852577"/>
    <w:rsid w:val="0085373A"/>
    <w:rsid w:val="00853A4C"/>
    <w:rsid w:val="008548C1"/>
    <w:rsid w:val="00854B43"/>
    <w:rsid w:val="00855EF0"/>
    <w:rsid w:val="00856941"/>
    <w:rsid w:val="00856BA2"/>
    <w:rsid w:val="008577A4"/>
    <w:rsid w:val="008577F9"/>
    <w:rsid w:val="00857A6F"/>
    <w:rsid w:val="00857A7C"/>
    <w:rsid w:val="00861056"/>
    <w:rsid w:val="00862814"/>
    <w:rsid w:val="0086309F"/>
    <w:rsid w:val="008635D8"/>
    <w:rsid w:val="00864864"/>
    <w:rsid w:val="00865162"/>
    <w:rsid w:val="0086539E"/>
    <w:rsid w:val="00866911"/>
    <w:rsid w:val="00867A32"/>
    <w:rsid w:val="00867B51"/>
    <w:rsid w:val="00867D77"/>
    <w:rsid w:val="008700C1"/>
    <w:rsid w:val="008703F4"/>
    <w:rsid w:val="008704C5"/>
    <w:rsid w:val="00870657"/>
    <w:rsid w:val="008709D0"/>
    <w:rsid w:val="00870A16"/>
    <w:rsid w:val="00870D4D"/>
    <w:rsid w:val="00871F36"/>
    <w:rsid w:val="00872689"/>
    <w:rsid w:val="00872692"/>
    <w:rsid w:val="00873531"/>
    <w:rsid w:val="00873D57"/>
    <w:rsid w:val="00874112"/>
    <w:rsid w:val="00875A0C"/>
    <w:rsid w:val="008777DC"/>
    <w:rsid w:val="00877C1C"/>
    <w:rsid w:val="0088033F"/>
    <w:rsid w:val="00880BCE"/>
    <w:rsid w:val="008810AF"/>
    <w:rsid w:val="00881380"/>
    <w:rsid w:val="00881A5A"/>
    <w:rsid w:val="0088204B"/>
    <w:rsid w:val="00882822"/>
    <w:rsid w:val="008830EF"/>
    <w:rsid w:val="0088315B"/>
    <w:rsid w:val="008834D0"/>
    <w:rsid w:val="00883878"/>
    <w:rsid w:val="008844EA"/>
    <w:rsid w:val="00884816"/>
    <w:rsid w:val="008848A8"/>
    <w:rsid w:val="00884E02"/>
    <w:rsid w:val="0088503C"/>
    <w:rsid w:val="00886904"/>
    <w:rsid w:val="008916CD"/>
    <w:rsid w:val="00892DD6"/>
    <w:rsid w:val="008933CF"/>
    <w:rsid w:val="008936CB"/>
    <w:rsid w:val="00894368"/>
    <w:rsid w:val="00894402"/>
    <w:rsid w:val="00894A7B"/>
    <w:rsid w:val="00895362"/>
    <w:rsid w:val="0089692C"/>
    <w:rsid w:val="008A218F"/>
    <w:rsid w:val="008A21F9"/>
    <w:rsid w:val="008A225D"/>
    <w:rsid w:val="008A2DAF"/>
    <w:rsid w:val="008A32B2"/>
    <w:rsid w:val="008A4383"/>
    <w:rsid w:val="008A4630"/>
    <w:rsid w:val="008A5888"/>
    <w:rsid w:val="008A630E"/>
    <w:rsid w:val="008A6E77"/>
    <w:rsid w:val="008B07F4"/>
    <w:rsid w:val="008B28D3"/>
    <w:rsid w:val="008B462D"/>
    <w:rsid w:val="008B499C"/>
    <w:rsid w:val="008B4D75"/>
    <w:rsid w:val="008B50F2"/>
    <w:rsid w:val="008B56B1"/>
    <w:rsid w:val="008B57A5"/>
    <w:rsid w:val="008B5AE2"/>
    <w:rsid w:val="008B5B7E"/>
    <w:rsid w:val="008B6A0D"/>
    <w:rsid w:val="008B72A0"/>
    <w:rsid w:val="008B7641"/>
    <w:rsid w:val="008C04E2"/>
    <w:rsid w:val="008C0DB1"/>
    <w:rsid w:val="008C1496"/>
    <w:rsid w:val="008C19DF"/>
    <w:rsid w:val="008C3327"/>
    <w:rsid w:val="008C3DB4"/>
    <w:rsid w:val="008C3DDD"/>
    <w:rsid w:val="008D012E"/>
    <w:rsid w:val="008D0330"/>
    <w:rsid w:val="008D2B7D"/>
    <w:rsid w:val="008D4806"/>
    <w:rsid w:val="008D4857"/>
    <w:rsid w:val="008D513F"/>
    <w:rsid w:val="008D5617"/>
    <w:rsid w:val="008D5825"/>
    <w:rsid w:val="008D5A7D"/>
    <w:rsid w:val="008D5FE6"/>
    <w:rsid w:val="008D6189"/>
    <w:rsid w:val="008D6657"/>
    <w:rsid w:val="008D7189"/>
    <w:rsid w:val="008D728E"/>
    <w:rsid w:val="008D7B65"/>
    <w:rsid w:val="008E062B"/>
    <w:rsid w:val="008E1762"/>
    <w:rsid w:val="008E1FA7"/>
    <w:rsid w:val="008E35BE"/>
    <w:rsid w:val="008E3E79"/>
    <w:rsid w:val="008E3EFE"/>
    <w:rsid w:val="008E42BE"/>
    <w:rsid w:val="008E46D8"/>
    <w:rsid w:val="008E4D2E"/>
    <w:rsid w:val="008E625A"/>
    <w:rsid w:val="008E698F"/>
    <w:rsid w:val="008E6A0C"/>
    <w:rsid w:val="008F258C"/>
    <w:rsid w:val="008F30AD"/>
    <w:rsid w:val="008F3BB8"/>
    <w:rsid w:val="008F4120"/>
    <w:rsid w:val="008F4513"/>
    <w:rsid w:val="008F5B45"/>
    <w:rsid w:val="008F62D6"/>
    <w:rsid w:val="009006DA"/>
    <w:rsid w:val="009014D7"/>
    <w:rsid w:val="009029B1"/>
    <w:rsid w:val="009046DF"/>
    <w:rsid w:val="00904D8F"/>
    <w:rsid w:val="00904FB1"/>
    <w:rsid w:val="0090522C"/>
    <w:rsid w:val="0090651A"/>
    <w:rsid w:val="009066B8"/>
    <w:rsid w:val="00906A3B"/>
    <w:rsid w:val="00907E74"/>
    <w:rsid w:val="00912230"/>
    <w:rsid w:val="00913B7F"/>
    <w:rsid w:val="009140A8"/>
    <w:rsid w:val="009148F6"/>
    <w:rsid w:val="00914D27"/>
    <w:rsid w:val="00915AE6"/>
    <w:rsid w:val="00916434"/>
    <w:rsid w:val="0091682D"/>
    <w:rsid w:val="00916FDA"/>
    <w:rsid w:val="00917C1C"/>
    <w:rsid w:val="00921260"/>
    <w:rsid w:val="00922370"/>
    <w:rsid w:val="00922557"/>
    <w:rsid w:val="009225A0"/>
    <w:rsid w:val="0092276E"/>
    <w:rsid w:val="0092388A"/>
    <w:rsid w:val="00925535"/>
    <w:rsid w:val="00926231"/>
    <w:rsid w:val="009266C8"/>
    <w:rsid w:val="009269B0"/>
    <w:rsid w:val="00927035"/>
    <w:rsid w:val="009270AF"/>
    <w:rsid w:val="00927D62"/>
    <w:rsid w:val="00930C31"/>
    <w:rsid w:val="009310C0"/>
    <w:rsid w:val="009313FF"/>
    <w:rsid w:val="00932192"/>
    <w:rsid w:val="00932B5F"/>
    <w:rsid w:val="0093470D"/>
    <w:rsid w:val="00934988"/>
    <w:rsid w:val="0093595B"/>
    <w:rsid w:val="009363B1"/>
    <w:rsid w:val="0093678D"/>
    <w:rsid w:val="009379C0"/>
    <w:rsid w:val="00940022"/>
    <w:rsid w:val="00940217"/>
    <w:rsid w:val="00940476"/>
    <w:rsid w:val="00941D5C"/>
    <w:rsid w:val="00941E53"/>
    <w:rsid w:val="00942855"/>
    <w:rsid w:val="00943412"/>
    <w:rsid w:val="00943B2E"/>
    <w:rsid w:val="009440A6"/>
    <w:rsid w:val="009447C1"/>
    <w:rsid w:val="00944B5B"/>
    <w:rsid w:val="009452D2"/>
    <w:rsid w:val="00945D11"/>
    <w:rsid w:val="00946491"/>
    <w:rsid w:val="0094657B"/>
    <w:rsid w:val="00946AC8"/>
    <w:rsid w:val="00946B36"/>
    <w:rsid w:val="009477C3"/>
    <w:rsid w:val="009503E2"/>
    <w:rsid w:val="009508EF"/>
    <w:rsid w:val="0095098D"/>
    <w:rsid w:val="00951A71"/>
    <w:rsid w:val="00952F5F"/>
    <w:rsid w:val="009535B1"/>
    <w:rsid w:val="00954DB3"/>
    <w:rsid w:val="00955164"/>
    <w:rsid w:val="009559F3"/>
    <w:rsid w:val="00957572"/>
    <w:rsid w:val="00957ACD"/>
    <w:rsid w:val="009602AF"/>
    <w:rsid w:val="00960B4E"/>
    <w:rsid w:val="00960BF8"/>
    <w:rsid w:val="00960C57"/>
    <w:rsid w:val="00960F67"/>
    <w:rsid w:val="0096143A"/>
    <w:rsid w:val="0096147B"/>
    <w:rsid w:val="00961CD2"/>
    <w:rsid w:val="00962715"/>
    <w:rsid w:val="00962B76"/>
    <w:rsid w:val="0096375C"/>
    <w:rsid w:val="00963F64"/>
    <w:rsid w:val="009652F2"/>
    <w:rsid w:val="00965399"/>
    <w:rsid w:val="00965E4B"/>
    <w:rsid w:val="009660BA"/>
    <w:rsid w:val="0096613E"/>
    <w:rsid w:val="00966609"/>
    <w:rsid w:val="0096678D"/>
    <w:rsid w:val="00967237"/>
    <w:rsid w:val="0097061F"/>
    <w:rsid w:val="00970F26"/>
    <w:rsid w:val="00972C70"/>
    <w:rsid w:val="009730E7"/>
    <w:rsid w:val="00974224"/>
    <w:rsid w:val="0097438A"/>
    <w:rsid w:val="00974598"/>
    <w:rsid w:val="00974D38"/>
    <w:rsid w:val="00974FF1"/>
    <w:rsid w:val="009758F8"/>
    <w:rsid w:val="009759EA"/>
    <w:rsid w:val="00976DF1"/>
    <w:rsid w:val="00977967"/>
    <w:rsid w:val="00977B9B"/>
    <w:rsid w:val="009803A3"/>
    <w:rsid w:val="0098117D"/>
    <w:rsid w:val="0098334B"/>
    <w:rsid w:val="00983E57"/>
    <w:rsid w:val="00984310"/>
    <w:rsid w:val="0098592C"/>
    <w:rsid w:val="009869AA"/>
    <w:rsid w:val="00986DE8"/>
    <w:rsid w:val="00986EBA"/>
    <w:rsid w:val="009871F6"/>
    <w:rsid w:val="009901C8"/>
    <w:rsid w:val="00990268"/>
    <w:rsid w:val="00990C4B"/>
    <w:rsid w:val="00992E31"/>
    <w:rsid w:val="0099436D"/>
    <w:rsid w:val="00994502"/>
    <w:rsid w:val="00994B2B"/>
    <w:rsid w:val="00996000"/>
    <w:rsid w:val="00996218"/>
    <w:rsid w:val="009965AA"/>
    <w:rsid w:val="00996DDD"/>
    <w:rsid w:val="00996EA3"/>
    <w:rsid w:val="0099731E"/>
    <w:rsid w:val="009A1DBA"/>
    <w:rsid w:val="009A26BE"/>
    <w:rsid w:val="009A2ED0"/>
    <w:rsid w:val="009A307D"/>
    <w:rsid w:val="009A375B"/>
    <w:rsid w:val="009A418D"/>
    <w:rsid w:val="009A4AD7"/>
    <w:rsid w:val="009A53CC"/>
    <w:rsid w:val="009A5DF6"/>
    <w:rsid w:val="009A7001"/>
    <w:rsid w:val="009A7DA5"/>
    <w:rsid w:val="009B01D4"/>
    <w:rsid w:val="009B0C22"/>
    <w:rsid w:val="009B0D4E"/>
    <w:rsid w:val="009B18C0"/>
    <w:rsid w:val="009B21B2"/>
    <w:rsid w:val="009B2B56"/>
    <w:rsid w:val="009B4B1E"/>
    <w:rsid w:val="009B4D84"/>
    <w:rsid w:val="009B4E29"/>
    <w:rsid w:val="009B50D5"/>
    <w:rsid w:val="009B5188"/>
    <w:rsid w:val="009B6AFD"/>
    <w:rsid w:val="009B7253"/>
    <w:rsid w:val="009B7F2D"/>
    <w:rsid w:val="009C14F4"/>
    <w:rsid w:val="009C3558"/>
    <w:rsid w:val="009C3D8C"/>
    <w:rsid w:val="009C47A4"/>
    <w:rsid w:val="009C564A"/>
    <w:rsid w:val="009C763B"/>
    <w:rsid w:val="009D13DC"/>
    <w:rsid w:val="009D19AA"/>
    <w:rsid w:val="009D1ED1"/>
    <w:rsid w:val="009D1FD9"/>
    <w:rsid w:val="009D3214"/>
    <w:rsid w:val="009D3969"/>
    <w:rsid w:val="009D4A75"/>
    <w:rsid w:val="009D4DE0"/>
    <w:rsid w:val="009D56C9"/>
    <w:rsid w:val="009D64C4"/>
    <w:rsid w:val="009D6CB0"/>
    <w:rsid w:val="009D7203"/>
    <w:rsid w:val="009D741B"/>
    <w:rsid w:val="009D7E59"/>
    <w:rsid w:val="009E03BE"/>
    <w:rsid w:val="009E07BB"/>
    <w:rsid w:val="009E0B48"/>
    <w:rsid w:val="009E10B0"/>
    <w:rsid w:val="009E1E85"/>
    <w:rsid w:val="009E3A0A"/>
    <w:rsid w:val="009E4824"/>
    <w:rsid w:val="009E4ADE"/>
    <w:rsid w:val="009E67C9"/>
    <w:rsid w:val="009E6DE8"/>
    <w:rsid w:val="009E774A"/>
    <w:rsid w:val="009E7AB9"/>
    <w:rsid w:val="009F0390"/>
    <w:rsid w:val="009F07C0"/>
    <w:rsid w:val="009F1D0F"/>
    <w:rsid w:val="009F2324"/>
    <w:rsid w:val="009F2B78"/>
    <w:rsid w:val="009F2C77"/>
    <w:rsid w:val="009F32B4"/>
    <w:rsid w:val="009F465F"/>
    <w:rsid w:val="009F4A72"/>
    <w:rsid w:val="009F5327"/>
    <w:rsid w:val="009F5369"/>
    <w:rsid w:val="009F599A"/>
    <w:rsid w:val="009F5B4D"/>
    <w:rsid w:val="009F5E22"/>
    <w:rsid w:val="009F6DDF"/>
    <w:rsid w:val="009F71EA"/>
    <w:rsid w:val="009F772A"/>
    <w:rsid w:val="009F7C50"/>
    <w:rsid w:val="00A00A9C"/>
    <w:rsid w:val="00A01E7B"/>
    <w:rsid w:val="00A022A6"/>
    <w:rsid w:val="00A04B82"/>
    <w:rsid w:val="00A05A22"/>
    <w:rsid w:val="00A066F6"/>
    <w:rsid w:val="00A10031"/>
    <w:rsid w:val="00A11608"/>
    <w:rsid w:val="00A11D75"/>
    <w:rsid w:val="00A13A87"/>
    <w:rsid w:val="00A13D56"/>
    <w:rsid w:val="00A144B5"/>
    <w:rsid w:val="00A15277"/>
    <w:rsid w:val="00A15EFA"/>
    <w:rsid w:val="00A16415"/>
    <w:rsid w:val="00A209AB"/>
    <w:rsid w:val="00A21090"/>
    <w:rsid w:val="00A218BF"/>
    <w:rsid w:val="00A218C0"/>
    <w:rsid w:val="00A22363"/>
    <w:rsid w:val="00A2310F"/>
    <w:rsid w:val="00A237BF"/>
    <w:rsid w:val="00A24F4F"/>
    <w:rsid w:val="00A256A6"/>
    <w:rsid w:val="00A25C92"/>
    <w:rsid w:val="00A2642A"/>
    <w:rsid w:val="00A2648A"/>
    <w:rsid w:val="00A268C1"/>
    <w:rsid w:val="00A26AD5"/>
    <w:rsid w:val="00A270A5"/>
    <w:rsid w:val="00A27C50"/>
    <w:rsid w:val="00A27CB8"/>
    <w:rsid w:val="00A30112"/>
    <w:rsid w:val="00A30F05"/>
    <w:rsid w:val="00A318BB"/>
    <w:rsid w:val="00A33424"/>
    <w:rsid w:val="00A335FD"/>
    <w:rsid w:val="00A34E98"/>
    <w:rsid w:val="00A3538E"/>
    <w:rsid w:val="00A35D65"/>
    <w:rsid w:val="00A35EDE"/>
    <w:rsid w:val="00A36CA9"/>
    <w:rsid w:val="00A36D07"/>
    <w:rsid w:val="00A40139"/>
    <w:rsid w:val="00A4190D"/>
    <w:rsid w:val="00A41AA9"/>
    <w:rsid w:val="00A4282F"/>
    <w:rsid w:val="00A42E79"/>
    <w:rsid w:val="00A42FAF"/>
    <w:rsid w:val="00A44704"/>
    <w:rsid w:val="00A450F1"/>
    <w:rsid w:val="00A45212"/>
    <w:rsid w:val="00A459C9"/>
    <w:rsid w:val="00A46829"/>
    <w:rsid w:val="00A47547"/>
    <w:rsid w:val="00A4758D"/>
    <w:rsid w:val="00A478DC"/>
    <w:rsid w:val="00A50FBD"/>
    <w:rsid w:val="00A5112F"/>
    <w:rsid w:val="00A514D8"/>
    <w:rsid w:val="00A51530"/>
    <w:rsid w:val="00A51F4D"/>
    <w:rsid w:val="00A51FCA"/>
    <w:rsid w:val="00A52A96"/>
    <w:rsid w:val="00A532F0"/>
    <w:rsid w:val="00A53DE6"/>
    <w:rsid w:val="00A54C42"/>
    <w:rsid w:val="00A5589C"/>
    <w:rsid w:val="00A55DA3"/>
    <w:rsid w:val="00A6076B"/>
    <w:rsid w:val="00A60B19"/>
    <w:rsid w:val="00A61D02"/>
    <w:rsid w:val="00A63240"/>
    <w:rsid w:val="00A63553"/>
    <w:rsid w:val="00A64002"/>
    <w:rsid w:val="00A64625"/>
    <w:rsid w:val="00A6486D"/>
    <w:rsid w:val="00A64F5E"/>
    <w:rsid w:val="00A6515C"/>
    <w:rsid w:val="00A65D63"/>
    <w:rsid w:val="00A65DA3"/>
    <w:rsid w:val="00A668D6"/>
    <w:rsid w:val="00A70A75"/>
    <w:rsid w:val="00A70BEC"/>
    <w:rsid w:val="00A70C46"/>
    <w:rsid w:val="00A7139F"/>
    <w:rsid w:val="00A72A2B"/>
    <w:rsid w:val="00A745EB"/>
    <w:rsid w:val="00A749A9"/>
    <w:rsid w:val="00A74ADA"/>
    <w:rsid w:val="00A750C1"/>
    <w:rsid w:val="00A751DD"/>
    <w:rsid w:val="00A763D5"/>
    <w:rsid w:val="00A803DB"/>
    <w:rsid w:val="00A82C21"/>
    <w:rsid w:val="00A836E8"/>
    <w:rsid w:val="00A83758"/>
    <w:rsid w:val="00A8395F"/>
    <w:rsid w:val="00A83C79"/>
    <w:rsid w:val="00A84941"/>
    <w:rsid w:val="00A84A6E"/>
    <w:rsid w:val="00A84CAE"/>
    <w:rsid w:val="00A854A1"/>
    <w:rsid w:val="00A85FCB"/>
    <w:rsid w:val="00A863A0"/>
    <w:rsid w:val="00A86979"/>
    <w:rsid w:val="00A86A97"/>
    <w:rsid w:val="00A86DDC"/>
    <w:rsid w:val="00A8763E"/>
    <w:rsid w:val="00A908D6"/>
    <w:rsid w:val="00A90B63"/>
    <w:rsid w:val="00A91F34"/>
    <w:rsid w:val="00A91F7E"/>
    <w:rsid w:val="00A92A07"/>
    <w:rsid w:val="00A9330B"/>
    <w:rsid w:val="00A94DAD"/>
    <w:rsid w:val="00A94E97"/>
    <w:rsid w:val="00A95345"/>
    <w:rsid w:val="00A961AF"/>
    <w:rsid w:val="00A96512"/>
    <w:rsid w:val="00A97168"/>
    <w:rsid w:val="00A971B5"/>
    <w:rsid w:val="00A97E04"/>
    <w:rsid w:val="00AA085E"/>
    <w:rsid w:val="00AA0BA9"/>
    <w:rsid w:val="00AA143F"/>
    <w:rsid w:val="00AA378D"/>
    <w:rsid w:val="00AA3AB2"/>
    <w:rsid w:val="00AA471E"/>
    <w:rsid w:val="00AA4F1D"/>
    <w:rsid w:val="00AA623E"/>
    <w:rsid w:val="00AA7051"/>
    <w:rsid w:val="00AB04D9"/>
    <w:rsid w:val="00AB0E3D"/>
    <w:rsid w:val="00AB1BFB"/>
    <w:rsid w:val="00AB1F96"/>
    <w:rsid w:val="00AB1FF3"/>
    <w:rsid w:val="00AB2724"/>
    <w:rsid w:val="00AB299E"/>
    <w:rsid w:val="00AB2CF4"/>
    <w:rsid w:val="00AB333E"/>
    <w:rsid w:val="00AB3F1B"/>
    <w:rsid w:val="00AB46B8"/>
    <w:rsid w:val="00AB49D8"/>
    <w:rsid w:val="00AB583F"/>
    <w:rsid w:val="00AB5AFC"/>
    <w:rsid w:val="00AB5B22"/>
    <w:rsid w:val="00AB5B4B"/>
    <w:rsid w:val="00AB661C"/>
    <w:rsid w:val="00AB66C2"/>
    <w:rsid w:val="00AB7C7E"/>
    <w:rsid w:val="00AB7F40"/>
    <w:rsid w:val="00AC0CCE"/>
    <w:rsid w:val="00AC19AD"/>
    <w:rsid w:val="00AC1F3A"/>
    <w:rsid w:val="00AC2361"/>
    <w:rsid w:val="00AC2623"/>
    <w:rsid w:val="00AC28CD"/>
    <w:rsid w:val="00AC3041"/>
    <w:rsid w:val="00AC420A"/>
    <w:rsid w:val="00AC4698"/>
    <w:rsid w:val="00AC4C24"/>
    <w:rsid w:val="00AC5983"/>
    <w:rsid w:val="00AC6146"/>
    <w:rsid w:val="00AC63E4"/>
    <w:rsid w:val="00AC64A5"/>
    <w:rsid w:val="00AC7680"/>
    <w:rsid w:val="00AD1F4B"/>
    <w:rsid w:val="00AD2964"/>
    <w:rsid w:val="00AD2A6B"/>
    <w:rsid w:val="00AD34D1"/>
    <w:rsid w:val="00AD35C5"/>
    <w:rsid w:val="00AD35E8"/>
    <w:rsid w:val="00AD365B"/>
    <w:rsid w:val="00AD388F"/>
    <w:rsid w:val="00AD3E1B"/>
    <w:rsid w:val="00AD4255"/>
    <w:rsid w:val="00AD4C53"/>
    <w:rsid w:val="00AD52B3"/>
    <w:rsid w:val="00AD54D2"/>
    <w:rsid w:val="00AD57DD"/>
    <w:rsid w:val="00AD5921"/>
    <w:rsid w:val="00AD7341"/>
    <w:rsid w:val="00AD743F"/>
    <w:rsid w:val="00AD780D"/>
    <w:rsid w:val="00AE0778"/>
    <w:rsid w:val="00AE0E59"/>
    <w:rsid w:val="00AE1E35"/>
    <w:rsid w:val="00AE23A6"/>
    <w:rsid w:val="00AE4D35"/>
    <w:rsid w:val="00AE5D84"/>
    <w:rsid w:val="00AE5DAC"/>
    <w:rsid w:val="00AE5F35"/>
    <w:rsid w:val="00AE6117"/>
    <w:rsid w:val="00AE64FD"/>
    <w:rsid w:val="00AE6C28"/>
    <w:rsid w:val="00AE6EBF"/>
    <w:rsid w:val="00AE7D29"/>
    <w:rsid w:val="00AF07F6"/>
    <w:rsid w:val="00AF0987"/>
    <w:rsid w:val="00AF0A2F"/>
    <w:rsid w:val="00AF0B30"/>
    <w:rsid w:val="00AF100C"/>
    <w:rsid w:val="00AF1109"/>
    <w:rsid w:val="00AF1BDD"/>
    <w:rsid w:val="00AF217C"/>
    <w:rsid w:val="00AF27C9"/>
    <w:rsid w:val="00AF33DF"/>
    <w:rsid w:val="00AF35AE"/>
    <w:rsid w:val="00AF3F99"/>
    <w:rsid w:val="00AF4155"/>
    <w:rsid w:val="00AF461D"/>
    <w:rsid w:val="00AF50C6"/>
    <w:rsid w:val="00AF5629"/>
    <w:rsid w:val="00AF57DE"/>
    <w:rsid w:val="00AF6711"/>
    <w:rsid w:val="00AF7415"/>
    <w:rsid w:val="00AF7AA1"/>
    <w:rsid w:val="00B006A7"/>
    <w:rsid w:val="00B00DF2"/>
    <w:rsid w:val="00B01113"/>
    <w:rsid w:val="00B01257"/>
    <w:rsid w:val="00B01E88"/>
    <w:rsid w:val="00B02BC2"/>
    <w:rsid w:val="00B02C2F"/>
    <w:rsid w:val="00B02E12"/>
    <w:rsid w:val="00B03ADD"/>
    <w:rsid w:val="00B03F2F"/>
    <w:rsid w:val="00B042D2"/>
    <w:rsid w:val="00B045E5"/>
    <w:rsid w:val="00B053D2"/>
    <w:rsid w:val="00B05788"/>
    <w:rsid w:val="00B06311"/>
    <w:rsid w:val="00B0664F"/>
    <w:rsid w:val="00B07361"/>
    <w:rsid w:val="00B1002E"/>
    <w:rsid w:val="00B1161B"/>
    <w:rsid w:val="00B11AF5"/>
    <w:rsid w:val="00B12417"/>
    <w:rsid w:val="00B12ED2"/>
    <w:rsid w:val="00B13001"/>
    <w:rsid w:val="00B1309E"/>
    <w:rsid w:val="00B14CFC"/>
    <w:rsid w:val="00B14F73"/>
    <w:rsid w:val="00B1518E"/>
    <w:rsid w:val="00B15508"/>
    <w:rsid w:val="00B15816"/>
    <w:rsid w:val="00B15DB9"/>
    <w:rsid w:val="00B15DDF"/>
    <w:rsid w:val="00B1655E"/>
    <w:rsid w:val="00B166EE"/>
    <w:rsid w:val="00B16716"/>
    <w:rsid w:val="00B16AA7"/>
    <w:rsid w:val="00B17010"/>
    <w:rsid w:val="00B2155F"/>
    <w:rsid w:val="00B21B5A"/>
    <w:rsid w:val="00B21D47"/>
    <w:rsid w:val="00B22785"/>
    <w:rsid w:val="00B22ABB"/>
    <w:rsid w:val="00B2427A"/>
    <w:rsid w:val="00B2451A"/>
    <w:rsid w:val="00B24837"/>
    <w:rsid w:val="00B24ABA"/>
    <w:rsid w:val="00B24EB4"/>
    <w:rsid w:val="00B2530E"/>
    <w:rsid w:val="00B25A08"/>
    <w:rsid w:val="00B30015"/>
    <w:rsid w:val="00B315FD"/>
    <w:rsid w:val="00B3408E"/>
    <w:rsid w:val="00B34446"/>
    <w:rsid w:val="00B3518C"/>
    <w:rsid w:val="00B359CD"/>
    <w:rsid w:val="00B3695C"/>
    <w:rsid w:val="00B375E7"/>
    <w:rsid w:val="00B37BE4"/>
    <w:rsid w:val="00B37FEA"/>
    <w:rsid w:val="00B40C36"/>
    <w:rsid w:val="00B41311"/>
    <w:rsid w:val="00B426ED"/>
    <w:rsid w:val="00B42E0C"/>
    <w:rsid w:val="00B43814"/>
    <w:rsid w:val="00B45107"/>
    <w:rsid w:val="00B467AD"/>
    <w:rsid w:val="00B46A8C"/>
    <w:rsid w:val="00B47827"/>
    <w:rsid w:val="00B506FA"/>
    <w:rsid w:val="00B5163B"/>
    <w:rsid w:val="00B5245A"/>
    <w:rsid w:val="00B5247D"/>
    <w:rsid w:val="00B52800"/>
    <w:rsid w:val="00B52B9E"/>
    <w:rsid w:val="00B5323E"/>
    <w:rsid w:val="00B54852"/>
    <w:rsid w:val="00B54A1C"/>
    <w:rsid w:val="00B57FEB"/>
    <w:rsid w:val="00B60725"/>
    <w:rsid w:val="00B60893"/>
    <w:rsid w:val="00B61271"/>
    <w:rsid w:val="00B6170C"/>
    <w:rsid w:val="00B6214B"/>
    <w:rsid w:val="00B62382"/>
    <w:rsid w:val="00B6260A"/>
    <w:rsid w:val="00B629FE"/>
    <w:rsid w:val="00B6384E"/>
    <w:rsid w:val="00B63999"/>
    <w:rsid w:val="00B63D42"/>
    <w:rsid w:val="00B642E7"/>
    <w:rsid w:val="00B65134"/>
    <w:rsid w:val="00B65CAD"/>
    <w:rsid w:val="00B66C15"/>
    <w:rsid w:val="00B70401"/>
    <w:rsid w:val="00B70AEE"/>
    <w:rsid w:val="00B71ADF"/>
    <w:rsid w:val="00B72707"/>
    <w:rsid w:val="00B72A7B"/>
    <w:rsid w:val="00B72C07"/>
    <w:rsid w:val="00B73110"/>
    <w:rsid w:val="00B731F9"/>
    <w:rsid w:val="00B743C0"/>
    <w:rsid w:val="00B74D6C"/>
    <w:rsid w:val="00B7501C"/>
    <w:rsid w:val="00B7586D"/>
    <w:rsid w:val="00B75C7E"/>
    <w:rsid w:val="00B75FF9"/>
    <w:rsid w:val="00B76530"/>
    <w:rsid w:val="00B76B70"/>
    <w:rsid w:val="00B77EF4"/>
    <w:rsid w:val="00B77F4D"/>
    <w:rsid w:val="00B80DA0"/>
    <w:rsid w:val="00B81F23"/>
    <w:rsid w:val="00B8247A"/>
    <w:rsid w:val="00B82A3A"/>
    <w:rsid w:val="00B83884"/>
    <w:rsid w:val="00B839DA"/>
    <w:rsid w:val="00B84DB9"/>
    <w:rsid w:val="00B861EB"/>
    <w:rsid w:val="00B87355"/>
    <w:rsid w:val="00B8770C"/>
    <w:rsid w:val="00B877CA"/>
    <w:rsid w:val="00B87F6F"/>
    <w:rsid w:val="00B90767"/>
    <w:rsid w:val="00B90A19"/>
    <w:rsid w:val="00B90B15"/>
    <w:rsid w:val="00B90C49"/>
    <w:rsid w:val="00B90F61"/>
    <w:rsid w:val="00B92121"/>
    <w:rsid w:val="00B924F9"/>
    <w:rsid w:val="00B930F8"/>
    <w:rsid w:val="00B931B4"/>
    <w:rsid w:val="00B936D7"/>
    <w:rsid w:val="00B93CB0"/>
    <w:rsid w:val="00B93D39"/>
    <w:rsid w:val="00B955A3"/>
    <w:rsid w:val="00B972F3"/>
    <w:rsid w:val="00B979E8"/>
    <w:rsid w:val="00BA12E2"/>
    <w:rsid w:val="00BA1680"/>
    <w:rsid w:val="00BA1B1D"/>
    <w:rsid w:val="00BA20DE"/>
    <w:rsid w:val="00BA2289"/>
    <w:rsid w:val="00BA4376"/>
    <w:rsid w:val="00BA57CC"/>
    <w:rsid w:val="00BA5B54"/>
    <w:rsid w:val="00BB0AB5"/>
    <w:rsid w:val="00BB285E"/>
    <w:rsid w:val="00BB2CDA"/>
    <w:rsid w:val="00BB3049"/>
    <w:rsid w:val="00BB341B"/>
    <w:rsid w:val="00BB346D"/>
    <w:rsid w:val="00BB352D"/>
    <w:rsid w:val="00BB526F"/>
    <w:rsid w:val="00BB5951"/>
    <w:rsid w:val="00BB5C83"/>
    <w:rsid w:val="00BB6024"/>
    <w:rsid w:val="00BB643C"/>
    <w:rsid w:val="00BB6849"/>
    <w:rsid w:val="00BB711B"/>
    <w:rsid w:val="00BB7356"/>
    <w:rsid w:val="00BB7D1C"/>
    <w:rsid w:val="00BC0F6C"/>
    <w:rsid w:val="00BC1C22"/>
    <w:rsid w:val="00BC274F"/>
    <w:rsid w:val="00BC499A"/>
    <w:rsid w:val="00BC4FBB"/>
    <w:rsid w:val="00BC5D7D"/>
    <w:rsid w:val="00BC67EB"/>
    <w:rsid w:val="00BC717E"/>
    <w:rsid w:val="00BC7419"/>
    <w:rsid w:val="00BC773E"/>
    <w:rsid w:val="00BC7754"/>
    <w:rsid w:val="00BD253A"/>
    <w:rsid w:val="00BD25ED"/>
    <w:rsid w:val="00BD27E4"/>
    <w:rsid w:val="00BD2FEA"/>
    <w:rsid w:val="00BD3145"/>
    <w:rsid w:val="00BD3395"/>
    <w:rsid w:val="00BD4541"/>
    <w:rsid w:val="00BD4C15"/>
    <w:rsid w:val="00BD4DFE"/>
    <w:rsid w:val="00BD5823"/>
    <w:rsid w:val="00BD593F"/>
    <w:rsid w:val="00BD6706"/>
    <w:rsid w:val="00BE0D08"/>
    <w:rsid w:val="00BE1405"/>
    <w:rsid w:val="00BE15A8"/>
    <w:rsid w:val="00BE15F5"/>
    <w:rsid w:val="00BE16E3"/>
    <w:rsid w:val="00BE2985"/>
    <w:rsid w:val="00BE31C3"/>
    <w:rsid w:val="00BE3F01"/>
    <w:rsid w:val="00BE54F3"/>
    <w:rsid w:val="00BE562D"/>
    <w:rsid w:val="00BE779E"/>
    <w:rsid w:val="00BE7ED8"/>
    <w:rsid w:val="00BF0172"/>
    <w:rsid w:val="00BF04E0"/>
    <w:rsid w:val="00BF3420"/>
    <w:rsid w:val="00BF36F8"/>
    <w:rsid w:val="00BF3E11"/>
    <w:rsid w:val="00BF4112"/>
    <w:rsid w:val="00BF4D46"/>
    <w:rsid w:val="00BF5853"/>
    <w:rsid w:val="00BF596C"/>
    <w:rsid w:val="00BF6E40"/>
    <w:rsid w:val="00C009CB"/>
    <w:rsid w:val="00C01770"/>
    <w:rsid w:val="00C01AB6"/>
    <w:rsid w:val="00C04922"/>
    <w:rsid w:val="00C04F56"/>
    <w:rsid w:val="00C06478"/>
    <w:rsid w:val="00C06CEF"/>
    <w:rsid w:val="00C06E08"/>
    <w:rsid w:val="00C0720F"/>
    <w:rsid w:val="00C102BA"/>
    <w:rsid w:val="00C10BFE"/>
    <w:rsid w:val="00C10FD4"/>
    <w:rsid w:val="00C11A6B"/>
    <w:rsid w:val="00C1382E"/>
    <w:rsid w:val="00C13BCB"/>
    <w:rsid w:val="00C13C0E"/>
    <w:rsid w:val="00C14BBE"/>
    <w:rsid w:val="00C15162"/>
    <w:rsid w:val="00C1570C"/>
    <w:rsid w:val="00C1572E"/>
    <w:rsid w:val="00C17547"/>
    <w:rsid w:val="00C177C5"/>
    <w:rsid w:val="00C20243"/>
    <w:rsid w:val="00C22129"/>
    <w:rsid w:val="00C222D5"/>
    <w:rsid w:val="00C22361"/>
    <w:rsid w:val="00C22A5C"/>
    <w:rsid w:val="00C22EED"/>
    <w:rsid w:val="00C2359B"/>
    <w:rsid w:val="00C239DF"/>
    <w:rsid w:val="00C23A21"/>
    <w:rsid w:val="00C24DC4"/>
    <w:rsid w:val="00C25422"/>
    <w:rsid w:val="00C26D26"/>
    <w:rsid w:val="00C26D89"/>
    <w:rsid w:val="00C300B3"/>
    <w:rsid w:val="00C30280"/>
    <w:rsid w:val="00C3077A"/>
    <w:rsid w:val="00C30C10"/>
    <w:rsid w:val="00C31833"/>
    <w:rsid w:val="00C31E48"/>
    <w:rsid w:val="00C321DD"/>
    <w:rsid w:val="00C325D8"/>
    <w:rsid w:val="00C32EC6"/>
    <w:rsid w:val="00C33018"/>
    <w:rsid w:val="00C33B4D"/>
    <w:rsid w:val="00C33BEF"/>
    <w:rsid w:val="00C33E12"/>
    <w:rsid w:val="00C35013"/>
    <w:rsid w:val="00C351F4"/>
    <w:rsid w:val="00C355CB"/>
    <w:rsid w:val="00C3572D"/>
    <w:rsid w:val="00C35A49"/>
    <w:rsid w:val="00C35C68"/>
    <w:rsid w:val="00C35EE6"/>
    <w:rsid w:val="00C3698F"/>
    <w:rsid w:val="00C36AF1"/>
    <w:rsid w:val="00C37458"/>
    <w:rsid w:val="00C37AF7"/>
    <w:rsid w:val="00C41A55"/>
    <w:rsid w:val="00C429A2"/>
    <w:rsid w:val="00C44667"/>
    <w:rsid w:val="00C4513F"/>
    <w:rsid w:val="00C45E29"/>
    <w:rsid w:val="00C46EDB"/>
    <w:rsid w:val="00C46EEF"/>
    <w:rsid w:val="00C472D2"/>
    <w:rsid w:val="00C505BF"/>
    <w:rsid w:val="00C5244E"/>
    <w:rsid w:val="00C52F59"/>
    <w:rsid w:val="00C5303B"/>
    <w:rsid w:val="00C53905"/>
    <w:rsid w:val="00C541D2"/>
    <w:rsid w:val="00C542CB"/>
    <w:rsid w:val="00C54397"/>
    <w:rsid w:val="00C54DB2"/>
    <w:rsid w:val="00C55B81"/>
    <w:rsid w:val="00C562D9"/>
    <w:rsid w:val="00C564B9"/>
    <w:rsid w:val="00C57925"/>
    <w:rsid w:val="00C60F76"/>
    <w:rsid w:val="00C617E5"/>
    <w:rsid w:val="00C61E18"/>
    <w:rsid w:val="00C63A92"/>
    <w:rsid w:val="00C64985"/>
    <w:rsid w:val="00C666C1"/>
    <w:rsid w:val="00C667E4"/>
    <w:rsid w:val="00C672EA"/>
    <w:rsid w:val="00C676CA"/>
    <w:rsid w:val="00C67CA5"/>
    <w:rsid w:val="00C7014D"/>
    <w:rsid w:val="00C710BD"/>
    <w:rsid w:val="00C7152D"/>
    <w:rsid w:val="00C72C4F"/>
    <w:rsid w:val="00C7349B"/>
    <w:rsid w:val="00C739BF"/>
    <w:rsid w:val="00C74064"/>
    <w:rsid w:val="00C74ECE"/>
    <w:rsid w:val="00C756C1"/>
    <w:rsid w:val="00C762EA"/>
    <w:rsid w:val="00C76304"/>
    <w:rsid w:val="00C76A9C"/>
    <w:rsid w:val="00C76CD5"/>
    <w:rsid w:val="00C77026"/>
    <w:rsid w:val="00C7776C"/>
    <w:rsid w:val="00C8163A"/>
    <w:rsid w:val="00C81C96"/>
    <w:rsid w:val="00C81E09"/>
    <w:rsid w:val="00C832D7"/>
    <w:rsid w:val="00C83569"/>
    <w:rsid w:val="00C8489B"/>
    <w:rsid w:val="00C848B6"/>
    <w:rsid w:val="00C87671"/>
    <w:rsid w:val="00C87AEB"/>
    <w:rsid w:val="00C87F04"/>
    <w:rsid w:val="00C9021F"/>
    <w:rsid w:val="00C9028D"/>
    <w:rsid w:val="00C906FE"/>
    <w:rsid w:val="00C93158"/>
    <w:rsid w:val="00C95044"/>
    <w:rsid w:val="00C978EB"/>
    <w:rsid w:val="00CA1319"/>
    <w:rsid w:val="00CA2801"/>
    <w:rsid w:val="00CA41BB"/>
    <w:rsid w:val="00CA41BF"/>
    <w:rsid w:val="00CA566A"/>
    <w:rsid w:val="00CA5D2C"/>
    <w:rsid w:val="00CA64C4"/>
    <w:rsid w:val="00CA65F9"/>
    <w:rsid w:val="00CA6F64"/>
    <w:rsid w:val="00CA7648"/>
    <w:rsid w:val="00CA772F"/>
    <w:rsid w:val="00CA7B6E"/>
    <w:rsid w:val="00CA7D7E"/>
    <w:rsid w:val="00CB0B74"/>
    <w:rsid w:val="00CB0DD6"/>
    <w:rsid w:val="00CB1594"/>
    <w:rsid w:val="00CB22FF"/>
    <w:rsid w:val="00CB416B"/>
    <w:rsid w:val="00CB4B7D"/>
    <w:rsid w:val="00CB53E6"/>
    <w:rsid w:val="00CB5E6D"/>
    <w:rsid w:val="00CB61F0"/>
    <w:rsid w:val="00CB686E"/>
    <w:rsid w:val="00CC0833"/>
    <w:rsid w:val="00CC0DAF"/>
    <w:rsid w:val="00CC14E3"/>
    <w:rsid w:val="00CC156E"/>
    <w:rsid w:val="00CC244B"/>
    <w:rsid w:val="00CC2A99"/>
    <w:rsid w:val="00CC3083"/>
    <w:rsid w:val="00CC3471"/>
    <w:rsid w:val="00CC454E"/>
    <w:rsid w:val="00CC4CE6"/>
    <w:rsid w:val="00CC5019"/>
    <w:rsid w:val="00CC61D2"/>
    <w:rsid w:val="00CC6239"/>
    <w:rsid w:val="00CC79CA"/>
    <w:rsid w:val="00CD05A2"/>
    <w:rsid w:val="00CD55BA"/>
    <w:rsid w:val="00CD55BB"/>
    <w:rsid w:val="00CD69F2"/>
    <w:rsid w:val="00CD6E67"/>
    <w:rsid w:val="00CD72D4"/>
    <w:rsid w:val="00CD739E"/>
    <w:rsid w:val="00CD7B2A"/>
    <w:rsid w:val="00CE0847"/>
    <w:rsid w:val="00CE0C00"/>
    <w:rsid w:val="00CE0D01"/>
    <w:rsid w:val="00CE0D32"/>
    <w:rsid w:val="00CE1D28"/>
    <w:rsid w:val="00CE1D92"/>
    <w:rsid w:val="00CE2DDA"/>
    <w:rsid w:val="00CE30CD"/>
    <w:rsid w:val="00CE3DDE"/>
    <w:rsid w:val="00CE424D"/>
    <w:rsid w:val="00CE4294"/>
    <w:rsid w:val="00CE559B"/>
    <w:rsid w:val="00CE5B8F"/>
    <w:rsid w:val="00CE6574"/>
    <w:rsid w:val="00CF09A6"/>
    <w:rsid w:val="00CF0D15"/>
    <w:rsid w:val="00CF137D"/>
    <w:rsid w:val="00CF2452"/>
    <w:rsid w:val="00CF2818"/>
    <w:rsid w:val="00CF4386"/>
    <w:rsid w:val="00CF44EE"/>
    <w:rsid w:val="00CF4922"/>
    <w:rsid w:val="00CF4BEF"/>
    <w:rsid w:val="00CF672D"/>
    <w:rsid w:val="00D002FB"/>
    <w:rsid w:val="00D00905"/>
    <w:rsid w:val="00D018F5"/>
    <w:rsid w:val="00D026F1"/>
    <w:rsid w:val="00D062A6"/>
    <w:rsid w:val="00D06622"/>
    <w:rsid w:val="00D06E15"/>
    <w:rsid w:val="00D07847"/>
    <w:rsid w:val="00D10971"/>
    <w:rsid w:val="00D11165"/>
    <w:rsid w:val="00D11712"/>
    <w:rsid w:val="00D11AEB"/>
    <w:rsid w:val="00D11F5C"/>
    <w:rsid w:val="00D12208"/>
    <w:rsid w:val="00D12345"/>
    <w:rsid w:val="00D12754"/>
    <w:rsid w:val="00D16A7E"/>
    <w:rsid w:val="00D16AF0"/>
    <w:rsid w:val="00D17412"/>
    <w:rsid w:val="00D17A7D"/>
    <w:rsid w:val="00D20050"/>
    <w:rsid w:val="00D20EAE"/>
    <w:rsid w:val="00D212D5"/>
    <w:rsid w:val="00D22160"/>
    <w:rsid w:val="00D24B24"/>
    <w:rsid w:val="00D24D56"/>
    <w:rsid w:val="00D24EB0"/>
    <w:rsid w:val="00D25323"/>
    <w:rsid w:val="00D2540D"/>
    <w:rsid w:val="00D25987"/>
    <w:rsid w:val="00D2651C"/>
    <w:rsid w:val="00D26D70"/>
    <w:rsid w:val="00D27BE1"/>
    <w:rsid w:val="00D27CB7"/>
    <w:rsid w:val="00D30272"/>
    <w:rsid w:val="00D30C4C"/>
    <w:rsid w:val="00D31AF9"/>
    <w:rsid w:val="00D33A32"/>
    <w:rsid w:val="00D33D97"/>
    <w:rsid w:val="00D3477A"/>
    <w:rsid w:val="00D35801"/>
    <w:rsid w:val="00D3649F"/>
    <w:rsid w:val="00D372B5"/>
    <w:rsid w:val="00D37EEE"/>
    <w:rsid w:val="00D401FE"/>
    <w:rsid w:val="00D404A6"/>
    <w:rsid w:val="00D40AAC"/>
    <w:rsid w:val="00D41264"/>
    <w:rsid w:val="00D41692"/>
    <w:rsid w:val="00D41EF7"/>
    <w:rsid w:val="00D43208"/>
    <w:rsid w:val="00D43D92"/>
    <w:rsid w:val="00D46BFC"/>
    <w:rsid w:val="00D46C32"/>
    <w:rsid w:val="00D470A6"/>
    <w:rsid w:val="00D50144"/>
    <w:rsid w:val="00D51FA0"/>
    <w:rsid w:val="00D52EC6"/>
    <w:rsid w:val="00D5337D"/>
    <w:rsid w:val="00D53C02"/>
    <w:rsid w:val="00D54728"/>
    <w:rsid w:val="00D550BE"/>
    <w:rsid w:val="00D550FB"/>
    <w:rsid w:val="00D5588C"/>
    <w:rsid w:val="00D5711F"/>
    <w:rsid w:val="00D578C5"/>
    <w:rsid w:val="00D57929"/>
    <w:rsid w:val="00D57D32"/>
    <w:rsid w:val="00D61E03"/>
    <w:rsid w:val="00D61F3A"/>
    <w:rsid w:val="00D631CC"/>
    <w:rsid w:val="00D63CC4"/>
    <w:rsid w:val="00D6442D"/>
    <w:rsid w:val="00D6457F"/>
    <w:rsid w:val="00D64920"/>
    <w:rsid w:val="00D64B47"/>
    <w:rsid w:val="00D64D2B"/>
    <w:rsid w:val="00D653FE"/>
    <w:rsid w:val="00D669D2"/>
    <w:rsid w:val="00D66D59"/>
    <w:rsid w:val="00D66EE9"/>
    <w:rsid w:val="00D67101"/>
    <w:rsid w:val="00D67273"/>
    <w:rsid w:val="00D702E3"/>
    <w:rsid w:val="00D70677"/>
    <w:rsid w:val="00D70C47"/>
    <w:rsid w:val="00D70D85"/>
    <w:rsid w:val="00D717D7"/>
    <w:rsid w:val="00D718B1"/>
    <w:rsid w:val="00D72C68"/>
    <w:rsid w:val="00D7331A"/>
    <w:rsid w:val="00D7447D"/>
    <w:rsid w:val="00D7499D"/>
    <w:rsid w:val="00D7514B"/>
    <w:rsid w:val="00D77931"/>
    <w:rsid w:val="00D80EFF"/>
    <w:rsid w:val="00D81A33"/>
    <w:rsid w:val="00D82934"/>
    <w:rsid w:val="00D83464"/>
    <w:rsid w:val="00D83F04"/>
    <w:rsid w:val="00D83F45"/>
    <w:rsid w:val="00D83F8D"/>
    <w:rsid w:val="00D84ECA"/>
    <w:rsid w:val="00D85042"/>
    <w:rsid w:val="00D854D7"/>
    <w:rsid w:val="00D859B6"/>
    <w:rsid w:val="00D85ADE"/>
    <w:rsid w:val="00D860CC"/>
    <w:rsid w:val="00D86652"/>
    <w:rsid w:val="00D86F87"/>
    <w:rsid w:val="00D87739"/>
    <w:rsid w:val="00D90624"/>
    <w:rsid w:val="00D91B67"/>
    <w:rsid w:val="00D91E94"/>
    <w:rsid w:val="00D92CDF"/>
    <w:rsid w:val="00D93110"/>
    <w:rsid w:val="00D9588D"/>
    <w:rsid w:val="00D95FC6"/>
    <w:rsid w:val="00D96D05"/>
    <w:rsid w:val="00D97E14"/>
    <w:rsid w:val="00DA031D"/>
    <w:rsid w:val="00DA09B6"/>
    <w:rsid w:val="00DA1046"/>
    <w:rsid w:val="00DA130F"/>
    <w:rsid w:val="00DA1969"/>
    <w:rsid w:val="00DA20A1"/>
    <w:rsid w:val="00DA2D86"/>
    <w:rsid w:val="00DA40F5"/>
    <w:rsid w:val="00DA5931"/>
    <w:rsid w:val="00DA5AD0"/>
    <w:rsid w:val="00DA5B4A"/>
    <w:rsid w:val="00DA5C59"/>
    <w:rsid w:val="00DA67FA"/>
    <w:rsid w:val="00DA722B"/>
    <w:rsid w:val="00DA7291"/>
    <w:rsid w:val="00DA7D9F"/>
    <w:rsid w:val="00DB00E1"/>
    <w:rsid w:val="00DB08A4"/>
    <w:rsid w:val="00DB0AFC"/>
    <w:rsid w:val="00DB11AD"/>
    <w:rsid w:val="00DB12C4"/>
    <w:rsid w:val="00DB208D"/>
    <w:rsid w:val="00DB2424"/>
    <w:rsid w:val="00DB30D5"/>
    <w:rsid w:val="00DB3E2E"/>
    <w:rsid w:val="00DB3E84"/>
    <w:rsid w:val="00DB58B4"/>
    <w:rsid w:val="00DB5A6D"/>
    <w:rsid w:val="00DB6FF7"/>
    <w:rsid w:val="00DB72C6"/>
    <w:rsid w:val="00DC02A0"/>
    <w:rsid w:val="00DC0A7C"/>
    <w:rsid w:val="00DC0B08"/>
    <w:rsid w:val="00DC0E27"/>
    <w:rsid w:val="00DC0FA0"/>
    <w:rsid w:val="00DC1C87"/>
    <w:rsid w:val="00DC1FF7"/>
    <w:rsid w:val="00DC2AEF"/>
    <w:rsid w:val="00DC39DA"/>
    <w:rsid w:val="00DC3A87"/>
    <w:rsid w:val="00DC4152"/>
    <w:rsid w:val="00DC4F7F"/>
    <w:rsid w:val="00DC545B"/>
    <w:rsid w:val="00DC5927"/>
    <w:rsid w:val="00DC5B3F"/>
    <w:rsid w:val="00DC5BCA"/>
    <w:rsid w:val="00DC7000"/>
    <w:rsid w:val="00DD010D"/>
    <w:rsid w:val="00DD0341"/>
    <w:rsid w:val="00DD0D15"/>
    <w:rsid w:val="00DD1143"/>
    <w:rsid w:val="00DD14E3"/>
    <w:rsid w:val="00DD16E2"/>
    <w:rsid w:val="00DD1BB4"/>
    <w:rsid w:val="00DD2469"/>
    <w:rsid w:val="00DD24AE"/>
    <w:rsid w:val="00DD2A89"/>
    <w:rsid w:val="00DD45D0"/>
    <w:rsid w:val="00DD6547"/>
    <w:rsid w:val="00DD6C54"/>
    <w:rsid w:val="00DD6D33"/>
    <w:rsid w:val="00DD6EF6"/>
    <w:rsid w:val="00DD6FA9"/>
    <w:rsid w:val="00DD714D"/>
    <w:rsid w:val="00DD720A"/>
    <w:rsid w:val="00DD78A5"/>
    <w:rsid w:val="00DE0955"/>
    <w:rsid w:val="00DE1221"/>
    <w:rsid w:val="00DE35D0"/>
    <w:rsid w:val="00DE443A"/>
    <w:rsid w:val="00DE4448"/>
    <w:rsid w:val="00DE49C9"/>
    <w:rsid w:val="00DE6184"/>
    <w:rsid w:val="00DF06AA"/>
    <w:rsid w:val="00DF0FF0"/>
    <w:rsid w:val="00DF217D"/>
    <w:rsid w:val="00DF24BD"/>
    <w:rsid w:val="00DF25F5"/>
    <w:rsid w:val="00DF2C1B"/>
    <w:rsid w:val="00DF2F08"/>
    <w:rsid w:val="00DF49A3"/>
    <w:rsid w:val="00DF4ECF"/>
    <w:rsid w:val="00DF55A2"/>
    <w:rsid w:val="00DF56D8"/>
    <w:rsid w:val="00DF5E1E"/>
    <w:rsid w:val="00DF61F1"/>
    <w:rsid w:val="00DF6402"/>
    <w:rsid w:val="00DF6442"/>
    <w:rsid w:val="00DF7872"/>
    <w:rsid w:val="00DF7B9E"/>
    <w:rsid w:val="00E00C77"/>
    <w:rsid w:val="00E021EE"/>
    <w:rsid w:val="00E022DC"/>
    <w:rsid w:val="00E024D3"/>
    <w:rsid w:val="00E02A5A"/>
    <w:rsid w:val="00E02B2E"/>
    <w:rsid w:val="00E04EDE"/>
    <w:rsid w:val="00E065B7"/>
    <w:rsid w:val="00E06F94"/>
    <w:rsid w:val="00E07A7B"/>
    <w:rsid w:val="00E07F66"/>
    <w:rsid w:val="00E10FCA"/>
    <w:rsid w:val="00E11875"/>
    <w:rsid w:val="00E11DC8"/>
    <w:rsid w:val="00E125ED"/>
    <w:rsid w:val="00E13A3F"/>
    <w:rsid w:val="00E14435"/>
    <w:rsid w:val="00E16335"/>
    <w:rsid w:val="00E178F8"/>
    <w:rsid w:val="00E20034"/>
    <w:rsid w:val="00E206F5"/>
    <w:rsid w:val="00E20F3E"/>
    <w:rsid w:val="00E21598"/>
    <w:rsid w:val="00E21A3F"/>
    <w:rsid w:val="00E21BDA"/>
    <w:rsid w:val="00E2239B"/>
    <w:rsid w:val="00E23447"/>
    <w:rsid w:val="00E2443F"/>
    <w:rsid w:val="00E246A3"/>
    <w:rsid w:val="00E259BC"/>
    <w:rsid w:val="00E264A4"/>
    <w:rsid w:val="00E278A8"/>
    <w:rsid w:val="00E30CA4"/>
    <w:rsid w:val="00E314AE"/>
    <w:rsid w:val="00E317CC"/>
    <w:rsid w:val="00E31CF2"/>
    <w:rsid w:val="00E32CBD"/>
    <w:rsid w:val="00E32D2D"/>
    <w:rsid w:val="00E33618"/>
    <w:rsid w:val="00E3368A"/>
    <w:rsid w:val="00E33917"/>
    <w:rsid w:val="00E3397F"/>
    <w:rsid w:val="00E33EF8"/>
    <w:rsid w:val="00E349E7"/>
    <w:rsid w:val="00E34ED8"/>
    <w:rsid w:val="00E35D5D"/>
    <w:rsid w:val="00E35D95"/>
    <w:rsid w:val="00E36482"/>
    <w:rsid w:val="00E409FC"/>
    <w:rsid w:val="00E40FCC"/>
    <w:rsid w:val="00E41488"/>
    <w:rsid w:val="00E4259B"/>
    <w:rsid w:val="00E42954"/>
    <w:rsid w:val="00E43122"/>
    <w:rsid w:val="00E43929"/>
    <w:rsid w:val="00E44003"/>
    <w:rsid w:val="00E44F2F"/>
    <w:rsid w:val="00E44FCA"/>
    <w:rsid w:val="00E456A5"/>
    <w:rsid w:val="00E46F6A"/>
    <w:rsid w:val="00E47A17"/>
    <w:rsid w:val="00E47E0C"/>
    <w:rsid w:val="00E50440"/>
    <w:rsid w:val="00E5130D"/>
    <w:rsid w:val="00E52F86"/>
    <w:rsid w:val="00E534A4"/>
    <w:rsid w:val="00E538B2"/>
    <w:rsid w:val="00E54674"/>
    <w:rsid w:val="00E5512D"/>
    <w:rsid w:val="00E55419"/>
    <w:rsid w:val="00E554BB"/>
    <w:rsid w:val="00E56835"/>
    <w:rsid w:val="00E56D43"/>
    <w:rsid w:val="00E574E5"/>
    <w:rsid w:val="00E6028B"/>
    <w:rsid w:val="00E6033E"/>
    <w:rsid w:val="00E6075F"/>
    <w:rsid w:val="00E61924"/>
    <w:rsid w:val="00E61BAF"/>
    <w:rsid w:val="00E62804"/>
    <w:rsid w:val="00E62CA6"/>
    <w:rsid w:val="00E62CE1"/>
    <w:rsid w:val="00E6306D"/>
    <w:rsid w:val="00E63C51"/>
    <w:rsid w:val="00E651CF"/>
    <w:rsid w:val="00E65E5E"/>
    <w:rsid w:val="00E66096"/>
    <w:rsid w:val="00E66239"/>
    <w:rsid w:val="00E66513"/>
    <w:rsid w:val="00E676BC"/>
    <w:rsid w:val="00E709C4"/>
    <w:rsid w:val="00E71138"/>
    <w:rsid w:val="00E71139"/>
    <w:rsid w:val="00E728C3"/>
    <w:rsid w:val="00E732A0"/>
    <w:rsid w:val="00E735F0"/>
    <w:rsid w:val="00E739EB"/>
    <w:rsid w:val="00E74EFA"/>
    <w:rsid w:val="00E74F63"/>
    <w:rsid w:val="00E754CF"/>
    <w:rsid w:val="00E7602E"/>
    <w:rsid w:val="00E764B6"/>
    <w:rsid w:val="00E76D9F"/>
    <w:rsid w:val="00E81355"/>
    <w:rsid w:val="00E81A9B"/>
    <w:rsid w:val="00E8332D"/>
    <w:rsid w:val="00E83CD5"/>
    <w:rsid w:val="00E8419C"/>
    <w:rsid w:val="00E84A50"/>
    <w:rsid w:val="00E84FED"/>
    <w:rsid w:val="00E85D63"/>
    <w:rsid w:val="00E86122"/>
    <w:rsid w:val="00E86C3D"/>
    <w:rsid w:val="00E86DAA"/>
    <w:rsid w:val="00E87A89"/>
    <w:rsid w:val="00E90664"/>
    <w:rsid w:val="00E917C4"/>
    <w:rsid w:val="00E91EF5"/>
    <w:rsid w:val="00E91F99"/>
    <w:rsid w:val="00E93AB8"/>
    <w:rsid w:val="00E95FF0"/>
    <w:rsid w:val="00E96067"/>
    <w:rsid w:val="00E96B8B"/>
    <w:rsid w:val="00E96F05"/>
    <w:rsid w:val="00E97A55"/>
    <w:rsid w:val="00EA0831"/>
    <w:rsid w:val="00EA340E"/>
    <w:rsid w:val="00EA3415"/>
    <w:rsid w:val="00EA3B1F"/>
    <w:rsid w:val="00EA69DC"/>
    <w:rsid w:val="00EA7422"/>
    <w:rsid w:val="00EA7DFA"/>
    <w:rsid w:val="00EB0096"/>
    <w:rsid w:val="00EB0853"/>
    <w:rsid w:val="00EB137F"/>
    <w:rsid w:val="00EB154B"/>
    <w:rsid w:val="00EB1CC0"/>
    <w:rsid w:val="00EB2E0F"/>
    <w:rsid w:val="00EB3086"/>
    <w:rsid w:val="00EB3CFC"/>
    <w:rsid w:val="00EB40B0"/>
    <w:rsid w:val="00EB4175"/>
    <w:rsid w:val="00EB4846"/>
    <w:rsid w:val="00EB5433"/>
    <w:rsid w:val="00EB55D0"/>
    <w:rsid w:val="00EB5646"/>
    <w:rsid w:val="00EB5ADB"/>
    <w:rsid w:val="00EB68C2"/>
    <w:rsid w:val="00EB7011"/>
    <w:rsid w:val="00EB74A9"/>
    <w:rsid w:val="00EB79AA"/>
    <w:rsid w:val="00EB7B8D"/>
    <w:rsid w:val="00EC0687"/>
    <w:rsid w:val="00EC0F78"/>
    <w:rsid w:val="00EC1A32"/>
    <w:rsid w:val="00EC1A39"/>
    <w:rsid w:val="00EC3383"/>
    <w:rsid w:val="00EC35DF"/>
    <w:rsid w:val="00EC3E88"/>
    <w:rsid w:val="00EC4046"/>
    <w:rsid w:val="00EC5C01"/>
    <w:rsid w:val="00EC7469"/>
    <w:rsid w:val="00ED02D1"/>
    <w:rsid w:val="00ED0C0F"/>
    <w:rsid w:val="00ED16C2"/>
    <w:rsid w:val="00ED1C09"/>
    <w:rsid w:val="00ED25BA"/>
    <w:rsid w:val="00ED2D19"/>
    <w:rsid w:val="00ED3A7B"/>
    <w:rsid w:val="00ED3DFD"/>
    <w:rsid w:val="00ED3F21"/>
    <w:rsid w:val="00ED4203"/>
    <w:rsid w:val="00ED52F3"/>
    <w:rsid w:val="00ED5DBF"/>
    <w:rsid w:val="00ED75B3"/>
    <w:rsid w:val="00EE05E0"/>
    <w:rsid w:val="00EE260F"/>
    <w:rsid w:val="00EE30D8"/>
    <w:rsid w:val="00EE41CF"/>
    <w:rsid w:val="00EE50FA"/>
    <w:rsid w:val="00EE56E1"/>
    <w:rsid w:val="00EE5950"/>
    <w:rsid w:val="00EE604B"/>
    <w:rsid w:val="00EE6B33"/>
    <w:rsid w:val="00EE6BB3"/>
    <w:rsid w:val="00EE771B"/>
    <w:rsid w:val="00EF0462"/>
    <w:rsid w:val="00EF07DC"/>
    <w:rsid w:val="00EF0A3A"/>
    <w:rsid w:val="00EF11A0"/>
    <w:rsid w:val="00EF15B0"/>
    <w:rsid w:val="00EF1956"/>
    <w:rsid w:val="00EF2B3E"/>
    <w:rsid w:val="00EF47AC"/>
    <w:rsid w:val="00EF6505"/>
    <w:rsid w:val="00EF68E4"/>
    <w:rsid w:val="00EF77C6"/>
    <w:rsid w:val="00EF7A6F"/>
    <w:rsid w:val="00F0063F"/>
    <w:rsid w:val="00F008E0"/>
    <w:rsid w:val="00F00B47"/>
    <w:rsid w:val="00F02C57"/>
    <w:rsid w:val="00F02CB0"/>
    <w:rsid w:val="00F033A5"/>
    <w:rsid w:val="00F04388"/>
    <w:rsid w:val="00F04821"/>
    <w:rsid w:val="00F05333"/>
    <w:rsid w:val="00F06873"/>
    <w:rsid w:val="00F06939"/>
    <w:rsid w:val="00F070E5"/>
    <w:rsid w:val="00F1242F"/>
    <w:rsid w:val="00F1517E"/>
    <w:rsid w:val="00F16678"/>
    <w:rsid w:val="00F17A9B"/>
    <w:rsid w:val="00F20109"/>
    <w:rsid w:val="00F204FD"/>
    <w:rsid w:val="00F20812"/>
    <w:rsid w:val="00F21B68"/>
    <w:rsid w:val="00F237F6"/>
    <w:rsid w:val="00F23AF5"/>
    <w:rsid w:val="00F23CEE"/>
    <w:rsid w:val="00F25DD7"/>
    <w:rsid w:val="00F260AC"/>
    <w:rsid w:val="00F26388"/>
    <w:rsid w:val="00F27E03"/>
    <w:rsid w:val="00F3003F"/>
    <w:rsid w:val="00F30E8D"/>
    <w:rsid w:val="00F31266"/>
    <w:rsid w:val="00F318E1"/>
    <w:rsid w:val="00F31BE3"/>
    <w:rsid w:val="00F323CF"/>
    <w:rsid w:val="00F33710"/>
    <w:rsid w:val="00F345DC"/>
    <w:rsid w:val="00F34B21"/>
    <w:rsid w:val="00F34CA5"/>
    <w:rsid w:val="00F3558E"/>
    <w:rsid w:val="00F4165A"/>
    <w:rsid w:val="00F41E90"/>
    <w:rsid w:val="00F42D1D"/>
    <w:rsid w:val="00F434CE"/>
    <w:rsid w:val="00F4366E"/>
    <w:rsid w:val="00F436BF"/>
    <w:rsid w:val="00F4450B"/>
    <w:rsid w:val="00F44584"/>
    <w:rsid w:val="00F50A0C"/>
    <w:rsid w:val="00F512A4"/>
    <w:rsid w:val="00F525EF"/>
    <w:rsid w:val="00F544BB"/>
    <w:rsid w:val="00F5451D"/>
    <w:rsid w:val="00F558A9"/>
    <w:rsid w:val="00F55AFD"/>
    <w:rsid w:val="00F561C4"/>
    <w:rsid w:val="00F56443"/>
    <w:rsid w:val="00F571FE"/>
    <w:rsid w:val="00F5749F"/>
    <w:rsid w:val="00F60481"/>
    <w:rsid w:val="00F60A6F"/>
    <w:rsid w:val="00F60F28"/>
    <w:rsid w:val="00F633A4"/>
    <w:rsid w:val="00F638A5"/>
    <w:rsid w:val="00F63AF8"/>
    <w:rsid w:val="00F64894"/>
    <w:rsid w:val="00F648EB"/>
    <w:rsid w:val="00F70D8B"/>
    <w:rsid w:val="00F70EDE"/>
    <w:rsid w:val="00F715FC"/>
    <w:rsid w:val="00F71859"/>
    <w:rsid w:val="00F74FDC"/>
    <w:rsid w:val="00F75959"/>
    <w:rsid w:val="00F759C2"/>
    <w:rsid w:val="00F76BDA"/>
    <w:rsid w:val="00F81124"/>
    <w:rsid w:val="00F82A57"/>
    <w:rsid w:val="00F82F27"/>
    <w:rsid w:val="00F83A2C"/>
    <w:rsid w:val="00F83E9D"/>
    <w:rsid w:val="00F84164"/>
    <w:rsid w:val="00F86C5B"/>
    <w:rsid w:val="00F902B1"/>
    <w:rsid w:val="00F909AF"/>
    <w:rsid w:val="00F92DF5"/>
    <w:rsid w:val="00F947E8"/>
    <w:rsid w:val="00F94A7F"/>
    <w:rsid w:val="00F9556C"/>
    <w:rsid w:val="00F95D68"/>
    <w:rsid w:val="00F96A78"/>
    <w:rsid w:val="00F9795B"/>
    <w:rsid w:val="00F97A32"/>
    <w:rsid w:val="00FA0105"/>
    <w:rsid w:val="00FA0645"/>
    <w:rsid w:val="00FA102A"/>
    <w:rsid w:val="00FA1997"/>
    <w:rsid w:val="00FA29C3"/>
    <w:rsid w:val="00FA3B58"/>
    <w:rsid w:val="00FA485F"/>
    <w:rsid w:val="00FA5484"/>
    <w:rsid w:val="00FA5FE6"/>
    <w:rsid w:val="00FA6127"/>
    <w:rsid w:val="00FA7580"/>
    <w:rsid w:val="00FB00F4"/>
    <w:rsid w:val="00FB1B26"/>
    <w:rsid w:val="00FB315F"/>
    <w:rsid w:val="00FB3782"/>
    <w:rsid w:val="00FB3935"/>
    <w:rsid w:val="00FB3EBB"/>
    <w:rsid w:val="00FB548D"/>
    <w:rsid w:val="00FB55B4"/>
    <w:rsid w:val="00FB58DA"/>
    <w:rsid w:val="00FB623E"/>
    <w:rsid w:val="00FB707C"/>
    <w:rsid w:val="00FB76EF"/>
    <w:rsid w:val="00FB7CFB"/>
    <w:rsid w:val="00FB7DC1"/>
    <w:rsid w:val="00FC002F"/>
    <w:rsid w:val="00FC2043"/>
    <w:rsid w:val="00FC38D1"/>
    <w:rsid w:val="00FC39D3"/>
    <w:rsid w:val="00FC415C"/>
    <w:rsid w:val="00FC4F42"/>
    <w:rsid w:val="00FC5D18"/>
    <w:rsid w:val="00FD04E0"/>
    <w:rsid w:val="00FD0A02"/>
    <w:rsid w:val="00FD12A7"/>
    <w:rsid w:val="00FD2B14"/>
    <w:rsid w:val="00FD3118"/>
    <w:rsid w:val="00FD6675"/>
    <w:rsid w:val="00FD6D75"/>
    <w:rsid w:val="00FD7269"/>
    <w:rsid w:val="00FE0340"/>
    <w:rsid w:val="00FE0BFA"/>
    <w:rsid w:val="00FE0D85"/>
    <w:rsid w:val="00FE0E71"/>
    <w:rsid w:val="00FE243A"/>
    <w:rsid w:val="00FE3C2E"/>
    <w:rsid w:val="00FE5CBB"/>
    <w:rsid w:val="00FE628E"/>
    <w:rsid w:val="00FE7713"/>
    <w:rsid w:val="00FF0880"/>
    <w:rsid w:val="00FF08F6"/>
    <w:rsid w:val="00FF0BDD"/>
    <w:rsid w:val="00FF14F4"/>
    <w:rsid w:val="00FF237D"/>
    <w:rsid w:val="00FF3170"/>
    <w:rsid w:val="00FF3D6B"/>
    <w:rsid w:val="00FF5764"/>
    <w:rsid w:val="00FF5975"/>
    <w:rsid w:val="00FF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6643"/>
    <w:rPr>
      <w:rFonts w:eastAsia="Calibri"/>
      <w:noProof/>
      <w:sz w:val="24"/>
      <w:szCs w:val="24"/>
      <w:lang w:bidi="fa-IR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jc w:val="center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jc w:val="lowKashida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CenterBold1">
    <w:name w:val="libCenterBold1"/>
    <w:basedOn w:val="Normal"/>
    <w:rsid w:val="001C5EDB"/>
    <w:pPr>
      <w:spacing w:before="240" w:after="60"/>
      <w:jc w:val="center"/>
    </w:pPr>
    <w:rPr>
      <w:rFonts w:eastAsia="Times New Roman" w:cs="Traditional Arabic"/>
      <w:b/>
      <w:bCs/>
      <w:noProof w:val="0"/>
      <w:color w:val="000000"/>
      <w:sz w:val="32"/>
      <w:szCs w:val="32"/>
      <w:lang w:bidi="ar-SA"/>
    </w:rPr>
  </w:style>
  <w:style w:type="paragraph" w:customStyle="1" w:styleId="libCenterBold2">
    <w:name w:val="libCenterBold2"/>
    <w:basedOn w:val="Normal"/>
    <w:rsid w:val="001C5EDB"/>
    <w:pPr>
      <w:jc w:val="center"/>
    </w:pPr>
    <w:rPr>
      <w:rFonts w:eastAsia="Times New Roman" w:cs="Traditional Arabic"/>
      <w:b/>
      <w:bCs/>
      <w:noProof w:val="0"/>
      <w:color w:val="000000"/>
      <w:sz w:val="30"/>
      <w:szCs w:val="30"/>
      <w:lang w:bidi="ar-SA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Normal"/>
    <w:autoRedefine/>
    <w:uiPriority w:val="39"/>
    <w:rsid w:val="00453381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Normal"/>
    <w:autoRedefine/>
    <w:uiPriority w:val="39"/>
    <w:rsid w:val="004241E7"/>
    <w:pPr>
      <w:tabs>
        <w:tab w:val="right" w:leader="dot" w:pos="7361"/>
      </w:tabs>
      <w:jc w:val="center"/>
    </w:pPr>
    <w:rPr>
      <w:bCs/>
      <w:noProof/>
    </w:rPr>
  </w:style>
  <w:style w:type="paragraph" w:styleId="TOC3">
    <w:name w:val="toc 3"/>
    <w:basedOn w:val="Normal"/>
    <w:next w:val="Normal"/>
    <w:autoRedefine/>
    <w:uiPriority w:val="39"/>
    <w:rsid w:val="008777DC"/>
    <w:pPr>
      <w:tabs>
        <w:tab w:val="right" w:leader="dot" w:pos="7361"/>
      </w:tabs>
      <w:ind w:left="482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72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555E4C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FA0105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character" w:customStyle="1" w:styleId="libNormalChar">
    <w:name w:val="libNormal Char"/>
    <w:basedOn w:val="DefaultParagraphFont"/>
    <w:link w:val="libNormal"/>
    <w:rsid w:val="00FA0105"/>
    <w:rPr>
      <w:rFonts w:cs="Traditional Arabic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4B3F28"/>
    <w:rPr>
      <w:sz w:val="24"/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EB74A9"/>
    <w:rPr>
      <w:rFonts w:ascii="Arial" w:hAnsi="Arial" w:cs="Traditional Arabic"/>
      <w:b/>
      <w:bCs/>
      <w:color w:val="1F497D"/>
      <w:kern w:val="32"/>
      <w:sz w:val="36"/>
      <w:szCs w:val="36"/>
    </w:rPr>
  </w:style>
  <w:style w:type="paragraph" w:styleId="EndnoteText">
    <w:name w:val="endnote text"/>
    <w:basedOn w:val="Normal"/>
    <w:link w:val="EndnoteTextChar"/>
    <w:rsid w:val="00EB74A9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styleId="DocumentMap">
    <w:name w:val="Document Map"/>
    <w:basedOn w:val="Normal"/>
    <w:link w:val="DocumentMapChar"/>
    <w:rsid w:val="005C1395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DocumentMapChar">
    <w:name w:val="Document Map Char"/>
    <w:basedOn w:val="DefaultParagraphFont"/>
    <w:link w:val="DocumentMap"/>
    <w:rsid w:val="005C1395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5F7BE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1B1EDD"/>
    <w:pPr>
      <w:spacing w:after="100" w:line="276" w:lineRule="auto"/>
      <w:ind w:left="110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7">
    <w:name w:val="toc 7"/>
    <w:basedOn w:val="Normal"/>
    <w:next w:val="Normal"/>
    <w:autoRedefine/>
    <w:uiPriority w:val="39"/>
    <w:unhideWhenUsed/>
    <w:rsid w:val="001B1EDD"/>
    <w:pPr>
      <w:spacing w:after="100" w:line="276" w:lineRule="auto"/>
      <w:ind w:left="132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1B1EDD"/>
    <w:pPr>
      <w:spacing w:after="100" w:line="276" w:lineRule="auto"/>
      <w:ind w:left="154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9">
    <w:name w:val="toc 9"/>
    <w:basedOn w:val="Normal"/>
    <w:next w:val="Normal"/>
    <w:autoRedefine/>
    <w:uiPriority w:val="39"/>
    <w:unhideWhenUsed/>
    <w:rsid w:val="001B1EDD"/>
    <w:pPr>
      <w:spacing w:after="100" w:line="276" w:lineRule="auto"/>
      <w:ind w:left="176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donesian\book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642DA-EA07-4DC6-9E18-4449251C9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3851</TotalTime>
  <Pages>290</Pages>
  <Words>46795</Words>
  <Characters>266734</Characters>
  <Application>Microsoft Office Word</Application>
  <DocSecurity>0</DocSecurity>
  <Lines>2222</Lines>
  <Paragraphs>625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312904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A5</dc:creator>
  <cp:lastModifiedBy>A5</cp:lastModifiedBy>
  <cp:revision>2428</cp:revision>
  <cp:lastPrinted>2015-05-18T05:55:00Z</cp:lastPrinted>
  <dcterms:created xsi:type="dcterms:W3CDTF">2014-11-05T09:21:00Z</dcterms:created>
  <dcterms:modified xsi:type="dcterms:W3CDTF">2015-06-21T08:49:00Z</dcterms:modified>
</cp:coreProperties>
</file>