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F7" w:rsidRDefault="00CE1DF7" w:rsidP="00CE1DF7">
      <w:pPr>
        <w:pStyle w:val="Heading1Center"/>
      </w:pPr>
      <w:bookmarkStart w:id="0" w:name="_Toc425594720"/>
      <w:r>
        <w:t>DIALOG MAJLIS SYURA</w:t>
      </w:r>
      <w:bookmarkEnd w:id="0"/>
    </w:p>
    <w:p w:rsidR="00CD61F2" w:rsidRDefault="00CE1DF7" w:rsidP="00CE1DF7">
      <w:pPr>
        <w:pStyle w:val="Heading1Center"/>
      </w:pPr>
      <w:bookmarkStart w:id="1" w:name="_Toc425594721"/>
      <w:r>
        <w:t>Dialog Imam Ali as dengan Dewan Syuro di Saqifah</w:t>
      </w:r>
      <w:bookmarkEnd w:id="1"/>
    </w:p>
    <w:p w:rsidR="00CD61F2" w:rsidRPr="00CD61F2" w:rsidRDefault="00CD61F2">
      <w:r>
        <w:br w:type="page"/>
      </w:r>
    </w:p>
    <w:p w:rsidR="00A95604" w:rsidRDefault="00A95604" w:rsidP="00A95604">
      <w:pPr>
        <w:pStyle w:val="Heading1Center"/>
      </w:pPr>
      <w:bookmarkStart w:id="2" w:name="_Toc425594722"/>
      <w:r>
        <w:lastRenderedPageBreak/>
        <w:t>DIALOG AMIR AL-MUKMININ ALI BIN ABI TALIB DENGAN MAJLIS</w:t>
      </w:r>
      <w:bookmarkEnd w:id="2"/>
    </w:p>
    <w:p w:rsidR="00A95604" w:rsidRDefault="00A95604" w:rsidP="00A95604">
      <w:pPr>
        <w:pStyle w:val="Heading1Center"/>
      </w:pPr>
      <w:bookmarkStart w:id="3" w:name="_Toc425594723"/>
      <w:r>
        <w:t>SYURA</w:t>
      </w:r>
      <w:bookmarkEnd w:id="3"/>
    </w:p>
    <w:p w:rsidR="00A95604" w:rsidRDefault="00A95604" w:rsidP="00A95604">
      <w:pPr>
        <w:pStyle w:val="libNormal"/>
      </w:pPr>
    </w:p>
    <w:p w:rsidR="00A95604" w:rsidRDefault="00A95604" w:rsidP="00AB061C">
      <w:pPr>
        <w:pStyle w:val="Heading2"/>
      </w:pPr>
      <w:bookmarkStart w:id="4" w:name="_Toc425594724"/>
      <w:r>
        <w:t>Pengenalan</w:t>
      </w:r>
      <w:bookmarkEnd w:id="4"/>
    </w:p>
    <w:p w:rsidR="00AB061C" w:rsidRDefault="00AB061C" w:rsidP="00A95604">
      <w:pPr>
        <w:pStyle w:val="libNormal"/>
      </w:pPr>
    </w:p>
    <w:p w:rsidR="00A95604" w:rsidRDefault="00A95604" w:rsidP="00A95604">
      <w:pPr>
        <w:pStyle w:val="libNormal"/>
      </w:pPr>
      <w:r>
        <w:t>Tujuan rencana ini adalah untuk mendedahkan secara langsung</w:t>
      </w:r>
    </w:p>
    <w:p w:rsidR="00A95604" w:rsidRDefault="00A95604" w:rsidP="00A95604">
      <w:pPr>
        <w:pStyle w:val="libNormal"/>
      </w:pPr>
      <w:r>
        <w:t>dialog atau munasyadah Amir al-Mukminin `Ali b. Abi Talib dengan</w:t>
      </w:r>
    </w:p>
    <w:p w:rsidR="00A95604" w:rsidRDefault="00A95604" w:rsidP="00A95604">
      <w:pPr>
        <w:pStyle w:val="libNormal"/>
      </w:pPr>
      <w:r>
        <w:t>lima orang Ahli majlis Syura mengenai haknya menduduki</w:t>
      </w:r>
    </w:p>
    <w:p w:rsidR="00A95604" w:rsidRDefault="00A95604" w:rsidP="00A95604">
      <w:pPr>
        <w:pStyle w:val="libNormal"/>
      </w:pPr>
      <w:r>
        <w:t>jawatan khilafah terutamanya selepas kewafatan khalifah yang kedua</w:t>
      </w:r>
    </w:p>
    <w:p w:rsidR="00A95604" w:rsidRDefault="00A95604" w:rsidP="00A95604">
      <w:pPr>
        <w:pStyle w:val="libNormal"/>
      </w:pPr>
      <w:r>
        <w:t>`Umar b. al-Khattab. Justeru itu ia bersifat akademik semata-mata.</w:t>
      </w:r>
    </w:p>
    <w:p w:rsidR="00A95604" w:rsidRDefault="00A95604" w:rsidP="00A95604">
      <w:pPr>
        <w:pStyle w:val="libNormal"/>
      </w:pPr>
      <w:r>
        <w:t>Semoga ia dapat meluaskan wawasan berfikir di kalangan intelek</w:t>
      </w:r>
    </w:p>
    <w:p w:rsidR="00A95604" w:rsidRDefault="00A95604" w:rsidP="00A95604">
      <w:pPr>
        <w:pStyle w:val="libNormal"/>
      </w:pPr>
      <w:r>
        <w:t>muslim khususnya para mahasiswa dan mahasiswi jurusan Pemikiran</w:t>
      </w:r>
    </w:p>
    <w:p w:rsidR="00A95604" w:rsidRDefault="00A95604" w:rsidP="00A95604">
      <w:pPr>
        <w:pStyle w:val="libNormal"/>
      </w:pPr>
      <w:r>
        <w:t>Islam di Nusantara.</w:t>
      </w:r>
    </w:p>
    <w:p w:rsidR="00A95604" w:rsidRDefault="00A95604" w:rsidP="00A95604">
      <w:pPr>
        <w:pStyle w:val="libNormal"/>
      </w:pPr>
      <w:r>
        <w:t>Kebiasaannya, orang ramai menerima keputusan majlis syura</w:t>
      </w:r>
    </w:p>
    <w:p w:rsidR="00A95604" w:rsidRDefault="00A95604" w:rsidP="00A95604">
      <w:pPr>
        <w:pStyle w:val="libNormal"/>
      </w:pPr>
      <w:r>
        <w:t>tersebut kerana ia, menurut mereka, merupakan majlis permesyuaratan</w:t>
      </w:r>
    </w:p>
    <w:p w:rsidR="00A95604" w:rsidRDefault="00A95604" w:rsidP="00A95604">
      <w:pPr>
        <w:pStyle w:val="libNormal"/>
      </w:pPr>
      <w:r>
        <w:t>yang berasaskan keikhlasan dan muafakat. Walaubagaimanapun kajian</w:t>
      </w:r>
    </w:p>
    <w:p w:rsidR="00A95604" w:rsidRDefault="00A95604" w:rsidP="00A95604">
      <w:pPr>
        <w:pStyle w:val="libNormal"/>
      </w:pPr>
      <w:r>
        <w:t>mendalam mendapati ianya telah dirancang begitu rapi supaya</w:t>
      </w:r>
    </w:p>
    <w:p w:rsidR="00A95604" w:rsidRDefault="00A95604" w:rsidP="00A95604">
      <w:pPr>
        <w:pStyle w:val="libNormal"/>
      </w:pPr>
      <w:r>
        <w:t>jawatan khalifah itu kelak dipegang oleh `Uthman. Justeru itu ia</w:t>
      </w:r>
    </w:p>
    <w:p w:rsidR="00A95604" w:rsidRDefault="00A95604" w:rsidP="00A95604">
      <w:pPr>
        <w:pStyle w:val="libNormal"/>
      </w:pPr>
      <w:r>
        <w:t>merupakan saudara kembar Saqifah di mana Khalifah `Umar menjadi</w:t>
      </w:r>
    </w:p>
    <w:p w:rsidR="00A95604" w:rsidRDefault="00A95604" w:rsidP="00A95604">
      <w:pPr>
        <w:pStyle w:val="libNormal"/>
      </w:pPr>
      <w:r>
        <w:t>perencana utama.</w:t>
      </w:r>
    </w:p>
    <w:p w:rsidR="00A95604" w:rsidRDefault="00A95604" w:rsidP="00A95604">
      <w:pPr>
        <w:pStyle w:val="libNormal"/>
      </w:pPr>
      <w:r>
        <w:lastRenderedPageBreak/>
        <w:t>Ahli majlis Syura yang dilantik mengandungi `Uthman b. `Affan,</w:t>
      </w:r>
    </w:p>
    <w:p w:rsidR="00A95604" w:rsidRDefault="00A95604" w:rsidP="00A95604">
      <w:pPr>
        <w:pStyle w:val="libNormal"/>
      </w:pPr>
      <w:r>
        <w:t>al-Zubair b. `Awwam, Talhah b. `Ubaidillah, `Abd al-Rahman b. `Auf,</w:t>
      </w:r>
    </w:p>
    <w:p w:rsidR="00A95604" w:rsidRDefault="00A95604" w:rsidP="00A95604">
      <w:pPr>
        <w:pStyle w:val="libNormal"/>
      </w:pPr>
      <w:r>
        <w:t>Sa`d b. Abi Waqqas dan `Ali b. Abi Talib A.S di mana pengerusinya ialah</w:t>
      </w:r>
    </w:p>
    <w:p w:rsidR="00A95604" w:rsidRDefault="00A95604" w:rsidP="00A95604">
      <w:pPr>
        <w:pStyle w:val="libNormal"/>
      </w:pPr>
      <w:r>
        <w:t>`Abd Allah b. `Umar . Mereka dikenali sebagai Ahl al-Hill wa al-‘Aqd.</w:t>
      </w:r>
    </w:p>
    <w:p w:rsidR="00A95604" w:rsidRDefault="00A95604" w:rsidP="00A95604">
      <w:pPr>
        <w:pStyle w:val="libNormal"/>
      </w:pPr>
    </w:p>
    <w:p w:rsidR="00A95604" w:rsidRDefault="00A95604" w:rsidP="00AB061C">
      <w:pPr>
        <w:pStyle w:val="Heading2"/>
      </w:pPr>
      <w:bookmarkStart w:id="5" w:name="_Toc425594725"/>
      <w:r>
        <w:t>Terjemahan Teks</w:t>
      </w:r>
      <w:bookmarkEnd w:id="5"/>
    </w:p>
    <w:p w:rsidR="00AB061C" w:rsidRDefault="00AB061C" w:rsidP="00A95604">
      <w:pPr>
        <w:pStyle w:val="libNormal"/>
      </w:pPr>
    </w:p>
    <w:p w:rsidR="00A95604" w:rsidRDefault="00A95604" w:rsidP="00A95604">
      <w:pPr>
        <w:pStyle w:val="libNormal"/>
      </w:pPr>
      <w:r>
        <w:t>Di sini akan dikemukakan dialog atau munasyadah Amir al-</w:t>
      </w:r>
    </w:p>
    <w:p w:rsidR="00A95604" w:rsidRDefault="00A95604" w:rsidP="00A95604">
      <w:pPr>
        <w:pStyle w:val="libNormal"/>
      </w:pPr>
      <w:r>
        <w:t>Mukminin `Ali b. Abi Talib khususnya mengenai Imamah atau Khilafah</w:t>
      </w:r>
    </w:p>
    <w:p w:rsidR="00A95604" w:rsidRDefault="00A95604" w:rsidP="00A95604">
      <w:pPr>
        <w:pStyle w:val="libNormal"/>
      </w:pPr>
      <w:r>
        <w:t>terhadap lima orang Ahli Majlis Syura tersebut berdasarkan teks al-</w:t>
      </w:r>
    </w:p>
    <w:p w:rsidR="00A95604" w:rsidRDefault="00A95604" w:rsidP="00A95604">
      <w:pPr>
        <w:pStyle w:val="libNormal"/>
      </w:pPr>
      <w:r>
        <w:t>`Allamah al-T</w:t>
      </w:r>
      <w:r w:rsidR="00AB061C">
        <w:t>abarsi dalam bukunya al-Ihtijaj</w:t>
      </w:r>
      <w:r w:rsidR="00AB061C" w:rsidRPr="00AB061C">
        <w:rPr>
          <w:rStyle w:val="libFootnotenumChar"/>
        </w:rPr>
        <w:footnoteReference w:id="2"/>
      </w:r>
      <w:r>
        <w:t>, Riwayat ini telah diambil</w:t>
      </w:r>
    </w:p>
    <w:p w:rsidR="00A95604" w:rsidRDefault="00A95604" w:rsidP="00A95604">
      <w:pPr>
        <w:pStyle w:val="libNormal"/>
      </w:pPr>
      <w:r>
        <w:t>daripada Muhammad al-Baqir daripada bapanya, `Ali Zain al-`Abidin.</w:t>
      </w:r>
    </w:p>
    <w:p w:rsidR="00A95604" w:rsidRDefault="00A95604" w:rsidP="00A95604">
      <w:pPr>
        <w:pStyle w:val="libNormal"/>
      </w:pPr>
      <w:r>
        <w:t>seorang ulama Mazhab Ja`fari abad keenam hijrah. Untuk</w:t>
      </w:r>
    </w:p>
    <w:p w:rsidR="00A95604" w:rsidRDefault="00A95604" w:rsidP="00A95604">
      <w:pPr>
        <w:pStyle w:val="libNormal"/>
      </w:pPr>
      <w:r>
        <w:t>mengukuhkan kesahihan hadis-hadis di dalam munasyadah tersebut,</w:t>
      </w:r>
    </w:p>
    <w:p w:rsidR="00A95604" w:rsidRDefault="00A95604" w:rsidP="00A95604">
      <w:pPr>
        <w:pStyle w:val="libNormal"/>
      </w:pPr>
      <w:r>
        <w:t>penulis membuat rujukan kepada buku-buku karangan para ulama</w:t>
      </w:r>
    </w:p>
    <w:p w:rsidR="00A95604" w:rsidRDefault="00A95604" w:rsidP="00A95604">
      <w:pPr>
        <w:pStyle w:val="libNormal"/>
      </w:pPr>
      <w:r>
        <w:t>Ahl al-Sunnah kita yang muktabar untuk kajian bersama.Dengan ini</w:t>
      </w:r>
    </w:p>
    <w:p w:rsidR="00A95604" w:rsidRDefault="00A95604" w:rsidP="00A95604">
      <w:pPr>
        <w:pStyle w:val="libNormal"/>
      </w:pPr>
      <w:r>
        <w:t>perasaan iri hati dan prejudis dapat dikurangkan, Insya' Allah.</w:t>
      </w:r>
    </w:p>
    <w:p w:rsidR="00A95604" w:rsidRDefault="00A95604" w:rsidP="00A95604">
      <w:pPr>
        <w:pStyle w:val="libNormal"/>
      </w:pPr>
      <w:r>
        <w:t>"Manakala Amir al-Mukminin `Ali A.S melihat keghairahan</w:t>
      </w:r>
    </w:p>
    <w:p w:rsidR="000655E9" w:rsidRDefault="00A95604" w:rsidP="00EC46E7">
      <w:pPr>
        <w:pStyle w:val="libNormal"/>
      </w:pPr>
      <w:r>
        <w:lastRenderedPageBreak/>
        <w:t>"mereka" untuk memberi bai`ah kepada `Uthman, beliau terus berdiri</w:t>
      </w:r>
      <w:r w:rsidR="00EC46E7">
        <w:t xml:space="preserve"> </w:t>
      </w:r>
      <w:r>
        <w:t>di hadapan mereka bagi memberi hujah-hujah penentangan beliau</w:t>
      </w:r>
      <w:r w:rsidR="00A57D23">
        <w:t xml:space="preserve"> </w:t>
      </w:r>
      <w:r w:rsidR="000655E9">
        <w:t>terhadap mereka. Beliau berkata: Dengarlah ucapanku, jikalaulah</w:t>
      </w:r>
      <w:r w:rsidR="00EC46E7">
        <w:t xml:space="preserve"> </w:t>
      </w:r>
      <w:r w:rsidR="000655E9">
        <w:t>apa yang aku ucapkan itu benar, maka kalian terimalah dan jikalau ia</w:t>
      </w:r>
      <w:r w:rsidR="00EC46E7">
        <w:t xml:space="preserve"> </w:t>
      </w:r>
      <w:r w:rsidR="000655E9">
        <w:t>adalah batil, maka kalian ingkarilah. Kemudian beliau berkata:</w:t>
      </w:r>
    </w:p>
    <w:p w:rsidR="000655E9" w:rsidRDefault="000655E9" w:rsidP="000655E9">
      <w:pPr>
        <w:pStyle w:val="libNormal"/>
      </w:pPr>
      <w:r>
        <w:t>1. Aku menyeru kalian dengan nama Allah yang mengetahui kebenaran</w:t>
      </w:r>
    </w:p>
    <w:p w:rsidR="000655E9" w:rsidRDefault="000655E9" w:rsidP="000655E9">
      <w:pPr>
        <w:pStyle w:val="libNormal"/>
      </w:pPr>
      <w:r>
        <w:t>kalian jika kalian orang yang benar. Dan Dia mengetahui pembohongan</w:t>
      </w:r>
    </w:p>
    <w:p w:rsidR="000655E9" w:rsidRDefault="000655E9" w:rsidP="000655E9">
      <w:pPr>
        <w:pStyle w:val="libNormal"/>
      </w:pPr>
      <w:r>
        <w:t>kalian jika kalian berbohong. Adakah di kalangan kalian</w:t>
      </w:r>
    </w:p>
    <w:p w:rsidR="000655E9" w:rsidRDefault="000655E9" w:rsidP="000655E9">
      <w:pPr>
        <w:pStyle w:val="libNormal"/>
      </w:pPr>
      <w:r>
        <w:t>seorang yang telah mengerjakan solat menghadapi dua Qiblat selain</w:t>
      </w:r>
    </w:p>
    <w:p w:rsidR="000655E9" w:rsidRDefault="000655E9" w:rsidP="000655E9">
      <w:pPr>
        <w:pStyle w:val="libNormal"/>
      </w:pPr>
      <w:r>
        <w:t>daripadaku?</w:t>
      </w:r>
    </w:p>
    <w:p w:rsidR="000655E9" w:rsidRDefault="000655E9" w:rsidP="000655E9">
      <w:pPr>
        <w:pStyle w:val="libNormal"/>
      </w:pPr>
      <w:r>
        <w:t>Mereka (berlima) menjawab: Tidak.</w:t>
      </w:r>
      <w:r w:rsidRPr="000655E9">
        <w:rPr>
          <w:rStyle w:val="libFootnotenumChar"/>
        </w:rPr>
        <w:footnoteReference w:id="3"/>
      </w:r>
    </w:p>
    <w:p w:rsidR="000655E9" w:rsidRDefault="000655E9" w:rsidP="000655E9">
      <w:pPr>
        <w:pStyle w:val="libNormal"/>
      </w:pPr>
      <w:r>
        <w:t>2. Beliau berkata: Aku menyeru kalian dengan nama Allah adakah di</w:t>
      </w:r>
    </w:p>
    <w:p w:rsidR="000655E9" w:rsidRDefault="000655E9" w:rsidP="000655E9">
      <w:pPr>
        <w:pStyle w:val="libNormal"/>
      </w:pPr>
      <w:r>
        <w:t>kalangan kalian seorang yang telah melakukan dua bai`ah; Bai`ah al-</w:t>
      </w:r>
    </w:p>
    <w:p w:rsidR="000655E9" w:rsidRDefault="000655E9" w:rsidP="000655E9">
      <w:pPr>
        <w:pStyle w:val="libNormal"/>
      </w:pPr>
      <w:r>
        <w:t>Fath dan Bai`ah al-Ridwan selain daripadaku?</w:t>
      </w:r>
    </w:p>
    <w:p w:rsidR="000655E9" w:rsidRDefault="000655E9" w:rsidP="000655E9">
      <w:pPr>
        <w:pStyle w:val="libNormal"/>
      </w:pPr>
      <w:r>
        <w:t>Mereka menjawab: Tidak.</w:t>
      </w:r>
      <w:r w:rsidRPr="000655E9">
        <w:rPr>
          <w:rStyle w:val="libFootnotenumChar"/>
        </w:rPr>
        <w:footnoteReference w:id="4"/>
      </w:r>
    </w:p>
    <w:p w:rsidR="000655E9" w:rsidRDefault="000655E9" w:rsidP="000655E9">
      <w:pPr>
        <w:pStyle w:val="libNormal"/>
      </w:pPr>
      <w:r>
        <w:t>3. Beliau berkata: Aku menyeru kalian dengan nama Allah adakah di</w:t>
      </w:r>
    </w:p>
    <w:p w:rsidR="000655E9" w:rsidRDefault="000655E9" w:rsidP="000655E9">
      <w:pPr>
        <w:pStyle w:val="libNormal"/>
      </w:pPr>
      <w:r>
        <w:t>kalangan kalian seorang di mana saudaranya dihiasi dengan dua</w:t>
      </w:r>
    </w:p>
    <w:p w:rsidR="000655E9" w:rsidRDefault="000655E9" w:rsidP="000655E9">
      <w:pPr>
        <w:pStyle w:val="libNormal"/>
      </w:pPr>
      <w:r>
        <w:t>sayap di syurga selain daripadaku?</w:t>
      </w:r>
    </w:p>
    <w:p w:rsidR="000655E9" w:rsidRDefault="000655E9" w:rsidP="000655E9">
      <w:pPr>
        <w:pStyle w:val="libNormal"/>
      </w:pPr>
      <w:r>
        <w:t>Mereka menjawab: Tidak.</w:t>
      </w:r>
      <w:r w:rsidRPr="000655E9">
        <w:rPr>
          <w:rStyle w:val="libFootnotenumChar"/>
        </w:rPr>
        <w:footnoteReference w:id="5"/>
      </w:r>
    </w:p>
    <w:p w:rsidR="000655E9" w:rsidRDefault="000655E9" w:rsidP="00286AA7">
      <w:pPr>
        <w:pStyle w:val="libNormal"/>
      </w:pPr>
      <w:r>
        <w:lastRenderedPageBreak/>
        <w:t>4. Beliau berkata: Aku menyeru kalian dengan nama Allah, adakah di</w:t>
      </w:r>
      <w:r w:rsidR="00286AA7">
        <w:t xml:space="preserve"> </w:t>
      </w:r>
      <w:r>
        <w:t>kalangan kalian bapa saudaranya (di sebelah bapa) menjadi penghulu</w:t>
      </w:r>
      <w:r w:rsidR="00286AA7">
        <w:t xml:space="preserve"> </w:t>
      </w:r>
      <w:r>
        <w:t>para syahid selain daripadaku?</w:t>
      </w:r>
      <w:r w:rsidR="00286AA7">
        <w:t xml:space="preserve"> </w:t>
      </w:r>
      <w:r>
        <w:t>Mereka menjawab: Tidak.</w:t>
      </w:r>
      <w:r w:rsidRPr="000655E9">
        <w:rPr>
          <w:rStyle w:val="libFootnotenumChar"/>
        </w:rPr>
        <w:footnoteReference w:id="6"/>
      </w:r>
    </w:p>
    <w:p w:rsidR="000655E9" w:rsidRDefault="000655E9" w:rsidP="00286AA7">
      <w:pPr>
        <w:pStyle w:val="libNormal"/>
      </w:pPr>
      <w:r>
        <w:t>5. Beliau berkata: Aku menyeru kalian dengan nama Allah, adakah di</w:t>
      </w:r>
      <w:r w:rsidR="00286AA7">
        <w:t xml:space="preserve"> </w:t>
      </w:r>
      <w:r>
        <w:t>kalangan kalian seorang di mana isterinya penghulu wanita alam sejagat</w:t>
      </w:r>
      <w:r w:rsidR="00286AA7">
        <w:t xml:space="preserve"> </w:t>
      </w:r>
      <w:r>
        <w:t>selain daripadaku?</w:t>
      </w:r>
      <w:r w:rsidR="00286AA7">
        <w:t xml:space="preserve"> </w:t>
      </w:r>
      <w:r>
        <w:t>Mereka menjawab: Tidak.</w:t>
      </w:r>
      <w:r w:rsidRPr="000655E9">
        <w:rPr>
          <w:rStyle w:val="libFootnotenumChar"/>
        </w:rPr>
        <w:footnoteReference w:id="7"/>
      </w:r>
    </w:p>
    <w:p w:rsidR="00CE1DF7" w:rsidRDefault="000655E9" w:rsidP="00286AA7">
      <w:pPr>
        <w:pStyle w:val="libNormal"/>
      </w:pPr>
      <w:r>
        <w:t>6. Beliau berkata: Aku menyeru kalian dengan nama Allah adakah di</w:t>
      </w:r>
      <w:r w:rsidR="00286AA7">
        <w:t xml:space="preserve"> </w:t>
      </w:r>
      <w:r>
        <w:t>kalangan kalian seorang di mana kedua-dua anak lelakinya adalah</w:t>
      </w:r>
      <w:r w:rsidR="00286AA7">
        <w:t xml:space="preserve"> </w:t>
      </w:r>
      <w:r>
        <w:t>anak-anak Rasulullah (s.`a.w.) dan kedua-duanya penghulu pemuda</w:t>
      </w:r>
      <w:r w:rsidR="00286AA7">
        <w:t xml:space="preserve"> </w:t>
      </w:r>
      <w:r>
        <w:t>syurga selain daripadaku?</w:t>
      </w:r>
      <w:r w:rsidR="00286AA7">
        <w:t xml:space="preserve"> </w:t>
      </w:r>
      <w:r>
        <w:t>Mereka menjawab: Tidak.</w:t>
      </w:r>
      <w:r w:rsidRPr="000655E9">
        <w:rPr>
          <w:rStyle w:val="libFootnotenumChar"/>
        </w:rPr>
        <w:footnoteReference w:id="8"/>
      </w:r>
    </w:p>
    <w:p w:rsidR="00730FA8" w:rsidRDefault="00730FA8" w:rsidP="00730FA8">
      <w:pPr>
        <w:pStyle w:val="libNormal"/>
      </w:pPr>
      <w:r>
        <w:t>7. Beliau berkata: Aku menyeru kalian dengan nama Allah adakah di</w:t>
      </w:r>
    </w:p>
    <w:p w:rsidR="00730FA8" w:rsidRDefault="00730FA8" w:rsidP="00730FA8">
      <w:pPr>
        <w:pStyle w:val="libNormal"/>
      </w:pPr>
      <w:r>
        <w:t>kalangan kalian seorang yang telah mengetahui nasikh dan mansukh</w:t>
      </w:r>
    </w:p>
    <w:p w:rsidR="00730FA8" w:rsidRDefault="00730FA8" w:rsidP="00730FA8">
      <w:pPr>
        <w:pStyle w:val="libNormal"/>
      </w:pPr>
      <w:r>
        <w:t>selain daripadaku?</w:t>
      </w:r>
    </w:p>
    <w:p w:rsidR="00730FA8" w:rsidRDefault="00730FA8" w:rsidP="00730FA8">
      <w:pPr>
        <w:pStyle w:val="libNormal"/>
      </w:pPr>
      <w:r>
        <w:t>Mereka menjawab: Tidak.</w:t>
      </w:r>
      <w:r w:rsidRPr="00730FA8">
        <w:rPr>
          <w:rStyle w:val="libFootnotenumChar"/>
        </w:rPr>
        <w:footnoteReference w:id="9"/>
      </w:r>
    </w:p>
    <w:p w:rsidR="00730FA8" w:rsidRDefault="00730FA8" w:rsidP="00730FA8">
      <w:pPr>
        <w:pStyle w:val="libNormal"/>
      </w:pPr>
      <w:r>
        <w:lastRenderedPageBreak/>
        <w:t>8. Beliau berkata: Aku menyeru kalian dengan nama Allah adakah di</w:t>
      </w:r>
    </w:p>
    <w:p w:rsidR="00730FA8" w:rsidRDefault="00730FA8" w:rsidP="00730FA8">
      <w:pPr>
        <w:pStyle w:val="libNormal"/>
      </w:pPr>
      <w:r>
        <w:t>kalangan kalian seorang di mana Allah menghilangkan kekotoran</w:t>
      </w:r>
    </w:p>
    <w:p w:rsidR="00730FA8" w:rsidRDefault="00730FA8" w:rsidP="00730FA8">
      <w:pPr>
        <w:pStyle w:val="libNormal"/>
      </w:pPr>
      <w:r>
        <w:t>dosa daripadanya dan mensucikannya dengan sebenar-benarnya selain</w:t>
      </w:r>
    </w:p>
    <w:p w:rsidR="00730FA8" w:rsidRDefault="00730FA8" w:rsidP="00730FA8">
      <w:pPr>
        <w:pStyle w:val="libNormal"/>
      </w:pPr>
      <w:r>
        <w:t>daripadaku?</w:t>
      </w:r>
    </w:p>
    <w:p w:rsidR="00730FA8" w:rsidRDefault="00730FA8" w:rsidP="00730FA8">
      <w:pPr>
        <w:pStyle w:val="libNormal"/>
      </w:pPr>
      <w:r>
        <w:t>Mereka menjawab: Tidak.</w:t>
      </w:r>
      <w:r w:rsidRPr="00730FA8">
        <w:rPr>
          <w:rStyle w:val="libFootnotenumChar"/>
        </w:rPr>
        <w:footnoteReference w:id="10"/>
      </w:r>
    </w:p>
    <w:p w:rsidR="00730FA8" w:rsidRDefault="00730FA8" w:rsidP="00730FA8">
      <w:pPr>
        <w:pStyle w:val="libNormal"/>
      </w:pPr>
      <w:r>
        <w:t>9. Beliau berkata: Aku menyeru kalian dengan nama Allah adakah di</w:t>
      </w:r>
    </w:p>
    <w:p w:rsidR="00730FA8" w:rsidRDefault="00730FA8" w:rsidP="00730FA8">
      <w:pPr>
        <w:pStyle w:val="libNormal"/>
      </w:pPr>
      <w:r>
        <w:t>kalangan kalian seorang yang telah melihat Jibra'il di dalam bentuk</w:t>
      </w:r>
    </w:p>
    <w:p w:rsidR="00730FA8" w:rsidRDefault="00730FA8" w:rsidP="00730FA8">
      <w:pPr>
        <w:pStyle w:val="libNormal"/>
      </w:pPr>
      <w:r>
        <w:t>seorang lelaki yang tempang selain daripadaku?</w:t>
      </w:r>
    </w:p>
    <w:p w:rsidR="00730FA8" w:rsidRDefault="00730FA8" w:rsidP="00730FA8">
      <w:pPr>
        <w:pStyle w:val="libNormal"/>
      </w:pPr>
      <w:r>
        <w:t>Mereka menjawab: Tidak.</w:t>
      </w:r>
      <w:r w:rsidRPr="00730FA8">
        <w:rPr>
          <w:rStyle w:val="libFootnotenumChar"/>
        </w:rPr>
        <w:footnoteReference w:id="11"/>
      </w:r>
    </w:p>
    <w:p w:rsidR="00730FA8" w:rsidRDefault="00730FA8" w:rsidP="00730FA8">
      <w:pPr>
        <w:pStyle w:val="libNormal"/>
      </w:pPr>
      <w:r>
        <w:t>10. Beliau berkata: Aku menyeru kalian dengan nama Allah adakah di</w:t>
      </w:r>
    </w:p>
    <w:p w:rsidR="00730FA8" w:rsidRDefault="00730FA8" w:rsidP="00730FA8">
      <w:pPr>
        <w:pStyle w:val="libNormal"/>
      </w:pPr>
      <w:r>
        <w:t>kalangan kalian seorang yang menunaikan zakat di dalam keadaan</w:t>
      </w:r>
    </w:p>
    <w:p w:rsidR="00730FA8" w:rsidRDefault="00730FA8" w:rsidP="00730FA8">
      <w:pPr>
        <w:pStyle w:val="libNormal"/>
      </w:pPr>
      <w:r>
        <w:t>rukuk selain daripadaku?</w:t>
      </w:r>
    </w:p>
    <w:p w:rsidR="00730FA8" w:rsidRDefault="00730FA8" w:rsidP="00730FA8">
      <w:pPr>
        <w:pStyle w:val="libNormal"/>
      </w:pPr>
      <w:r>
        <w:t>Mereka menjawab: Tidak.</w:t>
      </w:r>
      <w:r w:rsidRPr="00730FA8">
        <w:rPr>
          <w:rStyle w:val="libFootnotenumChar"/>
        </w:rPr>
        <w:footnoteReference w:id="12"/>
      </w:r>
    </w:p>
    <w:p w:rsidR="00730FA8" w:rsidRDefault="00730FA8" w:rsidP="00730FA8">
      <w:pPr>
        <w:pStyle w:val="libNormal"/>
      </w:pPr>
      <w:r>
        <w:t>11. Beliau berkata: Aku menyeru kalian dengan nama Allah adakah di</w:t>
      </w:r>
    </w:p>
    <w:p w:rsidR="00730FA8" w:rsidRDefault="00730FA8" w:rsidP="003A2C59">
      <w:pPr>
        <w:pStyle w:val="libNormal"/>
      </w:pPr>
      <w:r>
        <w:lastRenderedPageBreak/>
        <w:t>kalangan kalian seorang di mana Rasulullah (s.`a.w.) telah menyapu</w:t>
      </w:r>
      <w:r w:rsidR="003A2C59">
        <w:t xml:space="preserve"> </w:t>
      </w:r>
      <w:r>
        <w:t>kedua-dua matanya dan memberikan bendera di hari peperangan</w:t>
      </w:r>
      <w:r w:rsidR="003A2C59">
        <w:t xml:space="preserve"> </w:t>
      </w:r>
      <w:r>
        <w:t>Khaibar selain daripadaku?</w:t>
      </w:r>
    </w:p>
    <w:p w:rsidR="00730FA8" w:rsidRDefault="00730FA8" w:rsidP="00730FA8">
      <w:pPr>
        <w:pStyle w:val="libNormal"/>
      </w:pPr>
      <w:r>
        <w:t>Mereka menjawab: Tidak.</w:t>
      </w:r>
      <w:r w:rsidRPr="00730FA8">
        <w:rPr>
          <w:rStyle w:val="libFootnotenumChar"/>
        </w:rPr>
        <w:footnoteReference w:id="13"/>
      </w:r>
    </w:p>
    <w:p w:rsidR="000655E9" w:rsidRDefault="00730FA8" w:rsidP="003A2C59">
      <w:pPr>
        <w:pStyle w:val="libNormal"/>
      </w:pPr>
      <w:r>
        <w:t>12. Beliau berkata: Aku menyeru kalian dengan nama Allah adakah di</w:t>
      </w:r>
      <w:r w:rsidR="003A2C59">
        <w:t xml:space="preserve"> </w:t>
      </w:r>
      <w:r>
        <w:t>kalangan kalian seorang yang telah dilantik oleh Rasulullah (s.`a.w.) di</w:t>
      </w:r>
      <w:r w:rsidR="003A2C59">
        <w:t xml:space="preserve"> </w:t>
      </w:r>
      <w:r>
        <w:t>hari Ghadir Khum dengan perintah Allah S.W.T. dan</w:t>
      </w:r>
      <w:r w:rsidR="003A2C59">
        <w:t xml:space="preserve"> </w:t>
      </w:r>
      <w:r>
        <w:t>berkata: "Siapa yang aku maulanya, maka `Ali adalah maulanya.</w:t>
      </w:r>
    </w:p>
    <w:p w:rsidR="003A2C59" w:rsidRDefault="003A2C59" w:rsidP="003A2C59">
      <w:pPr>
        <w:pStyle w:val="libNormal"/>
      </w:pPr>
      <w:r>
        <w:t>Wahai Tuhanku, hormatilah orang yang mewalikannya dan musuhilah orang yang memusuhinya" selain daripadaku?</w:t>
      </w:r>
    </w:p>
    <w:p w:rsidR="003A2C59" w:rsidRDefault="003A2C59" w:rsidP="003A2C59">
      <w:pPr>
        <w:pStyle w:val="libNormal"/>
      </w:pPr>
      <w:r>
        <w:t>Mereka menjawab: Tidak.</w:t>
      </w:r>
      <w:r w:rsidRPr="003A2C59">
        <w:rPr>
          <w:rStyle w:val="libFootnotenumChar"/>
        </w:rPr>
        <w:footnoteReference w:id="14"/>
      </w:r>
    </w:p>
    <w:p w:rsidR="003A2C59" w:rsidRDefault="003A2C59" w:rsidP="003A2C59">
      <w:pPr>
        <w:pStyle w:val="libNormal"/>
      </w:pPr>
      <w:r>
        <w:t>13. Beliau berkata: aku menyeru kalian dengan nama Allah adakah di</w:t>
      </w:r>
    </w:p>
    <w:p w:rsidR="003A2C59" w:rsidRDefault="003A2C59" w:rsidP="003A2C59">
      <w:pPr>
        <w:pStyle w:val="libNormal"/>
      </w:pPr>
      <w:r>
        <w:t>kalangan kalian seorang yang menjadi saudara Rasulullah di masa</w:t>
      </w:r>
    </w:p>
    <w:p w:rsidR="003A2C59" w:rsidRDefault="003A2C59" w:rsidP="003A2C59">
      <w:pPr>
        <w:pStyle w:val="libNormal"/>
      </w:pPr>
      <w:r>
        <w:t>bermukim dan temannya semasa musafir selain daripadaku?</w:t>
      </w:r>
    </w:p>
    <w:p w:rsidR="003A2C59" w:rsidRDefault="003A2C59" w:rsidP="003A2C59">
      <w:pPr>
        <w:pStyle w:val="libNormal"/>
      </w:pPr>
      <w:r>
        <w:t xml:space="preserve">Mereka menjawab: Tidak. </w:t>
      </w:r>
      <w:r w:rsidRPr="003A2C59">
        <w:rPr>
          <w:rStyle w:val="libFootnotenumChar"/>
        </w:rPr>
        <w:footnoteReference w:id="15"/>
      </w:r>
    </w:p>
    <w:p w:rsidR="003A2C59" w:rsidRDefault="003A2C59" w:rsidP="003A2C59">
      <w:pPr>
        <w:pStyle w:val="libNormal"/>
      </w:pPr>
      <w:r>
        <w:lastRenderedPageBreak/>
        <w:t>14. Beliau berkata: Aku menyeru kalian dengan nama Allah adakah di</w:t>
      </w:r>
    </w:p>
    <w:p w:rsidR="003A2C59" w:rsidRDefault="003A2C59" w:rsidP="003A2C59">
      <w:pPr>
        <w:pStyle w:val="libNormal"/>
      </w:pPr>
      <w:r>
        <w:t>kalangan kalian seorang yang telah bertarung dengan `Amru bin `Abd</w:t>
      </w:r>
    </w:p>
    <w:p w:rsidR="003A2C59" w:rsidRDefault="003A2C59" w:rsidP="003A2C59">
      <w:pPr>
        <w:pStyle w:val="libNormal"/>
      </w:pPr>
      <w:r>
        <w:t>Wuddin di peperangan Khandaq dan membunuhnya selain daripadaku?</w:t>
      </w:r>
    </w:p>
    <w:p w:rsidR="003A2C59" w:rsidRDefault="003A2C59" w:rsidP="003A2C59">
      <w:pPr>
        <w:pStyle w:val="libNormal"/>
      </w:pPr>
      <w:r>
        <w:t>Mereka menjawab: Tidak.</w:t>
      </w:r>
      <w:r w:rsidRPr="003A2C59">
        <w:rPr>
          <w:rStyle w:val="libFootnotenumChar"/>
        </w:rPr>
        <w:footnoteReference w:id="16"/>
      </w:r>
    </w:p>
    <w:p w:rsidR="003A2C59" w:rsidRDefault="003A2C59" w:rsidP="003A2C59">
      <w:pPr>
        <w:pStyle w:val="libNormal"/>
      </w:pPr>
      <w:r>
        <w:t>15. Beliau berkata: Aku menyeru kalian dengan nama Allah adakah di</w:t>
      </w:r>
    </w:p>
    <w:p w:rsidR="003A2C59" w:rsidRDefault="003A2C59" w:rsidP="003A2C59">
      <w:pPr>
        <w:pStyle w:val="libNormal"/>
      </w:pPr>
      <w:r>
        <w:t>kalangan kalian seorang di mana Rasulullah (s.`a.w.) bersabda</w:t>
      </w:r>
    </w:p>
    <w:p w:rsidR="003A2C59" w:rsidRDefault="003A2C59" w:rsidP="003A2C59">
      <w:pPr>
        <w:pStyle w:val="libNormal"/>
      </w:pPr>
      <w:r>
        <w:t>kepadanya: "Kedudukan anda di sisiku sepertilah kedudukan Harun di</w:t>
      </w:r>
    </w:p>
    <w:p w:rsidR="003A2C59" w:rsidRDefault="003A2C59" w:rsidP="003A2C59">
      <w:pPr>
        <w:pStyle w:val="libNormal"/>
      </w:pPr>
      <w:r>
        <w:t>sisi Musa hanya tidak ada nabi selepasku" selain daripadaku?</w:t>
      </w:r>
    </w:p>
    <w:p w:rsidR="003A2C59" w:rsidRDefault="003A2C59" w:rsidP="003A2C59">
      <w:pPr>
        <w:pStyle w:val="libNormal"/>
      </w:pPr>
      <w:r>
        <w:t>Mereka menjawab: Tidak.</w:t>
      </w:r>
      <w:r w:rsidRPr="003A2C59">
        <w:rPr>
          <w:rStyle w:val="libFootnotenumChar"/>
        </w:rPr>
        <w:footnoteReference w:id="17"/>
      </w:r>
    </w:p>
    <w:p w:rsidR="003A2C59" w:rsidRDefault="003A2C59" w:rsidP="003A2C59">
      <w:pPr>
        <w:pStyle w:val="libNormal"/>
      </w:pPr>
      <w:r>
        <w:t>16. Beliau berkata: Aku menyeru kalian dengan nama Allah adakah di</w:t>
      </w:r>
    </w:p>
    <w:p w:rsidR="003A2C59" w:rsidRDefault="003A2C59" w:rsidP="003A2C59">
      <w:pPr>
        <w:pStyle w:val="libNormal"/>
      </w:pPr>
      <w:r>
        <w:t>kalangan kalian seorang yang telah dinamakan mukmin di dalam</w:t>
      </w:r>
    </w:p>
    <w:p w:rsidR="003A2C59" w:rsidRDefault="003A2C59" w:rsidP="003A2C59">
      <w:pPr>
        <w:pStyle w:val="libNormal"/>
      </w:pPr>
      <w:r>
        <w:t>sepuluh ayat al-Qur'an selain daripadaku?</w:t>
      </w:r>
    </w:p>
    <w:p w:rsidR="003A2C59" w:rsidRDefault="003A2C59" w:rsidP="003A2C59">
      <w:pPr>
        <w:pStyle w:val="libNormal"/>
      </w:pPr>
      <w:r>
        <w:t>Mereka menjawab: Tidak.</w:t>
      </w:r>
      <w:r w:rsidRPr="003A2C59">
        <w:rPr>
          <w:rStyle w:val="libFootnotenumChar"/>
        </w:rPr>
        <w:footnoteReference w:id="18"/>
      </w:r>
    </w:p>
    <w:p w:rsidR="003A2C59" w:rsidRDefault="003A2C59" w:rsidP="003A2C59">
      <w:pPr>
        <w:pStyle w:val="libNormal"/>
      </w:pPr>
      <w:r>
        <w:t>17. Beliau berkata: Aku menyeru kalian dengan nama Allah adakah di</w:t>
      </w:r>
    </w:p>
    <w:p w:rsidR="003A2C59" w:rsidRDefault="003A2C59" w:rsidP="003A2C59">
      <w:pPr>
        <w:pStyle w:val="libNormal"/>
      </w:pPr>
      <w:r>
        <w:t>kalangan kalian seorang di mana Rasulullah (s.`a.w.) telah memberi</w:t>
      </w:r>
    </w:p>
    <w:p w:rsidR="003A2C59" w:rsidRDefault="003A2C59" w:rsidP="003A2C59">
      <w:pPr>
        <w:pStyle w:val="libNormal"/>
      </w:pPr>
      <w:r>
        <w:t>segenggam tanah kepadanya kemudian dia melemparkannya ke atas</w:t>
      </w:r>
    </w:p>
    <w:p w:rsidR="003A2C59" w:rsidRDefault="003A2C59" w:rsidP="003A2C59">
      <w:pPr>
        <w:pStyle w:val="libNormal"/>
      </w:pPr>
      <w:r>
        <w:lastRenderedPageBreak/>
        <w:t>muka orang-orang kafir, selain daripadaku?</w:t>
      </w:r>
    </w:p>
    <w:p w:rsidR="003A2C59" w:rsidRDefault="003A2C59" w:rsidP="003A2C59">
      <w:pPr>
        <w:pStyle w:val="libNormal"/>
      </w:pPr>
      <w:r>
        <w:t>Mereka menjawab: Tidak.</w:t>
      </w:r>
      <w:r w:rsidRPr="003A2C59">
        <w:rPr>
          <w:rStyle w:val="libFootnotenumChar"/>
        </w:rPr>
        <w:footnoteReference w:id="19"/>
      </w:r>
    </w:p>
    <w:p w:rsidR="003A2C59" w:rsidRDefault="003A2C59" w:rsidP="003A2C59">
      <w:pPr>
        <w:pStyle w:val="libNormal"/>
      </w:pPr>
      <w:r>
        <w:t>18. Beliau berkata: Aku menyeru kalian dengan nama Allah adakah di</w:t>
      </w:r>
    </w:p>
    <w:p w:rsidR="00154046" w:rsidRDefault="003A2C59" w:rsidP="00154046">
      <w:pPr>
        <w:pStyle w:val="libNormal"/>
      </w:pPr>
      <w:r>
        <w:t>kalangan kalian seorang di mana para malaikat berdiri bersamanya di</w:t>
      </w:r>
      <w:r w:rsidR="00975232">
        <w:t xml:space="preserve"> </w:t>
      </w:r>
      <w:r w:rsidR="00154046">
        <w:t>dalam peperangan Uhud sehingga orang lain meninggalkan tempat itu</w:t>
      </w:r>
    </w:p>
    <w:p w:rsidR="00154046" w:rsidRDefault="00154046" w:rsidP="00154046">
      <w:pPr>
        <w:pStyle w:val="libNormal"/>
      </w:pPr>
      <w:r>
        <w:t>selain daripadaku?</w:t>
      </w:r>
    </w:p>
    <w:p w:rsidR="00154046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0"/>
      </w:r>
    </w:p>
    <w:p w:rsidR="00154046" w:rsidRDefault="00154046" w:rsidP="00154046">
      <w:pPr>
        <w:pStyle w:val="libNormal"/>
      </w:pPr>
      <w:r>
        <w:t>19. Beliau berkata: Aku menyeru kalian dengan nama Allah adakah di</w:t>
      </w:r>
    </w:p>
    <w:p w:rsidR="00154046" w:rsidRDefault="00154046" w:rsidP="00154046">
      <w:pPr>
        <w:pStyle w:val="libNormal"/>
      </w:pPr>
      <w:r>
        <w:t>kalangan kalian seorang yang telah menjelaskan hutang Rasulullah</w:t>
      </w:r>
    </w:p>
    <w:p w:rsidR="00154046" w:rsidRDefault="00154046" w:rsidP="00154046">
      <w:pPr>
        <w:pStyle w:val="libNormal"/>
      </w:pPr>
      <w:r>
        <w:t>(s.`a.w.) selain daripadaku?</w:t>
      </w:r>
    </w:p>
    <w:p w:rsidR="00154046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1"/>
      </w:r>
    </w:p>
    <w:p w:rsidR="00154046" w:rsidRDefault="00154046" w:rsidP="00154046">
      <w:pPr>
        <w:pStyle w:val="libNormal"/>
      </w:pPr>
      <w:r>
        <w:t>20. Beliau berkata: Aku menyeru kalian dengan nama Allah adakah di</w:t>
      </w:r>
    </w:p>
    <w:p w:rsidR="00154046" w:rsidRDefault="00154046" w:rsidP="00154046">
      <w:pPr>
        <w:pStyle w:val="libNormal"/>
      </w:pPr>
      <w:r>
        <w:t>kalangan kalian seorang yang telah menyaksikan kewafatan</w:t>
      </w:r>
    </w:p>
    <w:p w:rsidR="00154046" w:rsidRDefault="00154046" w:rsidP="00154046">
      <w:pPr>
        <w:pStyle w:val="libNormal"/>
      </w:pPr>
      <w:r>
        <w:t>Rasulullah (s.`a.w.) selain daripadaku?</w:t>
      </w:r>
    </w:p>
    <w:p w:rsidR="00154046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2"/>
      </w:r>
    </w:p>
    <w:p w:rsidR="00154046" w:rsidRDefault="00154046" w:rsidP="00154046">
      <w:pPr>
        <w:pStyle w:val="libNormal"/>
      </w:pPr>
      <w:r>
        <w:t>21. Beliau berkata: Aku menyeru kalian dengan nama Allah adakah di</w:t>
      </w:r>
    </w:p>
    <w:p w:rsidR="00154046" w:rsidRDefault="00154046" w:rsidP="00154046">
      <w:pPr>
        <w:pStyle w:val="libNormal"/>
      </w:pPr>
      <w:r>
        <w:t>kalangan kalian seorang yang telah memandikan jenazah Rasulullah</w:t>
      </w:r>
    </w:p>
    <w:p w:rsidR="00154046" w:rsidRDefault="00154046" w:rsidP="00154046">
      <w:pPr>
        <w:pStyle w:val="libNormal"/>
      </w:pPr>
      <w:r>
        <w:t>(s.`a.w.), mengkafan dan meletakkannya di liang lahad selain</w:t>
      </w:r>
    </w:p>
    <w:p w:rsidR="00154046" w:rsidRDefault="00154046" w:rsidP="00154046">
      <w:pPr>
        <w:pStyle w:val="libNormal"/>
      </w:pPr>
      <w:r>
        <w:t>daripadaku?</w:t>
      </w:r>
    </w:p>
    <w:p w:rsidR="00154046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3"/>
      </w:r>
    </w:p>
    <w:p w:rsidR="00154046" w:rsidRDefault="00154046" w:rsidP="00154046">
      <w:pPr>
        <w:pStyle w:val="libNormal"/>
      </w:pPr>
      <w:r>
        <w:t>22. Beliau berkata: Aku menyeru kalian dengan nama Allah adakah di</w:t>
      </w:r>
    </w:p>
    <w:p w:rsidR="00154046" w:rsidRDefault="00154046" w:rsidP="00154046">
      <w:pPr>
        <w:pStyle w:val="libNormal"/>
      </w:pPr>
      <w:r>
        <w:lastRenderedPageBreak/>
        <w:t>kalangan kalian seorang yang telah mewarisi senjata Rasulullah</w:t>
      </w:r>
    </w:p>
    <w:p w:rsidR="00154046" w:rsidRDefault="00154046" w:rsidP="00154046">
      <w:pPr>
        <w:pStyle w:val="libNormal"/>
      </w:pPr>
      <w:r>
        <w:t>(s.`a.w.), benderanya dan cincinnya selain daripadaku?</w:t>
      </w:r>
    </w:p>
    <w:p w:rsidR="00154046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4"/>
      </w:r>
    </w:p>
    <w:p w:rsidR="00154046" w:rsidRDefault="00154046" w:rsidP="00154046">
      <w:pPr>
        <w:pStyle w:val="libNormal"/>
      </w:pPr>
      <w:r>
        <w:t>23. Beliau berkata: Aku menyeru kalian dengan nama Allah adakah di</w:t>
      </w:r>
    </w:p>
    <w:p w:rsidR="00154046" w:rsidRDefault="00154046" w:rsidP="00154046">
      <w:pPr>
        <w:pStyle w:val="libNormal"/>
      </w:pPr>
      <w:r>
        <w:t>kalangan kalian seorang di mana Rasulullah (s.`a.w.) telah menjadikan</w:t>
      </w:r>
    </w:p>
    <w:p w:rsidR="00154046" w:rsidRDefault="00154046" w:rsidP="00154046">
      <w:pPr>
        <w:pStyle w:val="libNormal"/>
      </w:pPr>
      <w:r>
        <w:t>talaq isteri-isterinya di tangannya selain daripadaku?</w:t>
      </w:r>
    </w:p>
    <w:p w:rsidR="00154046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5"/>
      </w:r>
    </w:p>
    <w:p w:rsidR="00154046" w:rsidRDefault="00154046" w:rsidP="00154046">
      <w:pPr>
        <w:pStyle w:val="libNormal"/>
      </w:pPr>
      <w:r>
        <w:t>24. Beliau berkata: Aku menyeru kalian dengan nama Allah adakah di</w:t>
      </w:r>
    </w:p>
    <w:p w:rsidR="00154046" w:rsidRDefault="00154046" w:rsidP="00154046">
      <w:pPr>
        <w:pStyle w:val="libNormal"/>
      </w:pPr>
      <w:r>
        <w:t>kalangan kalian seorang di mana Rasulullah (s.`a.w.) menanggungnya</w:t>
      </w:r>
    </w:p>
    <w:p w:rsidR="00154046" w:rsidRDefault="00154046" w:rsidP="00154046">
      <w:pPr>
        <w:pStyle w:val="libNormal"/>
      </w:pPr>
      <w:r>
        <w:t>di atas belakangnya sehingga dia memecahkan berhala di pintu Ka`bah</w:t>
      </w:r>
    </w:p>
    <w:p w:rsidR="00154046" w:rsidRDefault="00154046" w:rsidP="00154046">
      <w:pPr>
        <w:pStyle w:val="libNormal"/>
      </w:pPr>
      <w:r>
        <w:t>selain daripadaku?</w:t>
      </w:r>
    </w:p>
    <w:p w:rsidR="00154046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6"/>
      </w:r>
    </w:p>
    <w:p w:rsidR="00154046" w:rsidRDefault="00154046" w:rsidP="00154046">
      <w:pPr>
        <w:pStyle w:val="libNormal"/>
      </w:pPr>
      <w:r>
        <w:t>25. Beliau berkata: Aku menyeru kalian dengan nama Allah adakah di</w:t>
      </w:r>
    </w:p>
    <w:p w:rsidR="00154046" w:rsidRDefault="00154046" w:rsidP="00154046">
      <w:pPr>
        <w:pStyle w:val="libNormal"/>
      </w:pPr>
      <w:r>
        <w:t>kalangan kalian seorang di mana namanya diseru di langit di hari</w:t>
      </w:r>
    </w:p>
    <w:p w:rsidR="00154046" w:rsidRDefault="00154046" w:rsidP="00154046">
      <w:pPr>
        <w:pStyle w:val="libNormal"/>
      </w:pPr>
      <w:r>
        <w:t>peperangan Badr: "Tidak ada pedang melainkan Dhu al-Fiqar dan</w:t>
      </w:r>
    </w:p>
    <w:p w:rsidR="00154046" w:rsidRDefault="00154046" w:rsidP="00154046">
      <w:pPr>
        <w:pStyle w:val="libNormal"/>
      </w:pPr>
      <w:r>
        <w:t>tidak ada pemuda melainkan `Ali" selain daripadaku?</w:t>
      </w:r>
    </w:p>
    <w:p w:rsidR="00730FA8" w:rsidRDefault="00154046" w:rsidP="00154046">
      <w:pPr>
        <w:pStyle w:val="libNormal"/>
      </w:pPr>
      <w:r>
        <w:t>Mereka menjawab: Tidak.</w:t>
      </w:r>
      <w:r w:rsidRPr="00154046">
        <w:rPr>
          <w:rStyle w:val="libFootnotenumChar"/>
        </w:rPr>
        <w:footnoteReference w:id="27"/>
      </w:r>
    </w:p>
    <w:p w:rsidR="00FE079E" w:rsidRDefault="00FE079E" w:rsidP="00FE079E">
      <w:pPr>
        <w:pStyle w:val="libNormal"/>
      </w:pPr>
      <w:r>
        <w:t>26. Beliau berkata: Aku menyeru kalian dengan nama Allah adakah di</w:t>
      </w:r>
    </w:p>
    <w:p w:rsidR="00FE079E" w:rsidRDefault="00FE079E" w:rsidP="00FE079E">
      <w:pPr>
        <w:pStyle w:val="libNormal"/>
      </w:pPr>
      <w:r>
        <w:lastRenderedPageBreak/>
        <w:t>kalangan kalian seorang yang telah makan bersama Rasulullah</w:t>
      </w:r>
    </w:p>
    <w:p w:rsidR="00FE079E" w:rsidRDefault="00FE079E" w:rsidP="00FE079E">
      <w:pPr>
        <w:pStyle w:val="libNormal"/>
      </w:pPr>
      <w:r>
        <w:t>(s.`a.w.) seekor burung panggang yang dihadiahkan kepadanya selain</w:t>
      </w:r>
    </w:p>
    <w:p w:rsidR="00FE079E" w:rsidRDefault="00FE079E" w:rsidP="00FE079E">
      <w:pPr>
        <w:pStyle w:val="libNormal"/>
      </w:pPr>
      <w:r>
        <w:t>daripadaku?</w:t>
      </w:r>
    </w:p>
    <w:p w:rsidR="00FE079E" w:rsidRDefault="00FE079E" w:rsidP="00FE079E">
      <w:pPr>
        <w:pStyle w:val="libNormal"/>
      </w:pPr>
      <w:r>
        <w:t>Mereka menjawab: Tidak.</w:t>
      </w:r>
      <w:r w:rsidRPr="00FE079E">
        <w:rPr>
          <w:rStyle w:val="libFootnotenumChar"/>
        </w:rPr>
        <w:footnoteReference w:id="28"/>
      </w:r>
    </w:p>
    <w:p w:rsidR="00FE079E" w:rsidRDefault="00FE079E" w:rsidP="00FE079E">
      <w:pPr>
        <w:pStyle w:val="libNormal"/>
      </w:pPr>
      <w:r>
        <w:t>27. Beliau berkata: Aku menyeru kalian dengan nama Allah adakah di</w:t>
      </w:r>
    </w:p>
    <w:p w:rsidR="00FE079E" w:rsidRDefault="00FE079E" w:rsidP="00FE079E">
      <w:pPr>
        <w:pStyle w:val="libNormal"/>
      </w:pPr>
      <w:r>
        <w:t>kalangan kalian seorang yang telah disabdakan oleh Rasulullah</w:t>
      </w:r>
    </w:p>
    <w:p w:rsidR="00FE079E" w:rsidRDefault="00FE079E" w:rsidP="00FE079E">
      <w:pPr>
        <w:pStyle w:val="libNormal"/>
      </w:pPr>
      <w:r>
        <w:t>(s.`a.w.): "Andalah pemilik benderaku di dunia dan akhirat" selain</w:t>
      </w:r>
    </w:p>
    <w:p w:rsidR="00FE079E" w:rsidRDefault="00FE079E" w:rsidP="00FE079E">
      <w:pPr>
        <w:pStyle w:val="libNormal"/>
      </w:pPr>
      <w:r>
        <w:t>daripadaku?</w:t>
      </w:r>
    </w:p>
    <w:p w:rsidR="00FE079E" w:rsidRDefault="00FE079E" w:rsidP="00FE079E">
      <w:pPr>
        <w:pStyle w:val="libNormal"/>
      </w:pPr>
      <w:r>
        <w:t>Mereka menjawab: Tidak.</w:t>
      </w:r>
      <w:r w:rsidRPr="00FE079E">
        <w:rPr>
          <w:rStyle w:val="libFootnotenumChar"/>
        </w:rPr>
        <w:footnoteReference w:id="29"/>
      </w:r>
    </w:p>
    <w:p w:rsidR="00FE079E" w:rsidRDefault="00FE079E" w:rsidP="00FE079E">
      <w:pPr>
        <w:pStyle w:val="libNormal"/>
      </w:pPr>
      <w:r>
        <w:t>28. Beliau berkata: Aku menyeru kalian dengan nama Allah adakah di</w:t>
      </w:r>
    </w:p>
    <w:p w:rsidR="00FE079E" w:rsidRDefault="00FE079E" w:rsidP="00FE079E">
      <w:pPr>
        <w:pStyle w:val="libNormal"/>
      </w:pPr>
      <w:r>
        <w:t>kalangan kalian seorang yang telah mengadakan perbincangan khusus</w:t>
      </w:r>
    </w:p>
    <w:p w:rsidR="00FE079E" w:rsidRDefault="00FE079E" w:rsidP="00FE079E">
      <w:pPr>
        <w:pStyle w:val="libNormal"/>
      </w:pPr>
      <w:r>
        <w:t>dengan Rasulullah s.`a.w, kemudian mengeluarkan sedekah (kepada</w:t>
      </w:r>
    </w:p>
    <w:p w:rsidR="00FE079E" w:rsidRDefault="00FE079E" w:rsidP="00FE079E">
      <w:pPr>
        <w:pStyle w:val="libNormal"/>
      </w:pPr>
      <w:r>
        <w:t>orang-orang miskin) selain daripadaku?</w:t>
      </w:r>
    </w:p>
    <w:p w:rsidR="00FE079E" w:rsidRDefault="00FE079E" w:rsidP="00FE079E">
      <w:pPr>
        <w:pStyle w:val="libNormal"/>
      </w:pPr>
      <w:r>
        <w:t>Mereka menjawab: Tidak.</w:t>
      </w:r>
      <w:r w:rsidRPr="00FE079E">
        <w:rPr>
          <w:rStyle w:val="libFootnotenumChar"/>
        </w:rPr>
        <w:footnoteReference w:id="30"/>
      </w:r>
    </w:p>
    <w:p w:rsidR="00FE079E" w:rsidRDefault="00FE079E" w:rsidP="00FE079E">
      <w:pPr>
        <w:pStyle w:val="libNormal"/>
      </w:pPr>
      <w:r>
        <w:t>29. Beliau berkata: Aku menyeru kalian dengan nama Allah adakah di</w:t>
      </w:r>
    </w:p>
    <w:p w:rsidR="00FE079E" w:rsidRDefault="00FE079E" w:rsidP="00FE079E">
      <w:pPr>
        <w:pStyle w:val="libNormal"/>
      </w:pPr>
      <w:r>
        <w:t>kalangan kalian seorang yang telah memperbaiki kasut Rasulullah</w:t>
      </w:r>
    </w:p>
    <w:p w:rsidR="00FE079E" w:rsidRDefault="00FE079E" w:rsidP="00FE079E">
      <w:pPr>
        <w:pStyle w:val="libNormal"/>
      </w:pPr>
      <w:r>
        <w:t>(s.`a.w.) selain daripadaku?</w:t>
      </w:r>
    </w:p>
    <w:p w:rsidR="00FE079E" w:rsidRDefault="00FE079E" w:rsidP="00FE079E">
      <w:pPr>
        <w:pStyle w:val="libNormal"/>
      </w:pPr>
      <w:r>
        <w:t>Mereka menjawab: Tidak.</w:t>
      </w:r>
      <w:r w:rsidRPr="00FE079E">
        <w:rPr>
          <w:rStyle w:val="libFootnotenumChar"/>
        </w:rPr>
        <w:footnoteReference w:id="31"/>
      </w:r>
    </w:p>
    <w:p w:rsidR="00FE079E" w:rsidRDefault="00FE079E" w:rsidP="00FE079E">
      <w:pPr>
        <w:pStyle w:val="libNormal"/>
      </w:pPr>
      <w:r>
        <w:lastRenderedPageBreak/>
        <w:t>30. Beliau berkata: Aku menyeru kalian dengan nama Allah adakah di</w:t>
      </w:r>
    </w:p>
    <w:p w:rsidR="00FE079E" w:rsidRDefault="00FE079E" w:rsidP="00FE079E">
      <w:pPr>
        <w:pStyle w:val="libNormal"/>
      </w:pPr>
      <w:r>
        <w:t>kalangan kalian seorang di mana Rasulullah (s.`a.w.) bersabda</w:t>
      </w:r>
    </w:p>
    <w:p w:rsidR="00FE079E" w:rsidRDefault="00FE079E" w:rsidP="00FE079E">
      <w:pPr>
        <w:pStyle w:val="libNormal"/>
      </w:pPr>
      <w:r>
        <w:t>kepadanya: "Aku adalah saudara anda dan anda adalah saudaraku"</w:t>
      </w:r>
    </w:p>
    <w:p w:rsidR="00FE079E" w:rsidRDefault="00FE079E" w:rsidP="00FE079E">
      <w:pPr>
        <w:pStyle w:val="libNormal"/>
      </w:pPr>
      <w:r>
        <w:t>selain daripadaku?</w:t>
      </w:r>
    </w:p>
    <w:p w:rsidR="00FE079E" w:rsidRDefault="00FE079E" w:rsidP="00FE079E">
      <w:pPr>
        <w:pStyle w:val="libNormal"/>
      </w:pPr>
      <w:r>
        <w:t>Mereka menjawab: Tidak.</w:t>
      </w:r>
      <w:r w:rsidRPr="00FE079E">
        <w:rPr>
          <w:rStyle w:val="libFootnotenumChar"/>
        </w:rPr>
        <w:footnoteReference w:id="32"/>
      </w:r>
    </w:p>
    <w:p w:rsidR="00FE079E" w:rsidRDefault="00FE079E" w:rsidP="00FE079E">
      <w:pPr>
        <w:pStyle w:val="libNormal"/>
      </w:pPr>
      <w:r>
        <w:t>31. Beliau berkata: Aku menyeru kalian dengan nama Allah adakah di</w:t>
      </w:r>
    </w:p>
    <w:p w:rsidR="00FE079E" w:rsidRDefault="00FE079E" w:rsidP="00FE079E">
      <w:pPr>
        <w:pStyle w:val="libNormal"/>
      </w:pPr>
      <w:r>
        <w:t>kalangan kalian seorang di mana Rasulullah (s.`a.w.)bersabda</w:t>
      </w:r>
    </w:p>
    <w:p w:rsidR="00FE079E" w:rsidRDefault="00FE079E" w:rsidP="00FE079E">
      <w:pPr>
        <w:pStyle w:val="libNormal"/>
      </w:pPr>
      <w:r>
        <w:t>kepadanya: "Anda adalah sebaik-baik makhluk kepadaku dan orang</w:t>
      </w:r>
    </w:p>
    <w:p w:rsidR="00FE079E" w:rsidRDefault="00FE079E" w:rsidP="00FE079E">
      <w:pPr>
        <w:pStyle w:val="libNormal"/>
      </w:pPr>
      <w:r>
        <w:t>yang paling benar percakapannya" selain daripadaku?</w:t>
      </w:r>
    </w:p>
    <w:p w:rsidR="00FE079E" w:rsidRDefault="00FE079E" w:rsidP="00FE079E">
      <w:pPr>
        <w:pStyle w:val="libNormal"/>
      </w:pPr>
      <w:r>
        <w:t>Mereka menjawab: Tidak.</w:t>
      </w:r>
      <w:r w:rsidRPr="00FE079E">
        <w:rPr>
          <w:rStyle w:val="libFootnotenumChar"/>
        </w:rPr>
        <w:footnoteReference w:id="33"/>
      </w:r>
    </w:p>
    <w:p w:rsidR="00FE079E" w:rsidRDefault="00FE079E" w:rsidP="00FE079E">
      <w:pPr>
        <w:pStyle w:val="libNormal"/>
      </w:pPr>
      <w:r>
        <w:t>32. Beliau berkata: Aku menyeru kalian dengan nama Allah adakah di</w:t>
      </w:r>
    </w:p>
    <w:p w:rsidR="00FE079E" w:rsidRDefault="00FE079E" w:rsidP="00FE079E">
      <w:pPr>
        <w:pStyle w:val="libNormal"/>
      </w:pPr>
      <w:r>
        <w:t>kalangan kalian seorang yang mendapati Rasulullah (s.`a.w.) sedang</w:t>
      </w:r>
    </w:p>
    <w:p w:rsidR="00E7594A" w:rsidRDefault="00FE079E" w:rsidP="00E7594A">
      <w:pPr>
        <w:pStyle w:val="libNormal"/>
      </w:pPr>
      <w:r>
        <w:t xml:space="preserve">lapar lalu dia meminta seratus baldi dengan seratus tamar, kemudian </w:t>
      </w:r>
      <w:r w:rsidR="00E7594A">
        <w:t>dia membawa tamar, lalu Rasulullah (s.`a.w.) memberikannya makan,</w:t>
      </w:r>
    </w:p>
    <w:p w:rsidR="00E7594A" w:rsidRDefault="00E7594A" w:rsidP="00E7594A">
      <w:pPr>
        <w:pStyle w:val="libNormal"/>
      </w:pPr>
      <w:r>
        <w:t>selain daripadaku?</w:t>
      </w:r>
    </w:p>
    <w:p w:rsidR="00E7594A" w:rsidRDefault="00E7594A" w:rsidP="00E7594A">
      <w:pPr>
        <w:pStyle w:val="libNormal"/>
      </w:pPr>
      <w:r>
        <w:t>Mereka menjawab: Tidak.</w:t>
      </w:r>
      <w:r w:rsidRPr="00E7594A">
        <w:rPr>
          <w:rStyle w:val="libFootnotenumChar"/>
        </w:rPr>
        <w:footnoteReference w:id="34"/>
      </w:r>
    </w:p>
    <w:p w:rsidR="00E7594A" w:rsidRDefault="00E7594A" w:rsidP="00E7594A">
      <w:pPr>
        <w:pStyle w:val="libNormal"/>
      </w:pPr>
      <w:r>
        <w:t>33. Beliau berkata: Aku menyeru kalian dengan nama Allah adakah di</w:t>
      </w:r>
    </w:p>
    <w:p w:rsidR="00E7594A" w:rsidRDefault="00E7594A" w:rsidP="00E7594A">
      <w:pPr>
        <w:pStyle w:val="libNormal"/>
      </w:pPr>
      <w:r>
        <w:lastRenderedPageBreak/>
        <w:t>kalangan kalian seorang di mana malaikat Jibra'il, Mika'il dan Israfil</w:t>
      </w:r>
    </w:p>
    <w:p w:rsidR="00E7594A" w:rsidRDefault="00E7594A" w:rsidP="00E7594A">
      <w:pPr>
        <w:pStyle w:val="libNormal"/>
      </w:pPr>
      <w:r>
        <w:t>memberi salam kepadanya dengan tiga ribu para malaikat yang lain di</w:t>
      </w:r>
    </w:p>
    <w:p w:rsidR="00E7594A" w:rsidRDefault="00E7594A" w:rsidP="00E7594A">
      <w:pPr>
        <w:pStyle w:val="libNormal"/>
      </w:pPr>
      <w:r>
        <w:t>peperangan Badr selain daripadaku?</w:t>
      </w:r>
    </w:p>
    <w:p w:rsidR="00E7594A" w:rsidRDefault="00E7594A" w:rsidP="00E7594A">
      <w:pPr>
        <w:pStyle w:val="libNormal"/>
      </w:pPr>
      <w:r>
        <w:t>Mereka menjawab: Tidak.</w:t>
      </w:r>
      <w:r w:rsidRPr="00E7594A">
        <w:rPr>
          <w:rStyle w:val="libFootnotenumChar"/>
        </w:rPr>
        <w:footnoteReference w:id="35"/>
      </w:r>
    </w:p>
    <w:p w:rsidR="00E7594A" w:rsidRDefault="00E7594A" w:rsidP="00E7594A">
      <w:pPr>
        <w:pStyle w:val="libNormal"/>
      </w:pPr>
      <w:r>
        <w:t>34. Beliau berkata: Aku menyeru kalian dengan nama Allah adakah di</w:t>
      </w:r>
    </w:p>
    <w:p w:rsidR="00E7594A" w:rsidRDefault="00E7594A" w:rsidP="00E7594A">
      <w:pPr>
        <w:pStyle w:val="libNormal"/>
      </w:pPr>
      <w:r>
        <w:t>kalangan kalian seorang yang telah menutup mata Rasulullah (s.`a.w.)</w:t>
      </w:r>
    </w:p>
    <w:p w:rsidR="00E7594A" w:rsidRDefault="00E7594A" w:rsidP="00E7594A">
      <w:pPr>
        <w:pStyle w:val="libNormal"/>
      </w:pPr>
      <w:r>
        <w:t>selain daripadaku?</w:t>
      </w:r>
    </w:p>
    <w:p w:rsidR="00E7594A" w:rsidRDefault="00E7594A" w:rsidP="00E7594A">
      <w:pPr>
        <w:pStyle w:val="libNormal"/>
      </w:pPr>
      <w:r>
        <w:t>Mereka menjawab: Tidak.</w:t>
      </w:r>
      <w:r w:rsidRPr="00E7594A">
        <w:rPr>
          <w:rStyle w:val="libFootnotenumChar"/>
        </w:rPr>
        <w:footnoteReference w:id="36"/>
      </w:r>
    </w:p>
    <w:p w:rsidR="00E7594A" w:rsidRDefault="00E7594A" w:rsidP="00E7594A">
      <w:pPr>
        <w:pStyle w:val="libNormal"/>
      </w:pPr>
      <w:r>
        <w:t>35. Beliau berkata: Aku menyeru kalian dengan nama Allah adakah di</w:t>
      </w:r>
    </w:p>
    <w:p w:rsidR="00E7594A" w:rsidRDefault="00E7594A" w:rsidP="00E7594A">
      <w:pPr>
        <w:pStyle w:val="libNormal"/>
      </w:pPr>
      <w:r>
        <w:t>kalangan kalian seorang yang telah mentauhidkan Allah sebelumku</w:t>
      </w:r>
    </w:p>
    <w:p w:rsidR="00E7594A" w:rsidRDefault="00E7594A" w:rsidP="00E7594A">
      <w:pPr>
        <w:pStyle w:val="libNormal"/>
      </w:pPr>
      <w:r>
        <w:t>selain daripadaku?</w:t>
      </w:r>
    </w:p>
    <w:p w:rsidR="00E7594A" w:rsidRDefault="00E7594A" w:rsidP="00E7594A">
      <w:pPr>
        <w:pStyle w:val="libNormal"/>
      </w:pPr>
      <w:r>
        <w:t>Mereka menjawab: Tidak.</w:t>
      </w:r>
      <w:r w:rsidRPr="00E7594A">
        <w:rPr>
          <w:rStyle w:val="libFootnotenumChar"/>
        </w:rPr>
        <w:footnoteReference w:id="37"/>
      </w:r>
    </w:p>
    <w:p w:rsidR="00E7594A" w:rsidRDefault="00E7594A" w:rsidP="00E7594A">
      <w:pPr>
        <w:pStyle w:val="libNormal"/>
      </w:pPr>
      <w:r>
        <w:t>36. Beliau berkata: Aku menyeru kalian dengan nama Allah adakah di</w:t>
      </w:r>
    </w:p>
    <w:p w:rsidR="00E7594A" w:rsidRDefault="00E7594A" w:rsidP="00E7594A">
      <w:pPr>
        <w:pStyle w:val="libNormal"/>
      </w:pPr>
      <w:r>
        <w:t>kalangan kalian seorang yang pertama memasuki bilik Rasulullah</w:t>
      </w:r>
    </w:p>
    <w:p w:rsidR="00E7594A" w:rsidRDefault="00E7594A" w:rsidP="00E7594A">
      <w:pPr>
        <w:pStyle w:val="libNormal"/>
      </w:pPr>
      <w:r>
        <w:t>(s.`a.w.)dan orang yang terakhir keluar dari sisinya selain daripadaku?</w:t>
      </w:r>
    </w:p>
    <w:p w:rsidR="00E7594A" w:rsidRDefault="00E7594A" w:rsidP="00E7594A">
      <w:pPr>
        <w:pStyle w:val="libNormal"/>
      </w:pPr>
      <w:r>
        <w:t>Mereka menjawab: Tidak.</w:t>
      </w:r>
      <w:r w:rsidRPr="00E7594A">
        <w:rPr>
          <w:rStyle w:val="libFootnotenumChar"/>
        </w:rPr>
        <w:footnoteReference w:id="38"/>
      </w:r>
    </w:p>
    <w:p w:rsidR="00E7594A" w:rsidRDefault="00E7594A" w:rsidP="00E7594A">
      <w:pPr>
        <w:pStyle w:val="libNormal"/>
      </w:pPr>
      <w:r>
        <w:t>37. Beliau berkata: Aku menyeru kalian dengan nama Allah adakah di</w:t>
      </w:r>
    </w:p>
    <w:p w:rsidR="00E7594A" w:rsidRDefault="00E7594A" w:rsidP="00E7594A">
      <w:pPr>
        <w:pStyle w:val="libNormal"/>
      </w:pPr>
      <w:r>
        <w:t>kalangan kalian seorang yang telah berjalan-jalan bersama</w:t>
      </w:r>
    </w:p>
    <w:p w:rsidR="00E7594A" w:rsidRDefault="00E7594A" w:rsidP="00E7594A">
      <w:pPr>
        <w:pStyle w:val="libNormal"/>
      </w:pPr>
      <w:r>
        <w:t>Rasullullah (s.`a.w.) kemudian dia melalui sebuah taman, maka dia pun</w:t>
      </w:r>
    </w:p>
    <w:p w:rsidR="00E7594A" w:rsidRDefault="00E7594A" w:rsidP="00E7594A">
      <w:pPr>
        <w:pStyle w:val="libNormal"/>
      </w:pPr>
      <w:r>
        <w:lastRenderedPageBreak/>
        <w:t>berkata: Alangkah cantiknya taman ini. Maka beliau bersabda: " Taman</w:t>
      </w:r>
    </w:p>
    <w:p w:rsidR="00E7594A" w:rsidRDefault="00E7594A" w:rsidP="00E7594A">
      <w:pPr>
        <w:pStyle w:val="libNormal"/>
      </w:pPr>
      <w:r>
        <w:t>anda di syurga lebih cantik daripada taman ini". Sehingga dia melalui</w:t>
      </w:r>
    </w:p>
    <w:p w:rsidR="00E7594A" w:rsidRDefault="00E7594A" w:rsidP="00E7594A">
      <w:pPr>
        <w:pStyle w:val="libNormal"/>
      </w:pPr>
      <w:r>
        <w:t>tiga taman pada setiap taman Rasulullah (s.`a.w.) bersabda: "Taman</w:t>
      </w:r>
    </w:p>
    <w:p w:rsidR="00E7594A" w:rsidRDefault="00E7594A" w:rsidP="00E7594A">
      <w:pPr>
        <w:pStyle w:val="libNormal"/>
      </w:pPr>
      <w:r>
        <w:t>anda di syurga lebih cantik daripada taman ini" selain daripadaku?</w:t>
      </w:r>
    </w:p>
    <w:p w:rsidR="00E7594A" w:rsidRDefault="00E7594A" w:rsidP="00E7594A">
      <w:pPr>
        <w:pStyle w:val="libNormal"/>
      </w:pPr>
      <w:r>
        <w:t>Mereka menjawab: Tidak.</w:t>
      </w:r>
      <w:r w:rsidRPr="00E7594A">
        <w:rPr>
          <w:rStyle w:val="libFootnotenumChar"/>
        </w:rPr>
        <w:footnoteReference w:id="39"/>
      </w:r>
    </w:p>
    <w:p w:rsidR="00E7594A" w:rsidRDefault="00E7594A" w:rsidP="00E7594A">
      <w:pPr>
        <w:pStyle w:val="libNormal"/>
      </w:pPr>
      <w:r>
        <w:t>38. Beliau berkata: Aku menyeru kalian dengan nama Allah adakah di</w:t>
      </w:r>
    </w:p>
    <w:p w:rsidR="00E7594A" w:rsidRDefault="00E7594A" w:rsidP="00E7594A">
      <w:pPr>
        <w:pStyle w:val="libNormal"/>
      </w:pPr>
      <w:r>
        <w:t>kalangan kalian seorang di mana Rasulullah (s.`a.w.)bersabda</w:t>
      </w:r>
    </w:p>
    <w:p w:rsidR="00E7594A" w:rsidRDefault="00E7594A" w:rsidP="00E7594A">
      <w:pPr>
        <w:pStyle w:val="libNormal"/>
      </w:pPr>
      <w:r>
        <w:t>kepadanya: "Anda adalah orang pertama yang beriman denganku,</w:t>
      </w:r>
    </w:p>
    <w:p w:rsidR="00E7594A" w:rsidRDefault="00E7594A" w:rsidP="00E7594A">
      <w:pPr>
        <w:pStyle w:val="libNormal"/>
      </w:pPr>
      <w:r>
        <w:t>membenarkanku dan orang pertama akan dikembalikan</w:t>
      </w:r>
    </w:p>
    <w:p w:rsidR="00E7594A" w:rsidRDefault="00E7594A" w:rsidP="00E7594A">
      <w:pPr>
        <w:pStyle w:val="libNormal"/>
      </w:pPr>
      <w:r>
        <w:t>Haud kepadaku di hari kiamat" selain daripadaku?</w:t>
      </w:r>
    </w:p>
    <w:p w:rsidR="003B10F8" w:rsidRDefault="00985441" w:rsidP="00E7594A">
      <w:pPr>
        <w:pStyle w:val="libNormal"/>
      </w:pPr>
      <w:r>
        <w:t>Mereka menjawab: Tidak.</w:t>
      </w:r>
      <w:r w:rsidRPr="00985441">
        <w:rPr>
          <w:rStyle w:val="libFootnotenumChar"/>
        </w:rPr>
        <w:footnoteReference w:id="40"/>
      </w:r>
    </w:p>
    <w:p w:rsidR="00FB3369" w:rsidRDefault="00FB3369" w:rsidP="00FB3369">
      <w:pPr>
        <w:pStyle w:val="libNormal"/>
      </w:pPr>
      <w:r>
        <w:t>39. Beliau berkata: Aku menyeru kalian dengan nama Allah adakah di</w:t>
      </w:r>
    </w:p>
    <w:p w:rsidR="00FB3369" w:rsidRDefault="00FB3369" w:rsidP="00FB3369">
      <w:pPr>
        <w:pStyle w:val="libNormal"/>
      </w:pPr>
      <w:r>
        <w:t>kalangan kalian seorang di mana Rasulullah (s.`a.w.) bersabda</w:t>
      </w:r>
    </w:p>
    <w:p w:rsidR="00FB3369" w:rsidRDefault="00FB3369" w:rsidP="00FB3369">
      <w:pPr>
        <w:pStyle w:val="libNormal"/>
      </w:pPr>
      <w:r>
        <w:t>kepadanya: "Orang pertama yang datang kepada kalian dari pintu ini</w:t>
      </w:r>
    </w:p>
    <w:p w:rsidR="00FB3369" w:rsidRDefault="00FB3369" w:rsidP="00FB3369">
      <w:pPr>
        <w:pStyle w:val="libNormal"/>
      </w:pPr>
      <w:r>
        <w:t>wahai Anas, maka dialah Amir al-Mukminin, penghulu Muslimin dan</w:t>
      </w:r>
    </w:p>
    <w:p w:rsidR="00FB3369" w:rsidRDefault="00FB3369" w:rsidP="00FB3369">
      <w:pPr>
        <w:pStyle w:val="libNormal"/>
      </w:pPr>
      <w:r>
        <w:t>orang yang paling utama di kalangan manusia".Lalu Anas berkata:</w:t>
      </w:r>
    </w:p>
    <w:p w:rsidR="00FB3369" w:rsidRDefault="00FB3369" w:rsidP="004B7CF6">
      <w:pPr>
        <w:pStyle w:val="libNormal"/>
      </w:pPr>
      <w:r>
        <w:lastRenderedPageBreak/>
        <w:t>Wahai Tuhanku jadikan "nya" seorang lelaki dari kalangan Ansar. Maka</w:t>
      </w:r>
      <w:r w:rsidR="004B7CF6">
        <w:t xml:space="preserve"> </w:t>
      </w:r>
      <w:r>
        <w:t>dia pun datang, lalu Rasulullah (s.`a.w.) bersabda kepada Anas: "Anda</w:t>
      </w:r>
      <w:r w:rsidR="004B7CF6">
        <w:t xml:space="preserve"> </w:t>
      </w:r>
      <w:r>
        <w:t>bukanlah orang pertama yang mencintai kaumnya" selain daripadaku?</w:t>
      </w:r>
    </w:p>
    <w:p w:rsidR="00FB3369" w:rsidRDefault="00FB3369" w:rsidP="00FB3369">
      <w:pPr>
        <w:pStyle w:val="libNormal"/>
      </w:pPr>
      <w:r>
        <w:t>Mereka menjawab: Tidak.</w:t>
      </w:r>
      <w:r w:rsidRPr="00FB3369">
        <w:rPr>
          <w:rStyle w:val="libFootnotenumChar"/>
        </w:rPr>
        <w:footnoteReference w:id="41"/>
      </w:r>
    </w:p>
    <w:p w:rsidR="00FB3369" w:rsidRDefault="00FB3369" w:rsidP="004B7CF6">
      <w:pPr>
        <w:pStyle w:val="libNormal"/>
      </w:pPr>
      <w:r>
        <w:t>40. Beliau berkata: Aku menyeru kalian dengan nama Allah adakah di</w:t>
      </w:r>
      <w:r w:rsidR="004B7CF6">
        <w:t xml:space="preserve"> </w:t>
      </w:r>
      <w:r>
        <w:t>kalangan kalian seorang yang telah diturunkan mengenainya firman-Nya: "Sesungguhnya wali kamu adalah Allah dan RasulNya dan orangorang</w:t>
      </w:r>
      <w:r w:rsidR="004B7CF6">
        <w:t xml:space="preserve"> </w:t>
      </w:r>
      <w:r>
        <w:t>yang beriman, yang mendirikan solat, memberi zakat dalam</w:t>
      </w:r>
      <w:r w:rsidR="004B7CF6">
        <w:t xml:space="preserve"> </w:t>
      </w:r>
      <w:r>
        <w:t>keadaan rukuk" (Surah al-Maidah 5: 55) selain daripadaku?</w:t>
      </w:r>
    </w:p>
    <w:p w:rsidR="00FB3369" w:rsidRDefault="00FB3369" w:rsidP="00FB3369">
      <w:pPr>
        <w:pStyle w:val="libNormal"/>
      </w:pPr>
      <w:r>
        <w:t>Mereka menjawab: Tidak.</w:t>
      </w:r>
      <w:r w:rsidRPr="00FB3369">
        <w:rPr>
          <w:rStyle w:val="libFootnotenumChar"/>
        </w:rPr>
        <w:footnoteReference w:id="42"/>
      </w:r>
    </w:p>
    <w:p w:rsidR="00FB3369" w:rsidRDefault="00FB3369" w:rsidP="00FB3369">
      <w:pPr>
        <w:pStyle w:val="libNormal"/>
      </w:pPr>
      <w:r>
        <w:t>41. Beliau berkata: Aku menyeru kalian dengan nama Allah adakah di</w:t>
      </w:r>
    </w:p>
    <w:p w:rsidR="00FB3369" w:rsidRDefault="00FB3369" w:rsidP="00FB3369">
      <w:pPr>
        <w:pStyle w:val="libNormal"/>
      </w:pPr>
      <w:r>
        <w:t>kalangan kalian seorang di mana Allah telah menurunkan padanya dan</w:t>
      </w:r>
    </w:p>
    <w:p w:rsidR="00FB3369" w:rsidRDefault="00FB3369" w:rsidP="00FB3369">
      <w:pPr>
        <w:pStyle w:val="libNormal"/>
      </w:pPr>
      <w:r>
        <w:t>anak-anaknya, firman-Nya: "Sesungguhnya orang-orang yang baik akan</w:t>
      </w:r>
    </w:p>
    <w:p w:rsidR="00FB3369" w:rsidRDefault="00FB3369" w:rsidP="00FB3369">
      <w:pPr>
        <w:pStyle w:val="libNormal"/>
      </w:pPr>
      <w:r>
        <w:t>minum daripada gelas di mana campurannya mengandungi kafur"</w:t>
      </w:r>
    </w:p>
    <w:p w:rsidR="00FB3369" w:rsidRDefault="00FB3369" w:rsidP="00FB3369">
      <w:pPr>
        <w:pStyle w:val="libNormal"/>
      </w:pPr>
      <w:r>
        <w:t>(Surah al-Insan 76: 5) selain daripadaku?</w:t>
      </w:r>
    </w:p>
    <w:p w:rsidR="00FB3369" w:rsidRDefault="00FB3369" w:rsidP="00FB3369">
      <w:pPr>
        <w:pStyle w:val="libNormal"/>
      </w:pPr>
      <w:r>
        <w:t>Mereka menjawab: Tidak.</w:t>
      </w:r>
      <w:r w:rsidRPr="00FB3369">
        <w:rPr>
          <w:rStyle w:val="libFootnotenumChar"/>
        </w:rPr>
        <w:footnoteReference w:id="43"/>
      </w:r>
    </w:p>
    <w:p w:rsidR="00FB3369" w:rsidRDefault="00FB3369" w:rsidP="00FB3369">
      <w:pPr>
        <w:pStyle w:val="libNormal"/>
      </w:pPr>
      <w:r>
        <w:lastRenderedPageBreak/>
        <w:t>42. Beliau berkata: Aku menyeru kalian dengan nama Allah adakah di</w:t>
      </w:r>
    </w:p>
    <w:p w:rsidR="00FB3369" w:rsidRDefault="00FB3369" w:rsidP="00FB3369">
      <w:pPr>
        <w:pStyle w:val="libNormal"/>
      </w:pPr>
      <w:r>
        <w:t>kalangan kalian seorang di mana Allah telah menurunkan ayat</w:t>
      </w:r>
    </w:p>
    <w:p w:rsidR="00FB3369" w:rsidRDefault="00FB3369" w:rsidP="00FB3369">
      <w:pPr>
        <w:pStyle w:val="libNormal"/>
      </w:pPr>
      <w:r>
        <w:t>mengenai "Apakah (orang-orang) yang memberi minum kepada orangorang</w:t>
      </w:r>
    </w:p>
    <w:p w:rsidR="00FB3369" w:rsidRDefault="00FB3369" w:rsidP="00FB3369">
      <w:pPr>
        <w:pStyle w:val="libNormal"/>
      </w:pPr>
      <w:r>
        <w:t>yang mengerjakan haji dan mengurus Masjid al-Haram, kamu</w:t>
      </w:r>
    </w:p>
    <w:p w:rsidR="00FB3369" w:rsidRDefault="00FB3369" w:rsidP="00FB3369">
      <w:pPr>
        <w:pStyle w:val="libNormal"/>
      </w:pPr>
      <w:r>
        <w:t>samakan dengan orang-orang yang beriman kepada Allah dan hari</w:t>
      </w:r>
    </w:p>
    <w:p w:rsidR="00FB3369" w:rsidRDefault="00FB3369" w:rsidP="00FB3369">
      <w:pPr>
        <w:pStyle w:val="libNormal"/>
      </w:pPr>
      <w:r>
        <w:t>kemudian serta berjihad di jalan Allah? Mereka tidaklah sama di sisi</w:t>
      </w:r>
    </w:p>
    <w:p w:rsidR="00FB3369" w:rsidRDefault="00FB3369" w:rsidP="00FB3369">
      <w:pPr>
        <w:pStyle w:val="libNormal"/>
      </w:pPr>
      <w:r>
        <w:t>Allah" (Surah al-Taubah 9: 19) selain daripadaku?</w:t>
      </w:r>
    </w:p>
    <w:p w:rsidR="00FB3369" w:rsidRDefault="00FB3369" w:rsidP="00FB3369">
      <w:pPr>
        <w:pStyle w:val="libNormal"/>
      </w:pPr>
      <w:r>
        <w:t>Mereka menjawab: Tidak.</w:t>
      </w:r>
      <w:r w:rsidRPr="00FB3369">
        <w:rPr>
          <w:rStyle w:val="libFootnotenumChar"/>
        </w:rPr>
        <w:footnoteReference w:id="44"/>
      </w:r>
    </w:p>
    <w:p w:rsidR="00FB3369" w:rsidRDefault="00FB3369" w:rsidP="00FB3369">
      <w:pPr>
        <w:pStyle w:val="libNormal"/>
      </w:pPr>
      <w:r>
        <w:t>43. Beliau berkata: Aku menyeru kalian dengan nama Allah adakah di</w:t>
      </w:r>
    </w:p>
    <w:p w:rsidR="00FB3369" w:rsidRDefault="00FB3369" w:rsidP="00FB3369">
      <w:pPr>
        <w:pStyle w:val="libNormal"/>
      </w:pPr>
      <w:r>
        <w:t>kalangan kalian seorang yang telah diajar oleh Rasulullah (s.`a.w.)</w:t>
      </w:r>
    </w:p>
    <w:p w:rsidR="00611552" w:rsidRDefault="00FB3369" w:rsidP="00611552">
      <w:pPr>
        <w:pStyle w:val="libNormal"/>
      </w:pPr>
      <w:r>
        <w:t>seribu kalimah dan setiap kalimah berpecah kepada seribu kalimah</w:t>
      </w:r>
      <w:r w:rsidR="008C596C">
        <w:t xml:space="preserve"> </w:t>
      </w:r>
      <w:r w:rsidR="00611552">
        <w:t>selain daripadaku?</w:t>
      </w:r>
    </w:p>
    <w:p w:rsidR="00611552" w:rsidRDefault="00611552" w:rsidP="00611552">
      <w:pPr>
        <w:pStyle w:val="libNormal"/>
      </w:pPr>
      <w:r>
        <w:t>Mereka menjawab: Tidak.</w:t>
      </w:r>
      <w:r w:rsidRPr="00611552">
        <w:rPr>
          <w:rStyle w:val="libFootnotenumChar"/>
        </w:rPr>
        <w:footnoteReference w:id="45"/>
      </w:r>
    </w:p>
    <w:p w:rsidR="00611552" w:rsidRDefault="00611552" w:rsidP="00611552">
      <w:pPr>
        <w:pStyle w:val="libNormal"/>
      </w:pPr>
      <w:r>
        <w:t>44. Beliau berkata: Aku menyeru kalian dengan nama Allah adakah di</w:t>
      </w:r>
    </w:p>
    <w:p w:rsidR="00611552" w:rsidRDefault="00611552" w:rsidP="00611552">
      <w:pPr>
        <w:pStyle w:val="libNormal"/>
      </w:pPr>
      <w:r>
        <w:t>kalangan kalian seorang yang telah dimunajat oleh Rasulullah (s.`a.w.)</w:t>
      </w:r>
    </w:p>
    <w:p w:rsidR="00611552" w:rsidRDefault="00611552" w:rsidP="00611552">
      <w:pPr>
        <w:pStyle w:val="libNormal"/>
      </w:pPr>
      <w:r>
        <w:t>di hari Taif, lalu Abu Bakr dan `Umar berkata: Wahai</w:t>
      </w:r>
    </w:p>
    <w:p w:rsidR="00611552" w:rsidRDefault="00611552" w:rsidP="00611552">
      <w:pPr>
        <w:pStyle w:val="libNormal"/>
      </w:pPr>
      <w:r>
        <w:lastRenderedPageBreak/>
        <w:t>Rasulullah! Anda telah melakukan munajat kepada `Ali dan bukan</w:t>
      </w:r>
    </w:p>
    <w:p w:rsidR="00611552" w:rsidRDefault="00611552" w:rsidP="00611552">
      <w:pPr>
        <w:pStyle w:val="libNormal"/>
      </w:pPr>
      <w:r>
        <w:t>kepada kami. Nabi (s.`a.w.) bersabda: "Aku bukanlah ingin bermunajat</w:t>
      </w:r>
    </w:p>
    <w:p w:rsidR="00611552" w:rsidRDefault="00611552" w:rsidP="00611552">
      <w:pPr>
        <w:pStyle w:val="libNormal"/>
      </w:pPr>
      <w:r>
        <w:t>untuknya tetapi Allah telah memerintahkan aku supaya melakukannya"</w:t>
      </w:r>
    </w:p>
    <w:p w:rsidR="00611552" w:rsidRDefault="00611552" w:rsidP="00611552">
      <w:pPr>
        <w:pStyle w:val="libNormal"/>
      </w:pPr>
      <w:r>
        <w:t>selain daripadaku?</w:t>
      </w:r>
    </w:p>
    <w:p w:rsidR="00611552" w:rsidRDefault="00611552" w:rsidP="00611552">
      <w:pPr>
        <w:pStyle w:val="libNormal"/>
      </w:pPr>
      <w:r>
        <w:t>Mereka menjawab: Tidak.</w:t>
      </w:r>
      <w:r w:rsidRPr="00611552">
        <w:rPr>
          <w:rStyle w:val="libFootnotenumChar"/>
        </w:rPr>
        <w:footnoteReference w:id="46"/>
      </w:r>
    </w:p>
    <w:p w:rsidR="00611552" w:rsidRDefault="00611552" w:rsidP="00611552">
      <w:pPr>
        <w:pStyle w:val="libNormal"/>
      </w:pPr>
      <w:r>
        <w:t>45. Beliau berkata: Aku menyeru kalian dengan nama Allah adakah di</w:t>
      </w:r>
    </w:p>
    <w:p w:rsidR="00611552" w:rsidRDefault="00611552" w:rsidP="00611552">
      <w:pPr>
        <w:pStyle w:val="libNormal"/>
      </w:pPr>
      <w:r>
        <w:t>kalangan kalian seorang yang telah disuapkan oleh Rasulullah (s.`a.w.)</w:t>
      </w:r>
    </w:p>
    <w:p w:rsidR="00611552" w:rsidRDefault="00611552" w:rsidP="00611552">
      <w:pPr>
        <w:pStyle w:val="libNormal"/>
      </w:pPr>
      <w:r>
        <w:t>dengan tepung manis selain daripadaku?</w:t>
      </w:r>
    </w:p>
    <w:p w:rsidR="00611552" w:rsidRDefault="00611552" w:rsidP="00611552">
      <w:pPr>
        <w:pStyle w:val="libNormal"/>
      </w:pPr>
      <w:r>
        <w:t>Mereka menjawab: Tidak.</w:t>
      </w:r>
      <w:r w:rsidRPr="00611552">
        <w:rPr>
          <w:rStyle w:val="libFootnotenumChar"/>
        </w:rPr>
        <w:footnoteReference w:id="47"/>
      </w:r>
    </w:p>
    <w:p w:rsidR="00611552" w:rsidRDefault="00611552" w:rsidP="00611552">
      <w:pPr>
        <w:pStyle w:val="libNormal"/>
      </w:pPr>
      <w:r>
        <w:t>46. Beliau berkata: Aku menyeru kalian dengan nama Allah adakah di</w:t>
      </w:r>
    </w:p>
    <w:p w:rsidR="00611552" w:rsidRDefault="00611552" w:rsidP="00611552">
      <w:pPr>
        <w:pStyle w:val="libNormal"/>
      </w:pPr>
      <w:r>
        <w:t>kalangan kalian seorang di mana Rasulullah (s.`a.w.) bersabda</w:t>
      </w:r>
    </w:p>
    <w:p w:rsidR="00611552" w:rsidRDefault="00611552" w:rsidP="00611552">
      <w:pPr>
        <w:pStyle w:val="libNormal"/>
      </w:pPr>
      <w:r>
        <w:t>kepadanya: "Anda adalah makhluk yang paling akrab kepadaku di</w:t>
      </w:r>
    </w:p>
    <w:p w:rsidR="00611552" w:rsidRDefault="00611552" w:rsidP="00611552">
      <w:pPr>
        <w:pStyle w:val="libNormal"/>
      </w:pPr>
      <w:r>
        <w:t>hari kiamat akan memasuki syurga dengan syafa`at anda, lebih</w:t>
      </w:r>
    </w:p>
    <w:p w:rsidR="00611552" w:rsidRDefault="00611552" w:rsidP="00611552">
      <w:pPr>
        <w:pStyle w:val="libNormal"/>
      </w:pPr>
      <w:r>
        <w:t>ramai dari bilangan Rabi`ah dan Mudar" selain daripadaku?</w:t>
      </w:r>
    </w:p>
    <w:p w:rsidR="00611552" w:rsidRDefault="00611552" w:rsidP="00611552">
      <w:pPr>
        <w:pStyle w:val="libNormal"/>
      </w:pPr>
      <w:r>
        <w:t>Mereka menjawab: Tidak.</w:t>
      </w:r>
      <w:r w:rsidRPr="00611552">
        <w:rPr>
          <w:rStyle w:val="libFootnotenumChar"/>
        </w:rPr>
        <w:footnoteReference w:id="48"/>
      </w:r>
    </w:p>
    <w:p w:rsidR="00611552" w:rsidRDefault="00611552" w:rsidP="00611552">
      <w:pPr>
        <w:pStyle w:val="libNormal"/>
      </w:pPr>
      <w:r>
        <w:t>47. Beliau berkata: Aku menyeru kalian dengan nama Allah adakah di</w:t>
      </w:r>
    </w:p>
    <w:p w:rsidR="00611552" w:rsidRDefault="00611552" w:rsidP="00611552">
      <w:pPr>
        <w:pStyle w:val="libNormal"/>
      </w:pPr>
      <w:r>
        <w:t>kalangan kalian seorang di mana Rasulullah (s.`a.w.) bersabda: "Wahai</w:t>
      </w:r>
    </w:p>
    <w:p w:rsidR="00611552" w:rsidRDefault="00611552" w:rsidP="00611552">
      <w:pPr>
        <w:pStyle w:val="libNormal"/>
      </w:pPr>
      <w:r>
        <w:lastRenderedPageBreak/>
        <w:t>Ali! Sesungguhnya anda dikenakan pakaian ketika aku dikenakan</w:t>
      </w:r>
    </w:p>
    <w:p w:rsidR="00611552" w:rsidRDefault="00611552" w:rsidP="00611552">
      <w:pPr>
        <w:pStyle w:val="libNormal"/>
      </w:pPr>
      <w:r>
        <w:t>pakaian" selain daripadaku?</w:t>
      </w:r>
    </w:p>
    <w:p w:rsidR="00611552" w:rsidRDefault="00611552" w:rsidP="00611552">
      <w:pPr>
        <w:pStyle w:val="libNormal"/>
      </w:pPr>
      <w:r>
        <w:t>Mereka menjawab: Tidak.</w:t>
      </w:r>
      <w:r w:rsidRPr="00611552">
        <w:rPr>
          <w:rStyle w:val="libFootnotenumChar"/>
        </w:rPr>
        <w:footnoteReference w:id="49"/>
      </w:r>
    </w:p>
    <w:p w:rsidR="00611552" w:rsidRDefault="00611552" w:rsidP="00611552">
      <w:pPr>
        <w:pStyle w:val="libNormal"/>
      </w:pPr>
      <w:r>
        <w:t>48. Beliau berkata: Aku menyeru kalian dengan nama Allah adakah di</w:t>
      </w:r>
    </w:p>
    <w:p w:rsidR="00611552" w:rsidRDefault="00611552" w:rsidP="00611552">
      <w:pPr>
        <w:pStyle w:val="libNormal"/>
      </w:pPr>
      <w:r>
        <w:t>kalangan kalian seorang di mana Rasulullah (s.`a.w.) bersabda: "Anda</w:t>
      </w:r>
    </w:p>
    <w:p w:rsidR="00611552" w:rsidRDefault="00611552" w:rsidP="00611552">
      <w:pPr>
        <w:pStyle w:val="libNormal"/>
      </w:pPr>
      <w:r>
        <w:t>dan Syi`ah anda akan mendapat kemenangan di hari kiamat?" selain</w:t>
      </w:r>
    </w:p>
    <w:p w:rsidR="00611552" w:rsidRDefault="00611552" w:rsidP="00611552">
      <w:pPr>
        <w:pStyle w:val="libNormal"/>
      </w:pPr>
      <w:r>
        <w:t>daripadaku?</w:t>
      </w:r>
    </w:p>
    <w:p w:rsidR="00611552" w:rsidRDefault="00611552" w:rsidP="00611552">
      <w:pPr>
        <w:pStyle w:val="libNormal"/>
      </w:pPr>
      <w:r>
        <w:t>Mereka menjawab: Tidak.</w:t>
      </w:r>
      <w:r w:rsidRPr="00611552">
        <w:rPr>
          <w:rStyle w:val="libFootnotenumChar"/>
        </w:rPr>
        <w:footnoteReference w:id="50"/>
      </w:r>
    </w:p>
    <w:p w:rsidR="00C245E4" w:rsidRDefault="00C245E4" w:rsidP="00C245E4">
      <w:pPr>
        <w:pStyle w:val="libNormal"/>
      </w:pPr>
      <w:r>
        <w:t>49. Beliau berkata: Aku menyeru kalian dengan nama Allah adakah di</w:t>
      </w:r>
    </w:p>
    <w:p w:rsidR="00C245E4" w:rsidRDefault="00C245E4" w:rsidP="00C245E4">
      <w:pPr>
        <w:pStyle w:val="libNormal"/>
      </w:pPr>
      <w:r>
        <w:t>kalangan kalian seorang di mana Rasulullah (s.`a.w.) bersabda: "</w:t>
      </w:r>
    </w:p>
    <w:p w:rsidR="00C245E4" w:rsidRDefault="00C245E4" w:rsidP="00C245E4">
      <w:pPr>
        <w:pStyle w:val="libNormal"/>
      </w:pPr>
      <w:r>
        <w:t>Berbohonglah orang yang mengatakan bahawa dia mencintaiku sedangkan</w:t>
      </w:r>
    </w:p>
    <w:p w:rsidR="00C245E4" w:rsidRDefault="00C245E4" w:rsidP="00C245E4">
      <w:pPr>
        <w:pStyle w:val="libNormal"/>
      </w:pPr>
      <w:r>
        <w:t>dia membenci `Ali" selain daripadaku?</w:t>
      </w:r>
    </w:p>
    <w:p w:rsidR="00C245E4" w:rsidRDefault="00C245E4" w:rsidP="00C245E4">
      <w:pPr>
        <w:pStyle w:val="libNormal"/>
      </w:pPr>
      <w:r>
        <w:t>Mereka menjawab: Tidak.</w:t>
      </w:r>
      <w:r w:rsidRPr="00C245E4">
        <w:rPr>
          <w:rStyle w:val="libFootnotenumChar"/>
        </w:rPr>
        <w:footnoteReference w:id="51"/>
      </w:r>
    </w:p>
    <w:p w:rsidR="00C245E4" w:rsidRDefault="00C245E4" w:rsidP="00C245E4">
      <w:pPr>
        <w:pStyle w:val="libNormal"/>
      </w:pPr>
      <w:r>
        <w:t>50. Beliau berkata: Aku menyeru kalian dengan nama Allah adakah di</w:t>
      </w:r>
    </w:p>
    <w:p w:rsidR="00C245E4" w:rsidRDefault="00C245E4" w:rsidP="00C245E4">
      <w:pPr>
        <w:pStyle w:val="libNormal"/>
      </w:pPr>
      <w:r>
        <w:t>kalangan kalian seorang di mana Rasulullah (s.`a.w.) bersabda: "Siapa</w:t>
      </w:r>
    </w:p>
    <w:p w:rsidR="00C245E4" w:rsidRDefault="00C245E4" w:rsidP="00C245E4">
      <w:pPr>
        <w:pStyle w:val="libNormal"/>
      </w:pPr>
      <w:r>
        <w:t>yang mencintai bahagian-bahagianku (syatrati) ini, maka sesungguhnya</w:t>
      </w:r>
    </w:p>
    <w:p w:rsidR="00C245E4" w:rsidRDefault="00C245E4" w:rsidP="00C245E4">
      <w:pPr>
        <w:pStyle w:val="libNormal"/>
      </w:pPr>
      <w:r>
        <w:t>dia telah mencintaiku dan siapa yang mencintaiku, maka</w:t>
      </w:r>
    </w:p>
    <w:p w:rsidR="00C245E4" w:rsidRDefault="00C245E4" w:rsidP="00C245E4">
      <w:pPr>
        <w:pStyle w:val="libNormal"/>
      </w:pPr>
      <w:r>
        <w:t>sesungguhnya</w:t>
      </w:r>
    </w:p>
    <w:p w:rsidR="00C245E4" w:rsidRDefault="00C245E4" w:rsidP="00C245E4">
      <w:pPr>
        <w:pStyle w:val="libNormal"/>
      </w:pPr>
      <w:r>
        <w:lastRenderedPageBreak/>
        <w:t>dia mencintai Allah - Ditanya kepadanya: Apakah syatratu-ka? Beliau</w:t>
      </w:r>
    </w:p>
    <w:p w:rsidR="00C245E4" w:rsidRDefault="00C245E4" w:rsidP="00C245E4">
      <w:pPr>
        <w:pStyle w:val="libNormal"/>
      </w:pPr>
      <w:r>
        <w:t>(s.`a.w.) menjawab: `Ali, Hasan, Husain dan Fatimah" selain</w:t>
      </w:r>
    </w:p>
    <w:p w:rsidR="00C245E4" w:rsidRDefault="00C245E4" w:rsidP="00C245E4">
      <w:pPr>
        <w:pStyle w:val="libNormal"/>
      </w:pPr>
      <w:r>
        <w:t>daripadaku?</w:t>
      </w:r>
    </w:p>
    <w:p w:rsidR="00C245E4" w:rsidRDefault="00C245E4" w:rsidP="00C245E4">
      <w:pPr>
        <w:pStyle w:val="libNormal"/>
      </w:pPr>
      <w:r>
        <w:t>Mereka menjawab: Tidak.</w:t>
      </w:r>
      <w:r w:rsidRPr="00C245E4">
        <w:rPr>
          <w:rStyle w:val="libFootnotenumChar"/>
        </w:rPr>
        <w:footnoteReference w:id="52"/>
      </w:r>
    </w:p>
    <w:p w:rsidR="00C245E4" w:rsidRDefault="00C245E4" w:rsidP="00C245E4">
      <w:pPr>
        <w:pStyle w:val="libNormal"/>
      </w:pPr>
      <w:r>
        <w:t>51. Beliau berkata: Aku menyeru kalian dengan nama Allah adakah di</w:t>
      </w:r>
    </w:p>
    <w:p w:rsidR="00C245E4" w:rsidRDefault="00C245E4" w:rsidP="00C245E4">
      <w:pPr>
        <w:pStyle w:val="libNormal"/>
      </w:pPr>
      <w:r>
        <w:t>kalangan kalian seorang di mana Rasulullah(s.`a.w.)bersabda</w:t>
      </w:r>
    </w:p>
    <w:p w:rsidR="00C245E4" w:rsidRDefault="00C245E4" w:rsidP="00C245E4">
      <w:pPr>
        <w:pStyle w:val="libNormal"/>
      </w:pPr>
      <w:r>
        <w:t>kepadanya: "Anda adalah sebaik-baik manusia selepas para nabi"</w:t>
      </w:r>
    </w:p>
    <w:p w:rsidR="00C245E4" w:rsidRDefault="00C245E4" w:rsidP="00C245E4">
      <w:pPr>
        <w:pStyle w:val="libNormal"/>
      </w:pPr>
      <w:r>
        <w:t>selain daripadaku?</w:t>
      </w:r>
    </w:p>
    <w:p w:rsidR="00C245E4" w:rsidRDefault="00C245E4" w:rsidP="00C245E4">
      <w:pPr>
        <w:pStyle w:val="libNormal"/>
      </w:pPr>
      <w:r>
        <w:t>Mereka menjawab: Tidak.</w:t>
      </w:r>
      <w:r w:rsidRPr="00C245E4">
        <w:rPr>
          <w:rStyle w:val="libFootnotenumChar"/>
        </w:rPr>
        <w:footnoteReference w:id="53"/>
      </w:r>
    </w:p>
    <w:p w:rsidR="00C245E4" w:rsidRDefault="00C245E4" w:rsidP="00C245E4">
      <w:pPr>
        <w:pStyle w:val="libNormal"/>
      </w:pPr>
      <w:r>
        <w:t>52. Beliau berkata: Aku menyeru kalian dengan nama Allah adakah di</w:t>
      </w:r>
    </w:p>
    <w:p w:rsidR="00C245E4" w:rsidRDefault="00C245E4" w:rsidP="00C245E4">
      <w:pPr>
        <w:pStyle w:val="libNormal"/>
      </w:pPr>
      <w:r>
        <w:t>kalangan kalian seorang di mana Rasulullah (s.`a.w.) bersabda</w:t>
      </w:r>
    </w:p>
    <w:p w:rsidR="00C245E4" w:rsidRDefault="00C245E4" w:rsidP="00C245E4">
      <w:pPr>
        <w:pStyle w:val="libNormal"/>
      </w:pPr>
      <w:r>
        <w:t>kepadanya: "Andalah al-Faruq yang membezakan di antara kebenaran</w:t>
      </w:r>
    </w:p>
    <w:p w:rsidR="00C245E4" w:rsidRDefault="00C245E4" w:rsidP="00C245E4">
      <w:pPr>
        <w:pStyle w:val="libNormal"/>
      </w:pPr>
      <w:r>
        <w:t>dan kebatilan" selain daripadaku?</w:t>
      </w:r>
    </w:p>
    <w:p w:rsidR="00C245E4" w:rsidRDefault="00C245E4" w:rsidP="00C245E4">
      <w:pPr>
        <w:pStyle w:val="libNormal"/>
      </w:pPr>
      <w:r>
        <w:t>Mereka menjawab: Tidak.</w:t>
      </w:r>
      <w:r w:rsidRPr="00C245E4">
        <w:rPr>
          <w:rStyle w:val="libFootnotenumChar"/>
        </w:rPr>
        <w:footnoteReference w:id="54"/>
      </w:r>
    </w:p>
    <w:p w:rsidR="00C245E4" w:rsidRDefault="00C245E4" w:rsidP="00C245E4">
      <w:pPr>
        <w:pStyle w:val="libNormal"/>
      </w:pPr>
      <w:r>
        <w:t>53. Beliau berkata: Aku menyeru kalian dengan nama Allah adakah di</w:t>
      </w:r>
    </w:p>
    <w:p w:rsidR="00C245E4" w:rsidRDefault="00C245E4" w:rsidP="00C245E4">
      <w:pPr>
        <w:pStyle w:val="libNormal"/>
      </w:pPr>
      <w:r>
        <w:t>kalangan kalian seorang di mana Rasulullah (s.`a.w.) bersabda</w:t>
      </w:r>
    </w:p>
    <w:p w:rsidR="00C245E4" w:rsidRDefault="00C245E4" w:rsidP="00C245E4">
      <w:pPr>
        <w:pStyle w:val="libNormal"/>
      </w:pPr>
      <w:r>
        <w:t>kepadanya: "Amalan anda adalah sebaik-baik amalan makhluk selepas</w:t>
      </w:r>
    </w:p>
    <w:p w:rsidR="00C245E4" w:rsidRDefault="00C245E4" w:rsidP="00C245E4">
      <w:pPr>
        <w:pStyle w:val="libNormal"/>
      </w:pPr>
      <w:r>
        <w:t>para nabi" selain daripadaku?</w:t>
      </w:r>
    </w:p>
    <w:p w:rsidR="00C245E4" w:rsidRDefault="00C245E4" w:rsidP="00C245E4">
      <w:pPr>
        <w:pStyle w:val="libNormal"/>
      </w:pPr>
      <w:r>
        <w:t>Mereka menjawab: Tidak.</w:t>
      </w:r>
      <w:r w:rsidRPr="00C245E4">
        <w:rPr>
          <w:rStyle w:val="libFootnotenumChar"/>
        </w:rPr>
        <w:footnoteReference w:id="55"/>
      </w:r>
    </w:p>
    <w:p w:rsidR="00C245E4" w:rsidRDefault="00C245E4" w:rsidP="00C245E4">
      <w:pPr>
        <w:pStyle w:val="libNormal"/>
      </w:pPr>
      <w:r>
        <w:t>54. Beliau berkata: Aku menyeru kalian dengan nama Allah adakah di</w:t>
      </w:r>
    </w:p>
    <w:p w:rsidR="00C245E4" w:rsidRDefault="00C245E4" w:rsidP="00C245E4">
      <w:pPr>
        <w:pStyle w:val="libNormal"/>
      </w:pPr>
      <w:r>
        <w:lastRenderedPageBreak/>
        <w:t>kalangan kalian seorang di mana Rasulullah (s.`a.w.) menutup dengan</w:t>
      </w:r>
    </w:p>
    <w:p w:rsidR="00C245E4" w:rsidRDefault="00C245E4" w:rsidP="00C245E4">
      <w:pPr>
        <w:pStyle w:val="libNormal"/>
      </w:pPr>
      <w:r>
        <w:t>pakaiannya ke atasnya, isterinya dan dua anak lelakinya kemudian</w:t>
      </w:r>
    </w:p>
    <w:p w:rsidR="00C245E4" w:rsidRDefault="00C245E4" w:rsidP="00C245E4">
      <w:pPr>
        <w:pStyle w:val="libNormal"/>
      </w:pPr>
      <w:r>
        <w:t>beliau bersabda: "Wahai Tuhanku aku dan Ahlu l-Baitku kepada anda</w:t>
      </w:r>
    </w:p>
    <w:p w:rsidR="00C245E4" w:rsidRDefault="00C245E4" w:rsidP="00C245E4">
      <w:pPr>
        <w:pStyle w:val="libNormal"/>
      </w:pPr>
      <w:r>
        <w:t>dan bukan kepada neraka" selain daripadaku?</w:t>
      </w:r>
    </w:p>
    <w:p w:rsidR="003A7852" w:rsidRDefault="00C245E4" w:rsidP="00C245E4">
      <w:pPr>
        <w:pStyle w:val="libNormal"/>
      </w:pPr>
      <w:r>
        <w:t>Mereka menjawab: Tidak.</w:t>
      </w:r>
      <w:r w:rsidRPr="00C245E4">
        <w:rPr>
          <w:rStyle w:val="libFootnotenumChar"/>
        </w:rPr>
        <w:footnoteReference w:id="56"/>
      </w:r>
    </w:p>
    <w:p w:rsidR="00D65E04" w:rsidRDefault="00D65E04" w:rsidP="00D65E04">
      <w:pPr>
        <w:pStyle w:val="libNormal"/>
      </w:pPr>
      <w:r>
        <w:t>55. Beliau berkata: Aku menyeru kalian dengan nama Allah adakah di</w:t>
      </w:r>
    </w:p>
    <w:p w:rsidR="00D65E04" w:rsidRDefault="00D65E04" w:rsidP="00D65E04">
      <w:pPr>
        <w:pStyle w:val="libNormal"/>
      </w:pPr>
      <w:r>
        <w:t>kalangan kalian seorang di mana Rasulullah (s.`a.w.) bersabda</w:t>
      </w:r>
    </w:p>
    <w:p w:rsidR="00D65E04" w:rsidRDefault="00D65E04" w:rsidP="00D65E04">
      <w:pPr>
        <w:pStyle w:val="libNormal"/>
      </w:pPr>
      <w:r>
        <w:t>kepadanya: "Andalah saudaraku, wazirku, sahabatku daripada keluargaku"</w:t>
      </w:r>
    </w:p>
    <w:p w:rsidR="00D65E04" w:rsidRDefault="00D65E04" w:rsidP="00D65E04">
      <w:pPr>
        <w:pStyle w:val="libNormal"/>
      </w:pPr>
      <w:r>
        <w:t>selain daripadaku?</w:t>
      </w:r>
    </w:p>
    <w:p w:rsidR="00D65E04" w:rsidRDefault="00D65E04" w:rsidP="00D65E04">
      <w:pPr>
        <w:pStyle w:val="libNormal"/>
      </w:pPr>
      <w:r>
        <w:t>Mereka menjawab: Tidak.</w:t>
      </w:r>
      <w:r w:rsidRPr="00D65E04">
        <w:rPr>
          <w:rStyle w:val="libFootnotenumChar"/>
        </w:rPr>
        <w:footnoteReference w:id="57"/>
      </w:r>
    </w:p>
    <w:p w:rsidR="00D65E04" w:rsidRDefault="00D65E04" w:rsidP="00D65E04">
      <w:pPr>
        <w:pStyle w:val="libNormal"/>
      </w:pPr>
      <w:r>
        <w:t>56. Beliau berkata: Aku menyeru kalian dengan nama Allah adakah di</w:t>
      </w:r>
    </w:p>
    <w:p w:rsidR="00D65E04" w:rsidRDefault="00D65E04" w:rsidP="00D65E04">
      <w:pPr>
        <w:pStyle w:val="libNormal"/>
      </w:pPr>
      <w:r>
        <w:t>kalangan kalian seorang di mana Rasulullah (s.`a.w.) bersabda</w:t>
      </w:r>
    </w:p>
    <w:p w:rsidR="00D65E04" w:rsidRDefault="00D65E04" w:rsidP="00D65E04">
      <w:pPr>
        <w:pStyle w:val="libNormal"/>
      </w:pPr>
      <w:r>
        <w:t>kepadanya: "Anda adalah orang yang paling awal memeluk Islam,</w:t>
      </w:r>
    </w:p>
    <w:p w:rsidR="00D65E04" w:rsidRDefault="00D65E04" w:rsidP="00D65E04">
      <w:pPr>
        <w:pStyle w:val="libNormal"/>
      </w:pPr>
      <w:r>
        <w:t>paling alim dan paling perihatin" selain daripadaku?</w:t>
      </w:r>
    </w:p>
    <w:p w:rsidR="00D65E04" w:rsidRDefault="00D65E04" w:rsidP="00D65E04">
      <w:pPr>
        <w:pStyle w:val="libNormal"/>
      </w:pPr>
      <w:r>
        <w:t>Mereka menjawab: Tidak.</w:t>
      </w:r>
      <w:r w:rsidRPr="00D65E04">
        <w:rPr>
          <w:rStyle w:val="libFootnotenumChar"/>
        </w:rPr>
        <w:footnoteReference w:id="58"/>
      </w:r>
    </w:p>
    <w:p w:rsidR="00D65E04" w:rsidRDefault="00D65E04" w:rsidP="00D65E04">
      <w:pPr>
        <w:pStyle w:val="libNormal"/>
      </w:pPr>
      <w:r>
        <w:t>57. Beliau berkata: Aku menyeru kalian dengan nama Allah adakah di</w:t>
      </w:r>
    </w:p>
    <w:p w:rsidR="00D65E04" w:rsidRDefault="00D65E04" w:rsidP="00D65E04">
      <w:pPr>
        <w:pStyle w:val="libNormal"/>
      </w:pPr>
      <w:r>
        <w:t>kalangan kalian seorang di mana dia telah membunuh seorang</w:t>
      </w:r>
    </w:p>
    <w:p w:rsidR="00D65E04" w:rsidRDefault="00D65E04" w:rsidP="00D65E04">
      <w:pPr>
        <w:pStyle w:val="libNormal"/>
      </w:pPr>
      <w:r>
        <w:t>panglima perang Yahudi secara berdepan selain daripadaku?</w:t>
      </w:r>
    </w:p>
    <w:p w:rsidR="00D65E04" w:rsidRDefault="00D65E04" w:rsidP="00D65E04">
      <w:pPr>
        <w:pStyle w:val="libNormal"/>
      </w:pPr>
      <w:r>
        <w:lastRenderedPageBreak/>
        <w:t>Mereka menjawab: Tidak.</w:t>
      </w:r>
      <w:r w:rsidRPr="00D65E04">
        <w:rPr>
          <w:rStyle w:val="libFootnotenumChar"/>
        </w:rPr>
        <w:footnoteReference w:id="59"/>
      </w:r>
    </w:p>
    <w:p w:rsidR="00D65E04" w:rsidRDefault="00D65E04" w:rsidP="00D65E04">
      <w:pPr>
        <w:pStyle w:val="libNormal"/>
      </w:pPr>
      <w:r>
        <w:t>58. Beliau berkata: Aku menyeru kalian dengan nama Allah adakah di</w:t>
      </w:r>
    </w:p>
    <w:p w:rsidR="00D65E04" w:rsidRDefault="00D65E04" w:rsidP="00D65E04">
      <w:pPr>
        <w:pStyle w:val="libNormal"/>
      </w:pPr>
      <w:r>
        <w:t>kalangan kalian seorang di mana Nabi (s.`a.w.) membentangkan Islam</w:t>
      </w:r>
    </w:p>
    <w:p w:rsidR="00D65E04" w:rsidRDefault="00D65E04" w:rsidP="00D65E04">
      <w:pPr>
        <w:pStyle w:val="libNormal"/>
      </w:pPr>
      <w:r>
        <w:t>kepadanya lalu beliau menjawab: Tunggulah sehingga aku berjumpa</w:t>
      </w:r>
    </w:p>
    <w:p w:rsidR="00D65E04" w:rsidRDefault="00D65E04" w:rsidP="00D65E04">
      <w:pPr>
        <w:pStyle w:val="libNormal"/>
      </w:pPr>
      <w:r>
        <w:t>bapaku. Lantas Nabi (s.`a.w.) bersabda kepadanya: "Ini adalah satu</w:t>
      </w:r>
    </w:p>
    <w:p w:rsidR="00D65E04" w:rsidRDefault="00D65E04" w:rsidP="00D65E04">
      <w:pPr>
        <w:pStyle w:val="libNormal"/>
      </w:pPr>
      <w:r>
        <w:t>amanah di sisi anda". Maka dia menjawab: Sekiranya ia adalah satu</w:t>
      </w:r>
    </w:p>
    <w:p w:rsidR="00D65E04" w:rsidRDefault="00D65E04" w:rsidP="00D65E04">
      <w:pPr>
        <w:pStyle w:val="libNormal"/>
      </w:pPr>
      <w:r>
        <w:t>amanah di sisiku, maka aku menerima Islam sekarang juga selain”</w:t>
      </w:r>
    </w:p>
    <w:p w:rsidR="00D65E04" w:rsidRDefault="00D65E04" w:rsidP="00D65E04">
      <w:pPr>
        <w:pStyle w:val="libNormal"/>
      </w:pPr>
      <w:r>
        <w:t>daripadaku?</w:t>
      </w:r>
    </w:p>
    <w:p w:rsidR="00D65E04" w:rsidRDefault="00D65E04" w:rsidP="00D65E04">
      <w:pPr>
        <w:pStyle w:val="libNormal"/>
      </w:pPr>
      <w:r>
        <w:t>Mereka menjawab: Tidak.</w:t>
      </w:r>
      <w:r w:rsidRPr="00D65E04">
        <w:rPr>
          <w:rStyle w:val="libFootnotenumChar"/>
        </w:rPr>
        <w:footnoteReference w:id="60"/>
      </w:r>
    </w:p>
    <w:p w:rsidR="00D65E04" w:rsidRDefault="00D65E04" w:rsidP="00D65E04">
      <w:pPr>
        <w:pStyle w:val="libNormal"/>
      </w:pPr>
      <w:r>
        <w:t>59. Beliau berkata: Aku menyeru kalian dengan nama Allah adakah di</w:t>
      </w:r>
    </w:p>
    <w:p w:rsidR="00D65E04" w:rsidRDefault="00D65E04" w:rsidP="00D65E04">
      <w:pPr>
        <w:pStyle w:val="libNormal"/>
      </w:pPr>
      <w:r>
        <w:t>kalangan kalian seorang di mana dia telah mengangkat pintu kota</w:t>
      </w:r>
    </w:p>
    <w:p w:rsidR="00D65E04" w:rsidRDefault="00D65E04" w:rsidP="00D65E04">
      <w:pPr>
        <w:pStyle w:val="libNormal"/>
      </w:pPr>
      <w:r>
        <w:t>Khaibar di masa pembukaannya dan membawanya sejauh seratus</w:t>
      </w:r>
    </w:p>
    <w:p w:rsidR="00D65E04" w:rsidRDefault="00D65E04" w:rsidP="00D65E04">
      <w:pPr>
        <w:pStyle w:val="libNormal"/>
      </w:pPr>
      <w:r>
        <w:t>hasta kemudian empat puluh lelaki cuba mengangkatnya tetapi</w:t>
      </w:r>
    </w:p>
    <w:p w:rsidR="00D65E04" w:rsidRDefault="00D65E04" w:rsidP="00D65E04">
      <w:pPr>
        <w:pStyle w:val="libNormal"/>
      </w:pPr>
      <w:r>
        <w:t>mereka tidak mampu selain daripadaku?</w:t>
      </w:r>
    </w:p>
    <w:p w:rsidR="00D65E04" w:rsidRDefault="00D65E04" w:rsidP="00D65E04">
      <w:pPr>
        <w:pStyle w:val="libNormal"/>
      </w:pPr>
      <w:r>
        <w:t>Mereka menjawab: Tidak.</w:t>
      </w:r>
      <w:r w:rsidRPr="00D65E04">
        <w:rPr>
          <w:rStyle w:val="libFootnotenumChar"/>
        </w:rPr>
        <w:footnoteReference w:id="61"/>
      </w:r>
    </w:p>
    <w:p w:rsidR="00D65E04" w:rsidRDefault="00D65E04" w:rsidP="00D65E04">
      <w:pPr>
        <w:pStyle w:val="libNormal"/>
      </w:pPr>
      <w:r>
        <w:t>60. Beliau berkata: Aku menyeru kalian dengan nama Allah adakah di</w:t>
      </w:r>
    </w:p>
    <w:p w:rsidR="00D65E04" w:rsidRDefault="00D65E04" w:rsidP="00D65E04">
      <w:pPr>
        <w:pStyle w:val="libNormal"/>
      </w:pPr>
      <w:r>
        <w:t>kalangan kalian seorang di mana ayat ini diturunkan kepadanya "</w:t>
      </w:r>
    </w:p>
    <w:p w:rsidR="00D65E04" w:rsidRDefault="00D65E04" w:rsidP="00D65E04">
      <w:pPr>
        <w:pStyle w:val="libNormal"/>
      </w:pPr>
      <w:r>
        <w:t>Wahai orang-orang yang beriman, apabila kamu mengadakan perbicaraan</w:t>
      </w:r>
    </w:p>
    <w:p w:rsidR="00D65E04" w:rsidRDefault="00D65E04" w:rsidP="00D65E04">
      <w:pPr>
        <w:pStyle w:val="libNormal"/>
      </w:pPr>
      <w:r>
        <w:t>khusus dengan Rasul hendaklah</w:t>
      </w:r>
    </w:p>
    <w:p w:rsidR="00D65E04" w:rsidRDefault="00D65E04" w:rsidP="00D65E04">
      <w:pPr>
        <w:pStyle w:val="libNormal"/>
      </w:pPr>
      <w:r>
        <w:lastRenderedPageBreak/>
        <w:t>kamu mengeluarkan sedekah (kepada orang miskin)" (Surah al-</w:t>
      </w:r>
    </w:p>
    <w:p w:rsidR="00D65E04" w:rsidRDefault="00D65E04" w:rsidP="00D65E04">
      <w:pPr>
        <w:pStyle w:val="libNormal"/>
      </w:pPr>
      <w:r>
        <w:t>Mujadalah 50: 12). Maka akulah yang mengeluarkan sedekah dan</w:t>
      </w:r>
    </w:p>
    <w:p w:rsidR="00D65E04" w:rsidRDefault="00D65E04" w:rsidP="00D65E04">
      <w:pPr>
        <w:pStyle w:val="libNormal"/>
      </w:pPr>
      <w:r>
        <w:t>adakah di kalangan kalian seorang yang melakukannya selain</w:t>
      </w:r>
    </w:p>
    <w:p w:rsidR="00D65E04" w:rsidRDefault="00D65E04" w:rsidP="00D65E04">
      <w:pPr>
        <w:pStyle w:val="libNormal"/>
      </w:pPr>
      <w:r>
        <w:t>daripadaku?</w:t>
      </w:r>
    </w:p>
    <w:p w:rsidR="00C245E4" w:rsidRDefault="00D65E04" w:rsidP="00D65E04">
      <w:pPr>
        <w:pStyle w:val="libNormal"/>
      </w:pPr>
      <w:r>
        <w:t>Mereka menjawab: Tidak.</w:t>
      </w:r>
      <w:r w:rsidRPr="00D65E04">
        <w:rPr>
          <w:rStyle w:val="libFootnotenumChar"/>
        </w:rPr>
        <w:footnoteReference w:id="62"/>
      </w:r>
    </w:p>
    <w:p w:rsidR="00C71167" w:rsidRDefault="00C71167" w:rsidP="00C71167">
      <w:pPr>
        <w:pStyle w:val="libNormal"/>
      </w:pPr>
      <w:r>
        <w:t>61. Beliau berkata: Aku menyeru kalian dengan nama Allah adakah di</w:t>
      </w:r>
    </w:p>
    <w:p w:rsidR="00C71167" w:rsidRDefault="00C71167" w:rsidP="00C71167">
      <w:pPr>
        <w:pStyle w:val="libNormal"/>
      </w:pPr>
      <w:r>
        <w:t>kalangan kalian seorang di mana Rasulullah (s.`a.w.) bersabda</w:t>
      </w:r>
    </w:p>
    <w:p w:rsidR="00C71167" w:rsidRDefault="00C71167" w:rsidP="00C71167">
      <w:pPr>
        <w:pStyle w:val="libNormal"/>
      </w:pPr>
      <w:r>
        <w:t>kepadanya: "Siapa yang mencaci `Ali, maka sesungguhnya dia mencaciku</w:t>
      </w:r>
    </w:p>
    <w:p w:rsidR="00C71167" w:rsidRDefault="00C71167" w:rsidP="00C71167">
      <w:pPr>
        <w:pStyle w:val="libNormal"/>
      </w:pPr>
      <w:r>
        <w:t>dan siapa yang mencaciku maka sesungguhnya dia mencaci Allah"</w:t>
      </w:r>
    </w:p>
    <w:p w:rsidR="00C71167" w:rsidRDefault="00C71167" w:rsidP="00C71167">
      <w:pPr>
        <w:pStyle w:val="libNormal"/>
      </w:pPr>
      <w:r>
        <w:t>selain daripadaku?</w:t>
      </w:r>
    </w:p>
    <w:p w:rsidR="00C71167" w:rsidRDefault="00C71167" w:rsidP="00C71167">
      <w:pPr>
        <w:pStyle w:val="libNormal"/>
      </w:pPr>
      <w:r>
        <w:t>Mereka menjawab: Tidak.</w:t>
      </w:r>
      <w:r w:rsidRPr="00C71167">
        <w:rPr>
          <w:rStyle w:val="libFootnotenumChar"/>
        </w:rPr>
        <w:footnoteReference w:id="63"/>
      </w:r>
    </w:p>
    <w:p w:rsidR="00C71167" w:rsidRDefault="00C71167" w:rsidP="00C71167">
      <w:pPr>
        <w:pStyle w:val="libNormal"/>
      </w:pPr>
      <w:r>
        <w:t>62. Beliau berkata: Aku menyeru kalian dengan nama Allah adakah di</w:t>
      </w:r>
    </w:p>
    <w:p w:rsidR="00C71167" w:rsidRDefault="00C71167" w:rsidP="00C71167">
      <w:pPr>
        <w:pStyle w:val="libNormal"/>
      </w:pPr>
      <w:r>
        <w:t>kalangan kalian seorang di mana Rasulullah (s.`a.w.) bersabda</w:t>
      </w:r>
    </w:p>
    <w:p w:rsidR="00C71167" w:rsidRDefault="00C71167" w:rsidP="00C71167">
      <w:pPr>
        <w:pStyle w:val="libNormal"/>
      </w:pPr>
      <w:r>
        <w:t>kepadanya: "Rumahku menghadapi rumah anda di syurga" selain</w:t>
      </w:r>
    </w:p>
    <w:p w:rsidR="00C71167" w:rsidRDefault="00C71167" w:rsidP="00C71167">
      <w:pPr>
        <w:pStyle w:val="libNormal"/>
      </w:pPr>
      <w:r>
        <w:t>daripadaku?</w:t>
      </w:r>
    </w:p>
    <w:p w:rsidR="00C71167" w:rsidRDefault="00C71167" w:rsidP="00C71167">
      <w:pPr>
        <w:pStyle w:val="libNormal"/>
      </w:pPr>
      <w:r>
        <w:t>Mereka menjawab: Tidak.</w:t>
      </w:r>
      <w:r w:rsidRPr="00C71167">
        <w:rPr>
          <w:rStyle w:val="libFootnotenumChar"/>
        </w:rPr>
        <w:footnoteReference w:id="64"/>
      </w:r>
    </w:p>
    <w:p w:rsidR="00C71167" w:rsidRDefault="00C71167" w:rsidP="00C71167">
      <w:pPr>
        <w:pStyle w:val="libNormal"/>
      </w:pPr>
      <w:r>
        <w:t>63. Beliau berkata: Aku menyeru kalian dengan nama Allah adakah di</w:t>
      </w:r>
    </w:p>
    <w:p w:rsidR="00C71167" w:rsidRDefault="00C71167" w:rsidP="00C71167">
      <w:pPr>
        <w:pStyle w:val="libNormal"/>
      </w:pPr>
      <w:r>
        <w:t>kalangan kalian seorang di mana Rasulullah(s.`a.w.)bersabda</w:t>
      </w:r>
    </w:p>
    <w:p w:rsidR="00C71167" w:rsidRDefault="00C71167" w:rsidP="00C71167">
      <w:pPr>
        <w:pStyle w:val="libNormal"/>
      </w:pPr>
      <w:r>
        <w:t>kepadanya: "Allah memerangi orang yang memerangi anda dan Allah</w:t>
      </w:r>
    </w:p>
    <w:p w:rsidR="00C71167" w:rsidRDefault="00C71167" w:rsidP="00C71167">
      <w:pPr>
        <w:pStyle w:val="libNormal"/>
      </w:pPr>
      <w:r>
        <w:lastRenderedPageBreak/>
        <w:t>memusuhi orang yang memusuhi anda" selain daripadaku?</w:t>
      </w:r>
    </w:p>
    <w:p w:rsidR="00C71167" w:rsidRDefault="00C71167" w:rsidP="00C71167">
      <w:pPr>
        <w:pStyle w:val="libNormal"/>
      </w:pPr>
      <w:r>
        <w:t>Mereka menjawab: Tidak.</w:t>
      </w:r>
      <w:r w:rsidRPr="00C71167">
        <w:rPr>
          <w:rStyle w:val="libFootnotenumChar"/>
        </w:rPr>
        <w:footnoteReference w:id="65"/>
      </w:r>
    </w:p>
    <w:p w:rsidR="00C71167" w:rsidRDefault="00C71167" w:rsidP="00C71167">
      <w:pPr>
        <w:pStyle w:val="libNormal"/>
      </w:pPr>
      <w:r>
        <w:t>64. Beliau berkata: Aku menyeru kalian dengan nama Allah adakah di</w:t>
      </w:r>
    </w:p>
    <w:p w:rsidR="00C71167" w:rsidRDefault="00C71167" w:rsidP="00C71167">
      <w:pPr>
        <w:pStyle w:val="libNormal"/>
      </w:pPr>
      <w:r>
        <w:t>kalangan kalian seorang yang telah tidur di atas tempat tidur</w:t>
      </w:r>
    </w:p>
    <w:p w:rsidR="00C71167" w:rsidRDefault="00C71167" w:rsidP="00C71167">
      <w:pPr>
        <w:pStyle w:val="libNormal"/>
      </w:pPr>
      <w:r>
        <w:t>Rasulullah (s.`a.w.) ketika beliau ingin berjalan ke Madinah dan</w:t>
      </w:r>
    </w:p>
    <w:p w:rsidR="00C71167" w:rsidRDefault="00C71167" w:rsidP="00C71167">
      <w:pPr>
        <w:pStyle w:val="libNormal"/>
      </w:pPr>
      <w:r>
        <w:t>mempertahankannya dengan dirinya ketika mereka hendak</w:t>
      </w:r>
    </w:p>
    <w:p w:rsidR="00C71167" w:rsidRDefault="00C71167" w:rsidP="00C71167">
      <w:pPr>
        <w:pStyle w:val="libNormal"/>
      </w:pPr>
      <w:r>
        <w:t>membunuhnya selain daripadaku?</w:t>
      </w:r>
    </w:p>
    <w:p w:rsidR="00C71167" w:rsidRDefault="00C71167" w:rsidP="00C71167">
      <w:pPr>
        <w:pStyle w:val="libNormal"/>
      </w:pPr>
      <w:r>
        <w:t>Mereka menjawab: Tidak.</w:t>
      </w:r>
      <w:r w:rsidRPr="00C71167">
        <w:rPr>
          <w:rStyle w:val="libFootnotenumChar"/>
        </w:rPr>
        <w:footnoteReference w:id="66"/>
      </w:r>
    </w:p>
    <w:p w:rsidR="00C71167" w:rsidRDefault="00C71167" w:rsidP="00C71167">
      <w:pPr>
        <w:pStyle w:val="libNormal"/>
      </w:pPr>
      <w:r>
        <w:t>65. Beliau berkata: Aku menyeru kalian dengan nama Allah adakah di</w:t>
      </w:r>
    </w:p>
    <w:p w:rsidR="00C71167" w:rsidRDefault="00C71167" w:rsidP="00C71167">
      <w:pPr>
        <w:pStyle w:val="libNormal"/>
      </w:pPr>
      <w:r>
        <w:t>kalangan kalian seorang di mana Rasulullah (s.`a.w.) bersabda</w:t>
      </w:r>
    </w:p>
    <w:p w:rsidR="00C71167" w:rsidRDefault="00C71167" w:rsidP="00C71167">
      <w:pPr>
        <w:pStyle w:val="libNormal"/>
      </w:pPr>
      <w:r>
        <w:t>kepadanya: "Anda adalah orang yang utama dalam umatku" selain</w:t>
      </w:r>
    </w:p>
    <w:p w:rsidR="00C71167" w:rsidRDefault="00C71167" w:rsidP="00C71167">
      <w:pPr>
        <w:pStyle w:val="libNormal"/>
      </w:pPr>
      <w:r>
        <w:t>daripadaku?</w:t>
      </w:r>
    </w:p>
    <w:p w:rsidR="00C71167" w:rsidRDefault="00C71167" w:rsidP="00C71167">
      <w:pPr>
        <w:pStyle w:val="libNormal"/>
      </w:pPr>
      <w:r>
        <w:t>Mereka menjawab: Tidak.</w:t>
      </w:r>
      <w:r w:rsidRPr="00C71167">
        <w:rPr>
          <w:rStyle w:val="libFootnotenumChar"/>
        </w:rPr>
        <w:footnoteReference w:id="67"/>
      </w:r>
    </w:p>
    <w:p w:rsidR="00C71167" w:rsidRDefault="00C71167" w:rsidP="00C71167">
      <w:pPr>
        <w:pStyle w:val="libNormal"/>
      </w:pPr>
      <w:r>
        <w:t>66. Beliau berkata: Aku menyeru kalian dengan nama Allah adakah di</w:t>
      </w:r>
    </w:p>
    <w:p w:rsidR="00C71167" w:rsidRDefault="00C71167" w:rsidP="00C71167">
      <w:pPr>
        <w:pStyle w:val="libNormal"/>
      </w:pPr>
      <w:r>
        <w:t>kalangan kalian seorang di mana Rasulullah (s.`a.w.) bersabda</w:t>
      </w:r>
    </w:p>
    <w:p w:rsidR="00C71167" w:rsidRDefault="00C71167" w:rsidP="00C71167">
      <w:pPr>
        <w:pStyle w:val="libNormal"/>
      </w:pPr>
      <w:r>
        <w:t>kepadanya: "Anda di hari kiamat di kanan `Arasy dan Allah akan</w:t>
      </w:r>
    </w:p>
    <w:p w:rsidR="00C71167" w:rsidRDefault="00C71167" w:rsidP="00C71167">
      <w:pPr>
        <w:pStyle w:val="libNormal"/>
      </w:pPr>
      <w:r>
        <w:t>memakaikan anda dua helai kain; satu berwarna biru dan satu</w:t>
      </w:r>
    </w:p>
    <w:p w:rsidR="00C71167" w:rsidRDefault="00C71167" w:rsidP="00C71167">
      <w:pPr>
        <w:pStyle w:val="libNormal"/>
      </w:pPr>
      <w:r>
        <w:t>berwarna merah" selain daripadaku?</w:t>
      </w:r>
    </w:p>
    <w:p w:rsidR="00C71167" w:rsidRDefault="00C71167" w:rsidP="00C71167">
      <w:pPr>
        <w:pStyle w:val="libNormal"/>
      </w:pPr>
      <w:r>
        <w:t>Mereka menjawab: Tidak.</w:t>
      </w:r>
      <w:r w:rsidRPr="00C71167">
        <w:rPr>
          <w:rStyle w:val="libFootnotenumChar"/>
        </w:rPr>
        <w:footnoteReference w:id="68"/>
      </w:r>
    </w:p>
    <w:p w:rsidR="00C71167" w:rsidRDefault="00C71167" w:rsidP="00C71167">
      <w:pPr>
        <w:pStyle w:val="libNormal"/>
      </w:pPr>
      <w:r>
        <w:lastRenderedPageBreak/>
        <w:t>67. Beliau berkata: Aku menyeru kalian dengan nama Allah adakah di</w:t>
      </w:r>
    </w:p>
    <w:p w:rsidR="00C71167" w:rsidRDefault="00C71167" w:rsidP="00C71167">
      <w:pPr>
        <w:pStyle w:val="libNormal"/>
      </w:pPr>
      <w:r>
        <w:t>kalangan kalian seorang di mana dia telah mengerjakan solat sebelum</w:t>
      </w:r>
    </w:p>
    <w:p w:rsidR="00C71167" w:rsidRDefault="00C71167" w:rsidP="00C71167">
      <w:pPr>
        <w:pStyle w:val="libNormal"/>
      </w:pPr>
      <w:r>
        <w:t>orang ramai tujuh tahun dan beberapa bulan selain daripadaku?</w:t>
      </w:r>
    </w:p>
    <w:p w:rsidR="00C71167" w:rsidRDefault="00C71167" w:rsidP="00C71167">
      <w:pPr>
        <w:pStyle w:val="libNormal"/>
      </w:pPr>
      <w:r>
        <w:t>Mereka menjawab: Tidak.</w:t>
      </w:r>
      <w:r w:rsidRPr="00C71167">
        <w:rPr>
          <w:rStyle w:val="libFootnotenumChar"/>
        </w:rPr>
        <w:footnoteReference w:id="69"/>
      </w:r>
    </w:p>
    <w:p w:rsidR="004511BE" w:rsidRDefault="004511BE" w:rsidP="004511BE">
      <w:pPr>
        <w:pStyle w:val="libNormal"/>
      </w:pPr>
      <w:r>
        <w:t>68. Beliau berkata: Aku menyeru kalian dengan nama Allah adakah di</w:t>
      </w:r>
    </w:p>
    <w:p w:rsidR="004511BE" w:rsidRDefault="004511BE" w:rsidP="004511BE">
      <w:pPr>
        <w:pStyle w:val="libNormal"/>
      </w:pPr>
      <w:r>
        <w:t>kalangan kalian seorang di mana Rasulullah (s.`a.w.) bersabda</w:t>
      </w:r>
    </w:p>
    <w:p w:rsidR="004511BE" w:rsidRDefault="004511BE" w:rsidP="004511BE">
      <w:pPr>
        <w:pStyle w:val="libNormal"/>
      </w:pPr>
      <w:r>
        <w:t>kepadanya: "Aku di hari kiamat akan mengambil hajzah (kedudukan</w:t>
      </w:r>
    </w:p>
    <w:p w:rsidR="004511BE" w:rsidRDefault="004511BE" w:rsidP="004511BE">
      <w:pPr>
        <w:pStyle w:val="libNormal"/>
      </w:pPr>
      <w:r>
        <w:t>istimewa) kurniaan Tuhanku daripada cahaya sedangkan anda akan</w:t>
      </w:r>
    </w:p>
    <w:p w:rsidR="004511BE" w:rsidRDefault="004511BE" w:rsidP="004511BE">
      <w:pPr>
        <w:pStyle w:val="libNormal"/>
      </w:pPr>
      <w:r>
        <w:t>mengambil hajzahku dan keluargaku akan mengambil hajzah anda"</w:t>
      </w:r>
    </w:p>
    <w:p w:rsidR="004511BE" w:rsidRDefault="004511BE" w:rsidP="004511BE">
      <w:pPr>
        <w:pStyle w:val="libNormal"/>
      </w:pPr>
      <w:r>
        <w:t>selain daripadaku?</w:t>
      </w:r>
    </w:p>
    <w:p w:rsidR="004511BE" w:rsidRDefault="004511BE" w:rsidP="004511BE">
      <w:pPr>
        <w:pStyle w:val="libNormal"/>
      </w:pPr>
      <w:r>
        <w:t>Mereka menjawab: Tidak.</w:t>
      </w:r>
      <w:r w:rsidRPr="004511BE">
        <w:rPr>
          <w:rStyle w:val="libFootnotenumChar"/>
        </w:rPr>
        <w:footnoteReference w:id="70"/>
      </w:r>
    </w:p>
    <w:p w:rsidR="004511BE" w:rsidRDefault="004511BE" w:rsidP="004511BE">
      <w:pPr>
        <w:pStyle w:val="libNormal"/>
      </w:pPr>
      <w:r>
        <w:t>69. Beliau berkata: Aku menyeru kalian dengan nama Allah adakah di</w:t>
      </w:r>
    </w:p>
    <w:p w:rsidR="004511BE" w:rsidRDefault="004511BE" w:rsidP="004511BE">
      <w:pPr>
        <w:pStyle w:val="libNormal"/>
      </w:pPr>
      <w:r>
        <w:t>kalangan kalian seorang di mana Rasulullah (s.`a.w.) bersabda</w:t>
      </w:r>
    </w:p>
    <w:p w:rsidR="004511BE" w:rsidRDefault="004511BE" w:rsidP="004511BE">
      <w:pPr>
        <w:pStyle w:val="libNormal"/>
      </w:pPr>
      <w:r>
        <w:t>kepadanya: "Anda sepertilah diriku, cinta anda adalah cintaku dan</w:t>
      </w:r>
    </w:p>
    <w:p w:rsidR="004511BE" w:rsidRDefault="004511BE" w:rsidP="004511BE">
      <w:pPr>
        <w:pStyle w:val="libNormal"/>
      </w:pPr>
      <w:r>
        <w:t>kemarahan anda adalah kemarahanku" selain daripadaku?</w:t>
      </w:r>
    </w:p>
    <w:p w:rsidR="004511BE" w:rsidRDefault="004511BE" w:rsidP="004511BE">
      <w:pPr>
        <w:pStyle w:val="libNormal"/>
      </w:pPr>
      <w:r>
        <w:t>Mereka menjawab: Tidak.</w:t>
      </w:r>
      <w:r w:rsidRPr="004511BE">
        <w:rPr>
          <w:rStyle w:val="libFootnotenumChar"/>
        </w:rPr>
        <w:footnoteReference w:id="71"/>
      </w:r>
    </w:p>
    <w:p w:rsidR="004511BE" w:rsidRDefault="004511BE" w:rsidP="004511BE">
      <w:pPr>
        <w:pStyle w:val="libNormal"/>
      </w:pPr>
      <w:r>
        <w:t>70. Beliau berkata: Aku menyeru kalian dengan nama Allah adakah di</w:t>
      </w:r>
    </w:p>
    <w:p w:rsidR="004511BE" w:rsidRDefault="004511BE" w:rsidP="004511BE">
      <w:pPr>
        <w:pStyle w:val="libNormal"/>
      </w:pPr>
      <w:r>
        <w:t>kalangan kalian seorang di mana Rasulullah (s.`a.w.) bersabda</w:t>
      </w:r>
    </w:p>
    <w:p w:rsidR="004511BE" w:rsidRDefault="004511BE" w:rsidP="004511BE">
      <w:pPr>
        <w:pStyle w:val="libNormal"/>
      </w:pPr>
      <w:r>
        <w:lastRenderedPageBreak/>
        <w:t>kepadanya: "Wilayah anda sepertilah wilayahku, satu janji yang telah</w:t>
      </w:r>
    </w:p>
    <w:p w:rsidR="004511BE" w:rsidRDefault="004511BE" w:rsidP="004511BE">
      <w:pPr>
        <w:pStyle w:val="libNormal"/>
      </w:pPr>
      <w:r>
        <w:t>dijanjikan oleh Allah kepadaku dan Dia memerintahkanku supaya</w:t>
      </w:r>
    </w:p>
    <w:p w:rsidR="004511BE" w:rsidRDefault="004511BE" w:rsidP="004511BE">
      <w:pPr>
        <w:pStyle w:val="libNormal"/>
      </w:pPr>
      <w:r>
        <w:t>menyampaikannya kepada anda" selain daripadaku?</w:t>
      </w:r>
    </w:p>
    <w:p w:rsidR="004511BE" w:rsidRDefault="004511BE" w:rsidP="004511BE">
      <w:pPr>
        <w:pStyle w:val="libNormal"/>
      </w:pPr>
      <w:r>
        <w:t>Mereka menjawab: Tidak.</w:t>
      </w:r>
      <w:r w:rsidRPr="004511BE">
        <w:rPr>
          <w:rStyle w:val="libFootnotenumChar"/>
        </w:rPr>
        <w:footnoteReference w:id="72"/>
      </w:r>
    </w:p>
    <w:p w:rsidR="004511BE" w:rsidRDefault="004511BE" w:rsidP="004511BE">
      <w:pPr>
        <w:pStyle w:val="libNormal"/>
      </w:pPr>
      <w:r>
        <w:t>71. Beliau berkata: Aku menyeru kalian dengan nama Allah adakah di</w:t>
      </w:r>
    </w:p>
    <w:p w:rsidR="004511BE" w:rsidRDefault="004511BE" w:rsidP="004511BE">
      <w:pPr>
        <w:pStyle w:val="libNormal"/>
      </w:pPr>
      <w:r>
        <w:t>kalangan kalian seorang di mana Rasulullah (s.`a.w.) bersabda</w:t>
      </w:r>
    </w:p>
    <w:p w:rsidR="004511BE" w:rsidRDefault="004511BE" w:rsidP="004511BE">
      <w:pPr>
        <w:pStyle w:val="libNormal"/>
      </w:pPr>
      <w:r>
        <w:t>kepadanya: "Wahai Tuhanku jadikanlah beliau (`Ali) pembantu dan</w:t>
      </w:r>
    </w:p>
    <w:p w:rsidR="004511BE" w:rsidRDefault="004511BE" w:rsidP="004511BE">
      <w:pPr>
        <w:pStyle w:val="libNormal"/>
      </w:pPr>
      <w:r>
        <w:t>penolongku" selain daripadaku?</w:t>
      </w:r>
    </w:p>
    <w:p w:rsidR="004511BE" w:rsidRDefault="004511BE" w:rsidP="004511BE">
      <w:pPr>
        <w:pStyle w:val="libNormal"/>
      </w:pPr>
      <w:r>
        <w:t>Mereka menjawab: Tidak.</w:t>
      </w:r>
      <w:r w:rsidRPr="004511BE">
        <w:rPr>
          <w:rStyle w:val="libFootnotenumChar"/>
        </w:rPr>
        <w:footnoteReference w:id="73"/>
      </w:r>
    </w:p>
    <w:p w:rsidR="004511BE" w:rsidRDefault="004511BE" w:rsidP="004511BE">
      <w:pPr>
        <w:pStyle w:val="libNormal"/>
      </w:pPr>
      <w:r>
        <w:t>72. Beliau berkata: Aku menyeru kalian dengan nama Allah adakah di</w:t>
      </w:r>
    </w:p>
    <w:p w:rsidR="004511BE" w:rsidRDefault="004511BE" w:rsidP="004511BE">
      <w:pPr>
        <w:pStyle w:val="libNormal"/>
      </w:pPr>
      <w:r>
        <w:t>kalangan kalian seorang di mana Rasulullah (s.`a.w.) bersabda</w:t>
      </w:r>
    </w:p>
    <w:p w:rsidR="004511BE" w:rsidRDefault="004511BE" w:rsidP="004511BE">
      <w:pPr>
        <w:pStyle w:val="libNormal"/>
      </w:pPr>
      <w:r>
        <w:t>kepadanya: "Harta adalah madu(tumpuan) orang-orang yang</w:t>
      </w:r>
    </w:p>
    <w:p w:rsidR="004511BE" w:rsidRDefault="004511BE" w:rsidP="004511BE">
      <w:pPr>
        <w:pStyle w:val="libNormal"/>
      </w:pPr>
      <w:r>
        <w:t>zalim dan anda adalah madu (tumpuan) orang-orang mukmin" selain</w:t>
      </w:r>
    </w:p>
    <w:p w:rsidR="004511BE" w:rsidRDefault="004511BE" w:rsidP="004511BE">
      <w:pPr>
        <w:pStyle w:val="libNormal"/>
      </w:pPr>
      <w:r>
        <w:t>daripadaku?</w:t>
      </w:r>
    </w:p>
    <w:p w:rsidR="004511BE" w:rsidRDefault="00391C80" w:rsidP="004511BE">
      <w:pPr>
        <w:pStyle w:val="libNormal"/>
      </w:pPr>
      <w:r>
        <w:t>Mereka menjawab: Tidak.</w:t>
      </w:r>
      <w:r w:rsidRPr="00391C80">
        <w:rPr>
          <w:rStyle w:val="libFootnotenumChar"/>
        </w:rPr>
        <w:footnoteReference w:id="74"/>
      </w:r>
    </w:p>
    <w:p w:rsidR="004511BE" w:rsidRDefault="004511BE" w:rsidP="004511BE">
      <w:pPr>
        <w:pStyle w:val="libNormal"/>
      </w:pPr>
      <w:r>
        <w:t>73. Beliau berkata: Aku menyeru kalian dengan nama Allah adakah di</w:t>
      </w:r>
    </w:p>
    <w:p w:rsidR="004511BE" w:rsidRDefault="004511BE" w:rsidP="004511BE">
      <w:pPr>
        <w:pStyle w:val="libNormal"/>
      </w:pPr>
      <w:r>
        <w:t>kalangan kalian seorang di mana Rasulullah (s.`a.w.) bersabda</w:t>
      </w:r>
    </w:p>
    <w:p w:rsidR="004511BE" w:rsidRDefault="004511BE" w:rsidP="004511BE">
      <w:pPr>
        <w:pStyle w:val="libNormal"/>
      </w:pPr>
      <w:r>
        <w:t>kepadanya: "Aku akan mengutus kepada kalian seorang lelaki di mana</w:t>
      </w:r>
    </w:p>
    <w:p w:rsidR="004511BE" w:rsidRDefault="004511BE" w:rsidP="004511BE">
      <w:pPr>
        <w:pStyle w:val="libNormal"/>
      </w:pPr>
      <w:r>
        <w:lastRenderedPageBreak/>
        <w:t>Allah telah menguji hatinya untuk keimanan" selain daripadaku?</w:t>
      </w:r>
    </w:p>
    <w:p w:rsidR="004C7937" w:rsidRDefault="004511BE" w:rsidP="004511BE">
      <w:pPr>
        <w:pStyle w:val="libNormal"/>
      </w:pPr>
      <w:r>
        <w:t>Mereka menjawab: Tidak.</w:t>
      </w:r>
      <w:r w:rsidR="00391C80" w:rsidRPr="00391C80">
        <w:rPr>
          <w:rStyle w:val="libFootnotenumChar"/>
        </w:rPr>
        <w:footnoteReference w:id="75"/>
      </w:r>
    </w:p>
    <w:p w:rsidR="001971E8" w:rsidRDefault="001971E8" w:rsidP="001971E8">
      <w:pPr>
        <w:pStyle w:val="libNormal"/>
      </w:pPr>
      <w:r>
        <w:t>74. Beliau berkata: Aku menyeru kalian dengan nama Allah adakah di</w:t>
      </w:r>
    </w:p>
    <w:p w:rsidR="001971E8" w:rsidRDefault="001971E8" w:rsidP="001971E8">
      <w:pPr>
        <w:pStyle w:val="libNormal"/>
      </w:pPr>
      <w:r>
        <w:t>kalangan kalian seorang di mana Rasulullah (s.`a.w.) memberi</w:t>
      </w:r>
    </w:p>
    <w:p w:rsidR="001971E8" w:rsidRDefault="001971E8" w:rsidP="001971E8">
      <w:pPr>
        <w:pStyle w:val="libNormal"/>
      </w:pPr>
      <w:r>
        <w:t>kepadanya sebiji buah delima dan bersabda: "Ini adalah buah delima</w:t>
      </w:r>
    </w:p>
    <w:p w:rsidR="001971E8" w:rsidRDefault="001971E8" w:rsidP="001971E8">
      <w:pPr>
        <w:pStyle w:val="libNormal"/>
      </w:pPr>
      <w:r>
        <w:t>daripada syurga. Hanya seorang nabi atau wasinya sahaja yang</w:t>
      </w:r>
    </w:p>
    <w:p w:rsidR="001971E8" w:rsidRDefault="001971E8" w:rsidP="001971E8">
      <w:pPr>
        <w:pStyle w:val="libNormal"/>
      </w:pPr>
      <w:r>
        <w:t>memakannya" selain daripadaku?</w:t>
      </w:r>
    </w:p>
    <w:p w:rsidR="001971E8" w:rsidRDefault="001971E8" w:rsidP="001971E8">
      <w:pPr>
        <w:pStyle w:val="libNormal"/>
      </w:pPr>
      <w:r>
        <w:t>Mereka menjawab: Tidak.</w:t>
      </w:r>
      <w:r w:rsidRPr="001971E8">
        <w:rPr>
          <w:rStyle w:val="libFootnotenumChar"/>
        </w:rPr>
        <w:footnoteReference w:id="76"/>
      </w:r>
    </w:p>
    <w:p w:rsidR="001971E8" w:rsidRDefault="001971E8" w:rsidP="001971E8">
      <w:pPr>
        <w:pStyle w:val="libNormal"/>
      </w:pPr>
      <w:r>
        <w:t>75. Beliau berkata: Aku menyeru kalian dengan nama Allah adakah di</w:t>
      </w:r>
    </w:p>
    <w:p w:rsidR="001971E8" w:rsidRDefault="001971E8" w:rsidP="001971E8">
      <w:pPr>
        <w:pStyle w:val="libNormal"/>
      </w:pPr>
      <w:r>
        <w:t>kalangan kalian seorang lelaki di mana Rasulullah (s.`a.w.) bersabda</w:t>
      </w:r>
    </w:p>
    <w:p w:rsidR="001971E8" w:rsidRDefault="001971E8" w:rsidP="001971E8">
      <w:pPr>
        <w:pStyle w:val="libNormal"/>
      </w:pPr>
      <w:r>
        <w:t>kepadanya: "Aku tidak memohon sesuatu dari Tuhanku melainkan</w:t>
      </w:r>
    </w:p>
    <w:p w:rsidR="001971E8" w:rsidRDefault="001971E8" w:rsidP="001971E8">
      <w:pPr>
        <w:pStyle w:val="libNormal"/>
      </w:pPr>
      <w:r>
        <w:t>Dia memberikannya kepadaku dan aku tidak memohon sesuatu</w:t>
      </w:r>
    </w:p>
    <w:p w:rsidR="001971E8" w:rsidRDefault="001971E8" w:rsidP="001971E8">
      <w:pPr>
        <w:pStyle w:val="libNormal"/>
      </w:pPr>
      <w:r>
        <w:t>daripada Tuhanku melainkan aku memohon untuk anda" selain</w:t>
      </w:r>
    </w:p>
    <w:p w:rsidR="001971E8" w:rsidRDefault="001971E8" w:rsidP="001971E8">
      <w:pPr>
        <w:pStyle w:val="libNormal"/>
      </w:pPr>
      <w:r>
        <w:t>daripadaku?</w:t>
      </w:r>
    </w:p>
    <w:p w:rsidR="001971E8" w:rsidRDefault="001971E8" w:rsidP="001971E8">
      <w:pPr>
        <w:pStyle w:val="libNormal"/>
      </w:pPr>
      <w:r>
        <w:t>Mereka menjawab: Tidak.</w:t>
      </w:r>
      <w:r w:rsidRPr="001971E8">
        <w:rPr>
          <w:rStyle w:val="libFootnotenumChar"/>
        </w:rPr>
        <w:footnoteReference w:id="77"/>
      </w:r>
    </w:p>
    <w:p w:rsidR="001971E8" w:rsidRDefault="001971E8" w:rsidP="001971E8">
      <w:pPr>
        <w:pStyle w:val="libNormal"/>
      </w:pPr>
      <w:r>
        <w:t>76. Beliau berkata: Aku menyeru kalian dengan nama Allah adakah di</w:t>
      </w:r>
    </w:p>
    <w:p w:rsidR="001971E8" w:rsidRDefault="001971E8" w:rsidP="001971E8">
      <w:pPr>
        <w:pStyle w:val="libNormal"/>
      </w:pPr>
      <w:r>
        <w:t>kalangan kalian seorang di mana Rasulullah (s.`a.w.) bersabda</w:t>
      </w:r>
    </w:p>
    <w:p w:rsidR="001971E8" w:rsidRDefault="001971E8" w:rsidP="001971E8">
      <w:pPr>
        <w:pStyle w:val="libNormal"/>
      </w:pPr>
      <w:r>
        <w:t>kepadanya: "Anda adalah orang yang paling cekal di kalangan</w:t>
      </w:r>
    </w:p>
    <w:p w:rsidR="001971E8" w:rsidRDefault="001971E8" w:rsidP="001971E8">
      <w:pPr>
        <w:pStyle w:val="libNormal"/>
      </w:pPr>
      <w:r>
        <w:lastRenderedPageBreak/>
        <w:t>mereka bagi menjalankan perintah Allah, paling setia di kalangan</w:t>
      </w:r>
    </w:p>
    <w:p w:rsidR="001971E8" w:rsidRDefault="001971E8" w:rsidP="001971E8">
      <w:pPr>
        <w:pStyle w:val="libNormal"/>
      </w:pPr>
      <w:r>
        <w:t>mereka bagi menunaikan janji Allah, paling arif di kalangan</w:t>
      </w:r>
    </w:p>
    <w:p w:rsidR="001971E8" w:rsidRDefault="001971E8" w:rsidP="001971E8">
      <w:pPr>
        <w:pStyle w:val="libNormal"/>
      </w:pPr>
      <w:r>
        <w:t>mereka tentang segala permasalahan, orang yang paling adil di</w:t>
      </w:r>
    </w:p>
    <w:p w:rsidR="001971E8" w:rsidRDefault="001971E8" w:rsidP="001971E8">
      <w:pPr>
        <w:pStyle w:val="libNormal"/>
      </w:pPr>
      <w:r>
        <w:t>dalam pembahagian hak dan orang yang paling mulia di sisi Allah</w:t>
      </w:r>
    </w:p>
    <w:p w:rsidR="001971E8" w:rsidRDefault="001971E8" w:rsidP="001971E8">
      <w:pPr>
        <w:pStyle w:val="libNormal"/>
      </w:pPr>
      <w:r>
        <w:t>S.W.T." selain daripadaku?</w:t>
      </w:r>
    </w:p>
    <w:p w:rsidR="001971E8" w:rsidRDefault="001971E8" w:rsidP="001971E8">
      <w:pPr>
        <w:pStyle w:val="libNormal"/>
      </w:pPr>
      <w:r>
        <w:t>Mereka menjawab: Tidak.</w:t>
      </w:r>
      <w:r w:rsidRPr="001971E8">
        <w:rPr>
          <w:rStyle w:val="libFootnotenumChar"/>
        </w:rPr>
        <w:footnoteReference w:id="78"/>
      </w:r>
    </w:p>
    <w:p w:rsidR="001971E8" w:rsidRDefault="001971E8" w:rsidP="001971E8">
      <w:pPr>
        <w:pStyle w:val="libNormal"/>
      </w:pPr>
      <w:r>
        <w:t>77. Beliau berkata: Aku menyeru kalian dengan nama Allah adakah di</w:t>
      </w:r>
    </w:p>
    <w:p w:rsidR="001971E8" w:rsidRDefault="001971E8" w:rsidP="001971E8">
      <w:pPr>
        <w:pStyle w:val="libNormal"/>
      </w:pPr>
      <w:r>
        <w:t>kalangan kalian seorang di mana Rasulullah (s.`a.w.) bersabda</w:t>
      </w:r>
    </w:p>
    <w:p w:rsidR="001971E8" w:rsidRDefault="001971E8" w:rsidP="001971E8">
      <w:pPr>
        <w:pStyle w:val="libNormal"/>
      </w:pPr>
      <w:r>
        <w:t>kepadanya: "Kelebihan anda ke atas umat ini sepertilah kelebihan</w:t>
      </w:r>
    </w:p>
    <w:p w:rsidR="001971E8" w:rsidRDefault="001971E8" w:rsidP="001971E8">
      <w:pPr>
        <w:pStyle w:val="libNormal"/>
      </w:pPr>
      <w:r>
        <w:t>matahari ke atas bulan dan sepertilah kelebihan bulan ke atas</w:t>
      </w:r>
    </w:p>
    <w:p w:rsidR="001971E8" w:rsidRDefault="001971E8" w:rsidP="001971E8">
      <w:pPr>
        <w:pStyle w:val="libNormal"/>
      </w:pPr>
      <w:r>
        <w:t>bintang-bintang" selain daripadaku?</w:t>
      </w:r>
    </w:p>
    <w:p w:rsidR="001971E8" w:rsidRDefault="001971E8" w:rsidP="001971E8">
      <w:pPr>
        <w:pStyle w:val="libNormal"/>
      </w:pPr>
      <w:r>
        <w:t>Mereka menjawab: Tidak.</w:t>
      </w:r>
      <w:r w:rsidRPr="001971E8">
        <w:rPr>
          <w:rStyle w:val="libFootnotenumChar"/>
        </w:rPr>
        <w:footnoteReference w:id="79"/>
      </w:r>
    </w:p>
    <w:p w:rsidR="001971E8" w:rsidRDefault="001971E8" w:rsidP="001971E8">
      <w:pPr>
        <w:pStyle w:val="libNormal"/>
      </w:pPr>
      <w:r>
        <w:t>78. Beliau berkata: Aku menyeru kalian dengan nama Allah adakah di</w:t>
      </w:r>
    </w:p>
    <w:p w:rsidR="001971E8" w:rsidRDefault="001971E8" w:rsidP="001971E8">
      <w:pPr>
        <w:pStyle w:val="libNormal"/>
      </w:pPr>
      <w:r>
        <w:t>kalangan kalian seorang di mana Rasulullah (s.`a.w.) bersabda</w:t>
      </w:r>
    </w:p>
    <w:p w:rsidR="001971E8" w:rsidRDefault="001971E8" w:rsidP="001971E8">
      <w:pPr>
        <w:pStyle w:val="libNormal"/>
      </w:pPr>
      <w:r>
        <w:t>kepadanya: "Allah akan memasukkan wali anda ke syurga dan musuh</w:t>
      </w:r>
    </w:p>
    <w:p w:rsidR="001971E8" w:rsidRDefault="001971E8" w:rsidP="001971E8">
      <w:pPr>
        <w:pStyle w:val="libNormal"/>
      </w:pPr>
      <w:r>
        <w:t>anda ke neraka" selain daripadaku?</w:t>
      </w:r>
    </w:p>
    <w:p w:rsidR="001971E8" w:rsidRDefault="001971E8" w:rsidP="001971E8">
      <w:pPr>
        <w:pStyle w:val="libNormal"/>
      </w:pPr>
      <w:r>
        <w:t>Mereka menjawab: Tidak.</w:t>
      </w:r>
      <w:r w:rsidRPr="001971E8">
        <w:rPr>
          <w:rStyle w:val="libFootnotenumChar"/>
        </w:rPr>
        <w:footnoteReference w:id="80"/>
      </w:r>
    </w:p>
    <w:p w:rsidR="001971E8" w:rsidRDefault="001971E8" w:rsidP="001971E8">
      <w:pPr>
        <w:pStyle w:val="libNormal"/>
      </w:pPr>
      <w:r>
        <w:t>79. Beliau berkata: Aku menyeru kalian dengan nama Allah adakah di</w:t>
      </w:r>
    </w:p>
    <w:p w:rsidR="001971E8" w:rsidRDefault="001971E8" w:rsidP="001971E8">
      <w:pPr>
        <w:pStyle w:val="libNormal"/>
      </w:pPr>
      <w:r>
        <w:t>kalangan kalian seorang di mana Rasulullah (s.`a.w.) bersabda</w:t>
      </w:r>
    </w:p>
    <w:p w:rsidR="00603B10" w:rsidRDefault="001971E8" w:rsidP="00380489">
      <w:pPr>
        <w:pStyle w:val="libNormal"/>
      </w:pPr>
      <w:r>
        <w:lastRenderedPageBreak/>
        <w:t>kepadanya: "Manusia dari pokok yang bermacam-macam (berlainan</w:t>
      </w:r>
      <w:r w:rsidR="00380489">
        <w:t xml:space="preserve"> </w:t>
      </w:r>
      <w:r>
        <w:t>asal usulnya), tetapi aku dan anda adalah dari satu pokok" selain</w:t>
      </w:r>
      <w:r w:rsidR="00380489">
        <w:t xml:space="preserve"> </w:t>
      </w:r>
      <w:r>
        <w:t>dari</w:t>
      </w:r>
      <w:r w:rsidR="00315CA6">
        <w:t xml:space="preserve"> </w:t>
      </w:r>
      <w:r>
        <w:t>padaku?</w:t>
      </w:r>
    </w:p>
    <w:p w:rsidR="00460E86" w:rsidRDefault="00460E86" w:rsidP="00460E86">
      <w:pPr>
        <w:pStyle w:val="libNormal"/>
      </w:pPr>
      <w:r>
        <w:t>Mereka menjawab: Tidak.</w:t>
      </w:r>
      <w:r w:rsidRPr="00460E86">
        <w:rPr>
          <w:rStyle w:val="libFootnotenumChar"/>
        </w:rPr>
        <w:footnoteReference w:id="81"/>
      </w:r>
    </w:p>
    <w:p w:rsidR="00460E86" w:rsidRDefault="00460E86" w:rsidP="00380489">
      <w:pPr>
        <w:pStyle w:val="libNormal"/>
      </w:pPr>
      <w:r>
        <w:t>80. Beliau berkata: Aku menyeru kalian dengan nama Allah adakah di</w:t>
      </w:r>
      <w:r w:rsidR="00380489">
        <w:t xml:space="preserve"> </w:t>
      </w:r>
      <w:r>
        <w:t>kalangan kalian seorang di mana Rasulullah (s.`a.w.) bersabda</w:t>
      </w:r>
      <w:r w:rsidR="00380489">
        <w:t xml:space="preserve"> </w:t>
      </w:r>
      <w:r>
        <w:t>kepadanya: "Aku adalah penghulu anak Adam dan anda adalah penghulu</w:t>
      </w:r>
      <w:r w:rsidR="00380489">
        <w:t xml:space="preserve"> </w:t>
      </w:r>
      <w:r>
        <w:t>Arab dan bukan Arab tanpa kemegahan" selain daripadaku?</w:t>
      </w:r>
    </w:p>
    <w:p w:rsidR="00460E86" w:rsidRDefault="00460E86" w:rsidP="00460E86">
      <w:pPr>
        <w:pStyle w:val="libNormal"/>
      </w:pPr>
      <w:r>
        <w:t>Mereka menjawab: Tidak.</w:t>
      </w:r>
      <w:r w:rsidRPr="00460E86">
        <w:rPr>
          <w:rStyle w:val="libFootnotenumChar"/>
        </w:rPr>
        <w:footnoteReference w:id="82"/>
      </w:r>
    </w:p>
    <w:p w:rsidR="00460E86" w:rsidRDefault="00460E86" w:rsidP="00380489">
      <w:pPr>
        <w:pStyle w:val="libNormal"/>
      </w:pPr>
      <w:r>
        <w:t>81. Beliau berkata: Aku menyeru kalian dengan nama Allah adakah di</w:t>
      </w:r>
      <w:r w:rsidR="00380489">
        <w:t xml:space="preserve"> </w:t>
      </w:r>
      <w:r>
        <w:t>kalangan kalian seorang di mana Allah telah meridainya di dalam dua</w:t>
      </w:r>
    </w:p>
    <w:p w:rsidR="00460E86" w:rsidRDefault="00460E86" w:rsidP="00460E86">
      <w:pPr>
        <w:pStyle w:val="libNormal"/>
      </w:pPr>
      <w:r>
        <w:t>ayat al-Qur'an selain daripadaku?</w:t>
      </w:r>
    </w:p>
    <w:p w:rsidR="00460E86" w:rsidRDefault="00460E86" w:rsidP="00460E86">
      <w:pPr>
        <w:pStyle w:val="libNormal"/>
      </w:pPr>
      <w:r>
        <w:t>Mereka menjawab: Tidak.</w:t>
      </w:r>
      <w:r w:rsidRPr="00460E86">
        <w:rPr>
          <w:rStyle w:val="libFootnotenumChar"/>
        </w:rPr>
        <w:footnoteReference w:id="83"/>
      </w:r>
    </w:p>
    <w:p w:rsidR="00460E86" w:rsidRDefault="00460E86" w:rsidP="00460E86">
      <w:pPr>
        <w:pStyle w:val="libNormal"/>
      </w:pPr>
      <w:r>
        <w:t>82. Beliau berkata: Aku menyeru kalian dengan nama Allah adakah di</w:t>
      </w:r>
    </w:p>
    <w:p w:rsidR="00460E86" w:rsidRDefault="00460E86" w:rsidP="00460E86">
      <w:pPr>
        <w:pStyle w:val="libNormal"/>
      </w:pPr>
      <w:r>
        <w:t>kalangan kalian seorang di mana Rasulullah (s.`a.w.) bersabda</w:t>
      </w:r>
    </w:p>
    <w:p w:rsidR="00460E86" w:rsidRDefault="00460E86" w:rsidP="00460E86">
      <w:pPr>
        <w:pStyle w:val="libNormal"/>
      </w:pPr>
      <w:r>
        <w:t>kepadanya: "Janji anda adalah janjiku dan janji Syi`ah anda di Haud;</w:t>
      </w:r>
    </w:p>
    <w:p w:rsidR="00460E86" w:rsidRDefault="00460E86" w:rsidP="00460E86">
      <w:pPr>
        <w:pStyle w:val="libNormal"/>
      </w:pPr>
      <w:r>
        <w:t>apabila semua umat merasa takut dan neraca-neraca mula</w:t>
      </w:r>
    </w:p>
    <w:p w:rsidR="00460E86" w:rsidRDefault="00460E86" w:rsidP="00460E86">
      <w:pPr>
        <w:pStyle w:val="libNormal"/>
      </w:pPr>
      <w:r>
        <w:t>menjalankan tugasnya" selain daripadaku?</w:t>
      </w:r>
    </w:p>
    <w:p w:rsidR="00460E86" w:rsidRDefault="00460E86" w:rsidP="00460E86">
      <w:pPr>
        <w:pStyle w:val="libNormal"/>
      </w:pPr>
      <w:r>
        <w:t>Mereka menjawab: Tidak.</w:t>
      </w:r>
      <w:r w:rsidRPr="00460E86">
        <w:rPr>
          <w:rStyle w:val="libFootnotenumChar"/>
        </w:rPr>
        <w:footnoteReference w:id="84"/>
      </w:r>
    </w:p>
    <w:p w:rsidR="00460E86" w:rsidRDefault="00460E86" w:rsidP="00460E86">
      <w:pPr>
        <w:pStyle w:val="libNormal"/>
      </w:pPr>
      <w:r>
        <w:t>83. Beliau berkata: Aku menyeru kalian dengan nama Allah adakah di</w:t>
      </w:r>
    </w:p>
    <w:p w:rsidR="00460E86" w:rsidRDefault="00460E86" w:rsidP="00460E86">
      <w:pPr>
        <w:pStyle w:val="libNormal"/>
      </w:pPr>
      <w:r>
        <w:t>kalangan kalian seorang di mana Rasulullah (s.`a.w.) bersabda</w:t>
      </w:r>
    </w:p>
    <w:p w:rsidR="00460E86" w:rsidRDefault="00460E86" w:rsidP="00460E86">
      <w:pPr>
        <w:pStyle w:val="libNormal"/>
      </w:pPr>
      <w:r>
        <w:t>kepadanya: "Wahai Tuhanku</w:t>
      </w:r>
    </w:p>
    <w:p w:rsidR="00460E86" w:rsidRDefault="00460E86" w:rsidP="00460E86">
      <w:pPr>
        <w:pStyle w:val="libNormal"/>
      </w:pPr>
      <w:r>
        <w:lastRenderedPageBreak/>
        <w:t>sesungguhnya aku mencintainya maka cintailah beliau. Wahai</w:t>
      </w:r>
    </w:p>
    <w:p w:rsidR="00460E86" w:rsidRDefault="00460E86" w:rsidP="00460E86">
      <w:pPr>
        <w:pStyle w:val="libNormal"/>
      </w:pPr>
      <w:r>
        <w:t>Tuhanku sesungguhnya aku ucapkan selamat tinggal kepada Engkau</w:t>
      </w:r>
    </w:p>
    <w:p w:rsidR="00460E86" w:rsidRDefault="00460E86" w:rsidP="00460E86">
      <w:pPr>
        <w:pStyle w:val="libNormal"/>
      </w:pPr>
      <w:r>
        <w:t>untuknya" selain daripadaku?</w:t>
      </w:r>
    </w:p>
    <w:p w:rsidR="00460E86" w:rsidRDefault="00460E86" w:rsidP="00460E86">
      <w:pPr>
        <w:pStyle w:val="libNormal"/>
      </w:pPr>
      <w:r>
        <w:t>Mereka menjawab: Tidak.</w:t>
      </w:r>
      <w:r w:rsidRPr="00460E86">
        <w:rPr>
          <w:rStyle w:val="libFootnotenumChar"/>
        </w:rPr>
        <w:footnoteReference w:id="85"/>
      </w:r>
    </w:p>
    <w:p w:rsidR="00460E86" w:rsidRDefault="00460E86" w:rsidP="00460E86">
      <w:pPr>
        <w:pStyle w:val="libNormal"/>
      </w:pPr>
      <w:r>
        <w:t>84. Beliau berkata: Aku menyeru kalian dengan nama Allah adakah di</w:t>
      </w:r>
    </w:p>
    <w:p w:rsidR="00460E86" w:rsidRDefault="00460E86" w:rsidP="00460E86">
      <w:pPr>
        <w:pStyle w:val="libNormal"/>
      </w:pPr>
      <w:r>
        <w:t>kalangan kalian seorang di mana Rasulullah (s.`a.w.) bersabda</w:t>
      </w:r>
    </w:p>
    <w:p w:rsidR="00460E86" w:rsidRDefault="00460E86" w:rsidP="00460E86">
      <w:pPr>
        <w:pStyle w:val="libNormal"/>
      </w:pPr>
      <w:r>
        <w:t>kepadanya: "Andalah yang berhujah dengan orang ramai supaya</w:t>
      </w:r>
    </w:p>
    <w:p w:rsidR="00460E86" w:rsidRDefault="00460E86" w:rsidP="00460E86">
      <w:pPr>
        <w:pStyle w:val="libNormal"/>
      </w:pPr>
      <w:r>
        <w:t>mereka mengerjakan solat, mengeluarkan zakat, menyuruh perkara</w:t>
      </w:r>
    </w:p>
    <w:p w:rsidR="00460E86" w:rsidRDefault="00460E86" w:rsidP="00460E86">
      <w:pPr>
        <w:pStyle w:val="libNormal"/>
      </w:pPr>
      <w:r>
        <w:t>yang baik dan melarang perkara yang mungkar, melaksanakan hudud</w:t>
      </w:r>
    </w:p>
    <w:p w:rsidR="00460E86" w:rsidRDefault="00460E86" w:rsidP="00460E86">
      <w:pPr>
        <w:pStyle w:val="libNormal"/>
      </w:pPr>
      <w:r>
        <w:t>dan membahagikan hak yang sama" selain daripadaku?</w:t>
      </w:r>
    </w:p>
    <w:p w:rsidR="00460E86" w:rsidRDefault="00460E86" w:rsidP="00460E86">
      <w:pPr>
        <w:pStyle w:val="libNormal"/>
      </w:pPr>
      <w:r>
        <w:t>Mereka menjawab: Tidak.</w:t>
      </w:r>
      <w:r w:rsidRPr="00460E86">
        <w:rPr>
          <w:rStyle w:val="libFootnotenumChar"/>
        </w:rPr>
        <w:footnoteReference w:id="86"/>
      </w:r>
    </w:p>
    <w:p w:rsidR="00460E86" w:rsidRDefault="00460E86" w:rsidP="00460E86">
      <w:pPr>
        <w:pStyle w:val="libNormal"/>
      </w:pPr>
      <w:r>
        <w:t>85. Beliau berkata: Aku menyeru kalian dengan nama Allah adakah di</w:t>
      </w:r>
    </w:p>
    <w:p w:rsidR="00460E86" w:rsidRDefault="00460E86" w:rsidP="00460E86">
      <w:pPr>
        <w:pStyle w:val="libNormal"/>
      </w:pPr>
      <w:r>
        <w:t>kalangan kalian seorang di mana Rasulullah (s.`a.w.) memegang</w:t>
      </w:r>
    </w:p>
    <w:p w:rsidR="00460E86" w:rsidRDefault="00460E86" w:rsidP="00460E86">
      <w:pPr>
        <w:pStyle w:val="libNormal"/>
      </w:pPr>
      <w:r>
        <w:t>tangannya di hari Badr, lalu mengangkatnya sehingga orang ramai</w:t>
      </w:r>
    </w:p>
    <w:p w:rsidR="00460E86" w:rsidRDefault="00460E86" w:rsidP="00460E86">
      <w:pPr>
        <w:pStyle w:val="libNormal"/>
      </w:pPr>
      <w:r>
        <w:t>melihat keputihan kedua ketiaknya sambil bersabda: "Sesungguhnya ini</w:t>
      </w:r>
    </w:p>
    <w:p w:rsidR="00460E86" w:rsidRDefault="00460E86" w:rsidP="00460E86">
      <w:pPr>
        <w:pStyle w:val="libNormal"/>
      </w:pPr>
      <w:r>
        <w:t>adalah sepupuku, wazirku. Oleh itu jadikanlah beliau wazir, mintalah</w:t>
      </w:r>
    </w:p>
    <w:p w:rsidR="00460E86" w:rsidRDefault="00460E86" w:rsidP="00460E86">
      <w:pPr>
        <w:pStyle w:val="libNormal"/>
      </w:pPr>
      <w:r>
        <w:t>nasihatnya dan percayailah beliau kerana beliau adalah wali kalian"</w:t>
      </w:r>
    </w:p>
    <w:p w:rsidR="009C26EC" w:rsidRDefault="00460E86" w:rsidP="00460E86">
      <w:pPr>
        <w:pStyle w:val="libNormal"/>
      </w:pPr>
      <w:r>
        <w:t>selain daripadaku?</w:t>
      </w:r>
    </w:p>
    <w:p w:rsidR="002462EA" w:rsidRDefault="002462EA" w:rsidP="002462EA">
      <w:pPr>
        <w:pStyle w:val="libNormal"/>
      </w:pPr>
      <w:r>
        <w:t>Mereka menjawab: Tidak.</w:t>
      </w:r>
      <w:r w:rsidRPr="002462EA">
        <w:rPr>
          <w:rStyle w:val="libFootnotenumChar"/>
        </w:rPr>
        <w:footnoteReference w:id="87"/>
      </w:r>
    </w:p>
    <w:p w:rsidR="002462EA" w:rsidRDefault="002462EA" w:rsidP="002462EA">
      <w:pPr>
        <w:pStyle w:val="libNormal"/>
      </w:pPr>
      <w:r>
        <w:lastRenderedPageBreak/>
        <w:t>86. Beliau berkata: Aku menyeru kalian dengan nama Allah adakah di</w:t>
      </w:r>
    </w:p>
    <w:p w:rsidR="002462EA" w:rsidRDefault="002462EA" w:rsidP="002462EA">
      <w:pPr>
        <w:pStyle w:val="libNormal"/>
      </w:pPr>
      <w:r>
        <w:t>kalangan kalian seorang di mana ayat ini turun mengenainya: "Mereka</w:t>
      </w:r>
    </w:p>
    <w:p w:rsidR="002462EA" w:rsidRDefault="002462EA" w:rsidP="002462EA">
      <w:pPr>
        <w:pStyle w:val="libNormal"/>
      </w:pPr>
      <w:r>
        <w:t>mengutamakan orang lain atas diri mereka sendiri sekalipun mereka</w:t>
      </w:r>
    </w:p>
    <w:p w:rsidR="002462EA" w:rsidRDefault="002462EA" w:rsidP="002462EA">
      <w:pPr>
        <w:pStyle w:val="libNormal"/>
      </w:pPr>
      <w:r>
        <w:t>dalam kesusahan" (Surah al-Hasyr 59: 9) selain daripadaku?</w:t>
      </w:r>
    </w:p>
    <w:p w:rsidR="002462EA" w:rsidRDefault="002462EA" w:rsidP="002462EA">
      <w:pPr>
        <w:pStyle w:val="libNormal"/>
      </w:pPr>
      <w:r>
        <w:t>Mereka menjawab: Tidak.</w:t>
      </w:r>
      <w:r w:rsidRPr="002462EA">
        <w:rPr>
          <w:rStyle w:val="libFootnotenumChar"/>
        </w:rPr>
        <w:footnoteReference w:id="88"/>
      </w:r>
    </w:p>
    <w:p w:rsidR="002462EA" w:rsidRDefault="002462EA" w:rsidP="002462EA">
      <w:pPr>
        <w:pStyle w:val="libNormal"/>
      </w:pPr>
      <w:r>
        <w:t>87. Beliau berkata: Aku menyeru kalian dengan nama Allah adakah di</w:t>
      </w:r>
    </w:p>
    <w:p w:rsidR="002462EA" w:rsidRDefault="002462EA" w:rsidP="002462EA">
      <w:pPr>
        <w:pStyle w:val="libNormal"/>
      </w:pPr>
      <w:r>
        <w:t>kalangan kalian seorang di mana Jibrail seorang daripada para</w:t>
      </w:r>
    </w:p>
    <w:p w:rsidR="002462EA" w:rsidRDefault="002462EA" w:rsidP="002462EA">
      <w:pPr>
        <w:pStyle w:val="libNormal"/>
      </w:pPr>
      <w:r>
        <w:t>tetamunya selain daripadaku?</w:t>
      </w:r>
    </w:p>
    <w:p w:rsidR="002462EA" w:rsidRDefault="002462EA" w:rsidP="002462EA">
      <w:pPr>
        <w:pStyle w:val="libNormal"/>
      </w:pPr>
      <w:r>
        <w:t>Mereka menjawab: Tidak.</w:t>
      </w:r>
      <w:r w:rsidRPr="002462EA">
        <w:rPr>
          <w:rStyle w:val="libFootnotenumChar"/>
        </w:rPr>
        <w:footnoteReference w:id="89"/>
      </w:r>
    </w:p>
    <w:p w:rsidR="002462EA" w:rsidRDefault="002462EA" w:rsidP="002462EA">
      <w:pPr>
        <w:pStyle w:val="libNormal"/>
      </w:pPr>
      <w:r>
        <w:t>88. Beliau berkata: Aku menyeru kalian dengan nama Allah adakah di</w:t>
      </w:r>
    </w:p>
    <w:p w:rsidR="002462EA" w:rsidRDefault="002462EA" w:rsidP="002462EA">
      <w:pPr>
        <w:pStyle w:val="libNormal"/>
      </w:pPr>
      <w:r>
        <w:t>kalangan kalian seorang di mana Rasulullah (s.`a.w.) telah memberi</w:t>
      </w:r>
    </w:p>
    <w:p w:rsidR="002462EA" w:rsidRDefault="002462EA" w:rsidP="002462EA">
      <w:pPr>
        <w:pStyle w:val="libNormal"/>
      </w:pPr>
      <w:r>
        <w:t>kepadanya kapur barus dari syurga kemudian dia membahagikannya</w:t>
      </w:r>
    </w:p>
    <w:p w:rsidR="002462EA" w:rsidRDefault="002462EA" w:rsidP="002462EA">
      <w:pPr>
        <w:pStyle w:val="libNormal"/>
      </w:pPr>
      <w:r>
        <w:t>tiga bahagian, " Satu bahagian untukku, satu bahagian untuk anak</w:t>
      </w:r>
    </w:p>
    <w:p w:rsidR="002462EA" w:rsidRDefault="002462EA" w:rsidP="002462EA">
      <w:pPr>
        <w:pStyle w:val="libNormal"/>
      </w:pPr>
      <w:r>
        <w:t>perempuanku dan satu bahagian untuk anda " selain daripadaku?</w:t>
      </w:r>
    </w:p>
    <w:p w:rsidR="002462EA" w:rsidRDefault="002462EA" w:rsidP="002462EA">
      <w:pPr>
        <w:pStyle w:val="libNormal"/>
      </w:pPr>
      <w:r>
        <w:t>Mereka menjawab: Tidak.</w:t>
      </w:r>
      <w:r w:rsidRPr="002462EA">
        <w:rPr>
          <w:rStyle w:val="libFootnotenumChar"/>
        </w:rPr>
        <w:footnoteReference w:id="90"/>
      </w:r>
    </w:p>
    <w:p w:rsidR="002462EA" w:rsidRDefault="002462EA" w:rsidP="002462EA">
      <w:pPr>
        <w:pStyle w:val="libNormal"/>
      </w:pPr>
      <w:r>
        <w:t>89. Beliau berkata: Aku menyeru kalian dengan nama Allah adakah di</w:t>
      </w:r>
    </w:p>
    <w:p w:rsidR="002462EA" w:rsidRDefault="002462EA" w:rsidP="002462EA">
      <w:pPr>
        <w:pStyle w:val="libNormal"/>
      </w:pPr>
      <w:r>
        <w:t>kalangan kalian seorang di mana Rasulullah (s.`a.w.) bersabda</w:t>
      </w:r>
    </w:p>
    <w:p w:rsidR="002462EA" w:rsidRDefault="002462EA" w:rsidP="002462EA">
      <w:pPr>
        <w:pStyle w:val="libNormal"/>
      </w:pPr>
      <w:r>
        <w:t>kepadanya: " Di mana apabila dia berdepan dengan Rasulullah</w:t>
      </w:r>
    </w:p>
    <w:p w:rsidR="002462EA" w:rsidRDefault="002462EA" w:rsidP="002462EA">
      <w:pPr>
        <w:pStyle w:val="libNormal"/>
      </w:pPr>
      <w:r>
        <w:lastRenderedPageBreak/>
        <w:t>(s.`a.w.) dia menghormatinya, mendekatinya, mengalu-alukannya dan</w:t>
      </w:r>
    </w:p>
    <w:p w:rsidR="002462EA" w:rsidRDefault="002462EA" w:rsidP="002462EA">
      <w:pPr>
        <w:pStyle w:val="libNormal"/>
      </w:pPr>
      <w:r>
        <w:t>berseri-seri mukanya"selaindaripadaku?</w:t>
      </w:r>
    </w:p>
    <w:p w:rsidR="002462EA" w:rsidRDefault="00847B30" w:rsidP="002462EA">
      <w:pPr>
        <w:pStyle w:val="libNormal"/>
      </w:pPr>
      <w:r>
        <w:t>Mereka menjawab: Tidak.</w:t>
      </w:r>
      <w:r w:rsidRPr="00847B30">
        <w:rPr>
          <w:rStyle w:val="libFootnotenumChar"/>
        </w:rPr>
        <w:footnoteReference w:id="91"/>
      </w:r>
    </w:p>
    <w:p w:rsidR="002462EA" w:rsidRDefault="002462EA" w:rsidP="002462EA">
      <w:pPr>
        <w:pStyle w:val="libNormal"/>
      </w:pPr>
      <w:r>
        <w:t>90. Beliau berkata: Aku menyeru kalian dengan nama Allah adakah di</w:t>
      </w:r>
    </w:p>
    <w:p w:rsidR="002462EA" w:rsidRDefault="002462EA" w:rsidP="002462EA">
      <w:pPr>
        <w:pStyle w:val="libNormal"/>
      </w:pPr>
      <w:r>
        <w:t>kalangan kalian seorang di mana Rasulullah (s.`a.w.) telah</w:t>
      </w:r>
    </w:p>
    <w:p w:rsidR="002462EA" w:rsidRDefault="002462EA" w:rsidP="002462EA">
      <w:pPr>
        <w:pStyle w:val="libNormal"/>
      </w:pPr>
      <w:r>
        <w:t>melepaskannya dengan Surah al-Bara'ah kepada Musyrikin Makkah</w:t>
      </w:r>
    </w:p>
    <w:p w:rsidR="002462EA" w:rsidRDefault="002462EA" w:rsidP="002462EA">
      <w:pPr>
        <w:pStyle w:val="libNormal"/>
      </w:pPr>
      <w:r>
        <w:t>selain daripadaku?</w:t>
      </w:r>
    </w:p>
    <w:p w:rsidR="002462EA" w:rsidRDefault="00847B30" w:rsidP="002462EA">
      <w:pPr>
        <w:pStyle w:val="libNormal"/>
      </w:pPr>
      <w:r>
        <w:t>Mereka menjawab: Tidak.</w:t>
      </w:r>
      <w:r w:rsidRPr="00847B30">
        <w:rPr>
          <w:rStyle w:val="libFootnotenumChar"/>
        </w:rPr>
        <w:footnoteReference w:id="92"/>
      </w:r>
    </w:p>
    <w:p w:rsidR="002462EA" w:rsidRDefault="002462EA" w:rsidP="002462EA">
      <w:pPr>
        <w:pStyle w:val="libNormal"/>
      </w:pPr>
      <w:r>
        <w:t>91. Beliau berkata: Aku menyeru kalian dengan nama Allah adakah di</w:t>
      </w:r>
    </w:p>
    <w:p w:rsidR="002462EA" w:rsidRDefault="002462EA" w:rsidP="002462EA">
      <w:pPr>
        <w:pStyle w:val="libNormal"/>
      </w:pPr>
      <w:r>
        <w:t>kalangan kalian seorang di mana Rasulullah (s.`a.w.) bersabda</w:t>
      </w:r>
    </w:p>
    <w:p w:rsidR="002462EA" w:rsidRDefault="002462EA" w:rsidP="002462EA">
      <w:pPr>
        <w:pStyle w:val="libNormal"/>
      </w:pPr>
      <w:r>
        <w:t>kepadanya: "Aku bermegah dengan anda di hari kiamat apabila para</w:t>
      </w:r>
    </w:p>
    <w:p w:rsidR="002462EA" w:rsidRDefault="002462EA" w:rsidP="002462EA">
      <w:pPr>
        <w:pStyle w:val="libNormal"/>
      </w:pPr>
      <w:r>
        <w:t>nabi bermegah dengan para wasi mereka" selain daripadaku?</w:t>
      </w:r>
    </w:p>
    <w:p w:rsidR="002462EA" w:rsidRDefault="00847B30" w:rsidP="002462EA">
      <w:pPr>
        <w:pStyle w:val="libNormal"/>
      </w:pPr>
      <w:r>
        <w:t>Mereka menjawab: Tidak</w:t>
      </w:r>
      <w:r w:rsidRPr="00847B30">
        <w:rPr>
          <w:rStyle w:val="libFootnotenumChar"/>
        </w:rPr>
        <w:footnoteReference w:id="93"/>
      </w:r>
    </w:p>
    <w:p w:rsidR="002462EA" w:rsidRDefault="002462EA" w:rsidP="002462EA">
      <w:pPr>
        <w:pStyle w:val="libNormal"/>
      </w:pPr>
      <w:r>
        <w:t>92. Beliau berkata: Aku menyeru kalian dengan nama Allah adakah di</w:t>
      </w:r>
    </w:p>
    <w:p w:rsidR="00E81AF1" w:rsidRDefault="002462EA" w:rsidP="00E81AF1">
      <w:pPr>
        <w:pStyle w:val="libNormal"/>
      </w:pPr>
      <w:r>
        <w:t>kalangan kalian seorang di mana Rasulullah (s.`a.w.) bersabda</w:t>
      </w:r>
      <w:r w:rsidR="00847B30">
        <w:t xml:space="preserve"> </w:t>
      </w:r>
      <w:r w:rsidR="00E81AF1">
        <w:t>kepadanya: "Sesungguhnya aku akan memberi rahmat kepada anda dari</w:t>
      </w:r>
    </w:p>
    <w:p w:rsidR="00E81AF1" w:rsidRDefault="00E81AF1" w:rsidP="00E81AF1">
      <w:pPr>
        <w:pStyle w:val="libNormal"/>
      </w:pPr>
      <w:r>
        <w:t>hasad dengki orang ramai di dada-dada mereka, tetapi mereka tidak</w:t>
      </w:r>
    </w:p>
    <w:p w:rsidR="00E81AF1" w:rsidRDefault="00E81AF1" w:rsidP="00E81AF1">
      <w:pPr>
        <w:pStyle w:val="libNormal"/>
      </w:pPr>
      <w:r>
        <w:t>menzahirkannya sehinggalah ketiadaanku. Dan apabila mereka</w:t>
      </w:r>
    </w:p>
    <w:p w:rsidR="00E81AF1" w:rsidRDefault="00E81AF1" w:rsidP="00E81AF1">
      <w:pPr>
        <w:pStyle w:val="libNormal"/>
      </w:pPr>
      <w:r>
        <w:lastRenderedPageBreak/>
        <w:t>kehilanganku, mereka akan melakukan khilaf" selain daripadaku?</w:t>
      </w:r>
    </w:p>
    <w:p w:rsidR="00E81AF1" w:rsidRDefault="00E81AF1" w:rsidP="00E81AF1">
      <w:pPr>
        <w:pStyle w:val="libNormal"/>
      </w:pPr>
      <w:r>
        <w:t>Mereka menjawab: Tidak.</w:t>
      </w:r>
      <w:r w:rsidRPr="00E81AF1">
        <w:rPr>
          <w:rStyle w:val="libFootnotenumChar"/>
        </w:rPr>
        <w:footnoteReference w:id="94"/>
      </w:r>
    </w:p>
    <w:p w:rsidR="00E81AF1" w:rsidRDefault="00E81AF1" w:rsidP="00E81AF1">
      <w:pPr>
        <w:pStyle w:val="libNormal"/>
      </w:pPr>
      <w:r>
        <w:t>93. Beliau berkata: Aku menyeru kalian dengan nama Allah adakah di</w:t>
      </w:r>
    </w:p>
    <w:p w:rsidR="00E81AF1" w:rsidRDefault="00E81AF1" w:rsidP="00E81AF1">
      <w:pPr>
        <w:pStyle w:val="libNormal"/>
      </w:pPr>
      <w:r>
        <w:t>kalangan kalian seorang di mana Rasulullah (s.`a.w.) bersabda</w:t>
      </w:r>
    </w:p>
    <w:p w:rsidR="00E81AF1" w:rsidRDefault="00E81AF1" w:rsidP="00E81AF1">
      <w:pPr>
        <w:pStyle w:val="libNormal"/>
      </w:pPr>
      <w:r>
        <w:t>kepadanya: "Apabila Allah melaksanakan amanah anda, Allah akan</w:t>
      </w:r>
    </w:p>
    <w:p w:rsidR="00E81AF1" w:rsidRDefault="00E81AF1" w:rsidP="00E81AF1">
      <w:pPr>
        <w:pStyle w:val="libNormal"/>
      </w:pPr>
      <w:r>
        <w:t>menyempurnakan dhimmah anda" selain daripadaku?</w:t>
      </w:r>
    </w:p>
    <w:p w:rsidR="00E81AF1" w:rsidRDefault="00E81AF1" w:rsidP="00E81AF1">
      <w:pPr>
        <w:pStyle w:val="libNormal"/>
      </w:pPr>
      <w:r>
        <w:t>Mereka menjawab: Tidak.</w:t>
      </w:r>
      <w:r w:rsidRPr="00E81AF1">
        <w:rPr>
          <w:rStyle w:val="libFootnotenumChar"/>
        </w:rPr>
        <w:footnoteReference w:id="95"/>
      </w:r>
    </w:p>
    <w:p w:rsidR="00E81AF1" w:rsidRDefault="00E81AF1" w:rsidP="00E81AF1">
      <w:pPr>
        <w:pStyle w:val="libNormal"/>
      </w:pPr>
      <w:r>
        <w:t>94. Beliau berkata: Aku menyeru kalian dengan nama Allah adakah di</w:t>
      </w:r>
    </w:p>
    <w:p w:rsidR="00E81AF1" w:rsidRDefault="00E81AF1" w:rsidP="00E81AF1">
      <w:pPr>
        <w:pStyle w:val="libNormal"/>
      </w:pPr>
      <w:r>
        <w:t>kalangan kalian seorang di mana Rasulullah (s.`a.w.) bersabda</w:t>
      </w:r>
    </w:p>
    <w:p w:rsidR="00E81AF1" w:rsidRDefault="00E81AF1" w:rsidP="00E81AF1">
      <w:pPr>
        <w:pStyle w:val="libNormal"/>
      </w:pPr>
      <w:r>
        <w:t>kepadanya: "Andalah pembahagi neraka, andalah yang mengeluarkan</w:t>
      </w:r>
    </w:p>
    <w:p w:rsidR="00E81AF1" w:rsidRDefault="00E81AF1" w:rsidP="00E81AF1">
      <w:pPr>
        <w:pStyle w:val="libNormal"/>
      </w:pPr>
      <w:r>
        <w:t>daripadanya orang yang telah bersih dan meninggalkan di dalamnya</w:t>
      </w:r>
    </w:p>
    <w:p w:rsidR="00E81AF1" w:rsidRDefault="00E81AF1" w:rsidP="00E81AF1">
      <w:pPr>
        <w:pStyle w:val="libNormal"/>
      </w:pPr>
      <w:r>
        <w:t>setiap kafir" selain daripadaku?</w:t>
      </w:r>
    </w:p>
    <w:p w:rsidR="00E81AF1" w:rsidRDefault="00E81AF1" w:rsidP="00E81AF1">
      <w:pPr>
        <w:pStyle w:val="libNormal"/>
      </w:pPr>
      <w:r>
        <w:t>Mereka menjawab: Tidak.</w:t>
      </w:r>
      <w:r w:rsidRPr="00E81AF1">
        <w:rPr>
          <w:rStyle w:val="libFootnotenumChar"/>
        </w:rPr>
        <w:footnoteReference w:id="96"/>
      </w:r>
    </w:p>
    <w:p w:rsidR="00E81AF1" w:rsidRDefault="00E81AF1" w:rsidP="00E81AF1">
      <w:pPr>
        <w:pStyle w:val="libNormal"/>
      </w:pPr>
      <w:r>
        <w:t>95. Beliau berkata: Aku menyeru kalian dengan nama Allah adakah di</w:t>
      </w:r>
    </w:p>
    <w:p w:rsidR="00E81AF1" w:rsidRDefault="00E81AF1" w:rsidP="00E81AF1">
      <w:pPr>
        <w:pStyle w:val="libNormal"/>
      </w:pPr>
      <w:r>
        <w:t>kalangan kalian seorang di mana dia telah membuka benteng Khaibar</w:t>
      </w:r>
    </w:p>
    <w:p w:rsidR="00E81AF1" w:rsidRDefault="00E81AF1" w:rsidP="00E81AF1">
      <w:pPr>
        <w:pStyle w:val="libNormal"/>
      </w:pPr>
      <w:r>
        <w:t>dan menawan anak perempuan Rahib kemudian dia membawanya</w:t>
      </w:r>
    </w:p>
    <w:p w:rsidR="00E81AF1" w:rsidRDefault="00E81AF1" w:rsidP="00E81AF1">
      <w:pPr>
        <w:pStyle w:val="libNormal"/>
      </w:pPr>
      <w:r>
        <w:t>kepada Rasulullah (s.`a.w.) selain daripadaku?</w:t>
      </w:r>
    </w:p>
    <w:p w:rsidR="00E81AF1" w:rsidRDefault="00E81AF1" w:rsidP="00E81AF1">
      <w:pPr>
        <w:pStyle w:val="libNormal"/>
      </w:pPr>
      <w:r>
        <w:t>Mereka menjawab: Tidak.</w:t>
      </w:r>
      <w:r w:rsidRPr="00E81AF1">
        <w:rPr>
          <w:rStyle w:val="libFootnotenumChar"/>
        </w:rPr>
        <w:footnoteReference w:id="97"/>
      </w:r>
    </w:p>
    <w:p w:rsidR="00E81AF1" w:rsidRDefault="00E81AF1" w:rsidP="00E81AF1">
      <w:pPr>
        <w:pStyle w:val="libNormal"/>
      </w:pPr>
      <w:r>
        <w:t>96. Beliau berkata: Aku menyeru kalian dengan nama Allah adakah di</w:t>
      </w:r>
    </w:p>
    <w:p w:rsidR="00E81AF1" w:rsidRDefault="00E81AF1" w:rsidP="00E81AF1">
      <w:pPr>
        <w:pStyle w:val="libNormal"/>
      </w:pPr>
      <w:r>
        <w:lastRenderedPageBreak/>
        <w:t>kalangan kalian seorang di mana Rasulullah (s.`a.w.)bersabda</w:t>
      </w:r>
    </w:p>
    <w:p w:rsidR="00E81AF1" w:rsidRDefault="00E81AF1" w:rsidP="00E81AF1">
      <w:pPr>
        <w:pStyle w:val="libNormal"/>
      </w:pPr>
      <w:r>
        <w:t>kepadanya: "Haud akan dibentangkan kepadaku di kala itu anda dan</w:t>
      </w:r>
    </w:p>
    <w:p w:rsidR="00E81AF1" w:rsidRDefault="00E81AF1" w:rsidP="00E81AF1">
      <w:pPr>
        <w:pStyle w:val="libNormal"/>
      </w:pPr>
      <w:r>
        <w:t>Syi`ah anda berseri muka-muka mereka. Dan dibentang ke atasku</w:t>
      </w:r>
    </w:p>
    <w:p w:rsidR="00E81AF1" w:rsidRDefault="00E81AF1" w:rsidP="00E81AF1">
      <w:pPr>
        <w:pStyle w:val="libNormal"/>
      </w:pPr>
      <w:r>
        <w:t>musuh anda dalam keadaan dahaga dan</w:t>
      </w:r>
    </w:p>
    <w:p w:rsidR="00E81AF1" w:rsidRDefault="00E81AF1" w:rsidP="00E81AF1">
      <w:pPr>
        <w:pStyle w:val="libNormal"/>
      </w:pPr>
      <w:r>
        <w:t>terbelenggu dalam keadaan muka mereka kehitaman" selain</w:t>
      </w:r>
    </w:p>
    <w:p w:rsidR="00E81AF1" w:rsidRDefault="00E81AF1" w:rsidP="00E81AF1">
      <w:pPr>
        <w:pStyle w:val="libNormal"/>
      </w:pPr>
      <w:r>
        <w:t>daripadaku?</w:t>
      </w:r>
    </w:p>
    <w:p w:rsidR="00E81AF1" w:rsidRDefault="00412A81" w:rsidP="00E81AF1">
      <w:pPr>
        <w:pStyle w:val="libNormal"/>
      </w:pPr>
      <w:r>
        <w:t>Mereka menjawab: Tidak.</w:t>
      </w:r>
      <w:r w:rsidRPr="00412A81">
        <w:rPr>
          <w:rStyle w:val="libFootnotenumChar"/>
        </w:rPr>
        <w:footnoteReference w:id="98"/>
      </w:r>
    </w:p>
    <w:p w:rsidR="00E81AF1" w:rsidRDefault="00E81AF1" w:rsidP="00E81AF1">
      <w:pPr>
        <w:pStyle w:val="libNormal"/>
      </w:pPr>
      <w:r>
        <w:t>Kemudian Amir al-Mukminin A.S berkata kepada mereka: Adapun</w:t>
      </w:r>
    </w:p>
    <w:p w:rsidR="00E81AF1" w:rsidRDefault="00E81AF1" w:rsidP="00E81AF1">
      <w:pPr>
        <w:pStyle w:val="libNormal"/>
      </w:pPr>
      <w:r>
        <w:t>apabila kalian telah memperakui kebenarannya, dan telah jelas sabdasabda</w:t>
      </w:r>
    </w:p>
    <w:p w:rsidR="00E81AF1" w:rsidRDefault="00E81AF1" w:rsidP="00E81AF1">
      <w:pPr>
        <w:pStyle w:val="libNormal"/>
      </w:pPr>
      <w:r>
        <w:t>Nabi kalian, maka hendaklah kalian bertakwa kepada Allah</w:t>
      </w:r>
    </w:p>
    <w:p w:rsidR="00E81AF1" w:rsidRDefault="00E81AF1" w:rsidP="00E81AF1">
      <w:pPr>
        <w:pStyle w:val="libNormal"/>
      </w:pPr>
      <w:r>
        <w:t>sahaja, tidak ada sekutu bagi-Nya. Sekarang aku melarang kalian dari</w:t>
      </w:r>
    </w:p>
    <w:p w:rsidR="00E81AF1" w:rsidRDefault="00E81AF1" w:rsidP="00E81AF1">
      <w:pPr>
        <w:pStyle w:val="libNormal"/>
      </w:pPr>
      <w:r>
        <w:t>kemaraha-Nya dan janganlah kalian mendurhakai-Nya. Kembalikanlah</w:t>
      </w:r>
    </w:p>
    <w:p w:rsidR="00E81AF1" w:rsidRDefault="00E81AF1" w:rsidP="00E81AF1">
      <w:pPr>
        <w:pStyle w:val="libNormal"/>
      </w:pPr>
      <w:r>
        <w:t>kebenaran itu kepada ahlinya, ikutilah Sunnah Nabi kalian, kerana</w:t>
      </w:r>
    </w:p>
    <w:p w:rsidR="00401B2D" w:rsidRDefault="00E81AF1" w:rsidP="00401B2D">
      <w:pPr>
        <w:pStyle w:val="libNormal"/>
      </w:pPr>
      <w:r>
        <w:t>sesungguhnya sekiranya kalian menyalahinya, maka sesungguhnya</w:t>
      </w:r>
      <w:r w:rsidR="00401B2D">
        <w:t xml:space="preserve"> kalian telah menyalahi Allah. Oleh itu kembalikanlah hak itu kepada</w:t>
      </w:r>
    </w:p>
    <w:p w:rsidR="00401B2D" w:rsidRDefault="00401B2D" w:rsidP="00401B2D">
      <w:pPr>
        <w:pStyle w:val="libNormal"/>
      </w:pPr>
      <w:r>
        <w:t>ahlinya dan sememangnyalah ia adalah untuknya.</w:t>
      </w:r>
    </w:p>
    <w:p w:rsidR="00401B2D" w:rsidRDefault="00401B2D" w:rsidP="00401B2D">
      <w:pPr>
        <w:pStyle w:val="libNormal"/>
      </w:pPr>
      <w:r>
        <w:t>Beliau berkata: Mereka pun mengelipkan mata di kalangan mereka</w:t>
      </w:r>
    </w:p>
    <w:p w:rsidR="00401B2D" w:rsidRDefault="00401B2D" w:rsidP="00401B2D">
      <w:pPr>
        <w:pStyle w:val="libNormal"/>
      </w:pPr>
      <w:r>
        <w:t>dan bermesyuarat kemudian berkata: "Sesungguhnya kami telah</w:t>
      </w:r>
    </w:p>
    <w:p w:rsidR="00401B2D" w:rsidRDefault="00401B2D" w:rsidP="00401B2D">
      <w:pPr>
        <w:pStyle w:val="libNormal"/>
      </w:pPr>
      <w:r>
        <w:t>mengetahui kelebihannya, dan kami telah mengetahui sesungguhnya</w:t>
      </w:r>
    </w:p>
    <w:p w:rsidR="00401B2D" w:rsidRDefault="00401B2D" w:rsidP="00401B2D">
      <w:pPr>
        <w:pStyle w:val="libNormal"/>
      </w:pPr>
      <w:r>
        <w:t>beliau adalah orang yang paling berhak dengannya, tetapi beliau adalah</w:t>
      </w:r>
    </w:p>
    <w:p w:rsidR="00401B2D" w:rsidRDefault="00401B2D" w:rsidP="00401B2D">
      <w:pPr>
        <w:pStyle w:val="libNormal"/>
      </w:pPr>
      <w:r>
        <w:lastRenderedPageBreak/>
        <w:t>seorang yang tidak melebihkan seorang ke atas seorang. Oleh itu</w:t>
      </w:r>
    </w:p>
    <w:p w:rsidR="00401B2D" w:rsidRDefault="00401B2D" w:rsidP="00401B2D">
      <w:pPr>
        <w:pStyle w:val="libNormal"/>
      </w:pPr>
      <w:r>
        <w:t>sekiranya kalian melantiknya untuk jawatan Khalifah, nescaya beliau</w:t>
      </w:r>
    </w:p>
    <w:p w:rsidR="00401B2D" w:rsidRDefault="00401B2D" w:rsidP="00401B2D">
      <w:pPr>
        <w:pStyle w:val="libNormal"/>
      </w:pPr>
      <w:r>
        <w:t>akan menjadikan kalian dan orang ramai dari segi hak sama sahaja.</w:t>
      </w:r>
    </w:p>
    <w:p w:rsidR="00401B2D" w:rsidRDefault="00401B2D" w:rsidP="00401B2D">
      <w:pPr>
        <w:pStyle w:val="libNormal"/>
      </w:pPr>
      <w:r>
        <w:t>Tetapi sekiranya kalian melantik `Uthman beliau akan menurut apa</w:t>
      </w:r>
    </w:p>
    <w:p w:rsidR="00401B2D" w:rsidRDefault="00401B2D" w:rsidP="00401B2D">
      <w:pPr>
        <w:pStyle w:val="libNormal"/>
      </w:pPr>
      <w:r>
        <w:t>yang kalian hajati". Lantaran itu mereka melantik Uthman sebagai</w:t>
      </w:r>
    </w:p>
    <w:p w:rsidR="00401B2D" w:rsidRDefault="00401B2D" w:rsidP="00401B2D">
      <w:pPr>
        <w:pStyle w:val="libNormal"/>
      </w:pPr>
      <w:r>
        <w:t>Khalifah.</w:t>
      </w:r>
    </w:p>
    <w:p w:rsidR="00401B2D" w:rsidRPr="00401B2D" w:rsidRDefault="00401B2D">
      <w:r>
        <w:br w:type="page"/>
      </w:r>
    </w:p>
    <w:p w:rsidR="00401B2D" w:rsidRDefault="00401B2D" w:rsidP="00401B2D">
      <w:pPr>
        <w:pStyle w:val="Heading2"/>
      </w:pPr>
      <w:bookmarkStart w:id="6" w:name="_Toc425594726"/>
      <w:r>
        <w:lastRenderedPageBreak/>
        <w:t>Ulasan</w:t>
      </w:r>
      <w:bookmarkEnd w:id="6"/>
    </w:p>
    <w:p w:rsidR="00401B2D" w:rsidRDefault="00401B2D" w:rsidP="00401B2D">
      <w:pPr>
        <w:pStyle w:val="libNormal"/>
      </w:pPr>
    </w:p>
    <w:p w:rsidR="00401B2D" w:rsidRDefault="00401B2D" w:rsidP="00401B2D">
      <w:pPr>
        <w:pStyle w:val="libNormal"/>
      </w:pPr>
      <w:r>
        <w:t>Amir al-Mukminin `Ali b. Abu Talib A.S telah mengemukakan</w:t>
      </w:r>
    </w:p>
    <w:p w:rsidR="00401B2D" w:rsidRDefault="00401B2D" w:rsidP="00401B2D">
      <w:pPr>
        <w:pStyle w:val="libNormal"/>
      </w:pPr>
      <w:r>
        <w:t>hujah-hujahnya terhadap lima orang Ahli majlis Syura yang dilantik</w:t>
      </w:r>
    </w:p>
    <w:p w:rsidR="00401B2D" w:rsidRDefault="00401B2D" w:rsidP="00401B2D">
      <w:pPr>
        <w:pStyle w:val="libNormal"/>
      </w:pPr>
      <w:r>
        <w:t>oleh Khalifah `Umar. Beliau telah mengajukan beberapa soalan</w:t>
      </w:r>
    </w:p>
    <w:p w:rsidR="00401B2D" w:rsidRDefault="00401B2D" w:rsidP="00401B2D">
      <w:pPr>
        <w:pStyle w:val="libNormal"/>
      </w:pPr>
      <w:r>
        <w:t>munasyadah yang berasaskan hadis-hadis Rasulullah (s.`a.w.).</w:t>
      </w:r>
    </w:p>
    <w:p w:rsidR="00401B2D" w:rsidRDefault="00401B2D" w:rsidP="00401B2D">
      <w:pPr>
        <w:pStyle w:val="libNormal"/>
      </w:pPr>
      <w:r>
        <w:t>Kesemua soalan-soalan tersebut diperakui oleh kelima-lima Ahli Syura</w:t>
      </w:r>
    </w:p>
    <w:p w:rsidR="00401B2D" w:rsidRDefault="00401B2D" w:rsidP="00401B2D">
      <w:pPr>
        <w:pStyle w:val="libNormal"/>
      </w:pPr>
      <w:r>
        <w:t>tersebut. Beliau yakin bahawa jawatan Imamah atau Khilafah adalah</w:t>
      </w:r>
    </w:p>
    <w:p w:rsidR="00401B2D" w:rsidRDefault="00401B2D" w:rsidP="00401B2D">
      <w:pPr>
        <w:pStyle w:val="libNormal"/>
      </w:pPr>
      <w:r>
        <w:t>untuk beliau dan sebelas anak cucunya daripada Fatimah bt.</w:t>
      </w:r>
    </w:p>
    <w:p w:rsidR="00401B2D" w:rsidRDefault="00401B2D" w:rsidP="00401B2D">
      <w:pPr>
        <w:pStyle w:val="libNormal"/>
      </w:pPr>
      <w:r>
        <w:t>Muhammad A.S. Hadis-hadis tersebut telah dicatat oleh para ulama Ahl</w:t>
      </w:r>
    </w:p>
    <w:p w:rsidR="00401B2D" w:rsidRDefault="00401B2D" w:rsidP="00401B2D">
      <w:pPr>
        <w:pStyle w:val="libNormal"/>
      </w:pPr>
      <w:r>
        <w:t>al-Sunnah di dalam buku-buku mereka.Tetapi sayangnya berlakulah</w:t>
      </w:r>
    </w:p>
    <w:p w:rsidR="00401B2D" w:rsidRDefault="00401B2D" w:rsidP="00401B2D">
      <w:pPr>
        <w:pStyle w:val="libNormal"/>
      </w:pPr>
      <w:r>
        <w:t>apa yang berlaku sehingga hari ini.</w:t>
      </w:r>
    </w:p>
    <w:p w:rsidR="00401B2D" w:rsidRDefault="00401B2D" w:rsidP="00401B2D">
      <w:pPr>
        <w:pStyle w:val="libNormal"/>
      </w:pPr>
      <w:r>
        <w:t>Walau bagaimanapun, Majlis Syura yang dibentuk oleh Khalifah</w:t>
      </w:r>
    </w:p>
    <w:p w:rsidR="00401B2D" w:rsidRDefault="00401B2D" w:rsidP="00401B2D">
      <w:pPr>
        <w:pStyle w:val="libNormal"/>
      </w:pPr>
      <w:r>
        <w:t>`Umar kelihatan aneh dan menakutkan kerana ia mesti diselesaikan</w:t>
      </w:r>
    </w:p>
    <w:p w:rsidR="00401B2D" w:rsidRDefault="00401B2D" w:rsidP="00401B2D">
      <w:pPr>
        <w:pStyle w:val="libNormal"/>
      </w:pPr>
      <w:r>
        <w:t>dalam masa tiga hari dan dikawal oleh 50 orang tentera yang lengkap</w:t>
      </w:r>
    </w:p>
    <w:p w:rsidR="00401B2D" w:rsidRDefault="00401B2D" w:rsidP="00401B2D">
      <w:pPr>
        <w:pStyle w:val="libNormal"/>
      </w:pPr>
      <w:r>
        <w:t>dengan senjata. Khalifah `Umar melantik enam orang; `Uthman b.</w:t>
      </w:r>
    </w:p>
    <w:p w:rsidR="00401B2D" w:rsidRDefault="00401B2D" w:rsidP="00401B2D">
      <w:pPr>
        <w:pStyle w:val="libNormal"/>
      </w:pPr>
      <w:r>
        <w:t>`Affan, `Ali b. Abi Talib, Sa`d b. Abi Waqqas, Talhah b. `Ubaidillah dan al-</w:t>
      </w:r>
    </w:p>
    <w:p w:rsidR="00401B2D" w:rsidRDefault="00401B2D" w:rsidP="00401B2D">
      <w:pPr>
        <w:pStyle w:val="libNormal"/>
      </w:pPr>
      <w:r>
        <w:t>Zubair b. al-`Awwam. Kemudian dia mencaci mereka dengan cacian</w:t>
      </w:r>
    </w:p>
    <w:p w:rsidR="00401B2D" w:rsidRDefault="00401B2D" w:rsidP="00401B2D">
      <w:pPr>
        <w:pStyle w:val="libNormal"/>
      </w:pPr>
      <w:r>
        <w:t>yang tidak melayakkan mereka menjadi Khalifah.</w:t>
      </w:r>
    </w:p>
    <w:p w:rsidR="00401B2D" w:rsidRDefault="00401B2D" w:rsidP="00401B2D">
      <w:pPr>
        <w:pStyle w:val="libNormal"/>
      </w:pPr>
      <w:r>
        <w:t>`Umar berkata: Demi Allah, tidak ada halangan bagiku untuk</w:t>
      </w:r>
    </w:p>
    <w:p w:rsidR="00401B2D" w:rsidRDefault="00401B2D" w:rsidP="00DE25C6">
      <w:pPr>
        <w:pStyle w:val="libNormal"/>
      </w:pPr>
      <w:r>
        <w:lastRenderedPageBreak/>
        <w:t>melantik anda menjadi khalifah wahai Sa`d, hanya anda adalah</w:t>
      </w:r>
      <w:r w:rsidR="00DE25C6">
        <w:t xml:space="preserve"> </w:t>
      </w:r>
      <w:r>
        <w:t>seorang yang kasar (ghalazah) kerana anda adalah ahli peperangan,</w:t>
      </w:r>
      <w:r w:rsidR="00DE25C6">
        <w:t xml:space="preserve"> </w:t>
      </w:r>
      <w:r>
        <w:t>`Abd al-Rahman hanya anda adalah Fir`aun umat ini (fir`aun hadhi-hi alummah),</w:t>
      </w:r>
      <w:r w:rsidR="00DE25C6">
        <w:t xml:space="preserve"> </w:t>
      </w:r>
      <w:r>
        <w:t>al-Zubair, hanya anda adalah seorang mukmin pada waktu</w:t>
      </w:r>
      <w:r w:rsidR="00DE25C6">
        <w:t xml:space="preserve"> </w:t>
      </w:r>
      <w:r>
        <w:t>redha dan kafir pada waktu marah (kafir `and al-ghadab), Talhah,</w:t>
      </w:r>
      <w:r w:rsidR="00DE25C6">
        <w:t xml:space="preserve"> </w:t>
      </w:r>
      <w:r>
        <w:t>hanya seorang yang angkuh dan Rasulullah memarahi anda kerana</w:t>
      </w:r>
      <w:r w:rsidR="00DE25C6">
        <w:t xml:space="preserve"> </w:t>
      </w:r>
      <w:r>
        <w:t>kata-kata anda ketika turun ayat hijab (Surah al-Ahzab 33: 53) (katakata</w:t>
      </w:r>
    </w:p>
    <w:p w:rsidR="00401B2D" w:rsidRDefault="00401B2D" w:rsidP="00401B2D">
      <w:pPr>
        <w:pStyle w:val="libNormal"/>
      </w:pPr>
      <w:r>
        <w:t>Talhah: Muhammad tidak boleh membuat apa-apa sekalipun</w:t>
      </w:r>
    </w:p>
    <w:p w:rsidR="00401B2D" w:rsidRDefault="00401B2D" w:rsidP="00401B2D">
      <w:pPr>
        <w:pStyle w:val="libNormal"/>
      </w:pPr>
      <w:r>
        <w:t>mengenakan hijab ke atas isteri-isterinya. Apabila beliau wafat, kami</w:t>
      </w:r>
    </w:p>
    <w:p w:rsidR="00380489" w:rsidRDefault="00401B2D" w:rsidP="00401B2D">
      <w:pPr>
        <w:pStyle w:val="libNormal"/>
      </w:pPr>
      <w:r>
        <w:t>akan mengahwini isteri-isteri beliau).</w:t>
      </w:r>
    </w:p>
    <w:p w:rsidR="009C6D46" w:rsidRDefault="009C6D46" w:rsidP="009C6D46">
      <w:pPr>
        <w:pStyle w:val="libNormal"/>
      </w:pPr>
      <w:r>
        <w:t>Justeru itu jika anda dilantik, anda akan menyarungkan cincin</w:t>
      </w:r>
    </w:p>
    <w:p w:rsidR="009C6D46" w:rsidRDefault="009C6D46" w:rsidP="009C6D46">
      <w:pPr>
        <w:pStyle w:val="libNormal"/>
      </w:pPr>
      <w:r>
        <w:t>mohornya ke jari isteri anda. Begitu juga `Uthman, andalah seorang</w:t>
      </w:r>
    </w:p>
    <w:p w:rsidR="009C6D46" w:rsidRDefault="009C6D46" w:rsidP="009C6D46">
      <w:pPr>
        <w:pStyle w:val="libNormal"/>
      </w:pPr>
      <w:r>
        <w:t>yang asabiyah kepada kaum keluarga anda. Justeru itu sekumpulan</w:t>
      </w:r>
    </w:p>
    <w:p w:rsidR="009C6D46" w:rsidRDefault="009C6D46" w:rsidP="009C6D46">
      <w:pPr>
        <w:pStyle w:val="libNormal"/>
      </w:pPr>
      <w:r>
        <w:t>serigala Arab akan menyembelihkan anda dan jika ia berlaku ingatlah</w:t>
      </w:r>
    </w:p>
    <w:p w:rsidR="009C6D46" w:rsidRDefault="009C6D46" w:rsidP="009C6D46">
      <w:pPr>
        <w:pStyle w:val="libNormal"/>
      </w:pPr>
      <w:r>
        <w:t>kata-kataku ini. Dan anda wahai `Ali, sekiranya anda bukan orang yang</w:t>
      </w:r>
    </w:p>
    <w:p w:rsidR="009C6D46" w:rsidRDefault="009C6D46" w:rsidP="009C6D46">
      <w:pPr>
        <w:pStyle w:val="libNormal"/>
      </w:pPr>
      <w:r>
        <w:t>sukakan kelakar, `Ali A.S telah menafikan dirinya sebagai seorang</w:t>
      </w:r>
    </w:p>
    <w:p w:rsidR="009C6D46" w:rsidRDefault="009C6D46" w:rsidP="009C6D46">
      <w:pPr>
        <w:pStyle w:val="libNormal"/>
      </w:pPr>
      <w:r>
        <w:t>kelakar.</w:t>
      </w:r>
      <w:r w:rsidRPr="009C6D46">
        <w:rPr>
          <w:rStyle w:val="libFootnotenumChar"/>
        </w:rPr>
        <w:footnoteReference w:id="99"/>
      </w:r>
      <w:r>
        <w:t xml:space="preserve"> nescaya aku melantik anda dan anda akan membawa kaum muslimin kepada kebenaran yang jelas dan hujah yang bersih. </w:t>
      </w:r>
      <w:r w:rsidRPr="009C6D46">
        <w:rPr>
          <w:rStyle w:val="libFootnotenumChar"/>
        </w:rPr>
        <w:footnoteReference w:id="100"/>
      </w:r>
    </w:p>
    <w:p w:rsidR="009C6D46" w:rsidRDefault="009C6D46" w:rsidP="009C6D46">
      <w:pPr>
        <w:pStyle w:val="libNormal"/>
      </w:pPr>
      <w:r>
        <w:t>Kemudian dia berkata kepada panglima tentera Abu Talhah al-Ansari:</w:t>
      </w:r>
    </w:p>
    <w:p w:rsidR="009C6D46" w:rsidRDefault="009C6D46" w:rsidP="009C6D46">
      <w:pPr>
        <w:pStyle w:val="libNormal"/>
      </w:pPr>
      <w:r>
        <w:lastRenderedPageBreak/>
        <w:t>Jika seorang daripada mereka menentang dan lima bersetuju, maka</w:t>
      </w:r>
    </w:p>
    <w:p w:rsidR="009C6D46" w:rsidRDefault="009C6D46" w:rsidP="009C6D46">
      <w:pPr>
        <w:pStyle w:val="libNormal"/>
      </w:pPr>
      <w:r>
        <w:t>bunuhlah dia. Jika dua menentang dan empat bersetuju, maka</w:t>
      </w:r>
    </w:p>
    <w:p w:rsidR="009C6D46" w:rsidRDefault="009C6D46" w:rsidP="009C6D46">
      <w:pPr>
        <w:pStyle w:val="libNormal"/>
      </w:pPr>
      <w:r>
        <w:t>bunuhlah kedua-duanya. Dan jika tiga menentang dan tiga bersetuju,</w:t>
      </w:r>
    </w:p>
    <w:p w:rsidR="009C6D46" w:rsidRDefault="009C6D46" w:rsidP="009C6D46">
      <w:pPr>
        <w:pStyle w:val="libNormal"/>
      </w:pPr>
      <w:r>
        <w:t>maka pilihlah pihak yang ada `Abd al-Rahman b. `Auf.</w:t>
      </w:r>
      <w:r w:rsidRPr="009C6D46">
        <w:rPr>
          <w:rStyle w:val="libFootnotenumChar"/>
        </w:rPr>
        <w:footnoteReference w:id="101"/>
      </w:r>
    </w:p>
    <w:p w:rsidR="009C6D46" w:rsidRDefault="009C6D46" w:rsidP="009C6D46">
      <w:pPr>
        <w:pStyle w:val="libNormal"/>
      </w:pPr>
      <w:r>
        <w:t>Oleh itu, tidak hairanlah jika sistem syura sedemikian rupa dilihat</w:t>
      </w:r>
    </w:p>
    <w:p w:rsidR="009C6D46" w:rsidRDefault="009C6D46" w:rsidP="009C6D46">
      <w:pPr>
        <w:pStyle w:val="libNormal"/>
      </w:pPr>
      <w:r>
        <w:t>sebagai suatu perencanaan halus bagi menjauhkan `Ali A.S daripada</w:t>
      </w:r>
    </w:p>
    <w:p w:rsidR="009C6D46" w:rsidRDefault="009C6D46" w:rsidP="009C6D46">
      <w:pPr>
        <w:pStyle w:val="libNormal"/>
      </w:pPr>
      <w:r>
        <w:t>menjadi khalifah dan sekaligus menolak konsep keadilan semua sahabat</w:t>
      </w:r>
    </w:p>
    <w:p w:rsidR="009C6D46" w:rsidRDefault="009C6D46" w:rsidP="009C6D46">
      <w:pPr>
        <w:pStyle w:val="libNormal"/>
      </w:pPr>
      <w:r>
        <w:t>seperti berikut:</w:t>
      </w:r>
    </w:p>
    <w:p w:rsidR="009C6D46" w:rsidRDefault="009C6D46" w:rsidP="009C6D46">
      <w:pPr>
        <w:pStyle w:val="libNormal"/>
      </w:pPr>
      <w:r>
        <w:t>1. Syura ini telah melahirkan permusuhan terhadap `Ali A.S. Talhah</w:t>
      </w:r>
    </w:p>
    <w:p w:rsidR="009C6D46" w:rsidRDefault="009C6D46" w:rsidP="009C6D46">
      <w:pPr>
        <w:pStyle w:val="libNormal"/>
      </w:pPr>
      <w:r>
        <w:t>al-Tamimi adalah dari keluarga Abu Bakr yang telah memindahkan</w:t>
      </w:r>
    </w:p>
    <w:p w:rsidR="009C6D46" w:rsidRDefault="009C6D46" w:rsidP="009C6D46">
      <w:pPr>
        <w:pStyle w:val="libNormal"/>
      </w:pPr>
      <w:r>
        <w:t>khalifah dari `Ali A.S. `Abd al-Rahman bin `Auf adalah ipar `Uthman</w:t>
      </w:r>
    </w:p>
    <w:p w:rsidR="009C6D46" w:rsidRDefault="009C6D46" w:rsidP="009C6D46">
      <w:pPr>
        <w:pStyle w:val="libNormal"/>
      </w:pPr>
      <w:r>
        <w:t>dan dia adalah di antara orang yang menentang `Ali A.S. Dan dia di</w:t>
      </w:r>
    </w:p>
    <w:p w:rsidR="009C6D46" w:rsidRDefault="009C6D46" w:rsidP="009C6D46">
      <w:pPr>
        <w:pStyle w:val="libNormal"/>
      </w:pPr>
      <w:r>
        <w:t>antara orang yang cuba untuk membakar rumah `Ali A.S kerana</w:t>
      </w:r>
    </w:p>
    <w:p w:rsidR="009C6D46" w:rsidRDefault="009C6D46" w:rsidP="009C6D46">
      <w:pPr>
        <w:pStyle w:val="libNormal"/>
      </w:pPr>
      <w:r>
        <w:t>keengganannya memberi bai`ah kepada Abu Bakr . Sa`d b. Abi Waqqas</w:t>
      </w:r>
    </w:p>
    <w:p w:rsidR="009C6D46" w:rsidRDefault="009C6D46" w:rsidP="009C6D46">
      <w:pPr>
        <w:pStyle w:val="libNormal"/>
      </w:pPr>
      <w:r>
        <w:t>adalah di antara orang yang dendam terhadap `Ali A.S kerana ramai</w:t>
      </w:r>
    </w:p>
    <w:p w:rsidR="009C6D46" w:rsidRDefault="009C6D46" w:rsidP="009C6D46">
      <w:pPr>
        <w:pStyle w:val="libNormal"/>
      </w:pPr>
      <w:r>
        <w:t>daripada bapa-bapa saudaranya telah dibunuh oleh `Ali kerana</w:t>
      </w:r>
    </w:p>
    <w:p w:rsidR="009C6D46" w:rsidRDefault="009C6D46" w:rsidP="009C6D46">
      <w:pPr>
        <w:pStyle w:val="libNormal"/>
      </w:pPr>
      <w:r>
        <w:t>penyebaran Islam. Lantaran itu dia lewat memberi bai`ah kepada `Ali</w:t>
      </w:r>
    </w:p>
    <w:p w:rsidR="009C6D46" w:rsidRDefault="009C6D46" w:rsidP="009C6D46">
      <w:pPr>
        <w:pStyle w:val="libNormal"/>
      </w:pPr>
      <w:r>
        <w:t>A.S.Dan`Uthman ketua Bani Umayyah yang dikenali dengan</w:t>
      </w:r>
    </w:p>
    <w:p w:rsidR="009C6D46" w:rsidRDefault="009C6D46" w:rsidP="009C6D46">
      <w:pPr>
        <w:pStyle w:val="libNormal"/>
      </w:pPr>
      <w:r>
        <w:lastRenderedPageBreak/>
        <w:t>permusuhan dan penentangan terhadap Bani Hasyim. Justeru itu</w:t>
      </w:r>
    </w:p>
    <w:p w:rsidR="009C6D46" w:rsidRDefault="009C6D46" w:rsidP="009C6D46">
      <w:pPr>
        <w:pStyle w:val="libNormal"/>
      </w:pPr>
      <w:r>
        <w:t>syura telah diciptakan dengan begitu rupa adalah semata-mata untuk</w:t>
      </w:r>
    </w:p>
    <w:p w:rsidR="009C6D46" w:rsidRDefault="009C6D46" w:rsidP="009C6D46">
      <w:pPr>
        <w:pStyle w:val="libNormal"/>
      </w:pPr>
      <w:r>
        <w:t>menjauhkan `Ali daripada jawatan khalifah.</w:t>
      </w:r>
    </w:p>
    <w:p w:rsidR="009C6D46" w:rsidRDefault="009C6D46" w:rsidP="009C6D46">
      <w:pPr>
        <w:pStyle w:val="libNormal"/>
      </w:pPr>
      <w:r>
        <w:t>2. Syura ini juga menjauhkan `Ali dari anasir-anasir yang membantunya</w:t>
      </w:r>
    </w:p>
    <w:p w:rsidR="009C6D46" w:rsidRDefault="009C6D46" w:rsidP="009C6D46">
      <w:pPr>
        <w:pStyle w:val="libNormal"/>
      </w:pPr>
      <w:r>
        <w:t>di dalam pemilihan, kerana tidak seorang pun orang Ansar dipilih di</w:t>
      </w:r>
    </w:p>
    <w:p w:rsidR="009C6D46" w:rsidRDefault="009C6D46" w:rsidP="009C6D46">
      <w:pPr>
        <w:pStyle w:val="libNormal"/>
      </w:pPr>
      <w:r>
        <w:t>dalam majlis syura tersebut.</w:t>
      </w:r>
    </w:p>
    <w:p w:rsidR="009C6D46" w:rsidRDefault="009C6D46" w:rsidP="009C6D46">
      <w:pPr>
        <w:pStyle w:val="libNormal"/>
      </w:pPr>
      <w:r>
        <w:t>3. Syura menjadikan `Abd al-Rahman b. `Auf sebagai penentu apabila</w:t>
      </w:r>
    </w:p>
    <w:p w:rsidR="009C6D46" w:rsidRDefault="009C6D46" w:rsidP="009C6D46">
      <w:pPr>
        <w:pStyle w:val="libNormal"/>
      </w:pPr>
      <w:r>
        <w:t>tiga bersetuju dan tiga lagi menentang. Apakah kelebihan `Abd al-</w:t>
      </w:r>
    </w:p>
    <w:p w:rsidR="009C6D46" w:rsidRDefault="009C6D46" w:rsidP="009C6D46">
      <w:pPr>
        <w:pStyle w:val="libNormal"/>
      </w:pPr>
      <w:r>
        <w:t>Rahman b. `Auf sehingga dia menjadi penentu? Tidakkah dia</w:t>
      </w:r>
    </w:p>
    <w:p w:rsidR="00401B2D" w:rsidRDefault="009C6D46" w:rsidP="009C6D46">
      <w:pPr>
        <w:pStyle w:val="libNormal"/>
      </w:pPr>
      <w:r>
        <w:t>(`Umar) berkata kepadanya: "Anda adalah Fir`aun umat ini?"</w:t>
      </w:r>
      <w:r w:rsidRPr="009C6D46">
        <w:rPr>
          <w:rStyle w:val="libFootnotenumChar"/>
        </w:rPr>
        <w:footnoteReference w:id="102"/>
      </w:r>
    </w:p>
    <w:p w:rsidR="00EE3BBA" w:rsidRDefault="00EE3BBA" w:rsidP="00EE3BBA">
      <w:pPr>
        <w:pStyle w:val="libNormal"/>
      </w:pPr>
      <w:r>
        <w:t>4. Syura melahirkan perebutan dan penentangan di kalangan anggotaanggotanya.</w:t>
      </w:r>
    </w:p>
    <w:p w:rsidR="00EE3BBA" w:rsidRDefault="00EE3BBA" w:rsidP="00EE3BBA">
      <w:pPr>
        <w:pStyle w:val="libNormal"/>
      </w:pPr>
      <w:r>
        <w:t>Sa`d bin Abi Waqqas dan `Abd al-Rahman patuh</w:t>
      </w:r>
    </w:p>
    <w:p w:rsidR="00EE3BBA" w:rsidRDefault="00EE3BBA" w:rsidP="00EE3BBA">
      <w:pPr>
        <w:pStyle w:val="libNormal"/>
      </w:pPr>
      <w:r>
        <w:t>kepada `Uthman . Dan berlakulah sebagaimana ianya berlaku.</w:t>
      </w:r>
      <w:r w:rsidRPr="00EE3BBA">
        <w:rPr>
          <w:rStyle w:val="libFootnotenumChar"/>
        </w:rPr>
        <w:footnoteReference w:id="103"/>
      </w:r>
    </w:p>
    <w:p w:rsidR="00EE3BBA" w:rsidRDefault="00EE3BBA" w:rsidP="00EE3BBA">
      <w:pPr>
        <w:pStyle w:val="libNormal"/>
      </w:pPr>
      <w:r>
        <w:t>Amir al-Mukminin `Ali b. Abi Talib nampaknya tidak berpuas hati</w:t>
      </w:r>
    </w:p>
    <w:p w:rsidR="00EE3BBA" w:rsidRDefault="00EE3BBA" w:rsidP="00EE3BBA">
      <w:pPr>
        <w:pStyle w:val="libNormal"/>
      </w:pPr>
      <w:r>
        <w:t>dengan ketiga-tiga khalifah yang terdahulu. Beliau telah melahirkan</w:t>
      </w:r>
    </w:p>
    <w:p w:rsidR="00EE3BBA" w:rsidRDefault="00EE3BBA" w:rsidP="00EE3BBA">
      <w:pPr>
        <w:pStyle w:val="libNormal"/>
      </w:pPr>
      <w:r>
        <w:t>dukacitanya di dalam khutbah al-Syiqsyiqiyyah. Seramai dua puluh</w:t>
      </w:r>
    </w:p>
    <w:p w:rsidR="00EE3BBA" w:rsidRDefault="00EE3BBA" w:rsidP="004508CC">
      <w:pPr>
        <w:pStyle w:val="libNormal"/>
      </w:pPr>
      <w:r>
        <w:t>lapan orang ulama Ahl al-Sunnah memperakui kesahihan khutbah al-Syiqsyiqiyyah,</w:t>
      </w:r>
      <w:r w:rsidRPr="00EE3BBA">
        <w:rPr>
          <w:rStyle w:val="libFootnotenumChar"/>
        </w:rPr>
        <w:footnoteReference w:id="104"/>
      </w:r>
      <w:r>
        <w:t xml:space="preserve"> seperti berikut:</w:t>
      </w:r>
    </w:p>
    <w:p w:rsidR="00EE3BBA" w:rsidRDefault="00EE3BBA" w:rsidP="00EE3BBA">
      <w:pPr>
        <w:pStyle w:val="libNormal"/>
      </w:pPr>
      <w:r>
        <w:lastRenderedPageBreak/>
        <w:t>"Demi Allah, si anu (Abu Bakr Ibn Abi Quhafah) telah memakai baju</w:t>
      </w:r>
    </w:p>
    <w:p w:rsidR="00EE3BBA" w:rsidRDefault="00EE3BBA" w:rsidP="00EE3BBA">
      <w:pPr>
        <w:pStyle w:val="libNormal"/>
      </w:pPr>
      <w:r>
        <w:t>(kekhalifahan) itu, padahal ia mengetahui dengan yakin bahawa</w:t>
      </w:r>
    </w:p>
    <w:p w:rsidR="00EE3BBA" w:rsidRDefault="00EE3BBA" w:rsidP="00EE3BBA">
      <w:pPr>
        <w:pStyle w:val="libNormal"/>
      </w:pPr>
      <w:r>
        <w:t>kedudukanku sehubungan (kekhalifahan) itu samalah seperti</w:t>
      </w:r>
    </w:p>
    <w:p w:rsidR="00EE3BBA" w:rsidRDefault="00EE3BBA" w:rsidP="00EE3BBA">
      <w:pPr>
        <w:pStyle w:val="libNormal"/>
      </w:pPr>
      <w:r>
        <w:t>kedudukan sumbu dengan roda. Air mengalir menjauhiku dan burung</w:t>
      </w:r>
    </w:p>
    <w:p w:rsidR="00EE3BBA" w:rsidRDefault="00EE3BBA" w:rsidP="00EE3BBA">
      <w:pPr>
        <w:pStyle w:val="libNormal"/>
      </w:pPr>
      <w:r>
        <w:t>tidak dapat terbang kepadaku. Aku memasang tirai (terhadap</w:t>
      </w:r>
    </w:p>
    <w:p w:rsidR="00EE3BBA" w:rsidRDefault="00EE3BBA" w:rsidP="00EE3BBA">
      <w:pPr>
        <w:pStyle w:val="libNormal"/>
      </w:pPr>
      <w:r>
        <w:t>kekhalifahan itu) dan melepaskan diri daripadanya.</w:t>
      </w:r>
    </w:p>
    <w:p w:rsidR="00EE3BBA" w:rsidRDefault="00EE3BBA" w:rsidP="00EE3BBA">
      <w:pPr>
        <w:pStyle w:val="libNormal"/>
      </w:pPr>
      <w:r>
        <w:t>Aku pun mulai berfikir, apakah aku akan menyerangnya atau aku</w:t>
      </w:r>
    </w:p>
    <w:p w:rsidR="00EE3BBA" w:rsidRDefault="00EE3BBA" w:rsidP="00EE3BBA">
      <w:pPr>
        <w:pStyle w:val="libNormal"/>
      </w:pPr>
      <w:r>
        <w:t>harus menanggung kesengsaraan kegelapan yang membutakan itu</w:t>
      </w:r>
    </w:p>
    <w:p w:rsidR="00EE3BBA" w:rsidRDefault="00EE3BBA" w:rsidP="00EE3BBA">
      <w:pPr>
        <w:pStyle w:val="libNormal"/>
      </w:pPr>
      <w:r>
        <w:t>sehingga orang dewasa menjadi daif, orang muda menjadi tua, dan</w:t>
      </w:r>
    </w:p>
    <w:p w:rsidR="00EE3BBA" w:rsidRDefault="00EE3BBA" w:rsidP="00EE3BBA">
      <w:pPr>
        <w:pStyle w:val="libNormal"/>
      </w:pPr>
      <w:r>
        <w:t>mukmin yang salih hidup dalam kongkongan sampai ia menemui Allah</w:t>
      </w:r>
    </w:p>
    <w:p w:rsidR="00EE3BBA" w:rsidRDefault="00EE3BBA" w:rsidP="00EE3BBA">
      <w:pPr>
        <w:pStyle w:val="libNormal"/>
      </w:pPr>
      <w:r>
        <w:t>(di saat kematiannya). Aku berpendapat adalah lebih bijaksana untuk</w:t>
      </w:r>
    </w:p>
    <w:p w:rsidR="00EE3BBA" w:rsidRDefault="00EE3BBA" w:rsidP="00EE3BBA">
      <w:pPr>
        <w:pStyle w:val="libNormal"/>
      </w:pPr>
      <w:r>
        <w:t>menanggungnya dengan tabah. Lalu aku menempuh jalan kesabaran,</w:t>
      </w:r>
    </w:p>
    <w:p w:rsidR="00EE3BBA" w:rsidRDefault="00EE3BBA" w:rsidP="00EE3BBA">
      <w:pPr>
        <w:pStyle w:val="libNormal"/>
      </w:pPr>
      <w:r>
        <w:t>meskipun mata rasa tertusuk-tusuk dan kerongkongan rasa tercekik.</w:t>
      </w:r>
    </w:p>
    <w:p w:rsidR="00EE3BBA" w:rsidRDefault="00EE3BBA" w:rsidP="00EE3BBA">
      <w:pPr>
        <w:pStyle w:val="libNormal"/>
      </w:pPr>
      <w:r>
        <w:t>Aku menyaksikan perampasan terhadap warisanku hingga yang</w:t>
      </w:r>
    </w:p>
    <w:p w:rsidR="00EE3BBA" w:rsidRDefault="00EE3BBA" w:rsidP="00EE3BBA">
      <w:pPr>
        <w:pStyle w:val="libNormal"/>
      </w:pPr>
      <w:r>
        <w:t>pertama (Abu Bakr) menemui ajalnya; namun ia memberikan</w:t>
      </w:r>
    </w:p>
    <w:p w:rsidR="00EE3BBA" w:rsidRDefault="00EE3BBA" w:rsidP="00EE3BBA">
      <w:pPr>
        <w:pStyle w:val="libNormal"/>
      </w:pPr>
      <w:r>
        <w:t>kekhalifahan itu kepada Ibn Khattab. (Lalu `Ali A.S mengutip syair</w:t>
      </w:r>
    </w:p>
    <w:p w:rsidR="00EE3BBA" w:rsidRDefault="00EE3BBA" w:rsidP="00EE3BBA">
      <w:pPr>
        <w:pStyle w:val="libNormal"/>
      </w:pPr>
      <w:r>
        <w:t>`A'sya):</w:t>
      </w:r>
    </w:p>
    <w:p w:rsidR="00EE3BBA" w:rsidRDefault="00EE3BBA" w:rsidP="00EE3BBA">
      <w:pPr>
        <w:pStyle w:val="libNormal"/>
      </w:pPr>
      <w:r>
        <w:t>Hari-hariku kini berlalu di punggung unta, Dan berlalu sudah</w:t>
      </w:r>
    </w:p>
    <w:p w:rsidR="00EE3BBA" w:rsidRDefault="00EE3BBA" w:rsidP="00EE3BBA">
      <w:pPr>
        <w:pStyle w:val="libNormal"/>
      </w:pPr>
      <w:r>
        <w:t>hariku bersama Jabir, saudara Hayyan'. Aneh, semasa hidupnya ia</w:t>
      </w:r>
    </w:p>
    <w:p w:rsidR="00EE3BBA" w:rsidRDefault="00EE3BBA" w:rsidP="00EE3BBA">
      <w:pPr>
        <w:pStyle w:val="libNormal"/>
      </w:pPr>
      <w:r>
        <w:lastRenderedPageBreak/>
        <w:t>ingin terbebas dari jabatan khalifah, tapi ia mengukuhkannya kepada</w:t>
      </w:r>
    </w:p>
    <w:p w:rsidR="00EE3BBA" w:rsidRDefault="00EE3BBA" w:rsidP="00EE3BBA">
      <w:pPr>
        <w:pStyle w:val="libNormal"/>
      </w:pPr>
      <w:r>
        <w:t>`Umar setelah kematiannya. Tidak syak kedua orang ini hanya</w:t>
      </w:r>
    </w:p>
    <w:p w:rsidR="00EE3BBA" w:rsidRDefault="00EE3BBA" w:rsidP="00EE3BBA">
      <w:pPr>
        <w:pStyle w:val="libNormal"/>
      </w:pPr>
      <w:r>
        <w:t>membahagi-bahagikan tetek susu di antara keduanya sahaja. Yang</w:t>
      </w:r>
    </w:p>
    <w:p w:rsidR="00EE3BBA" w:rsidRDefault="00EE3BBA" w:rsidP="00EE3BBA">
      <w:pPr>
        <w:pStyle w:val="libNormal"/>
      </w:pPr>
      <w:r>
        <w:t>satu ini (`Umar) mengongkong kekhalifahan itu rapat-rapat, dengan</w:t>
      </w:r>
    </w:p>
    <w:p w:rsidR="00EE3BBA" w:rsidRDefault="00EE3BBA" w:rsidP="00EE3BBA">
      <w:pPr>
        <w:pStyle w:val="libNormal"/>
      </w:pPr>
      <w:r>
        <w:t>ucapannya congkak dan sentuhannya kasar. Kekeliruan sangat</w:t>
      </w:r>
    </w:p>
    <w:p w:rsidR="00EE3BBA" w:rsidRDefault="00EE3BBA" w:rsidP="00EE3BBA">
      <w:pPr>
        <w:pStyle w:val="libNormal"/>
      </w:pPr>
      <w:r>
        <w:t>banyak dan kerana itu maka dalihnya pun sangat banyak.Orang yang</w:t>
      </w:r>
    </w:p>
    <w:p w:rsidR="00EE3BBA" w:rsidRDefault="00EE3BBA" w:rsidP="00EE3BBA">
      <w:pPr>
        <w:pStyle w:val="libNormal"/>
      </w:pPr>
      <w:r>
        <w:t>berhubung dengan kekhalifahan itu ibarat penunggang unta liar.</w:t>
      </w:r>
    </w:p>
    <w:p w:rsidR="00EE3BBA" w:rsidRDefault="00EE3BBA" w:rsidP="00EE3BBA">
      <w:pPr>
        <w:pStyle w:val="libNormal"/>
      </w:pPr>
      <w:r>
        <w:t>Apabila ia menarik kekangnya maka muncungnya akan koyak; dan</w:t>
      </w:r>
    </w:p>
    <w:p w:rsidR="00EE3BBA" w:rsidRDefault="00EE3BBA" w:rsidP="00EE3BBA">
      <w:pPr>
        <w:pStyle w:val="libNormal"/>
      </w:pPr>
      <w:r>
        <w:t>apabila ia membiarkannya maka ia akan jatuh terlempar. Sebagai</w:t>
      </w:r>
    </w:p>
    <w:p w:rsidR="00EE3BBA" w:rsidRDefault="00EE3BBA" w:rsidP="00EE3BBA">
      <w:pPr>
        <w:pStyle w:val="libNormal"/>
      </w:pPr>
      <w:r>
        <w:t>akibatnya, demi Allah, rakyat terjerumus ke dalam kebingungan,</w:t>
      </w:r>
    </w:p>
    <w:p w:rsidR="00EE3BBA" w:rsidRDefault="00EE3BBA" w:rsidP="00EE3BBA">
      <w:pPr>
        <w:pStyle w:val="libNormal"/>
      </w:pPr>
      <w:r>
        <w:t>penipuan dan penyelewengan. Sekalipun demikian, aku tetap bersabar</w:t>
      </w:r>
    </w:p>
    <w:p w:rsidR="005754D9" w:rsidRDefault="00EE3BBA" w:rsidP="005754D9">
      <w:pPr>
        <w:pStyle w:val="libNormal"/>
      </w:pPr>
      <w:r>
        <w:t xml:space="preserve">dalam waktu yang lama dengan cubaan yang keras, sampai ketika ia </w:t>
      </w:r>
      <w:r w:rsidR="005754D9">
        <w:t>(`Umar) menemui ajal-nya ia menyerah urusan (kekhalifahan) itu</w:t>
      </w:r>
    </w:p>
    <w:p w:rsidR="005754D9" w:rsidRDefault="005754D9" w:rsidP="005754D9">
      <w:pPr>
        <w:pStyle w:val="libNormal"/>
      </w:pPr>
      <w:r>
        <w:t>kepada satu kelompok dan menganggap aku sebagai salah seorang</w:t>
      </w:r>
    </w:p>
    <w:p w:rsidR="005754D9" w:rsidRDefault="005754D9" w:rsidP="005754D9">
      <w:pPr>
        <w:pStyle w:val="libNormal"/>
      </w:pPr>
      <w:r>
        <w:t>daripadanya.</w:t>
      </w:r>
    </w:p>
    <w:p w:rsidR="005754D9" w:rsidRDefault="005754D9" w:rsidP="005754D9">
      <w:pPr>
        <w:pStyle w:val="libNormal"/>
      </w:pPr>
      <w:r>
        <w:t>Tetapi, ya Allah! Apa urusanku dengan mesyuarat ini! Di manakah</w:t>
      </w:r>
    </w:p>
    <w:p w:rsidR="005754D9" w:rsidRDefault="005754D9" w:rsidP="005754D9">
      <w:pPr>
        <w:pStyle w:val="libNormal"/>
      </w:pPr>
      <w:r>
        <w:t>keraguan tentang diriku dibandingkan dengan yang pertama mereka</w:t>
      </w:r>
    </w:p>
    <w:p w:rsidR="005754D9" w:rsidRDefault="005754D9" w:rsidP="005754D9">
      <w:pPr>
        <w:pStyle w:val="libNormal"/>
      </w:pPr>
      <w:r>
        <w:t>(Abu Bakr) sehingga sekarang aku harus dipandang sama dengan</w:t>
      </w:r>
    </w:p>
    <w:p w:rsidR="005754D9" w:rsidRDefault="005754D9" w:rsidP="005754D9">
      <w:pPr>
        <w:pStyle w:val="libNormal"/>
      </w:pPr>
      <w:r>
        <w:t>orang-orang ini? Namun aku terus merendah sementara mereka</w:t>
      </w:r>
    </w:p>
    <w:p w:rsidR="005754D9" w:rsidRDefault="005754D9" w:rsidP="005754D9">
      <w:pPr>
        <w:pStyle w:val="libNormal"/>
      </w:pPr>
      <w:r>
        <w:lastRenderedPageBreak/>
        <w:t>merendah, dan membumbung tinggi ketika mereka terbang tinggi.</w:t>
      </w:r>
    </w:p>
    <w:p w:rsidR="005754D9" w:rsidRDefault="005754D9" w:rsidP="005754D9">
      <w:pPr>
        <w:pStyle w:val="libNormal"/>
      </w:pPr>
      <w:r>
        <w:t>Seorang dari mereka berpaling menentangku kerana hubungan</w:t>
      </w:r>
    </w:p>
    <w:p w:rsidR="005754D9" w:rsidRDefault="005754D9" w:rsidP="005754D9">
      <w:pPr>
        <w:pStyle w:val="libNormal"/>
      </w:pPr>
      <w:r>
        <w:t>kekeluargaannya, manakala yang lainnya cenderung memihak ke jalan</w:t>
      </w:r>
    </w:p>
    <w:p w:rsidR="005754D9" w:rsidRDefault="005754D9" w:rsidP="005754D9">
      <w:pPr>
        <w:pStyle w:val="libNormal"/>
      </w:pPr>
      <w:r>
        <w:t>lain kerana hubungan iparnya, dan ini, dan itu, sampai yang ketiga dari</w:t>
      </w:r>
    </w:p>
    <w:p w:rsidR="005754D9" w:rsidRDefault="005754D9" w:rsidP="005754D9">
      <w:pPr>
        <w:pStyle w:val="libNormal"/>
      </w:pPr>
      <w:r>
        <w:t>orang-orang ini berdiri dengan dada membusung di antara kotoran</w:t>
      </w:r>
    </w:p>
    <w:p w:rsidR="005754D9" w:rsidRDefault="005754D9" w:rsidP="005754D9">
      <w:pPr>
        <w:pStyle w:val="libNormal"/>
      </w:pPr>
      <w:r>
        <w:t>dan makanannya. Bersama dia anak-anak dari Bani Umayyah bangkit</w:t>
      </w:r>
    </w:p>
    <w:p w:rsidR="005754D9" w:rsidRDefault="005754D9" w:rsidP="005754D9">
      <w:pPr>
        <w:pStyle w:val="libNormal"/>
      </w:pPr>
      <w:r>
        <w:t>menelan harta Allah, bagaikan unta melalap dedaunan musim bunga</w:t>
      </w:r>
    </w:p>
    <w:p w:rsidR="005754D9" w:rsidRDefault="005754D9" w:rsidP="005754D9">
      <w:pPr>
        <w:pStyle w:val="libNormal"/>
      </w:pPr>
      <w:r>
        <w:t>sampai talinya putus, tindak tanduknya mengakhirinya dan</w:t>
      </w:r>
    </w:p>
    <w:p w:rsidR="005754D9" w:rsidRDefault="005754D9" w:rsidP="005754D9">
      <w:pPr>
        <w:pStyle w:val="libNormal"/>
      </w:pPr>
      <w:r>
        <w:t>keserakahannya menyebabkan ia terguling.</w:t>
      </w:r>
    </w:p>
    <w:p w:rsidR="005754D9" w:rsidRDefault="005754D9" w:rsidP="005754D9">
      <w:pPr>
        <w:pStyle w:val="libNormal"/>
      </w:pPr>
      <w:r>
        <w:t>(Pada saat itu) orang ramai datang membanjiri ke arahku dari</w:t>
      </w:r>
    </w:p>
    <w:p w:rsidR="005754D9" w:rsidRDefault="005754D9" w:rsidP="005754D9">
      <w:pPr>
        <w:pStyle w:val="libNormal"/>
      </w:pPr>
      <w:r>
        <w:t>segala penjuru seperti serbuan kumpulan rubah sehingga Hasanain</w:t>
      </w:r>
    </w:p>
    <w:p w:rsidR="005754D9" w:rsidRDefault="005754D9" w:rsidP="005754D9">
      <w:pPr>
        <w:pStyle w:val="libNormal"/>
      </w:pPr>
      <w:r>
        <w:t>(Hasan dan Husain) terhinjak dan kedua tepi bahagian bahu kemejaku</w:t>
      </w:r>
    </w:p>
    <w:p w:rsidR="005754D9" w:rsidRDefault="005754D9" w:rsidP="005754D9">
      <w:pPr>
        <w:pStyle w:val="libNormal"/>
      </w:pPr>
      <w:r>
        <w:t>koyak.Mereka berkumpul di sekelilingku seperti kumpulan domba dan</w:t>
      </w:r>
    </w:p>
    <w:p w:rsidR="005754D9" w:rsidRDefault="005754D9" w:rsidP="005754D9">
      <w:pPr>
        <w:pStyle w:val="libNormal"/>
      </w:pPr>
      <w:r>
        <w:t>kambing. Tatkala aku memegang teraju pemerintahan sebahagian</w:t>
      </w:r>
    </w:p>
    <w:p w:rsidR="005754D9" w:rsidRDefault="005754D9" w:rsidP="005754D9">
      <w:pPr>
        <w:pStyle w:val="libNormal"/>
      </w:pPr>
      <w:r>
        <w:t>memutuskan bai`ahnya (nakatha) dan sebahagian lagi mengingkari</w:t>
      </w:r>
    </w:p>
    <w:p w:rsidR="005754D9" w:rsidRDefault="005754D9" w:rsidP="005754D9">
      <w:pPr>
        <w:pStyle w:val="libNormal"/>
      </w:pPr>
      <w:r>
        <w:t>(maraqa) dan yang lainnya bertindak salah, kerana mereka tidak</w:t>
      </w:r>
    </w:p>
    <w:p w:rsidR="005754D9" w:rsidRDefault="005754D9" w:rsidP="005754D9">
      <w:pPr>
        <w:pStyle w:val="libNormal"/>
      </w:pPr>
      <w:r>
        <w:t>mendengar firman Allah S.W.T. yang berbunyi:</w:t>
      </w:r>
    </w:p>
    <w:p w:rsidR="005754D9" w:rsidRDefault="005754D9" w:rsidP="005754D9">
      <w:pPr>
        <w:pStyle w:val="libNormal"/>
      </w:pPr>
      <w:r>
        <w:t>"(Kebahagiaan) di negeri akhirat Kami sediakan bagi mereka yang</w:t>
      </w:r>
    </w:p>
    <w:p w:rsidR="005754D9" w:rsidRDefault="005754D9" w:rsidP="005754D9">
      <w:pPr>
        <w:pStyle w:val="libNormal"/>
      </w:pPr>
      <w:r>
        <w:t>tiada suka menyombongkan diri dan melakukan kerosakan di bumi.</w:t>
      </w:r>
    </w:p>
    <w:p w:rsidR="005754D9" w:rsidRDefault="005754D9" w:rsidP="005754D9">
      <w:pPr>
        <w:pStyle w:val="libNormal"/>
      </w:pPr>
      <w:r>
        <w:lastRenderedPageBreak/>
        <w:t>Dan kesudahannya (adalah baik) bagi mereka yang takwa." (Surah al-</w:t>
      </w:r>
    </w:p>
    <w:p w:rsidR="005754D9" w:rsidRDefault="005754D9" w:rsidP="005754D9">
      <w:pPr>
        <w:pStyle w:val="libNormal"/>
      </w:pPr>
      <w:r>
        <w:t>Qasas 28: 83).</w:t>
      </w:r>
    </w:p>
    <w:p w:rsidR="005754D9" w:rsidRDefault="005754D9" w:rsidP="005754D9">
      <w:pPr>
        <w:pStyle w:val="libNormal"/>
      </w:pPr>
      <w:r>
        <w:t>Tidak, demi Allah, mereka mendengarnya dan memahaminya</w:t>
      </w:r>
    </w:p>
    <w:p w:rsidR="005754D9" w:rsidRDefault="005754D9" w:rsidP="005754D9">
      <w:pPr>
        <w:pStyle w:val="libNormal"/>
      </w:pPr>
      <w:r>
        <w:t>tetapi dunia terlihat kemilau di mata mereka dan hiasan dunia</w:t>
      </w:r>
    </w:p>
    <w:p w:rsidR="005754D9" w:rsidRDefault="005754D9" w:rsidP="005754D9">
      <w:pPr>
        <w:pStyle w:val="libNormal"/>
      </w:pPr>
      <w:r>
        <w:t>menggoda mereka. Lihat, demi Dia yang mengembangkan biji-bijian dan</w:t>
      </w:r>
    </w:p>
    <w:p w:rsidR="005754D9" w:rsidRDefault="005754D9" w:rsidP="005754D9">
      <w:pPr>
        <w:pStyle w:val="libNormal"/>
      </w:pPr>
      <w:r>
        <w:t>menciptakan makhluk hidup, bila orang-orang tidak datang</w:t>
      </w:r>
    </w:p>
    <w:p w:rsidR="005754D9" w:rsidRDefault="005754D9" w:rsidP="005754D9">
      <w:pPr>
        <w:pStyle w:val="libNormal"/>
      </w:pPr>
      <w:r>
        <w:t>kepadaku dan pendukung-pendukung tidak menegakkan hujah dalam</w:t>
      </w:r>
    </w:p>
    <w:p w:rsidR="005754D9" w:rsidRDefault="005754D9" w:rsidP="005754D9">
      <w:pPr>
        <w:pStyle w:val="libNormal"/>
      </w:pPr>
      <w:r>
        <w:t>bentuk penolong, dan tidak ada perjanjian Allah dengan ulama</w:t>
      </w:r>
    </w:p>
    <w:p w:rsidR="005754D9" w:rsidRDefault="005754D9" w:rsidP="005754D9">
      <w:pPr>
        <w:pStyle w:val="libNormal"/>
      </w:pPr>
      <w:r>
        <w:t>bahawa mereka tidak boleh menyerah terhadap kerakusan seorang</w:t>
      </w:r>
    </w:p>
    <w:p w:rsidR="005754D9" w:rsidRDefault="005754D9" w:rsidP="005754D9">
      <w:pPr>
        <w:pStyle w:val="libNormal"/>
      </w:pPr>
      <w:r>
        <w:t>yang zalim dan kelaparan orang yang dizalimi maka aku akan melemparkan</w:t>
      </w:r>
    </w:p>
    <w:p w:rsidR="005754D9" w:rsidRDefault="005754D9" w:rsidP="005754D9">
      <w:pPr>
        <w:pStyle w:val="libNormal"/>
      </w:pPr>
      <w:r>
        <w:t>tali kekang (kekhalifahan) itu dan akan aku beri minum</w:t>
      </w:r>
    </w:p>
    <w:p w:rsidR="005754D9" w:rsidRDefault="005754D9" w:rsidP="005754D9">
      <w:pPr>
        <w:pStyle w:val="libNormal"/>
      </w:pPr>
      <w:r>
        <w:t>kepada yang terakhir dengan piala yang aku gunakan untuk orang</w:t>
      </w:r>
    </w:p>
    <w:p w:rsidR="005754D9" w:rsidRDefault="005754D9" w:rsidP="005754D9">
      <w:pPr>
        <w:pStyle w:val="libNormal"/>
      </w:pPr>
      <w:r>
        <w:t>yang pertama. Maka akan kamu lihat bahawa dalam pandanganku</w:t>
      </w:r>
    </w:p>
    <w:p w:rsidR="00D2518C" w:rsidRDefault="005754D9" w:rsidP="00D2518C">
      <w:pPr>
        <w:pStyle w:val="libNormal"/>
      </w:pPr>
      <w:r>
        <w:t>duniamu tidak lebih dari bersinnya seekor kambing".</w:t>
      </w:r>
      <w:r w:rsidRPr="005754D9">
        <w:rPr>
          <w:rStyle w:val="libFootnotenumChar"/>
        </w:rPr>
        <w:footnoteReference w:id="105"/>
      </w:r>
      <w:r>
        <w:t xml:space="preserve"> Beliau telah</w:t>
      </w:r>
      <w:r w:rsidR="00D2518C">
        <w:t xml:space="preserve"> memilih " bersabar " daripada menentang kerana ini adalah lebih baik</w:t>
      </w:r>
    </w:p>
    <w:p w:rsidR="00D2518C" w:rsidRDefault="00D2518C" w:rsidP="00D2518C">
      <w:pPr>
        <w:pStyle w:val="libNormal"/>
      </w:pPr>
      <w:r>
        <w:t>dan sesuai dengan keadaan pada masa itu.</w:t>
      </w:r>
    </w:p>
    <w:p w:rsidR="00D2518C" w:rsidRPr="00D2518C" w:rsidRDefault="00D2518C">
      <w:r>
        <w:br w:type="page"/>
      </w:r>
    </w:p>
    <w:p w:rsidR="00D2518C" w:rsidRDefault="00D2518C" w:rsidP="00D2518C">
      <w:pPr>
        <w:pStyle w:val="Heading2"/>
      </w:pPr>
      <w:bookmarkStart w:id="7" w:name="_Toc425594727"/>
      <w:r>
        <w:lastRenderedPageBreak/>
        <w:t>Kesimpulan</w:t>
      </w:r>
      <w:bookmarkEnd w:id="7"/>
    </w:p>
    <w:p w:rsidR="00D2518C" w:rsidRDefault="00D2518C" w:rsidP="00D2518C">
      <w:pPr>
        <w:pStyle w:val="libNormal"/>
      </w:pPr>
    </w:p>
    <w:p w:rsidR="00D2518C" w:rsidRDefault="00D2518C" w:rsidP="00D2518C">
      <w:pPr>
        <w:pStyle w:val="libNormal"/>
      </w:pPr>
      <w:r>
        <w:t>Amir al-Mukminin `Ali A.S telah mengemukakan hujah-hujah beliau</w:t>
      </w:r>
    </w:p>
    <w:p w:rsidR="00D2518C" w:rsidRDefault="00D2518C" w:rsidP="00D2518C">
      <w:pPr>
        <w:pStyle w:val="libNormal"/>
      </w:pPr>
      <w:r>
        <w:t>di majlis Syura mengenai haknya menjadi khalifah bukan sahaja</w:t>
      </w:r>
    </w:p>
    <w:p w:rsidR="00D2518C" w:rsidRDefault="00D2518C" w:rsidP="00D2518C">
      <w:pPr>
        <w:pStyle w:val="libNormal"/>
      </w:pPr>
      <w:r>
        <w:t>selepas khalifah`Umar malah selepas Rasulullah s.`a.w secara langsung</w:t>
      </w:r>
    </w:p>
    <w:p w:rsidR="00D2518C" w:rsidRDefault="00D2518C" w:rsidP="00D2518C">
      <w:pPr>
        <w:pStyle w:val="libNormal"/>
      </w:pPr>
      <w:r>
        <w:t>berdasarkan kepada keistimewaannya yang disokong oleh hadis-hadis</w:t>
      </w:r>
    </w:p>
    <w:p w:rsidR="00D2518C" w:rsidRDefault="00D2518C" w:rsidP="00D2518C">
      <w:pPr>
        <w:pStyle w:val="libNormal"/>
      </w:pPr>
      <w:r>
        <w:t>Rasulullah s.`a.w di mana ia dicatat oleh kedua-dua sumber Ahl al-</w:t>
      </w:r>
    </w:p>
    <w:p w:rsidR="00D2518C" w:rsidRDefault="00D2518C" w:rsidP="00D2518C">
      <w:pPr>
        <w:pStyle w:val="libNormal"/>
      </w:pPr>
      <w:r>
        <w:t>Sunnah dan Ahl al-Bait.Meskipun begitu, disebabkan kepentingan dan</w:t>
      </w:r>
    </w:p>
    <w:p w:rsidR="00D2518C" w:rsidRDefault="00D2518C" w:rsidP="00D2518C">
      <w:pPr>
        <w:pStyle w:val="libNormal"/>
      </w:pPr>
      <w:r>
        <w:t>alasan tertentu, lima orang Ahli Majlis Syura tidak dapat menerimanya</w:t>
      </w:r>
    </w:p>
    <w:p w:rsidR="00032E66" w:rsidRDefault="00D2518C" w:rsidP="00032E66">
      <w:pPr>
        <w:pStyle w:val="libNormal"/>
      </w:pPr>
      <w:r>
        <w:t>sebagai khalifah,</w:t>
      </w:r>
      <w:r w:rsidR="00032E66">
        <w:t xml:space="preserve"> tetapi beliau tetap bersabar demi perpaduan umat</w:t>
      </w:r>
    </w:p>
    <w:p w:rsidR="006C013C" w:rsidRDefault="00032E66" w:rsidP="00032E66">
      <w:pPr>
        <w:pStyle w:val="libNormal"/>
      </w:pPr>
      <w:r>
        <w:t>Islam.</w:t>
      </w:r>
    </w:p>
    <w:p w:rsidR="006C013C" w:rsidRPr="006C013C" w:rsidRDefault="006C013C">
      <w:r>
        <w:br w:type="page"/>
      </w:r>
    </w:p>
    <w:sdt>
      <w:sdtPr>
        <w:id w:val="3511053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/>
          <w:b w:val="0"/>
          <w:bCs w:val="0"/>
          <w:noProof/>
          <w:color w:val="auto"/>
          <w:sz w:val="24"/>
          <w:szCs w:val="24"/>
          <w:lang w:bidi="fa-IR"/>
        </w:rPr>
      </w:sdtEndPr>
      <w:sdtContent>
        <w:p w:rsidR="00473488" w:rsidRDefault="00473488" w:rsidP="00473488">
          <w:pPr>
            <w:pStyle w:val="TOCHeading"/>
          </w:pPr>
          <w:r>
            <w:t>Daftar Isi</w:t>
          </w:r>
        </w:p>
        <w:p w:rsidR="00473488" w:rsidRDefault="00473488" w:rsidP="00473488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5594720" w:history="1">
            <w:r w:rsidRPr="00972CAB">
              <w:rPr>
                <w:rStyle w:val="Hyperlink"/>
              </w:rPr>
              <w:t>DIALOG MAJLIS SYURA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5594721" w:history="1">
            <w:r w:rsidRPr="00972CAB">
              <w:rPr>
                <w:rStyle w:val="Hyperlink"/>
              </w:rPr>
              <w:t>Dialog Imam Ali as dengan Dewan Syuro di Saqifah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5594722" w:history="1">
            <w:r w:rsidRPr="00972CAB">
              <w:rPr>
                <w:rStyle w:val="Hyperlink"/>
              </w:rPr>
              <w:t>DIALOG AMIR AL-MUKMININ ALI BIN ABI TALIB DENGAN MAJLIS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5594723" w:history="1">
            <w:r w:rsidRPr="00972CAB">
              <w:rPr>
                <w:rStyle w:val="Hyperlink"/>
              </w:rPr>
              <w:t>SYURA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5594724" w:history="1">
            <w:r w:rsidRPr="00972CAB">
              <w:rPr>
                <w:rStyle w:val="Hyperlink"/>
              </w:rPr>
              <w:t>Pengenalan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5594725" w:history="1">
            <w:r w:rsidRPr="00972CAB">
              <w:rPr>
                <w:rStyle w:val="Hyperlink"/>
              </w:rPr>
              <w:t>Terjemahan Teks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5594726" w:history="1">
            <w:r w:rsidRPr="00972CAB">
              <w:rPr>
                <w:rStyle w:val="Hyperlink"/>
              </w:rPr>
              <w:t>Ulasan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5594727" w:history="1">
            <w:r w:rsidRPr="00972CAB">
              <w:rPr>
                <w:rStyle w:val="Hyperlink"/>
              </w:rPr>
              <w:t>Kesimpulan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Toc425594727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473488" w:rsidRDefault="00473488" w:rsidP="00473488">
          <w:r>
            <w:fldChar w:fldCharType="end"/>
          </w:r>
        </w:p>
      </w:sdtContent>
    </w:sdt>
    <w:p w:rsidR="005B2A9B" w:rsidRPr="00CE1DF7" w:rsidRDefault="005B2A9B" w:rsidP="00032E66">
      <w:pPr>
        <w:pStyle w:val="libNormal"/>
      </w:pPr>
    </w:p>
    <w:sectPr w:rsidR="005B2A9B" w:rsidRPr="00CE1DF7" w:rsidSect="004C3E90">
      <w:footerReference w:type="even" r:id="rId8"/>
      <w:footerReference w:type="default" r:id="rId9"/>
      <w:footerReference w:type="first" r:id="rId10"/>
      <w:footnotePr>
        <w:numRestart w:val="eachPage"/>
      </w:footnotePr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41D" w:rsidRDefault="0014041D" w:rsidP="00113C59">
      <w:r>
        <w:separator/>
      </w:r>
    </w:p>
  </w:endnote>
  <w:endnote w:type="continuationSeparator" w:id="1">
    <w:p w:rsidR="0014041D" w:rsidRDefault="0014041D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7D5" w:rsidRDefault="007071F7" w:rsidP="00113C59">
    <w:pPr>
      <w:pStyle w:val="Footer"/>
    </w:pPr>
    <w:fldSimple w:instr=" PAGE   \* MERGEFORMAT ">
      <w:r w:rsidR="00473488">
        <w:rPr>
          <w:noProof/>
        </w:rPr>
        <w:t>44</w:t>
      </w:r>
    </w:fldSimple>
  </w:p>
  <w:p w:rsidR="001027D5" w:rsidRDefault="001027D5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7D5" w:rsidRDefault="007071F7" w:rsidP="00113C59">
    <w:pPr>
      <w:pStyle w:val="Footer"/>
    </w:pPr>
    <w:fldSimple w:instr=" PAGE   \* MERGEFORMAT ">
      <w:r w:rsidR="00473488">
        <w:rPr>
          <w:noProof/>
        </w:rPr>
        <w:t>43</w:t>
      </w:r>
    </w:fldSimple>
  </w:p>
  <w:p w:rsidR="001027D5" w:rsidRDefault="001027D5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7D5" w:rsidRDefault="007071F7" w:rsidP="00113C59">
    <w:pPr>
      <w:pStyle w:val="Footer"/>
    </w:pPr>
    <w:fldSimple w:instr=" PAGE   \* MERGEFORMAT ">
      <w:r w:rsidR="00473488">
        <w:rPr>
          <w:noProof/>
        </w:rPr>
        <w:t>1</w:t>
      </w:r>
    </w:fldSimple>
  </w:p>
  <w:p w:rsidR="001027D5" w:rsidRDefault="001027D5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41D" w:rsidRDefault="0014041D" w:rsidP="00113C59">
      <w:r>
        <w:separator/>
      </w:r>
    </w:p>
  </w:footnote>
  <w:footnote w:type="continuationSeparator" w:id="1">
    <w:p w:rsidR="0014041D" w:rsidRDefault="0014041D" w:rsidP="00113C59">
      <w:r>
        <w:continuationSeparator/>
      </w:r>
    </w:p>
  </w:footnote>
  <w:footnote w:id="2">
    <w:p w:rsidR="00AB061C" w:rsidRDefault="00AB061C" w:rsidP="00AB061C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0E7C7D" w:rsidRPr="000E7C7D">
        <w:t>Abu `Ali al-Fadil b. al-Hasan, al-Ihtijaj, Beirut 1403 H, I, hlm. 132-145.</w:t>
      </w:r>
    </w:p>
  </w:footnote>
  <w:footnote w:id="3">
    <w:p w:rsidR="00EC46E7" w:rsidRDefault="000655E9" w:rsidP="00EC46E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EC46E7">
        <w:t>Lihat umpamanya al-Suyuti, Jalal al-Din `Abd al-Rahman b. Abu Bakr, al-Durr</w:t>
      </w:r>
    </w:p>
    <w:p w:rsidR="000655E9" w:rsidRDefault="00EC46E7" w:rsidP="00EC46E7">
      <w:pPr>
        <w:pStyle w:val="libFootnote"/>
      </w:pPr>
      <w:r>
        <w:t>al-Manthur fi al-Tafsir bi al-Ma'thur, Beirut,1960 M., II, hlm. 304.</w:t>
      </w:r>
    </w:p>
  </w:footnote>
  <w:footnote w:id="4">
    <w:p w:rsidR="00EC46E7" w:rsidRDefault="000655E9" w:rsidP="00EC46E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EC46E7">
        <w:t>Lihat umpamanya al-Ya`qubi, Ahmad b. `Ali Ya`qub b. Ja`far b. Wahb b. al-</w:t>
      </w:r>
    </w:p>
    <w:p w:rsidR="000655E9" w:rsidRDefault="00EC46E7" w:rsidP="00EC46E7">
      <w:pPr>
        <w:pStyle w:val="libFootnote"/>
      </w:pPr>
      <w:r>
        <w:t>Wadih, Tarikh al-Ya`qubi, Beirut 1362 H., II, hlm. 204.</w:t>
      </w:r>
    </w:p>
  </w:footnote>
  <w:footnote w:id="5">
    <w:p w:rsidR="00EC46E7" w:rsidRDefault="000655E9" w:rsidP="00EC46E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EC46E7">
        <w:t>Al-Qunduzi al-Hanafi, Sulayman b. Ibrahim, Yanabi` al-Mawaddah fi Syama`il</w:t>
      </w:r>
    </w:p>
    <w:p w:rsidR="000655E9" w:rsidRDefault="00EC46E7" w:rsidP="00EC46E7">
      <w:pPr>
        <w:pStyle w:val="libFootnote"/>
      </w:pPr>
      <w:r>
        <w:t>al-Nabi wa Fada`il Amir al-Mu'minin `Ali, Iran, 1385 H., hlm. 519.</w:t>
      </w:r>
    </w:p>
  </w:footnote>
  <w:footnote w:id="6">
    <w:p w:rsidR="00EC46E7" w:rsidRDefault="000655E9" w:rsidP="00EC46E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EC46E7">
        <w:t>Al-Tabari, Abu Ja`far Muhammad b. Jarir, Tarikh al-Umam wa al-Muluk, Cairo</w:t>
      </w:r>
    </w:p>
    <w:p w:rsidR="000655E9" w:rsidRDefault="00EC46E7" w:rsidP="00EC46E7">
      <w:pPr>
        <w:pStyle w:val="libFootnote"/>
      </w:pPr>
      <w:r>
        <w:t>1956 M., II, hlm. 84.</w:t>
      </w:r>
    </w:p>
  </w:footnote>
  <w:footnote w:id="7">
    <w:p w:rsidR="00EC46E7" w:rsidRDefault="000655E9" w:rsidP="00EC46E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EC46E7">
        <w:t>Ibn Hajr al-Makki, Syihab al-Din Ahmad b. Muhammad b. Muhammad b. `Ali</w:t>
      </w:r>
    </w:p>
    <w:p w:rsidR="00EC46E7" w:rsidRDefault="00EC46E7" w:rsidP="00EC46E7">
      <w:pPr>
        <w:pStyle w:val="libFootnote"/>
      </w:pPr>
      <w:r>
        <w:t>b. Muhammad, Kitab al-Sawa`iq al-Muhriqah fi al-Radd `Ala Ahl al-Bida` wa</w:t>
      </w:r>
    </w:p>
    <w:p w:rsidR="00EC46E7" w:rsidRDefault="00EC46E7" w:rsidP="00EC46E7">
      <w:pPr>
        <w:pStyle w:val="libFootnote"/>
      </w:pPr>
      <w:r>
        <w:t>al-Zindiqah, Cairo 1971 M., hlm. 85; Muhibb al-Din al-Syafi`i al-Tabari,</w:t>
      </w:r>
    </w:p>
    <w:p w:rsidR="000655E9" w:rsidRDefault="00EC46E7" w:rsidP="00EC46E7">
      <w:pPr>
        <w:pStyle w:val="libFootnote"/>
      </w:pPr>
      <w:r>
        <w:t>Dhakha'ir al-`Uqba, Baghdad 1348 H., hlm. 29.</w:t>
      </w:r>
    </w:p>
  </w:footnote>
  <w:footnote w:id="8">
    <w:p w:rsidR="000655E9" w:rsidRDefault="000655E9" w:rsidP="000655E9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EC46E7" w:rsidRPr="00EC46E7">
        <w:t>Al-Qunduzi al-Hanafi, Yanabi` al-Mawaddah, hlm. 164-165.</w:t>
      </w:r>
    </w:p>
  </w:footnote>
  <w:footnote w:id="9">
    <w:p w:rsidR="00B73BB5" w:rsidRDefault="00730FA8" w:rsidP="00B73BB5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B73BB5">
        <w:t>Al-Hakim al-Nisaburi, Muhammad b. `Abdullah, al-Mustadrak `ala al-Sahihain</w:t>
      </w:r>
    </w:p>
    <w:p w:rsidR="00B73BB5" w:rsidRDefault="00B73BB5" w:rsidP="00B73BB5">
      <w:pPr>
        <w:pStyle w:val="libFootnote"/>
      </w:pPr>
      <w:r>
        <w:t>fi al-Hadis, Cairo 1969 M., III, hlm. 166; al-Khatib al-Baghdadi, Tarikh</w:t>
      </w:r>
    </w:p>
    <w:p w:rsidR="00B73BB5" w:rsidRDefault="00B73BB5" w:rsidP="00B73BB5">
      <w:pPr>
        <w:pStyle w:val="libFootnote"/>
      </w:pPr>
      <w:r>
        <w:t>Baghdad, Baghdad 1950 M., IV, hlm. 348; Ibn al-Athir, `Izz al-Din Abi Hasan</w:t>
      </w:r>
    </w:p>
    <w:p w:rsidR="00B73BB5" w:rsidRDefault="00B73BB5" w:rsidP="00B73BB5">
      <w:pPr>
        <w:pStyle w:val="libFootnote"/>
      </w:pPr>
      <w:r>
        <w:t>`Ali b. Muhammad b. `Abd al-Qasim al-Jazari, Usd al-Ghabah fi Ma`rifah al-</w:t>
      </w:r>
    </w:p>
    <w:p w:rsidR="00B73BB5" w:rsidRDefault="00B73BB5" w:rsidP="00B73BB5">
      <w:pPr>
        <w:pStyle w:val="libFootnote"/>
      </w:pPr>
      <w:r>
        <w:t>Sahabah, Baghdad 1349 H., IV, hlm. 22; al-Muttaqi al-Hindi, Kanz al-`Ummal,</w:t>
      </w:r>
    </w:p>
    <w:p w:rsidR="00730FA8" w:rsidRDefault="00B73BB5" w:rsidP="00B73BB5">
      <w:pPr>
        <w:pStyle w:val="libFootnote"/>
      </w:pPr>
      <w:r>
        <w:t>Baghdad 1958 M., VI, hlm. 152.</w:t>
      </w:r>
    </w:p>
  </w:footnote>
  <w:footnote w:id="10">
    <w:p w:rsidR="00B73BB5" w:rsidRDefault="00730FA8" w:rsidP="00B73BB5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B73BB5">
        <w:t>Al-Suyuti, al-Durr al-Manthur, V, hlm. 198; Ahmad b. Hanbal, al-Musnad,</w:t>
      </w:r>
    </w:p>
    <w:p w:rsidR="00B73BB5" w:rsidRDefault="00B73BB5" w:rsidP="00B73BB5">
      <w:pPr>
        <w:pStyle w:val="libFootnote"/>
      </w:pPr>
      <w:r>
        <w:t>Cairo 1352 H., III, hlm. 259; al-Wahidi, Asbab al-Nuzul, Cairo 1957 M., hlm.</w:t>
      </w:r>
    </w:p>
    <w:p w:rsidR="00730FA8" w:rsidRDefault="00B73BB5" w:rsidP="00B73BB5">
      <w:pPr>
        <w:pStyle w:val="libFootnote"/>
      </w:pPr>
      <w:r>
        <w:t>251.</w:t>
      </w:r>
    </w:p>
  </w:footnote>
  <w:footnote w:id="11">
    <w:p w:rsidR="00730FA8" w:rsidRDefault="00730FA8" w:rsidP="00730FA8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B73BB5" w:rsidRPr="00B73BB5">
        <w:t>Al-Qunduzi al-Hanafi, Yanabi` al-Mawaddah, hlm. 91-92.</w:t>
      </w:r>
    </w:p>
  </w:footnote>
  <w:footnote w:id="12">
    <w:p w:rsidR="00B73BB5" w:rsidRDefault="00730FA8" w:rsidP="00B73BB5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B73BB5">
        <w:t>Al-Suyuti, al-Durr al-Manthur, II, hlm. 293; al-Zamakhsyari, Abu al-Qasim</w:t>
      </w:r>
    </w:p>
    <w:p w:rsidR="00B73BB5" w:rsidRDefault="00B73BB5" w:rsidP="00B73BB5">
      <w:pPr>
        <w:pStyle w:val="libFootnote"/>
      </w:pPr>
      <w:r>
        <w:t>Mahmud b. `Umar, al-Kasysyaf `an Haqa`iq Ghawamid al-Tanzil wa `Uyun al-</w:t>
      </w:r>
    </w:p>
    <w:p w:rsidR="00B73BB5" w:rsidRDefault="00B73BB5" w:rsidP="00B73BB5">
      <w:pPr>
        <w:pStyle w:val="libFootnote"/>
      </w:pPr>
      <w:r>
        <w:t>Aqawil fi Wujuh al-Ta`wil, Cairo t.t., I, hlm. 422; al-Syablanji, Mu`min b.</w:t>
      </w:r>
    </w:p>
    <w:p w:rsidR="00B73BB5" w:rsidRDefault="00B73BB5" w:rsidP="00B73BB5">
      <w:pPr>
        <w:pStyle w:val="libFootnote"/>
      </w:pPr>
      <w:r>
        <w:t>Hasan Mu`min, Nur al-Absar fi Manaqib al-Bayt al-Nabi al-Mukhtar (s.`a.w.),</w:t>
      </w:r>
    </w:p>
    <w:p w:rsidR="00B73BB5" w:rsidRDefault="00B73BB5" w:rsidP="00B73BB5">
      <w:pPr>
        <w:pStyle w:val="libFootnote"/>
      </w:pPr>
      <w:r>
        <w:t>Cairo, 1960 M., hlm. 105; al-Wahidi, Asbab al-Nuzul, I, hlm. 422; al-Kanji al-</w:t>
      </w:r>
    </w:p>
    <w:p w:rsidR="00730FA8" w:rsidRDefault="00B73BB5" w:rsidP="00B73BB5">
      <w:pPr>
        <w:pStyle w:val="libFootnote"/>
      </w:pPr>
      <w:r>
        <w:t>Syafi`i, Kifayah al-Talib, Tehran 1404 H., hlm.106.</w:t>
      </w:r>
    </w:p>
  </w:footnote>
  <w:footnote w:id="13">
    <w:p w:rsidR="00B73BB5" w:rsidRDefault="00730FA8" w:rsidP="00B73BB5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B73BB5">
        <w:t>Al-Qunduzi al-Hanafi, Yanabi` al-Mawaddah, hlm. 132; `Abd al-Rauf al-</w:t>
      </w:r>
    </w:p>
    <w:p w:rsidR="00B73BB5" w:rsidRDefault="00B73BB5" w:rsidP="00B73BB5">
      <w:pPr>
        <w:pStyle w:val="libFootnote"/>
      </w:pPr>
      <w:r>
        <w:t>Munawi, Kunuz al-Haqa'iq, Baghdad 1368 H,hlm. 98; al-Khawarizmi, al-</w:t>
      </w:r>
    </w:p>
    <w:p w:rsidR="00730FA8" w:rsidRDefault="00B73BB5" w:rsidP="00B73BB5">
      <w:pPr>
        <w:pStyle w:val="libFootnote"/>
      </w:pPr>
      <w:r>
        <w:t>Manaqib, Cairo 1340 H., hlm. 65.</w:t>
      </w:r>
    </w:p>
  </w:footnote>
  <w:footnote w:id="14">
    <w:p w:rsidR="003A2C59" w:rsidRDefault="003A2C59" w:rsidP="003A2C59">
      <w:pPr>
        <w:pStyle w:val="libFootnote"/>
      </w:pPr>
      <w:r>
        <w:rPr>
          <w:rStyle w:val="FootnoteReference"/>
        </w:rPr>
        <w:footnoteRef/>
      </w:r>
      <w:r>
        <w:t xml:space="preserve"> Ahmad b. Hanbal, al-Musnad, Iv, hlm. 370; al-Wahidi, Asbab al-Nuzul, hlm.</w:t>
      </w:r>
    </w:p>
    <w:p w:rsidR="003A2C59" w:rsidRDefault="003A2C59" w:rsidP="003A2C59">
      <w:pPr>
        <w:pStyle w:val="libFootnote"/>
      </w:pPr>
      <w:r>
        <w:t>150; al-Qunduzi al-Hanafi, Yanabi` al-Mawaddah, hlm. 120; al-Suyuti, al-Durr</w:t>
      </w:r>
    </w:p>
    <w:p w:rsidR="003A2C59" w:rsidRDefault="003A2C59" w:rsidP="003A2C59">
      <w:pPr>
        <w:pStyle w:val="libFootnote"/>
      </w:pPr>
      <w:r>
        <w:t>al-Manthur, II, hlm. 298; al-Alusi, Syihab al-Din Mahmud b. `Abdullah, Ruh al-</w:t>
      </w:r>
    </w:p>
    <w:p w:rsidR="003A2C59" w:rsidRDefault="003A2C59" w:rsidP="003A2C59">
      <w:pPr>
        <w:pStyle w:val="libFootnote"/>
      </w:pPr>
      <w:r>
        <w:t>Ma`ani fi Tafsir al-Qur'an al-`Azim wa al-Sab` al-Masani, Cairo 1958 M., VI, hlm.</w:t>
      </w:r>
    </w:p>
    <w:p w:rsidR="003A2C59" w:rsidRDefault="003A2C59" w:rsidP="003A2C59">
      <w:pPr>
        <w:pStyle w:val="libFootnote"/>
      </w:pPr>
      <w:r>
        <w:t>172.</w:t>
      </w:r>
    </w:p>
  </w:footnote>
  <w:footnote w:id="15">
    <w:p w:rsidR="003A2C59" w:rsidRDefault="003A2C59" w:rsidP="003A2C59">
      <w:pPr>
        <w:pStyle w:val="libFootnote"/>
      </w:pPr>
      <w:r>
        <w:rPr>
          <w:rStyle w:val="FootnoteReference"/>
        </w:rPr>
        <w:footnoteRef/>
      </w:r>
      <w:r>
        <w:t xml:space="preserve"> Al-Dhahabi, Abu `Abdullah Muhammad b. Ahmad b. `Uthman, Mizan al-I`tidal</w:t>
      </w:r>
    </w:p>
    <w:p w:rsidR="003A2C59" w:rsidRDefault="003A2C59" w:rsidP="003A2C59">
      <w:pPr>
        <w:pStyle w:val="libFootnote"/>
      </w:pPr>
      <w:r>
        <w:t>fi Naqd al-Rijal, Cairo 1348 H., I, hlm. 257; Ibn `Abd al-Barr, Abu `Umar Yusuf</w:t>
      </w:r>
    </w:p>
    <w:p w:rsidR="003A2C59" w:rsidRDefault="003A2C59" w:rsidP="003A2C59">
      <w:pPr>
        <w:pStyle w:val="libFootnote"/>
      </w:pPr>
      <w:r>
        <w:t>b. `Abdullah b. Muhammad, Kitab al-Isti`ab fi Ma'rifah al-Sahabah, Cairo 1365</w:t>
      </w:r>
    </w:p>
    <w:p w:rsidR="003A2C59" w:rsidRDefault="003A2C59" w:rsidP="003A2C59">
      <w:pPr>
        <w:pStyle w:val="libFootnote"/>
      </w:pPr>
      <w:r>
        <w:t>H., II, hlm. 460.</w:t>
      </w:r>
    </w:p>
  </w:footnote>
  <w:footnote w:id="16">
    <w:p w:rsidR="003A2C59" w:rsidRDefault="003A2C59" w:rsidP="003A2C59">
      <w:pPr>
        <w:pStyle w:val="libFootnote"/>
      </w:pPr>
      <w:r>
        <w:rPr>
          <w:rStyle w:val="FootnoteReference"/>
        </w:rPr>
        <w:footnoteRef/>
      </w:r>
      <w:r>
        <w:t xml:space="preserve"> Lihat umpamanya, Muhibb al-Din al-Tabari, Dhakha'ir al-`Uqba, hlm. 74; al-</w:t>
      </w:r>
    </w:p>
    <w:p w:rsidR="003A2C59" w:rsidRDefault="003A2C59" w:rsidP="003A2C59">
      <w:pPr>
        <w:pStyle w:val="libFootnote"/>
      </w:pPr>
      <w:r>
        <w:t>Kanji al-Syafi`i, Kifayah al-Talib, hlm. 277.</w:t>
      </w:r>
    </w:p>
  </w:footnote>
  <w:footnote w:id="17">
    <w:p w:rsidR="003A2C59" w:rsidRDefault="003A2C59" w:rsidP="003A2C59">
      <w:pPr>
        <w:pStyle w:val="libFootnote"/>
      </w:pPr>
      <w:r>
        <w:rPr>
          <w:rStyle w:val="FootnoteReference"/>
        </w:rPr>
        <w:footnoteRef/>
      </w:r>
      <w:r>
        <w:t xml:space="preserve"> Ahmad b. Hanbal, al-Musnad, I, hlm. 175; al-Nasa'i, al-Khasa'is `Ali A.S,</w:t>
      </w:r>
    </w:p>
    <w:p w:rsidR="003A2C59" w:rsidRDefault="003A2C59" w:rsidP="003A2C59">
      <w:pPr>
        <w:pStyle w:val="libFootnote"/>
      </w:pPr>
      <w:r>
        <w:t>Baghdad 1956 M., hlm. 78; al-Turmudhi, Abu `Isa Muhammad b. `Isa b.</w:t>
      </w:r>
    </w:p>
    <w:p w:rsidR="003A2C59" w:rsidRDefault="003A2C59" w:rsidP="003A2C59">
      <w:pPr>
        <w:pStyle w:val="libFootnote"/>
      </w:pPr>
      <w:r>
        <w:t>Sawrah, al-Jami` al-Sahih, Tunis 1958 M., II, hlm. 301; Ibn Majah, al-Sunan,</w:t>
      </w:r>
    </w:p>
    <w:p w:rsidR="003A2C59" w:rsidRDefault="003A2C59" w:rsidP="003A2C59">
      <w:pPr>
        <w:pStyle w:val="libFootnote"/>
      </w:pPr>
      <w:r>
        <w:t>Baghdad 1367 H., I, hlm.30.</w:t>
      </w:r>
    </w:p>
  </w:footnote>
  <w:footnote w:id="18">
    <w:p w:rsidR="003A2C59" w:rsidRDefault="003A2C59" w:rsidP="003A2C59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3A2C59">
        <w:t>Al-Kanji al-Syafi`i, Kifayah al-Talib, hlm. 238-258.</w:t>
      </w:r>
    </w:p>
  </w:footnote>
  <w:footnote w:id="19">
    <w:p w:rsidR="003A2C59" w:rsidRDefault="003A2C59" w:rsidP="003A2C59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3A2C59">
        <w:t>Al-Khawarizmi, al-Manaqib, hlm. 158.</w:t>
      </w:r>
    </w:p>
  </w:footnote>
  <w:footnote w:id="20">
    <w:p w:rsidR="00154046" w:rsidRDefault="00154046" w:rsidP="001540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 w:rsidRPr="00DC5EB2">
        <w:t>Ibid., hlm. 169.</w:t>
      </w:r>
    </w:p>
  </w:footnote>
  <w:footnote w:id="21">
    <w:p w:rsidR="00154046" w:rsidRDefault="00154046" w:rsidP="001540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 w:rsidRPr="00DC5EB2">
        <w:t>Al-Dhahabi, Mizan al-I`tidal, I, hlm. 306.</w:t>
      </w:r>
    </w:p>
  </w:footnote>
  <w:footnote w:id="22">
    <w:p w:rsidR="00154046" w:rsidRDefault="00154046" w:rsidP="001540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 w:rsidRPr="00DC5EB2">
        <w:t>Al-Khawarizmi, al-Manaqib, hlm. 43.</w:t>
      </w:r>
    </w:p>
  </w:footnote>
  <w:footnote w:id="23">
    <w:p w:rsidR="00154046" w:rsidRDefault="00154046" w:rsidP="001540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 w:rsidRPr="00DC5EB2">
        <w:t>Ibid</w:t>
      </w:r>
    </w:p>
  </w:footnote>
  <w:footnote w:id="24">
    <w:p w:rsidR="00154046" w:rsidRDefault="00154046" w:rsidP="001540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 w:rsidRPr="00DC5EB2">
        <w:t>Al-Qunduzi al-Hanafi, Yanabi` al-Mawaddah, hlm. 81.</w:t>
      </w:r>
    </w:p>
  </w:footnote>
  <w:footnote w:id="25">
    <w:p w:rsidR="00154046" w:rsidRDefault="00154046" w:rsidP="001540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 w:rsidRPr="00DC5EB2">
        <w:t>Lihat umpamanya, al-Khawarizmi, al-Manaqib, hlm. 78.</w:t>
      </w:r>
    </w:p>
  </w:footnote>
  <w:footnote w:id="26">
    <w:p w:rsidR="00154046" w:rsidRDefault="00154046" w:rsidP="001540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 w:rsidRPr="00DC5EB2">
        <w:t>Al-Hakim, al-Mustadrak, III, hlm. 5.</w:t>
      </w:r>
    </w:p>
  </w:footnote>
  <w:footnote w:id="27">
    <w:p w:rsidR="00DC5EB2" w:rsidRDefault="00154046" w:rsidP="00DC5EB2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C5EB2">
        <w:t>Al-Muhibb al-Tabari, Dhakha'ir al-`Uqba, hlm. 78; al-Baihaqi, Abu Bakr</w:t>
      </w:r>
    </w:p>
    <w:p w:rsidR="00DC5EB2" w:rsidRDefault="00DC5EB2" w:rsidP="00DC5EB2">
      <w:pPr>
        <w:pStyle w:val="libFootnote"/>
      </w:pPr>
      <w:r>
        <w:t>Ahmad b. al-Husayn, al-Sunan al-Kubra, Baghdad 1959 M., III, hlm. 276; al-</w:t>
      </w:r>
    </w:p>
    <w:p w:rsidR="00154046" w:rsidRDefault="00DC5EB2" w:rsidP="00DC5EB2">
      <w:pPr>
        <w:pStyle w:val="libFootnote"/>
      </w:pPr>
      <w:r>
        <w:t>Hakim, al-Mustadrak, II, hlm. 385; al-Kanji al-Syafi`i, Kifayah al-Talib, hlm. 277.</w:t>
      </w:r>
    </w:p>
  </w:footnote>
  <w:footnote w:id="28">
    <w:p w:rsidR="00893F7C" w:rsidRDefault="00FE079E" w:rsidP="00893F7C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893F7C">
        <w:t>Al-Hakim, al-Mustadrak, III, hlm. 130; al-Turmudhi, Sahih, II, hlm. 299; Abu</w:t>
      </w:r>
    </w:p>
    <w:p w:rsidR="00893F7C" w:rsidRDefault="00893F7C" w:rsidP="00893F7C">
      <w:pPr>
        <w:pStyle w:val="libFootnote"/>
      </w:pPr>
      <w:r>
        <w:t>Nu`aim al-Asfahani, Hilyah al-Auliya' wa Tabaqat al-Asfiya', Cairo 1956 M., VI,</w:t>
      </w:r>
    </w:p>
    <w:p w:rsidR="00FE079E" w:rsidRDefault="00893F7C" w:rsidP="00893F7C">
      <w:pPr>
        <w:pStyle w:val="libFootnote"/>
      </w:pPr>
      <w:r>
        <w:t>hlm. 339; Ibn al-Athir, Usd al-Ghabah, IV, hlm. 30.</w:t>
      </w:r>
    </w:p>
  </w:footnote>
  <w:footnote w:id="29">
    <w:p w:rsidR="00FE079E" w:rsidRDefault="00FE079E" w:rsidP="00FE079E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893F7C" w:rsidRPr="00893F7C">
        <w:t>Al-Muttaqi al-Hindi, Kanz al-`Ummal, VI, hlm. 398.</w:t>
      </w:r>
    </w:p>
  </w:footnote>
  <w:footnote w:id="30">
    <w:p w:rsidR="00FE079E" w:rsidRDefault="00FE079E" w:rsidP="00FE079E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893F7C" w:rsidRPr="00893F7C">
        <w:t>Al-Qunduzi al-Hanafi, Yanabi` al-Mawaddah, hlm. 100.</w:t>
      </w:r>
    </w:p>
  </w:footnote>
  <w:footnote w:id="31">
    <w:p w:rsidR="00FE079E" w:rsidRDefault="00FE079E" w:rsidP="00FE079E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893F7C" w:rsidRPr="00893F7C">
        <w:t>Al-Qunduzi al-Hanaf</w:t>
      </w:r>
      <w:r w:rsidR="00893F7C">
        <w:t>i, Yanabi` al-Mawaddah, hlm. 59</w:t>
      </w:r>
      <w:r w:rsidR="00893F7C" w:rsidRPr="00893F7C">
        <w:t>.</w:t>
      </w:r>
    </w:p>
  </w:footnote>
  <w:footnote w:id="32">
    <w:p w:rsidR="008037F0" w:rsidRDefault="00FE079E" w:rsidP="008037F0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8037F0">
        <w:t>Al-Hakim, al-Mustadrak, II, hlm. 199; Ibn Hajr, al-Sawa`iq al-Muhriqah, hlm.</w:t>
      </w:r>
    </w:p>
    <w:p w:rsidR="008037F0" w:rsidRDefault="008037F0" w:rsidP="008037F0">
      <w:pPr>
        <w:pStyle w:val="libFootnote"/>
      </w:pPr>
      <w:r>
        <w:t>73; al-Suyuti, Tarikh al-Khulafa', Cairo 1963 M., hlm. 144; Ibn Hajr al-</w:t>
      </w:r>
    </w:p>
    <w:p w:rsidR="008037F0" w:rsidRDefault="008037F0" w:rsidP="008037F0">
      <w:pPr>
        <w:pStyle w:val="libFootnote"/>
      </w:pPr>
      <w:r>
        <w:t>Asqalani, Abu al-Fadl Ahmad b. `Ali b. Muhammad b. Muhammad, Tahdhib al-</w:t>
      </w:r>
    </w:p>
    <w:p w:rsidR="00FE079E" w:rsidRDefault="008037F0" w:rsidP="008037F0">
      <w:pPr>
        <w:pStyle w:val="libFootnote"/>
      </w:pPr>
      <w:r>
        <w:t>Tahdhib, Hyderabad 1327H., I, hlm. 337.</w:t>
      </w:r>
    </w:p>
  </w:footnote>
  <w:footnote w:id="33">
    <w:p w:rsidR="008037F0" w:rsidRDefault="00FE079E" w:rsidP="008037F0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8037F0">
        <w:t>Al-Qunduzi al-Hanafi, Yanabi` al-Mawaddah, hlm. 253; al-Turmudhi al-</w:t>
      </w:r>
    </w:p>
    <w:p w:rsidR="00FE079E" w:rsidRDefault="008037F0" w:rsidP="008037F0">
      <w:pPr>
        <w:pStyle w:val="libFootnote"/>
      </w:pPr>
      <w:r>
        <w:t>Hanafi, al-Kaukab al-Durriy, Damascus 1958 M. hlm. 133.</w:t>
      </w:r>
    </w:p>
  </w:footnote>
  <w:footnote w:id="34">
    <w:p w:rsidR="00E7594A" w:rsidRDefault="00E7594A" w:rsidP="00E7594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193A86" w:rsidRPr="00193A86">
        <w:t>Al-Khawarizmi, al-Manaqib, hlm. 99.</w:t>
      </w:r>
    </w:p>
  </w:footnote>
  <w:footnote w:id="35">
    <w:p w:rsidR="00E7594A" w:rsidRDefault="00E7594A" w:rsidP="00E7594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193A86" w:rsidRPr="00193A86">
        <w:t>Al-Qunduzi al-Hanafi, Yanabi` al-Mawaddah, hlm. 93.</w:t>
      </w:r>
    </w:p>
  </w:footnote>
  <w:footnote w:id="36">
    <w:p w:rsidR="00E7594A" w:rsidRDefault="00E7594A" w:rsidP="00E7594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193A86" w:rsidRPr="00193A86">
        <w:t>Al-Khawarizmi, al-Manaqib, hlm. 98.</w:t>
      </w:r>
    </w:p>
  </w:footnote>
  <w:footnote w:id="37">
    <w:p w:rsidR="00E7594A" w:rsidRDefault="00E7594A" w:rsidP="00E7594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193A86" w:rsidRPr="00193A86">
        <w:t>Al-Qunduzi al-Hanafi, Yanabi` al-Mawaddah, hlm. 82.</w:t>
      </w:r>
    </w:p>
  </w:footnote>
  <w:footnote w:id="38">
    <w:p w:rsidR="00E7594A" w:rsidRDefault="00E7594A" w:rsidP="00E7594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193A86" w:rsidRPr="00193A86">
        <w:t>Al-Khawarizmi, al-Manaqib, hlm. 102.</w:t>
      </w:r>
    </w:p>
  </w:footnote>
  <w:footnote w:id="39">
    <w:p w:rsidR="006059B9" w:rsidRDefault="00E7594A" w:rsidP="006059B9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6059B9">
        <w:t>Al-Muttaqi al-Hindi, Kanz al-`Ummal, V, hlm. 40; Ibn Hajr, Tahdhib al-</w:t>
      </w:r>
    </w:p>
    <w:p w:rsidR="00E7594A" w:rsidRDefault="006059B9" w:rsidP="006059B9">
      <w:pPr>
        <w:pStyle w:val="libFootnote"/>
      </w:pPr>
      <w:r>
        <w:t>Tahdhib, VII, hlm. 109; al-Kanji al-Syafi`i, Kifayah al-Talib, hlm. 272-273.</w:t>
      </w:r>
    </w:p>
  </w:footnote>
  <w:footnote w:id="40">
    <w:p w:rsidR="006059B9" w:rsidRDefault="00985441" w:rsidP="006059B9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6059B9">
        <w:t>Al-Muttaqi al-Hindi, Kanz al-`Ummal, VI, hlm. 152; Ibn Hajr, al-Sawa`iq al-</w:t>
      </w:r>
    </w:p>
    <w:p w:rsidR="00985441" w:rsidRDefault="006059B9" w:rsidP="006059B9">
      <w:pPr>
        <w:pStyle w:val="libFootnote"/>
      </w:pPr>
      <w:r>
        <w:t>Muhriqah, hlm. 72; al-Muhibb al-Tabari, Dhakha'ir al-`Uqba, hlm. 58.</w:t>
      </w:r>
    </w:p>
  </w:footnote>
  <w:footnote w:id="41">
    <w:p w:rsidR="00FB3369" w:rsidRDefault="00FB3369" w:rsidP="00FB3369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FB3369">
        <w:t>Al-Khawarizmi, al-Manaqib, hlm. 103.</w:t>
      </w:r>
    </w:p>
  </w:footnote>
  <w:footnote w:id="42">
    <w:p w:rsidR="00FB3369" w:rsidRDefault="00FB3369" w:rsidP="00FB3369">
      <w:pPr>
        <w:pStyle w:val="libFootnote"/>
      </w:pPr>
      <w:r>
        <w:rPr>
          <w:rStyle w:val="FootnoteReference"/>
        </w:rPr>
        <w:footnoteRef/>
      </w:r>
      <w:r>
        <w:t xml:space="preserve"> Al-Wahidi, Asbab al-Nuzul, I, hlm. 422, al-Zamakhsyari, al-Kasysyaf, I, hlm.</w:t>
      </w:r>
    </w:p>
    <w:p w:rsidR="00FB3369" w:rsidRDefault="00FB3369" w:rsidP="00FB3369">
      <w:pPr>
        <w:pStyle w:val="libFootnote"/>
      </w:pPr>
      <w:r>
        <w:t>422; al-Alusi, Ruh al-Ma`ani, VI, hlm. 149; al-Qurtubi al-Andalusi, Abu `Abdullah</w:t>
      </w:r>
    </w:p>
    <w:p w:rsidR="00FB3369" w:rsidRDefault="00FB3369" w:rsidP="00FB3369">
      <w:pPr>
        <w:pStyle w:val="libFootnote"/>
      </w:pPr>
      <w:r>
        <w:t>Muhammad b. Ahmad al-Andasari, al-Jami` li Ahkam al-Qur'an, Baghdad 1959</w:t>
      </w:r>
    </w:p>
    <w:p w:rsidR="00FB3369" w:rsidRDefault="00FB3369" w:rsidP="00FB3369">
      <w:pPr>
        <w:pStyle w:val="libFootnote"/>
      </w:pPr>
      <w:r>
        <w:t>M., VI, hlm. 221; al-Kanji al-Syafi`i, Kifayah al-Talib, hlm. 106.</w:t>
      </w:r>
    </w:p>
  </w:footnote>
  <w:footnote w:id="43">
    <w:p w:rsidR="00FB3369" w:rsidRDefault="00FB3369" w:rsidP="00FB3369">
      <w:pPr>
        <w:pStyle w:val="libFootnote"/>
      </w:pPr>
      <w:r>
        <w:rPr>
          <w:rStyle w:val="FootnoteReference"/>
        </w:rPr>
        <w:footnoteRef/>
      </w:r>
      <w:r>
        <w:t xml:space="preserve"> Ibn al-Athir, Usd al-Ghabah, V, hlm. 530; al-Wahidi, Asbab al-Nuzul, hlm. 331;</w:t>
      </w:r>
    </w:p>
    <w:p w:rsidR="00FB3369" w:rsidRDefault="00FB3369" w:rsidP="00FB3369">
      <w:pPr>
        <w:pStyle w:val="libFootnote"/>
      </w:pPr>
      <w:r>
        <w:t>al-Syablanji, Nur al-Absar, hlm. 102; al-Alusi, Ruh al-Ma`ani, X, hlm. 268; Ibn</w:t>
      </w:r>
    </w:p>
    <w:p w:rsidR="00FB3369" w:rsidRDefault="00FB3369" w:rsidP="00FB3369">
      <w:pPr>
        <w:pStyle w:val="libFootnote"/>
      </w:pPr>
      <w:r>
        <w:t>Hajr al-`Asqalani, al-Isabah fi Ma`rifah al-Sahabah, Baghdad 1345 H., VIII, hlm.</w:t>
      </w:r>
    </w:p>
    <w:p w:rsidR="00FB3369" w:rsidRDefault="00FB3369" w:rsidP="00FB3369">
      <w:pPr>
        <w:pStyle w:val="libFootnote"/>
      </w:pPr>
      <w:r>
        <w:t>167</w:t>
      </w:r>
    </w:p>
  </w:footnote>
  <w:footnote w:id="44">
    <w:p w:rsidR="00FB3369" w:rsidRDefault="00FB3369" w:rsidP="00FB3369">
      <w:pPr>
        <w:pStyle w:val="libFootnote"/>
      </w:pPr>
      <w:r>
        <w:rPr>
          <w:rStyle w:val="FootnoteReference"/>
        </w:rPr>
        <w:footnoteRef/>
      </w:r>
      <w:r>
        <w:t xml:space="preserve"> Al-Tabari, Tafsir, X, hlm. 59; Fakhr al-Din al-Razi, Abu `Abdullah Muhammad</w:t>
      </w:r>
    </w:p>
    <w:p w:rsidR="00FB3369" w:rsidRDefault="00FB3369" w:rsidP="00FB3369">
      <w:pPr>
        <w:pStyle w:val="libFootnote"/>
      </w:pPr>
      <w:r>
        <w:t>b. `Umar, Mafatih al-Ghaib, Baghdad 1963 M., IV, hlm. 422; al-Suyuti, al-Durr</w:t>
      </w:r>
    </w:p>
    <w:p w:rsidR="00FB3369" w:rsidRDefault="00FB3369" w:rsidP="00FB3369">
      <w:pPr>
        <w:pStyle w:val="libFootnote"/>
      </w:pPr>
      <w:r>
        <w:t>al-Manthur, III, hlm. 218; al-Qunduzi al-Hanafi, Yanabi` al-Mawaddah, hlm. 93.</w:t>
      </w:r>
    </w:p>
  </w:footnote>
  <w:footnote w:id="45">
    <w:p w:rsidR="00611552" w:rsidRDefault="00611552" w:rsidP="00611552">
      <w:pPr>
        <w:pStyle w:val="libFootnote"/>
      </w:pPr>
      <w:r>
        <w:rPr>
          <w:rStyle w:val="FootnoteReference"/>
        </w:rPr>
        <w:footnoteRef/>
      </w:r>
      <w:r>
        <w:t xml:space="preserve"> Al-Qunduzi al-Hanafi, Yanabi` al-Mawaddah, hlm. 72-73 Al-Tabari, Tafsir, X,</w:t>
      </w:r>
    </w:p>
    <w:p w:rsidR="00611552" w:rsidRDefault="00611552" w:rsidP="00611552">
      <w:pPr>
        <w:pStyle w:val="libFootnote"/>
      </w:pPr>
      <w:r>
        <w:t>hlm. 59; Fakhr al-Din al-Razi, Abu `Abdullah Muhammad b. `Umar, Mafatih al-</w:t>
      </w:r>
    </w:p>
    <w:p w:rsidR="00611552" w:rsidRDefault="00611552" w:rsidP="00611552">
      <w:pPr>
        <w:pStyle w:val="libFootnote"/>
      </w:pPr>
      <w:r>
        <w:t>Ghaib, Baghdad 1963 M., IV, hlm. 422; al-Suyuti, al-Durr al-Manthur, III, hlm.</w:t>
      </w:r>
    </w:p>
    <w:p w:rsidR="00611552" w:rsidRDefault="00611552" w:rsidP="00611552">
      <w:pPr>
        <w:pStyle w:val="libFootnote"/>
      </w:pPr>
      <w:r>
        <w:t>218; al-Qunduzi al-Hanafi, Yanabi` al-Mawaddah, hlm. 93.</w:t>
      </w:r>
    </w:p>
  </w:footnote>
  <w:footnote w:id="46">
    <w:p w:rsidR="00611552" w:rsidRDefault="00611552" w:rsidP="00611552">
      <w:pPr>
        <w:pStyle w:val="libFootnote"/>
      </w:pPr>
      <w:r>
        <w:rPr>
          <w:rStyle w:val="FootnoteReference"/>
        </w:rPr>
        <w:footnoteRef/>
      </w:r>
      <w:r>
        <w:t xml:space="preserve"> Al-Turmudhi, Sahih, II, hlm. 300; al-Muttaqi al-Hindi, Kanz al-`Ummal, VI,</w:t>
      </w:r>
    </w:p>
    <w:p w:rsidR="00611552" w:rsidRDefault="00611552" w:rsidP="00611552">
      <w:pPr>
        <w:pStyle w:val="libFootnote"/>
      </w:pPr>
      <w:r>
        <w:t>hlm. 159; Ibn al-Athir, Usd al-Ghabah, IV, hlm. 27; al-Kanji al-Syafi`i, Kifayah al-</w:t>
      </w:r>
    </w:p>
    <w:p w:rsidR="00611552" w:rsidRDefault="00611552" w:rsidP="00611552">
      <w:pPr>
        <w:pStyle w:val="libFootnote"/>
      </w:pPr>
      <w:r>
        <w:t>Talib, hlm. 328-329.</w:t>
      </w:r>
    </w:p>
  </w:footnote>
  <w:footnote w:id="47">
    <w:p w:rsidR="00611552" w:rsidRDefault="00611552" w:rsidP="00611552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611552">
        <w:t>Al-Khawarizmi, al-Manaqib, hlm. 112.</w:t>
      </w:r>
    </w:p>
  </w:footnote>
  <w:footnote w:id="48">
    <w:p w:rsidR="00611552" w:rsidRDefault="00611552" w:rsidP="00611552">
      <w:pPr>
        <w:pStyle w:val="libFootnote"/>
      </w:pPr>
      <w:r>
        <w:rPr>
          <w:rStyle w:val="FootnoteReference"/>
        </w:rPr>
        <w:footnoteRef/>
      </w:r>
      <w:r>
        <w:t xml:space="preserve"> Al-Muttaqi al-Hindi, Kanz al-`Ummal, VI, hlm. 393; al-Muhibb al-Tabari,</w:t>
      </w:r>
    </w:p>
    <w:p w:rsidR="00611552" w:rsidRDefault="00611552" w:rsidP="00611552">
      <w:pPr>
        <w:pStyle w:val="libFootnote"/>
      </w:pPr>
      <w:r>
        <w:t>Riyadh al-Nadhirah, t.t., II, hlm. 103.</w:t>
      </w:r>
    </w:p>
  </w:footnote>
  <w:footnote w:id="49">
    <w:p w:rsidR="00611552" w:rsidRDefault="00611552" w:rsidP="00611552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611552">
        <w:t>Al-Khawarizmi, al-Manaqib, hlm. 80.</w:t>
      </w:r>
    </w:p>
  </w:footnote>
  <w:footnote w:id="50">
    <w:p w:rsidR="00611552" w:rsidRDefault="00611552" w:rsidP="00611552">
      <w:pPr>
        <w:pStyle w:val="libFootnote"/>
      </w:pPr>
      <w:r>
        <w:rPr>
          <w:rStyle w:val="FootnoteReference"/>
        </w:rPr>
        <w:footnoteRef/>
      </w:r>
      <w:r>
        <w:t xml:space="preserve"> Al-Qunduzi al-Hanafi, Yanabi` al-Mawaddah, hlm. 423; al-Suyuti, al-Durr al-</w:t>
      </w:r>
    </w:p>
    <w:p w:rsidR="00611552" w:rsidRDefault="00611552" w:rsidP="00611552">
      <w:pPr>
        <w:pStyle w:val="libFootnote"/>
      </w:pPr>
      <w:r>
        <w:t>Manthur, VI, hlm. 93.</w:t>
      </w:r>
    </w:p>
  </w:footnote>
  <w:footnote w:id="51">
    <w:p w:rsidR="004655E2" w:rsidRDefault="00C245E4" w:rsidP="004655E2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655E2">
        <w:t>Al-Muttaqi al-Hindi, Kanz al-`Ummal, VI, hlm. 399; al-Kanji al-Syafi`i, Kifayah</w:t>
      </w:r>
    </w:p>
    <w:p w:rsidR="00C245E4" w:rsidRDefault="004655E2" w:rsidP="004655E2">
      <w:pPr>
        <w:pStyle w:val="libFootnote"/>
      </w:pPr>
      <w:r>
        <w:t>al-Talib, hlm. 319-320.</w:t>
      </w:r>
    </w:p>
  </w:footnote>
  <w:footnote w:id="52">
    <w:p w:rsidR="00C245E4" w:rsidRDefault="00C245E4" w:rsidP="00C245E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655E2" w:rsidRPr="004655E2">
        <w:t>Lihat umpamanya, al-Kanji al-Syafi`i, Ibid., hlm. 80-83.</w:t>
      </w:r>
    </w:p>
  </w:footnote>
  <w:footnote w:id="53">
    <w:p w:rsidR="00C245E4" w:rsidRDefault="00C245E4" w:rsidP="00C245E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655E2" w:rsidRPr="004655E2">
        <w:t>Lihat umpamanya, al-Qunduzi al-Hanafi, Yanabi` al-Mawaddah, hlm. 247.</w:t>
      </w:r>
    </w:p>
  </w:footnote>
  <w:footnote w:id="54">
    <w:p w:rsidR="00C245E4" w:rsidRDefault="00C245E4" w:rsidP="00C245E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655E2" w:rsidRPr="004655E2">
        <w:t>Al-Syablanji, Nur al-Absar, hlm. 58.</w:t>
      </w:r>
    </w:p>
  </w:footnote>
  <w:footnote w:id="55">
    <w:p w:rsidR="00C245E4" w:rsidRDefault="00C245E4" w:rsidP="00C245E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655E2" w:rsidRPr="004655E2">
        <w:t>Al-Muttaqi al-Hindi, Kanz al-`Ummal, VI, hlm. 159.</w:t>
      </w:r>
    </w:p>
  </w:footnote>
  <w:footnote w:id="56">
    <w:p w:rsidR="004655E2" w:rsidRDefault="00C245E4" w:rsidP="004655E2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655E2">
        <w:t>Al-Wahidi, Asbab al-Nuzul, hlm. 251; al-Suyuti, al-Durr al-Manthur, V, hlm.</w:t>
      </w:r>
    </w:p>
    <w:p w:rsidR="00C245E4" w:rsidRDefault="004655E2" w:rsidP="004655E2">
      <w:pPr>
        <w:pStyle w:val="libFootnote"/>
      </w:pPr>
      <w:r>
        <w:t>198; Ahmad b. Hanbal, al-Musnad, III, hlm.259.</w:t>
      </w:r>
    </w:p>
  </w:footnote>
  <w:footnote w:id="57">
    <w:p w:rsidR="00D65E04" w:rsidRDefault="00D65E04" w:rsidP="00D65E04">
      <w:pPr>
        <w:pStyle w:val="libFootnote"/>
      </w:pPr>
      <w:r>
        <w:rPr>
          <w:rStyle w:val="FootnoteReference"/>
        </w:rPr>
        <w:footnoteRef/>
      </w:r>
      <w:r>
        <w:t xml:space="preserve"> Al-Turmudhi al-Hanafi, al-Kaukab al-Durriy, Damascus 1958 M., hlm. 143; al-</w:t>
      </w:r>
    </w:p>
    <w:p w:rsidR="00D65E04" w:rsidRDefault="00D65E04" w:rsidP="00D65E04">
      <w:pPr>
        <w:pStyle w:val="libFootnote"/>
      </w:pPr>
      <w:r>
        <w:t>Qunduzi al-Hanafi, Yanabi` al-Mawaddah, hlm. 251.</w:t>
      </w:r>
    </w:p>
  </w:footnote>
  <w:footnote w:id="58">
    <w:p w:rsidR="00D65E04" w:rsidRDefault="00D65E04" w:rsidP="00D65E0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D65E04">
        <w:t>Al-Qunduzi al-Hanafi, ibid., hlm. 60.</w:t>
      </w:r>
    </w:p>
  </w:footnote>
  <w:footnote w:id="59">
    <w:p w:rsidR="00D65E04" w:rsidRDefault="00D65E04" w:rsidP="00D65E0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D65E04">
        <w:t>Ibid., hlm. 95.</w:t>
      </w:r>
    </w:p>
  </w:footnote>
  <w:footnote w:id="60">
    <w:p w:rsidR="00D65E04" w:rsidRDefault="00D65E04" w:rsidP="00D65E0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D65E04">
        <w:t>Al-Qunduzi al-Hanafi, Yanabi` al-Mawaddah, hlm. 60-61.</w:t>
      </w:r>
    </w:p>
  </w:footnote>
  <w:footnote w:id="61">
    <w:p w:rsidR="00D65E04" w:rsidRDefault="00D65E04" w:rsidP="00D65E0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D65E04">
        <w:t>Al-Khawarizmi, al-Manaqib, hlm. 60.</w:t>
      </w:r>
    </w:p>
  </w:footnote>
  <w:footnote w:id="62">
    <w:p w:rsidR="00D65E04" w:rsidRDefault="00D65E04" w:rsidP="00D65E04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D65E04">
        <w:t>Al-Qunduzi al-Hanafi, Yanabi` al-Mawaddah, hlm. 100.</w:t>
      </w:r>
    </w:p>
  </w:footnote>
  <w:footnote w:id="63">
    <w:p w:rsidR="00C71167" w:rsidRDefault="00C71167" w:rsidP="00C7116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C71167">
        <w:t>Al-Kanji al-Syafi`i, Kifayah al-Talib, hlm. 337-338.</w:t>
      </w:r>
    </w:p>
  </w:footnote>
  <w:footnote w:id="64">
    <w:p w:rsidR="00C71167" w:rsidRDefault="00C71167" w:rsidP="00C71167">
      <w:pPr>
        <w:pStyle w:val="libFootnote"/>
      </w:pPr>
      <w:r>
        <w:rPr>
          <w:rStyle w:val="FootnoteReference"/>
        </w:rPr>
        <w:footnoteRef/>
      </w:r>
      <w:r>
        <w:t xml:space="preserve"> Ibn Hajr, al-Sawa`iq al-Muhriqah, hlm. 96; al-Kanji al-Syafi`i, Kifayah al-Talib,</w:t>
      </w:r>
    </w:p>
    <w:p w:rsidR="00C71167" w:rsidRDefault="00C71167" w:rsidP="00C71167">
      <w:pPr>
        <w:pStyle w:val="libFootnote"/>
      </w:pPr>
      <w:r>
        <w:t>hlm. 227-228.</w:t>
      </w:r>
    </w:p>
  </w:footnote>
  <w:footnote w:id="65">
    <w:p w:rsidR="00C71167" w:rsidRDefault="00C71167" w:rsidP="00C7116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C71167">
        <w:t>Al-Khawarizmi, al-Manaqib, hlm. 69.</w:t>
      </w:r>
    </w:p>
  </w:footnote>
  <w:footnote w:id="66">
    <w:p w:rsidR="00C71167" w:rsidRDefault="00C71167" w:rsidP="00C7116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C71167">
        <w:t>Al-Hakim, al-Mustadrak, II, hlm. 60.</w:t>
      </w:r>
    </w:p>
  </w:footnote>
  <w:footnote w:id="67">
    <w:p w:rsidR="00C71167" w:rsidRDefault="00C71167" w:rsidP="00C7116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C71167">
        <w:t>Al-Qunduzi al-Hanafi, Yanabi` al-Mawaddah, hlm. 253.</w:t>
      </w:r>
    </w:p>
  </w:footnote>
  <w:footnote w:id="68">
    <w:p w:rsidR="00C71167" w:rsidRDefault="00C71167" w:rsidP="00C7116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C71167">
        <w:t>Al-Khawarizmi, al-Manaqib, hlm. 70.</w:t>
      </w:r>
    </w:p>
  </w:footnote>
  <w:footnote w:id="69">
    <w:p w:rsidR="00C71167" w:rsidRDefault="00C71167" w:rsidP="00C71167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C50E79" w:rsidRPr="00C50E79">
        <w:t>Al-Qunduzi al-Hanafi, Yanabi` al-Mawaddah, hlm. 62-63.</w:t>
      </w:r>
    </w:p>
  </w:footnote>
  <w:footnote w:id="70">
    <w:p w:rsidR="004511BE" w:rsidRDefault="004511BE" w:rsidP="004511BE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391C80" w:rsidRPr="00391C80">
        <w:t>Al-Qunduzi al-Hanafi, Yanabi` al-Mawaddah, hlm. 485-486.</w:t>
      </w:r>
    </w:p>
  </w:footnote>
  <w:footnote w:id="71">
    <w:p w:rsidR="004511BE" w:rsidRDefault="004511BE" w:rsidP="004511BE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391C80" w:rsidRPr="00391C80">
        <w:t>Lihat umpamanya, al-Kanji al-Syafi`i, Kifayah al-Talib, hlm.114.</w:t>
      </w:r>
    </w:p>
  </w:footnote>
  <w:footnote w:id="72">
    <w:p w:rsidR="00391C80" w:rsidRDefault="004511BE" w:rsidP="00391C80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391C80">
        <w:t>Al-Zamakhsyari, al-Kasysyaf, I, hlm. 422; al-Syablanji, Nur al-Absar, hlm.</w:t>
      </w:r>
    </w:p>
    <w:p w:rsidR="004511BE" w:rsidRDefault="00391C80" w:rsidP="00391C80">
      <w:pPr>
        <w:pStyle w:val="libFootnote"/>
      </w:pPr>
      <w:r>
        <w:t>105-106.</w:t>
      </w:r>
    </w:p>
  </w:footnote>
  <w:footnote w:id="73">
    <w:p w:rsidR="004511BE" w:rsidRDefault="004511BE" w:rsidP="004511BE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391C80" w:rsidRPr="00391C80">
        <w:t>Al-Muttaqi al-Hindi, Kanz al-`Ummal, VI, hlm. 117.</w:t>
      </w:r>
    </w:p>
  </w:footnote>
  <w:footnote w:id="74">
    <w:p w:rsidR="00391C80" w:rsidRDefault="00391C80" w:rsidP="00391C80">
      <w:pPr>
        <w:pStyle w:val="libFootnote"/>
      </w:pPr>
      <w:r>
        <w:rPr>
          <w:rStyle w:val="FootnoteReference"/>
        </w:rPr>
        <w:footnoteRef/>
      </w:r>
      <w:r>
        <w:t xml:space="preserve"> Al-Khawarizmi, al-Manaqib, hlm. 62; al-Muhibb al-Tabari, Dhakha'ir al-`Uqba,</w:t>
      </w:r>
    </w:p>
    <w:p w:rsidR="00391C80" w:rsidRDefault="00391C80" w:rsidP="00391C80">
      <w:pPr>
        <w:pStyle w:val="libFootnote"/>
      </w:pPr>
      <w:r>
        <w:t>hlm. 56.</w:t>
      </w:r>
    </w:p>
  </w:footnote>
  <w:footnote w:id="75">
    <w:p w:rsidR="00391C80" w:rsidRDefault="00391C80" w:rsidP="00391C80">
      <w:pPr>
        <w:pStyle w:val="libFootnote"/>
      </w:pPr>
      <w:r>
        <w:rPr>
          <w:rStyle w:val="FootnoteReference"/>
        </w:rPr>
        <w:footnoteRef/>
      </w:r>
      <w:r>
        <w:t xml:space="preserve"> Al-Muttaqi al-Hindi, Kanz al-`Ummal, VI, hlm. 407; al-Kanji al-Syafi`i, Kifayah</w:t>
      </w:r>
    </w:p>
    <w:p w:rsidR="00391C80" w:rsidRDefault="00391C80" w:rsidP="00391C80">
      <w:pPr>
        <w:pStyle w:val="libFootnote"/>
      </w:pPr>
      <w:r>
        <w:t>al-Talib, hlm. 96-97.</w:t>
      </w:r>
    </w:p>
  </w:footnote>
  <w:footnote w:id="76">
    <w:p w:rsidR="001971E8" w:rsidRDefault="001971E8" w:rsidP="001971E8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1971E8">
        <w:t>Al-Khawarizmi, al-Manaqib, hlm. 69.</w:t>
      </w:r>
    </w:p>
  </w:footnote>
  <w:footnote w:id="77">
    <w:p w:rsidR="001971E8" w:rsidRDefault="001971E8" w:rsidP="001971E8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1971E8">
        <w:t>Al</w:t>
      </w:r>
      <w:r>
        <w:t>-Khawarizmi, al-Manaqib, hlm. 80</w:t>
      </w:r>
      <w:r w:rsidRPr="001971E8">
        <w:t>.</w:t>
      </w:r>
    </w:p>
  </w:footnote>
  <w:footnote w:id="78">
    <w:p w:rsidR="001971E8" w:rsidRDefault="001971E8" w:rsidP="001971E8">
      <w:pPr>
        <w:pStyle w:val="libFootnote"/>
      </w:pPr>
      <w:r>
        <w:rPr>
          <w:rStyle w:val="FootnoteReference"/>
        </w:rPr>
        <w:footnoteRef/>
      </w:r>
      <w:r>
        <w:t xml:space="preserve"> Al-Hakim, al-Mustadrak, III, hlm. 130; al-Munawi al-Syafi`i, Kunuz al-</w:t>
      </w:r>
    </w:p>
    <w:p w:rsidR="001971E8" w:rsidRDefault="001971E8" w:rsidP="001971E8">
      <w:pPr>
        <w:pStyle w:val="libFootnote"/>
      </w:pPr>
      <w:r>
        <w:t>Haqa`iq, hlm. 19.</w:t>
      </w:r>
    </w:p>
  </w:footnote>
  <w:footnote w:id="79">
    <w:p w:rsidR="001971E8" w:rsidRDefault="001971E8" w:rsidP="001971E8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1971E8">
        <w:t>Al-Qunduzi al-Hanafi, Yanabi` al-Mawaddah, hlm. 121-122.</w:t>
      </w:r>
    </w:p>
  </w:footnote>
  <w:footnote w:id="80">
    <w:p w:rsidR="001971E8" w:rsidRDefault="001971E8" w:rsidP="001971E8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1971E8">
        <w:t>Al-Kanji al-Syafi`i, Kifayah al-Talib, hlm. 113.</w:t>
      </w:r>
    </w:p>
  </w:footnote>
  <w:footnote w:id="81">
    <w:p w:rsidR="00460E86" w:rsidRDefault="00460E86" w:rsidP="00460E8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A0F41" w:rsidRPr="00DA0F41">
        <w:t>Al-Hakim, al-Mustadrak, II, hlm. 24; al-Khawarizmi, al-Manaqib hlm. 86.</w:t>
      </w:r>
    </w:p>
  </w:footnote>
  <w:footnote w:id="82">
    <w:p w:rsidR="00DA0F41" w:rsidRDefault="00460E86" w:rsidP="00DA0F41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A0F41">
        <w:t>Al-Muttaqi al-Hindi, Kanz al-`Ummal, VI, hlm. 157; al-Hakim, al-Mustadrak,</w:t>
      </w:r>
    </w:p>
    <w:p w:rsidR="00460E86" w:rsidRDefault="00DA0F41" w:rsidP="00DA0F41">
      <w:pPr>
        <w:pStyle w:val="libFootnote"/>
      </w:pPr>
      <w:r>
        <w:t>III, hlm. 124.</w:t>
      </w:r>
    </w:p>
  </w:footnote>
  <w:footnote w:id="83">
    <w:p w:rsidR="00460E86" w:rsidRDefault="00460E86" w:rsidP="00460E8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A0F41" w:rsidRPr="00DA0F41">
        <w:t>Al-Kanji al-Syafi`i, Kifayah al-Talib, hlm. 232-265.</w:t>
      </w:r>
    </w:p>
  </w:footnote>
  <w:footnote w:id="84">
    <w:p w:rsidR="00460E86" w:rsidRDefault="00460E86" w:rsidP="00460E8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A0F41" w:rsidRPr="00DA0F41">
        <w:t>Al-Khawarizmi, al-Manaqib, hlm. 72.</w:t>
      </w:r>
    </w:p>
  </w:footnote>
  <w:footnote w:id="85">
    <w:p w:rsidR="00460E86" w:rsidRDefault="00460E86" w:rsidP="00460E8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A0F41" w:rsidRPr="00DA0F41">
        <w:t>Ibid., hlm. 74.</w:t>
      </w:r>
    </w:p>
  </w:footnote>
  <w:footnote w:id="86">
    <w:p w:rsidR="00460E86" w:rsidRDefault="00460E86" w:rsidP="00460E8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DA0F41" w:rsidRPr="00DA0F41">
        <w:t>Al-Kanji al-Syafi`i, Kifayah al-Talib, hlm. 217-219.</w:t>
      </w:r>
    </w:p>
  </w:footnote>
  <w:footnote w:id="87">
    <w:p w:rsidR="00925EA3" w:rsidRDefault="002462EA" w:rsidP="00925EA3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925EA3">
        <w:t>Al-Qunduzi al-Hanafi, Yanabi` al-Mawaddah, hlm. 25; al-Muttaqi al-Hindi,</w:t>
      </w:r>
    </w:p>
    <w:p w:rsidR="002462EA" w:rsidRDefault="00925EA3" w:rsidP="00925EA3">
      <w:pPr>
        <w:pStyle w:val="libFootnote"/>
      </w:pPr>
      <w:r>
        <w:t>Kanz al-`Ummal, VI, hlm. 218.</w:t>
      </w:r>
    </w:p>
  </w:footnote>
  <w:footnote w:id="88">
    <w:p w:rsidR="002462EA" w:rsidRDefault="002462EA" w:rsidP="002462E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925EA3" w:rsidRPr="00925EA3">
        <w:t>Al-Khawarizmi, al-Manaqib, hlm. 82.</w:t>
      </w:r>
    </w:p>
  </w:footnote>
  <w:footnote w:id="89">
    <w:p w:rsidR="002462EA" w:rsidRDefault="002462EA" w:rsidP="002462E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925EA3" w:rsidRPr="00925EA3">
        <w:t>Al-Qunduzi al-Hanafi, Yanabi` al-Mawaddah, hlm. 94-95.</w:t>
      </w:r>
    </w:p>
  </w:footnote>
  <w:footnote w:id="90">
    <w:p w:rsidR="002462EA" w:rsidRDefault="002462EA" w:rsidP="002462EA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925EA3" w:rsidRPr="00925EA3">
        <w:t>Lihat umpamanya, al-Khawarizmi, al-Manaqib, hlm. 83.</w:t>
      </w:r>
    </w:p>
  </w:footnote>
  <w:footnote w:id="91">
    <w:p w:rsidR="00847B30" w:rsidRDefault="00847B30" w:rsidP="00847B30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925EA3" w:rsidRPr="00925EA3">
        <w:t>Lihat umpamanya, al-Khawarizmi, al-Manaqib, hlm. 83.</w:t>
      </w:r>
    </w:p>
  </w:footnote>
  <w:footnote w:id="92">
    <w:p w:rsidR="00925EA3" w:rsidRDefault="00847B30" w:rsidP="00925EA3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925EA3">
        <w:t>Ahmad b. Hanbal, al-Musnad, I, hlm. 156; al-Muhibb al-Tabari, Dhakha'ir al-</w:t>
      </w:r>
    </w:p>
    <w:p w:rsidR="00925EA3" w:rsidRDefault="00925EA3" w:rsidP="00925EA3">
      <w:pPr>
        <w:pStyle w:val="libFootnote"/>
      </w:pPr>
      <w:r>
        <w:t>`Uqba, hlm. 69; al-Hakim , al-Mustadrak, II, hlm. 51; al-Suyuti, Jalal al-Din `Abd</w:t>
      </w:r>
    </w:p>
    <w:p w:rsidR="00847B30" w:rsidRDefault="00925EA3" w:rsidP="00925EA3">
      <w:pPr>
        <w:pStyle w:val="libFootnote"/>
      </w:pPr>
      <w:r>
        <w:t>al-Rahman b. Abu Bakr, Tarikh al-Khulafa', Cairo 1963 M., hlm. 66.</w:t>
      </w:r>
    </w:p>
  </w:footnote>
  <w:footnote w:id="93">
    <w:p w:rsidR="00847B30" w:rsidRDefault="00847B30" w:rsidP="00847B30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925EA3" w:rsidRPr="00925EA3">
        <w:t>Al-Khawarizmi, al-Manaqib, hlm. 75.</w:t>
      </w:r>
    </w:p>
  </w:footnote>
  <w:footnote w:id="94">
    <w:p w:rsidR="00412A81" w:rsidRDefault="00E81AF1" w:rsidP="00412A81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12A81">
        <w:t>Al-Muttaqi al-Hindi, Kanz al-`Ummal, VI, hlm. 408; al-Khatib, Tarikh</w:t>
      </w:r>
    </w:p>
    <w:p w:rsidR="00E81AF1" w:rsidRDefault="00412A81" w:rsidP="00412A81">
      <w:pPr>
        <w:pStyle w:val="libFootnote"/>
      </w:pPr>
      <w:r>
        <w:t>Baghdad, XII, hlm. 397; al-Kanji al-Syafi`i, Kifayah al-Talib, hlm. 273.</w:t>
      </w:r>
    </w:p>
  </w:footnote>
  <w:footnote w:id="95">
    <w:p w:rsidR="00E81AF1" w:rsidRDefault="00E81AF1" w:rsidP="00E81AF1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12A81" w:rsidRPr="00412A81">
        <w:t>Al-Qunduzi al-Hanafi, Yanabi` al-Mawaddah, hlm. 280.</w:t>
      </w:r>
    </w:p>
  </w:footnote>
  <w:footnote w:id="96">
    <w:p w:rsidR="00E81AF1" w:rsidRDefault="00E81AF1" w:rsidP="00E81AF1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12A81" w:rsidRPr="00412A81">
        <w:t>Al-Qunduzi al-Hanafi, Yanabi` al-Mawaddah, hlm. 83-84.</w:t>
      </w:r>
    </w:p>
  </w:footnote>
  <w:footnote w:id="97">
    <w:p w:rsidR="00E81AF1" w:rsidRDefault="00E81AF1" w:rsidP="00E81AF1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12A81" w:rsidRPr="00412A81">
        <w:t>Ibid., hlm. 95-96.</w:t>
      </w:r>
    </w:p>
  </w:footnote>
  <w:footnote w:id="98">
    <w:p w:rsidR="00412A81" w:rsidRDefault="00412A81" w:rsidP="00412A81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412A81">
        <w:t>Ibid., hlm. 304.</w:t>
      </w:r>
    </w:p>
  </w:footnote>
  <w:footnote w:id="99">
    <w:p w:rsidR="009C6D46" w:rsidRDefault="009C6D46" w:rsidP="009C6D46">
      <w:pPr>
        <w:pStyle w:val="libFootnote"/>
      </w:pPr>
      <w:r>
        <w:rPr>
          <w:rStyle w:val="FootnoteReference"/>
        </w:rPr>
        <w:footnoteRef/>
      </w:r>
      <w:r>
        <w:t xml:space="preserve"> Lihat, Syarif al-Radhi, Abu Hasan Muhammad b. al-Hasan al-Musawi, Nahj</w:t>
      </w:r>
    </w:p>
    <w:p w:rsidR="009C6D46" w:rsidRDefault="009C6D46" w:rsidP="009C6D46">
      <w:pPr>
        <w:pStyle w:val="libFootnote"/>
      </w:pPr>
      <w:r>
        <w:t>al-Balaghah, Baghdad 1364</w:t>
      </w:r>
    </w:p>
  </w:footnote>
  <w:footnote w:id="100">
    <w:p w:rsidR="009C6D46" w:rsidRDefault="009C6D46" w:rsidP="009C6D46">
      <w:pPr>
        <w:pStyle w:val="libFootnote"/>
      </w:pPr>
      <w:r>
        <w:rPr>
          <w:rStyle w:val="FootnoteReference"/>
        </w:rPr>
        <w:footnoteRef/>
      </w:r>
      <w:r>
        <w:t xml:space="preserve"> Lihat umpamanya, Ibn Qutaibah, Abu Muhammad `Abdullah b. Muslim, al-</w:t>
      </w:r>
    </w:p>
    <w:p w:rsidR="009C6D46" w:rsidRDefault="009C6D46" w:rsidP="009C6D46">
      <w:pPr>
        <w:pStyle w:val="libFootnote"/>
      </w:pPr>
      <w:r>
        <w:t>Imamah wa al-Siyasah, I, hlm 24; al-Tabari, Tarikh, V,hlm. 2778.</w:t>
      </w:r>
    </w:p>
  </w:footnote>
  <w:footnote w:id="101">
    <w:p w:rsidR="009C6D46" w:rsidRDefault="009C6D46" w:rsidP="009C6D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9C6D46">
        <w:t>Ibn Qutaibah, ibid., hlm. 24.</w:t>
      </w:r>
    </w:p>
  </w:footnote>
  <w:footnote w:id="102">
    <w:p w:rsidR="009C6D46" w:rsidRDefault="009C6D46" w:rsidP="009C6D46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9C6D46">
        <w:t>Ibn Qutaibah, al-Imamah wa al-Siyasah, I, hlm. 24.</w:t>
      </w:r>
    </w:p>
  </w:footnote>
  <w:footnote w:id="103">
    <w:p w:rsidR="004508CC" w:rsidRDefault="00EE3BBA" w:rsidP="004508CC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508CC">
        <w:t>Untuk mengetahui lebih lanjut, sila lihat: Sulaim b. Qais al-Hilali, Kitab</w:t>
      </w:r>
    </w:p>
    <w:p w:rsidR="00EE3BBA" w:rsidRDefault="004508CC" w:rsidP="004508CC">
      <w:pPr>
        <w:pStyle w:val="libFootnote"/>
      </w:pPr>
      <w:r>
        <w:t>Sulaim, Beirut, 1980, hlm.212, 222.</w:t>
      </w:r>
    </w:p>
  </w:footnote>
  <w:footnote w:id="104">
    <w:p w:rsidR="004508CC" w:rsidRDefault="00EE3BBA" w:rsidP="004508CC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="004508CC">
        <w:t>Lihat al-Amini, `Abd al-Husayn b. Ahmad al-Najafi, al-Ghadir fi al-Kitab wa</w:t>
      </w:r>
    </w:p>
    <w:p w:rsidR="00EE3BBA" w:rsidRDefault="004508CC" w:rsidP="004508CC">
      <w:pPr>
        <w:pStyle w:val="libFootnote"/>
      </w:pPr>
      <w:r>
        <w:t>al-Sunnah wa al-Adab, Beirut 1977 M., I, hlm. 82-85.</w:t>
      </w:r>
    </w:p>
  </w:footnote>
  <w:footnote w:id="105">
    <w:p w:rsidR="005754D9" w:rsidRDefault="005754D9" w:rsidP="005754D9">
      <w:pPr>
        <w:pStyle w:val="libFootnote"/>
      </w:pPr>
      <w:r>
        <w:rPr>
          <w:rStyle w:val="FootnoteReference"/>
        </w:rPr>
        <w:footnoteRef/>
      </w:r>
      <w:r>
        <w:t xml:space="preserve"> </w:t>
      </w:r>
      <w:r w:rsidRPr="005754D9">
        <w:t>Syarif al-Radhi, Nahj al-Balaghah, hlm. 48-50.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B6312"/>
    <w:rsid w:val="00000706"/>
    <w:rsid w:val="0000276B"/>
    <w:rsid w:val="00002A56"/>
    <w:rsid w:val="00003704"/>
    <w:rsid w:val="000051F0"/>
    <w:rsid w:val="000053B7"/>
    <w:rsid w:val="00005A19"/>
    <w:rsid w:val="0000600F"/>
    <w:rsid w:val="00007013"/>
    <w:rsid w:val="00007B95"/>
    <w:rsid w:val="00010C92"/>
    <w:rsid w:val="000110AA"/>
    <w:rsid w:val="0001183F"/>
    <w:rsid w:val="0001244E"/>
    <w:rsid w:val="000139A6"/>
    <w:rsid w:val="00016574"/>
    <w:rsid w:val="00016C77"/>
    <w:rsid w:val="00016E4F"/>
    <w:rsid w:val="0001762B"/>
    <w:rsid w:val="0002158B"/>
    <w:rsid w:val="000215B0"/>
    <w:rsid w:val="00021601"/>
    <w:rsid w:val="00022704"/>
    <w:rsid w:val="000228F3"/>
    <w:rsid w:val="00022F73"/>
    <w:rsid w:val="00024619"/>
    <w:rsid w:val="00025DE3"/>
    <w:rsid w:val="0002629F"/>
    <w:rsid w:val="000267FE"/>
    <w:rsid w:val="000275E5"/>
    <w:rsid w:val="00030A4D"/>
    <w:rsid w:val="00032E66"/>
    <w:rsid w:val="00034231"/>
    <w:rsid w:val="00034548"/>
    <w:rsid w:val="000350CB"/>
    <w:rsid w:val="00035B5A"/>
    <w:rsid w:val="00036A62"/>
    <w:rsid w:val="00036C9B"/>
    <w:rsid w:val="0003793A"/>
    <w:rsid w:val="000402BA"/>
    <w:rsid w:val="00040798"/>
    <w:rsid w:val="000416AD"/>
    <w:rsid w:val="00041E44"/>
    <w:rsid w:val="00043023"/>
    <w:rsid w:val="00043790"/>
    <w:rsid w:val="00043B7A"/>
    <w:rsid w:val="00044D2F"/>
    <w:rsid w:val="00045810"/>
    <w:rsid w:val="00045B54"/>
    <w:rsid w:val="0004794F"/>
    <w:rsid w:val="00051AE0"/>
    <w:rsid w:val="00051C77"/>
    <w:rsid w:val="00051DF9"/>
    <w:rsid w:val="00051ED9"/>
    <w:rsid w:val="00053E2B"/>
    <w:rsid w:val="00054406"/>
    <w:rsid w:val="0005494B"/>
    <w:rsid w:val="00054EE1"/>
    <w:rsid w:val="00057143"/>
    <w:rsid w:val="00057D64"/>
    <w:rsid w:val="00057F19"/>
    <w:rsid w:val="000602B0"/>
    <w:rsid w:val="0006146C"/>
    <w:rsid w:val="0006216A"/>
    <w:rsid w:val="000621A5"/>
    <w:rsid w:val="00062E78"/>
    <w:rsid w:val="00063147"/>
    <w:rsid w:val="000634D2"/>
    <w:rsid w:val="0006368D"/>
    <w:rsid w:val="00063E8E"/>
    <w:rsid w:val="000655E9"/>
    <w:rsid w:val="00066626"/>
    <w:rsid w:val="00067B9D"/>
    <w:rsid w:val="00067F2A"/>
    <w:rsid w:val="00067F84"/>
    <w:rsid w:val="00070C8E"/>
    <w:rsid w:val="00070EE8"/>
    <w:rsid w:val="00071362"/>
    <w:rsid w:val="00071C97"/>
    <w:rsid w:val="00072A7C"/>
    <w:rsid w:val="00072C91"/>
    <w:rsid w:val="000736EB"/>
    <w:rsid w:val="0007385B"/>
    <w:rsid w:val="000749B9"/>
    <w:rsid w:val="00074CEC"/>
    <w:rsid w:val="00075ABB"/>
    <w:rsid w:val="00075FF6"/>
    <w:rsid w:val="000761F7"/>
    <w:rsid w:val="00076A3A"/>
    <w:rsid w:val="0007786F"/>
    <w:rsid w:val="0008070A"/>
    <w:rsid w:val="00081B3D"/>
    <w:rsid w:val="00081E10"/>
    <w:rsid w:val="000829D6"/>
    <w:rsid w:val="00082B10"/>
    <w:rsid w:val="0008303B"/>
    <w:rsid w:val="00083287"/>
    <w:rsid w:val="000835FF"/>
    <w:rsid w:val="00083BC9"/>
    <w:rsid w:val="00084F9F"/>
    <w:rsid w:val="00085282"/>
    <w:rsid w:val="000863F5"/>
    <w:rsid w:val="000867CD"/>
    <w:rsid w:val="00087120"/>
    <w:rsid w:val="00087C26"/>
    <w:rsid w:val="00087CEC"/>
    <w:rsid w:val="00087D05"/>
    <w:rsid w:val="000906EB"/>
    <w:rsid w:val="00090F6E"/>
    <w:rsid w:val="00090FA3"/>
    <w:rsid w:val="000910D5"/>
    <w:rsid w:val="00092352"/>
    <w:rsid w:val="000923C8"/>
    <w:rsid w:val="00092805"/>
    <w:rsid w:val="00092985"/>
    <w:rsid w:val="00092A0C"/>
    <w:rsid w:val="00092FE9"/>
    <w:rsid w:val="00094352"/>
    <w:rsid w:val="000956E9"/>
    <w:rsid w:val="00096665"/>
    <w:rsid w:val="00096A5F"/>
    <w:rsid w:val="000A0101"/>
    <w:rsid w:val="000A1874"/>
    <w:rsid w:val="000A3460"/>
    <w:rsid w:val="000A538B"/>
    <w:rsid w:val="000A6B88"/>
    <w:rsid w:val="000A715C"/>
    <w:rsid w:val="000A7750"/>
    <w:rsid w:val="000B084A"/>
    <w:rsid w:val="000B09B7"/>
    <w:rsid w:val="000B0D77"/>
    <w:rsid w:val="000B1B11"/>
    <w:rsid w:val="000B28E8"/>
    <w:rsid w:val="000B2B65"/>
    <w:rsid w:val="000B3874"/>
    <w:rsid w:val="000B3A56"/>
    <w:rsid w:val="000B4356"/>
    <w:rsid w:val="000B4456"/>
    <w:rsid w:val="000B44CF"/>
    <w:rsid w:val="000B5AB6"/>
    <w:rsid w:val="000B6182"/>
    <w:rsid w:val="000B6293"/>
    <w:rsid w:val="000C0307"/>
    <w:rsid w:val="000C041C"/>
    <w:rsid w:val="000C04C2"/>
    <w:rsid w:val="000C0A89"/>
    <w:rsid w:val="000C0F38"/>
    <w:rsid w:val="000C1718"/>
    <w:rsid w:val="000C24E4"/>
    <w:rsid w:val="000C2C12"/>
    <w:rsid w:val="000C3595"/>
    <w:rsid w:val="000C4FAE"/>
    <w:rsid w:val="000C5208"/>
    <w:rsid w:val="000C536F"/>
    <w:rsid w:val="000C55EE"/>
    <w:rsid w:val="000C61FE"/>
    <w:rsid w:val="000C6BBD"/>
    <w:rsid w:val="000C6CD8"/>
    <w:rsid w:val="000C7111"/>
    <w:rsid w:val="000C7722"/>
    <w:rsid w:val="000D0068"/>
    <w:rsid w:val="000D0932"/>
    <w:rsid w:val="000D0FA3"/>
    <w:rsid w:val="000D1BDF"/>
    <w:rsid w:val="000D2325"/>
    <w:rsid w:val="000D2570"/>
    <w:rsid w:val="000D26F7"/>
    <w:rsid w:val="000D27D3"/>
    <w:rsid w:val="000D3BA2"/>
    <w:rsid w:val="000D4A82"/>
    <w:rsid w:val="000D6018"/>
    <w:rsid w:val="000D6B7D"/>
    <w:rsid w:val="000D71B7"/>
    <w:rsid w:val="000D74CC"/>
    <w:rsid w:val="000D772A"/>
    <w:rsid w:val="000D7C30"/>
    <w:rsid w:val="000E0C32"/>
    <w:rsid w:val="000E162A"/>
    <w:rsid w:val="000E16D6"/>
    <w:rsid w:val="000E17D3"/>
    <w:rsid w:val="000E384E"/>
    <w:rsid w:val="000E425D"/>
    <w:rsid w:val="000E443E"/>
    <w:rsid w:val="000E591F"/>
    <w:rsid w:val="000E6824"/>
    <w:rsid w:val="000E7A36"/>
    <w:rsid w:val="000E7C7D"/>
    <w:rsid w:val="000F1A8C"/>
    <w:rsid w:val="000F1CBE"/>
    <w:rsid w:val="000F2896"/>
    <w:rsid w:val="000F30D4"/>
    <w:rsid w:val="000F355B"/>
    <w:rsid w:val="000F3E38"/>
    <w:rsid w:val="000F6E79"/>
    <w:rsid w:val="000F7228"/>
    <w:rsid w:val="0010049D"/>
    <w:rsid w:val="00100FA4"/>
    <w:rsid w:val="0010127B"/>
    <w:rsid w:val="001012A2"/>
    <w:rsid w:val="0010168C"/>
    <w:rsid w:val="00101769"/>
    <w:rsid w:val="00101799"/>
    <w:rsid w:val="001017EA"/>
    <w:rsid w:val="00101D90"/>
    <w:rsid w:val="001027A4"/>
    <w:rsid w:val="001027D5"/>
    <w:rsid w:val="00102E0E"/>
    <w:rsid w:val="00102EE5"/>
    <w:rsid w:val="00103677"/>
    <w:rsid w:val="0010435E"/>
    <w:rsid w:val="00104B46"/>
    <w:rsid w:val="00105956"/>
    <w:rsid w:val="00106569"/>
    <w:rsid w:val="0010740F"/>
    <w:rsid w:val="00107A6B"/>
    <w:rsid w:val="00110456"/>
    <w:rsid w:val="001106A5"/>
    <w:rsid w:val="001115AD"/>
    <w:rsid w:val="00111AE3"/>
    <w:rsid w:val="0011313E"/>
    <w:rsid w:val="0011352E"/>
    <w:rsid w:val="00113A00"/>
    <w:rsid w:val="00113B0B"/>
    <w:rsid w:val="00113BDA"/>
    <w:rsid w:val="00113C59"/>
    <w:rsid w:val="00113CC6"/>
    <w:rsid w:val="00113CCC"/>
    <w:rsid w:val="001143A3"/>
    <w:rsid w:val="0011490C"/>
    <w:rsid w:val="00115473"/>
    <w:rsid w:val="00115A71"/>
    <w:rsid w:val="001162C9"/>
    <w:rsid w:val="00116EB8"/>
    <w:rsid w:val="00120454"/>
    <w:rsid w:val="001208E0"/>
    <w:rsid w:val="00121524"/>
    <w:rsid w:val="00121BD8"/>
    <w:rsid w:val="0012268F"/>
    <w:rsid w:val="00122B0F"/>
    <w:rsid w:val="0012322A"/>
    <w:rsid w:val="00123425"/>
    <w:rsid w:val="0012343D"/>
    <w:rsid w:val="0012358B"/>
    <w:rsid w:val="001243ED"/>
    <w:rsid w:val="00125836"/>
    <w:rsid w:val="00126137"/>
    <w:rsid w:val="0012634B"/>
    <w:rsid w:val="00126471"/>
    <w:rsid w:val="001303BB"/>
    <w:rsid w:val="001311CC"/>
    <w:rsid w:val="00131540"/>
    <w:rsid w:val="001330D4"/>
    <w:rsid w:val="0013415C"/>
    <w:rsid w:val="00135E90"/>
    <w:rsid w:val="00135EA5"/>
    <w:rsid w:val="00136268"/>
    <w:rsid w:val="001365F2"/>
    <w:rsid w:val="00136E6F"/>
    <w:rsid w:val="0013764B"/>
    <w:rsid w:val="0014041D"/>
    <w:rsid w:val="00140A08"/>
    <w:rsid w:val="0014160D"/>
    <w:rsid w:val="00142309"/>
    <w:rsid w:val="00142C52"/>
    <w:rsid w:val="00142DDA"/>
    <w:rsid w:val="00142E74"/>
    <w:rsid w:val="00143123"/>
    <w:rsid w:val="0014341C"/>
    <w:rsid w:val="00143EEA"/>
    <w:rsid w:val="00143F4D"/>
    <w:rsid w:val="00144DB8"/>
    <w:rsid w:val="00144DE8"/>
    <w:rsid w:val="0014648A"/>
    <w:rsid w:val="001467F3"/>
    <w:rsid w:val="0014748E"/>
    <w:rsid w:val="00147499"/>
    <w:rsid w:val="00147ED8"/>
    <w:rsid w:val="00151BE8"/>
    <w:rsid w:val="00151C03"/>
    <w:rsid w:val="0015245B"/>
    <w:rsid w:val="00153917"/>
    <w:rsid w:val="00153D97"/>
    <w:rsid w:val="00154046"/>
    <w:rsid w:val="001540BA"/>
    <w:rsid w:val="0015486C"/>
    <w:rsid w:val="00154888"/>
    <w:rsid w:val="0015652A"/>
    <w:rsid w:val="0015682D"/>
    <w:rsid w:val="00156BCD"/>
    <w:rsid w:val="00156F8F"/>
    <w:rsid w:val="00157306"/>
    <w:rsid w:val="00160C8C"/>
    <w:rsid w:val="00160F76"/>
    <w:rsid w:val="00162344"/>
    <w:rsid w:val="00163B9B"/>
    <w:rsid w:val="00163BF4"/>
    <w:rsid w:val="00163D83"/>
    <w:rsid w:val="00163F78"/>
    <w:rsid w:val="001640DE"/>
    <w:rsid w:val="00164767"/>
    <w:rsid w:val="00164810"/>
    <w:rsid w:val="0016616D"/>
    <w:rsid w:val="0016689D"/>
    <w:rsid w:val="001671DA"/>
    <w:rsid w:val="00167473"/>
    <w:rsid w:val="00170B87"/>
    <w:rsid w:val="001712E1"/>
    <w:rsid w:val="0017230E"/>
    <w:rsid w:val="001725EA"/>
    <w:rsid w:val="00172A13"/>
    <w:rsid w:val="00172B34"/>
    <w:rsid w:val="00173A33"/>
    <w:rsid w:val="001753B5"/>
    <w:rsid w:val="00175804"/>
    <w:rsid w:val="00175A05"/>
    <w:rsid w:val="00175B46"/>
    <w:rsid w:val="00176099"/>
    <w:rsid w:val="00176595"/>
    <w:rsid w:val="001771C9"/>
    <w:rsid w:val="00177998"/>
    <w:rsid w:val="00177D0E"/>
    <w:rsid w:val="001809D4"/>
    <w:rsid w:val="0018157F"/>
    <w:rsid w:val="00181698"/>
    <w:rsid w:val="00181C0E"/>
    <w:rsid w:val="00181F83"/>
    <w:rsid w:val="00182251"/>
    <w:rsid w:val="00182A81"/>
    <w:rsid w:val="00182CD3"/>
    <w:rsid w:val="001832B1"/>
    <w:rsid w:val="00183F54"/>
    <w:rsid w:val="00184833"/>
    <w:rsid w:val="0018595B"/>
    <w:rsid w:val="00185F2B"/>
    <w:rsid w:val="00186090"/>
    <w:rsid w:val="001865DE"/>
    <w:rsid w:val="0018664D"/>
    <w:rsid w:val="00186E7E"/>
    <w:rsid w:val="00187017"/>
    <w:rsid w:val="00187246"/>
    <w:rsid w:val="00187F9F"/>
    <w:rsid w:val="00191D04"/>
    <w:rsid w:val="001924E1"/>
    <w:rsid w:val="001937F7"/>
    <w:rsid w:val="00193A86"/>
    <w:rsid w:val="00194D21"/>
    <w:rsid w:val="00195AF7"/>
    <w:rsid w:val="00196643"/>
    <w:rsid w:val="00196A62"/>
    <w:rsid w:val="00196D1C"/>
    <w:rsid w:val="00196DAE"/>
    <w:rsid w:val="00196FC2"/>
    <w:rsid w:val="001971E8"/>
    <w:rsid w:val="001A086F"/>
    <w:rsid w:val="001A0DC9"/>
    <w:rsid w:val="001A1408"/>
    <w:rsid w:val="001A1631"/>
    <w:rsid w:val="001A1CDE"/>
    <w:rsid w:val="001A3110"/>
    <w:rsid w:val="001A3AF4"/>
    <w:rsid w:val="001A4006"/>
    <w:rsid w:val="001A4C37"/>
    <w:rsid w:val="001A4D9B"/>
    <w:rsid w:val="001A5A6E"/>
    <w:rsid w:val="001A5E34"/>
    <w:rsid w:val="001A6EC0"/>
    <w:rsid w:val="001A7554"/>
    <w:rsid w:val="001B027C"/>
    <w:rsid w:val="001B07B7"/>
    <w:rsid w:val="001B16FD"/>
    <w:rsid w:val="001B1EDD"/>
    <w:rsid w:val="001B37F2"/>
    <w:rsid w:val="001B4A70"/>
    <w:rsid w:val="001B577F"/>
    <w:rsid w:val="001B63C0"/>
    <w:rsid w:val="001B6631"/>
    <w:rsid w:val="001B6835"/>
    <w:rsid w:val="001B6CE1"/>
    <w:rsid w:val="001B702D"/>
    <w:rsid w:val="001B7407"/>
    <w:rsid w:val="001B7D98"/>
    <w:rsid w:val="001C36B3"/>
    <w:rsid w:val="001C3FBE"/>
    <w:rsid w:val="001C5EDB"/>
    <w:rsid w:val="001C6552"/>
    <w:rsid w:val="001C6663"/>
    <w:rsid w:val="001C68F9"/>
    <w:rsid w:val="001C6AA7"/>
    <w:rsid w:val="001C7535"/>
    <w:rsid w:val="001C7AFE"/>
    <w:rsid w:val="001D1C40"/>
    <w:rsid w:val="001D296E"/>
    <w:rsid w:val="001D2CAE"/>
    <w:rsid w:val="001D41A1"/>
    <w:rsid w:val="001D433F"/>
    <w:rsid w:val="001D6933"/>
    <w:rsid w:val="001D6EB5"/>
    <w:rsid w:val="001E11FF"/>
    <w:rsid w:val="001E1354"/>
    <w:rsid w:val="001E1481"/>
    <w:rsid w:val="001E25DC"/>
    <w:rsid w:val="001E3F5C"/>
    <w:rsid w:val="001E501A"/>
    <w:rsid w:val="001E57B5"/>
    <w:rsid w:val="001E7AB2"/>
    <w:rsid w:val="001F0713"/>
    <w:rsid w:val="001F112C"/>
    <w:rsid w:val="001F1263"/>
    <w:rsid w:val="001F13CC"/>
    <w:rsid w:val="001F16D5"/>
    <w:rsid w:val="001F3226"/>
    <w:rsid w:val="001F44A1"/>
    <w:rsid w:val="001F47B9"/>
    <w:rsid w:val="001F4A0D"/>
    <w:rsid w:val="001F641E"/>
    <w:rsid w:val="001F6AD1"/>
    <w:rsid w:val="001F6DCC"/>
    <w:rsid w:val="00200126"/>
    <w:rsid w:val="002001B0"/>
    <w:rsid w:val="002022DB"/>
    <w:rsid w:val="00202827"/>
    <w:rsid w:val="00202C7B"/>
    <w:rsid w:val="002033FD"/>
    <w:rsid w:val="00203477"/>
    <w:rsid w:val="002054C5"/>
    <w:rsid w:val="002055CA"/>
    <w:rsid w:val="00205A09"/>
    <w:rsid w:val="00206056"/>
    <w:rsid w:val="0020646D"/>
    <w:rsid w:val="00206D1C"/>
    <w:rsid w:val="00206E10"/>
    <w:rsid w:val="00207543"/>
    <w:rsid w:val="0020772D"/>
    <w:rsid w:val="00207A16"/>
    <w:rsid w:val="00207A2D"/>
    <w:rsid w:val="00207DD0"/>
    <w:rsid w:val="00210DE9"/>
    <w:rsid w:val="00210EEF"/>
    <w:rsid w:val="00211EB2"/>
    <w:rsid w:val="00211ECD"/>
    <w:rsid w:val="00212A3F"/>
    <w:rsid w:val="002139CB"/>
    <w:rsid w:val="002140D9"/>
    <w:rsid w:val="00214793"/>
    <w:rsid w:val="00214801"/>
    <w:rsid w:val="00214B62"/>
    <w:rsid w:val="0021556A"/>
    <w:rsid w:val="002159E2"/>
    <w:rsid w:val="00216163"/>
    <w:rsid w:val="002177A1"/>
    <w:rsid w:val="00220968"/>
    <w:rsid w:val="00221869"/>
    <w:rsid w:val="00221964"/>
    <w:rsid w:val="002225E4"/>
    <w:rsid w:val="00222975"/>
    <w:rsid w:val="00222AEA"/>
    <w:rsid w:val="00222E21"/>
    <w:rsid w:val="002239F0"/>
    <w:rsid w:val="00223A86"/>
    <w:rsid w:val="00224964"/>
    <w:rsid w:val="0022509D"/>
    <w:rsid w:val="00225716"/>
    <w:rsid w:val="00225FBD"/>
    <w:rsid w:val="002267C7"/>
    <w:rsid w:val="00227740"/>
    <w:rsid w:val="00227FEE"/>
    <w:rsid w:val="00230A67"/>
    <w:rsid w:val="00231224"/>
    <w:rsid w:val="002321F9"/>
    <w:rsid w:val="00232408"/>
    <w:rsid w:val="00232B54"/>
    <w:rsid w:val="00233568"/>
    <w:rsid w:val="00234DE5"/>
    <w:rsid w:val="00235005"/>
    <w:rsid w:val="002350C1"/>
    <w:rsid w:val="002353E7"/>
    <w:rsid w:val="00240045"/>
    <w:rsid w:val="00241716"/>
    <w:rsid w:val="00241F59"/>
    <w:rsid w:val="002421F0"/>
    <w:rsid w:val="00242342"/>
    <w:rsid w:val="002423E2"/>
    <w:rsid w:val="0024265C"/>
    <w:rsid w:val="002436A8"/>
    <w:rsid w:val="002437B2"/>
    <w:rsid w:val="002439D5"/>
    <w:rsid w:val="0024400A"/>
    <w:rsid w:val="00244641"/>
    <w:rsid w:val="002447F3"/>
    <w:rsid w:val="00244A73"/>
    <w:rsid w:val="00244C2E"/>
    <w:rsid w:val="00244E1F"/>
    <w:rsid w:val="002453C4"/>
    <w:rsid w:val="00245808"/>
    <w:rsid w:val="00245D3D"/>
    <w:rsid w:val="002462EA"/>
    <w:rsid w:val="002467F7"/>
    <w:rsid w:val="00246A4F"/>
    <w:rsid w:val="00246C1C"/>
    <w:rsid w:val="00246C78"/>
    <w:rsid w:val="00247ECA"/>
    <w:rsid w:val="0025055D"/>
    <w:rsid w:val="00250CC1"/>
    <w:rsid w:val="00250E0A"/>
    <w:rsid w:val="00251474"/>
    <w:rsid w:val="00251E02"/>
    <w:rsid w:val="002531D3"/>
    <w:rsid w:val="00254924"/>
    <w:rsid w:val="00257657"/>
    <w:rsid w:val="00257B22"/>
    <w:rsid w:val="00260218"/>
    <w:rsid w:val="002613FB"/>
    <w:rsid w:val="002616A4"/>
    <w:rsid w:val="00261F42"/>
    <w:rsid w:val="00262403"/>
    <w:rsid w:val="0026275F"/>
    <w:rsid w:val="00262EE4"/>
    <w:rsid w:val="002632C3"/>
    <w:rsid w:val="00263A94"/>
    <w:rsid w:val="00263F56"/>
    <w:rsid w:val="002653CB"/>
    <w:rsid w:val="00266225"/>
    <w:rsid w:val="00266909"/>
    <w:rsid w:val="00266C1E"/>
    <w:rsid w:val="002679CD"/>
    <w:rsid w:val="00270AA3"/>
    <w:rsid w:val="00271402"/>
    <w:rsid w:val="00271D35"/>
    <w:rsid w:val="002722BA"/>
    <w:rsid w:val="00272358"/>
    <w:rsid w:val="00272517"/>
    <w:rsid w:val="00272827"/>
    <w:rsid w:val="0027369F"/>
    <w:rsid w:val="00275FED"/>
    <w:rsid w:val="00276471"/>
    <w:rsid w:val="00276AE0"/>
    <w:rsid w:val="0027747C"/>
    <w:rsid w:val="00277CA6"/>
    <w:rsid w:val="00280895"/>
    <w:rsid w:val="002818EF"/>
    <w:rsid w:val="0028218F"/>
    <w:rsid w:val="0028271F"/>
    <w:rsid w:val="00282831"/>
    <w:rsid w:val="00286AA7"/>
    <w:rsid w:val="00287024"/>
    <w:rsid w:val="002877BB"/>
    <w:rsid w:val="00287A34"/>
    <w:rsid w:val="00287EE3"/>
    <w:rsid w:val="0029077F"/>
    <w:rsid w:val="0029177C"/>
    <w:rsid w:val="002919A3"/>
    <w:rsid w:val="00291CCE"/>
    <w:rsid w:val="002944D5"/>
    <w:rsid w:val="00294DB2"/>
    <w:rsid w:val="00295016"/>
    <w:rsid w:val="00296390"/>
    <w:rsid w:val="002968F2"/>
    <w:rsid w:val="00296C0B"/>
    <w:rsid w:val="002971A5"/>
    <w:rsid w:val="00297EB0"/>
    <w:rsid w:val="002A0284"/>
    <w:rsid w:val="002A1114"/>
    <w:rsid w:val="002A338C"/>
    <w:rsid w:val="002A400E"/>
    <w:rsid w:val="002A44E8"/>
    <w:rsid w:val="002A4813"/>
    <w:rsid w:val="002A4873"/>
    <w:rsid w:val="002A4A5A"/>
    <w:rsid w:val="002A717D"/>
    <w:rsid w:val="002A73D7"/>
    <w:rsid w:val="002A797B"/>
    <w:rsid w:val="002B100A"/>
    <w:rsid w:val="002B1C6C"/>
    <w:rsid w:val="002B2B15"/>
    <w:rsid w:val="002B4461"/>
    <w:rsid w:val="002B4AEC"/>
    <w:rsid w:val="002B5852"/>
    <w:rsid w:val="002B5ACF"/>
    <w:rsid w:val="002B6312"/>
    <w:rsid w:val="002B71A8"/>
    <w:rsid w:val="002B7989"/>
    <w:rsid w:val="002B7CB8"/>
    <w:rsid w:val="002C0757"/>
    <w:rsid w:val="002C1217"/>
    <w:rsid w:val="002C1CE2"/>
    <w:rsid w:val="002C20C7"/>
    <w:rsid w:val="002C3121"/>
    <w:rsid w:val="002C3E3A"/>
    <w:rsid w:val="002C4903"/>
    <w:rsid w:val="002C5363"/>
    <w:rsid w:val="002C5602"/>
    <w:rsid w:val="002C5C66"/>
    <w:rsid w:val="002C6326"/>
    <w:rsid w:val="002C636C"/>
    <w:rsid w:val="002C6427"/>
    <w:rsid w:val="002C65D3"/>
    <w:rsid w:val="002C71A8"/>
    <w:rsid w:val="002D01AB"/>
    <w:rsid w:val="002D084B"/>
    <w:rsid w:val="002D11B7"/>
    <w:rsid w:val="002D1505"/>
    <w:rsid w:val="002D19A9"/>
    <w:rsid w:val="002D1F03"/>
    <w:rsid w:val="002D2315"/>
    <w:rsid w:val="002D2485"/>
    <w:rsid w:val="002D24FA"/>
    <w:rsid w:val="002D271A"/>
    <w:rsid w:val="002D2AFB"/>
    <w:rsid w:val="002D2C87"/>
    <w:rsid w:val="002D3A17"/>
    <w:rsid w:val="002D3B1C"/>
    <w:rsid w:val="002D3E7A"/>
    <w:rsid w:val="002D3F24"/>
    <w:rsid w:val="002D580E"/>
    <w:rsid w:val="002D61EF"/>
    <w:rsid w:val="002D65F7"/>
    <w:rsid w:val="002D6891"/>
    <w:rsid w:val="002D760A"/>
    <w:rsid w:val="002D7F88"/>
    <w:rsid w:val="002E0ADC"/>
    <w:rsid w:val="002E1291"/>
    <w:rsid w:val="002E19EE"/>
    <w:rsid w:val="002E24C4"/>
    <w:rsid w:val="002E2865"/>
    <w:rsid w:val="002E2E1F"/>
    <w:rsid w:val="002E4453"/>
    <w:rsid w:val="002E4D3D"/>
    <w:rsid w:val="002E533A"/>
    <w:rsid w:val="002E5443"/>
    <w:rsid w:val="002E5CA1"/>
    <w:rsid w:val="002E6022"/>
    <w:rsid w:val="002E6A49"/>
    <w:rsid w:val="002E6C0F"/>
    <w:rsid w:val="002E7D8E"/>
    <w:rsid w:val="002F0147"/>
    <w:rsid w:val="002F14C9"/>
    <w:rsid w:val="002F201D"/>
    <w:rsid w:val="002F3626"/>
    <w:rsid w:val="002F3C44"/>
    <w:rsid w:val="002F469C"/>
    <w:rsid w:val="002F49E0"/>
    <w:rsid w:val="002F4FD9"/>
    <w:rsid w:val="002F5793"/>
    <w:rsid w:val="002F5E92"/>
    <w:rsid w:val="00300CB4"/>
    <w:rsid w:val="00301C82"/>
    <w:rsid w:val="00301EBF"/>
    <w:rsid w:val="0030227A"/>
    <w:rsid w:val="003035AB"/>
    <w:rsid w:val="00303A06"/>
    <w:rsid w:val="00304007"/>
    <w:rsid w:val="003047B3"/>
    <w:rsid w:val="003052CB"/>
    <w:rsid w:val="003058C3"/>
    <w:rsid w:val="00305DFD"/>
    <w:rsid w:val="003073A6"/>
    <w:rsid w:val="00307B97"/>
    <w:rsid w:val="00307C3A"/>
    <w:rsid w:val="0031001C"/>
    <w:rsid w:val="00310D1D"/>
    <w:rsid w:val="00311BA3"/>
    <w:rsid w:val="0031256A"/>
    <w:rsid w:val="00312925"/>
    <w:rsid w:val="003143A6"/>
    <w:rsid w:val="0031580F"/>
    <w:rsid w:val="00315CA6"/>
    <w:rsid w:val="00317405"/>
    <w:rsid w:val="00317E22"/>
    <w:rsid w:val="00320F30"/>
    <w:rsid w:val="003212F7"/>
    <w:rsid w:val="00322466"/>
    <w:rsid w:val="0032291C"/>
    <w:rsid w:val="00322DDA"/>
    <w:rsid w:val="00323B33"/>
    <w:rsid w:val="00323D1F"/>
    <w:rsid w:val="00323E77"/>
    <w:rsid w:val="003240A8"/>
    <w:rsid w:val="00324480"/>
    <w:rsid w:val="00324B78"/>
    <w:rsid w:val="003257F0"/>
    <w:rsid w:val="00325A62"/>
    <w:rsid w:val="00325E91"/>
    <w:rsid w:val="0032610D"/>
    <w:rsid w:val="00330802"/>
    <w:rsid w:val="00330D70"/>
    <w:rsid w:val="00331225"/>
    <w:rsid w:val="003339D0"/>
    <w:rsid w:val="00333C61"/>
    <w:rsid w:val="00333C85"/>
    <w:rsid w:val="00333E3F"/>
    <w:rsid w:val="003353BB"/>
    <w:rsid w:val="0033620A"/>
    <w:rsid w:val="00336330"/>
    <w:rsid w:val="00337C76"/>
    <w:rsid w:val="00340055"/>
    <w:rsid w:val="0034011F"/>
    <w:rsid w:val="00340EA3"/>
    <w:rsid w:val="00341052"/>
    <w:rsid w:val="00341770"/>
    <w:rsid w:val="0034239A"/>
    <w:rsid w:val="00342F67"/>
    <w:rsid w:val="00343D42"/>
    <w:rsid w:val="00343F4D"/>
    <w:rsid w:val="00344B2E"/>
    <w:rsid w:val="00346D15"/>
    <w:rsid w:val="00350AC1"/>
    <w:rsid w:val="003525C5"/>
    <w:rsid w:val="003529FD"/>
    <w:rsid w:val="0035368E"/>
    <w:rsid w:val="00354493"/>
    <w:rsid w:val="00354E2E"/>
    <w:rsid w:val="00355325"/>
    <w:rsid w:val="00356144"/>
    <w:rsid w:val="003570BD"/>
    <w:rsid w:val="00357344"/>
    <w:rsid w:val="003579A6"/>
    <w:rsid w:val="00360A5F"/>
    <w:rsid w:val="00361642"/>
    <w:rsid w:val="003618AA"/>
    <w:rsid w:val="003618B5"/>
    <w:rsid w:val="00361CA2"/>
    <w:rsid w:val="003625F4"/>
    <w:rsid w:val="00362F97"/>
    <w:rsid w:val="0036385C"/>
    <w:rsid w:val="00363AE3"/>
    <w:rsid w:val="00363C94"/>
    <w:rsid w:val="0036400D"/>
    <w:rsid w:val="00364DD3"/>
    <w:rsid w:val="003655C8"/>
    <w:rsid w:val="00365653"/>
    <w:rsid w:val="00365D67"/>
    <w:rsid w:val="00367024"/>
    <w:rsid w:val="003678C9"/>
    <w:rsid w:val="00367FCD"/>
    <w:rsid w:val="0037174E"/>
    <w:rsid w:val="003718EF"/>
    <w:rsid w:val="00371D84"/>
    <w:rsid w:val="00373085"/>
    <w:rsid w:val="003735F9"/>
    <w:rsid w:val="00373FF7"/>
    <w:rsid w:val="00376413"/>
    <w:rsid w:val="00376B2F"/>
    <w:rsid w:val="003778D9"/>
    <w:rsid w:val="00377D36"/>
    <w:rsid w:val="00377DA2"/>
    <w:rsid w:val="00380489"/>
    <w:rsid w:val="003812E1"/>
    <w:rsid w:val="003812F5"/>
    <w:rsid w:val="00382406"/>
    <w:rsid w:val="0038243A"/>
    <w:rsid w:val="003827CA"/>
    <w:rsid w:val="00383DFE"/>
    <w:rsid w:val="00383ED5"/>
    <w:rsid w:val="00386253"/>
    <w:rsid w:val="003862EF"/>
    <w:rsid w:val="0038683D"/>
    <w:rsid w:val="00386C0D"/>
    <w:rsid w:val="00386EAE"/>
    <w:rsid w:val="00387909"/>
    <w:rsid w:val="003900E1"/>
    <w:rsid w:val="00390748"/>
    <w:rsid w:val="003915E6"/>
    <w:rsid w:val="00391C80"/>
    <w:rsid w:val="00392D0A"/>
    <w:rsid w:val="00393613"/>
    <w:rsid w:val="003940A6"/>
    <w:rsid w:val="003942F3"/>
    <w:rsid w:val="00394751"/>
    <w:rsid w:val="00394C45"/>
    <w:rsid w:val="00395A6C"/>
    <w:rsid w:val="003963F3"/>
    <w:rsid w:val="0039787F"/>
    <w:rsid w:val="00397D33"/>
    <w:rsid w:val="003A0F06"/>
    <w:rsid w:val="003A13B7"/>
    <w:rsid w:val="003A1475"/>
    <w:rsid w:val="003A2493"/>
    <w:rsid w:val="003A2C59"/>
    <w:rsid w:val="003A3298"/>
    <w:rsid w:val="003A366A"/>
    <w:rsid w:val="003A4587"/>
    <w:rsid w:val="003A5CF7"/>
    <w:rsid w:val="003A64C6"/>
    <w:rsid w:val="003A661E"/>
    <w:rsid w:val="003A6640"/>
    <w:rsid w:val="003A7852"/>
    <w:rsid w:val="003B0913"/>
    <w:rsid w:val="003B0962"/>
    <w:rsid w:val="003B0A63"/>
    <w:rsid w:val="003B1027"/>
    <w:rsid w:val="003B10F8"/>
    <w:rsid w:val="003B20C5"/>
    <w:rsid w:val="003B21AF"/>
    <w:rsid w:val="003B35BA"/>
    <w:rsid w:val="003B3BC4"/>
    <w:rsid w:val="003B4234"/>
    <w:rsid w:val="003B45C6"/>
    <w:rsid w:val="003B5031"/>
    <w:rsid w:val="003B5878"/>
    <w:rsid w:val="003B5A4D"/>
    <w:rsid w:val="003B5D0F"/>
    <w:rsid w:val="003B5F61"/>
    <w:rsid w:val="003B648E"/>
    <w:rsid w:val="003B6720"/>
    <w:rsid w:val="003B7124"/>
    <w:rsid w:val="003B7250"/>
    <w:rsid w:val="003B74D9"/>
    <w:rsid w:val="003B775B"/>
    <w:rsid w:val="003B7E45"/>
    <w:rsid w:val="003B7F6E"/>
    <w:rsid w:val="003B7FA9"/>
    <w:rsid w:val="003C0979"/>
    <w:rsid w:val="003C12BD"/>
    <w:rsid w:val="003C13C7"/>
    <w:rsid w:val="003C1D03"/>
    <w:rsid w:val="003C28B2"/>
    <w:rsid w:val="003C3011"/>
    <w:rsid w:val="003C33C1"/>
    <w:rsid w:val="003C3593"/>
    <w:rsid w:val="003C5F05"/>
    <w:rsid w:val="003C5FB9"/>
    <w:rsid w:val="003C60CA"/>
    <w:rsid w:val="003C6354"/>
    <w:rsid w:val="003C6CD4"/>
    <w:rsid w:val="003C6F3B"/>
    <w:rsid w:val="003C728D"/>
    <w:rsid w:val="003C78F5"/>
    <w:rsid w:val="003C7C08"/>
    <w:rsid w:val="003D0900"/>
    <w:rsid w:val="003D2459"/>
    <w:rsid w:val="003D282B"/>
    <w:rsid w:val="003D28ED"/>
    <w:rsid w:val="003D2D75"/>
    <w:rsid w:val="003D3107"/>
    <w:rsid w:val="003D3889"/>
    <w:rsid w:val="003D3D19"/>
    <w:rsid w:val="003D4385"/>
    <w:rsid w:val="003D4B98"/>
    <w:rsid w:val="003D4C31"/>
    <w:rsid w:val="003D4D47"/>
    <w:rsid w:val="003D5579"/>
    <w:rsid w:val="003D5C82"/>
    <w:rsid w:val="003D7DBC"/>
    <w:rsid w:val="003E0C0E"/>
    <w:rsid w:val="003E148D"/>
    <w:rsid w:val="003E233A"/>
    <w:rsid w:val="003E3600"/>
    <w:rsid w:val="003E4394"/>
    <w:rsid w:val="003E5406"/>
    <w:rsid w:val="003E5451"/>
    <w:rsid w:val="003E5A7E"/>
    <w:rsid w:val="003E6422"/>
    <w:rsid w:val="003E64E7"/>
    <w:rsid w:val="003E7181"/>
    <w:rsid w:val="003F0342"/>
    <w:rsid w:val="003F15A3"/>
    <w:rsid w:val="003F1AA2"/>
    <w:rsid w:val="003F2F8A"/>
    <w:rsid w:val="003F33DE"/>
    <w:rsid w:val="003F3447"/>
    <w:rsid w:val="003F5456"/>
    <w:rsid w:val="003F5BBE"/>
    <w:rsid w:val="003F65E3"/>
    <w:rsid w:val="003F6F0B"/>
    <w:rsid w:val="004002CE"/>
    <w:rsid w:val="00400643"/>
    <w:rsid w:val="0040075F"/>
    <w:rsid w:val="00400ECB"/>
    <w:rsid w:val="00400F6D"/>
    <w:rsid w:val="00401429"/>
    <w:rsid w:val="00401969"/>
    <w:rsid w:val="00401B2D"/>
    <w:rsid w:val="00402C65"/>
    <w:rsid w:val="00403C8C"/>
    <w:rsid w:val="00403E7C"/>
    <w:rsid w:val="004043DE"/>
    <w:rsid w:val="00404EB7"/>
    <w:rsid w:val="00405FA7"/>
    <w:rsid w:val="00407D56"/>
    <w:rsid w:val="0041064A"/>
    <w:rsid w:val="00411154"/>
    <w:rsid w:val="00411A81"/>
    <w:rsid w:val="00411BB4"/>
    <w:rsid w:val="004125BB"/>
    <w:rsid w:val="00412A81"/>
    <w:rsid w:val="00412B29"/>
    <w:rsid w:val="00413430"/>
    <w:rsid w:val="00414CD5"/>
    <w:rsid w:val="00414CE7"/>
    <w:rsid w:val="00415C1F"/>
    <w:rsid w:val="00415ED0"/>
    <w:rsid w:val="0041635B"/>
    <w:rsid w:val="00416E2B"/>
    <w:rsid w:val="0041734E"/>
    <w:rsid w:val="004173FB"/>
    <w:rsid w:val="004209BA"/>
    <w:rsid w:val="00420C44"/>
    <w:rsid w:val="00420CF7"/>
    <w:rsid w:val="00421AFE"/>
    <w:rsid w:val="00421FEF"/>
    <w:rsid w:val="00423ACC"/>
    <w:rsid w:val="00423AF7"/>
    <w:rsid w:val="00423CEF"/>
    <w:rsid w:val="004241E7"/>
    <w:rsid w:val="004242C1"/>
    <w:rsid w:val="0042453D"/>
    <w:rsid w:val="00425F33"/>
    <w:rsid w:val="004270DC"/>
    <w:rsid w:val="004272F7"/>
    <w:rsid w:val="00427FAE"/>
    <w:rsid w:val="004301B7"/>
    <w:rsid w:val="00430581"/>
    <w:rsid w:val="0043096E"/>
    <w:rsid w:val="00434A97"/>
    <w:rsid w:val="00437035"/>
    <w:rsid w:val="004372B0"/>
    <w:rsid w:val="00440C62"/>
    <w:rsid w:val="00441252"/>
    <w:rsid w:val="004415F5"/>
    <w:rsid w:val="004418FB"/>
    <w:rsid w:val="00443FB4"/>
    <w:rsid w:val="004440AA"/>
    <w:rsid w:val="00444E19"/>
    <w:rsid w:val="00446BBA"/>
    <w:rsid w:val="004477E0"/>
    <w:rsid w:val="004479B2"/>
    <w:rsid w:val="004479F9"/>
    <w:rsid w:val="004506A0"/>
    <w:rsid w:val="004508CC"/>
    <w:rsid w:val="00450D1C"/>
    <w:rsid w:val="004511BE"/>
    <w:rsid w:val="00451B63"/>
    <w:rsid w:val="004525F3"/>
    <w:rsid w:val="00452C12"/>
    <w:rsid w:val="00453381"/>
    <w:rsid w:val="004538D5"/>
    <w:rsid w:val="00453CDA"/>
    <w:rsid w:val="004541B0"/>
    <w:rsid w:val="004543D2"/>
    <w:rsid w:val="00454FC8"/>
    <w:rsid w:val="004551AE"/>
    <w:rsid w:val="004557F7"/>
    <w:rsid w:val="00455A1C"/>
    <w:rsid w:val="00455A59"/>
    <w:rsid w:val="00455E20"/>
    <w:rsid w:val="00456281"/>
    <w:rsid w:val="00456DAC"/>
    <w:rsid w:val="00457381"/>
    <w:rsid w:val="004603C3"/>
    <w:rsid w:val="00460E86"/>
    <w:rsid w:val="00461042"/>
    <w:rsid w:val="0046145E"/>
    <w:rsid w:val="0046146B"/>
    <w:rsid w:val="00463008"/>
    <w:rsid w:val="00463126"/>
    <w:rsid w:val="00463EEF"/>
    <w:rsid w:val="0046408A"/>
    <w:rsid w:val="004655E2"/>
    <w:rsid w:val="0046634E"/>
    <w:rsid w:val="00466C7A"/>
    <w:rsid w:val="00466E01"/>
    <w:rsid w:val="00466F86"/>
    <w:rsid w:val="00467E54"/>
    <w:rsid w:val="00470378"/>
    <w:rsid w:val="0047154F"/>
    <w:rsid w:val="004719E6"/>
    <w:rsid w:val="004722F9"/>
    <w:rsid w:val="00472A23"/>
    <w:rsid w:val="0047311A"/>
    <w:rsid w:val="00473488"/>
    <w:rsid w:val="00474560"/>
    <w:rsid w:val="00475E99"/>
    <w:rsid w:val="0047600F"/>
    <w:rsid w:val="0047664F"/>
    <w:rsid w:val="004769C8"/>
    <w:rsid w:val="00477CD3"/>
    <w:rsid w:val="00477D86"/>
    <w:rsid w:val="00481146"/>
    <w:rsid w:val="00481B00"/>
    <w:rsid w:val="00481FD0"/>
    <w:rsid w:val="0048221F"/>
    <w:rsid w:val="004825A5"/>
    <w:rsid w:val="00483AC9"/>
    <w:rsid w:val="00483CB2"/>
    <w:rsid w:val="004842D7"/>
    <w:rsid w:val="00486DA0"/>
    <w:rsid w:val="00486F41"/>
    <w:rsid w:val="004878C2"/>
    <w:rsid w:val="004911CF"/>
    <w:rsid w:val="004919C3"/>
    <w:rsid w:val="00491FC9"/>
    <w:rsid w:val="0049224F"/>
    <w:rsid w:val="00492924"/>
    <w:rsid w:val="00494E20"/>
    <w:rsid w:val="004953C3"/>
    <w:rsid w:val="00496BDF"/>
    <w:rsid w:val="00497042"/>
    <w:rsid w:val="004972BB"/>
    <w:rsid w:val="004A0866"/>
    <w:rsid w:val="004A0B14"/>
    <w:rsid w:val="004A4A6B"/>
    <w:rsid w:val="004A5912"/>
    <w:rsid w:val="004A61FB"/>
    <w:rsid w:val="004A7FF3"/>
    <w:rsid w:val="004B0601"/>
    <w:rsid w:val="004B143C"/>
    <w:rsid w:val="004B17F4"/>
    <w:rsid w:val="004B2159"/>
    <w:rsid w:val="004B23E1"/>
    <w:rsid w:val="004B2DAE"/>
    <w:rsid w:val="004B3AEA"/>
    <w:rsid w:val="004B3F28"/>
    <w:rsid w:val="004B5EF5"/>
    <w:rsid w:val="004B6CA0"/>
    <w:rsid w:val="004B7CF6"/>
    <w:rsid w:val="004C16F5"/>
    <w:rsid w:val="004C3E4D"/>
    <w:rsid w:val="004C3E90"/>
    <w:rsid w:val="004C3EB4"/>
    <w:rsid w:val="004C4336"/>
    <w:rsid w:val="004C55B8"/>
    <w:rsid w:val="004C6F3F"/>
    <w:rsid w:val="004C77B5"/>
    <w:rsid w:val="004C7937"/>
    <w:rsid w:val="004D053D"/>
    <w:rsid w:val="004D126B"/>
    <w:rsid w:val="004D2DB8"/>
    <w:rsid w:val="004D2DC8"/>
    <w:rsid w:val="004D31E3"/>
    <w:rsid w:val="004D386C"/>
    <w:rsid w:val="004D3AED"/>
    <w:rsid w:val="004D471B"/>
    <w:rsid w:val="004D4CE2"/>
    <w:rsid w:val="004D58FB"/>
    <w:rsid w:val="004D5FE4"/>
    <w:rsid w:val="004D725B"/>
    <w:rsid w:val="004D7678"/>
    <w:rsid w:val="004D7939"/>
    <w:rsid w:val="004D7CD7"/>
    <w:rsid w:val="004D7E27"/>
    <w:rsid w:val="004E0233"/>
    <w:rsid w:val="004E089F"/>
    <w:rsid w:val="004E0F4F"/>
    <w:rsid w:val="004E1859"/>
    <w:rsid w:val="004E214B"/>
    <w:rsid w:val="004E2A44"/>
    <w:rsid w:val="004E2C31"/>
    <w:rsid w:val="004E3B54"/>
    <w:rsid w:val="004E4909"/>
    <w:rsid w:val="004E5639"/>
    <w:rsid w:val="004E56D0"/>
    <w:rsid w:val="004E6D1F"/>
    <w:rsid w:val="004E6E95"/>
    <w:rsid w:val="004E7140"/>
    <w:rsid w:val="004E7C0A"/>
    <w:rsid w:val="004F0548"/>
    <w:rsid w:val="004F1865"/>
    <w:rsid w:val="004F1AD0"/>
    <w:rsid w:val="004F1ED9"/>
    <w:rsid w:val="004F31AF"/>
    <w:rsid w:val="004F4367"/>
    <w:rsid w:val="004F5509"/>
    <w:rsid w:val="004F58BA"/>
    <w:rsid w:val="004F6063"/>
    <w:rsid w:val="004F6866"/>
    <w:rsid w:val="004F727B"/>
    <w:rsid w:val="004F793C"/>
    <w:rsid w:val="004F7D98"/>
    <w:rsid w:val="0050034E"/>
    <w:rsid w:val="0050162E"/>
    <w:rsid w:val="005018C0"/>
    <w:rsid w:val="0050227C"/>
    <w:rsid w:val="005022E5"/>
    <w:rsid w:val="00502B19"/>
    <w:rsid w:val="00502DCA"/>
    <w:rsid w:val="00503727"/>
    <w:rsid w:val="0050437E"/>
    <w:rsid w:val="00504616"/>
    <w:rsid w:val="00504DCD"/>
    <w:rsid w:val="005055CD"/>
    <w:rsid w:val="00505C9E"/>
    <w:rsid w:val="005065F5"/>
    <w:rsid w:val="00510B4E"/>
    <w:rsid w:val="005114AE"/>
    <w:rsid w:val="00512355"/>
    <w:rsid w:val="00513489"/>
    <w:rsid w:val="00513F86"/>
    <w:rsid w:val="00514BE5"/>
    <w:rsid w:val="00514C4E"/>
    <w:rsid w:val="00514D9D"/>
    <w:rsid w:val="005155AE"/>
    <w:rsid w:val="00515AD0"/>
    <w:rsid w:val="00517D33"/>
    <w:rsid w:val="00520789"/>
    <w:rsid w:val="00524606"/>
    <w:rsid w:val="005247C2"/>
    <w:rsid w:val="00524F88"/>
    <w:rsid w:val="0052503D"/>
    <w:rsid w:val="005254BC"/>
    <w:rsid w:val="0052669E"/>
    <w:rsid w:val="00526724"/>
    <w:rsid w:val="005269C1"/>
    <w:rsid w:val="005275A4"/>
    <w:rsid w:val="00527A8C"/>
    <w:rsid w:val="005313EC"/>
    <w:rsid w:val="005315FE"/>
    <w:rsid w:val="00531E8C"/>
    <w:rsid w:val="00533E94"/>
    <w:rsid w:val="00533F26"/>
    <w:rsid w:val="00534CB9"/>
    <w:rsid w:val="005350F6"/>
    <w:rsid w:val="00535843"/>
    <w:rsid w:val="005362A9"/>
    <w:rsid w:val="00536BC5"/>
    <w:rsid w:val="00537B6D"/>
    <w:rsid w:val="005401D9"/>
    <w:rsid w:val="00540471"/>
    <w:rsid w:val="005413B7"/>
    <w:rsid w:val="00542871"/>
    <w:rsid w:val="00542EEF"/>
    <w:rsid w:val="005432E6"/>
    <w:rsid w:val="00543581"/>
    <w:rsid w:val="005438B4"/>
    <w:rsid w:val="00545D5E"/>
    <w:rsid w:val="00546B56"/>
    <w:rsid w:val="00547640"/>
    <w:rsid w:val="00547819"/>
    <w:rsid w:val="00550787"/>
    <w:rsid w:val="00550974"/>
    <w:rsid w:val="00550B2F"/>
    <w:rsid w:val="00551278"/>
    <w:rsid w:val="0055127F"/>
    <w:rsid w:val="005514BD"/>
    <w:rsid w:val="005515AB"/>
    <w:rsid w:val="00551712"/>
    <w:rsid w:val="00551E02"/>
    <w:rsid w:val="0055263D"/>
    <w:rsid w:val="005529FE"/>
    <w:rsid w:val="00552C63"/>
    <w:rsid w:val="005531C4"/>
    <w:rsid w:val="00553E8E"/>
    <w:rsid w:val="005549DE"/>
    <w:rsid w:val="00555E4C"/>
    <w:rsid w:val="005567A9"/>
    <w:rsid w:val="005568B5"/>
    <w:rsid w:val="00556E57"/>
    <w:rsid w:val="00557FB6"/>
    <w:rsid w:val="0056120D"/>
    <w:rsid w:val="005612F3"/>
    <w:rsid w:val="00561C58"/>
    <w:rsid w:val="00561E7A"/>
    <w:rsid w:val="00562924"/>
    <w:rsid w:val="005629CD"/>
    <w:rsid w:val="00562EED"/>
    <w:rsid w:val="005632BA"/>
    <w:rsid w:val="005634C4"/>
    <w:rsid w:val="00565351"/>
    <w:rsid w:val="00565643"/>
    <w:rsid w:val="00566157"/>
    <w:rsid w:val="00566D30"/>
    <w:rsid w:val="005673A9"/>
    <w:rsid w:val="0057006C"/>
    <w:rsid w:val="00571BF1"/>
    <w:rsid w:val="00573FCA"/>
    <w:rsid w:val="00574672"/>
    <w:rsid w:val="005754D9"/>
    <w:rsid w:val="0057612B"/>
    <w:rsid w:val="005772C4"/>
    <w:rsid w:val="00577577"/>
    <w:rsid w:val="00577D20"/>
    <w:rsid w:val="00580BDF"/>
    <w:rsid w:val="00581651"/>
    <w:rsid w:val="00582E74"/>
    <w:rsid w:val="005830DC"/>
    <w:rsid w:val="00583745"/>
    <w:rsid w:val="005840C9"/>
    <w:rsid w:val="00584801"/>
    <w:rsid w:val="005871CF"/>
    <w:rsid w:val="00590E37"/>
    <w:rsid w:val="005912C1"/>
    <w:rsid w:val="00591522"/>
    <w:rsid w:val="00591CA6"/>
    <w:rsid w:val="00592004"/>
    <w:rsid w:val="005923FF"/>
    <w:rsid w:val="0059274D"/>
    <w:rsid w:val="00593B92"/>
    <w:rsid w:val="00594A78"/>
    <w:rsid w:val="00595555"/>
    <w:rsid w:val="00595A74"/>
    <w:rsid w:val="00595D04"/>
    <w:rsid w:val="00595ECA"/>
    <w:rsid w:val="0059606D"/>
    <w:rsid w:val="00596A6E"/>
    <w:rsid w:val="00597198"/>
    <w:rsid w:val="00597682"/>
    <w:rsid w:val="00597B34"/>
    <w:rsid w:val="00597F3A"/>
    <w:rsid w:val="005A18E2"/>
    <w:rsid w:val="005A1C39"/>
    <w:rsid w:val="005A1EED"/>
    <w:rsid w:val="005A22E3"/>
    <w:rsid w:val="005A3769"/>
    <w:rsid w:val="005A43ED"/>
    <w:rsid w:val="005A46EF"/>
    <w:rsid w:val="005A4758"/>
    <w:rsid w:val="005A7E2B"/>
    <w:rsid w:val="005B07EA"/>
    <w:rsid w:val="005B096B"/>
    <w:rsid w:val="005B19A8"/>
    <w:rsid w:val="005B22EA"/>
    <w:rsid w:val="005B2A9B"/>
    <w:rsid w:val="005B2DE4"/>
    <w:rsid w:val="005B3D06"/>
    <w:rsid w:val="005B44D5"/>
    <w:rsid w:val="005B48D0"/>
    <w:rsid w:val="005B4A5C"/>
    <w:rsid w:val="005B5212"/>
    <w:rsid w:val="005B56BE"/>
    <w:rsid w:val="005B68D5"/>
    <w:rsid w:val="005C0E2F"/>
    <w:rsid w:val="005C1395"/>
    <w:rsid w:val="005C200F"/>
    <w:rsid w:val="005C20F0"/>
    <w:rsid w:val="005C213A"/>
    <w:rsid w:val="005C21B4"/>
    <w:rsid w:val="005C276C"/>
    <w:rsid w:val="005C29A4"/>
    <w:rsid w:val="005C2AB4"/>
    <w:rsid w:val="005C2E89"/>
    <w:rsid w:val="005C47E4"/>
    <w:rsid w:val="005C54AC"/>
    <w:rsid w:val="005C62C8"/>
    <w:rsid w:val="005C6EE2"/>
    <w:rsid w:val="005C727A"/>
    <w:rsid w:val="005D2513"/>
    <w:rsid w:val="005D2BE6"/>
    <w:rsid w:val="005D2C72"/>
    <w:rsid w:val="005D2ED9"/>
    <w:rsid w:val="005D3933"/>
    <w:rsid w:val="005D3D92"/>
    <w:rsid w:val="005D3F5D"/>
    <w:rsid w:val="005D492F"/>
    <w:rsid w:val="005D4DC4"/>
    <w:rsid w:val="005D599A"/>
    <w:rsid w:val="005D5F47"/>
    <w:rsid w:val="005D746A"/>
    <w:rsid w:val="005E0FFB"/>
    <w:rsid w:val="005E17C9"/>
    <w:rsid w:val="005E1EE3"/>
    <w:rsid w:val="005E2913"/>
    <w:rsid w:val="005E5951"/>
    <w:rsid w:val="005E60BD"/>
    <w:rsid w:val="005E62EE"/>
    <w:rsid w:val="005E68B8"/>
    <w:rsid w:val="005E698B"/>
    <w:rsid w:val="005E6E79"/>
    <w:rsid w:val="005E7120"/>
    <w:rsid w:val="005F09F5"/>
    <w:rsid w:val="005F0D9B"/>
    <w:rsid w:val="005F1235"/>
    <w:rsid w:val="005F1EA5"/>
    <w:rsid w:val="005F2D9D"/>
    <w:rsid w:val="005F3323"/>
    <w:rsid w:val="005F376A"/>
    <w:rsid w:val="005F3A33"/>
    <w:rsid w:val="005F4498"/>
    <w:rsid w:val="005F4BD0"/>
    <w:rsid w:val="005F4D8D"/>
    <w:rsid w:val="005F74A8"/>
    <w:rsid w:val="005F7AA3"/>
    <w:rsid w:val="005F7BE5"/>
    <w:rsid w:val="00600272"/>
    <w:rsid w:val="00600652"/>
    <w:rsid w:val="006009BA"/>
    <w:rsid w:val="00602E57"/>
    <w:rsid w:val="00603B10"/>
    <w:rsid w:val="00603D9E"/>
    <w:rsid w:val="00604468"/>
    <w:rsid w:val="00605141"/>
    <w:rsid w:val="006059B9"/>
    <w:rsid w:val="00605E43"/>
    <w:rsid w:val="00606EB3"/>
    <w:rsid w:val="006079B4"/>
    <w:rsid w:val="006079C9"/>
    <w:rsid w:val="00610BCD"/>
    <w:rsid w:val="00611551"/>
    <w:rsid w:val="00611552"/>
    <w:rsid w:val="0061182A"/>
    <w:rsid w:val="00611EA2"/>
    <w:rsid w:val="0061289D"/>
    <w:rsid w:val="00612A8E"/>
    <w:rsid w:val="0061371A"/>
    <w:rsid w:val="00613D5A"/>
    <w:rsid w:val="00613F3C"/>
    <w:rsid w:val="00614301"/>
    <w:rsid w:val="006145F7"/>
    <w:rsid w:val="00616144"/>
    <w:rsid w:val="00616D29"/>
    <w:rsid w:val="0061708C"/>
    <w:rsid w:val="0061759F"/>
    <w:rsid w:val="00617A0A"/>
    <w:rsid w:val="006201D4"/>
    <w:rsid w:val="006209D0"/>
    <w:rsid w:val="00620B12"/>
    <w:rsid w:val="00620CC4"/>
    <w:rsid w:val="006210F4"/>
    <w:rsid w:val="006218CA"/>
    <w:rsid w:val="0062314E"/>
    <w:rsid w:val="0062392E"/>
    <w:rsid w:val="00625C71"/>
    <w:rsid w:val="00626C9E"/>
    <w:rsid w:val="00627A7B"/>
    <w:rsid w:val="006318CC"/>
    <w:rsid w:val="00631B1D"/>
    <w:rsid w:val="00632162"/>
    <w:rsid w:val="006325E5"/>
    <w:rsid w:val="00632AD1"/>
    <w:rsid w:val="00633F37"/>
    <w:rsid w:val="0063468D"/>
    <w:rsid w:val="00634C2B"/>
    <w:rsid w:val="006356C4"/>
    <w:rsid w:val="006357C1"/>
    <w:rsid w:val="0063653B"/>
    <w:rsid w:val="0063718B"/>
    <w:rsid w:val="0064073C"/>
    <w:rsid w:val="0064176A"/>
    <w:rsid w:val="00641A2D"/>
    <w:rsid w:val="00641CF3"/>
    <w:rsid w:val="0064206A"/>
    <w:rsid w:val="0064222E"/>
    <w:rsid w:val="00642B4E"/>
    <w:rsid w:val="006439CB"/>
    <w:rsid w:val="00643F5E"/>
    <w:rsid w:val="006449C6"/>
    <w:rsid w:val="00644C96"/>
    <w:rsid w:val="006450ED"/>
    <w:rsid w:val="00646895"/>
    <w:rsid w:val="00646D08"/>
    <w:rsid w:val="0064773C"/>
    <w:rsid w:val="006477D9"/>
    <w:rsid w:val="00651640"/>
    <w:rsid w:val="00651685"/>
    <w:rsid w:val="00651AC0"/>
    <w:rsid w:val="00651ADF"/>
    <w:rsid w:val="00652C3B"/>
    <w:rsid w:val="006539CF"/>
    <w:rsid w:val="00654E3C"/>
    <w:rsid w:val="006552CC"/>
    <w:rsid w:val="006573B3"/>
    <w:rsid w:val="006574EA"/>
    <w:rsid w:val="00657C93"/>
    <w:rsid w:val="00657C9A"/>
    <w:rsid w:val="006600CE"/>
    <w:rsid w:val="00660E0E"/>
    <w:rsid w:val="00660EE1"/>
    <w:rsid w:val="0066107C"/>
    <w:rsid w:val="00663284"/>
    <w:rsid w:val="00663F6D"/>
    <w:rsid w:val="006653FA"/>
    <w:rsid w:val="00665B79"/>
    <w:rsid w:val="0066699E"/>
    <w:rsid w:val="006670B6"/>
    <w:rsid w:val="006674E8"/>
    <w:rsid w:val="00667699"/>
    <w:rsid w:val="0067104B"/>
    <w:rsid w:val="00671735"/>
    <w:rsid w:val="00672396"/>
    <w:rsid w:val="006726F6"/>
    <w:rsid w:val="00672D79"/>
    <w:rsid w:val="00672E5A"/>
    <w:rsid w:val="00673429"/>
    <w:rsid w:val="00673AF7"/>
    <w:rsid w:val="00674328"/>
    <w:rsid w:val="00675210"/>
    <w:rsid w:val="0067539B"/>
    <w:rsid w:val="00675FB2"/>
    <w:rsid w:val="00676766"/>
    <w:rsid w:val="00677BF3"/>
    <w:rsid w:val="00681650"/>
    <w:rsid w:val="00682706"/>
    <w:rsid w:val="0068281F"/>
    <w:rsid w:val="00682886"/>
    <w:rsid w:val="00682902"/>
    <w:rsid w:val="00682A75"/>
    <w:rsid w:val="0068427A"/>
    <w:rsid w:val="00684527"/>
    <w:rsid w:val="00684E45"/>
    <w:rsid w:val="00685022"/>
    <w:rsid w:val="00685878"/>
    <w:rsid w:val="006858C5"/>
    <w:rsid w:val="0068652E"/>
    <w:rsid w:val="00686B4E"/>
    <w:rsid w:val="00686D2A"/>
    <w:rsid w:val="00687239"/>
    <w:rsid w:val="006873BB"/>
    <w:rsid w:val="00687928"/>
    <w:rsid w:val="0069163F"/>
    <w:rsid w:val="00691831"/>
    <w:rsid w:val="00691DBB"/>
    <w:rsid w:val="00691FA4"/>
    <w:rsid w:val="00693A0E"/>
    <w:rsid w:val="00696F9F"/>
    <w:rsid w:val="006973A1"/>
    <w:rsid w:val="00697D87"/>
    <w:rsid w:val="00697EB4"/>
    <w:rsid w:val="006A06B9"/>
    <w:rsid w:val="006A14F0"/>
    <w:rsid w:val="006A4628"/>
    <w:rsid w:val="006A4CB9"/>
    <w:rsid w:val="006A53BE"/>
    <w:rsid w:val="006A651B"/>
    <w:rsid w:val="006A6FC8"/>
    <w:rsid w:val="006A7D4D"/>
    <w:rsid w:val="006B0F1B"/>
    <w:rsid w:val="006B1593"/>
    <w:rsid w:val="006B2429"/>
    <w:rsid w:val="006B2676"/>
    <w:rsid w:val="006B35EA"/>
    <w:rsid w:val="006B43D5"/>
    <w:rsid w:val="006B5437"/>
    <w:rsid w:val="006B5C71"/>
    <w:rsid w:val="006B5EE6"/>
    <w:rsid w:val="006B7F0E"/>
    <w:rsid w:val="006C013C"/>
    <w:rsid w:val="006C0A15"/>
    <w:rsid w:val="006C379E"/>
    <w:rsid w:val="006C3A27"/>
    <w:rsid w:val="006C3B90"/>
    <w:rsid w:val="006C4B43"/>
    <w:rsid w:val="006C55B9"/>
    <w:rsid w:val="006C5611"/>
    <w:rsid w:val="006C56F6"/>
    <w:rsid w:val="006C6394"/>
    <w:rsid w:val="006C7522"/>
    <w:rsid w:val="006D0BBF"/>
    <w:rsid w:val="006D0CCF"/>
    <w:rsid w:val="006D2008"/>
    <w:rsid w:val="006D2209"/>
    <w:rsid w:val="006D24F9"/>
    <w:rsid w:val="006D28E2"/>
    <w:rsid w:val="006D348F"/>
    <w:rsid w:val="006D36EC"/>
    <w:rsid w:val="006D385F"/>
    <w:rsid w:val="006D5BBB"/>
    <w:rsid w:val="006D6338"/>
    <w:rsid w:val="006D6DC1"/>
    <w:rsid w:val="006D6F9A"/>
    <w:rsid w:val="006E0EFE"/>
    <w:rsid w:val="006E16A6"/>
    <w:rsid w:val="006E17DD"/>
    <w:rsid w:val="006E17F7"/>
    <w:rsid w:val="006E189D"/>
    <w:rsid w:val="006E2A0B"/>
    <w:rsid w:val="006E2A6C"/>
    <w:rsid w:val="006E2C8E"/>
    <w:rsid w:val="006E446F"/>
    <w:rsid w:val="006E4BED"/>
    <w:rsid w:val="006E550C"/>
    <w:rsid w:val="006E61A3"/>
    <w:rsid w:val="006E622E"/>
    <w:rsid w:val="006E6291"/>
    <w:rsid w:val="006E644D"/>
    <w:rsid w:val="006E7144"/>
    <w:rsid w:val="006E71B7"/>
    <w:rsid w:val="006F032A"/>
    <w:rsid w:val="006F03B3"/>
    <w:rsid w:val="006F23D4"/>
    <w:rsid w:val="006F2B33"/>
    <w:rsid w:val="006F2E81"/>
    <w:rsid w:val="006F4F6E"/>
    <w:rsid w:val="006F4FFA"/>
    <w:rsid w:val="006F59D9"/>
    <w:rsid w:val="006F6A04"/>
    <w:rsid w:val="006F7CC3"/>
    <w:rsid w:val="006F7CE8"/>
    <w:rsid w:val="006F7F60"/>
    <w:rsid w:val="007000C9"/>
    <w:rsid w:val="00701353"/>
    <w:rsid w:val="00701664"/>
    <w:rsid w:val="00701E44"/>
    <w:rsid w:val="00701F09"/>
    <w:rsid w:val="007031AC"/>
    <w:rsid w:val="0070335B"/>
    <w:rsid w:val="00704064"/>
    <w:rsid w:val="007043A7"/>
    <w:rsid w:val="0070524C"/>
    <w:rsid w:val="0070599E"/>
    <w:rsid w:val="00706601"/>
    <w:rsid w:val="007071F7"/>
    <w:rsid w:val="00707584"/>
    <w:rsid w:val="00707922"/>
    <w:rsid w:val="00707CA9"/>
    <w:rsid w:val="0071043A"/>
    <w:rsid w:val="00710619"/>
    <w:rsid w:val="00711E40"/>
    <w:rsid w:val="00712B81"/>
    <w:rsid w:val="0071364C"/>
    <w:rsid w:val="007150B3"/>
    <w:rsid w:val="00715541"/>
    <w:rsid w:val="007170BE"/>
    <w:rsid w:val="00717AB1"/>
    <w:rsid w:val="00717C64"/>
    <w:rsid w:val="0072009F"/>
    <w:rsid w:val="007205FA"/>
    <w:rsid w:val="00721444"/>
    <w:rsid w:val="00721455"/>
    <w:rsid w:val="00721FA0"/>
    <w:rsid w:val="00722017"/>
    <w:rsid w:val="00722DD4"/>
    <w:rsid w:val="007231C4"/>
    <w:rsid w:val="007236DB"/>
    <w:rsid w:val="00723983"/>
    <w:rsid w:val="00723D07"/>
    <w:rsid w:val="007242B3"/>
    <w:rsid w:val="00724B43"/>
    <w:rsid w:val="00725377"/>
    <w:rsid w:val="007257F1"/>
    <w:rsid w:val="00725D38"/>
    <w:rsid w:val="0073042E"/>
    <w:rsid w:val="00730897"/>
    <w:rsid w:val="00730E45"/>
    <w:rsid w:val="00730FA8"/>
    <w:rsid w:val="0073144C"/>
    <w:rsid w:val="00731714"/>
    <w:rsid w:val="0073180E"/>
    <w:rsid w:val="00731AD7"/>
    <w:rsid w:val="007322F5"/>
    <w:rsid w:val="00732F2D"/>
    <w:rsid w:val="007358C3"/>
    <w:rsid w:val="00735E07"/>
    <w:rsid w:val="007370ED"/>
    <w:rsid w:val="007379FF"/>
    <w:rsid w:val="00737B6F"/>
    <w:rsid w:val="00737B9B"/>
    <w:rsid w:val="00740550"/>
    <w:rsid w:val="00740710"/>
    <w:rsid w:val="00740DFB"/>
    <w:rsid w:val="00740E80"/>
    <w:rsid w:val="00740FBD"/>
    <w:rsid w:val="0074102C"/>
    <w:rsid w:val="00741A66"/>
    <w:rsid w:val="00741FD8"/>
    <w:rsid w:val="00744062"/>
    <w:rsid w:val="00744726"/>
    <w:rsid w:val="0074517B"/>
    <w:rsid w:val="0074557B"/>
    <w:rsid w:val="00746BC3"/>
    <w:rsid w:val="00746F77"/>
    <w:rsid w:val="00746FBC"/>
    <w:rsid w:val="007502BC"/>
    <w:rsid w:val="00751519"/>
    <w:rsid w:val="00752FE3"/>
    <w:rsid w:val="0075408B"/>
    <w:rsid w:val="00755BC1"/>
    <w:rsid w:val="007562C1"/>
    <w:rsid w:val="00756BDB"/>
    <w:rsid w:val="007571E2"/>
    <w:rsid w:val="00757440"/>
    <w:rsid w:val="00757A95"/>
    <w:rsid w:val="00760354"/>
    <w:rsid w:val="00760696"/>
    <w:rsid w:val="00761506"/>
    <w:rsid w:val="007616C1"/>
    <w:rsid w:val="00761BC7"/>
    <w:rsid w:val="00761FD5"/>
    <w:rsid w:val="00762247"/>
    <w:rsid w:val="00762E5F"/>
    <w:rsid w:val="0076304E"/>
    <w:rsid w:val="0076321E"/>
    <w:rsid w:val="00763FD9"/>
    <w:rsid w:val="00765BEF"/>
    <w:rsid w:val="00767AF0"/>
    <w:rsid w:val="007702CE"/>
    <w:rsid w:val="00770A71"/>
    <w:rsid w:val="0077158D"/>
    <w:rsid w:val="00771FC2"/>
    <w:rsid w:val="007735AB"/>
    <w:rsid w:val="00773E4E"/>
    <w:rsid w:val="00773EE2"/>
    <w:rsid w:val="007742AD"/>
    <w:rsid w:val="0077575C"/>
    <w:rsid w:val="007757BD"/>
    <w:rsid w:val="00775FFA"/>
    <w:rsid w:val="00777AC5"/>
    <w:rsid w:val="00777C62"/>
    <w:rsid w:val="00780143"/>
    <w:rsid w:val="00780FE9"/>
    <w:rsid w:val="00781242"/>
    <w:rsid w:val="00782024"/>
    <w:rsid w:val="00782152"/>
    <w:rsid w:val="0078259F"/>
    <w:rsid w:val="00782872"/>
    <w:rsid w:val="00784287"/>
    <w:rsid w:val="007863D5"/>
    <w:rsid w:val="00790845"/>
    <w:rsid w:val="00791377"/>
    <w:rsid w:val="00791D23"/>
    <w:rsid w:val="00792B45"/>
    <w:rsid w:val="00794413"/>
    <w:rsid w:val="00794F55"/>
    <w:rsid w:val="00795BFB"/>
    <w:rsid w:val="0079622B"/>
    <w:rsid w:val="0079644C"/>
    <w:rsid w:val="007965F8"/>
    <w:rsid w:val="00796830"/>
    <w:rsid w:val="00796AAA"/>
    <w:rsid w:val="007972D7"/>
    <w:rsid w:val="00797836"/>
    <w:rsid w:val="007A065C"/>
    <w:rsid w:val="007A0696"/>
    <w:rsid w:val="007A0729"/>
    <w:rsid w:val="007A09F3"/>
    <w:rsid w:val="007A1C41"/>
    <w:rsid w:val="007A1D87"/>
    <w:rsid w:val="007A35DC"/>
    <w:rsid w:val="007A35E5"/>
    <w:rsid w:val="007A3B8C"/>
    <w:rsid w:val="007A4760"/>
    <w:rsid w:val="007A4787"/>
    <w:rsid w:val="007A59CE"/>
    <w:rsid w:val="007A6185"/>
    <w:rsid w:val="007A6311"/>
    <w:rsid w:val="007A6782"/>
    <w:rsid w:val="007A7CD3"/>
    <w:rsid w:val="007B0063"/>
    <w:rsid w:val="007B10B3"/>
    <w:rsid w:val="007B1D12"/>
    <w:rsid w:val="007B2D2A"/>
    <w:rsid w:val="007B2EEF"/>
    <w:rsid w:val="007B2F17"/>
    <w:rsid w:val="007B419C"/>
    <w:rsid w:val="007B46B3"/>
    <w:rsid w:val="007B4F44"/>
    <w:rsid w:val="007B5CD8"/>
    <w:rsid w:val="007B6450"/>
    <w:rsid w:val="007B6963"/>
    <w:rsid w:val="007B6D51"/>
    <w:rsid w:val="007B7C6C"/>
    <w:rsid w:val="007C0190"/>
    <w:rsid w:val="007C088F"/>
    <w:rsid w:val="007C3DC9"/>
    <w:rsid w:val="007C40AD"/>
    <w:rsid w:val="007C4EC8"/>
    <w:rsid w:val="007C626A"/>
    <w:rsid w:val="007D0344"/>
    <w:rsid w:val="007D0774"/>
    <w:rsid w:val="007D1079"/>
    <w:rsid w:val="007D169C"/>
    <w:rsid w:val="007D1CD6"/>
    <w:rsid w:val="007D1D2B"/>
    <w:rsid w:val="007D2D6D"/>
    <w:rsid w:val="007D39C2"/>
    <w:rsid w:val="007D4BB2"/>
    <w:rsid w:val="007D4D7D"/>
    <w:rsid w:val="007D5FD1"/>
    <w:rsid w:val="007D7345"/>
    <w:rsid w:val="007D7561"/>
    <w:rsid w:val="007E0AA2"/>
    <w:rsid w:val="007E2EBF"/>
    <w:rsid w:val="007E32A5"/>
    <w:rsid w:val="007E3B8F"/>
    <w:rsid w:val="007E50B8"/>
    <w:rsid w:val="007E55BB"/>
    <w:rsid w:val="007E662C"/>
    <w:rsid w:val="007E6DD9"/>
    <w:rsid w:val="007E79D2"/>
    <w:rsid w:val="007F010A"/>
    <w:rsid w:val="007F0FAD"/>
    <w:rsid w:val="007F174F"/>
    <w:rsid w:val="007F4190"/>
    <w:rsid w:val="007F4C8F"/>
    <w:rsid w:val="007F4E53"/>
    <w:rsid w:val="007F6114"/>
    <w:rsid w:val="007F62C3"/>
    <w:rsid w:val="007F6827"/>
    <w:rsid w:val="00800626"/>
    <w:rsid w:val="008013F3"/>
    <w:rsid w:val="008037F0"/>
    <w:rsid w:val="00806335"/>
    <w:rsid w:val="008064E7"/>
    <w:rsid w:val="00806727"/>
    <w:rsid w:val="00807D2C"/>
    <w:rsid w:val="008105E2"/>
    <w:rsid w:val="00811F60"/>
    <w:rsid w:val="008128CA"/>
    <w:rsid w:val="00812C5D"/>
    <w:rsid w:val="00813440"/>
    <w:rsid w:val="00814121"/>
    <w:rsid w:val="00814269"/>
    <w:rsid w:val="008150F9"/>
    <w:rsid w:val="0082026F"/>
    <w:rsid w:val="00821043"/>
    <w:rsid w:val="00821493"/>
    <w:rsid w:val="00821E2C"/>
    <w:rsid w:val="00822D19"/>
    <w:rsid w:val="008232F0"/>
    <w:rsid w:val="008234E1"/>
    <w:rsid w:val="00825BE2"/>
    <w:rsid w:val="00825D85"/>
    <w:rsid w:val="00826188"/>
    <w:rsid w:val="0082648D"/>
    <w:rsid w:val="00826B87"/>
    <w:rsid w:val="00826D32"/>
    <w:rsid w:val="00827F7B"/>
    <w:rsid w:val="00831074"/>
    <w:rsid w:val="00831AA4"/>
    <w:rsid w:val="00831AE0"/>
    <w:rsid w:val="00831B8F"/>
    <w:rsid w:val="00832943"/>
    <w:rsid w:val="00833301"/>
    <w:rsid w:val="0083359F"/>
    <w:rsid w:val="008340ED"/>
    <w:rsid w:val="0083476F"/>
    <w:rsid w:val="00835C8A"/>
    <w:rsid w:val="00836035"/>
    <w:rsid w:val="0083673E"/>
    <w:rsid w:val="00836DF3"/>
    <w:rsid w:val="00837259"/>
    <w:rsid w:val="008379C1"/>
    <w:rsid w:val="00841E96"/>
    <w:rsid w:val="0084238B"/>
    <w:rsid w:val="0084318E"/>
    <w:rsid w:val="008436B7"/>
    <w:rsid w:val="008441E0"/>
    <w:rsid w:val="0084496F"/>
    <w:rsid w:val="0084553B"/>
    <w:rsid w:val="008463F0"/>
    <w:rsid w:val="00846573"/>
    <w:rsid w:val="00846D42"/>
    <w:rsid w:val="00847B30"/>
    <w:rsid w:val="00850983"/>
    <w:rsid w:val="00850E28"/>
    <w:rsid w:val="00851313"/>
    <w:rsid w:val="00852577"/>
    <w:rsid w:val="0085373A"/>
    <w:rsid w:val="00853A4C"/>
    <w:rsid w:val="008548C1"/>
    <w:rsid w:val="00854B43"/>
    <w:rsid w:val="00855EF0"/>
    <w:rsid w:val="00856941"/>
    <w:rsid w:val="00856BA2"/>
    <w:rsid w:val="008577A4"/>
    <w:rsid w:val="008577F9"/>
    <w:rsid w:val="00857A6F"/>
    <w:rsid w:val="00857A7C"/>
    <w:rsid w:val="00861056"/>
    <w:rsid w:val="00862814"/>
    <w:rsid w:val="0086309F"/>
    <w:rsid w:val="008635D8"/>
    <w:rsid w:val="00864864"/>
    <w:rsid w:val="00865162"/>
    <w:rsid w:val="0086539E"/>
    <w:rsid w:val="00866911"/>
    <w:rsid w:val="00867A32"/>
    <w:rsid w:val="00867B51"/>
    <w:rsid w:val="00867D77"/>
    <w:rsid w:val="008700C1"/>
    <w:rsid w:val="008703F4"/>
    <w:rsid w:val="008704C5"/>
    <w:rsid w:val="00870657"/>
    <w:rsid w:val="008709D0"/>
    <w:rsid w:val="00870A16"/>
    <w:rsid w:val="00870D4D"/>
    <w:rsid w:val="00871F36"/>
    <w:rsid w:val="00872689"/>
    <w:rsid w:val="00872692"/>
    <w:rsid w:val="00873531"/>
    <w:rsid w:val="00873D57"/>
    <w:rsid w:val="00874112"/>
    <w:rsid w:val="00875A0C"/>
    <w:rsid w:val="008777DC"/>
    <w:rsid w:val="00877C1C"/>
    <w:rsid w:val="0088033F"/>
    <w:rsid w:val="00880BCE"/>
    <w:rsid w:val="008810AF"/>
    <w:rsid w:val="00881380"/>
    <w:rsid w:val="00881A5A"/>
    <w:rsid w:val="0088204B"/>
    <w:rsid w:val="00882822"/>
    <w:rsid w:val="008830EF"/>
    <w:rsid w:val="0088315B"/>
    <w:rsid w:val="008834D0"/>
    <w:rsid w:val="00883878"/>
    <w:rsid w:val="008844EA"/>
    <w:rsid w:val="00884816"/>
    <w:rsid w:val="008848A8"/>
    <w:rsid w:val="00884E02"/>
    <w:rsid w:val="0088503C"/>
    <w:rsid w:val="00886436"/>
    <w:rsid w:val="00886904"/>
    <w:rsid w:val="008916CD"/>
    <w:rsid w:val="0089207E"/>
    <w:rsid w:val="00892DD6"/>
    <w:rsid w:val="008933CF"/>
    <w:rsid w:val="008936CB"/>
    <w:rsid w:val="00893F7C"/>
    <w:rsid w:val="00894368"/>
    <w:rsid w:val="00894402"/>
    <w:rsid w:val="00894A7B"/>
    <w:rsid w:val="00895362"/>
    <w:rsid w:val="0089692C"/>
    <w:rsid w:val="008A218F"/>
    <w:rsid w:val="008A21F9"/>
    <w:rsid w:val="008A225D"/>
    <w:rsid w:val="008A2DAF"/>
    <w:rsid w:val="008A32B2"/>
    <w:rsid w:val="008A4383"/>
    <w:rsid w:val="008A4630"/>
    <w:rsid w:val="008A5888"/>
    <w:rsid w:val="008A630E"/>
    <w:rsid w:val="008A6E77"/>
    <w:rsid w:val="008B07F4"/>
    <w:rsid w:val="008B28D3"/>
    <w:rsid w:val="008B45C3"/>
    <w:rsid w:val="008B462D"/>
    <w:rsid w:val="008B499C"/>
    <w:rsid w:val="008B4D75"/>
    <w:rsid w:val="008B50F2"/>
    <w:rsid w:val="008B56B1"/>
    <w:rsid w:val="008B57A5"/>
    <w:rsid w:val="008B5AE2"/>
    <w:rsid w:val="008B5B7E"/>
    <w:rsid w:val="008B6A0D"/>
    <w:rsid w:val="008B72A0"/>
    <w:rsid w:val="008B7641"/>
    <w:rsid w:val="008C04E2"/>
    <w:rsid w:val="008C0DB1"/>
    <w:rsid w:val="008C1496"/>
    <w:rsid w:val="008C19DF"/>
    <w:rsid w:val="008C3327"/>
    <w:rsid w:val="008C3DB4"/>
    <w:rsid w:val="008C3DDD"/>
    <w:rsid w:val="008C596C"/>
    <w:rsid w:val="008D012E"/>
    <w:rsid w:val="008D0330"/>
    <w:rsid w:val="008D2B7D"/>
    <w:rsid w:val="008D4806"/>
    <w:rsid w:val="008D4857"/>
    <w:rsid w:val="008D513F"/>
    <w:rsid w:val="008D5617"/>
    <w:rsid w:val="008D5825"/>
    <w:rsid w:val="008D5A7D"/>
    <w:rsid w:val="008D5FE6"/>
    <w:rsid w:val="008D6189"/>
    <w:rsid w:val="008D6428"/>
    <w:rsid w:val="008D6657"/>
    <w:rsid w:val="008D7189"/>
    <w:rsid w:val="008D728E"/>
    <w:rsid w:val="008D7B65"/>
    <w:rsid w:val="008E062B"/>
    <w:rsid w:val="008E1762"/>
    <w:rsid w:val="008E1FA7"/>
    <w:rsid w:val="008E35BE"/>
    <w:rsid w:val="008E3E79"/>
    <w:rsid w:val="008E3EFE"/>
    <w:rsid w:val="008E42BE"/>
    <w:rsid w:val="008E46D8"/>
    <w:rsid w:val="008E4D2E"/>
    <w:rsid w:val="008E625A"/>
    <w:rsid w:val="008E698F"/>
    <w:rsid w:val="008E6A0C"/>
    <w:rsid w:val="008F258C"/>
    <w:rsid w:val="008F30AD"/>
    <w:rsid w:val="008F3BB8"/>
    <w:rsid w:val="008F4120"/>
    <w:rsid w:val="008F4513"/>
    <w:rsid w:val="008F5B45"/>
    <w:rsid w:val="008F62D6"/>
    <w:rsid w:val="009006DA"/>
    <w:rsid w:val="009014D7"/>
    <w:rsid w:val="009029B1"/>
    <w:rsid w:val="009046DF"/>
    <w:rsid w:val="00904D8F"/>
    <w:rsid w:val="00904FB1"/>
    <w:rsid w:val="0090522C"/>
    <w:rsid w:val="0090651A"/>
    <w:rsid w:val="009066B8"/>
    <w:rsid w:val="00906A3B"/>
    <w:rsid w:val="00907E74"/>
    <w:rsid w:val="00912230"/>
    <w:rsid w:val="00913B7F"/>
    <w:rsid w:val="009140A8"/>
    <w:rsid w:val="009148F6"/>
    <w:rsid w:val="00914D27"/>
    <w:rsid w:val="00915AE6"/>
    <w:rsid w:val="00916434"/>
    <w:rsid w:val="0091682D"/>
    <w:rsid w:val="00916FDA"/>
    <w:rsid w:val="00917C1C"/>
    <w:rsid w:val="00921260"/>
    <w:rsid w:val="00922370"/>
    <w:rsid w:val="00922557"/>
    <w:rsid w:val="009225A0"/>
    <w:rsid w:val="0092276E"/>
    <w:rsid w:val="0092388A"/>
    <w:rsid w:val="00925535"/>
    <w:rsid w:val="00925EA3"/>
    <w:rsid w:val="00926231"/>
    <w:rsid w:val="009266C8"/>
    <w:rsid w:val="009269B0"/>
    <w:rsid w:val="00927035"/>
    <w:rsid w:val="009270AF"/>
    <w:rsid w:val="00927D62"/>
    <w:rsid w:val="00930C31"/>
    <w:rsid w:val="009310C0"/>
    <w:rsid w:val="009313FF"/>
    <w:rsid w:val="00932192"/>
    <w:rsid w:val="00932B5F"/>
    <w:rsid w:val="0093470D"/>
    <w:rsid w:val="00934988"/>
    <w:rsid w:val="0093595B"/>
    <w:rsid w:val="009363B1"/>
    <w:rsid w:val="0093678D"/>
    <w:rsid w:val="009379C0"/>
    <w:rsid w:val="00940022"/>
    <w:rsid w:val="00940217"/>
    <w:rsid w:val="00940476"/>
    <w:rsid w:val="00941D5C"/>
    <w:rsid w:val="00941E53"/>
    <w:rsid w:val="00942855"/>
    <w:rsid w:val="00943412"/>
    <w:rsid w:val="00943B2E"/>
    <w:rsid w:val="009440A6"/>
    <w:rsid w:val="009447C1"/>
    <w:rsid w:val="00944B5B"/>
    <w:rsid w:val="009452D2"/>
    <w:rsid w:val="00945D11"/>
    <w:rsid w:val="00946491"/>
    <w:rsid w:val="0094657B"/>
    <w:rsid w:val="00946AC8"/>
    <w:rsid w:val="00946B36"/>
    <w:rsid w:val="009477C3"/>
    <w:rsid w:val="009503E2"/>
    <w:rsid w:val="009508EF"/>
    <w:rsid w:val="0095098D"/>
    <w:rsid w:val="00951A71"/>
    <w:rsid w:val="00952F5F"/>
    <w:rsid w:val="009535B1"/>
    <w:rsid w:val="00954DB3"/>
    <w:rsid w:val="00955164"/>
    <w:rsid w:val="00955330"/>
    <w:rsid w:val="009559F3"/>
    <w:rsid w:val="00957162"/>
    <w:rsid w:val="00957572"/>
    <w:rsid w:val="00957ACD"/>
    <w:rsid w:val="009602AF"/>
    <w:rsid w:val="0096073F"/>
    <w:rsid w:val="00960B4E"/>
    <w:rsid w:val="00960BF8"/>
    <w:rsid w:val="00960C57"/>
    <w:rsid w:val="00960F67"/>
    <w:rsid w:val="0096143A"/>
    <w:rsid w:val="0096147B"/>
    <w:rsid w:val="009614F6"/>
    <w:rsid w:val="00961CD2"/>
    <w:rsid w:val="00962715"/>
    <w:rsid w:val="00962B76"/>
    <w:rsid w:val="0096375C"/>
    <w:rsid w:val="009637B7"/>
    <w:rsid w:val="00963F64"/>
    <w:rsid w:val="009652F2"/>
    <w:rsid w:val="00965399"/>
    <w:rsid w:val="00965E4B"/>
    <w:rsid w:val="009660BA"/>
    <w:rsid w:val="0096613E"/>
    <w:rsid w:val="00966609"/>
    <w:rsid w:val="0096678D"/>
    <w:rsid w:val="00967237"/>
    <w:rsid w:val="0097061F"/>
    <w:rsid w:val="00970F26"/>
    <w:rsid w:val="00972C70"/>
    <w:rsid w:val="009730E7"/>
    <w:rsid w:val="00974224"/>
    <w:rsid w:val="0097438A"/>
    <w:rsid w:val="00974598"/>
    <w:rsid w:val="00974D38"/>
    <w:rsid w:val="00974FF1"/>
    <w:rsid w:val="00975232"/>
    <w:rsid w:val="009758F8"/>
    <w:rsid w:val="009759EA"/>
    <w:rsid w:val="00976DF1"/>
    <w:rsid w:val="00977967"/>
    <w:rsid w:val="00977B9B"/>
    <w:rsid w:val="009803A3"/>
    <w:rsid w:val="0098108E"/>
    <w:rsid w:val="0098117D"/>
    <w:rsid w:val="0098334B"/>
    <w:rsid w:val="00983E57"/>
    <w:rsid w:val="00984310"/>
    <w:rsid w:val="00985441"/>
    <w:rsid w:val="0098592C"/>
    <w:rsid w:val="009869AA"/>
    <w:rsid w:val="00986DE8"/>
    <w:rsid w:val="00986EBA"/>
    <w:rsid w:val="009871F6"/>
    <w:rsid w:val="009901C8"/>
    <w:rsid w:val="00990268"/>
    <w:rsid w:val="00990C4B"/>
    <w:rsid w:val="00992E31"/>
    <w:rsid w:val="0099436D"/>
    <w:rsid w:val="00994502"/>
    <w:rsid w:val="00994B2B"/>
    <w:rsid w:val="00996000"/>
    <w:rsid w:val="00996218"/>
    <w:rsid w:val="009965AA"/>
    <w:rsid w:val="00996DDD"/>
    <w:rsid w:val="00996EA3"/>
    <w:rsid w:val="0099731E"/>
    <w:rsid w:val="009A1DBA"/>
    <w:rsid w:val="009A26BE"/>
    <w:rsid w:val="009A2ED0"/>
    <w:rsid w:val="009A307D"/>
    <w:rsid w:val="009A375B"/>
    <w:rsid w:val="009A418D"/>
    <w:rsid w:val="009A4AD7"/>
    <w:rsid w:val="009A53CC"/>
    <w:rsid w:val="009A5DF6"/>
    <w:rsid w:val="009A7001"/>
    <w:rsid w:val="009A7DA5"/>
    <w:rsid w:val="009B01D4"/>
    <w:rsid w:val="009B0C22"/>
    <w:rsid w:val="009B0D4E"/>
    <w:rsid w:val="009B18C0"/>
    <w:rsid w:val="009B21B2"/>
    <w:rsid w:val="009B255F"/>
    <w:rsid w:val="009B2B56"/>
    <w:rsid w:val="009B4B1E"/>
    <w:rsid w:val="009B4D84"/>
    <w:rsid w:val="009B4E29"/>
    <w:rsid w:val="009B50D5"/>
    <w:rsid w:val="009B5188"/>
    <w:rsid w:val="009B6AFD"/>
    <w:rsid w:val="009B7253"/>
    <w:rsid w:val="009B7F2D"/>
    <w:rsid w:val="009C14F4"/>
    <w:rsid w:val="009C26EC"/>
    <w:rsid w:val="009C3558"/>
    <w:rsid w:val="009C3D8C"/>
    <w:rsid w:val="009C47A4"/>
    <w:rsid w:val="009C564A"/>
    <w:rsid w:val="009C6D46"/>
    <w:rsid w:val="009C763B"/>
    <w:rsid w:val="009C76FC"/>
    <w:rsid w:val="009D13DC"/>
    <w:rsid w:val="009D19AA"/>
    <w:rsid w:val="009D1ED1"/>
    <w:rsid w:val="009D1FD9"/>
    <w:rsid w:val="009D3214"/>
    <w:rsid w:val="009D3969"/>
    <w:rsid w:val="009D4A75"/>
    <w:rsid w:val="009D4DE0"/>
    <w:rsid w:val="009D56C9"/>
    <w:rsid w:val="009D64C4"/>
    <w:rsid w:val="009D6CB0"/>
    <w:rsid w:val="009D7203"/>
    <w:rsid w:val="009D741B"/>
    <w:rsid w:val="009D7E59"/>
    <w:rsid w:val="009E03BE"/>
    <w:rsid w:val="009E07BB"/>
    <w:rsid w:val="009E0B48"/>
    <w:rsid w:val="009E10B0"/>
    <w:rsid w:val="009E1E85"/>
    <w:rsid w:val="009E3A0A"/>
    <w:rsid w:val="009E4824"/>
    <w:rsid w:val="009E4ADE"/>
    <w:rsid w:val="009E4F3D"/>
    <w:rsid w:val="009E67C9"/>
    <w:rsid w:val="009E6DE8"/>
    <w:rsid w:val="009E774A"/>
    <w:rsid w:val="009E7AB9"/>
    <w:rsid w:val="009F0390"/>
    <w:rsid w:val="009F07C0"/>
    <w:rsid w:val="009F1D0F"/>
    <w:rsid w:val="009F2324"/>
    <w:rsid w:val="009F2B78"/>
    <w:rsid w:val="009F2C77"/>
    <w:rsid w:val="009F32B4"/>
    <w:rsid w:val="009F465F"/>
    <w:rsid w:val="009F4A72"/>
    <w:rsid w:val="009F5327"/>
    <w:rsid w:val="009F5369"/>
    <w:rsid w:val="009F599A"/>
    <w:rsid w:val="009F5B4D"/>
    <w:rsid w:val="009F5E22"/>
    <w:rsid w:val="009F6DDF"/>
    <w:rsid w:val="009F71EA"/>
    <w:rsid w:val="009F772A"/>
    <w:rsid w:val="009F7C50"/>
    <w:rsid w:val="00A00A9C"/>
    <w:rsid w:val="00A01E7B"/>
    <w:rsid w:val="00A022A6"/>
    <w:rsid w:val="00A04B82"/>
    <w:rsid w:val="00A05A22"/>
    <w:rsid w:val="00A0616C"/>
    <w:rsid w:val="00A066F6"/>
    <w:rsid w:val="00A10031"/>
    <w:rsid w:val="00A11608"/>
    <w:rsid w:val="00A11D75"/>
    <w:rsid w:val="00A12ADA"/>
    <w:rsid w:val="00A13A87"/>
    <w:rsid w:val="00A13D56"/>
    <w:rsid w:val="00A144B5"/>
    <w:rsid w:val="00A15277"/>
    <w:rsid w:val="00A15EFA"/>
    <w:rsid w:val="00A16415"/>
    <w:rsid w:val="00A209AB"/>
    <w:rsid w:val="00A21090"/>
    <w:rsid w:val="00A218BF"/>
    <w:rsid w:val="00A218C0"/>
    <w:rsid w:val="00A22363"/>
    <w:rsid w:val="00A2310F"/>
    <w:rsid w:val="00A237BF"/>
    <w:rsid w:val="00A24323"/>
    <w:rsid w:val="00A24F4F"/>
    <w:rsid w:val="00A256A6"/>
    <w:rsid w:val="00A25C92"/>
    <w:rsid w:val="00A2642A"/>
    <w:rsid w:val="00A2648A"/>
    <w:rsid w:val="00A268C1"/>
    <w:rsid w:val="00A26AD5"/>
    <w:rsid w:val="00A270A5"/>
    <w:rsid w:val="00A27C50"/>
    <w:rsid w:val="00A27CB8"/>
    <w:rsid w:val="00A30112"/>
    <w:rsid w:val="00A30F05"/>
    <w:rsid w:val="00A318BB"/>
    <w:rsid w:val="00A3331F"/>
    <w:rsid w:val="00A33424"/>
    <w:rsid w:val="00A335FD"/>
    <w:rsid w:val="00A34E98"/>
    <w:rsid w:val="00A3538E"/>
    <w:rsid w:val="00A35D65"/>
    <w:rsid w:val="00A35EDE"/>
    <w:rsid w:val="00A36CA9"/>
    <w:rsid w:val="00A36D07"/>
    <w:rsid w:val="00A40139"/>
    <w:rsid w:val="00A4190D"/>
    <w:rsid w:val="00A41AA9"/>
    <w:rsid w:val="00A4282F"/>
    <w:rsid w:val="00A42E79"/>
    <w:rsid w:val="00A42FAF"/>
    <w:rsid w:val="00A44704"/>
    <w:rsid w:val="00A450F1"/>
    <w:rsid w:val="00A45212"/>
    <w:rsid w:val="00A459C9"/>
    <w:rsid w:val="00A46829"/>
    <w:rsid w:val="00A47547"/>
    <w:rsid w:val="00A4758D"/>
    <w:rsid w:val="00A478DC"/>
    <w:rsid w:val="00A50FBD"/>
    <w:rsid w:val="00A5112F"/>
    <w:rsid w:val="00A514D8"/>
    <w:rsid w:val="00A51530"/>
    <w:rsid w:val="00A51F4D"/>
    <w:rsid w:val="00A51FCA"/>
    <w:rsid w:val="00A52A96"/>
    <w:rsid w:val="00A52B25"/>
    <w:rsid w:val="00A532F0"/>
    <w:rsid w:val="00A53DE6"/>
    <w:rsid w:val="00A54C42"/>
    <w:rsid w:val="00A5589C"/>
    <w:rsid w:val="00A55DA3"/>
    <w:rsid w:val="00A57D23"/>
    <w:rsid w:val="00A6076B"/>
    <w:rsid w:val="00A60B19"/>
    <w:rsid w:val="00A61D02"/>
    <w:rsid w:val="00A63240"/>
    <w:rsid w:val="00A63553"/>
    <w:rsid w:val="00A64002"/>
    <w:rsid w:val="00A64625"/>
    <w:rsid w:val="00A6486D"/>
    <w:rsid w:val="00A64F5E"/>
    <w:rsid w:val="00A6515C"/>
    <w:rsid w:val="00A65D63"/>
    <w:rsid w:val="00A65DA3"/>
    <w:rsid w:val="00A668D6"/>
    <w:rsid w:val="00A70A75"/>
    <w:rsid w:val="00A70BEC"/>
    <w:rsid w:val="00A70C46"/>
    <w:rsid w:val="00A7139F"/>
    <w:rsid w:val="00A71492"/>
    <w:rsid w:val="00A72A2B"/>
    <w:rsid w:val="00A745EB"/>
    <w:rsid w:val="00A749A9"/>
    <w:rsid w:val="00A74ADA"/>
    <w:rsid w:val="00A750C1"/>
    <w:rsid w:val="00A751DD"/>
    <w:rsid w:val="00A763D5"/>
    <w:rsid w:val="00A803DB"/>
    <w:rsid w:val="00A82C21"/>
    <w:rsid w:val="00A836E8"/>
    <w:rsid w:val="00A83758"/>
    <w:rsid w:val="00A8395F"/>
    <w:rsid w:val="00A83C79"/>
    <w:rsid w:val="00A84941"/>
    <w:rsid w:val="00A84A6E"/>
    <w:rsid w:val="00A84CAE"/>
    <w:rsid w:val="00A854A1"/>
    <w:rsid w:val="00A85FCB"/>
    <w:rsid w:val="00A86250"/>
    <w:rsid w:val="00A863A0"/>
    <w:rsid w:val="00A86979"/>
    <w:rsid w:val="00A86A97"/>
    <w:rsid w:val="00A86DDC"/>
    <w:rsid w:val="00A8763E"/>
    <w:rsid w:val="00A908D6"/>
    <w:rsid w:val="00A90B63"/>
    <w:rsid w:val="00A91F34"/>
    <w:rsid w:val="00A91F7E"/>
    <w:rsid w:val="00A92A07"/>
    <w:rsid w:val="00A9330B"/>
    <w:rsid w:val="00A94DAD"/>
    <w:rsid w:val="00A94E97"/>
    <w:rsid w:val="00A94ECE"/>
    <w:rsid w:val="00A95345"/>
    <w:rsid w:val="00A95604"/>
    <w:rsid w:val="00A961AF"/>
    <w:rsid w:val="00A96512"/>
    <w:rsid w:val="00A97168"/>
    <w:rsid w:val="00A971B5"/>
    <w:rsid w:val="00A97E04"/>
    <w:rsid w:val="00AA085E"/>
    <w:rsid w:val="00AA0BA9"/>
    <w:rsid w:val="00AA143F"/>
    <w:rsid w:val="00AA378D"/>
    <w:rsid w:val="00AA3AB2"/>
    <w:rsid w:val="00AA471E"/>
    <w:rsid w:val="00AA4F1D"/>
    <w:rsid w:val="00AA623E"/>
    <w:rsid w:val="00AA63AF"/>
    <w:rsid w:val="00AA7051"/>
    <w:rsid w:val="00AB016E"/>
    <w:rsid w:val="00AB03D6"/>
    <w:rsid w:val="00AB04D9"/>
    <w:rsid w:val="00AB061C"/>
    <w:rsid w:val="00AB0E3D"/>
    <w:rsid w:val="00AB1BFB"/>
    <w:rsid w:val="00AB1F96"/>
    <w:rsid w:val="00AB1FF3"/>
    <w:rsid w:val="00AB2724"/>
    <w:rsid w:val="00AB299E"/>
    <w:rsid w:val="00AB2CF4"/>
    <w:rsid w:val="00AB333E"/>
    <w:rsid w:val="00AB3F1B"/>
    <w:rsid w:val="00AB46B8"/>
    <w:rsid w:val="00AB49D8"/>
    <w:rsid w:val="00AB583F"/>
    <w:rsid w:val="00AB5AFC"/>
    <w:rsid w:val="00AB5B22"/>
    <w:rsid w:val="00AB5B4B"/>
    <w:rsid w:val="00AB661C"/>
    <w:rsid w:val="00AB66C2"/>
    <w:rsid w:val="00AB7C7E"/>
    <w:rsid w:val="00AB7F40"/>
    <w:rsid w:val="00AC0CCE"/>
    <w:rsid w:val="00AC19AD"/>
    <w:rsid w:val="00AC1F3A"/>
    <w:rsid w:val="00AC2361"/>
    <w:rsid w:val="00AC2623"/>
    <w:rsid w:val="00AC28CD"/>
    <w:rsid w:val="00AC3041"/>
    <w:rsid w:val="00AC420A"/>
    <w:rsid w:val="00AC4698"/>
    <w:rsid w:val="00AC4C24"/>
    <w:rsid w:val="00AC5971"/>
    <w:rsid w:val="00AC5983"/>
    <w:rsid w:val="00AC6146"/>
    <w:rsid w:val="00AC63E4"/>
    <w:rsid w:val="00AC64A5"/>
    <w:rsid w:val="00AC7680"/>
    <w:rsid w:val="00AD1F4B"/>
    <w:rsid w:val="00AD2964"/>
    <w:rsid w:val="00AD2A6B"/>
    <w:rsid w:val="00AD34D1"/>
    <w:rsid w:val="00AD35C5"/>
    <w:rsid w:val="00AD35E8"/>
    <w:rsid w:val="00AD365B"/>
    <w:rsid w:val="00AD388F"/>
    <w:rsid w:val="00AD3E1B"/>
    <w:rsid w:val="00AD4255"/>
    <w:rsid w:val="00AD4C53"/>
    <w:rsid w:val="00AD52B3"/>
    <w:rsid w:val="00AD54D2"/>
    <w:rsid w:val="00AD57DD"/>
    <w:rsid w:val="00AD5921"/>
    <w:rsid w:val="00AD7341"/>
    <w:rsid w:val="00AD743F"/>
    <w:rsid w:val="00AD780D"/>
    <w:rsid w:val="00AE0778"/>
    <w:rsid w:val="00AE0E59"/>
    <w:rsid w:val="00AE1E35"/>
    <w:rsid w:val="00AE23A6"/>
    <w:rsid w:val="00AE4D35"/>
    <w:rsid w:val="00AE5D84"/>
    <w:rsid w:val="00AE5DAC"/>
    <w:rsid w:val="00AE5F35"/>
    <w:rsid w:val="00AE6117"/>
    <w:rsid w:val="00AE64FD"/>
    <w:rsid w:val="00AE6C28"/>
    <w:rsid w:val="00AE6EBF"/>
    <w:rsid w:val="00AE7D29"/>
    <w:rsid w:val="00AF07F6"/>
    <w:rsid w:val="00AF0987"/>
    <w:rsid w:val="00AF0A2F"/>
    <w:rsid w:val="00AF0B30"/>
    <w:rsid w:val="00AF100C"/>
    <w:rsid w:val="00AF1109"/>
    <w:rsid w:val="00AF1BDD"/>
    <w:rsid w:val="00AF217C"/>
    <w:rsid w:val="00AF27C9"/>
    <w:rsid w:val="00AF33DF"/>
    <w:rsid w:val="00AF35AE"/>
    <w:rsid w:val="00AF3F99"/>
    <w:rsid w:val="00AF4155"/>
    <w:rsid w:val="00AF461D"/>
    <w:rsid w:val="00AF50C6"/>
    <w:rsid w:val="00AF5629"/>
    <w:rsid w:val="00AF57DE"/>
    <w:rsid w:val="00AF6711"/>
    <w:rsid w:val="00AF7415"/>
    <w:rsid w:val="00AF7AA1"/>
    <w:rsid w:val="00B006A7"/>
    <w:rsid w:val="00B00DF2"/>
    <w:rsid w:val="00B01113"/>
    <w:rsid w:val="00B01257"/>
    <w:rsid w:val="00B01E88"/>
    <w:rsid w:val="00B02BC2"/>
    <w:rsid w:val="00B02C2F"/>
    <w:rsid w:val="00B02E12"/>
    <w:rsid w:val="00B03ADD"/>
    <w:rsid w:val="00B03F2F"/>
    <w:rsid w:val="00B042D2"/>
    <w:rsid w:val="00B045E5"/>
    <w:rsid w:val="00B053D2"/>
    <w:rsid w:val="00B05788"/>
    <w:rsid w:val="00B06311"/>
    <w:rsid w:val="00B0664F"/>
    <w:rsid w:val="00B07361"/>
    <w:rsid w:val="00B1002E"/>
    <w:rsid w:val="00B10C8B"/>
    <w:rsid w:val="00B1161B"/>
    <w:rsid w:val="00B11AF5"/>
    <w:rsid w:val="00B12417"/>
    <w:rsid w:val="00B12ED2"/>
    <w:rsid w:val="00B13001"/>
    <w:rsid w:val="00B1309E"/>
    <w:rsid w:val="00B14CFC"/>
    <w:rsid w:val="00B14F73"/>
    <w:rsid w:val="00B1518E"/>
    <w:rsid w:val="00B15508"/>
    <w:rsid w:val="00B15816"/>
    <w:rsid w:val="00B15DB9"/>
    <w:rsid w:val="00B15DDF"/>
    <w:rsid w:val="00B1655E"/>
    <w:rsid w:val="00B166EE"/>
    <w:rsid w:val="00B16716"/>
    <w:rsid w:val="00B16AA7"/>
    <w:rsid w:val="00B17010"/>
    <w:rsid w:val="00B2155F"/>
    <w:rsid w:val="00B21B5A"/>
    <w:rsid w:val="00B21D47"/>
    <w:rsid w:val="00B22785"/>
    <w:rsid w:val="00B22ABB"/>
    <w:rsid w:val="00B2427A"/>
    <w:rsid w:val="00B2451A"/>
    <w:rsid w:val="00B24837"/>
    <w:rsid w:val="00B24ABA"/>
    <w:rsid w:val="00B24EB4"/>
    <w:rsid w:val="00B2530E"/>
    <w:rsid w:val="00B25A08"/>
    <w:rsid w:val="00B30015"/>
    <w:rsid w:val="00B315FD"/>
    <w:rsid w:val="00B3408E"/>
    <w:rsid w:val="00B34446"/>
    <w:rsid w:val="00B3518C"/>
    <w:rsid w:val="00B359CD"/>
    <w:rsid w:val="00B3695C"/>
    <w:rsid w:val="00B375E7"/>
    <w:rsid w:val="00B37BE4"/>
    <w:rsid w:val="00B37FEA"/>
    <w:rsid w:val="00B40C36"/>
    <w:rsid w:val="00B41311"/>
    <w:rsid w:val="00B426ED"/>
    <w:rsid w:val="00B42E0C"/>
    <w:rsid w:val="00B43814"/>
    <w:rsid w:val="00B45107"/>
    <w:rsid w:val="00B467AD"/>
    <w:rsid w:val="00B46A8C"/>
    <w:rsid w:val="00B47827"/>
    <w:rsid w:val="00B506FA"/>
    <w:rsid w:val="00B5163B"/>
    <w:rsid w:val="00B5245A"/>
    <w:rsid w:val="00B5247D"/>
    <w:rsid w:val="00B52800"/>
    <w:rsid w:val="00B52B9E"/>
    <w:rsid w:val="00B5323E"/>
    <w:rsid w:val="00B54852"/>
    <w:rsid w:val="00B54A1C"/>
    <w:rsid w:val="00B57FEB"/>
    <w:rsid w:val="00B60725"/>
    <w:rsid w:val="00B60893"/>
    <w:rsid w:val="00B61271"/>
    <w:rsid w:val="00B6170C"/>
    <w:rsid w:val="00B6214B"/>
    <w:rsid w:val="00B62382"/>
    <w:rsid w:val="00B6260A"/>
    <w:rsid w:val="00B629FE"/>
    <w:rsid w:val="00B6384E"/>
    <w:rsid w:val="00B63999"/>
    <w:rsid w:val="00B63D42"/>
    <w:rsid w:val="00B642E7"/>
    <w:rsid w:val="00B65134"/>
    <w:rsid w:val="00B65CAD"/>
    <w:rsid w:val="00B66C15"/>
    <w:rsid w:val="00B70401"/>
    <w:rsid w:val="00B70AEE"/>
    <w:rsid w:val="00B71ADF"/>
    <w:rsid w:val="00B72707"/>
    <w:rsid w:val="00B72A7B"/>
    <w:rsid w:val="00B72C07"/>
    <w:rsid w:val="00B73110"/>
    <w:rsid w:val="00B731F9"/>
    <w:rsid w:val="00B73BB5"/>
    <w:rsid w:val="00B743C0"/>
    <w:rsid w:val="00B74D6C"/>
    <w:rsid w:val="00B7501C"/>
    <w:rsid w:val="00B7586D"/>
    <w:rsid w:val="00B75C7E"/>
    <w:rsid w:val="00B75FF9"/>
    <w:rsid w:val="00B76530"/>
    <w:rsid w:val="00B76B70"/>
    <w:rsid w:val="00B7776D"/>
    <w:rsid w:val="00B77EF4"/>
    <w:rsid w:val="00B77F4D"/>
    <w:rsid w:val="00B80DA0"/>
    <w:rsid w:val="00B81F23"/>
    <w:rsid w:val="00B8247A"/>
    <w:rsid w:val="00B82A3A"/>
    <w:rsid w:val="00B83884"/>
    <w:rsid w:val="00B839DA"/>
    <w:rsid w:val="00B84DB9"/>
    <w:rsid w:val="00B861EB"/>
    <w:rsid w:val="00B87355"/>
    <w:rsid w:val="00B8770C"/>
    <w:rsid w:val="00B877CA"/>
    <w:rsid w:val="00B87F6F"/>
    <w:rsid w:val="00B90767"/>
    <w:rsid w:val="00B90A19"/>
    <w:rsid w:val="00B90B15"/>
    <w:rsid w:val="00B90C49"/>
    <w:rsid w:val="00B90F61"/>
    <w:rsid w:val="00B92121"/>
    <w:rsid w:val="00B924F9"/>
    <w:rsid w:val="00B930F8"/>
    <w:rsid w:val="00B931B4"/>
    <w:rsid w:val="00B936D7"/>
    <w:rsid w:val="00B93CB0"/>
    <w:rsid w:val="00B93D39"/>
    <w:rsid w:val="00B955A3"/>
    <w:rsid w:val="00B972F3"/>
    <w:rsid w:val="00B979E8"/>
    <w:rsid w:val="00BA12E2"/>
    <w:rsid w:val="00BA1680"/>
    <w:rsid w:val="00BA1B1D"/>
    <w:rsid w:val="00BA20DE"/>
    <w:rsid w:val="00BA2289"/>
    <w:rsid w:val="00BA4376"/>
    <w:rsid w:val="00BA57CC"/>
    <w:rsid w:val="00BA5B54"/>
    <w:rsid w:val="00BB0AB5"/>
    <w:rsid w:val="00BB285E"/>
    <w:rsid w:val="00BB2CDA"/>
    <w:rsid w:val="00BB3049"/>
    <w:rsid w:val="00BB341B"/>
    <w:rsid w:val="00BB346D"/>
    <w:rsid w:val="00BB352D"/>
    <w:rsid w:val="00BB4579"/>
    <w:rsid w:val="00BB526F"/>
    <w:rsid w:val="00BB5951"/>
    <w:rsid w:val="00BB5C83"/>
    <w:rsid w:val="00BB6024"/>
    <w:rsid w:val="00BB643C"/>
    <w:rsid w:val="00BB6849"/>
    <w:rsid w:val="00BB711B"/>
    <w:rsid w:val="00BB7356"/>
    <w:rsid w:val="00BB7D1C"/>
    <w:rsid w:val="00BC0F6C"/>
    <w:rsid w:val="00BC1C22"/>
    <w:rsid w:val="00BC274F"/>
    <w:rsid w:val="00BC499A"/>
    <w:rsid w:val="00BC4FBB"/>
    <w:rsid w:val="00BC5007"/>
    <w:rsid w:val="00BC5D7D"/>
    <w:rsid w:val="00BC67EB"/>
    <w:rsid w:val="00BC717E"/>
    <w:rsid w:val="00BC7419"/>
    <w:rsid w:val="00BC773E"/>
    <w:rsid w:val="00BC7754"/>
    <w:rsid w:val="00BD253A"/>
    <w:rsid w:val="00BD25ED"/>
    <w:rsid w:val="00BD27E4"/>
    <w:rsid w:val="00BD2C6F"/>
    <w:rsid w:val="00BD2FEA"/>
    <w:rsid w:val="00BD3145"/>
    <w:rsid w:val="00BD3395"/>
    <w:rsid w:val="00BD34C6"/>
    <w:rsid w:val="00BD4541"/>
    <w:rsid w:val="00BD4C15"/>
    <w:rsid w:val="00BD4DFE"/>
    <w:rsid w:val="00BD5823"/>
    <w:rsid w:val="00BD593F"/>
    <w:rsid w:val="00BD6706"/>
    <w:rsid w:val="00BE0D08"/>
    <w:rsid w:val="00BE1405"/>
    <w:rsid w:val="00BE15A8"/>
    <w:rsid w:val="00BE15F5"/>
    <w:rsid w:val="00BE16E3"/>
    <w:rsid w:val="00BE2985"/>
    <w:rsid w:val="00BE31C3"/>
    <w:rsid w:val="00BE3F01"/>
    <w:rsid w:val="00BE54F3"/>
    <w:rsid w:val="00BE562D"/>
    <w:rsid w:val="00BE61D5"/>
    <w:rsid w:val="00BE779E"/>
    <w:rsid w:val="00BE7ED8"/>
    <w:rsid w:val="00BF0172"/>
    <w:rsid w:val="00BF04E0"/>
    <w:rsid w:val="00BF3420"/>
    <w:rsid w:val="00BF36F8"/>
    <w:rsid w:val="00BF3E11"/>
    <w:rsid w:val="00BF4112"/>
    <w:rsid w:val="00BF4D46"/>
    <w:rsid w:val="00BF51E8"/>
    <w:rsid w:val="00BF5853"/>
    <w:rsid w:val="00BF596C"/>
    <w:rsid w:val="00BF6E40"/>
    <w:rsid w:val="00C009CB"/>
    <w:rsid w:val="00C0133B"/>
    <w:rsid w:val="00C01770"/>
    <w:rsid w:val="00C01AB6"/>
    <w:rsid w:val="00C04922"/>
    <w:rsid w:val="00C04F56"/>
    <w:rsid w:val="00C06478"/>
    <w:rsid w:val="00C06CEF"/>
    <w:rsid w:val="00C06E08"/>
    <w:rsid w:val="00C0720F"/>
    <w:rsid w:val="00C102BA"/>
    <w:rsid w:val="00C10BFE"/>
    <w:rsid w:val="00C10FD4"/>
    <w:rsid w:val="00C11A6B"/>
    <w:rsid w:val="00C1382E"/>
    <w:rsid w:val="00C13BCB"/>
    <w:rsid w:val="00C13C0E"/>
    <w:rsid w:val="00C14BBE"/>
    <w:rsid w:val="00C15162"/>
    <w:rsid w:val="00C1570C"/>
    <w:rsid w:val="00C1572E"/>
    <w:rsid w:val="00C17547"/>
    <w:rsid w:val="00C177C5"/>
    <w:rsid w:val="00C20243"/>
    <w:rsid w:val="00C22129"/>
    <w:rsid w:val="00C22259"/>
    <w:rsid w:val="00C222D5"/>
    <w:rsid w:val="00C22361"/>
    <w:rsid w:val="00C22A5C"/>
    <w:rsid w:val="00C22EED"/>
    <w:rsid w:val="00C2359B"/>
    <w:rsid w:val="00C239DF"/>
    <w:rsid w:val="00C23A21"/>
    <w:rsid w:val="00C245E4"/>
    <w:rsid w:val="00C24DC4"/>
    <w:rsid w:val="00C25422"/>
    <w:rsid w:val="00C26D26"/>
    <w:rsid w:val="00C26D89"/>
    <w:rsid w:val="00C300B3"/>
    <w:rsid w:val="00C30280"/>
    <w:rsid w:val="00C3077A"/>
    <w:rsid w:val="00C30C10"/>
    <w:rsid w:val="00C31833"/>
    <w:rsid w:val="00C31E48"/>
    <w:rsid w:val="00C321DD"/>
    <w:rsid w:val="00C325D8"/>
    <w:rsid w:val="00C32EC6"/>
    <w:rsid w:val="00C33018"/>
    <w:rsid w:val="00C33B4D"/>
    <w:rsid w:val="00C33BEF"/>
    <w:rsid w:val="00C33E12"/>
    <w:rsid w:val="00C35013"/>
    <w:rsid w:val="00C351F4"/>
    <w:rsid w:val="00C355CB"/>
    <w:rsid w:val="00C3572D"/>
    <w:rsid w:val="00C35A49"/>
    <w:rsid w:val="00C35C68"/>
    <w:rsid w:val="00C35EE6"/>
    <w:rsid w:val="00C3698F"/>
    <w:rsid w:val="00C36AF1"/>
    <w:rsid w:val="00C37458"/>
    <w:rsid w:val="00C37AF7"/>
    <w:rsid w:val="00C41A55"/>
    <w:rsid w:val="00C429A2"/>
    <w:rsid w:val="00C42B38"/>
    <w:rsid w:val="00C44667"/>
    <w:rsid w:val="00C4513F"/>
    <w:rsid w:val="00C45E29"/>
    <w:rsid w:val="00C46EDB"/>
    <w:rsid w:val="00C46EEF"/>
    <w:rsid w:val="00C472D2"/>
    <w:rsid w:val="00C4779B"/>
    <w:rsid w:val="00C505BF"/>
    <w:rsid w:val="00C50E79"/>
    <w:rsid w:val="00C5244E"/>
    <w:rsid w:val="00C52F59"/>
    <w:rsid w:val="00C5303B"/>
    <w:rsid w:val="00C53905"/>
    <w:rsid w:val="00C541D2"/>
    <w:rsid w:val="00C542CB"/>
    <w:rsid w:val="00C54397"/>
    <w:rsid w:val="00C54DB2"/>
    <w:rsid w:val="00C55B81"/>
    <w:rsid w:val="00C562D9"/>
    <w:rsid w:val="00C564B9"/>
    <w:rsid w:val="00C57925"/>
    <w:rsid w:val="00C60AEC"/>
    <w:rsid w:val="00C60F76"/>
    <w:rsid w:val="00C617E5"/>
    <w:rsid w:val="00C61E18"/>
    <w:rsid w:val="00C63A92"/>
    <w:rsid w:val="00C64985"/>
    <w:rsid w:val="00C666C1"/>
    <w:rsid w:val="00C667E4"/>
    <w:rsid w:val="00C672EA"/>
    <w:rsid w:val="00C676CA"/>
    <w:rsid w:val="00C67CA5"/>
    <w:rsid w:val="00C7014D"/>
    <w:rsid w:val="00C710BD"/>
    <w:rsid w:val="00C71167"/>
    <w:rsid w:val="00C7152D"/>
    <w:rsid w:val="00C71E98"/>
    <w:rsid w:val="00C72C4F"/>
    <w:rsid w:val="00C7349B"/>
    <w:rsid w:val="00C739BF"/>
    <w:rsid w:val="00C74064"/>
    <w:rsid w:val="00C74ECE"/>
    <w:rsid w:val="00C756C1"/>
    <w:rsid w:val="00C762EA"/>
    <w:rsid w:val="00C76304"/>
    <w:rsid w:val="00C76A9C"/>
    <w:rsid w:val="00C76CD5"/>
    <w:rsid w:val="00C77026"/>
    <w:rsid w:val="00C7776C"/>
    <w:rsid w:val="00C8163A"/>
    <w:rsid w:val="00C81C96"/>
    <w:rsid w:val="00C81E09"/>
    <w:rsid w:val="00C832D7"/>
    <w:rsid w:val="00C83569"/>
    <w:rsid w:val="00C8489B"/>
    <w:rsid w:val="00C848B6"/>
    <w:rsid w:val="00C87671"/>
    <w:rsid w:val="00C87AEB"/>
    <w:rsid w:val="00C87F04"/>
    <w:rsid w:val="00C9021F"/>
    <w:rsid w:val="00C9028D"/>
    <w:rsid w:val="00C906FE"/>
    <w:rsid w:val="00C93158"/>
    <w:rsid w:val="00C95044"/>
    <w:rsid w:val="00C96668"/>
    <w:rsid w:val="00C978EB"/>
    <w:rsid w:val="00CA1319"/>
    <w:rsid w:val="00CA2801"/>
    <w:rsid w:val="00CA37E7"/>
    <w:rsid w:val="00CA41BB"/>
    <w:rsid w:val="00CA41BF"/>
    <w:rsid w:val="00CA566A"/>
    <w:rsid w:val="00CA5D2C"/>
    <w:rsid w:val="00CA64C4"/>
    <w:rsid w:val="00CA6589"/>
    <w:rsid w:val="00CA65F9"/>
    <w:rsid w:val="00CA6F64"/>
    <w:rsid w:val="00CA7648"/>
    <w:rsid w:val="00CA772F"/>
    <w:rsid w:val="00CA7838"/>
    <w:rsid w:val="00CA7B6E"/>
    <w:rsid w:val="00CA7D7E"/>
    <w:rsid w:val="00CB0B74"/>
    <w:rsid w:val="00CB0DD6"/>
    <w:rsid w:val="00CB1594"/>
    <w:rsid w:val="00CB22FF"/>
    <w:rsid w:val="00CB416B"/>
    <w:rsid w:val="00CB4B7D"/>
    <w:rsid w:val="00CB53E6"/>
    <w:rsid w:val="00CB5E6D"/>
    <w:rsid w:val="00CB61F0"/>
    <w:rsid w:val="00CB686E"/>
    <w:rsid w:val="00CC0833"/>
    <w:rsid w:val="00CC0DAF"/>
    <w:rsid w:val="00CC14E3"/>
    <w:rsid w:val="00CC156E"/>
    <w:rsid w:val="00CC244B"/>
    <w:rsid w:val="00CC2A99"/>
    <w:rsid w:val="00CC3083"/>
    <w:rsid w:val="00CC3471"/>
    <w:rsid w:val="00CC3CA9"/>
    <w:rsid w:val="00CC454E"/>
    <w:rsid w:val="00CC4CE6"/>
    <w:rsid w:val="00CC5019"/>
    <w:rsid w:val="00CC61D2"/>
    <w:rsid w:val="00CC6239"/>
    <w:rsid w:val="00CC79CA"/>
    <w:rsid w:val="00CD05A2"/>
    <w:rsid w:val="00CD55BA"/>
    <w:rsid w:val="00CD55BB"/>
    <w:rsid w:val="00CD61F2"/>
    <w:rsid w:val="00CD69F2"/>
    <w:rsid w:val="00CD6E67"/>
    <w:rsid w:val="00CD72D4"/>
    <w:rsid w:val="00CD739E"/>
    <w:rsid w:val="00CD7B2A"/>
    <w:rsid w:val="00CE0847"/>
    <w:rsid w:val="00CE0C00"/>
    <w:rsid w:val="00CE0D01"/>
    <w:rsid w:val="00CE0D32"/>
    <w:rsid w:val="00CE1D28"/>
    <w:rsid w:val="00CE1D92"/>
    <w:rsid w:val="00CE1DF7"/>
    <w:rsid w:val="00CE2DDA"/>
    <w:rsid w:val="00CE30CD"/>
    <w:rsid w:val="00CE3DDE"/>
    <w:rsid w:val="00CE424D"/>
    <w:rsid w:val="00CE4294"/>
    <w:rsid w:val="00CE559B"/>
    <w:rsid w:val="00CE5B8F"/>
    <w:rsid w:val="00CE5BFB"/>
    <w:rsid w:val="00CE6574"/>
    <w:rsid w:val="00CF09A6"/>
    <w:rsid w:val="00CF0D15"/>
    <w:rsid w:val="00CF137D"/>
    <w:rsid w:val="00CF2452"/>
    <w:rsid w:val="00CF2818"/>
    <w:rsid w:val="00CF4386"/>
    <w:rsid w:val="00CF44EE"/>
    <w:rsid w:val="00CF4922"/>
    <w:rsid w:val="00CF4BEF"/>
    <w:rsid w:val="00CF672D"/>
    <w:rsid w:val="00D002FB"/>
    <w:rsid w:val="00D00905"/>
    <w:rsid w:val="00D018F5"/>
    <w:rsid w:val="00D026F1"/>
    <w:rsid w:val="00D062A6"/>
    <w:rsid w:val="00D06622"/>
    <w:rsid w:val="00D06E15"/>
    <w:rsid w:val="00D07847"/>
    <w:rsid w:val="00D10971"/>
    <w:rsid w:val="00D11165"/>
    <w:rsid w:val="00D11712"/>
    <w:rsid w:val="00D11AEB"/>
    <w:rsid w:val="00D11F5C"/>
    <w:rsid w:val="00D12208"/>
    <w:rsid w:val="00D12345"/>
    <w:rsid w:val="00D12754"/>
    <w:rsid w:val="00D13CBE"/>
    <w:rsid w:val="00D14027"/>
    <w:rsid w:val="00D16A7E"/>
    <w:rsid w:val="00D16AF0"/>
    <w:rsid w:val="00D17412"/>
    <w:rsid w:val="00D17A7D"/>
    <w:rsid w:val="00D20050"/>
    <w:rsid w:val="00D20EAE"/>
    <w:rsid w:val="00D212D5"/>
    <w:rsid w:val="00D22160"/>
    <w:rsid w:val="00D24B24"/>
    <w:rsid w:val="00D24D56"/>
    <w:rsid w:val="00D24EB0"/>
    <w:rsid w:val="00D2518C"/>
    <w:rsid w:val="00D25323"/>
    <w:rsid w:val="00D2540D"/>
    <w:rsid w:val="00D25987"/>
    <w:rsid w:val="00D2651C"/>
    <w:rsid w:val="00D26D70"/>
    <w:rsid w:val="00D27BE1"/>
    <w:rsid w:val="00D27CB7"/>
    <w:rsid w:val="00D30272"/>
    <w:rsid w:val="00D30C4C"/>
    <w:rsid w:val="00D31AF9"/>
    <w:rsid w:val="00D32C92"/>
    <w:rsid w:val="00D33A32"/>
    <w:rsid w:val="00D33D97"/>
    <w:rsid w:val="00D3477A"/>
    <w:rsid w:val="00D35801"/>
    <w:rsid w:val="00D3649F"/>
    <w:rsid w:val="00D372B5"/>
    <w:rsid w:val="00D37EEE"/>
    <w:rsid w:val="00D401FE"/>
    <w:rsid w:val="00D404A6"/>
    <w:rsid w:val="00D404A9"/>
    <w:rsid w:val="00D40AAC"/>
    <w:rsid w:val="00D41264"/>
    <w:rsid w:val="00D41692"/>
    <w:rsid w:val="00D41EF7"/>
    <w:rsid w:val="00D43208"/>
    <w:rsid w:val="00D43D92"/>
    <w:rsid w:val="00D46BFC"/>
    <w:rsid w:val="00D46C32"/>
    <w:rsid w:val="00D470A6"/>
    <w:rsid w:val="00D50144"/>
    <w:rsid w:val="00D51FA0"/>
    <w:rsid w:val="00D52EC6"/>
    <w:rsid w:val="00D5337D"/>
    <w:rsid w:val="00D53C02"/>
    <w:rsid w:val="00D54728"/>
    <w:rsid w:val="00D550BE"/>
    <w:rsid w:val="00D550FB"/>
    <w:rsid w:val="00D5588C"/>
    <w:rsid w:val="00D5711F"/>
    <w:rsid w:val="00D578C5"/>
    <w:rsid w:val="00D57929"/>
    <w:rsid w:val="00D57D32"/>
    <w:rsid w:val="00D61E03"/>
    <w:rsid w:val="00D61F3A"/>
    <w:rsid w:val="00D631CC"/>
    <w:rsid w:val="00D63CC4"/>
    <w:rsid w:val="00D6442D"/>
    <w:rsid w:val="00D6457F"/>
    <w:rsid w:val="00D64920"/>
    <w:rsid w:val="00D64B47"/>
    <w:rsid w:val="00D64D2B"/>
    <w:rsid w:val="00D653FE"/>
    <w:rsid w:val="00D65E04"/>
    <w:rsid w:val="00D669D2"/>
    <w:rsid w:val="00D66D59"/>
    <w:rsid w:val="00D66EE9"/>
    <w:rsid w:val="00D67101"/>
    <w:rsid w:val="00D67273"/>
    <w:rsid w:val="00D702E3"/>
    <w:rsid w:val="00D70677"/>
    <w:rsid w:val="00D70C47"/>
    <w:rsid w:val="00D70D85"/>
    <w:rsid w:val="00D717D7"/>
    <w:rsid w:val="00D718B1"/>
    <w:rsid w:val="00D72170"/>
    <w:rsid w:val="00D72C68"/>
    <w:rsid w:val="00D7331A"/>
    <w:rsid w:val="00D7447D"/>
    <w:rsid w:val="00D7499D"/>
    <w:rsid w:val="00D7514B"/>
    <w:rsid w:val="00D77931"/>
    <w:rsid w:val="00D80EFF"/>
    <w:rsid w:val="00D81A33"/>
    <w:rsid w:val="00D82934"/>
    <w:rsid w:val="00D83464"/>
    <w:rsid w:val="00D83F04"/>
    <w:rsid w:val="00D83F45"/>
    <w:rsid w:val="00D83F8D"/>
    <w:rsid w:val="00D84A3D"/>
    <w:rsid w:val="00D84ECA"/>
    <w:rsid w:val="00D85042"/>
    <w:rsid w:val="00D854D7"/>
    <w:rsid w:val="00D859B6"/>
    <w:rsid w:val="00D85ADE"/>
    <w:rsid w:val="00D860CC"/>
    <w:rsid w:val="00D86652"/>
    <w:rsid w:val="00D86F87"/>
    <w:rsid w:val="00D87739"/>
    <w:rsid w:val="00D90624"/>
    <w:rsid w:val="00D91B67"/>
    <w:rsid w:val="00D91E94"/>
    <w:rsid w:val="00D92CDF"/>
    <w:rsid w:val="00D93110"/>
    <w:rsid w:val="00D9588D"/>
    <w:rsid w:val="00D95EE0"/>
    <w:rsid w:val="00D95FC6"/>
    <w:rsid w:val="00D96D05"/>
    <w:rsid w:val="00D97E14"/>
    <w:rsid w:val="00DA031D"/>
    <w:rsid w:val="00DA09B6"/>
    <w:rsid w:val="00DA0F41"/>
    <w:rsid w:val="00DA1046"/>
    <w:rsid w:val="00DA130F"/>
    <w:rsid w:val="00DA1969"/>
    <w:rsid w:val="00DA20A1"/>
    <w:rsid w:val="00DA2D86"/>
    <w:rsid w:val="00DA40F5"/>
    <w:rsid w:val="00DA5931"/>
    <w:rsid w:val="00DA5AD0"/>
    <w:rsid w:val="00DA5B4A"/>
    <w:rsid w:val="00DA5C59"/>
    <w:rsid w:val="00DA67FA"/>
    <w:rsid w:val="00DA722B"/>
    <w:rsid w:val="00DA7291"/>
    <w:rsid w:val="00DA7D9F"/>
    <w:rsid w:val="00DB00E1"/>
    <w:rsid w:val="00DB08A4"/>
    <w:rsid w:val="00DB0AFC"/>
    <w:rsid w:val="00DB11AD"/>
    <w:rsid w:val="00DB12C4"/>
    <w:rsid w:val="00DB19C7"/>
    <w:rsid w:val="00DB208D"/>
    <w:rsid w:val="00DB2424"/>
    <w:rsid w:val="00DB30D5"/>
    <w:rsid w:val="00DB3DED"/>
    <w:rsid w:val="00DB3E2E"/>
    <w:rsid w:val="00DB3E84"/>
    <w:rsid w:val="00DB58B4"/>
    <w:rsid w:val="00DB5A6D"/>
    <w:rsid w:val="00DB6FF7"/>
    <w:rsid w:val="00DB72C6"/>
    <w:rsid w:val="00DC02A0"/>
    <w:rsid w:val="00DC0A7C"/>
    <w:rsid w:val="00DC0B08"/>
    <w:rsid w:val="00DC0E27"/>
    <w:rsid w:val="00DC0FA0"/>
    <w:rsid w:val="00DC1C87"/>
    <w:rsid w:val="00DC1FF7"/>
    <w:rsid w:val="00DC2AEF"/>
    <w:rsid w:val="00DC39DA"/>
    <w:rsid w:val="00DC3A87"/>
    <w:rsid w:val="00DC4152"/>
    <w:rsid w:val="00DC4F7F"/>
    <w:rsid w:val="00DC545B"/>
    <w:rsid w:val="00DC5882"/>
    <w:rsid w:val="00DC5927"/>
    <w:rsid w:val="00DC5B3F"/>
    <w:rsid w:val="00DC5BCA"/>
    <w:rsid w:val="00DC5EB2"/>
    <w:rsid w:val="00DC7000"/>
    <w:rsid w:val="00DD010D"/>
    <w:rsid w:val="00DD0341"/>
    <w:rsid w:val="00DD0D15"/>
    <w:rsid w:val="00DD1143"/>
    <w:rsid w:val="00DD14E3"/>
    <w:rsid w:val="00DD16E2"/>
    <w:rsid w:val="00DD1BB4"/>
    <w:rsid w:val="00DD2469"/>
    <w:rsid w:val="00DD24AE"/>
    <w:rsid w:val="00DD2A89"/>
    <w:rsid w:val="00DD4337"/>
    <w:rsid w:val="00DD45D0"/>
    <w:rsid w:val="00DD6547"/>
    <w:rsid w:val="00DD6C54"/>
    <w:rsid w:val="00DD6D33"/>
    <w:rsid w:val="00DD6EF6"/>
    <w:rsid w:val="00DD6FA9"/>
    <w:rsid w:val="00DD714D"/>
    <w:rsid w:val="00DD720A"/>
    <w:rsid w:val="00DD78A5"/>
    <w:rsid w:val="00DE0955"/>
    <w:rsid w:val="00DE1221"/>
    <w:rsid w:val="00DE25C6"/>
    <w:rsid w:val="00DE35D0"/>
    <w:rsid w:val="00DE443A"/>
    <w:rsid w:val="00DE4448"/>
    <w:rsid w:val="00DE49C9"/>
    <w:rsid w:val="00DE6184"/>
    <w:rsid w:val="00DF06AA"/>
    <w:rsid w:val="00DF0FF0"/>
    <w:rsid w:val="00DF217D"/>
    <w:rsid w:val="00DF24BD"/>
    <w:rsid w:val="00DF25F5"/>
    <w:rsid w:val="00DF2C1B"/>
    <w:rsid w:val="00DF2F08"/>
    <w:rsid w:val="00DF49A3"/>
    <w:rsid w:val="00DF4ECF"/>
    <w:rsid w:val="00DF55A2"/>
    <w:rsid w:val="00DF56D8"/>
    <w:rsid w:val="00DF5E1E"/>
    <w:rsid w:val="00DF61F1"/>
    <w:rsid w:val="00DF6402"/>
    <w:rsid w:val="00DF6442"/>
    <w:rsid w:val="00DF75B7"/>
    <w:rsid w:val="00DF7872"/>
    <w:rsid w:val="00DF7B9E"/>
    <w:rsid w:val="00E00C77"/>
    <w:rsid w:val="00E021EE"/>
    <w:rsid w:val="00E022DC"/>
    <w:rsid w:val="00E024D3"/>
    <w:rsid w:val="00E02A5A"/>
    <w:rsid w:val="00E02B2E"/>
    <w:rsid w:val="00E04EDE"/>
    <w:rsid w:val="00E065B7"/>
    <w:rsid w:val="00E06F94"/>
    <w:rsid w:val="00E07A7B"/>
    <w:rsid w:val="00E07F66"/>
    <w:rsid w:val="00E10FCA"/>
    <w:rsid w:val="00E11875"/>
    <w:rsid w:val="00E11DC8"/>
    <w:rsid w:val="00E125ED"/>
    <w:rsid w:val="00E13A3F"/>
    <w:rsid w:val="00E14435"/>
    <w:rsid w:val="00E16335"/>
    <w:rsid w:val="00E178F8"/>
    <w:rsid w:val="00E20034"/>
    <w:rsid w:val="00E206F5"/>
    <w:rsid w:val="00E20F3E"/>
    <w:rsid w:val="00E21598"/>
    <w:rsid w:val="00E21A3F"/>
    <w:rsid w:val="00E21BDA"/>
    <w:rsid w:val="00E2239B"/>
    <w:rsid w:val="00E23447"/>
    <w:rsid w:val="00E2443F"/>
    <w:rsid w:val="00E246A3"/>
    <w:rsid w:val="00E25174"/>
    <w:rsid w:val="00E259BC"/>
    <w:rsid w:val="00E25DDF"/>
    <w:rsid w:val="00E264A4"/>
    <w:rsid w:val="00E278A8"/>
    <w:rsid w:val="00E30CA4"/>
    <w:rsid w:val="00E314AE"/>
    <w:rsid w:val="00E317CC"/>
    <w:rsid w:val="00E31CF2"/>
    <w:rsid w:val="00E32CBD"/>
    <w:rsid w:val="00E32D2D"/>
    <w:rsid w:val="00E33618"/>
    <w:rsid w:val="00E3368A"/>
    <w:rsid w:val="00E33917"/>
    <w:rsid w:val="00E3397F"/>
    <w:rsid w:val="00E33EF8"/>
    <w:rsid w:val="00E349E7"/>
    <w:rsid w:val="00E34D9E"/>
    <w:rsid w:val="00E34ED8"/>
    <w:rsid w:val="00E35D5D"/>
    <w:rsid w:val="00E35D95"/>
    <w:rsid w:val="00E36482"/>
    <w:rsid w:val="00E409FC"/>
    <w:rsid w:val="00E40FCC"/>
    <w:rsid w:val="00E41488"/>
    <w:rsid w:val="00E4259B"/>
    <w:rsid w:val="00E42954"/>
    <w:rsid w:val="00E43122"/>
    <w:rsid w:val="00E43929"/>
    <w:rsid w:val="00E44003"/>
    <w:rsid w:val="00E44F2F"/>
    <w:rsid w:val="00E44FCA"/>
    <w:rsid w:val="00E456A5"/>
    <w:rsid w:val="00E46F6A"/>
    <w:rsid w:val="00E47A17"/>
    <w:rsid w:val="00E47E0C"/>
    <w:rsid w:val="00E50440"/>
    <w:rsid w:val="00E5130D"/>
    <w:rsid w:val="00E52F86"/>
    <w:rsid w:val="00E534A4"/>
    <w:rsid w:val="00E538B2"/>
    <w:rsid w:val="00E54674"/>
    <w:rsid w:val="00E5512D"/>
    <w:rsid w:val="00E55419"/>
    <w:rsid w:val="00E554BB"/>
    <w:rsid w:val="00E56835"/>
    <w:rsid w:val="00E56D43"/>
    <w:rsid w:val="00E574E5"/>
    <w:rsid w:val="00E6028B"/>
    <w:rsid w:val="00E6033E"/>
    <w:rsid w:val="00E6075F"/>
    <w:rsid w:val="00E61924"/>
    <w:rsid w:val="00E61BAF"/>
    <w:rsid w:val="00E61E68"/>
    <w:rsid w:val="00E62804"/>
    <w:rsid w:val="00E62CA6"/>
    <w:rsid w:val="00E62CE1"/>
    <w:rsid w:val="00E6306D"/>
    <w:rsid w:val="00E63C51"/>
    <w:rsid w:val="00E651CF"/>
    <w:rsid w:val="00E65E5E"/>
    <w:rsid w:val="00E65EFA"/>
    <w:rsid w:val="00E66096"/>
    <w:rsid w:val="00E66239"/>
    <w:rsid w:val="00E66513"/>
    <w:rsid w:val="00E6732A"/>
    <w:rsid w:val="00E676BC"/>
    <w:rsid w:val="00E709C4"/>
    <w:rsid w:val="00E71138"/>
    <w:rsid w:val="00E71139"/>
    <w:rsid w:val="00E728C3"/>
    <w:rsid w:val="00E732A0"/>
    <w:rsid w:val="00E735F0"/>
    <w:rsid w:val="00E739EB"/>
    <w:rsid w:val="00E74EFA"/>
    <w:rsid w:val="00E74F63"/>
    <w:rsid w:val="00E754CF"/>
    <w:rsid w:val="00E7594A"/>
    <w:rsid w:val="00E7602E"/>
    <w:rsid w:val="00E764B6"/>
    <w:rsid w:val="00E76D9F"/>
    <w:rsid w:val="00E80613"/>
    <w:rsid w:val="00E81355"/>
    <w:rsid w:val="00E81A9B"/>
    <w:rsid w:val="00E81AF1"/>
    <w:rsid w:val="00E8332D"/>
    <w:rsid w:val="00E83CD5"/>
    <w:rsid w:val="00E8419C"/>
    <w:rsid w:val="00E84A50"/>
    <w:rsid w:val="00E84FED"/>
    <w:rsid w:val="00E859F7"/>
    <w:rsid w:val="00E85D63"/>
    <w:rsid w:val="00E86122"/>
    <w:rsid w:val="00E86C3D"/>
    <w:rsid w:val="00E86DAA"/>
    <w:rsid w:val="00E87A89"/>
    <w:rsid w:val="00E90664"/>
    <w:rsid w:val="00E917C4"/>
    <w:rsid w:val="00E91EF5"/>
    <w:rsid w:val="00E91F99"/>
    <w:rsid w:val="00E93AB8"/>
    <w:rsid w:val="00E95FF0"/>
    <w:rsid w:val="00E96067"/>
    <w:rsid w:val="00E96B8B"/>
    <w:rsid w:val="00E96F05"/>
    <w:rsid w:val="00E972FD"/>
    <w:rsid w:val="00E97A55"/>
    <w:rsid w:val="00EA0831"/>
    <w:rsid w:val="00EA340E"/>
    <w:rsid w:val="00EA3415"/>
    <w:rsid w:val="00EA3B1F"/>
    <w:rsid w:val="00EA69DC"/>
    <w:rsid w:val="00EA7422"/>
    <w:rsid w:val="00EA7DFA"/>
    <w:rsid w:val="00EB0096"/>
    <w:rsid w:val="00EB0853"/>
    <w:rsid w:val="00EB137F"/>
    <w:rsid w:val="00EB154B"/>
    <w:rsid w:val="00EB1CC0"/>
    <w:rsid w:val="00EB2E0F"/>
    <w:rsid w:val="00EB3086"/>
    <w:rsid w:val="00EB3CFC"/>
    <w:rsid w:val="00EB40B0"/>
    <w:rsid w:val="00EB4175"/>
    <w:rsid w:val="00EB4846"/>
    <w:rsid w:val="00EB5433"/>
    <w:rsid w:val="00EB55D0"/>
    <w:rsid w:val="00EB5646"/>
    <w:rsid w:val="00EB5ADB"/>
    <w:rsid w:val="00EB68C2"/>
    <w:rsid w:val="00EB7011"/>
    <w:rsid w:val="00EB74A9"/>
    <w:rsid w:val="00EB79AA"/>
    <w:rsid w:val="00EB7B8D"/>
    <w:rsid w:val="00EC0687"/>
    <w:rsid w:val="00EC0F78"/>
    <w:rsid w:val="00EC1A32"/>
    <w:rsid w:val="00EC1A39"/>
    <w:rsid w:val="00EC3383"/>
    <w:rsid w:val="00EC35DF"/>
    <w:rsid w:val="00EC3E88"/>
    <w:rsid w:val="00EC4046"/>
    <w:rsid w:val="00EC46E7"/>
    <w:rsid w:val="00EC5C01"/>
    <w:rsid w:val="00EC7469"/>
    <w:rsid w:val="00ED02D1"/>
    <w:rsid w:val="00ED0C0F"/>
    <w:rsid w:val="00ED16C2"/>
    <w:rsid w:val="00ED1C09"/>
    <w:rsid w:val="00ED25BA"/>
    <w:rsid w:val="00ED2D19"/>
    <w:rsid w:val="00ED327A"/>
    <w:rsid w:val="00ED3A7B"/>
    <w:rsid w:val="00ED3DFD"/>
    <w:rsid w:val="00ED3F21"/>
    <w:rsid w:val="00ED4203"/>
    <w:rsid w:val="00ED52F3"/>
    <w:rsid w:val="00ED5DBF"/>
    <w:rsid w:val="00ED75B3"/>
    <w:rsid w:val="00EE05E0"/>
    <w:rsid w:val="00EE182C"/>
    <w:rsid w:val="00EE260F"/>
    <w:rsid w:val="00EE3045"/>
    <w:rsid w:val="00EE30D8"/>
    <w:rsid w:val="00EE3BBA"/>
    <w:rsid w:val="00EE41CF"/>
    <w:rsid w:val="00EE50FA"/>
    <w:rsid w:val="00EE56E1"/>
    <w:rsid w:val="00EE5950"/>
    <w:rsid w:val="00EE604B"/>
    <w:rsid w:val="00EE6B33"/>
    <w:rsid w:val="00EE6BB3"/>
    <w:rsid w:val="00EE771B"/>
    <w:rsid w:val="00EF0462"/>
    <w:rsid w:val="00EF07DC"/>
    <w:rsid w:val="00EF0A3A"/>
    <w:rsid w:val="00EF11A0"/>
    <w:rsid w:val="00EF15B0"/>
    <w:rsid w:val="00EF1956"/>
    <w:rsid w:val="00EF2B3E"/>
    <w:rsid w:val="00EF47AC"/>
    <w:rsid w:val="00EF6505"/>
    <w:rsid w:val="00EF68E4"/>
    <w:rsid w:val="00EF77C6"/>
    <w:rsid w:val="00EF7A6F"/>
    <w:rsid w:val="00F0063F"/>
    <w:rsid w:val="00F008E0"/>
    <w:rsid w:val="00F00B47"/>
    <w:rsid w:val="00F02C57"/>
    <w:rsid w:val="00F02CB0"/>
    <w:rsid w:val="00F033A5"/>
    <w:rsid w:val="00F04388"/>
    <w:rsid w:val="00F04821"/>
    <w:rsid w:val="00F05333"/>
    <w:rsid w:val="00F06873"/>
    <w:rsid w:val="00F06939"/>
    <w:rsid w:val="00F070E5"/>
    <w:rsid w:val="00F11FD0"/>
    <w:rsid w:val="00F1242F"/>
    <w:rsid w:val="00F1517E"/>
    <w:rsid w:val="00F16678"/>
    <w:rsid w:val="00F17A9B"/>
    <w:rsid w:val="00F20109"/>
    <w:rsid w:val="00F204FD"/>
    <w:rsid w:val="00F20812"/>
    <w:rsid w:val="00F21B68"/>
    <w:rsid w:val="00F237F6"/>
    <w:rsid w:val="00F23AF5"/>
    <w:rsid w:val="00F23CEE"/>
    <w:rsid w:val="00F25DD7"/>
    <w:rsid w:val="00F260AC"/>
    <w:rsid w:val="00F26388"/>
    <w:rsid w:val="00F27E03"/>
    <w:rsid w:val="00F3003F"/>
    <w:rsid w:val="00F30E8D"/>
    <w:rsid w:val="00F31266"/>
    <w:rsid w:val="00F318E1"/>
    <w:rsid w:val="00F31BE3"/>
    <w:rsid w:val="00F31C87"/>
    <w:rsid w:val="00F323CF"/>
    <w:rsid w:val="00F33710"/>
    <w:rsid w:val="00F345DC"/>
    <w:rsid w:val="00F34B21"/>
    <w:rsid w:val="00F34CA5"/>
    <w:rsid w:val="00F3558E"/>
    <w:rsid w:val="00F4165A"/>
    <w:rsid w:val="00F41E90"/>
    <w:rsid w:val="00F42D1D"/>
    <w:rsid w:val="00F434CE"/>
    <w:rsid w:val="00F4366E"/>
    <w:rsid w:val="00F436BF"/>
    <w:rsid w:val="00F4450B"/>
    <w:rsid w:val="00F44584"/>
    <w:rsid w:val="00F50A0C"/>
    <w:rsid w:val="00F512A4"/>
    <w:rsid w:val="00F525EF"/>
    <w:rsid w:val="00F544BB"/>
    <w:rsid w:val="00F5451D"/>
    <w:rsid w:val="00F558A9"/>
    <w:rsid w:val="00F55AFD"/>
    <w:rsid w:val="00F561C4"/>
    <w:rsid w:val="00F56443"/>
    <w:rsid w:val="00F571FE"/>
    <w:rsid w:val="00F5749F"/>
    <w:rsid w:val="00F60481"/>
    <w:rsid w:val="00F60A6F"/>
    <w:rsid w:val="00F60F28"/>
    <w:rsid w:val="00F633A4"/>
    <w:rsid w:val="00F638A5"/>
    <w:rsid w:val="00F63AF8"/>
    <w:rsid w:val="00F64894"/>
    <w:rsid w:val="00F648EB"/>
    <w:rsid w:val="00F64905"/>
    <w:rsid w:val="00F70D8B"/>
    <w:rsid w:val="00F70EDE"/>
    <w:rsid w:val="00F715FC"/>
    <w:rsid w:val="00F71859"/>
    <w:rsid w:val="00F74FDC"/>
    <w:rsid w:val="00F75959"/>
    <w:rsid w:val="00F759C2"/>
    <w:rsid w:val="00F76BDA"/>
    <w:rsid w:val="00F80A0A"/>
    <w:rsid w:val="00F80EC0"/>
    <w:rsid w:val="00F81124"/>
    <w:rsid w:val="00F82A57"/>
    <w:rsid w:val="00F82F27"/>
    <w:rsid w:val="00F83A2C"/>
    <w:rsid w:val="00F83E9D"/>
    <w:rsid w:val="00F84164"/>
    <w:rsid w:val="00F86C5B"/>
    <w:rsid w:val="00F902B1"/>
    <w:rsid w:val="00F909AF"/>
    <w:rsid w:val="00F92DF5"/>
    <w:rsid w:val="00F947E8"/>
    <w:rsid w:val="00F94A7F"/>
    <w:rsid w:val="00F9556C"/>
    <w:rsid w:val="00F95A12"/>
    <w:rsid w:val="00F95D68"/>
    <w:rsid w:val="00F96A78"/>
    <w:rsid w:val="00F9795B"/>
    <w:rsid w:val="00F97A32"/>
    <w:rsid w:val="00FA0105"/>
    <w:rsid w:val="00FA0645"/>
    <w:rsid w:val="00FA102A"/>
    <w:rsid w:val="00FA1997"/>
    <w:rsid w:val="00FA29C3"/>
    <w:rsid w:val="00FA3B58"/>
    <w:rsid w:val="00FA485F"/>
    <w:rsid w:val="00FA5484"/>
    <w:rsid w:val="00FA5FE6"/>
    <w:rsid w:val="00FA6127"/>
    <w:rsid w:val="00FA7580"/>
    <w:rsid w:val="00FB00F4"/>
    <w:rsid w:val="00FB1B26"/>
    <w:rsid w:val="00FB315F"/>
    <w:rsid w:val="00FB3369"/>
    <w:rsid w:val="00FB3782"/>
    <w:rsid w:val="00FB3935"/>
    <w:rsid w:val="00FB3EBB"/>
    <w:rsid w:val="00FB548D"/>
    <w:rsid w:val="00FB55B4"/>
    <w:rsid w:val="00FB58DA"/>
    <w:rsid w:val="00FB623E"/>
    <w:rsid w:val="00FB707C"/>
    <w:rsid w:val="00FB76EF"/>
    <w:rsid w:val="00FB7CFB"/>
    <w:rsid w:val="00FB7DC1"/>
    <w:rsid w:val="00FC002F"/>
    <w:rsid w:val="00FC2043"/>
    <w:rsid w:val="00FC38D1"/>
    <w:rsid w:val="00FC39D3"/>
    <w:rsid w:val="00FC415C"/>
    <w:rsid w:val="00FC4F42"/>
    <w:rsid w:val="00FC5D18"/>
    <w:rsid w:val="00FD04E0"/>
    <w:rsid w:val="00FD0A02"/>
    <w:rsid w:val="00FD12A7"/>
    <w:rsid w:val="00FD2B14"/>
    <w:rsid w:val="00FD3118"/>
    <w:rsid w:val="00FD383D"/>
    <w:rsid w:val="00FD6675"/>
    <w:rsid w:val="00FD6D75"/>
    <w:rsid w:val="00FD7269"/>
    <w:rsid w:val="00FE0340"/>
    <w:rsid w:val="00FE079E"/>
    <w:rsid w:val="00FE0BFA"/>
    <w:rsid w:val="00FE0C6A"/>
    <w:rsid w:val="00FE0D85"/>
    <w:rsid w:val="00FE0E71"/>
    <w:rsid w:val="00FE243A"/>
    <w:rsid w:val="00FE3C2E"/>
    <w:rsid w:val="00FE5CBB"/>
    <w:rsid w:val="00FE628E"/>
    <w:rsid w:val="00FE7713"/>
    <w:rsid w:val="00FF0880"/>
    <w:rsid w:val="00FF08F6"/>
    <w:rsid w:val="00FF0BDD"/>
    <w:rsid w:val="00FF14F4"/>
    <w:rsid w:val="00FF237D"/>
    <w:rsid w:val="00FF3170"/>
    <w:rsid w:val="00FF3D6B"/>
    <w:rsid w:val="00FF5764"/>
    <w:rsid w:val="00FF5975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jc w:val="lowKashida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E9C8-D5C7-4D49-9D5D-DB7E95BD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4370</TotalTime>
  <Pages>44</Pages>
  <Words>6078</Words>
  <Characters>34649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</dc:creator>
  <cp:lastModifiedBy>A5</cp:lastModifiedBy>
  <cp:revision>2631</cp:revision>
  <cp:lastPrinted>2015-05-18T05:55:00Z</cp:lastPrinted>
  <dcterms:created xsi:type="dcterms:W3CDTF">2014-11-05T09:21:00Z</dcterms:created>
  <dcterms:modified xsi:type="dcterms:W3CDTF">2015-07-25T09:07:00Z</dcterms:modified>
</cp:coreProperties>
</file>