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778" w:rsidRPr="00192778" w:rsidRDefault="00192778" w:rsidP="00192778">
      <w:pPr>
        <w:pStyle w:val="libNotice"/>
        <w:bidi w:val="0"/>
      </w:pPr>
      <w:r>
        <w:rPr>
          <w:lang w:bidi="fa-IR"/>
        </w:rPr>
        <w:t>.</w:t>
      </w:r>
      <w:r w:rsidRPr="00192778">
        <w:rPr>
          <w:rFonts w:hint="cs"/>
          <w:rtl/>
        </w:rPr>
        <w:t xml:space="preserve"> تذکر</w:t>
      </w:r>
      <w:r w:rsidRPr="00192778">
        <w:rPr>
          <w:rtl/>
        </w:rPr>
        <w:t>این کتاب توسط مؤسسه فرهنگی - اسلامی شبکة الامامین الحسنین</w:t>
      </w:r>
      <w:r w:rsidRPr="00192778">
        <w:rPr>
          <w:rFonts w:hint="cs"/>
          <w:rtl/>
        </w:rPr>
        <w:t xml:space="preserve"> </w:t>
      </w:r>
      <w:r w:rsidRPr="00192778">
        <w:rPr>
          <w:rStyle w:val="libAlaemChar"/>
          <w:rtl/>
        </w:rPr>
        <w:t>عليهما‌السلام</w:t>
      </w:r>
      <w:r w:rsidRPr="00192778">
        <w:rPr>
          <w:rtl/>
        </w:rPr>
        <w:t xml:space="preserve"> بصورت الکترونیکی برای مخاطبین گرامی منتشر شده است</w:t>
      </w:r>
      <w:r w:rsidRPr="00192778">
        <w:rPr>
          <w:rFonts w:hint="cs"/>
          <w:rtl/>
        </w:rPr>
        <w:t>.</w:t>
      </w:r>
    </w:p>
    <w:p w:rsidR="00192778" w:rsidRPr="00192778" w:rsidRDefault="00192778" w:rsidP="00192778">
      <w:pPr>
        <w:pStyle w:val="libNotice"/>
        <w:rPr>
          <w:rtl/>
        </w:rPr>
      </w:pPr>
      <w:r w:rsidRPr="00192778">
        <w:rPr>
          <w:rtl/>
        </w:rPr>
        <w:t>لازم به ذکر است تصحیح اشتباهات تایپی احتمالی، روی این کتاب انجام گردیده است</w:t>
      </w:r>
    </w:p>
    <w:p w:rsidR="00192778" w:rsidRDefault="00192778" w:rsidP="00192778">
      <w:pPr>
        <w:pStyle w:val="libCenterBold1"/>
        <w:rPr>
          <w:rtl/>
          <w:lang w:bidi="fa-IR"/>
        </w:rPr>
      </w:pPr>
      <w:r>
        <w:rPr>
          <w:rtl/>
          <w:lang w:bidi="fa-IR"/>
        </w:rPr>
        <w:br w:type="page"/>
      </w:r>
      <w:r w:rsidR="00753A10">
        <w:rPr>
          <w:rtl/>
          <w:lang w:bidi="fa-IR"/>
        </w:rPr>
        <w:lastRenderedPageBreak/>
        <w:t xml:space="preserve">کلام برتر </w:t>
      </w:r>
    </w:p>
    <w:p w:rsidR="00192778" w:rsidRDefault="00753A10" w:rsidP="00192778">
      <w:pPr>
        <w:pStyle w:val="libCenterBold1"/>
        <w:rPr>
          <w:lang w:bidi="fa-IR"/>
        </w:rPr>
      </w:pPr>
      <w:r>
        <w:rPr>
          <w:rtl/>
          <w:lang w:bidi="fa-IR"/>
        </w:rPr>
        <w:t>(سخنان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رالمومن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92778" w:rsidRPr="00192778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درباره نماز</w:t>
      </w:r>
      <w:r w:rsidR="00192778">
        <w:rPr>
          <w:rFonts w:hint="cs"/>
          <w:rtl/>
          <w:lang w:bidi="fa-IR"/>
        </w:rPr>
        <w:t>)</w:t>
      </w:r>
    </w:p>
    <w:p w:rsidR="00753A10" w:rsidRDefault="00192778" w:rsidP="00192778">
      <w:pPr>
        <w:pStyle w:val="libCenterBold1"/>
        <w:rPr>
          <w:rtl/>
          <w:lang w:bidi="fa-IR"/>
        </w:rPr>
      </w:pPr>
      <w:r>
        <w:rPr>
          <w:rFonts w:hint="cs"/>
          <w:rtl/>
          <w:lang w:bidi="fa-IR"/>
        </w:rPr>
        <w:t>نویسنده:</w:t>
      </w:r>
      <w:r w:rsidR="00753A10">
        <w:rPr>
          <w:rtl/>
          <w:lang w:bidi="fa-IR"/>
        </w:rPr>
        <w:t xml:space="preserve"> خدابخش کرم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ان</w:t>
      </w:r>
      <w:r w:rsidR="00753A10">
        <w:rPr>
          <w:rtl/>
          <w:lang w:bidi="fa-IR"/>
        </w:rPr>
        <w:t xml:space="preserve"> ز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اران</w:t>
      </w:r>
      <w:r w:rsidR="00753A10">
        <w:rPr>
          <w:rFonts w:hint="cs"/>
          <w:rtl/>
          <w:lang w:bidi="fa-IR"/>
        </w:rPr>
        <w:t>ی</w:t>
      </w:r>
    </w:p>
    <w:p w:rsidR="00192778" w:rsidRDefault="00192778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192778">
      <w:pPr>
        <w:pStyle w:val="Heading1"/>
        <w:rPr>
          <w:rtl/>
          <w:lang w:bidi="fa-IR"/>
        </w:rPr>
      </w:pPr>
      <w:bookmarkStart w:id="0" w:name="_Toc1902883"/>
      <w:bookmarkStart w:id="1" w:name="_Toc1903110"/>
      <w:r>
        <w:rPr>
          <w:rFonts w:hint="eastAsia"/>
          <w:rtl/>
          <w:lang w:bidi="fa-IR"/>
        </w:rPr>
        <w:t>مقدمه</w:t>
      </w:r>
      <w:bookmarkEnd w:id="0"/>
      <w:bookmarkEnd w:id="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باسمه</w:t>
      </w:r>
      <w:r>
        <w:rPr>
          <w:rtl/>
          <w:lang w:bidi="fa-IR"/>
        </w:rPr>
        <w:t xml:space="preserve"> تعال</w:t>
      </w:r>
      <w:r>
        <w:rPr>
          <w:rFonts w:hint="cs"/>
          <w:rtl/>
          <w:lang w:bidi="fa-IR"/>
        </w:rPr>
        <w:t>ی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19277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کلام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192778">
        <w:rPr>
          <w:rFonts w:hint="cs"/>
          <w:rtl/>
          <w:lang w:bidi="fa-IR"/>
        </w:rPr>
        <w:t>.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ما قاله المرتض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19277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سخنان</w:t>
      </w:r>
      <w:r>
        <w:rPr>
          <w:rtl/>
          <w:lang w:bidi="fa-IR"/>
        </w:rPr>
        <w:t xml:space="preserve"> 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92778" w:rsidRPr="00192778">
        <w:rPr>
          <w:rStyle w:val="libAlaemChar"/>
          <w:rFonts w:eastAsiaTheme="minorHAnsi"/>
          <w:rtl/>
        </w:rPr>
        <w:t>عليه‌السلام</w:t>
      </w:r>
      <w:r w:rsidR="00192778" w:rsidRPr="00061EB6">
        <w:rPr>
          <w:rFonts w:eastAsiaTheme="minorHAnsi"/>
          <w:rtl/>
        </w:rPr>
        <w:t xml:space="preserve"> </w:t>
      </w:r>
      <w:r>
        <w:rPr>
          <w:rtl/>
          <w:lang w:bidi="fa-IR"/>
        </w:rPr>
        <w:t>کلام برتر است و آنچه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فرموده است ،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خاطرات .</w:t>
      </w:r>
    </w:p>
    <w:p w:rsidR="00753A10" w:rsidRDefault="00753A10" w:rsidP="003452B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باز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کلمات و سخنان 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داشته اند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باور بوده اند که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امام بزرگوار در اوج فصاحت و بلاغت است ، نه تنها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لفظ و آرا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واژگان و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کلمات گوش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نوازد و بر زبان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تراود ؛ بلکه ع</w:t>
      </w:r>
      <w:r>
        <w:rPr>
          <w:rFonts w:hint="eastAsia"/>
          <w:rtl/>
          <w:lang w:bidi="fa-IR"/>
        </w:rPr>
        <w:t>مق</w:t>
      </w:r>
      <w:r>
        <w:rPr>
          <w:rtl/>
          <w:lang w:bidi="fa-IR"/>
        </w:rPr>
        <w:t xml:space="preserve"> محتوا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نهال حکمت را در روح انسان با دور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و گوش جان او را به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معارف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والا و بالا منزلت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بخشد .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فتگان</w:t>
      </w:r>
      <w:r>
        <w:rPr>
          <w:rtl/>
          <w:lang w:bidi="fa-IR"/>
        </w:rPr>
        <w:t xml:space="preserve"> و دلدادگان مولا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در گلشن کلمات او گشته اند و هر کدام به وسع و امکان دسته 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آورده اند . پ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 w:rsidR="003452B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تاءس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آنان خواسته اند و از قافله گل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گلزار علو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عقب نمانند ، آنها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وارد شده اند . آنچه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دفتر گرد آمده است ، مجموعه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ابن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که درباره نماز از زبان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قلم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صادر گشته است . نماز در نگاه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عهد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رشته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استوار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جان و روان انسان را در زلال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طهارت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بخشد ،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خوشتر آن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در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نام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عطر و </w:t>
      </w:r>
      <w:r>
        <w:rPr>
          <w:rFonts w:hint="eastAsia"/>
          <w:rtl/>
          <w:lang w:bidi="fa-IR"/>
        </w:rPr>
        <w:t>بو</w:t>
      </w:r>
      <w:r>
        <w:rPr>
          <w:rtl/>
          <w:lang w:bidi="fa-IR"/>
        </w:rPr>
        <w:t xml:space="preserve"> گرفته است شاداب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جان دوستان آن حضرت در زلال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کلمات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که به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نماز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آغشته است دو چندان شود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امسال و دسته 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گل</w:t>
      </w:r>
      <w:r w:rsidR="003452B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گشت نماز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بوستان علو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به همه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فتگان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خاندان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فراهم 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3452B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 به همت برادر ارجمند جناب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بخش کرم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شده است ، آرزومند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دوام خدمت به اسلام و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العظم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خامنه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؛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تدب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اقدام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امسال سال ام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 .</w:t>
      </w: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آستانه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1421</w:t>
      </w: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معاونت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تال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اقامه نماز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3452B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:</w:t>
      </w:r>
      <w:r w:rsidR="003452B6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خدابخش</w:t>
      </w:r>
      <w:r>
        <w:rPr>
          <w:rtl/>
          <w:lang w:bidi="fa-IR"/>
        </w:rPr>
        <w:t xml:space="preserve"> کرم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Fonts w:hint="cs"/>
          <w:rtl/>
          <w:lang w:bidi="fa-IR"/>
        </w:rPr>
        <w:t>ی</w:t>
      </w:r>
      <w:r w:rsidR="003452B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مقام معظم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اجلاس اقامه نماز</w:t>
      </w:r>
      <w:r w:rsidR="003452B6">
        <w:rPr>
          <w:rFonts w:hint="cs"/>
          <w:rtl/>
          <w:lang w:bidi="fa-IR"/>
        </w:rPr>
        <w:t xml:space="preserve"> </w:t>
      </w:r>
      <w:r w:rsidR="003452B6">
        <w:rPr>
          <w:rtl/>
          <w:lang w:bidi="fa-IR"/>
        </w:rPr>
        <w:t xml:space="preserve"> </w:t>
      </w:r>
      <w:r>
        <w:rPr>
          <w:rtl/>
          <w:lang w:bidi="fa-IR"/>
        </w:rPr>
        <w:t>(نماز و طهارت روح )</w:t>
      </w: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بسم</w:t>
      </w:r>
      <w:r>
        <w:rPr>
          <w:rtl/>
          <w:lang w:bidi="fa-IR"/>
        </w:rPr>
        <w:t xml:space="preserve"> الله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خصلتها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نکوه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که سلامت جان و راحت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خطر و مانع مواجه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سازند ، تکبر از پر آفت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است . خود برترب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سرکش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برخاسته از آن ، چه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ناشناخته ، و چه راهها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را ناپ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 ، و چه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 و خصومتها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نابحق و چه زشت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ناهنجار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که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.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تکبر ، حجاب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و خار راه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و دشمن صفا و صداقت ، و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شرارت است . آحاد و جامعه </w:t>
      </w:r>
      <w:r>
        <w:rPr>
          <w:rtl/>
          <w:lang w:bidi="fa-IR"/>
        </w:rPr>
        <w:lastRenderedPageBreak/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آغاز خود تاکنون ، 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کبر و خود پسند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اقوام و افراد ، و سرکش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تعصبات ناش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، تحمل کرده اند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عبادات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همه نماز 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زدودن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آفات از جان آدم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از جمله درمانها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 ثر و کار آمد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3452B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آنگاه که با حال و حضور و آداب ، گزارده شود . روح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.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کبر و تفاخر و جبروت موهوم را در درون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سوزاند . خشوع در برابر پروردگار ، نور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را بر دل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تاباند و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آولد خود بزرگ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آن</w:t>
      </w:r>
      <w:r w:rsidR="003452B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</w:t>
      </w: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فرض</w:t>
      </w:r>
      <w:r>
        <w:rPr>
          <w:rtl/>
          <w:lang w:bidi="fa-IR"/>
        </w:rPr>
        <w:t xml:space="preserve"> الله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تطه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من الشرک و الصواه تنز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عن الکبر </w:t>
      </w:r>
      <w:r w:rsidRPr="003452B6">
        <w:rPr>
          <w:rStyle w:val="libFootnotenumChar"/>
          <w:rtl/>
        </w:rPr>
        <w:t>(1)</w:t>
      </w: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است به سخن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زکاران</w:t>
      </w:r>
      <w:r>
        <w:rPr>
          <w:rtl/>
          <w:lang w:bidi="fa-IR"/>
        </w:rPr>
        <w:t xml:space="preserve">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گوش فراده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نماز را در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نام والا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اوست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ستوده او بشنو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در نهج البلاغه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آمده است :</w:t>
      </w: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عن ذلک ما حرس الله عباده المؤ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بالصلوات و الزکوات و مجاهده الص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المفروضات تسک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لا طرافهم و تخش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</w:t>
      </w:r>
      <w:r>
        <w:rPr>
          <w:rtl/>
          <w:lang w:bidi="fa-IR"/>
        </w:rPr>
        <w:t xml:space="preserve"> لا بصارهم و تذل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لنفوسهم و اذهابا 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لاء</w:t>
      </w:r>
      <w:r>
        <w:rPr>
          <w:rtl/>
          <w:lang w:bidi="fa-IR"/>
        </w:rPr>
        <w:t xml:space="preserve"> عنهم . </w:t>
      </w:r>
      <w:r w:rsidRPr="003452B6">
        <w:rPr>
          <w:rStyle w:val="libFootnotenumChar"/>
          <w:rtl/>
        </w:rPr>
        <w:t>(2)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خداوند بندگان مؤ من را با نمازها و زکاتها و روزه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دشوار از کبر و خودب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محافظت و حراست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،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 xml:space="preserve"> آنان آرامش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بخشد ،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tl/>
          <w:lang w:bidi="fa-IR"/>
        </w:rPr>
        <w:t xml:space="preserve"> آنان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، نفس آنان را رام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، دلها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را افتادگ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آموزد ، و خود پسند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آنان دور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کشور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همه آحاد مردم 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بلند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خصوص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مند</w:t>
      </w:r>
      <w:r w:rsidR="003452B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ند . بلا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تجاوز ، و زورگو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،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طلب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و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، و 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گرفتن حق صاحبان حق ، امروز بزرگتر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آفت جوامع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جامعه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 و علاج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 همه 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3452B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توجه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3452B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، نقش برجسته نماز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در چشم اهل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و انصاف آشکار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و اهتمام به ترو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و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پر راز و رمز را ، بر دو آگاهان جامعه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نجانب</w:t>
      </w:r>
      <w:r>
        <w:rPr>
          <w:rtl/>
          <w:lang w:bidi="fa-IR"/>
        </w:rPr>
        <w:t xml:space="preserve"> ضمن سپاسگزار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شما که به کار نماز و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اقامه آن پرداخته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گذشته کرده ام تاءک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ورزم . نسل جوان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نهاد کشور را با قدردان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فرصت نماز که فرصت شکفتگ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،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خوانم . به </w:t>
      </w:r>
      <w:r>
        <w:rPr>
          <w:rFonts w:hint="eastAsia"/>
          <w:rtl/>
          <w:lang w:bidi="fa-IR"/>
        </w:rPr>
        <w:t>مسئولان</w:t>
      </w:r>
      <w:r>
        <w:rPr>
          <w:rtl/>
          <w:lang w:bidi="fa-IR"/>
        </w:rPr>
        <w:t xml:space="preserve"> فرهنگ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رسانه 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همه مبلغان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و نقش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در پرورش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لتها</w:t>
      </w:r>
      <w:r>
        <w:rPr>
          <w:rtl/>
          <w:lang w:bidi="fa-IR"/>
        </w:rPr>
        <w:t xml:space="preserve"> و زدودن فسادها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از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خدمتگزاران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، و دلسوزان امر نماز که با قلم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مال و آبرو و حضور خود ، به اقامه نماز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مانه</w:t>
      </w:r>
      <w:r>
        <w:rPr>
          <w:rtl/>
          <w:lang w:bidi="fa-IR"/>
        </w:rPr>
        <w:t xml:space="preserve"> تشکر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.</w:t>
      </w:r>
    </w:p>
    <w:p w:rsidR="00753A10" w:rsidRDefault="00753A10" w:rsidP="003452B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مشمول رحمت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ارواحنا فداه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  <w:r w:rsidR="003452B6">
        <w:rPr>
          <w:rtl/>
          <w:lang w:bidi="fa-IR"/>
        </w:rPr>
        <w:t xml:space="preserve"> </w:t>
      </w:r>
      <w:r>
        <w:rPr>
          <w:rtl/>
          <w:lang w:bidi="fa-IR"/>
        </w:rPr>
        <w:t>(و السلام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و رحمه الله )</w:t>
      </w:r>
      <w:r w:rsidR="003452B6"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خامنه ا</w:t>
      </w:r>
      <w:r>
        <w:rPr>
          <w:rFonts w:hint="cs"/>
          <w:rtl/>
          <w:lang w:bidi="fa-IR"/>
        </w:rPr>
        <w:t>ی</w:t>
      </w:r>
      <w:r w:rsidR="003452B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19/6/79</w:t>
      </w:r>
    </w:p>
    <w:p w:rsidR="00753A10" w:rsidRDefault="003452B6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3452B6">
      <w:pPr>
        <w:pStyle w:val="Heading1"/>
        <w:rPr>
          <w:rtl/>
          <w:lang w:bidi="fa-IR"/>
        </w:rPr>
      </w:pPr>
      <w:bookmarkStart w:id="2" w:name="_Toc1902884"/>
      <w:bookmarkStart w:id="3" w:name="_Toc1903111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اول :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نماز</w:t>
      </w:r>
      <w:bookmarkEnd w:id="2"/>
      <w:bookmarkEnd w:id="3"/>
    </w:p>
    <w:p w:rsidR="00753A10" w:rsidRDefault="00753A10" w:rsidP="003452B6">
      <w:pPr>
        <w:pStyle w:val="Heading2"/>
        <w:rPr>
          <w:rtl/>
          <w:lang w:bidi="fa-IR"/>
        </w:rPr>
      </w:pPr>
      <w:bookmarkStart w:id="4" w:name="_Toc1902885"/>
      <w:bookmarkStart w:id="5" w:name="_Toc1903112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برتر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</w:t>
      </w:r>
      <w:bookmarkEnd w:id="4"/>
      <w:bookmarkEnd w:id="5"/>
    </w:p>
    <w:p w:rsidR="00753A10" w:rsidRDefault="00753A10" w:rsidP="003452B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باالصلوه و حفظها فانها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العمل و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عمود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نکم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(بحارالانوار ج 82 ص 209)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شما</w:t>
      </w:r>
      <w:r>
        <w:rPr>
          <w:rtl/>
          <w:lang w:bidi="fa-IR"/>
        </w:rPr>
        <w:t xml:space="preserve"> را به نماز و مراقبت از آن سفارش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نماز برتر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و ستون و اساس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3452B6">
      <w:pPr>
        <w:pStyle w:val="Heading2"/>
        <w:rPr>
          <w:rtl/>
          <w:lang w:bidi="fa-IR"/>
        </w:rPr>
      </w:pPr>
      <w:bookmarkStart w:id="6" w:name="_Toc1902886"/>
      <w:bookmarkStart w:id="7" w:name="_Toc1903113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bookmarkEnd w:id="6"/>
      <w:bookmarkEnd w:id="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لکل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وجه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نکم</w:t>
      </w:r>
      <w:r>
        <w:rPr>
          <w:rtl/>
          <w:lang w:bidi="fa-IR"/>
        </w:rPr>
        <w:t xml:space="preserve"> الصلوه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(بحارالانوار ج 82 ص 227)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 نماز است . 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3452B6">
      <w:pPr>
        <w:pStyle w:val="Heading2"/>
        <w:rPr>
          <w:rtl/>
          <w:lang w:bidi="fa-IR"/>
        </w:rPr>
      </w:pPr>
      <w:bookmarkStart w:id="8" w:name="_Toc1902887"/>
      <w:bookmarkStart w:id="9" w:name="_Toc1903114"/>
      <w:r>
        <w:rPr>
          <w:rFonts w:hint="eastAsia"/>
          <w:rtl/>
          <w:lang w:bidi="fa-IR"/>
        </w:rPr>
        <w:lastRenderedPageBreak/>
        <w:t>نماز</w:t>
      </w:r>
      <w:r>
        <w:rPr>
          <w:rtl/>
          <w:lang w:bidi="fa-IR"/>
        </w:rPr>
        <w:t xml:space="preserve"> ستون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bookmarkEnd w:id="8"/>
      <w:bookmarkEnd w:id="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الله</w:t>
      </w:r>
      <w:r>
        <w:rPr>
          <w:rtl/>
          <w:lang w:bidi="fa-IR"/>
        </w:rPr>
        <w:t xml:space="preserve"> اءلله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الصلوه فانها عمود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نکم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نامه 47)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را ، خدا را که نماز را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نبر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آن ستون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3452B6">
      <w:pPr>
        <w:pStyle w:val="Heading2"/>
        <w:rPr>
          <w:rtl/>
          <w:lang w:bidi="fa-IR"/>
        </w:rPr>
      </w:pPr>
      <w:bookmarkStart w:id="10" w:name="_Toc1902888"/>
      <w:bookmarkStart w:id="11" w:name="_Toc1903115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bookmarkEnd w:id="10"/>
      <w:bookmarkEnd w:id="1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سست</w:t>
      </w:r>
      <w:r>
        <w:rPr>
          <w:rtl/>
          <w:lang w:bidi="fa-IR"/>
        </w:rPr>
        <w:t xml:space="preserve"> من قواعد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. . . و اقامه الصلوه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(شرح غررالحکم ج 2 ص 166)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3452B6">
      <w:pPr>
        <w:pStyle w:val="libNormal"/>
        <w:rPr>
          <w:rtl/>
          <w:lang w:bidi="fa-IR"/>
        </w:rPr>
      </w:pPr>
      <w:r>
        <w:rPr>
          <w:rtl/>
          <w:lang w:bidi="fa-IR"/>
        </w:rPr>
        <w:t>(شش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اصول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</w:t>
      </w:r>
      <w:r w:rsidR="003452B6">
        <w:rPr>
          <w:rFonts w:hint="cs"/>
          <w:rtl/>
          <w:lang w:bidi="fa-IR"/>
        </w:rPr>
        <w:t xml:space="preserve">            </w:t>
      </w:r>
      <w:r>
        <w:rPr>
          <w:rtl/>
          <w:lang w:bidi="fa-IR"/>
        </w:rPr>
        <w:t>از جمله برپا داشتن نماز . )</w:t>
      </w:r>
    </w:p>
    <w:p w:rsidR="00753A10" w:rsidRDefault="003452B6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3452B6">
      <w:pPr>
        <w:pStyle w:val="Heading2"/>
        <w:rPr>
          <w:rtl/>
          <w:lang w:bidi="fa-IR"/>
        </w:rPr>
      </w:pPr>
      <w:bookmarkStart w:id="12" w:name="_Toc1902889"/>
      <w:bookmarkStart w:id="13" w:name="_Toc1903116"/>
      <w:r>
        <w:rPr>
          <w:rFonts w:hint="eastAsia"/>
          <w:rtl/>
          <w:lang w:bidi="fa-IR"/>
        </w:rPr>
        <w:t>وجوب</w:t>
      </w:r>
      <w:r>
        <w:rPr>
          <w:rtl/>
          <w:lang w:bidi="fa-IR"/>
        </w:rPr>
        <w:t xml:space="preserve"> نماز</w:t>
      </w:r>
      <w:bookmarkEnd w:id="12"/>
      <w:bookmarkEnd w:id="1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تعاهدوا</w:t>
      </w:r>
      <w:r>
        <w:rPr>
          <w:rtl/>
          <w:lang w:bidi="fa-IR"/>
        </w:rPr>
        <w:t xml:space="preserve"> اءمر الصواه و حافظوا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استکثروا منها و تقربوابها فانها کانت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المؤ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کتابا موقوتا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خطبه 199)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</w:t>
      </w:r>
      <w:r>
        <w:rPr>
          <w:rtl/>
          <w:lang w:bidi="fa-IR"/>
        </w:rPr>
        <w:t xml:space="preserve"> نماز را مرا مراعات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بر حفظ آن بکوش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بجا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آن به خدا تقرب جوئ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نماز فرض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وقت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واجب شده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3452B6">
      <w:pPr>
        <w:pStyle w:val="Heading2"/>
        <w:rPr>
          <w:rtl/>
          <w:lang w:bidi="fa-IR"/>
        </w:rPr>
      </w:pPr>
      <w:bookmarkStart w:id="14" w:name="_Toc1902890"/>
      <w:bookmarkStart w:id="15" w:name="_Toc1903117"/>
      <w:r>
        <w:rPr>
          <w:rFonts w:hint="eastAsia"/>
          <w:rtl/>
          <w:lang w:bidi="fa-IR"/>
        </w:rPr>
        <w:t>محبوب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اعمال</w:t>
      </w:r>
      <w:bookmarkEnd w:id="14"/>
      <w:bookmarkEnd w:id="1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اءحب</w:t>
      </w:r>
      <w:r>
        <w:rPr>
          <w:rtl/>
          <w:lang w:bidi="fa-IR"/>
        </w:rPr>
        <w:t xml:space="preserve"> الاعمال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الصلوه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(بحارالانوار ج 82 ص 233)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محبوب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کارها نزد خداوند نماز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3452B6">
      <w:pPr>
        <w:pStyle w:val="Heading2"/>
        <w:rPr>
          <w:rtl/>
          <w:lang w:bidi="fa-IR"/>
        </w:rPr>
      </w:pPr>
      <w:bookmarkStart w:id="16" w:name="_Toc1902891"/>
      <w:bookmarkStart w:id="17" w:name="_Toc1903118"/>
      <w:r>
        <w:rPr>
          <w:rFonts w:hint="eastAsia"/>
          <w:rtl/>
          <w:lang w:bidi="fa-IR"/>
        </w:rPr>
        <w:t>زائر</w:t>
      </w:r>
      <w:r>
        <w:rPr>
          <w:rtl/>
          <w:lang w:bidi="fa-IR"/>
        </w:rPr>
        <w:t xml:space="preserve"> پروردگار</w:t>
      </w:r>
      <w:bookmarkEnd w:id="16"/>
      <w:bookmarkEnd w:id="1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اءلمنتظر</w:t>
      </w:r>
      <w:r>
        <w:rPr>
          <w:rtl/>
          <w:lang w:bidi="fa-IR"/>
        </w:rPr>
        <w:t xml:space="preserve"> وقت الصلوه بعد العصر زائر الله و حق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- عزوجل -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کرم</w:t>
      </w:r>
      <w:r>
        <w:rPr>
          <w:rtl/>
          <w:lang w:bidi="fa-IR"/>
        </w:rPr>
        <w:t xml:space="preserve"> زائره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ما ساءل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(الخصال باب الثلاثه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127)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منتظر وقت نماز بعد از عصر است ، زائر پروردگار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بر عهده خداوند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است که زائر خود را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بدارد و به هر چه را که خواهد عطا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3452B6">
      <w:pPr>
        <w:pStyle w:val="Heading2"/>
        <w:rPr>
          <w:rtl/>
          <w:lang w:bidi="fa-IR"/>
        </w:rPr>
      </w:pPr>
      <w:bookmarkStart w:id="18" w:name="_Toc1902892"/>
      <w:bookmarkStart w:id="19" w:name="_Toc1903119"/>
      <w:r>
        <w:rPr>
          <w:rFonts w:hint="eastAsia"/>
          <w:rtl/>
          <w:lang w:bidi="fa-IR"/>
        </w:rPr>
        <w:t>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از نماز گزار</w:t>
      </w:r>
      <w:bookmarkEnd w:id="18"/>
      <w:bookmarkEnd w:id="1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العبد اذا سجد 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اءصاع و 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سجد و اءب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(بحارالانوار ج 82 ص 233)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سجده کرد ، 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: 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من ! او اطاعت کرد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کردم ، او سجده کرد و من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سرباز زدم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3452B6">
      <w:pPr>
        <w:pStyle w:val="Heading2"/>
        <w:rPr>
          <w:rtl/>
          <w:lang w:bidi="fa-IR"/>
        </w:rPr>
      </w:pPr>
      <w:bookmarkStart w:id="20" w:name="_Toc1902893"/>
      <w:bookmarkStart w:id="21" w:name="_Toc1903120"/>
      <w:r>
        <w:rPr>
          <w:rFonts w:hint="eastAsia"/>
          <w:rtl/>
          <w:lang w:bidi="fa-IR"/>
        </w:rPr>
        <w:t>قوام</w:t>
      </w:r>
      <w:r>
        <w:rPr>
          <w:rtl/>
          <w:lang w:bidi="fa-IR"/>
        </w:rPr>
        <w:t xml:space="preserve"> اسلام</w:t>
      </w:r>
      <w:bookmarkEnd w:id="20"/>
      <w:bookmarkEnd w:id="21"/>
    </w:p>
    <w:p w:rsidR="00753A10" w:rsidRDefault="00753A10" w:rsidP="003452B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بالصلوه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عمود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قو ام الاسلام فلا تغلوا عنها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(مستدرک الوسا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ج 1 ص 172)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سفارش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شما را به نماز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ستون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قوام اسلام است ، پس از نماز غافل نشو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3452B6">
      <w:pPr>
        <w:pStyle w:val="Heading2"/>
        <w:rPr>
          <w:rtl/>
          <w:lang w:bidi="fa-IR"/>
        </w:rPr>
      </w:pPr>
      <w:bookmarkStart w:id="22" w:name="_Toc1902894"/>
      <w:bookmarkStart w:id="23" w:name="_Toc1903121"/>
      <w:r>
        <w:rPr>
          <w:rFonts w:hint="eastAsia"/>
          <w:rtl/>
          <w:lang w:bidi="fa-IR"/>
        </w:rPr>
        <w:t>اقامه</w:t>
      </w:r>
      <w:r>
        <w:rPr>
          <w:rtl/>
          <w:lang w:bidi="fa-IR"/>
        </w:rPr>
        <w:t xml:space="preserve"> نماز نشانه 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bookmarkEnd w:id="22"/>
      <w:bookmarkEnd w:id="2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اقام الصلوه فانها المله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خطبه 110)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پا داشتن نماز نشانه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3452B6">
      <w:pPr>
        <w:pStyle w:val="Heading2"/>
        <w:rPr>
          <w:rtl/>
          <w:lang w:bidi="fa-IR"/>
        </w:rPr>
      </w:pPr>
      <w:bookmarkStart w:id="24" w:name="_Toc1902895"/>
      <w:bookmarkStart w:id="25" w:name="_Toc1903122"/>
      <w:r>
        <w:rPr>
          <w:rFonts w:hint="eastAsia"/>
          <w:rtl/>
          <w:lang w:bidi="fa-IR"/>
        </w:rPr>
        <w:t>حفظ</w:t>
      </w:r>
      <w:r>
        <w:rPr>
          <w:rtl/>
          <w:lang w:bidi="fa-IR"/>
        </w:rPr>
        <w:t xml:space="preserve"> نماز</w:t>
      </w:r>
      <w:bookmarkEnd w:id="24"/>
      <w:bookmarkEnd w:id="2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خاف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صلوته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(بحارالانوار ج 10 ص 108)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انسان عزم سفر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خطر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نماز او دارد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821467">
      <w:pPr>
        <w:pStyle w:val="Heading2"/>
        <w:rPr>
          <w:rtl/>
          <w:lang w:bidi="fa-IR"/>
        </w:rPr>
      </w:pPr>
      <w:bookmarkStart w:id="26" w:name="_Toc1902896"/>
      <w:bookmarkStart w:id="27" w:name="_Toc1903123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و توبه</w:t>
      </w:r>
      <w:bookmarkEnd w:id="26"/>
      <w:bookmarkEnd w:id="2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اءهمن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ذنب اءمهلت بعده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اءصل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رکعت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اءسال الله العاف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حکمت 291)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پس از آن مهلت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 xml:space="preserve"> تا دو رکعت نماز گزارم و از خدا اصلاح آن گناه را بخواهم ، مرا اندوهگ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نکرد .</w:t>
      </w:r>
    </w:p>
    <w:p w:rsidR="00753A10" w:rsidRDefault="00821467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3316DC">
      <w:pPr>
        <w:pStyle w:val="Heading2"/>
        <w:rPr>
          <w:rtl/>
          <w:lang w:bidi="fa-IR"/>
        </w:rPr>
      </w:pPr>
      <w:bookmarkStart w:id="28" w:name="_Toc1902897"/>
      <w:bookmarkStart w:id="29" w:name="_Toc1903124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برتر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خدا</w:t>
      </w:r>
      <w:bookmarkEnd w:id="28"/>
      <w:bookmarkEnd w:id="2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(اءلصلوه اءفضل القربت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(نصن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غرر الحکم ص 175)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خدا برتر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3316DC">
      <w:pPr>
        <w:pStyle w:val="Heading2"/>
        <w:rPr>
          <w:rtl/>
          <w:lang w:bidi="fa-IR"/>
        </w:rPr>
      </w:pPr>
      <w:bookmarkStart w:id="30" w:name="_Toc1902898"/>
      <w:bookmarkStart w:id="31" w:name="_Toc1903125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فرق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مؤ من و کافر</w:t>
      </w:r>
      <w:bookmarkEnd w:id="30"/>
      <w:bookmarkEnd w:id="3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اءلفرق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المومن و الکافر الصلوه . فمن ترکها و ادع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کذبه فعله وکان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شاهد من نفسه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(شرح نهج البلاغه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 20 ص 295)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مؤ من و کافر نماز است و هر که آن را ترک کند و ادعا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کار و عمل او ادعا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تکذ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شاهد و گواه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وجود خودش بر او خواهد بود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3316DC">
      <w:pPr>
        <w:pStyle w:val="Heading2"/>
        <w:rPr>
          <w:rtl/>
          <w:lang w:bidi="fa-IR"/>
        </w:rPr>
      </w:pPr>
      <w:bookmarkStart w:id="32" w:name="_Toc1902899"/>
      <w:bookmarkStart w:id="33" w:name="_Toc1903126"/>
      <w:r>
        <w:rPr>
          <w:rFonts w:hint="eastAsia"/>
          <w:rtl/>
          <w:lang w:bidi="fa-IR"/>
        </w:rPr>
        <w:t>تاءک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821467" w:rsidRPr="00821467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>به نماز</w:t>
      </w:r>
      <w:bookmarkEnd w:id="32"/>
      <w:bookmarkEnd w:id="3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رسول الله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کل غداه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: اءلصلوه رحمکم الله اءلصلوه . انما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الله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ذهب</w:t>
      </w:r>
      <w:r>
        <w:rPr>
          <w:rtl/>
          <w:lang w:bidi="fa-IR"/>
        </w:rPr>
        <w:t xml:space="preserve"> عنکم الرجس اءهل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طهر</w:t>
      </w:r>
      <w:r>
        <w:rPr>
          <w:rtl/>
          <w:lang w:bidi="fa-IR"/>
        </w:rPr>
        <w:t xml:space="preserve"> کم تطه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(بحارالانوار ج 35 ص 209)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هر صبح به خانه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: وقت نماز است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شما را رحمت کند (بشتاب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نماز (ز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خداوند اراده کرده است که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شما خاندان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رسالت دور کند و شما را از گناهان ، پاک و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821467">
      <w:pPr>
        <w:pStyle w:val="Heading2"/>
        <w:rPr>
          <w:rtl/>
          <w:lang w:bidi="fa-IR"/>
        </w:rPr>
      </w:pPr>
      <w:bookmarkStart w:id="34" w:name="_Toc1902900"/>
      <w:bookmarkStart w:id="35" w:name="_Toc1903127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ملاک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اعمال</w:t>
      </w:r>
      <w:bookmarkEnd w:id="34"/>
      <w:bookmarkEnd w:id="3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الصلوه</w:t>
      </w:r>
      <w:r>
        <w:rPr>
          <w:rtl/>
          <w:lang w:bidi="fa-IR"/>
        </w:rPr>
        <w:t xml:space="preserve"> عمود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نظر</w:t>
      </w:r>
      <w:r>
        <w:rPr>
          <w:rtl/>
          <w:lang w:bidi="fa-IR"/>
        </w:rPr>
        <w:t xml:space="preserve"> الله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عمل ابن آدم ، فان صحت نظر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عمله و ان لم تصح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نظر</w:t>
      </w:r>
      <w:r>
        <w:rPr>
          <w:rtl/>
          <w:lang w:bidi="fa-IR"/>
        </w:rPr>
        <w:t xml:space="preserve"> 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 و لا حظ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الاسلام لمن ترک الصلوه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(دعائم الاسلام ج 1 ص 132) (3)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ستون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و آن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آدم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زاده</w:t>
      </w:r>
      <w:r>
        <w:rPr>
          <w:rtl/>
          <w:lang w:bidi="fa-IR"/>
        </w:rPr>
        <w:t xml:space="preserve"> است که خدا بدان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، اگر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درست بود ، به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اعمالش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نظر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اگر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نبود در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عمل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گرش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نگرد .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تارک نماز باشد بهره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اسلام ندارد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821467">
      <w:pPr>
        <w:pStyle w:val="Heading2"/>
        <w:rPr>
          <w:rtl/>
          <w:lang w:bidi="fa-IR"/>
        </w:rPr>
      </w:pPr>
      <w:bookmarkStart w:id="36" w:name="_Toc1902901"/>
      <w:bookmarkStart w:id="37" w:name="_Toc1903128"/>
      <w:r>
        <w:rPr>
          <w:rFonts w:hint="eastAsia"/>
          <w:rtl/>
          <w:lang w:bidi="fa-IR"/>
        </w:rPr>
        <w:t>اقامه</w:t>
      </w:r>
      <w:r>
        <w:rPr>
          <w:rtl/>
          <w:lang w:bidi="fa-IR"/>
        </w:rPr>
        <w:t xml:space="preserve"> نماز در همه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bookmarkEnd w:id="36"/>
      <w:bookmarkEnd w:id="3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: اذا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ستطع</w:t>
      </w:r>
      <w:r>
        <w:rPr>
          <w:rtl/>
          <w:lang w:bidi="fa-IR"/>
        </w:rPr>
        <w:t xml:space="preserve"> الرجل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قائما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</w:t>
      </w:r>
      <w:r>
        <w:rPr>
          <w:rtl/>
          <w:lang w:bidi="fa-IR"/>
        </w:rPr>
        <w:t xml:space="preserve"> جالسا فان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ستطع</w:t>
      </w:r>
      <w:r>
        <w:rPr>
          <w:rtl/>
          <w:lang w:bidi="fa-IR"/>
        </w:rPr>
        <w:t xml:space="preserve">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جالسا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</w:t>
      </w:r>
      <w:r>
        <w:rPr>
          <w:rtl/>
          <w:lang w:bidi="fa-IR"/>
        </w:rPr>
        <w:t xml:space="preserve"> مستلق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ناصبا رجل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القبله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ماء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اخبار الرضا ج 2 ص 68)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فرموده است : اگر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نتواند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نماز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، آن را نشسته بخواند . و اگر آن گونه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نتواند ، به پشت بخوابد و پاها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به جانب قبله دراز کند 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ماء</w:t>
      </w:r>
      <w:r>
        <w:rPr>
          <w:rtl/>
          <w:lang w:bidi="fa-IR"/>
        </w:rPr>
        <w:t xml:space="preserve"> و اشاره نماز بخواند .</w:t>
      </w:r>
    </w:p>
    <w:p w:rsidR="00753A10" w:rsidRDefault="00821467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821467">
      <w:pPr>
        <w:pStyle w:val="Heading2"/>
        <w:rPr>
          <w:rtl/>
          <w:lang w:bidi="fa-IR"/>
        </w:rPr>
      </w:pPr>
      <w:bookmarkStart w:id="38" w:name="_Toc1902902"/>
      <w:bookmarkStart w:id="39" w:name="_Toc1903129"/>
      <w:r>
        <w:rPr>
          <w:rFonts w:hint="eastAsia"/>
          <w:rtl/>
          <w:lang w:bidi="fa-IR"/>
        </w:rPr>
        <w:t>پرسش</w:t>
      </w:r>
      <w:r>
        <w:rPr>
          <w:rtl/>
          <w:lang w:bidi="fa-IR"/>
        </w:rPr>
        <w:t xml:space="preserve"> از نمازگزاران در روز حساب</w:t>
      </w:r>
      <w:bookmarkEnd w:id="38"/>
      <w:bookmarkEnd w:id="3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عن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عن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اءوصاه به قال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! لا تغتر باقوام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صلون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صومون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داومون</w:t>
      </w:r>
      <w:r>
        <w:rPr>
          <w:rtl/>
          <w:lang w:bidi="fa-IR"/>
        </w:rPr>
        <w:t xml:space="preserve"> ،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تصدقون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حسنون</w:t>
      </w:r>
      <w:r>
        <w:rPr>
          <w:rtl/>
          <w:lang w:bidi="fa-IR"/>
        </w:rPr>
        <w:t xml:space="preserve"> فانهم موقوفون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(بحارالانوار ج 81 ص 229)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در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فرمود 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! به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نماز را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مداومت در روزه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و در صدقه دادن ، احسان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،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مباش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آنان را (هم ) در موقف حساب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پرسش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.</w:t>
      </w:r>
    </w:p>
    <w:p w:rsidR="00753A10" w:rsidRDefault="00821467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821467">
      <w:pPr>
        <w:pStyle w:val="Heading1"/>
        <w:rPr>
          <w:rtl/>
          <w:lang w:bidi="fa-IR"/>
        </w:rPr>
      </w:pPr>
      <w:bookmarkStart w:id="40" w:name="_Toc1902903"/>
      <w:bookmarkStart w:id="41" w:name="_Toc1903130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دوم : نماز 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21467" w:rsidRPr="00821467">
        <w:rPr>
          <w:rStyle w:val="libAlaemChar"/>
          <w:rtl/>
        </w:rPr>
        <w:t>عليه‌السلام</w:t>
      </w:r>
      <w:bookmarkEnd w:id="40"/>
      <w:bookmarkEnd w:id="41"/>
    </w:p>
    <w:p w:rsidR="00753A10" w:rsidRDefault="00753A10" w:rsidP="00821467">
      <w:pPr>
        <w:pStyle w:val="Heading2"/>
        <w:rPr>
          <w:rtl/>
          <w:lang w:bidi="fa-IR"/>
        </w:rPr>
      </w:pPr>
      <w:bookmarkStart w:id="42" w:name="_Toc1902904"/>
      <w:bookmarkStart w:id="43" w:name="_Toc1903131"/>
      <w:r>
        <w:rPr>
          <w:rFonts w:hint="eastAsia"/>
          <w:rtl/>
          <w:lang w:bidi="fa-IR"/>
        </w:rPr>
        <w:t>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نماز گزار</w:t>
      </w:r>
      <w:bookmarkEnd w:id="42"/>
      <w:bookmarkEnd w:id="43"/>
    </w:p>
    <w:p w:rsidR="00753A10" w:rsidRDefault="00753A10" w:rsidP="0082146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اللهم</w:t>
      </w:r>
      <w:r>
        <w:rPr>
          <w:rtl/>
          <w:lang w:bidi="fa-IR"/>
        </w:rPr>
        <w:t xml:space="preserve"> 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اءول من اناب وسمع و اجاب .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سبقن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 رسول الله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بالصلوه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خطبه 131)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! من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 که به حق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آن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رفتم</w:t>
      </w:r>
      <w:r>
        <w:rPr>
          <w:rtl/>
          <w:lang w:bidi="fa-IR"/>
        </w:rPr>
        <w:t xml:space="preserve"> 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نماز بر من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نگرفت ، مگر رسول خدا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.</w:t>
      </w:r>
    </w:p>
    <w:p w:rsidR="00753A10" w:rsidRDefault="00753A10" w:rsidP="00753A10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6"/>
        <w:gridCol w:w="268"/>
        <w:gridCol w:w="3318"/>
      </w:tblGrid>
      <w:tr w:rsidR="00821467" w:rsidTr="00821467">
        <w:trPr>
          <w:trHeight w:val="350"/>
        </w:trPr>
        <w:tc>
          <w:tcPr>
            <w:tcW w:w="3336" w:type="dxa"/>
            <w:shd w:val="clear" w:color="auto" w:fill="auto"/>
          </w:tcPr>
          <w:p w:rsidR="00821467" w:rsidRDefault="00821467" w:rsidP="009353C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خداوندا</w:t>
            </w:r>
            <w:r>
              <w:rPr>
                <w:rtl/>
                <w:lang w:bidi="fa-IR"/>
              </w:rPr>
              <w:t xml:space="preserve"> من آن اول کس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استم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821467" w:rsidRDefault="00821467" w:rsidP="009353CE">
            <w:pPr>
              <w:pStyle w:val="libPoem"/>
              <w:rPr>
                <w:rtl/>
              </w:rPr>
            </w:pPr>
          </w:p>
        </w:tc>
        <w:tc>
          <w:tcPr>
            <w:tcW w:w="3318" w:type="dxa"/>
            <w:shd w:val="clear" w:color="auto" w:fill="auto"/>
          </w:tcPr>
          <w:p w:rsidR="00821467" w:rsidRDefault="00821467" w:rsidP="009353C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که</w:t>
            </w:r>
            <w:r>
              <w:rPr>
                <w:rtl/>
                <w:lang w:bidi="fa-IR"/>
              </w:rPr>
              <w:t xml:space="preserve"> حق بشن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و در کار بستم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1467" w:rsidTr="00821467">
        <w:trPr>
          <w:trHeight w:val="350"/>
        </w:trPr>
        <w:tc>
          <w:tcPr>
            <w:tcW w:w="3336" w:type="dxa"/>
          </w:tcPr>
          <w:p w:rsidR="00821467" w:rsidRDefault="00821467" w:rsidP="009353C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زجان</w:t>
            </w:r>
            <w:r>
              <w:rPr>
                <w:rtl/>
                <w:lang w:bidi="fa-IR"/>
              </w:rPr>
              <w:t xml:space="preserve"> و دل شدم سو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انابت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21467" w:rsidRDefault="00821467" w:rsidP="009353CE">
            <w:pPr>
              <w:pStyle w:val="libPoem"/>
              <w:rPr>
                <w:rtl/>
              </w:rPr>
            </w:pPr>
          </w:p>
        </w:tc>
        <w:tc>
          <w:tcPr>
            <w:tcW w:w="3318" w:type="dxa"/>
          </w:tcPr>
          <w:p w:rsidR="00821467" w:rsidRDefault="00821467" w:rsidP="009353C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نداها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را کردم اجابت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1467" w:rsidTr="00821467">
        <w:trPr>
          <w:trHeight w:val="350"/>
        </w:trPr>
        <w:tc>
          <w:tcPr>
            <w:tcW w:w="3336" w:type="dxa"/>
          </w:tcPr>
          <w:p w:rsidR="00821467" w:rsidRDefault="00821467" w:rsidP="009353C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 من به شهراه حق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قت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21467" w:rsidRDefault="00821467" w:rsidP="009353CE">
            <w:pPr>
              <w:pStyle w:val="libPoem"/>
              <w:rPr>
                <w:rtl/>
              </w:rPr>
            </w:pPr>
          </w:p>
        </w:tc>
        <w:tc>
          <w:tcPr>
            <w:tcW w:w="3318" w:type="dxa"/>
          </w:tcPr>
          <w:p w:rsidR="00821467" w:rsidRDefault="00821467" w:rsidP="009353C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بجز</w:t>
            </w:r>
            <w:r>
              <w:rPr>
                <w:rtl/>
                <w:lang w:bidi="fa-IR"/>
              </w:rPr>
              <w:t xml:space="preserve">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غمبرت</w:t>
            </w:r>
            <w:r>
              <w:rPr>
                <w:rtl/>
                <w:lang w:bidi="fa-IR"/>
              </w:rPr>
              <w:t xml:space="preserve"> نگرفته سبقت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1467" w:rsidTr="00821467">
        <w:tblPrEx>
          <w:tblLook w:val="04A0"/>
        </w:tblPrEx>
        <w:trPr>
          <w:trHeight w:val="350"/>
        </w:trPr>
        <w:tc>
          <w:tcPr>
            <w:tcW w:w="3336" w:type="dxa"/>
          </w:tcPr>
          <w:p w:rsidR="00821467" w:rsidRDefault="00821467" w:rsidP="009353C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چو</w:t>
            </w:r>
            <w:r>
              <w:rPr>
                <w:rtl/>
                <w:lang w:bidi="fa-IR"/>
              </w:rPr>
              <w:t xml:space="preserve"> او بهر نماز افراخت قامت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21467" w:rsidRDefault="00821467" w:rsidP="009353CE">
            <w:pPr>
              <w:pStyle w:val="libPoem"/>
              <w:rPr>
                <w:rtl/>
              </w:rPr>
            </w:pPr>
          </w:p>
        </w:tc>
        <w:tc>
          <w:tcPr>
            <w:tcW w:w="3318" w:type="dxa"/>
          </w:tcPr>
          <w:p w:rsidR="00821467" w:rsidRDefault="00821467" w:rsidP="009353C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ببستم</w:t>
            </w:r>
            <w:r>
              <w:rPr>
                <w:rtl/>
                <w:lang w:bidi="fa-IR"/>
              </w:rPr>
              <w:t xml:space="preserve"> قامت و کردم 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امت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21467" w:rsidRDefault="00821467" w:rsidP="00753A10">
      <w:pPr>
        <w:pStyle w:val="libNormal"/>
        <w:rPr>
          <w:rtl/>
          <w:lang w:bidi="fa-IR"/>
        </w:rPr>
      </w:pPr>
    </w:p>
    <w:p w:rsidR="00821467" w:rsidRDefault="00821467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821467">
      <w:pPr>
        <w:pStyle w:val="Heading2"/>
        <w:rPr>
          <w:rtl/>
          <w:lang w:bidi="fa-IR"/>
        </w:rPr>
      </w:pPr>
      <w:bookmarkStart w:id="44" w:name="_Toc1902905"/>
      <w:bookmarkStart w:id="45" w:name="_Toc1903132"/>
      <w:r>
        <w:rPr>
          <w:rFonts w:hint="eastAsia"/>
          <w:rtl/>
          <w:lang w:bidi="fa-IR"/>
        </w:rPr>
        <w:t>عبادت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21467" w:rsidRPr="00821467">
        <w:rPr>
          <w:rStyle w:val="libAlaemChar"/>
          <w:rtl/>
        </w:rPr>
        <w:t>عليه‌السلام</w:t>
      </w:r>
      <w:bookmarkEnd w:id="44"/>
      <w:bookmarkEnd w:id="4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 هذه صلوت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لا لحابه منک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، و لارغبه منک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الا تعظ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و طاعه و اجابه لک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امرتن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.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 ان کان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خلل او نقص من رکوعها اوسجودها ، فلا تؤ اخذن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تفضل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بالقبول و الغفران .</w:t>
      </w:r>
    </w:p>
    <w:p w:rsidR="00753A10" w:rsidRDefault="00821467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</w:t>
      </w:r>
      <w:r w:rsidR="00753A10">
        <w:rPr>
          <w:rtl/>
          <w:lang w:bidi="fa-IR"/>
        </w:rPr>
        <w:t>(بحارالانوار ج 83 ص 38)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نماز را که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تو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آوردم ، نه به جهت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تو به آن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نه به خاطر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رغبت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آن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بلکه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بزرگداشت و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فرمان تو است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مرا به انجام آن فرمان داده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! اگر در نماز من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رکوع و سجود آن ناقص است ، مرا بازخواست مکن و با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و آمرزش خود ، بر من تفضل و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فرما (که من در همه حال به تو محتاجم ) .</w:t>
      </w:r>
    </w:p>
    <w:p w:rsidR="00753A10" w:rsidRDefault="009353CE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9353CE">
      <w:pPr>
        <w:pStyle w:val="Heading2"/>
        <w:rPr>
          <w:rtl/>
          <w:lang w:bidi="fa-IR"/>
        </w:rPr>
      </w:pPr>
      <w:bookmarkStart w:id="46" w:name="_Toc1902906"/>
      <w:bookmarkStart w:id="47" w:name="_Toc1903133"/>
      <w:r>
        <w:rPr>
          <w:rFonts w:hint="eastAsia"/>
          <w:rtl/>
          <w:lang w:bidi="fa-IR"/>
        </w:rPr>
        <w:t>برپائ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به وجود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21467" w:rsidRPr="00821467">
        <w:rPr>
          <w:rStyle w:val="libAlaemChar"/>
          <w:rtl/>
        </w:rPr>
        <w:t>عليه‌السلام</w:t>
      </w:r>
      <w:bookmarkEnd w:id="46"/>
      <w:bookmarkEnd w:id="4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: بعل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قامت الصلوه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(اسرار العبادات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الصلوه ص 23)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(وجود مبارک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نماز برپاشد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353CE">
      <w:pPr>
        <w:pStyle w:val="Heading2"/>
        <w:rPr>
          <w:rtl/>
          <w:lang w:bidi="fa-IR"/>
        </w:rPr>
      </w:pPr>
      <w:bookmarkStart w:id="48" w:name="_Toc1902907"/>
      <w:bookmarkStart w:id="49" w:name="_Toc1903134"/>
      <w:r>
        <w:rPr>
          <w:rFonts w:hint="eastAsia"/>
          <w:rtl/>
          <w:lang w:bidi="fa-IR"/>
        </w:rPr>
        <w:t>زکات</w:t>
      </w:r>
      <w:r>
        <w:rPr>
          <w:rtl/>
          <w:lang w:bidi="fa-IR"/>
        </w:rPr>
        <w:t xml:space="preserve"> در حال رکوع</w:t>
      </w:r>
      <w:bookmarkEnd w:id="48"/>
      <w:bookmarkEnd w:id="49"/>
    </w:p>
    <w:p w:rsidR="00753A10" w:rsidRDefault="00753A10" w:rsidP="009353C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روزها با رسول خدا (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در مسجد ،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سائل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مسجد شد و از مردم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کمک نمود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نداد ، لذا دست خود را به آسمان بلند کرد و گفت :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 شاهد باش که من در مسجد رسول تو ، تق</w:t>
      </w:r>
      <w:r>
        <w:rPr>
          <w:rFonts w:hint="eastAsia"/>
          <w:rtl/>
          <w:lang w:bidi="fa-IR"/>
        </w:rPr>
        <w:t>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کمک کردم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جواب مساعد به من نداد 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که در حال رکوع بود ، با انگشت کوچک دست راست خود اشاره کرد ، سائل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آمد و انگشتر را از دست آن حضرت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 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که در حال نماز بود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ان را مشاهده کرد 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نماز فارغ شد سر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بلند کرد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 : خداوندا ! برادرم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تو تقاضا کرد که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او را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کارها را بر او آسان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گره از زبانش بگشا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تا مردم گفتارش را درک </w:t>
      </w:r>
      <w:r>
        <w:rPr>
          <w:rtl/>
          <w:lang w:bidi="fa-IR"/>
        </w:rPr>
        <w:lastRenderedPageBreak/>
        <w:t>کنند ،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درخواست کرد هارون را که برادرش بود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اورش</w:t>
      </w:r>
      <w:r>
        <w:rPr>
          <w:rtl/>
          <w:lang w:bidi="fa-IR"/>
        </w:rPr>
        <w:t xml:space="preserve"> قرار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کارها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 w:rsidR="009353C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خداوندا</w:t>
      </w:r>
      <w:r>
        <w:rPr>
          <w:rtl/>
          <w:lang w:bidi="fa-IR"/>
        </w:rPr>
        <w:t xml:space="preserve"> ! من محمد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تو هستم 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مرا گشاده کن و کارها را بر من آسان ساز ، از خاندانم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من گردان تا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او پشتم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محکم گر نهج البلاغه . ابوذر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هنوز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بود که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فرمود </w:t>
      </w:r>
      <w:r>
        <w:rPr>
          <w:rFonts w:hint="eastAsia"/>
          <w:rtl/>
          <w:lang w:bidi="fa-IR"/>
        </w:rPr>
        <w:t>آمد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نازل کرد 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9353CE" w:rsidP="00753A10">
      <w:pPr>
        <w:pStyle w:val="libNormal"/>
        <w:rPr>
          <w:rtl/>
          <w:lang w:bidi="fa-IR"/>
        </w:rPr>
      </w:pPr>
      <w:r w:rsidRPr="009353CE">
        <w:rPr>
          <w:rStyle w:val="libAlaemChar"/>
          <w:rFonts w:eastAsia="KFGQPC Uthman Taha Naskh" w:hint="cs"/>
          <w:rtl/>
        </w:rPr>
        <w:t>(</w:t>
      </w:r>
      <w:r w:rsidRPr="009353CE">
        <w:rPr>
          <w:rStyle w:val="libAieChar"/>
          <w:rFonts w:hint="cs"/>
          <w:rtl/>
        </w:rPr>
        <w:t>إِنَّمَا وَلِيُّكُمُ اللَّـهُ وَرَسُولُهُ وَالَّذِينَ آمَنُوا الَّذِينَ يُقِيمُونَ الصَّلَاةَ وَيُؤْتُونَ الزَّكَاةَ وَهُمْ رَاكِعُونَ</w:t>
      </w:r>
      <w:r w:rsidRPr="009353CE">
        <w:rPr>
          <w:rStyle w:val="libAlaemChar"/>
          <w:rFonts w:eastAsia="KFGQPC Uthman Taha Naskh" w:hint="cs"/>
          <w:rtl/>
        </w:rPr>
        <w:t>)</w:t>
      </w:r>
      <w:r>
        <w:rPr>
          <w:rtl/>
          <w:lang w:bidi="fa-IR"/>
        </w:rPr>
        <w:t xml:space="preserve"> </w:t>
      </w:r>
      <w:r w:rsidR="00753A10" w:rsidRPr="009353CE">
        <w:rPr>
          <w:rStyle w:val="libFootnotenumChar"/>
          <w:rtl/>
        </w:rPr>
        <w:t>(4)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 xml:space="preserve"> شما تنها خدا و رسول و آن مؤ منان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نماز را بپا داشته و به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در حال رکوع زکات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. </w:t>
      </w:r>
      <w:r w:rsidRPr="009353CE">
        <w:rPr>
          <w:rStyle w:val="libFootnotenumChar"/>
          <w:rtl/>
        </w:rPr>
        <w:t>(5)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9"/>
        <w:gridCol w:w="268"/>
        <w:gridCol w:w="3325"/>
      </w:tblGrid>
      <w:tr w:rsidR="009353CE" w:rsidTr="009353CE">
        <w:trPr>
          <w:trHeight w:val="350"/>
        </w:trPr>
        <w:tc>
          <w:tcPr>
            <w:tcW w:w="3920" w:type="dxa"/>
            <w:shd w:val="clear" w:color="auto" w:fill="auto"/>
          </w:tcPr>
          <w:p w:rsidR="009353CE" w:rsidRDefault="009353CE" w:rsidP="009353C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برو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گدا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مسک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در خانه عل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زن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353CE" w:rsidRDefault="009353CE" w:rsidP="009353C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353CE" w:rsidRDefault="009353CE" w:rsidP="009353C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که</w:t>
            </w:r>
            <w:r>
              <w:rPr>
                <w:rtl/>
                <w:lang w:bidi="fa-IR"/>
              </w:rPr>
              <w:t xml:space="preserve"> نگ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پادشاه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دهد از کرم گدا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353CE" w:rsidRDefault="009353CE" w:rsidP="00753A10">
      <w:pPr>
        <w:pStyle w:val="libNormal"/>
        <w:rPr>
          <w:rtl/>
          <w:lang w:bidi="fa-IR"/>
        </w:rPr>
      </w:pPr>
    </w:p>
    <w:p w:rsidR="009353CE" w:rsidRDefault="009353CE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9353CE">
      <w:pPr>
        <w:pStyle w:val="Heading2"/>
        <w:rPr>
          <w:rtl/>
          <w:lang w:bidi="fa-IR"/>
        </w:rPr>
      </w:pPr>
      <w:bookmarkStart w:id="50" w:name="_Toc1902908"/>
      <w:bookmarkStart w:id="51" w:name="_Toc1903135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درختان خرما</w:t>
      </w:r>
      <w:bookmarkEnd w:id="50"/>
      <w:bookmarkEnd w:id="5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پدرم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در هر شبانه روز هزار رکعت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، همان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.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پانصد درخت خرما داشت که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آن نخل ها دو رکعت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(و با سرشک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دگانش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آنها را آب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. 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(بحارالانوار ج 41 ص 15)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353CE">
      <w:pPr>
        <w:pStyle w:val="Heading2"/>
        <w:rPr>
          <w:rtl/>
          <w:lang w:bidi="fa-IR"/>
        </w:rPr>
      </w:pPr>
      <w:bookmarkStart w:id="52" w:name="_Toc1902909"/>
      <w:bookmarkStart w:id="53" w:name="_Toc1903136"/>
      <w:r>
        <w:rPr>
          <w:rFonts w:hint="eastAsia"/>
          <w:rtl/>
          <w:lang w:bidi="fa-IR"/>
        </w:rPr>
        <w:t>هزار</w:t>
      </w:r>
      <w:r>
        <w:rPr>
          <w:rtl/>
          <w:lang w:bidi="fa-IR"/>
        </w:rPr>
        <w:t xml:space="preserve"> رکعت نماز</w:t>
      </w:r>
      <w:bookmarkEnd w:id="52"/>
      <w:bookmarkEnd w:id="5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الصادق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اخر عمره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الف رکعه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41 ص 24)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در آخر عمر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، شبانه روز هزار رکعت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گزارد .</w:t>
      </w:r>
    </w:p>
    <w:p w:rsidR="00753A10" w:rsidRDefault="009353CE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9353CE">
      <w:pPr>
        <w:pStyle w:val="Heading2"/>
        <w:rPr>
          <w:rtl/>
          <w:lang w:bidi="fa-IR"/>
        </w:rPr>
      </w:pPr>
      <w:bookmarkStart w:id="54" w:name="_Toc1902910"/>
      <w:bookmarkStart w:id="55" w:name="_Toc1903137"/>
      <w:r>
        <w:rPr>
          <w:rFonts w:hint="eastAsia"/>
          <w:rtl/>
          <w:lang w:bidi="fa-IR"/>
        </w:rPr>
        <w:t>نمازخانه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21467" w:rsidRPr="00821467">
        <w:rPr>
          <w:rStyle w:val="libAlaemChar"/>
          <w:rtl/>
        </w:rPr>
        <w:t>عليه‌السلام</w:t>
      </w:r>
      <w:bookmarkEnd w:id="54"/>
      <w:bookmarkEnd w:id="55"/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الصادق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العل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الافراش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مصحف و 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البحار ج 1 ص 470)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اتاق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در آن ،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فرش و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قرآن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 ،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اتاق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353CE">
      <w:pPr>
        <w:pStyle w:val="Heading2"/>
        <w:rPr>
          <w:rtl/>
          <w:lang w:bidi="fa-IR"/>
        </w:rPr>
      </w:pPr>
      <w:bookmarkStart w:id="56" w:name="_Toc1902911"/>
      <w:bookmarkStart w:id="57" w:name="_Toc1903138"/>
      <w:r>
        <w:rPr>
          <w:rFonts w:hint="eastAsia"/>
          <w:rtl/>
          <w:lang w:bidi="fa-IR"/>
        </w:rPr>
        <w:t>حالت</w:t>
      </w:r>
      <w:r>
        <w:rPr>
          <w:rtl/>
          <w:lang w:bidi="fa-IR"/>
        </w:rPr>
        <w:t xml:space="preserve"> امام در نماز</w:t>
      </w:r>
      <w:bookmarkEnd w:id="56"/>
      <w:bookmarkEnd w:id="5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کان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اذا حضر وقت الصلوه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تململ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ترلزل</w:t>
      </w:r>
      <w:r>
        <w:rPr>
          <w:rtl/>
          <w:lang w:bidi="fa-IR"/>
        </w:rPr>
        <w:t xml:space="preserve"> .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له : ما 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؟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: جاء وقت امانه عرضها الله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السموات و الارض و الجبال فاب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حملنها</w:t>
      </w:r>
      <w:r>
        <w:rPr>
          <w:rtl/>
          <w:lang w:bidi="fa-IR"/>
        </w:rPr>
        <w:t xml:space="preserve"> و اشفقن منها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(محبه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ضاء</w:t>
      </w:r>
      <w:r>
        <w:rPr>
          <w:rtl/>
          <w:lang w:bidi="fa-IR"/>
        </w:rPr>
        <w:t xml:space="preserve"> ج 1 ص 378)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چون</w:t>
      </w:r>
      <w:r>
        <w:rPr>
          <w:rtl/>
          <w:lang w:bidi="fa-IR"/>
        </w:rPr>
        <w:t xml:space="preserve"> وقت نماز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به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! تو را چه شده است ؟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: وقت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که خداوند آن را بر آسمانها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کوهها عرضه کرد و آنها از قبول آن ابا کردند و از آن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مناک شدند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353CE">
      <w:pPr>
        <w:pStyle w:val="Heading2"/>
        <w:rPr>
          <w:rtl/>
          <w:lang w:bidi="fa-IR"/>
        </w:rPr>
      </w:pPr>
      <w:bookmarkStart w:id="58" w:name="_Toc1902912"/>
      <w:bookmarkStart w:id="59" w:name="_Toc1903139"/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آوردن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درحال نماز</w:t>
      </w:r>
      <w:bookmarkEnd w:id="58"/>
      <w:bookmarkEnd w:id="5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نسب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مولانا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آنه وقع رجله نصل ، فلم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من اخراجه . فقالت فاطمه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اخر جوه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حال صلوته ، فانه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حس</w:t>
      </w:r>
      <w:r>
        <w:rPr>
          <w:rtl/>
          <w:lang w:bidi="fa-IR"/>
        </w:rPr>
        <w:t xml:space="preserve"> بما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نئذ</w:t>
      </w:r>
      <w:r>
        <w:rPr>
          <w:rtl/>
          <w:lang w:bidi="fa-IR"/>
        </w:rPr>
        <w:t xml:space="preserve"> . فاخرج و هو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صلوته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(محجه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ضاء</w:t>
      </w:r>
      <w:r>
        <w:rPr>
          <w:rtl/>
          <w:lang w:bidi="fa-IR"/>
        </w:rPr>
        <w:t xml:space="preserve"> ج 1 ص 397)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353C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مورد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آمده است که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جنگ ها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فرو رفته بود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آوردن آن ممکن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. فاطمه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فرمود : آن را در حال نماز از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آن حال ، آنچه را بر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گذرد ، احساس نم</w:t>
      </w:r>
      <w:r>
        <w:rPr>
          <w:rFonts w:hint="cs"/>
          <w:rtl/>
          <w:lang w:bidi="fa-IR"/>
        </w:rPr>
        <w:t>ی</w:t>
      </w:r>
      <w:r w:rsidR="009353C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. بر اساس سفارش فاطمه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امام مشغول نماز بود ،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از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ماجرا را به نظم در آورده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76"/>
        <w:gridCol w:w="267"/>
        <w:gridCol w:w="3279"/>
      </w:tblGrid>
      <w:tr w:rsidR="009353CE" w:rsidTr="009353CE">
        <w:trPr>
          <w:trHeight w:val="350"/>
        </w:trPr>
        <w:tc>
          <w:tcPr>
            <w:tcW w:w="3376" w:type="dxa"/>
            <w:shd w:val="clear" w:color="auto" w:fill="auto"/>
          </w:tcPr>
          <w:p w:rsidR="009353CE" w:rsidRDefault="009353CE" w:rsidP="009353C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خدا شاه ولا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tl/>
                <w:lang w:bidi="fa-IR"/>
              </w:rPr>
              <w:t xml:space="preserve"> عل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  <w:shd w:val="clear" w:color="auto" w:fill="auto"/>
          </w:tcPr>
          <w:p w:rsidR="009353CE" w:rsidRDefault="009353CE" w:rsidP="009353CE">
            <w:pPr>
              <w:pStyle w:val="libPoem"/>
              <w:rPr>
                <w:rtl/>
              </w:rPr>
            </w:pPr>
          </w:p>
        </w:tc>
        <w:tc>
          <w:tcPr>
            <w:tcW w:w="3279" w:type="dxa"/>
            <w:shd w:val="clear" w:color="auto" w:fill="auto"/>
          </w:tcPr>
          <w:p w:rsidR="009353CE" w:rsidRDefault="009353CE" w:rsidP="009353C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ص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قل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شرک خف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جل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53CE" w:rsidTr="009353CE">
        <w:trPr>
          <w:trHeight w:val="350"/>
        </w:trPr>
        <w:tc>
          <w:tcPr>
            <w:tcW w:w="3376" w:type="dxa"/>
          </w:tcPr>
          <w:p w:rsidR="009353CE" w:rsidRDefault="009353CE" w:rsidP="009353C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روز</w:t>
            </w:r>
            <w:r>
              <w:rPr>
                <w:rtl/>
                <w:lang w:bidi="fa-IR"/>
              </w:rPr>
              <w:t xml:space="preserve"> احد چون صف 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جا</w:t>
            </w:r>
            <w:r>
              <w:rPr>
                <w:rtl/>
                <w:lang w:bidi="fa-IR"/>
              </w:rPr>
              <w:t xml:space="preserve"> گرفت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9353CE" w:rsidRDefault="009353CE" w:rsidP="009353CE">
            <w:pPr>
              <w:pStyle w:val="libPoem"/>
              <w:rPr>
                <w:rtl/>
              </w:rPr>
            </w:pPr>
          </w:p>
        </w:tc>
        <w:tc>
          <w:tcPr>
            <w:tcW w:w="3279" w:type="dxa"/>
          </w:tcPr>
          <w:p w:rsidR="009353CE" w:rsidRDefault="009353CE" w:rsidP="009353C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مخالف بتنش جا گرفت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53CE" w:rsidTr="009353CE">
        <w:trPr>
          <w:trHeight w:val="350"/>
        </w:trPr>
        <w:tc>
          <w:tcPr>
            <w:tcW w:w="3376" w:type="dxa"/>
          </w:tcPr>
          <w:p w:rsidR="009353CE" w:rsidRDefault="009353CE" w:rsidP="009353C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غنچه</w:t>
            </w:r>
            <w:r>
              <w:rPr>
                <w:rtl/>
                <w:lang w:bidi="fa-IR"/>
              </w:rPr>
              <w:t xml:space="preserve">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کان</w:t>
            </w:r>
            <w:r>
              <w:rPr>
                <w:rtl/>
                <w:lang w:bidi="fa-IR"/>
              </w:rPr>
              <w:t xml:space="preserve"> بگل او نهفت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9353CE" w:rsidRDefault="009353CE" w:rsidP="009353CE">
            <w:pPr>
              <w:pStyle w:val="libPoem"/>
              <w:rPr>
                <w:rtl/>
              </w:rPr>
            </w:pPr>
          </w:p>
        </w:tc>
        <w:tc>
          <w:tcPr>
            <w:tcW w:w="3279" w:type="dxa"/>
          </w:tcPr>
          <w:p w:rsidR="009353CE" w:rsidRDefault="009353CE" w:rsidP="009353C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صد</w:t>
            </w:r>
            <w:r>
              <w:rPr>
                <w:rtl/>
                <w:lang w:bidi="fa-IR"/>
              </w:rPr>
              <w:t xml:space="preserve"> گل محنت زگل او شکفت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53CE" w:rsidTr="009353CE">
        <w:trPr>
          <w:trHeight w:val="350"/>
        </w:trPr>
        <w:tc>
          <w:tcPr>
            <w:tcW w:w="3376" w:type="dxa"/>
          </w:tcPr>
          <w:p w:rsidR="009353CE" w:rsidRDefault="009353CE" w:rsidP="009353CE">
            <w:pPr>
              <w:pStyle w:val="libPoem"/>
            </w:pPr>
            <w:r>
              <w:rPr>
                <w:rFonts w:hint="eastAsia"/>
                <w:rtl/>
                <w:lang w:bidi="fa-IR"/>
              </w:rPr>
              <w:lastRenderedPageBreak/>
              <w:t>رو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عبادت سو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محراب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9353CE" w:rsidRDefault="009353CE" w:rsidP="009353CE">
            <w:pPr>
              <w:pStyle w:val="libPoem"/>
              <w:rPr>
                <w:rtl/>
              </w:rPr>
            </w:pPr>
          </w:p>
        </w:tc>
        <w:tc>
          <w:tcPr>
            <w:tcW w:w="3279" w:type="dxa"/>
          </w:tcPr>
          <w:p w:rsidR="009353CE" w:rsidRDefault="009353CE" w:rsidP="009353C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پشت</w:t>
            </w:r>
            <w:r>
              <w:rPr>
                <w:rtl/>
                <w:lang w:bidi="fa-IR"/>
              </w:rPr>
              <w:t xml:space="preserve"> به درد سر اصحاب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53CE" w:rsidTr="009353CE">
        <w:trPr>
          <w:trHeight w:val="350"/>
        </w:trPr>
        <w:tc>
          <w:tcPr>
            <w:tcW w:w="3376" w:type="dxa"/>
          </w:tcPr>
          <w:p w:rsidR="009353CE" w:rsidRDefault="009353CE" w:rsidP="009353C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خنجر</w:t>
            </w:r>
            <w:r>
              <w:rPr>
                <w:rtl/>
                <w:lang w:bidi="fa-IR"/>
              </w:rPr>
              <w:t xml:space="preserve"> الماس چوبنداختند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9353CE" w:rsidRDefault="009353CE" w:rsidP="009353CE">
            <w:pPr>
              <w:pStyle w:val="libPoem"/>
              <w:rPr>
                <w:rtl/>
              </w:rPr>
            </w:pPr>
          </w:p>
        </w:tc>
        <w:tc>
          <w:tcPr>
            <w:tcW w:w="3279" w:type="dxa"/>
          </w:tcPr>
          <w:p w:rsidR="009353CE" w:rsidRDefault="009353CE" w:rsidP="009353C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چاک</w:t>
            </w:r>
            <w:r>
              <w:rPr>
                <w:rtl/>
                <w:lang w:bidi="fa-IR"/>
              </w:rPr>
              <w:t xml:space="preserve"> بتن چون گلش انداختند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53CE" w:rsidTr="009353CE">
        <w:tblPrEx>
          <w:tblLook w:val="04A0"/>
        </w:tblPrEx>
        <w:trPr>
          <w:trHeight w:val="350"/>
        </w:trPr>
        <w:tc>
          <w:tcPr>
            <w:tcW w:w="3376" w:type="dxa"/>
          </w:tcPr>
          <w:p w:rsidR="009353CE" w:rsidRDefault="009353CE" w:rsidP="009353C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صورت</w:t>
            </w:r>
            <w:r>
              <w:rPr>
                <w:rtl/>
                <w:lang w:bidi="fa-IR"/>
              </w:rPr>
              <w:t xml:space="preserve"> حالش چو نمودند باز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9353CE" w:rsidRDefault="009353CE" w:rsidP="009353CE">
            <w:pPr>
              <w:pStyle w:val="libPoem"/>
              <w:rPr>
                <w:rtl/>
              </w:rPr>
            </w:pPr>
          </w:p>
        </w:tc>
        <w:tc>
          <w:tcPr>
            <w:tcW w:w="3279" w:type="dxa"/>
          </w:tcPr>
          <w:p w:rsidR="009353CE" w:rsidRDefault="009353CE" w:rsidP="009353C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گفت</w:t>
            </w:r>
            <w:r>
              <w:rPr>
                <w:rtl/>
                <w:lang w:bidi="fa-IR"/>
              </w:rPr>
              <w:t xml:space="preserve"> که سوگند به دانا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53CE" w:rsidTr="009353CE">
        <w:tblPrEx>
          <w:tblLook w:val="04A0"/>
        </w:tblPrEx>
        <w:trPr>
          <w:trHeight w:val="350"/>
        </w:trPr>
        <w:tc>
          <w:tcPr>
            <w:tcW w:w="3376" w:type="dxa"/>
          </w:tcPr>
          <w:p w:rsidR="009353CE" w:rsidRDefault="009353CE" w:rsidP="009353C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کز</w:t>
            </w:r>
            <w:r>
              <w:rPr>
                <w:rtl/>
                <w:lang w:bidi="fa-IR"/>
              </w:rPr>
              <w:t xml:space="preserve"> الم 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غ</w:t>
            </w:r>
            <w:r>
              <w:rPr>
                <w:rtl/>
                <w:lang w:bidi="fa-IR"/>
              </w:rPr>
              <w:t xml:space="preserve"> ندارم خبر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9353CE" w:rsidRDefault="009353CE" w:rsidP="009353CE">
            <w:pPr>
              <w:pStyle w:val="libPoem"/>
              <w:rPr>
                <w:rtl/>
              </w:rPr>
            </w:pPr>
          </w:p>
        </w:tc>
        <w:tc>
          <w:tcPr>
            <w:tcW w:w="3279" w:type="dxa"/>
          </w:tcPr>
          <w:p w:rsidR="009353CE" w:rsidRDefault="009353CE" w:rsidP="009353C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گر</w:t>
            </w:r>
            <w:r>
              <w:rPr>
                <w:rtl/>
                <w:lang w:bidi="fa-IR"/>
              </w:rPr>
              <w:t xml:space="preserve"> چه زمن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>
              <w:rPr>
                <w:rtl/>
                <w:lang w:bidi="fa-IR"/>
              </w:rPr>
              <w:t xml:space="preserve"> خبردارتر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53A10" w:rsidRDefault="00753A10" w:rsidP="00753A10">
      <w:pPr>
        <w:pStyle w:val="libNormal"/>
        <w:rPr>
          <w:rtl/>
          <w:lang w:bidi="fa-IR"/>
        </w:rPr>
      </w:pPr>
    </w:p>
    <w:p w:rsidR="009353CE" w:rsidRDefault="009353CE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9353CE">
      <w:pPr>
        <w:pStyle w:val="Heading2"/>
        <w:rPr>
          <w:rtl/>
          <w:lang w:bidi="fa-IR"/>
        </w:rPr>
      </w:pPr>
      <w:bookmarkStart w:id="60" w:name="_Toc1902913"/>
      <w:bookmarkStart w:id="61" w:name="_Toc1903140"/>
      <w:r>
        <w:rPr>
          <w:rFonts w:hint="eastAsia"/>
          <w:rtl/>
          <w:lang w:bidi="fa-IR"/>
        </w:rPr>
        <w:t>استعانت</w:t>
      </w:r>
      <w:r>
        <w:rPr>
          <w:rtl/>
          <w:lang w:bidi="fa-IR"/>
        </w:rPr>
        <w:t xml:space="preserve"> از نماز</w:t>
      </w:r>
      <w:bookmarkEnd w:id="60"/>
      <w:bookmarkEnd w:id="6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اءلا</w:t>
      </w:r>
      <w:r>
        <w:rPr>
          <w:rtl/>
          <w:lang w:bidi="fa-IR"/>
        </w:rPr>
        <w:t xml:space="preserve"> انکم ملاقوا العدو غدا ان شاء الله . فاط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لوا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و اکثروا تلاوه القران و اسئلو الله الصبر و النصر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35 ص 100)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(در نبرد معروف 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آغاز جنگ ،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مردان همراه خود خطاب کرد و فرمود : ) شما - ان شاء الله - فردا با دشمن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 . پس امشب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به نماز مشغول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قرآن را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تلاوت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خداوند صبر و نصرت (است</w:t>
      </w:r>
      <w:r>
        <w:rPr>
          <w:rFonts w:hint="eastAsia"/>
          <w:rtl/>
          <w:lang w:bidi="fa-IR"/>
        </w:rPr>
        <w:t>قامت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353CE">
      <w:pPr>
        <w:pStyle w:val="Heading2"/>
        <w:rPr>
          <w:rtl/>
          <w:lang w:bidi="fa-IR"/>
        </w:rPr>
      </w:pPr>
      <w:bookmarkStart w:id="62" w:name="_Toc1902914"/>
      <w:bookmarkStart w:id="63" w:name="_Toc1903141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شب در شب عمل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bookmarkEnd w:id="62"/>
      <w:bookmarkEnd w:id="63"/>
    </w:p>
    <w:p w:rsidR="00753A10" w:rsidRDefault="00753A10" w:rsidP="009353C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ترکت صلوه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منذ سمعت قول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: صلوه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نور فقال ابن الکواء :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الهر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ر؟</w:t>
      </w:r>
      <w:r>
        <w:rPr>
          <w:rtl/>
          <w:lang w:bidi="fa-IR"/>
        </w:rPr>
        <w:t xml:space="preserve"> قال :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الهر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41 ص 17)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رسول خدا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فرمود : (نماز شب نور است ) ، نماز شب را ترک نکردم . ابن کواء از حضرت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الهر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. امام فرمود :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شب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353CE">
      <w:pPr>
        <w:pStyle w:val="Heading2"/>
        <w:rPr>
          <w:rtl/>
          <w:lang w:bidi="fa-IR"/>
        </w:rPr>
      </w:pPr>
      <w:bookmarkStart w:id="64" w:name="_Toc1902915"/>
      <w:bookmarkStart w:id="65" w:name="_Toc1903142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اول وقت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جنگ</w:t>
      </w:r>
      <w:bookmarkEnd w:id="64"/>
      <w:bookmarkEnd w:id="6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حرب 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مشتغلا بالحرب و القتال ، و هو مع ذلک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مراقب الشمس . فقال له ابن عباس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هذا لفعل ؟ قال : انظر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الزوال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فقال له ابن عباس و هل هذا وقت صلوه ؟ ان عندنا لشغلا بالقتال عن الصلوه . فقال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</w:t>
      </w:r>
      <w:r>
        <w:rPr>
          <w:rFonts w:hint="eastAsia"/>
          <w:rtl/>
          <w:lang w:bidi="fa-IR"/>
        </w:rPr>
        <w:t>نقاتلهم</w:t>
      </w:r>
      <w:r>
        <w:rPr>
          <w:rtl/>
          <w:lang w:bidi="fa-IR"/>
        </w:rPr>
        <w:t xml:space="preserve"> ؟ انما نقاتلهم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الصلوه . قال و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ترک</w:t>
      </w:r>
      <w:r>
        <w:rPr>
          <w:rtl/>
          <w:lang w:bidi="fa-IR"/>
        </w:rPr>
        <w:t xml:space="preserve"> صلوه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قط حات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الهر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. </w:t>
      </w:r>
      <w:r w:rsidRPr="009353CE">
        <w:rPr>
          <w:rStyle w:val="libFootnotenumChar"/>
          <w:rtl/>
        </w:rPr>
        <w:t>(6)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(بحارالانوار ج 83 ص 23)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353C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جنگ 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مشغول جنگ بود مرتب به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. ابن عباس عرض کرد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شما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حضرت فرمود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تا وقع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ظهر ، نماز</w:t>
      </w:r>
      <w:r w:rsidR="009353C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(در اول وقت ) بخوانم . ابن عباس گفت 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حالا وقت نماز است ؟ ما مشغول جنگ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حضرت فرمود : مگر 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؟ به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ابن عباس گفت 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نماز شب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ترک نشد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الهر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.</w:t>
      </w:r>
    </w:p>
    <w:p w:rsidR="00753A10" w:rsidRDefault="009353CE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9353CE">
      <w:pPr>
        <w:pStyle w:val="Heading2"/>
        <w:rPr>
          <w:rtl/>
          <w:lang w:bidi="fa-IR"/>
        </w:rPr>
      </w:pPr>
      <w:bookmarkStart w:id="66" w:name="_Toc1902916"/>
      <w:bookmarkStart w:id="67" w:name="_Toc1903143"/>
      <w:r>
        <w:rPr>
          <w:rFonts w:hint="eastAsia"/>
          <w:rtl/>
          <w:lang w:bidi="fa-IR"/>
        </w:rPr>
        <w:t>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رکوع</w:t>
      </w:r>
      <w:bookmarkEnd w:id="66"/>
      <w:bookmarkEnd w:id="6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عن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عبدالله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رکع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عرقه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عرقه من طول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85 ص 110)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رکوع نماز را آن قدر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عرق از ساق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قدم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مبارکش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353C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9353CE" w:rsidRPr="009353CE">
        <w:rPr>
          <w:rStyle w:val="libAlaemChar"/>
          <w:rFonts w:eastAsiaTheme="minorHAnsi"/>
          <w:rtl/>
        </w:rPr>
        <w:t>صلى‌الله‌عليه‌وآله‌وسلم</w:t>
      </w: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الله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ناقتال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متان</w:t>
      </w:r>
      <w:r>
        <w:rPr>
          <w:rtl/>
          <w:lang w:bidi="fa-IR"/>
        </w:rPr>
        <w:t xml:space="preserve"> ، فجعل احداهما لمن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رکعت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بش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من امر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.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جبه</w:t>
      </w:r>
      <w:r>
        <w:rPr>
          <w:rtl/>
          <w:lang w:bidi="fa-IR"/>
        </w:rPr>
        <w:t xml:space="preserve"> احد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فاعطاه کلت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41 ص 18)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دو شتر بزرگ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دادند 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 شتر را به عنوان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قرار داد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دو رکعت نماز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امور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به خاطر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tl/>
          <w:lang w:bidi="fa-IR"/>
        </w:rPr>
        <w:t xml:space="preserve"> و به فکر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فتد</w:t>
      </w:r>
      <w:r>
        <w:rPr>
          <w:rtl/>
          <w:lang w:bidi="fa-IR"/>
        </w:rPr>
        <w:t xml:space="preserve"> 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فکر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</w:t>
      </w:r>
      <w:r>
        <w:rPr>
          <w:rtl/>
          <w:lang w:bidi="fa-IR"/>
        </w:rPr>
        <w:lastRenderedPageBreak/>
        <w:t>ماف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فتد</w:t>
      </w:r>
      <w:r>
        <w:rPr>
          <w:rtl/>
          <w:lang w:bidi="fa-IR"/>
        </w:rPr>
        <w:t xml:space="preserve"> ، نخواند) به جز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که پاسخ مثبت داد 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هر دو شتر را 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مرحمت فرمود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E33B32">
      <w:pPr>
        <w:pStyle w:val="Heading2"/>
        <w:rPr>
          <w:rtl/>
          <w:lang w:bidi="fa-IR"/>
        </w:rPr>
      </w:pPr>
      <w:bookmarkStart w:id="68" w:name="_Toc1902917"/>
      <w:bookmarkStart w:id="69" w:name="_Toc1903144"/>
      <w:r>
        <w:rPr>
          <w:rFonts w:hint="eastAsia"/>
          <w:rtl/>
          <w:lang w:bidi="fa-IR"/>
        </w:rPr>
        <w:t>پناه</w:t>
      </w:r>
      <w:r>
        <w:rPr>
          <w:rtl/>
          <w:lang w:bidi="fa-IR"/>
        </w:rPr>
        <w:t xml:space="preserve"> بردن به نماز</w:t>
      </w:r>
      <w:bookmarkEnd w:id="68"/>
      <w:bookmarkEnd w:id="6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عن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عبدالله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قال 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اذا هاله 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فزع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الصلوه ثم تل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هذه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استع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نوا</w:t>
      </w:r>
      <w:r>
        <w:rPr>
          <w:rtl/>
          <w:lang w:bidi="fa-IR"/>
        </w:rPr>
        <w:t xml:space="preserve"> بالصبر الصلوه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ج 5 ص 263)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، به نماز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(و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نماز جبران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کرد)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(از صبر و نماز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را تلاوت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E33B32">
      <w:pPr>
        <w:pStyle w:val="Heading2"/>
        <w:rPr>
          <w:rtl/>
          <w:lang w:bidi="fa-IR"/>
        </w:rPr>
      </w:pPr>
      <w:bookmarkStart w:id="70" w:name="_Toc1902918"/>
      <w:bookmarkStart w:id="71" w:name="_Toc1903145"/>
      <w:r>
        <w:rPr>
          <w:rFonts w:hint="eastAsia"/>
          <w:rtl/>
          <w:lang w:bidi="fa-IR"/>
        </w:rPr>
        <w:t>ارزش</w:t>
      </w:r>
      <w:r>
        <w:rPr>
          <w:rtl/>
          <w:lang w:bidi="fa-IR"/>
        </w:rPr>
        <w:t xml:space="preserve"> نماز جمعه</w:t>
      </w:r>
      <w:bookmarkEnd w:id="70"/>
      <w:bookmarkEnd w:id="7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عن</w:t>
      </w:r>
      <w:r>
        <w:rPr>
          <w:rtl/>
          <w:lang w:bidi="fa-IR"/>
        </w:rPr>
        <w:t xml:space="preserve"> وهب بن جعفر قال 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: لان ادع شهود حضور الاضح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عشر مرات احب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ان ادع شهود حضور الجمعه مره و احده من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عله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(بحار الانوار ج 104 ص 316)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وهب</w:t>
      </w:r>
      <w:r>
        <w:rPr>
          <w:rtl/>
          <w:lang w:bidi="fa-IR"/>
        </w:rPr>
        <w:t xml:space="preserve"> بن جعفر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: اگر ده سال حضور در نماز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قربان را ترک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بهتر است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بدون علت در نماز جمعه حاضر نشوم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E33B32">
      <w:pPr>
        <w:pStyle w:val="Heading2"/>
        <w:rPr>
          <w:rtl/>
          <w:lang w:bidi="fa-IR"/>
        </w:rPr>
      </w:pPr>
      <w:bookmarkStart w:id="72" w:name="_Toc1902919"/>
      <w:bookmarkStart w:id="73" w:name="_Toc1903146"/>
      <w:r>
        <w:rPr>
          <w:rFonts w:hint="eastAsia"/>
          <w:rtl/>
          <w:lang w:bidi="fa-IR"/>
        </w:rPr>
        <w:t>حضور</w:t>
      </w:r>
      <w:r>
        <w:rPr>
          <w:rtl/>
          <w:lang w:bidi="fa-IR"/>
        </w:rPr>
        <w:t xml:space="preserve"> قلب</w:t>
      </w:r>
      <w:bookmarkEnd w:id="72"/>
      <w:bookmarkEnd w:id="7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کان اذا دخل الصلوه کان کاءنه بنا ثابت او عمود قائم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تحرک</w:t>
      </w:r>
      <w:r>
        <w:rPr>
          <w:rtl/>
          <w:lang w:bidi="fa-IR"/>
        </w:rPr>
        <w:t xml:space="preserve"> و کان ربما رکع او سجد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قع</w:t>
      </w:r>
      <w:r>
        <w:rPr>
          <w:rtl/>
          <w:lang w:bidi="fa-IR"/>
        </w:rPr>
        <w:t xml:space="preserve"> الط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طق</w:t>
      </w:r>
      <w:r>
        <w:rPr>
          <w:rtl/>
          <w:lang w:bidi="fa-IR"/>
        </w:rPr>
        <w:t xml:space="preserve"> احد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صلوه رسول الله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الا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طالب</w:t>
      </w:r>
      <w:r>
        <w:rPr>
          <w:rtl/>
          <w:lang w:bidi="fa-IR"/>
        </w:rPr>
        <w:t xml:space="preserve">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(عل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</w:t>
      </w:r>
      <w:r>
        <w:rPr>
          <w:rtl/>
          <w:lang w:bidi="fa-IR"/>
        </w:rPr>
        <w:t xml:space="preserve"> صلوه المصل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)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84 ص 265)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همانا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، همچون بنائ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ثابت و ستون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استوار بود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چگونه</w:t>
      </w:r>
      <w:r>
        <w:rPr>
          <w:rtl/>
          <w:lang w:bidi="fa-IR"/>
        </w:rPr>
        <w:t xml:space="preserve"> تحرک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 . و بسا رکوع و سجودش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بدن مبارکش آنقدر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حرکت بود که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پشت مبارک آن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و 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طاقت نداشت که مانند رسول خدا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نماز بخواند .</w:t>
      </w:r>
    </w:p>
    <w:p w:rsidR="00753A10" w:rsidRDefault="00E33B32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E33B32">
      <w:pPr>
        <w:pStyle w:val="Heading2"/>
        <w:rPr>
          <w:rtl/>
          <w:lang w:bidi="fa-IR"/>
        </w:rPr>
      </w:pPr>
      <w:bookmarkStart w:id="74" w:name="_Toc1902920"/>
      <w:bookmarkStart w:id="75" w:name="_Toc1903147"/>
      <w:r>
        <w:rPr>
          <w:rFonts w:hint="eastAsia"/>
          <w:rtl/>
          <w:lang w:bidi="fa-IR"/>
        </w:rPr>
        <w:t>حافظ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نماز</w:t>
      </w:r>
      <w:bookmarkEnd w:id="74"/>
      <w:bookmarkEnd w:id="7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الله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معشر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لتق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الصلوه و لتؤ تن الزکاه اءو لا بعثن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رجلا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ضرب</w:t>
      </w:r>
      <w:r>
        <w:rPr>
          <w:rtl/>
          <w:lang w:bidi="fa-IR"/>
        </w:rPr>
        <w:t xml:space="preserve"> اعناقکم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اءنا اءو خاصف النعل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(کنز العمال ج 7 ص 326)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اکرم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فرموده است : به خدا قسم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گروه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!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نماز بپا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زکات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مبعوث کنم بر شما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گردن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به خاطر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بزند که آن شخص ، خودم هستم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کفش خود را وصله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(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E33B32">
      <w:pPr>
        <w:pStyle w:val="Heading2"/>
        <w:rPr>
          <w:rtl/>
          <w:lang w:bidi="fa-IR"/>
        </w:rPr>
      </w:pPr>
      <w:bookmarkStart w:id="76" w:name="_Toc1902921"/>
      <w:bookmarkStart w:id="77" w:name="_Toc1903148"/>
      <w:r>
        <w:rPr>
          <w:rFonts w:hint="eastAsia"/>
          <w:rtl/>
          <w:lang w:bidi="fa-IR"/>
        </w:rPr>
        <w:t>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رنگ چهره امام در نماز</w:t>
      </w:r>
      <w:bookmarkEnd w:id="76"/>
      <w:bookmarkEnd w:id="7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الصادق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E33B3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کان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اذا قام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الصلوه فقال : </w:t>
      </w:r>
      <w:r w:rsidR="00E33B32" w:rsidRPr="00E33B32">
        <w:rPr>
          <w:rStyle w:val="libAlaemChar"/>
          <w:rFonts w:hint="cs"/>
          <w:rtl/>
        </w:rPr>
        <w:t>(</w:t>
      </w:r>
      <w:r w:rsidR="00E33B32" w:rsidRPr="00061EB6">
        <w:rPr>
          <w:rStyle w:val="libAieChar"/>
          <w:rFonts w:hint="cs"/>
          <w:rtl/>
        </w:rPr>
        <w:t>إِنِّي وَجَّهْتُ وَجْهِيَ لِلَّذِي فَطَرَ السَّمَاوَاتِ وَالْأَرْضَ حَنِيفًا</w:t>
      </w:r>
      <w:r w:rsidR="00E33B32" w:rsidRPr="00E33B32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</w:t>
      </w:r>
      <w:r w:rsidRPr="00E33B32">
        <w:rPr>
          <w:rStyle w:val="libFootnotenumChar"/>
          <w:rtl/>
        </w:rPr>
        <w:t xml:space="preserve">(7) </w:t>
      </w:r>
      <w:r>
        <w:rPr>
          <w:rtl/>
          <w:lang w:bidi="fa-IR"/>
        </w:rPr>
        <w:t>تغ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لونه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عرف</w:t>
      </w:r>
      <w:r>
        <w:rPr>
          <w:rtl/>
          <w:lang w:bidi="fa-IR"/>
        </w:rPr>
        <w:t xml:space="preserve"> ذلک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وجهه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 ج 5 (س ) 381)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به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: (رو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آورم با تمام وجودم به ک</w:t>
      </w:r>
      <w:r w:rsidR="00E33B32">
        <w:rPr>
          <w:rFonts w:hint="cs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آسمانها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و رنگ مبارک حضرتش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،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حالت و دگرگون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صورت مبارکش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.</w:t>
      </w:r>
    </w:p>
    <w:p w:rsidR="00753A10" w:rsidRDefault="00E33B32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E33B32">
      <w:pPr>
        <w:pStyle w:val="Heading1"/>
        <w:rPr>
          <w:rtl/>
          <w:lang w:bidi="fa-IR"/>
        </w:rPr>
      </w:pPr>
      <w:bookmarkStart w:id="78" w:name="_Toc1902922"/>
      <w:bookmarkStart w:id="79" w:name="_Toc1903149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سوم : آثار و اسرار نماز</w:t>
      </w:r>
      <w:bookmarkEnd w:id="78"/>
      <w:bookmarkEnd w:id="79"/>
    </w:p>
    <w:p w:rsidR="00E33B32" w:rsidRDefault="00E33B32" w:rsidP="00753A10">
      <w:pPr>
        <w:pStyle w:val="libNormal"/>
        <w:rPr>
          <w:rtl/>
          <w:lang w:bidi="fa-IR"/>
        </w:rPr>
      </w:pPr>
    </w:p>
    <w:p w:rsidR="00753A10" w:rsidRDefault="00753A10" w:rsidP="00E33B32">
      <w:pPr>
        <w:pStyle w:val="Heading2"/>
        <w:rPr>
          <w:rtl/>
          <w:lang w:bidi="fa-IR"/>
        </w:rPr>
      </w:pPr>
      <w:bookmarkStart w:id="80" w:name="_Toc1902923"/>
      <w:bookmarkStart w:id="81" w:name="_Toc1903150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تقرب به خدا</w:t>
      </w:r>
      <w:bookmarkEnd w:id="80"/>
      <w:bookmarkEnd w:id="8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(اءلصلوه قربان کل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حکمت 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تقرب و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شدن انسان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زگار</w:t>
      </w:r>
      <w:r>
        <w:rPr>
          <w:rtl/>
          <w:lang w:bidi="fa-IR"/>
        </w:rPr>
        <w:t xml:space="preserve"> به خداست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E33B32">
      <w:pPr>
        <w:pStyle w:val="Heading2"/>
        <w:rPr>
          <w:rtl/>
          <w:lang w:bidi="fa-IR"/>
        </w:rPr>
      </w:pPr>
      <w:bookmarkStart w:id="82" w:name="_Toc1902924"/>
      <w:bookmarkStart w:id="83" w:name="_Toc1903151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و حسادت 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bookmarkEnd w:id="82"/>
      <w:bookmarkEnd w:id="8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</w:t>
      </w:r>
      <w:r>
        <w:rPr>
          <w:rtl/>
          <w:lang w:bidi="fa-IR"/>
        </w:rPr>
        <w:t xml:space="preserve"> قام الرجل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الصلوه اءقبل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نظر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حسدا لما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رحمه الله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تغشاه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82 ص 207)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ستد</w:t>
      </w:r>
      <w:r>
        <w:rPr>
          <w:rtl/>
          <w:lang w:bidi="fa-IR"/>
        </w:rPr>
        <w:t xml:space="preserve"> 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حسادت به او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رحمت خدا او را فرا گرفته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E33B32">
      <w:pPr>
        <w:pStyle w:val="Heading2"/>
        <w:rPr>
          <w:rtl/>
          <w:lang w:bidi="fa-IR"/>
        </w:rPr>
      </w:pPr>
      <w:bookmarkStart w:id="84" w:name="_Toc1902925"/>
      <w:bookmarkStart w:id="85" w:name="_Toc1903152"/>
      <w:r>
        <w:rPr>
          <w:rFonts w:hint="eastAsia"/>
          <w:rtl/>
          <w:lang w:bidi="fa-IR"/>
        </w:rPr>
        <w:t>برکات</w:t>
      </w:r>
      <w:r>
        <w:rPr>
          <w:rtl/>
          <w:lang w:bidi="fa-IR"/>
        </w:rPr>
        <w:t xml:space="preserve"> نماز</w:t>
      </w:r>
      <w:bookmarkEnd w:id="84"/>
      <w:bookmarkEnd w:id="8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الانسان اذا کان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الصلوه فان جسده و 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ابه</w:t>
      </w:r>
      <w:r>
        <w:rPr>
          <w:rtl/>
          <w:lang w:bidi="fa-IR"/>
        </w:rPr>
        <w:t xml:space="preserve"> و کل 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حوله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سبح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82 ص 213)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انسان در حال نماز است ، اندام و لباسش و هر 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اوست ، خدا را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E33B32">
      <w:pPr>
        <w:pStyle w:val="Heading2"/>
        <w:rPr>
          <w:rtl/>
          <w:lang w:bidi="fa-IR"/>
        </w:rPr>
      </w:pPr>
      <w:bookmarkStart w:id="86" w:name="_Toc1902926"/>
      <w:bookmarkStart w:id="87" w:name="_Toc1903153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دژ محکم در مقابل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bookmarkEnd w:id="86"/>
      <w:bookmarkEnd w:id="8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الصلوه</w:t>
      </w:r>
      <w:r>
        <w:rPr>
          <w:rtl/>
          <w:lang w:bidi="fa-IR"/>
        </w:rPr>
        <w:t xml:space="preserve"> حصن من سطوات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(غرر الحکم ص 56)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نماز</w:t>
      </w:r>
      <w:r>
        <w:rPr>
          <w:rtl/>
          <w:lang w:bidi="fa-IR"/>
        </w:rPr>
        <w:t xml:space="preserve"> قلعه و دژ محکم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نمازگزار را از حملات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E33B32">
      <w:pPr>
        <w:pStyle w:val="Heading2"/>
        <w:rPr>
          <w:rtl/>
          <w:lang w:bidi="fa-IR"/>
        </w:rPr>
      </w:pPr>
      <w:bookmarkStart w:id="88" w:name="_Toc1902927"/>
      <w:bookmarkStart w:id="89" w:name="_Toc1903154"/>
      <w:r>
        <w:rPr>
          <w:rFonts w:hint="eastAsia"/>
          <w:rtl/>
          <w:lang w:bidi="fa-IR"/>
        </w:rPr>
        <w:t>گناه</w:t>
      </w:r>
      <w:r>
        <w:rPr>
          <w:rtl/>
          <w:lang w:bidi="fa-IR"/>
        </w:rPr>
        <w:t xml:space="preserve"> زدائ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</w:t>
      </w:r>
      <w:bookmarkEnd w:id="88"/>
      <w:bookmarkEnd w:id="8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انهالتحت</w:t>
      </w:r>
      <w:r>
        <w:rPr>
          <w:rtl/>
          <w:lang w:bidi="fa-IR"/>
        </w:rPr>
        <w:t xml:space="preserve"> الذنوب حت الورق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خطبه 190)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گناهان را مانند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برگ درختان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E33B32">
      <w:pPr>
        <w:pStyle w:val="Heading2"/>
        <w:rPr>
          <w:rtl/>
          <w:lang w:bidi="fa-IR"/>
        </w:rPr>
      </w:pPr>
      <w:bookmarkStart w:id="90" w:name="_Toc1902928"/>
      <w:bookmarkStart w:id="91" w:name="_Toc1903155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و رحمت اله</w:t>
      </w:r>
      <w:r>
        <w:rPr>
          <w:rFonts w:hint="cs"/>
          <w:rtl/>
          <w:lang w:bidi="fa-IR"/>
        </w:rPr>
        <w:t>ی</w:t>
      </w:r>
      <w:bookmarkEnd w:id="90"/>
      <w:bookmarkEnd w:id="9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</w:t>
      </w:r>
      <w:r>
        <w:rPr>
          <w:rtl/>
          <w:lang w:bidi="fa-IR"/>
        </w:rPr>
        <w:t xml:space="preserve"> المصل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غشاه</w:t>
      </w:r>
      <w:r>
        <w:rPr>
          <w:rtl/>
          <w:lang w:bidi="fa-IR"/>
        </w:rPr>
        <w:t xml:space="preserve"> من الرحمه لما رفع راءسه من السجود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(غرر الحکم ص 261)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نمازگزار بداند که چقدر از رحمت (خداوند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او را فرا گرفته است ، سرش را از سجده بر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E33B32">
      <w:pPr>
        <w:pStyle w:val="Heading2"/>
        <w:rPr>
          <w:rtl/>
          <w:lang w:bidi="fa-IR"/>
        </w:rPr>
      </w:pPr>
      <w:bookmarkStart w:id="92" w:name="_Toc1902929"/>
      <w:bookmarkStart w:id="93" w:name="_Toc1903156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نزول رحمت</w:t>
      </w:r>
      <w:bookmarkEnd w:id="92"/>
      <w:bookmarkEnd w:id="9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(اءلصلوه تنز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الرحمه . 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(غرر الحکم ص 52)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رحمت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نازل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E33B32">
      <w:pPr>
        <w:pStyle w:val="Heading2"/>
        <w:rPr>
          <w:rtl/>
          <w:lang w:bidi="fa-IR"/>
        </w:rPr>
      </w:pPr>
      <w:bookmarkStart w:id="94" w:name="_Toc1902930"/>
      <w:bookmarkStart w:id="95" w:name="_Toc1903157"/>
      <w:r>
        <w:rPr>
          <w:rFonts w:hint="eastAsia"/>
          <w:rtl/>
          <w:lang w:bidi="fa-IR"/>
        </w:rPr>
        <w:t>اعمال</w:t>
      </w:r>
      <w:r>
        <w:rPr>
          <w:rtl/>
          <w:lang w:bidi="fa-IR"/>
        </w:rPr>
        <w:t xml:space="preserve"> تابع نماز</w:t>
      </w:r>
      <w:bookmarkEnd w:id="94"/>
      <w:bookmarkEnd w:id="9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اعلم ان کل 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من عملک تبع لصلوتک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نامه 27)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بدان که هر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اعمال تو تابع نمازت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.</w:t>
      </w:r>
    </w:p>
    <w:p w:rsidR="00753A10" w:rsidRDefault="00E33B32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E33B32">
      <w:pPr>
        <w:pStyle w:val="Heading2"/>
        <w:rPr>
          <w:rtl/>
          <w:lang w:bidi="fa-IR"/>
        </w:rPr>
      </w:pPr>
      <w:bookmarkStart w:id="96" w:name="_Toc1902931"/>
      <w:bookmarkStart w:id="97" w:name="_Toc1903158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مانع عذاب</w:t>
      </w:r>
      <w:bookmarkEnd w:id="96"/>
      <w:bookmarkEnd w:id="9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الله - عزوجل -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بعذاب اءهل الارض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منهم اءحدا اذا عملوا بالمعاص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اجترحوا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ئات</w:t>
      </w:r>
      <w:r>
        <w:rPr>
          <w:rtl/>
          <w:lang w:bidi="fa-IR"/>
        </w:rPr>
        <w:t xml:space="preserve"> ؛ فاذا نظر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ناقل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اءقدامهم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الصلوه و الولدان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تعلمون</w:t>
      </w:r>
      <w:r>
        <w:rPr>
          <w:rtl/>
          <w:lang w:bidi="fa-IR"/>
        </w:rPr>
        <w:t xml:space="preserve"> القران ، رحمهم فاخر ذلک عنهم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(ثواب الاعمال ص 66)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اهل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چون به 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تبهکار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مبتلا شوند . خداوند (عزوجل ) اراده کند که همه آنها را بدون استثناء عذاب کند . اما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سالخوردگان نظر کند که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گام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و کودکان که مشغول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قرآنند ، عفو و رحمت خود را بر آنان نثار کند و عذاب آنه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تاءخ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اندازد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E33B32">
      <w:pPr>
        <w:pStyle w:val="Heading2"/>
        <w:rPr>
          <w:rtl/>
          <w:lang w:bidi="fa-IR"/>
        </w:rPr>
      </w:pPr>
      <w:bookmarkStart w:id="98" w:name="_Toc1902932"/>
      <w:bookmarkStart w:id="99" w:name="_Toc1903159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دور کننده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bookmarkEnd w:id="98"/>
      <w:bookmarkEnd w:id="9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اءلصلوه</w:t>
      </w:r>
      <w:r>
        <w:rPr>
          <w:rtl/>
          <w:lang w:bidi="fa-IR"/>
        </w:rPr>
        <w:t xml:space="preserve"> حصن الرحمن و مدحره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(غرر الحکم ج 2 ص 166)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قلعه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و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 کردن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E33B32">
      <w:pPr>
        <w:pStyle w:val="Heading2"/>
        <w:rPr>
          <w:rtl/>
          <w:lang w:bidi="fa-IR"/>
        </w:rPr>
      </w:pPr>
      <w:bookmarkStart w:id="100" w:name="_Toc1902933"/>
      <w:bookmarkStart w:id="101" w:name="_Toc1903160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کفاره گناهان</w:t>
      </w:r>
      <w:bookmarkEnd w:id="100"/>
      <w:bookmarkEnd w:id="10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اءلصلوات</w:t>
      </w:r>
      <w:r>
        <w:rPr>
          <w:rtl/>
          <w:lang w:bidi="fa-IR"/>
        </w:rPr>
        <w:t xml:space="preserve"> الخمس کفاره لما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نهن</w:t>
      </w:r>
      <w:r>
        <w:rPr>
          <w:rtl/>
          <w:lang w:bidi="fa-IR"/>
        </w:rPr>
        <w:t xml:space="preserve"> ما اجتنب من الکبائر و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قول الله - عزوجل - ان الحسنات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ذهبن</w:t>
      </w:r>
      <w:r>
        <w:rPr>
          <w:rtl/>
          <w:lang w:bidi="fa-IR"/>
        </w:rPr>
        <w:t xml:space="preserve">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ئات</w:t>
      </w:r>
      <w:r>
        <w:rPr>
          <w:rtl/>
          <w:lang w:bidi="fa-IR"/>
        </w:rPr>
        <w:t xml:space="preserve"> . </w:t>
      </w:r>
      <w:r w:rsidRPr="00E33B32">
        <w:rPr>
          <w:rStyle w:val="libFootnotenumChar"/>
          <w:rtl/>
        </w:rPr>
        <w:t>(8)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82 ص 237)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پنجگانه کفاره گناهان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(مسلمانان ) انجام گرفته است . به شرط آن که از گناهان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اجتناب شده باشد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گفتار خداوند بزرگ : (ن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،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. 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E33B32">
      <w:pPr>
        <w:pStyle w:val="Heading2"/>
        <w:rPr>
          <w:rtl/>
          <w:lang w:bidi="fa-IR"/>
        </w:rPr>
      </w:pPr>
      <w:bookmarkStart w:id="102" w:name="_Toc1902934"/>
      <w:bookmarkStart w:id="103" w:name="_Toc1903161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تقرب</w:t>
      </w:r>
      <w:bookmarkEnd w:id="102"/>
      <w:bookmarkEnd w:id="10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تقرب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سبحانه بالسجود و الرکوع و الخضوع لعظمته و الخشوع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(غرر الحکم ص 356)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سجده و رکوع و خضوع و خشوع در برابر عظمت خدا به او تقرب 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E33B32">
      <w:pPr>
        <w:pStyle w:val="Heading2"/>
        <w:rPr>
          <w:rtl/>
          <w:lang w:bidi="fa-IR"/>
        </w:rPr>
      </w:pPr>
      <w:bookmarkStart w:id="104" w:name="_Toc1902935"/>
      <w:bookmarkStart w:id="105" w:name="_Toc1903162"/>
      <w:r>
        <w:rPr>
          <w:rFonts w:hint="eastAsia"/>
          <w:rtl/>
          <w:lang w:bidi="fa-IR"/>
        </w:rPr>
        <w:t>کبرزدائ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</w:t>
      </w:r>
      <w:bookmarkEnd w:id="104"/>
      <w:bookmarkEnd w:id="10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فرض</w:t>
      </w:r>
      <w:r>
        <w:rPr>
          <w:rtl/>
          <w:lang w:bidi="fa-IR"/>
        </w:rPr>
        <w:t xml:space="preserve"> الله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تطه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من الشرک و الصلوه تنز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عن الکبر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حکمت 291)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پس از آن مهلت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 xml:space="preserve"> تا دو رکعت نماز گزارم و از خدا اصلاح آن گناه را بخواهم ، مرا غمگ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نساخته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E33B32">
      <w:pPr>
        <w:pStyle w:val="Heading2"/>
        <w:rPr>
          <w:rtl/>
          <w:lang w:bidi="fa-IR"/>
        </w:rPr>
      </w:pPr>
      <w:bookmarkStart w:id="106" w:name="_Toc1902936"/>
      <w:bookmarkStart w:id="107" w:name="_Toc1903163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پاک کننده از آلودگ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bookmarkEnd w:id="106"/>
      <w:bookmarkEnd w:id="10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شبه</w:t>
      </w:r>
      <w:r w:rsidR="00E33B3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ها رسول الله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بالحمه تکون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باب الرجل فهو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غتسل</w:t>
      </w:r>
      <w:r>
        <w:rPr>
          <w:rtl/>
          <w:lang w:bidi="fa-IR"/>
        </w:rPr>
        <w:t xml:space="preserve"> منها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و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خمس مرات فما عس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اءن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الدرن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خطبه 199)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نماز را به چشمه آب 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در خانه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شبانه روز پنج بار خود را در آن شستشو دهد ، تشب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کرده است . بدون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چرک و آلودگ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بدن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ماند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E33B32">
      <w:pPr>
        <w:pStyle w:val="Heading2"/>
        <w:rPr>
          <w:rtl/>
          <w:lang w:bidi="fa-IR"/>
        </w:rPr>
      </w:pPr>
      <w:bookmarkStart w:id="108" w:name="_Toc1902937"/>
      <w:bookmarkStart w:id="109" w:name="_Toc1903164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موجب بخشش گناهان</w:t>
      </w:r>
      <w:bookmarkEnd w:id="108"/>
      <w:bookmarkEnd w:id="10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اءهمن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ذنب اءمهلت بعده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اءصل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رکعت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اءسال الله العاف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حکمت 291)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پس از آن مهلت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 xml:space="preserve"> تا دو رکعت نمازگزارم و از خدا اصلاح آن گناه را بخواهم ، مرا غمگ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نساخته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E33B32">
      <w:pPr>
        <w:pStyle w:val="Heading2"/>
        <w:rPr>
          <w:rtl/>
          <w:lang w:bidi="fa-IR"/>
        </w:rPr>
      </w:pPr>
      <w:bookmarkStart w:id="110" w:name="_Toc1902938"/>
      <w:bookmarkStart w:id="111" w:name="_Toc1903165"/>
      <w:r>
        <w:rPr>
          <w:rFonts w:hint="eastAsia"/>
          <w:rtl/>
          <w:lang w:bidi="fa-IR"/>
        </w:rPr>
        <w:t>زکات</w:t>
      </w:r>
      <w:r>
        <w:rPr>
          <w:rtl/>
          <w:lang w:bidi="fa-IR"/>
        </w:rPr>
        <w:t xml:space="preserve"> با نماز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تقرب</w:t>
      </w:r>
      <w:bookmarkEnd w:id="110"/>
      <w:bookmarkEnd w:id="11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الزکاه جعلت مع الصلوه قربانا لاهل الاسلام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خطبه 199)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همانا</w:t>
      </w:r>
      <w:r>
        <w:rPr>
          <w:rtl/>
          <w:lang w:bidi="fa-IR"/>
        </w:rPr>
        <w:t xml:space="preserve"> زکات همراه نماز ،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تقرب مسلمانان به خداوند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E33B32">
      <w:pPr>
        <w:pStyle w:val="Heading2"/>
        <w:rPr>
          <w:rtl/>
          <w:lang w:bidi="fa-IR"/>
        </w:rPr>
      </w:pPr>
      <w:bookmarkStart w:id="112" w:name="_Toc1902939"/>
      <w:bookmarkStart w:id="113" w:name="_Toc1903166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پاسدار انسان</w:t>
      </w:r>
      <w:bookmarkEnd w:id="112"/>
      <w:bookmarkEnd w:id="11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عن ذلک ما حرس الله عباده المؤ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الصلوات و الزکات و مجاهده الص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المفروضات ، تسک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لاطرافهم و تخش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</w:t>
      </w:r>
      <w:r>
        <w:rPr>
          <w:rtl/>
          <w:lang w:bidi="fa-IR"/>
        </w:rPr>
        <w:t xml:space="preserve"> لابصارهم و تذل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لنفوسهم و تخف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ضا</w:t>
      </w:r>
      <w:r>
        <w:rPr>
          <w:rtl/>
          <w:lang w:bidi="fa-IR"/>
        </w:rPr>
        <w:t xml:space="preserve"> لقلوبهم و اذها با للخ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لاء</w:t>
      </w:r>
      <w:r>
        <w:rPr>
          <w:rtl/>
          <w:lang w:bidi="fa-IR"/>
        </w:rPr>
        <w:t xml:space="preserve"> عنهم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خطبه 192)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خداوند متعال بندگان مؤ من خود را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نمازها و زکاتها و مجاهده در گرفتن روزه واجب ، حفظ و حراست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؛ (چرا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اعمال موجب ) آرامش اندامشان و خشوع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دگانشان</w:t>
      </w:r>
      <w:r>
        <w:rPr>
          <w:rtl/>
          <w:lang w:bidi="fa-IR"/>
        </w:rPr>
        <w:t xml:space="preserve"> و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و خضوع دلها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،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باعث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بردن کبر و غرور از وجود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</w:t>
      </w:r>
    </w:p>
    <w:p w:rsidR="00753A10" w:rsidRDefault="00E33B32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E33B32">
      <w:pPr>
        <w:pStyle w:val="Heading2"/>
        <w:rPr>
          <w:rtl/>
          <w:lang w:bidi="fa-IR"/>
        </w:rPr>
      </w:pPr>
      <w:bookmarkStart w:id="114" w:name="_Toc1902940"/>
      <w:bookmarkStart w:id="115" w:name="_Toc1903167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نشانه تواضع</w:t>
      </w:r>
      <w:bookmarkEnd w:id="114"/>
      <w:bookmarkEnd w:id="11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. . . لماف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من تعف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عتاق الوجوه بالتراب تواضعا و التصاق کرائم الجوار ح بالارض تصاغرا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خطبه 234)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(بندگان مؤ من )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 ، به نشان تواضع ، گونه ها را به خاک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اظهار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خاکسار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خود را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گذارند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E33B32">
      <w:pPr>
        <w:pStyle w:val="Heading2"/>
        <w:rPr>
          <w:rtl/>
          <w:lang w:bidi="fa-IR"/>
        </w:rPr>
      </w:pPr>
      <w:bookmarkStart w:id="116" w:name="_Toc1902941"/>
      <w:bookmarkStart w:id="117" w:name="_Toc1903168"/>
      <w:r>
        <w:rPr>
          <w:rFonts w:hint="eastAsia"/>
          <w:rtl/>
          <w:lang w:bidi="fa-IR"/>
        </w:rPr>
        <w:t>تاءث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قنوت و سجده طولان</w:t>
      </w:r>
      <w:r>
        <w:rPr>
          <w:rFonts w:hint="cs"/>
          <w:rtl/>
          <w:lang w:bidi="fa-IR"/>
        </w:rPr>
        <w:t>ی</w:t>
      </w:r>
      <w:bookmarkEnd w:id="116"/>
      <w:bookmarkEnd w:id="11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طول</w:t>
      </w:r>
      <w:r>
        <w:rPr>
          <w:rtl/>
          <w:lang w:bidi="fa-IR"/>
        </w:rPr>
        <w:t xml:space="preserve"> القنوت و السجود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عذاب النار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(تصن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غرر الحکم ص 175)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 قنوت و سجده ها در نماز ، نمازگزاران را از عذاب آتش نجات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E33B32">
      <w:pPr>
        <w:pStyle w:val="Heading2"/>
        <w:rPr>
          <w:rtl/>
          <w:lang w:bidi="fa-IR"/>
        </w:rPr>
      </w:pPr>
      <w:bookmarkStart w:id="118" w:name="_Toc1902942"/>
      <w:bookmarkStart w:id="119" w:name="_Toc1903169"/>
      <w:r>
        <w:rPr>
          <w:rFonts w:hint="eastAsia"/>
          <w:rtl/>
          <w:lang w:bidi="fa-IR"/>
        </w:rPr>
        <w:t>قدر</w:t>
      </w:r>
      <w:r>
        <w:rPr>
          <w:rtl/>
          <w:lang w:bidi="fa-IR"/>
        </w:rPr>
        <w:t xml:space="preserve"> شناسان نماز</w:t>
      </w:r>
      <w:bookmarkEnd w:id="118"/>
      <w:bookmarkEnd w:id="11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قد عرف حقها رجال من المؤ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لا تشغلهم عنها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متاع و لا قره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ولدو لامال 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الله سبحانه : رجال لا تله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تجاره و لاب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عن ذکر الله و اقام الصوه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تاء</w:t>
      </w:r>
      <w:r>
        <w:rPr>
          <w:rtl/>
          <w:lang w:bidi="fa-IR"/>
        </w:rPr>
        <w:t xml:space="preserve"> الزکوه . </w:t>
      </w:r>
      <w:r w:rsidRPr="00E33B32">
        <w:rPr>
          <w:rStyle w:val="libFootnotenumChar"/>
          <w:rtl/>
        </w:rPr>
        <w:t>(9)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خطبه 190)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5B444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قدر</w:t>
      </w:r>
      <w:r>
        <w:rPr>
          <w:rtl/>
          <w:lang w:bidi="fa-IR"/>
        </w:rPr>
        <w:t xml:space="preserve"> و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نماز را مردان از مؤ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کالا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فرزند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نور چشم انسان است و مال و دارا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، آنها را به خود مشغول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، چنانکه خداوند سبحان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(مردان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تجارت و داد و ستد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، آنها را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خدا و اقامه نماز و پرد</w:t>
      </w:r>
      <w:r>
        <w:rPr>
          <w:rFonts w:hint="eastAsia"/>
          <w:rtl/>
          <w:lang w:bidi="fa-IR"/>
        </w:rPr>
        <w:t>اخت</w:t>
      </w:r>
      <w:r>
        <w:rPr>
          <w:rtl/>
          <w:lang w:bidi="fa-IR"/>
        </w:rPr>
        <w:t xml:space="preserve"> زکات باز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. )</w:t>
      </w:r>
    </w:p>
    <w:p w:rsidR="00753A10" w:rsidRDefault="005B4448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5B4448">
      <w:pPr>
        <w:pStyle w:val="Heading2"/>
        <w:rPr>
          <w:rtl/>
          <w:lang w:bidi="fa-IR"/>
        </w:rPr>
      </w:pPr>
      <w:bookmarkStart w:id="120" w:name="_Toc1902943"/>
      <w:bookmarkStart w:id="121" w:name="_Toc1903170"/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(الله اکبر)</w:t>
      </w:r>
      <w:bookmarkEnd w:id="120"/>
      <w:bookmarkEnd w:id="12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الوجه الاخر (الله اکبر)ف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؛ کاءنه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(اء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المؤ ذن ) : الله اءجل من اءن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درک</w:t>
      </w:r>
      <w:r>
        <w:rPr>
          <w:rtl/>
          <w:lang w:bidi="fa-IR"/>
        </w:rPr>
        <w:t xml:space="preserve"> الواصفون قدر صفته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 موصوف به انما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صفه</w:t>
      </w:r>
      <w:r>
        <w:rPr>
          <w:rtl/>
          <w:lang w:bidi="fa-IR"/>
        </w:rPr>
        <w:t xml:space="preserve"> الواصفون صفته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 موصوف به انما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صفه</w:t>
      </w:r>
      <w:r>
        <w:rPr>
          <w:rtl/>
          <w:lang w:bidi="fa-IR"/>
        </w:rPr>
        <w:t xml:space="preserve"> الواصفون صفته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قدرهم لا قدر عظمته و جلاله .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عن اءن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درک</w:t>
      </w:r>
      <w:r>
        <w:rPr>
          <w:rtl/>
          <w:lang w:bidi="fa-IR"/>
        </w:rPr>
        <w:t xml:space="preserve"> الواصفون صفته علوا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84 ص 131)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5B444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وجه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(الله اکبر)ا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او 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،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مؤ ذن (هنگام گفتن الله اکبر)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خدا والاتر از آن است که وصف کنندگان ، صفت او را (آنچنانکه هست ) ادراک کنند . (بلکه )</w:t>
      </w:r>
      <w:r w:rsidR="005B444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آنان</w:t>
      </w:r>
      <w:r>
        <w:rPr>
          <w:rtl/>
          <w:lang w:bidi="fa-IR"/>
        </w:rPr>
        <w:t xml:space="preserve"> به قدر ادراک خود او را وصف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نه به قدر عظمت و جلال او . خداوند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برتر از آن است که وصف کنندگان ،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او را (آنگونه که هست )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ابند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5B4448">
      <w:pPr>
        <w:pStyle w:val="Heading2"/>
        <w:rPr>
          <w:rtl/>
          <w:lang w:bidi="fa-IR"/>
        </w:rPr>
      </w:pPr>
      <w:bookmarkStart w:id="122" w:name="_Toc1902944"/>
      <w:bookmarkStart w:id="123" w:name="_Toc1903171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عامل رهائ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</w:t>
      </w:r>
      <w:bookmarkEnd w:id="122"/>
      <w:bookmarkEnd w:id="12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انهالتحت الذنوب حت الورق و تطلقها اطلاق الربق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خطبه 190)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نماز گناهان را مانند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برگ درختان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مانند رهائ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از بند ، انسان را آزاد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5B4448">
      <w:pPr>
        <w:pStyle w:val="Heading2"/>
        <w:rPr>
          <w:rtl/>
          <w:lang w:bidi="fa-IR"/>
        </w:rPr>
      </w:pPr>
      <w:bookmarkStart w:id="124" w:name="_Toc1902945"/>
      <w:bookmarkStart w:id="125" w:name="_Toc1903172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و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bookmarkEnd w:id="124"/>
      <w:bookmarkEnd w:id="12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اءلجمع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الصلات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الرزق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البحار ج 2 ص 43)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جمع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نماز ، موجب افزودن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5B4448">
      <w:pPr>
        <w:pStyle w:val="Heading2"/>
        <w:rPr>
          <w:rtl/>
          <w:lang w:bidi="fa-IR"/>
        </w:rPr>
      </w:pPr>
      <w:bookmarkStart w:id="126" w:name="_Toc1902946"/>
      <w:bookmarkStart w:id="127" w:name="_Toc1903173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آمرزش اله</w:t>
      </w:r>
      <w:r>
        <w:rPr>
          <w:rFonts w:hint="cs"/>
          <w:rtl/>
          <w:lang w:bidi="fa-IR"/>
        </w:rPr>
        <w:t>ی</w:t>
      </w:r>
      <w:bookmarkEnd w:id="126"/>
      <w:bookmarkEnd w:id="12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الصلوه عارفا بحقها غفرله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79 ص 207)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5B444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نماز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، درحال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حق آن را بشناسد ، آمرز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است </w:t>
      </w:r>
    </w:p>
    <w:p w:rsidR="00753A10" w:rsidRDefault="00753A10" w:rsidP="005B4448">
      <w:pPr>
        <w:pStyle w:val="Heading2"/>
        <w:rPr>
          <w:rtl/>
          <w:lang w:bidi="fa-IR"/>
        </w:rPr>
      </w:pPr>
      <w:bookmarkStart w:id="128" w:name="_Toc1902947"/>
      <w:bookmarkStart w:id="129" w:name="_Toc1903174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bookmarkEnd w:id="128"/>
      <w:bookmarkEnd w:id="12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( اءن رسول الله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قال :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هائبا المومن ما حفظ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الصلوات الخمس فاذا الخمس فاذا 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عهن</w:t>
      </w:r>
      <w:r>
        <w:rPr>
          <w:rtl/>
          <w:lang w:bidi="fa-IR"/>
        </w:rPr>
        <w:t xml:space="preserve"> تجرا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فالقاه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العظائم . ) (دعائم الاسلام ج 1 ص 133)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فرمود : تا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شخص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، محافظت بر 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پنجگانه کند 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از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مناک</w:t>
      </w:r>
      <w:r>
        <w:rPr>
          <w:rtl/>
          <w:lang w:bidi="fa-IR"/>
        </w:rPr>
        <w:t xml:space="preserve"> و هراسناک است ، و چون 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پنجگانه را تباه کند 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بر او جراءت ورزد و او را در گناهان بزرگ در اندازد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5B4448">
      <w:pPr>
        <w:pStyle w:val="Heading2"/>
        <w:rPr>
          <w:rtl/>
          <w:lang w:bidi="fa-IR"/>
        </w:rPr>
      </w:pPr>
      <w:bookmarkStart w:id="130" w:name="_Toc1902948"/>
      <w:bookmarkStart w:id="131" w:name="_Toc1903175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صابون خطاها</w:t>
      </w:r>
      <w:bookmarkEnd w:id="130"/>
      <w:bookmarkEnd w:id="13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اءلصلوه</w:t>
      </w:r>
      <w:r>
        <w:rPr>
          <w:rtl/>
          <w:lang w:bidi="fa-IR"/>
        </w:rPr>
        <w:t xml:space="preserve"> صابون الخطا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(شرح نهج البلاغه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 20 ص 313)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5B4448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صابون (پاک کننده ) خطاهاست .</w:t>
      </w:r>
    </w:p>
    <w:p w:rsidR="00753A10" w:rsidRDefault="005B4448" w:rsidP="005B444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5B4448">
      <w:pPr>
        <w:pStyle w:val="Heading1"/>
        <w:rPr>
          <w:rtl/>
          <w:lang w:bidi="fa-IR"/>
        </w:rPr>
      </w:pPr>
      <w:bookmarkStart w:id="132" w:name="_Toc1902949"/>
      <w:bookmarkStart w:id="133" w:name="_Toc1903176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چهارم :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از نماز</w:t>
      </w:r>
      <w:bookmarkEnd w:id="132"/>
      <w:bookmarkEnd w:id="133"/>
    </w:p>
    <w:p w:rsidR="005B4448" w:rsidRDefault="005B4448" w:rsidP="00753A10">
      <w:pPr>
        <w:pStyle w:val="libNormal"/>
        <w:rPr>
          <w:rtl/>
          <w:lang w:bidi="fa-IR"/>
        </w:rPr>
      </w:pPr>
    </w:p>
    <w:p w:rsidR="00753A10" w:rsidRDefault="00753A10" w:rsidP="005B4448">
      <w:pPr>
        <w:pStyle w:val="Heading2"/>
        <w:rPr>
          <w:rtl/>
          <w:lang w:bidi="fa-IR"/>
        </w:rPr>
      </w:pPr>
      <w:bookmarkStart w:id="134" w:name="_Toc1902950"/>
      <w:bookmarkStart w:id="135" w:name="_Toc1903177"/>
      <w:r>
        <w:rPr>
          <w:rFonts w:hint="eastAsia"/>
          <w:rtl/>
          <w:lang w:bidi="fa-IR"/>
        </w:rPr>
        <w:t>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از نماز</w:t>
      </w:r>
      <w:bookmarkEnd w:id="134"/>
      <w:bookmarkEnd w:id="13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اءخذ</w:t>
      </w:r>
      <w:r>
        <w:rPr>
          <w:rtl/>
          <w:lang w:bidi="fa-IR"/>
        </w:rPr>
        <w:t xml:space="preserve"> اهبه الصلوه قبل وقتها فما و قرها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(شرح نهج البلاغه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 20 ص 239)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قبل از نماز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اقامه نماز آماده نکند ، به نماز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احترام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5B4448">
      <w:pPr>
        <w:pStyle w:val="Heading2"/>
        <w:rPr>
          <w:rtl/>
          <w:lang w:bidi="fa-IR"/>
        </w:rPr>
      </w:pPr>
      <w:bookmarkStart w:id="136" w:name="_Toc1902951"/>
      <w:bookmarkStart w:id="137" w:name="_Toc1903178"/>
      <w:r>
        <w:rPr>
          <w:rFonts w:hint="eastAsia"/>
          <w:rtl/>
          <w:lang w:bidi="fa-IR"/>
        </w:rPr>
        <w:t>قبله</w:t>
      </w:r>
      <w:bookmarkEnd w:id="136"/>
      <w:bookmarkEnd w:id="13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فرض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حج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الحرام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جعله قبله للانام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خطبه 50)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(خداوند) حج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الحرام خود را به شما واجب کرد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را قبله مردم قرار داد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5B4448">
      <w:pPr>
        <w:pStyle w:val="Heading2"/>
        <w:rPr>
          <w:rtl/>
          <w:lang w:bidi="fa-IR"/>
        </w:rPr>
      </w:pPr>
      <w:bookmarkStart w:id="138" w:name="_Toc1902952"/>
      <w:bookmarkStart w:id="139" w:name="_Toc1903179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با لباس 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bookmarkEnd w:id="138"/>
      <w:bookmarkEnd w:id="13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اءلنظ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من الث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ذهب</w:t>
      </w:r>
      <w:r>
        <w:rPr>
          <w:rtl/>
          <w:lang w:bidi="fa-IR"/>
        </w:rPr>
        <w:t xml:space="preserve"> الهم و الحزن و هو طهور الصلوه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ج 3 ص 346)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لباس</w:t>
      </w:r>
      <w:r>
        <w:rPr>
          <w:rtl/>
          <w:lang w:bidi="fa-IR"/>
        </w:rPr>
        <w:t xml:space="preserve"> 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غم و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برطرف کرده و آن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حد اعلا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لباس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5B4448">
      <w:pPr>
        <w:pStyle w:val="Heading2"/>
        <w:rPr>
          <w:rtl/>
          <w:lang w:bidi="fa-IR"/>
        </w:rPr>
      </w:pPr>
      <w:bookmarkStart w:id="140" w:name="_Toc1902953"/>
      <w:bookmarkStart w:id="141" w:name="_Toc1903180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زن</w:t>
      </w:r>
      <w:bookmarkEnd w:id="140"/>
      <w:bookmarkEnd w:id="14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(لا تصل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المراءه عطلا . 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ج 3 ص 325)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5B4448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زن ، بدون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نماز بخواند .</w:t>
      </w:r>
    </w:p>
    <w:p w:rsidR="00753A10" w:rsidRDefault="005B4448" w:rsidP="005B444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5B4448">
      <w:pPr>
        <w:pStyle w:val="Heading2"/>
        <w:rPr>
          <w:rtl/>
          <w:lang w:bidi="fa-IR"/>
        </w:rPr>
      </w:pPr>
      <w:bookmarkStart w:id="142" w:name="_Toc1902954"/>
      <w:bookmarkStart w:id="143" w:name="_Toc1903181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خواندن با آگاه</w:t>
      </w:r>
      <w:r>
        <w:rPr>
          <w:rFonts w:hint="cs"/>
          <w:rtl/>
          <w:lang w:bidi="fa-IR"/>
        </w:rPr>
        <w:t>ی</w:t>
      </w:r>
      <w:bookmarkEnd w:id="142"/>
      <w:bookmarkEnd w:id="14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من صلوه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حکمت 93)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با علم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بهتر از نماز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است با حالت شک و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5B4448">
      <w:pPr>
        <w:pStyle w:val="Heading2"/>
        <w:rPr>
          <w:rtl/>
          <w:lang w:bidi="fa-IR"/>
        </w:rPr>
      </w:pPr>
      <w:bookmarkStart w:id="144" w:name="_Toc1902955"/>
      <w:bookmarkStart w:id="145" w:name="_Toc1903182"/>
      <w:r>
        <w:rPr>
          <w:rFonts w:hint="eastAsia"/>
          <w:rtl/>
          <w:lang w:bidi="fa-IR"/>
        </w:rPr>
        <w:t>طهارت</w:t>
      </w:r>
      <w:r>
        <w:rPr>
          <w:rtl/>
          <w:lang w:bidi="fa-IR"/>
        </w:rPr>
        <w:t xml:space="preserve"> پنج عضو</w:t>
      </w:r>
      <w:bookmarkEnd w:id="144"/>
      <w:bookmarkEnd w:id="14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جوز</w:t>
      </w:r>
      <w:r>
        <w:rPr>
          <w:rtl/>
          <w:lang w:bidi="fa-IR"/>
        </w:rPr>
        <w:t xml:space="preserve"> صلوه امرء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طهر</w:t>
      </w:r>
      <w:r>
        <w:rPr>
          <w:rtl/>
          <w:lang w:bidi="fa-IR"/>
        </w:rPr>
        <w:t xml:space="preserve"> خمس جوارح : اءلوجه و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الراس و الرجل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بالماء و القلب بالتوبه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84 ص 249)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نمازگزار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نماز بخواند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پنج عضو بدنش را پاک کند ؛ صورت ، دو دست سر و دو پا را با آب و قلب را با توبه .</w:t>
      </w:r>
    </w:p>
    <w:p w:rsidR="00753A10" w:rsidRDefault="005B4448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5B4448">
      <w:pPr>
        <w:pStyle w:val="Heading2"/>
        <w:rPr>
          <w:rtl/>
          <w:lang w:bidi="fa-IR"/>
        </w:rPr>
      </w:pPr>
      <w:bookmarkStart w:id="146" w:name="_Toc1902956"/>
      <w:bookmarkStart w:id="147" w:name="_Toc1903183"/>
      <w:r>
        <w:rPr>
          <w:rFonts w:hint="eastAsia"/>
          <w:rtl/>
          <w:lang w:bidi="fa-IR"/>
        </w:rPr>
        <w:t>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وضو</w:t>
      </w:r>
      <w:bookmarkEnd w:id="146"/>
      <w:bookmarkEnd w:id="14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محمد من توضاء مثل وضوئ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قال مثل قول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خلق الله تبارک و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کل قطره ملکا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قدسه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سبحه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کبره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کتب</w:t>
      </w:r>
      <w:r>
        <w:rPr>
          <w:rtl/>
          <w:lang w:bidi="fa-IR"/>
        </w:rPr>
        <w:t xml:space="preserve"> الله - عزوجل - ثواب ذلک له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(من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حضره</w:t>
      </w:r>
      <w:r>
        <w:rPr>
          <w:rtl/>
          <w:lang w:bidi="fa-IR"/>
        </w:rPr>
        <w:t xml:space="preserve"> الفق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 1 ص 42)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محمد حنف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! هر کس وضو بسازد همانند وضو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من ساختم و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(دعاکند) آنچه را من گفتم ، خداوند تبارک و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هر قطره آب وضو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ملک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مشغول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و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هستند و خداوند (عزوجل ) ثواب آن وضو را تا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ثبت و ظبط خواهد نمود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5B4448">
      <w:pPr>
        <w:pStyle w:val="Heading2"/>
        <w:rPr>
          <w:rtl/>
          <w:lang w:bidi="fa-IR"/>
        </w:rPr>
      </w:pPr>
      <w:bookmarkStart w:id="148" w:name="_Toc1902957"/>
      <w:bookmarkStart w:id="149" w:name="_Toc1903184"/>
      <w:r>
        <w:rPr>
          <w:rFonts w:hint="eastAsia"/>
          <w:rtl/>
          <w:lang w:bidi="fa-IR"/>
        </w:rPr>
        <w:t>وضو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تلاوت قرآن</w:t>
      </w:r>
      <w:bookmarkEnd w:id="148"/>
      <w:bookmarkEnd w:id="14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قراء</w:t>
      </w:r>
      <w:r>
        <w:rPr>
          <w:rtl/>
          <w:lang w:bidi="fa-IR"/>
        </w:rPr>
        <w:t xml:space="preserve"> العبد القران اذا کان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طهور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تطهر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(خصال ج 2 ص 164)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بنده</w:t>
      </w:r>
      <w:r>
        <w:rPr>
          <w:rtl/>
          <w:lang w:bidi="fa-IR"/>
        </w:rPr>
        <w:t xml:space="preserve"> خدا تا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وضو نگرفته ، (بهتر است ) قرآن نخواند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5B4448">
      <w:pPr>
        <w:pStyle w:val="Heading2"/>
        <w:rPr>
          <w:rtl/>
          <w:lang w:bidi="fa-IR"/>
        </w:rPr>
      </w:pPr>
      <w:bookmarkStart w:id="150" w:name="_Toc1902958"/>
      <w:bookmarkStart w:id="151" w:name="_Toc1903185"/>
      <w:r>
        <w:rPr>
          <w:rFonts w:hint="eastAsia"/>
          <w:rtl/>
          <w:lang w:bidi="fa-IR"/>
        </w:rPr>
        <w:t>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دهان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bookmarkEnd w:id="150"/>
      <w:bookmarkEnd w:id="15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اءلمضمضه</w:t>
      </w:r>
      <w:r>
        <w:rPr>
          <w:rtl/>
          <w:lang w:bidi="fa-IR"/>
        </w:rPr>
        <w:t xml:space="preserve"> و الاستنشاق سنه و طهور الفم و الانف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(بحارا لانوار ج 77 ص 334)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(به هنگام وضو) آب به دهان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بردن سنت است و موجب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دهان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5B4448">
      <w:pPr>
        <w:pStyle w:val="Heading2"/>
        <w:rPr>
          <w:rtl/>
          <w:lang w:bidi="fa-IR"/>
        </w:rPr>
      </w:pPr>
      <w:bookmarkStart w:id="152" w:name="_Toc1902959"/>
      <w:bookmarkStart w:id="153" w:name="_Toc1903186"/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حسنه</w:t>
      </w:r>
      <w:bookmarkEnd w:id="152"/>
      <w:bookmarkEnd w:id="15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اءلوضوء</w:t>
      </w:r>
      <w:r>
        <w:rPr>
          <w:rtl/>
          <w:lang w:bidi="fa-IR"/>
        </w:rPr>
        <w:t xml:space="preserve"> بعد الطهر عشر حسنات فتطهروا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77 ص 310)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وضو</w:t>
      </w:r>
      <w:r>
        <w:rPr>
          <w:rtl/>
          <w:lang w:bidi="fa-IR"/>
        </w:rPr>
        <w:t xml:space="preserve"> بعد از طهارت ده حسنه دارد ، پس پاک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5B4448">
      <w:pPr>
        <w:pStyle w:val="Heading2"/>
        <w:rPr>
          <w:rtl/>
          <w:lang w:bidi="fa-IR"/>
        </w:rPr>
      </w:pPr>
      <w:bookmarkStart w:id="154" w:name="_Toc1902960"/>
      <w:bookmarkStart w:id="155" w:name="_Toc1903187"/>
      <w:r>
        <w:rPr>
          <w:rFonts w:hint="eastAsia"/>
          <w:rtl/>
          <w:lang w:bidi="fa-IR"/>
        </w:rPr>
        <w:t>کامل</w:t>
      </w:r>
      <w:r>
        <w:rPr>
          <w:rtl/>
          <w:lang w:bidi="fa-IR"/>
        </w:rPr>
        <w:t xml:space="preserve"> کردن نماز</w:t>
      </w:r>
      <w:bookmarkEnd w:id="154"/>
      <w:bookmarkEnd w:id="15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: من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</w:t>
      </w:r>
      <w:r>
        <w:rPr>
          <w:rtl/>
          <w:lang w:bidi="fa-IR"/>
        </w:rPr>
        <w:t xml:space="preserve"> وضوئه و رکوعه و سجوده و خشوع فصلوته خداج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الانوارج 77 ص 311)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5B444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فرمود : هر که وضو و رکوع و سجود و خشوع خود را تمام بجا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tl/>
          <w:lang w:bidi="fa-IR"/>
        </w:rPr>
        <w:t xml:space="preserve"> ، نمازش ناقص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5B4448">
      <w:pPr>
        <w:pStyle w:val="Heading2"/>
        <w:rPr>
          <w:rtl/>
          <w:lang w:bidi="fa-IR"/>
        </w:rPr>
      </w:pPr>
      <w:bookmarkStart w:id="156" w:name="_Toc1902961"/>
      <w:bookmarkStart w:id="157" w:name="_Toc1903188"/>
      <w:r>
        <w:rPr>
          <w:rFonts w:hint="eastAsia"/>
          <w:rtl/>
          <w:lang w:bidi="fa-IR"/>
        </w:rPr>
        <w:t>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شهادت</w:t>
      </w:r>
      <w:bookmarkEnd w:id="156"/>
      <w:bookmarkEnd w:id="15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من مسلم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توضا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عند وضوئه : سبحانک اللهم و بحمدک اشهد ان لااله الا انت استغفرک و اتوب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اللهم اجعلن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التواب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اجعلن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المتطهر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الا کتب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رق و ختم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ثم وضعت تحت العرش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تدفع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بخاتمها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(دعائم الاسلام ج 1 ص 106)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فرمود : هر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وضو گرفتن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(خدا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ترا به پاک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گواه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که خدائ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تو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، از تو آمرزش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توبه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. بار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مرا از توبه کنندگان و پاکان قرار بده )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شهادتش در ورقه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، ممهور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و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عرش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تا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با همان مهر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بازگردانده شود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5B4448">
      <w:pPr>
        <w:pStyle w:val="Heading2"/>
        <w:rPr>
          <w:rtl/>
          <w:lang w:bidi="fa-IR"/>
        </w:rPr>
      </w:pPr>
      <w:bookmarkStart w:id="158" w:name="_Toc1902962"/>
      <w:bookmarkStart w:id="159" w:name="_Toc1903189"/>
      <w:r>
        <w:rPr>
          <w:rFonts w:hint="eastAsia"/>
          <w:rtl/>
          <w:lang w:bidi="fa-IR"/>
        </w:rPr>
        <w:t>پوشان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گناهان</w:t>
      </w:r>
      <w:bookmarkEnd w:id="158"/>
      <w:bookmarkEnd w:id="15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سمعت</w:t>
      </w:r>
      <w:r>
        <w:rPr>
          <w:rtl/>
          <w:lang w:bidi="fa-IR"/>
        </w:rPr>
        <w:t xml:space="preserve"> رسول الله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: الا ادلکم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کفر</w:t>
      </w:r>
      <w:r>
        <w:rPr>
          <w:rtl/>
          <w:lang w:bidi="fa-IR"/>
        </w:rPr>
        <w:t xml:space="preserve"> الذنوب و الخطا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ا؟</w:t>
      </w:r>
      <w:r>
        <w:rPr>
          <w:rtl/>
          <w:lang w:bidi="fa-IR"/>
        </w:rPr>
        <w:t xml:space="preserve"> اسباع الوضوء عند المکاره و انتظار الصلوه بعد الصلوه فذلک الرباط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(دعائم الاسلام ج 1 ص 100)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5B4448" w:rsidRDefault="00753A10" w:rsidP="005B444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فرمود : از رسول خدا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شما را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کنم که خطاها و گناهان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پوشاند؟ به هنگام سخت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دشوار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وضو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 ساختن و بعد از هر نماز انتظار</w:t>
      </w:r>
      <w:r w:rsidR="005B444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داش</w:t>
      </w:r>
    </w:p>
    <w:p w:rsidR="00753A10" w:rsidRDefault="005B4448" w:rsidP="005B444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5B4448">
      <w:pPr>
        <w:pStyle w:val="Heading2"/>
        <w:rPr>
          <w:rtl/>
          <w:lang w:bidi="fa-IR"/>
        </w:rPr>
      </w:pPr>
      <w:bookmarkStart w:id="160" w:name="_Toc1902963"/>
      <w:bookmarkStart w:id="161" w:name="_Toc1903190"/>
      <w:r>
        <w:rPr>
          <w:rFonts w:hint="eastAsia"/>
          <w:rtl/>
          <w:lang w:bidi="fa-IR"/>
        </w:rPr>
        <w:t>نوران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 چهره</w:t>
      </w:r>
      <w:bookmarkEnd w:id="160"/>
      <w:bookmarkEnd w:id="16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عن</w:t>
      </w:r>
      <w:r>
        <w:rPr>
          <w:rtl/>
          <w:lang w:bidi="fa-IR"/>
        </w:rPr>
        <w:t xml:space="preserve"> رسول الله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انه قال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حشر</w:t>
      </w:r>
      <w:r>
        <w:rPr>
          <w:rtl/>
          <w:lang w:bidi="fa-IR"/>
        </w:rPr>
        <w:t xml:space="preserve"> الله 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الامم غرا محجل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آثار الوضوء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(جامع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ج 2 ص 237)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فرمود 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خدا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فرموده است :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خداوند امت مرا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امتها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محشور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آثار نوران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وضو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داست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5B4448">
      <w:pPr>
        <w:pStyle w:val="Heading2"/>
        <w:rPr>
          <w:rtl/>
          <w:lang w:bidi="fa-IR"/>
        </w:rPr>
      </w:pPr>
      <w:bookmarkStart w:id="162" w:name="_Toc1902964"/>
      <w:bookmarkStart w:id="163" w:name="_Toc1903191"/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وضو</w:t>
      </w:r>
      <w:bookmarkEnd w:id="162"/>
      <w:bookmarkEnd w:id="16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5B4448" w:rsidP="00753A1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</w:t>
      </w:r>
      <w:r w:rsidR="00753A10">
        <w:rPr>
          <w:rtl/>
          <w:lang w:bidi="fa-IR"/>
        </w:rPr>
        <w:t xml:space="preserve"> بسم الله و بالله و الحمدالله الذ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جعل الماء طهورا و لم 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جعله</w:t>
      </w:r>
      <w:r w:rsidR="00753A10">
        <w:rPr>
          <w:rtl/>
          <w:lang w:bidi="fa-IR"/>
        </w:rPr>
        <w:t xml:space="preserve"> نجسا ثم تمضمض فقال : الهم لقن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حجت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وم</w:t>
      </w:r>
      <w:r w:rsidR="00753A10">
        <w:rPr>
          <w:rtl/>
          <w:lang w:bidi="fa-IR"/>
        </w:rPr>
        <w:t xml:space="preserve"> القاک و اطلق لسان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بذکرک . ثم استنشق فقال : اللهم لا تحرم عل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ر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ح</w:t>
      </w:r>
      <w:r w:rsidR="00753A10">
        <w:rPr>
          <w:rtl/>
          <w:lang w:bidi="fa-IR"/>
        </w:rPr>
        <w:t xml:space="preserve"> الجنه و اجعلن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ممن 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شم</w:t>
      </w:r>
      <w:r w:rsidR="00753A10">
        <w:rPr>
          <w:rtl/>
          <w:lang w:bidi="fa-IR"/>
        </w:rPr>
        <w:t xml:space="preserve"> ر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حها</w:t>
      </w:r>
      <w:r w:rsidR="00753A10">
        <w:rPr>
          <w:rtl/>
          <w:lang w:bidi="fa-IR"/>
        </w:rPr>
        <w:t xml:space="preserve"> و روحها و ط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بها</w:t>
      </w:r>
      <w:r w:rsidR="00753A10">
        <w:rPr>
          <w:rtl/>
          <w:lang w:bidi="fa-IR"/>
        </w:rPr>
        <w:t xml:space="preserve"> ثم غسل و جهه فقال : اللهم ب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ض</w:t>
      </w:r>
      <w:r w:rsidR="00753A10">
        <w:rPr>
          <w:rtl/>
          <w:lang w:bidi="fa-IR"/>
        </w:rPr>
        <w:t xml:space="preserve"> وجه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وم</w:t>
      </w:r>
      <w:r w:rsidR="00753A10">
        <w:rPr>
          <w:rtl/>
          <w:lang w:bidi="fa-IR"/>
        </w:rPr>
        <w:t xml:space="preserve"> تسود ف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ه</w:t>
      </w:r>
      <w:r w:rsidR="00753A10">
        <w:rPr>
          <w:rtl/>
          <w:lang w:bidi="fa-IR"/>
        </w:rPr>
        <w:t xml:space="preserve"> الوجوه و لاتسود وجه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وم</w:t>
      </w:r>
      <w:r w:rsidR="00753A10">
        <w:rPr>
          <w:rtl/>
          <w:lang w:bidi="fa-IR"/>
        </w:rPr>
        <w:t xml:space="preserve"> تب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ف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ه</w:t>
      </w:r>
      <w:r w:rsidR="00753A10">
        <w:rPr>
          <w:rtl/>
          <w:lang w:bidi="fa-IR"/>
        </w:rPr>
        <w:t xml:space="preserve"> الوجوه . ثم غسل 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ده</w:t>
      </w:r>
      <w:r w:rsidR="00753A10">
        <w:rPr>
          <w:rtl/>
          <w:lang w:bidi="fa-IR"/>
        </w:rPr>
        <w:t xml:space="preserve"> ال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من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فقال : الهم اعطن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کتاب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</w:t>
      </w:r>
      <w:r w:rsidR="00753A10">
        <w:rPr>
          <w:rtl/>
          <w:lang w:bidi="fa-IR"/>
        </w:rPr>
        <w:lastRenderedPageBreak/>
        <w:t>ب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م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ن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و الخلد ف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الجنان ب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سار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و حاسبن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حسابا 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س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را</w:t>
      </w:r>
      <w:r w:rsidR="00753A10">
        <w:rPr>
          <w:rtl/>
          <w:lang w:bidi="fa-IR"/>
        </w:rPr>
        <w:t xml:space="preserve"> ثم غسل 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ده</w:t>
      </w:r>
      <w:r w:rsidR="00753A10">
        <w:rPr>
          <w:rtl/>
          <w:lang w:bidi="fa-IR"/>
        </w:rPr>
        <w:t xml:space="preserve"> ال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سر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فقال : اللهم لا تعطن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کتاب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بشمال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و لا تجعلها مغلوله ال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عنق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و اعوذبک من مقطعات الن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ران</w:t>
      </w:r>
      <w:r w:rsidR="00753A10">
        <w:rPr>
          <w:rtl/>
          <w:lang w:bidi="fa-IR"/>
        </w:rPr>
        <w:t xml:space="preserve"> ث</w:t>
      </w:r>
      <w:r w:rsidR="00753A10">
        <w:rPr>
          <w:rFonts w:hint="eastAsia"/>
          <w:rtl/>
          <w:lang w:bidi="fa-IR"/>
        </w:rPr>
        <w:t>م</w:t>
      </w:r>
      <w:r w:rsidR="00753A10">
        <w:rPr>
          <w:rtl/>
          <w:lang w:bidi="fa-IR"/>
        </w:rPr>
        <w:t xml:space="preserve"> مسح راسه فقال : اللهم غشن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برحمتک و برکاتک و عفوک ثم مسح رجل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ه</w:t>
      </w:r>
      <w:r w:rsidR="00753A10">
        <w:rPr>
          <w:rtl/>
          <w:lang w:bidi="fa-IR"/>
        </w:rPr>
        <w:t xml:space="preserve"> فقال : اللهم ثبتن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عل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الصراط 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وم</w:t>
      </w:r>
      <w:r w:rsidR="00753A10">
        <w:rPr>
          <w:rtl/>
          <w:lang w:bidi="fa-IR"/>
        </w:rPr>
        <w:t xml:space="preserve"> تزل ف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ه</w:t>
      </w:r>
      <w:r w:rsidR="00753A10">
        <w:rPr>
          <w:rtl/>
          <w:lang w:bidi="fa-IR"/>
        </w:rPr>
        <w:t xml:space="preserve"> الاقدام و اجعل سع</w:t>
      </w:r>
      <w:r w:rsidR="00753A10">
        <w:rPr>
          <w:rFonts w:hint="cs"/>
          <w:rtl/>
          <w:lang w:bidi="fa-IR"/>
        </w:rPr>
        <w:t>یی</w:t>
      </w:r>
      <w:r w:rsidR="00753A10">
        <w:rPr>
          <w:rtl/>
          <w:lang w:bidi="fa-IR"/>
        </w:rPr>
        <w:t xml:space="preserve"> ف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ما</w:t>
      </w:r>
      <w:r w:rsidR="00753A10">
        <w:rPr>
          <w:rtl/>
          <w:lang w:bidi="fa-IR"/>
        </w:rPr>
        <w:t xml:space="preserve"> 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رض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ک</w:t>
      </w:r>
      <w:r w:rsidR="00753A10">
        <w:rPr>
          <w:rtl/>
          <w:lang w:bidi="fa-IR"/>
        </w:rPr>
        <w:t xml:space="preserve"> عن</w:t>
      </w:r>
      <w:r w:rsidR="00753A10">
        <w:rPr>
          <w:rFonts w:hint="cs"/>
          <w:rtl/>
          <w:lang w:bidi="fa-IR"/>
        </w:rPr>
        <w:t>ی</w:t>
      </w:r>
    </w:p>
    <w:p w:rsidR="00753A10" w:rsidRDefault="005B4448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</w:t>
      </w:r>
      <w:r w:rsidR="00753A10">
        <w:rPr>
          <w:rtl/>
          <w:lang w:bidi="fa-IR"/>
        </w:rPr>
        <w:t>(وسائل الش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عه</w:t>
      </w:r>
      <w:r w:rsidR="00753A10">
        <w:rPr>
          <w:rtl/>
          <w:lang w:bidi="fa-IR"/>
        </w:rPr>
        <w:t xml:space="preserve"> ج 1 ص 201)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5B4448">
      <w:pPr>
        <w:pStyle w:val="libNormal"/>
        <w:rPr>
          <w:rtl/>
          <w:lang w:bidi="fa-IR"/>
        </w:rPr>
      </w:pPr>
      <w:r>
        <w:rPr>
          <w:rtl/>
          <w:lang w:bidi="fa-IR"/>
        </w:rPr>
        <w:t>(روز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به فرزندش محمد حنف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فرمود : ظرف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 xml:space="preserve"> . محمد آب آورد و حضرت دستها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شست و فرمود) : به نام خدا تبرک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او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و حمد و سپاس مخصوص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آب را پاک و پاک کننده ساخت و آن را نجس قرار نداد . سپس </w:t>
      </w:r>
      <w:r>
        <w:rPr>
          <w:rFonts w:hint="eastAsia"/>
          <w:rtl/>
          <w:lang w:bidi="fa-IR"/>
        </w:rPr>
        <w:t>آب</w:t>
      </w:r>
      <w:r>
        <w:rPr>
          <w:rtl/>
          <w:lang w:bidi="fa-IR"/>
        </w:rPr>
        <w:t xml:space="preserve"> در دهان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عرض کرد : خداوندا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 را ملاقات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. حجتم را به من تلق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 و زبانم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ذکرت بگشا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آنگاه با آب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شسته و عرض کرد :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را بر من حرام مکن و من را از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قرارده که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عطر بهشت را حس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. سپس صورتش را شست و عرض کرد : خداوندا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تبهکاران رو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اهند</w:t>
      </w:r>
      <w:r>
        <w:rPr>
          <w:rtl/>
          <w:lang w:bidi="fa-IR"/>
        </w:rPr>
        <w:t xml:space="preserve"> . مرا رو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گردان . و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صالحان رو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، رو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اهم</w:t>
      </w:r>
      <w:r>
        <w:rPr>
          <w:rtl/>
          <w:lang w:bidi="fa-IR"/>
        </w:rPr>
        <w:t xml:space="preserve"> مکن . آنگاه دست راستش را شست و عرض کرد :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کارنامه ام را به دست راستم و برگه اقامت ابد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بهشت را به دست چپم ده و حساب مرا آسان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. پس از آن ، دست چپش را شست و عرض کرد :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کارنامه ام را به دست چپم مده . آن را بر گردنم</w:t>
      </w:r>
      <w:r w:rsidR="005B444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انداز</w:t>
      </w:r>
      <w:r>
        <w:rPr>
          <w:rtl/>
          <w:lang w:bidi="fa-IR"/>
        </w:rPr>
        <w:t xml:space="preserve"> و من از پاره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آتش به تو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 . آن گاه سرش را مسح کرد و عرض نمود : خداوندا جامه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رحمت و برکت و عفوت را بر من بپوشان ، سپس دو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خود را مسح کرد و عرض نمود :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قدمها در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لغزند ، گامها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بر صراط ثابت و استوار فرما و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تلاشم را در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ده که تو از من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11087">
      <w:pPr>
        <w:pStyle w:val="Heading2"/>
        <w:rPr>
          <w:rtl/>
          <w:lang w:bidi="fa-IR"/>
        </w:rPr>
      </w:pPr>
      <w:bookmarkStart w:id="164" w:name="_Toc1902965"/>
      <w:bookmarkStart w:id="165" w:name="_Toc1903192"/>
      <w:r>
        <w:rPr>
          <w:rFonts w:hint="eastAsia"/>
          <w:rtl/>
          <w:lang w:bidi="fa-IR"/>
        </w:rPr>
        <w:t>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با وضو</w:t>
      </w:r>
      <w:bookmarkEnd w:id="164"/>
      <w:bookmarkEnd w:id="16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زمان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رتفع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الفاحشه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 قال : فمن بلغ منکم ذالک الزمان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تن</w:t>
      </w:r>
      <w:r>
        <w:rPr>
          <w:rtl/>
          <w:lang w:bidi="fa-IR"/>
        </w:rPr>
        <w:t xml:space="preserve"> الا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طهور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(جامع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ج 2 ص 222)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مردم بگذرد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گردد و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شما که آن زمان را درک کند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شبها بدون وضو بخوابد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11087">
      <w:pPr>
        <w:pStyle w:val="Heading2"/>
        <w:rPr>
          <w:rtl/>
          <w:lang w:bidi="fa-IR"/>
        </w:rPr>
      </w:pPr>
      <w:bookmarkStart w:id="166" w:name="_Toc1902966"/>
      <w:bookmarkStart w:id="167" w:name="_Toc1903193"/>
      <w:r>
        <w:rPr>
          <w:rFonts w:hint="eastAsia"/>
          <w:rtl/>
          <w:lang w:bidi="fa-IR"/>
        </w:rPr>
        <w:t>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نماز اول وقت</w:t>
      </w:r>
      <w:bookmarkEnd w:id="166"/>
      <w:bookmarkEnd w:id="16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بالصلوه عند وقتها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ج 2 ص 90)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فرزندم تو را به خواندن نماز در اول وقت سفارش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11087">
      <w:pPr>
        <w:pStyle w:val="Heading2"/>
        <w:rPr>
          <w:rtl/>
          <w:lang w:bidi="fa-IR"/>
        </w:rPr>
      </w:pPr>
      <w:bookmarkStart w:id="168" w:name="_Toc1902967"/>
      <w:bookmarkStart w:id="169" w:name="_Toc1903194"/>
      <w:r>
        <w:rPr>
          <w:rFonts w:hint="eastAsia"/>
          <w:rtl/>
          <w:lang w:bidi="fa-IR"/>
        </w:rPr>
        <w:t>امتحان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به نماز اول وقت</w:t>
      </w:r>
      <w:bookmarkEnd w:id="168"/>
      <w:bookmarkEnd w:id="16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اختبروا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بخصلت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فان کانتا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، فهم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محافظتهم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اوقات الصلوت و مواساتهم مع اخوانهم المؤ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بالمال . و ان لم تکونا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. فاعزب ثم اعزب ثم اعزب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(جامع الاخبار فصل 19)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مرا به دو خصلت امتحان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اگر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خصلت بودند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من هستند ؛ اهتمام به نماز اول وقت و کمک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برادران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.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در آنها نبود ، پس از ما دورند ، دورند ، دورند .</w:t>
      </w:r>
    </w:p>
    <w:p w:rsidR="00753A10" w:rsidRDefault="00711087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711087">
      <w:pPr>
        <w:pStyle w:val="Heading2"/>
        <w:rPr>
          <w:rtl/>
          <w:lang w:bidi="fa-IR"/>
        </w:rPr>
      </w:pPr>
      <w:bookmarkStart w:id="170" w:name="_Toc1902968"/>
      <w:bookmarkStart w:id="171" w:name="_Toc1903195"/>
      <w:r>
        <w:rPr>
          <w:rFonts w:hint="eastAsia"/>
          <w:rtl/>
          <w:lang w:bidi="fa-IR"/>
        </w:rPr>
        <w:t>غفلت</w:t>
      </w:r>
      <w:r>
        <w:rPr>
          <w:rtl/>
          <w:lang w:bidi="fa-IR"/>
        </w:rPr>
        <w:t xml:space="preserve"> از نماز اول وقت</w:t>
      </w:r>
      <w:bookmarkEnd w:id="170"/>
      <w:bookmarkEnd w:id="171"/>
    </w:p>
    <w:p w:rsidR="00753A10" w:rsidRDefault="00753A10" w:rsidP="0071108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11087">
        <w:rPr>
          <w:rFonts w:hint="cs"/>
          <w:rtl/>
          <w:lang w:bidi="fa-IR"/>
        </w:rPr>
        <w:t>.</w:t>
      </w:r>
      <w:r w:rsidR="003452B6" w:rsidRPr="003452B6">
        <w:rPr>
          <w:rStyle w:val="libAlaemChar"/>
          <w:rtl/>
        </w:rPr>
        <w:t>عليه‌السلام</w:t>
      </w:r>
      <w:r w:rsidR="00711087">
        <w:rPr>
          <w:rFonts w:hint="cs"/>
          <w:rtl/>
          <w:lang w:bidi="fa-IR"/>
        </w:rPr>
        <w:t>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1108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عمل اححب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- عزوجل - من الصلوه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شغلنکم</w:t>
      </w:r>
      <w:r>
        <w:rPr>
          <w:rtl/>
          <w:lang w:bidi="fa-IR"/>
        </w:rPr>
        <w:t xml:space="preserve"> عن اوقاتهم 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من امور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فان الله - عزوجل - ذم اقواما ، فقال </w:t>
      </w:r>
      <w:r w:rsidR="00711087" w:rsidRPr="00711087">
        <w:rPr>
          <w:rStyle w:val="libAlaemChar"/>
          <w:rFonts w:hint="cs"/>
          <w:rtl/>
        </w:rPr>
        <w:t>(</w:t>
      </w:r>
      <w:r>
        <w:rPr>
          <w:rtl/>
          <w:lang w:bidi="fa-IR"/>
        </w:rPr>
        <w:t xml:space="preserve"> </w:t>
      </w:r>
      <w:r w:rsidR="00711087" w:rsidRPr="00711087">
        <w:rPr>
          <w:rStyle w:val="libAieChar"/>
          <w:rFonts w:hint="cs"/>
          <w:rtl/>
        </w:rPr>
        <w:t>الَّذِينَ هُمْ عَن صَلَاتِهِمْ سَاهُونَ</w:t>
      </w:r>
      <w:r w:rsidR="00711087" w:rsidRPr="00711087">
        <w:rPr>
          <w:rStyle w:val="libAlaemChar"/>
          <w:rFonts w:eastAsia="KFGQPC Uthman Taha Naskh" w:hint="cs"/>
          <w:rtl/>
        </w:rPr>
        <w:t>)</w:t>
      </w:r>
      <w:r w:rsidRPr="00711087">
        <w:rPr>
          <w:rStyle w:val="libAieChar"/>
          <w:rtl/>
        </w:rPr>
        <w:t xml:space="preserve"> </w:t>
      </w:r>
      <w:r w:rsidRPr="00711087">
        <w:rPr>
          <w:rStyle w:val="libFootnotenumChar"/>
          <w:rtl/>
        </w:rPr>
        <w:t>(10)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انهم غافلون اشتهانوا باءوقاتها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ج 3 ص 82)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خداوند محبوب تر از نماز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، پس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امور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شما را از خواندن نماز در اول وقت باز ندارد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خداوند اقوام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مذمت کرده و فرموده است : (وا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نمازگزاران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نمازشان غفلت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نمازگزاران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اوقات نماز غفلت کنند و د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حفظ اوقات آن سهل انگار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11087">
      <w:pPr>
        <w:pStyle w:val="Heading2"/>
        <w:rPr>
          <w:rtl/>
          <w:lang w:bidi="fa-IR"/>
        </w:rPr>
      </w:pPr>
      <w:bookmarkStart w:id="172" w:name="_Toc1902969"/>
      <w:bookmarkStart w:id="173" w:name="_Toc1903196"/>
      <w:r>
        <w:rPr>
          <w:rFonts w:hint="eastAsia"/>
          <w:rtl/>
          <w:lang w:bidi="fa-IR"/>
        </w:rPr>
        <w:t>خواندن</w:t>
      </w:r>
      <w:r>
        <w:rPr>
          <w:rtl/>
          <w:lang w:bidi="fa-IR"/>
        </w:rPr>
        <w:t xml:space="preserve"> نماز در وقت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</w:t>
      </w:r>
      <w:bookmarkEnd w:id="172"/>
      <w:bookmarkEnd w:id="17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صل</w:t>
      </w:r>
      <w:r>
        <w:rPr>
          <w:rtl/>
          <w:lang w:bidi="fa-IR"/>
        </w:rPr>
        <w:t xml:space="preserve"> الصلوه لوقتها الموقت لها و لا تعجل وقتها لفراغ و لا توخرها عن وقتها لا شتغال و اعلم ان کل 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من عملک تبع الصلوتک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نامه 27)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را در وقت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بخوان و به خاطر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آن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وقت بجا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 xml:space="preserve"> و به بهانه کار داشتن آن را به تاءخ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</w:t>
      </w:r>
      <w:r>
        <w:rPr>
          <w:rtl/>
          <w:lang w:bidi="fa-IR"/>
        </w:rPr>
        <w:t xml:space="preserve"> و بدان که همه اعمال تو تابع نماز تو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11087">
      <w:pPr>
        <w:pStyle w:val="Heading2"/>
        <w:rPr>
          <w:rtl/>
          <w:lang w:bidi="fa-IR"/>
        </w:rPr>
      </w:pPr>
      <w:bookmarkStart w:id="174" w:name="_Toc1902970"/>
      <w:bookmarkStart w:id="175" w:name="_Toc1903197"/>
      <w:r>
        <w:rPr>
          <w:rFonts w:hint="eastAsia"/>
          <w:rtl/>
          <w:lang w:bidi="fa-IR"/>
        </w:rPr>
        <w:t>توجه</w:t>
      </w:r>
      <w:r>
        <w:rPr>
          <w:rtl/>
          <w:lang w:bidi="fa-IR"/>
        </w:rPr>
        <w:t xml:space="preserve"> به نماز اول وقت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جنگ</w:t>
      </w:r>
      <w:bookmarkEnd w:id="174"/>
      <w:bookmarkEnd w:id="17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حزب 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مشتغلا بالحرب و القتال و هو مع ذلک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مراقب الشمس . فقال له ابن عباس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هذا لفعل ؟ قال : انظر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الزوال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فقال له ابن عباس و هل هذا وقت صلوه ؟ ان عندنا الشغلا بالقتال عن الصلوه . فقال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ن</w:t>
      </w:r>
      <w:r>
        <w:rPr>
          <w:rFonts w:hint="eastAsia"/>
          <w:rtl/>
          <w:lang w:bidi="fa-IR"/>
        </w:rPr>
        <w:t>قاتلهم</w:t>
      </w:r>
      <w:r>
        <w:rPr>
          <w:rtl/>
          <w:lang w:bidi="fa-IR"/>
        </w:rPr>
        <w:t xml:space="preserve"> ؟ انما نقاتلهم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الصلوه . قال و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ترک</w:t>
      </w:r>
      <w:r>
        <w:rPr>
          <w:rtl/>
          <w:lang w:bidi="fa-IR"/>
        </w:rPr>
        <w:t xml:space="preserve"> صلوه اال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قط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الهر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. 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83 ص 23)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1108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</w:t>
      </w:r>
      <w:r w:rsidR="00711087">
        <w:rPr>
          <w:rFonts w:hint="cs"/>
          <w:rtl/>
          <w:lang w:bidi="fa-IR"/>
        </w:rPr>
        <w:t>ج</w:t>
      </w:r>
      <w:r>
        <w:rPr>
          <w:rtl/>
          <w:lang w:bidi="fa-IR"/>
        </w:rPr>
        <w:t>نگ 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مشغول جنگ بود مرتب به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. ابن عباس عرض کرد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شما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حضرت فرمود :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تا موقع فرا ر</w:t>
      </w:r>
      <w:r w:rsidR="00711087">
        <w:rPr>
          <w:rFonts w:hint="cs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ظهر نمازم را (در اول وقت ) بخوانم . ابن عباس </w:t>
      </w: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حالا وقت نماز است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؟</w:t>
      </w:r>
      <w:r>
        <w:rPr>
          <w:rtl/>
          <w:lang w:bidi="fa-IR"/>
        </w:rPr>
        <w:t xml:space="preserve"> اشتغال جنگ ما را از نماز باز داشته است ، حضرت فرمود : مگر 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؟ ما تنها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(ابن عباس گفت : نماز شب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الهر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 w:rsidRPr="00711087">
        <w:rPr>
          <w:rStyle w:val="libFootnotenumChar"/>
          <w:rtl/>
        </w:rPr>
        <w:t>(11)</w:t>
      </w:r>
      <w:r>
        <w:rPr>
          <w:rtl/>
          <w:lang w:bidi="fa-IR"/>
        </w:rPr>
        <w:t xml:space="preserve"> هم ترک نشد)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11087">
      <w:pPr>
        <w:pStyle w:val="Heading2"/>
        <w:rPr>
          <w:rtl/>
          <w:lang w:bidi="fa-IR"/>
        </w:rPr>
      </w:pPr>
      <w:bookmarkStart w:id="176" w:name="_Toc1902971"/>
      <w:bookmarkStart w:id="177" w:name="_Toc1903198"/>
      <w:r>
        <w:rPr>
          <w:rFonts w:hint="eastAsia"/>
          <w:rtl/>
          <w:lang w:bidi="fa-IR"/>
        </w:rPr>
        <w:t>محافظت</w:t>
      </w:r>
      <w:r>
        <w:rPr>
          <w:rtl/>
          <w:lang w:bidi="fa-IR"/>
        </w:rPr>
        <w:t xml:space="preserve"> از اوقات نماز</w:t>
      </w:r>
      <w:bookmarkEnd w:id="176"/>
      <w:bookmarkEnd w:id="17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حافظوا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الصلوات الخمس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اءوقاتها . فانها . من الله عزوجل بمکان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77 ص 392)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مراقب</w:t>
      </w:r>
      <w:r>
        <w:rPr>
          <w:rtl/>
          <w:lang w:bidi="fa-IR"/>
        </w:rPr>
        <w:t xml:space="preserve"> اول وقت در 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پنچگانه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نماز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خداوند (عزوجل )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 هستند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11087">
      <w:pPr>
        <w:pStyle w:val="Heading2"/>
        <w:rPr>
          <w:rtl/>
          <w:lang w:bidi="fa-IR"/>
        </w:rPr>
      </w:pPr>
      <w:bookmarkStart w:id="178" w:name="_Toc1902972"/>
      <w:bookmarkStart w:id="179" w:name="_Toc1903199"/>
      <w:r>
        <w:rPr>
          <w:rFonts w:hint="eastAsia"/>
          <w:rtl/>
          <w:lang w:bidi="fa-IR"/>
        </w:rPr>
        <w:t>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کننده نماز</w:t>
      </w:r>
      <w:bookmarkEnd w:id="178"/>
      <w:bookmarkEnd w:id="17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بالمحاافظه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اءوقات الصلوه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الصلوه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(دعائم الاسلام ج 2 ص 251)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1108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(برشماباد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وقتها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، از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نماز را 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کند . 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11087">
      <w:pPr>
        <w:pStyle w:val="Heading2"/>
        <w:rPr>
          <w:rtl/>
          <w:lang w:bidi="fa-IR"/>
        </w:rPr>
      </w:pPr>
      <w:bookmarkStart w:id="180" w:name="_Toc1902973"/>
      <w:bookmarkStart w:id="181" w:name="_Toc1903200"/>
      <w:r>
        <w:rPr>
          <w:rFonts w:hint="eastAsia"/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وقت نماز</w:t>
      </w:r>
      <w:bookmarkEnd w:id="180"/>
      <w:bookmarkEnd w:id="18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جاء</w:t>
      </w:r>
      <w:r>
        <w:rPr>
          <w:rtl/>
          <w:lang w:bidi="fa-IR"/>
        </w:rPr>
        <w:t xml:space="preserve"> وقت الصلوه ، وقت امانه عرضها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السوات والارض و الجبال فاءب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حملهنا</w:t>
      </w:r>
      <w:r>
        <w:rPr>
          <w:rtl/>
          <w:lang w:bidi="fa-IR"/>
        </w:rPr>
        <w:t xml:space="preserve"> و اشفقن منها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صاف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370)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وقت نماز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: ) وقت نماز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وقت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خدا بر آسمانها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کوه ها عرضه کرد اما آنها از قبول آن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11087">
      <w:pPr>
        <w:pStyle w:val="Heading2"/>
        <w:rPr>
          <w:rtl/>
          <w:lang w:bidi="fa-IR"/>
        </w:rPr>
      </w:pPr>
      <w:bookmarkStart w:id="182" w:name="_Toc1902974"/>
      <w:bookmarkStart w:id="183" w:name="_Toc1903201"/>
      <w:r>
        <w:rPr>
          <w:rFonts w:hint="eastAsia"/>
          <w:rtl/>
          <w:lang w:bidi="fa-IR"/>
        </w:rPr>
        <w:t>مراعات</w:t>
      </w:r>
      <w:r>
        <w:rPr>
          <w:rtl/>
          <w:lang w:bidi="fa-IR"/>
        </w:rPr>
        <w:t xml:space="preserve"> اوقات نماز</w:t>
      </w:r>
      <w:bookmarkEnd w:id="182"/>
      <w:bookmarkEnd w:id="18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عتنا</w:t>
      </w:r>
      <w:r>
        <w:rPr>
          <w:rtl/>
          <w:lang w:bidi="fa-IR"/>
        </w:rPr>
        <w:t xml:space="preserve"> رعاه الشمس و القمر و النجوم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التحفظ من مواق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الصلوه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(مستدرک الوسا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1 ص 193)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 مراعات کننده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ماه و ستارگانند 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اوقات نماز را مراعات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11087">
      <w:pPr>
        <w:pStyle w:val="Heading2"/>
        <w:rPr>
          <w:rtl/>
          <w:lang w:bidi="fa-IR"/>
        </w:rPr>
      </w:pPr>
      <w:bookmarkStart w:id="184" w:name="_Toc1902975"/>
      <w:bookmarkStart w:id="185" w:name="_Toc1903202"/>
      <w:r>
        <w:rPr>
          <w:rFonts w:hint="eastAsia"/>
          <w:rtl/>
          <w:lang w:bidi="fa-IR"/>
        </w:rPr>
        <w:t>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اوقات نماز</w:t>
      </w:r>
      <w:bookmarkEnd w:id="184"/>
      <w:bookmarkEnd w:id="18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ارتقب</w:t>
      </w:r>
      <w:r>
        <w:rPr>
          <w:rtl/>
          <w:lang w:bidi="fa-IR"/>
        </w:rPr>
        <w:t xml:space="preserve"> وقت الصلوه فصلها لوقتها . ولا تعجل قبله الفراغ و لا تؤ خرها عنه لشغل . فان رجلا ساءل رسول الله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عن اوقات الصلوه . فقال رسول الله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: اتان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وقت الصلوه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زالت الشمس فکانت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حاجبه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، ثم اتان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 العصر فکان ضلل کل 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مثله ثم 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المغرب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غربت الشمس ، ثم 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العشاء الاخره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الشفق ، ثم 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الصبح فاءغلس بها و النجوم مشتبکه فصل لهذه الاوقات و الزم السنه المعروفه و الطر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الواضح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(بحارالانورا ج 83 ص 15)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1108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مراقبت</w:t>
      </w:r>
      <w:r>
        <w:rPr>
          <w:rtl/>
          <w:lang w:bidi="fa-IR"/>
        </w:rPr>
        <w:t xml:space="preserve"> اوقات نمازت باش و آن را در وقت مقرر خود بجا آور ، به خاطر فراغت ، قبل از وقت نماز ، اقدام به اقامه آن نکن .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خاطر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به تاءخ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</w:t>
      </w:r>
      <w:r>
        <w:rPr>
          <w:rtl/>
          <w:lang w:bidi="fa-IR"/>
        </w:rPr>
        <w:t xml:space="preserve"> . (برا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نمازت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 قائل شو و هرگز نمازت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رسول خدا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از اوقات نماز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حضرت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فرمود :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نزد من آمد ، هنگام نمازظهر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(وقت زوال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آفتاب مقابل حاجب و ابرو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راست او بود . سپس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</w:t>
      </w:r>
      <w:r>
        <w:rPr>
          <w:rtl/>
          <w:lang w:bidi="fa-IR"/>
        </w:rPr>
        <w:lastRenderedPageBreak/>
        <w:t>عصر آمد ،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قدر و اندازه خود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شده بود . سپس نماز مغرب را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بجا آورد که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غروب کرده بود . آنگاه نماز عشاء را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که حمز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مغرب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 ، سپس نماز صبح را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بجا آورد که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شب بود و ستارگان مشبک بودند . (آنگاه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اضافه فرمود 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محمد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بکر ! ) نمازت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اوقات بجا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و رسم شناخته شده و روشن را ترک مکن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11087">
      <w:pPr>
        <w:pStyle w:val="Heading2"/>
        <w:rPr>
          <w:rtl/>
          <w:lang w:bidi="fa-IR"/>
        </w:rPr>
      </w:pPr>
      <w:bookmarkStart w:id="186" w:name="_Toc1902976"/>
      <w:bookmarkStart w:id="187" w:name="_Toc1903203"/>
      <w:r>
        <w:rPr>
          <w:rFonts w:hint="eastAsia"/>
          <w:rtl/>
          <w:lang w:bidi="fa-IR"/>
        </w:rPr>
        <w:t>توجه</w:t>
      </w:r>
      <w:r>
        <w:rPr>
          <w:rtl/>
          <w:lang w:bidi="fa-IR"/>
        </w:rPr>
        <w:t xml:space="preserve"> به اوقات نماز</w:t>
      </w:r>
      <w:bookmarkEnd w:id="186"/>
      <w:bookmarkEnd w:id="18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: ما من عبد اهتم بمواق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الصلوه و مواضع الشمس الا ضمنت له الروح عند الموت و انقطاع الهموم و الاحزان و النجاه من النار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البحار ج 2 ص 63)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خدا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فرمود 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بنده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به اوقات نماز و طلوع و غروب آفتاب نظر و اهتمام بورزد جزآنکه من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هنگام مرگ و دور بودن اندوه ها و نجات از آتش جهنم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ضمانت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.</w:t>
      </w:r>
    </w:p>
    <w:p w:rsidR="00753A10" w:rsidRDefault="00711087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711087">
      <w:pPr>
        <w:pStyle w:val="Heading2"/>
        <w:rPr>
          <w:rtl/>
          <w:lang w:bidi="fa-IR"/>
        </w:rPr>
      </w:pPr>
      <w:bookmarkStart w:id="188" w:name="_Toc1902977"/>
      <w:bookmarkStart w:id="189" w:name="_Toc1903204"/>
      <w:r>
        <w:rPr>
          <w:rFonts w:hint="eastAsia"/>
          <w:rtl/>
          <w:lang w:bidi="fa-IR"/>
        </w:rPr>
        <w:t>اوقات</w:t>
      </w:r>
      <w:r>
        <w:rPr>
          <w:rtl/>
          <w:lang w:bidi="fa-IR"/>
        </w:rPr>
        <w:t xml:space="preserve"> 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پنجگانه</w:t>
      </w:r>
      <w:bookmarkEnd w:id="188"/>
      <w:bookmarkEnd w:id="18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بعد فصلوا بالناس الظهر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الشمس مثل مربض الغنز ، وصلوابهم العصر و الشمس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ضاء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عضو من النهار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سار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فرسخان . وصلوا بهام المغرب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فطر</w:t>
      </w:r>
      <w:r>
        <w:rPr>
          <w:rtl/>
          <w:lang w:bidi="fa-IR"/>
        </w:rPr>
        <w:t xml:space="preserve"> الصائم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دفع</w:t>
      </w:r>
      <w:r>
        <w:rPr>
          <w:rtl/>
          <w:lang w:bidi="fa-IR"/>
        </w:rPr>
        <w:t xml:space="preserve"> الحاج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وصلوا بهم العشاءح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الشفق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ثلث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وصلوا بهم الغداه و ا</w:t>
      </w:r>
      <w:r>
        <w:rPr>
          <w:rFonts w:hint="eastAsia"/>
          <w:rtl/>
          <w:lang w:bidi="fa-IR"/>
        </w:rPr>
        <w:t>لرجل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عرف</w:t>
      </w:r>
      <w:r>
        <w:rPr>
          <w:rtl/>
          <w:lang w:bidi="fa-IR"/>
        </w:rPr>
        <w:t xml:space="preserve"> وجه صاحبه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نامه 52)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1108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بعد ، پس نماز ظهر را با مردم (به جماعت )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آفتاب به طرف مغرب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کند و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 به اندازه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آغل بزها شود و نماز عصر را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آفتاب در پاره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روز همچنان روشن است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تا دو فرسخ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راه رفت . نماز مغرب ر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موقع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بگزار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روزه دار افطار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حاج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از عرف</w:t>
      </w:r>
      <w:r w:rsidR="00711087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به منا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نماز عشاء را در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شفق ناپد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سوم شب ، برپا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و نماز صبح را موقع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روشن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را بشناسد .</w:t>
      </w:r>
    </w:p>
    <w:p w:rsidR="00753A10" w:rsidRDefault="00711087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711087">
      <w:pPr>
        <w:pStyle w:val="Heading2"/>
        <w:rPr>
          <w:rtl/>
          <w:lang w:bidi="fa-IR"/>
        </w:rPr>
      </w:pPr>
      <w:bookmarkStart w:id="190" w:name="_Toc1902978"/>
      <w:bookmarkStart w:id="191" w:name="_Toc1903205"/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در وقت نماز</w:t>
      </w:r>
      <w:bookmarkEnd w:id="190"/>
      <w:bookmarkEnd w:id="19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رسول الله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ؤ</w:t>
      </w:r>
      <w:r>
        <w:rPr>
          <w:rtl/>
          <w:lang w:bidi="fa-IR"/>
        </w:rPr>
        <w:t xml:space="preserve"> ثر الصلوه عشاء و الا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وکان اذا دخل وقتها کانه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عرف</w:t>
      </w:r>
      <w:r>
        <w:rPr>
          <w:rtl/>
          <w:lang w:bidi="fa-IR"/>
        </w:rPr>
        <w:t xml:space="preserve"> اءهلا و لا 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(سنن نبو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14)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- نه شام و نه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را - بر نماز مقدم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. هرگاه وقت نماز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رسول خدا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نه خانواده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 و نه دوست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D76C1">
      <w:pPr>
        <w:pStyle w:val="Heading2"/>
        <w:rPr>
          <w:rtl/>
          <w:lang w:bidi="fa-IR"/>
        </w:rPr>
      </w:pPr>
      <w:bookmarkStart w:id="192" w:name="_Toc1902979"/>
      <w:bookmarkStart w:id="193" w:name="_Toc1903206"/>
      <w:r>
        <w:rPr>
          <w:rFonts w:hint="eastAsia"/>
          <w:rtl/>
          <w:lang w:bidi="fa-IR"/>
        </w:rPr>
        <w:t>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اذان و شرکت در نماز</w:t>
      </w:r>
      <w:bookmarkEnd w:id="192"/>
      <w:bookmarkEnd w:id="19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سمع النداء فلم انداء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جبه</w:t>
      </w:r>
      <w:r>
        <w:rPr>
          <w:rtl/>
          <w:lang w:bidi="fa-IR"/>
        </w:rPr>
        <w:t xml:space="preserve"> من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عله فلا صلوه له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ج 55 ص 375)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D76C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هر</w:t>
      </w:r>
      <w:r>
        <w:rPr>
          <w:rtl/>
          <w:lang w:bidi="fa-IR"/>
        </w:rPr>
        <w:t xml:space="preserve"> که بانگ (اذان ) را بشنود و بدون علت </w:t>
      </w:r>
      <w:r w:rsidR="009D76C1"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آن پاسخ ندهد . پس نماز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D76C1">
      <w:pPr>
        <w:pStyle w:val="Heading2"/>
        <w:rPr>
          <w:rtl/>
          <w:lang w:bidi="fa-IR"/>
        </w:rPr>
      </w:pPr>
      <w:bookmarkStart w:id="194" w:name="_Toc1902980"/>
      <w:bookmarkStart w:id="195" w:name="_Toc1903207"/>
      <w:r>
        <w:rPr>
          <w:rFonts w:hint="eastAsia"/>
          <w:rtl/>
          <w:lang w:bidi="fa-IR"/>
        </w:rPr>
        <w:t>اجابت</w:t>
      </w:r>
      <w:r>
        <w:rPr>
          <w:rtl/>
          <w:lang w:bidi="fa-IR"/>
        </w:rPr>
        <w:t xml:space="preserve"> ندا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 ذن</w:t>
      </w:r>
      <w:bookmarkEnd w:id="194"/>
      <w:bookmarkEnd w:id="19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اجابه</w:t>
      </w:r>
      <w:r>
        <w:rPr>
          <w:rtl/>
          <w:lang w:bidi="fa-IR"/>
        </w:rPr>
        <w:t xml:space="preserve"> المؤ ذن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الرزق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84 ص 177)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اجابت</w:t>
      </w:r>
      <w:r>
        <w:rPr>
          <w:rtl/>
          <w:lang w:bidi="fa-IR"/>
        </w:rPr>
        <w:t xml:space="preserve"> دعوت اذان گو ، سبب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D76C1">
      <w:pPr>
        <w:pStyle w:val="Heading2"/>
        <w:rPr>
          <w:rtl/>
          <w:lang w:bidi="fa-IR"/>
        </w:rPr>
      </w:pPr>
      <w:bookmarkStart w:id="196" w:name="_Toc1902981"/>
      <w:bookmarkStart w:id="197" w:name="_Toc1903208"/>
      <w:r>
        <w:rPr>
          <w:rFonts w:hint="eastAsia"/>
          <w:rtl/>
          <w:lang w:bidi="fa-IR"/>
        </w:rPr>
        <w:t>اذان</w:t>
      </w:r>
      <w:r>
        <w:rPr>
          <w:rtl/>
          <w:lang w:bidi="fa-IR"/>
        </w:rPr>
        <w:t xml:space="preserve"> و اقامه و صف فرشتگان</w:t>
      </w:r>
      <w:bookmarkEnd w:id="196"/>
      <w:bookmarkEnd w:id="19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باءذان و اقامه 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خلفه صف من الملائکه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طرفاه و من 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قامه 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خلفه ملک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(ثواب الاعمال ص 58)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D76C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هر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 w:rsidR="009D76C1">
        <w:rPr>
          <w:rtl/>
          <w:lang w:bidi="fa-IR"/>
        </w:rPr>
        <w:t xml:space="preserve"> که نماز خود را با</w:t>
      </w:r>
      <w:r>
        <w:rPr>
          <w:rtl/>
          <w:lang w:bidi="fa-IR"/>
        </w:rPr>
        <w:t xml:space="preserve"> اذان و اقامه بخواند ، صف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فرشتگان پشت سر او به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که دو طرف آن صف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خود را اقامه تنها بخواند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فرشته پشت سر او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گزارد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D76C1">
      <w:pPr>
        <w:pStyle w:val="Heading2"/>
        <w:rPr>
          <w:rtl/>
          <w:lang w:bidi="fa-IR"/>
        </w:rPr>
      </w:pPr>
      <w:bookmarkStart w:id="198" w:name="_Toc1902982"/>
      <w:bookmarkStart w:id="199" w:name="_Toc1903209"/>
      <w:r>
        <w:rPr>
          <w:rFonts w:hint="eastAsia"/>
          <w:rtl/>
          <w:lang w:bidi="fa-IR"/>
        </w:rPr>
        <w:t>فص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بودن مؤ ذن</w:t>
      </w:r>
      <w:bookmarkEnd w:id="198"/>
      <w:bookmarkEnd w:id="19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وذن</w:t>
      </w:r>
      <w:r>
        <w:rPr>
          <w:rtl/>
          <w:lang w:bidi="fa-IR"/>
        </w:rPr>
        <w:t xml:space="preserve"> لکم اءفصحکم :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وءمکم</w:t>
      </w:r>
      <w:r>
        <w:rPr>
          <w:rtl/>
          <w:lang w:bidi="fa-IR"/>
        </w:rPr>
        <w:t xml:space="preserve"> اءفقهکم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84 ص 161)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 اذان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 امامت کند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D76C1">
      <w:pPr>
        <w:pStyle w:val="Heading2"/>
        <w:rPr>
          <w:rtl/>
          <w:lang w:bidi="fa-IR"/>
        </w:rPr>
      </w:pPr>
      <w:bookmarkStart w:id="200" w:name="_Toc1902983"/>
      <w:bookmarkStart w:id="201" w:name="_Toc1903210"/>
      <w:r>
        <w:rPr>
          <w:rFonts w:hint="eastAsia"/>
          <w:rtl/>
          <w:lang w:bidi="fa-IR"/>
        </w:rPr>
        <w:t>اذان</w:t>
      </w:r>
      <w:r>
        <w:rPr>
          <w:rtl/>
          <w:lang w:bidi="fa-IR"/>
        </w:rPr>
        <w:t xml:space="preserve"> در وقت نماز</w:t>
      </w:r>
      <w:bookmarkEnd w:id="200"/>
      <w:bookmarkEnd w:id="20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ؤ</w:t>
      </w:r>
      <w:r>
        <w:rPr>
          <w:rtl/>
          <w:lang w:bidi="fa-IR"/>
        </w:rPr>
        <w:t xml:space="preserve"> ذن الصلوه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دخل</w:t>
      </w:r>
      <w:r>
        <w:rPr>
          <w:rtl/>
          <w:lang w:bidi="fa-IR"/>
        </w:rPr>
        <w:t xml:space="preserve"> وقتها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84 ص 160)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9D76C1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وقت نماز داخل شد اذان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53A10" w:rsidRDefault="009D76C1" w:rsidP="009D76C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9D76C1">
      <w:pPr>
        <w:pStyle w:val="Heading2"/>
        <w:rPr>
          <w:rtl/>
          <w:lang w:bidi="fa-IR"/>
        </w:rPr>
      </w:pPr>
      <w:bookmarkStart w:id="202" w:name="_Toc1902984"/>
      <w:bookmarkStart w:id="203" w:name="_Toc1903211"/>
      <w:r>
        <w:rPr>
          <w:rFonts w:hint="eastAsia"/>
          <w:rtl/>
          <w:lang w:bidi="fa-IR"/>
        </w:rPr>
        <w:t>اذان</w:t>
      </w:r>
      <w:r>
        <w:rPr>
          <w:rtl/>
          <w:lang w:bidi="fa-IR"/>
        </w:rPr>
        <w:t xml:space="preserve"> به سمت قبله</w:t>
      </w:r>
      <w:bookmarkEnd w:id="202"/>
      <w:bookmarkEnd w:id="20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ستقبل</w:t>
      </w:r>
      <w:r>
        <w:rPr>
          <w:rtl/>
          <w:lang w:bidi="fa-IR"/>
        </w:rPr>
        <w:t xml:space="preserve"> المؤ ذن القبله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الاذان و الاقامه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84 ص 157)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اذان</w:t>
      </w:r>
      <w:r>
        <w:rPr>
          <w:rtl/>
          <w:lang w:bidi="fa-IR"/>
        </w:rPr>
        <w:t xml:space="preserve"> گو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هنگام اذان گفتن به سمت قبله باشد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D76C1">
      <w:pPr>
        <w:pStyle w:val="Heading2"/>
        <w:rPr>
          <w:rtl/>
          <w:lang w:bidi="fa-IR"/>
        </w:rPr>
      </w:pPr>
      <w:bookmarkStart w:id="204" w:name="_Toc1902985"/>
      <w:bookmarkStart w:id="205" w:name="_Toc1903212"/>
      <w:r>
        <w:rPr>
          <w:rFonts w:hint="eastAsia"/>
          <w:rtl/>
          <w:lang w:bidi="fa-IR"/>
        </w:rPr>
        <w:t>آفات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اذان</w:t>
      </w:r>
      <w:bookmarkEnd w:id="204"/>
      <w:bookmarkEnd w:id="20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سمع النداء و هو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المسجد ثم خرج فهم منافق الا رجل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الجوع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اءو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طهاره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تطهر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ج 84 ص 161)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9D76C1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اذان را در مسجد بشنود و بدون خواندن نماز (جماعت ) از مسجد خارج شود ، منافق است ،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قصد برگشت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خواندن داشته باشد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گرفتن وضو از مسجد خارج شود .</w:t>
      </w:r>
    </w:p>
    <w:p w:rsidR="00753A10" w:rsidRDefault="009D76C1" w:rsidP="009D76C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9D76C1">
      <w:pPr>
        <w:pStyle w:val="Heading2"/>
        <w:rPr>
          <w:rtl/>
          <w:lang w:bidi="fa-IR"/>
        </w:rPr>
      </w:pPr>
      <w:bookmarkStart w:id="206" w:name="_Toc1902986"/>
      <w:bookmarkStart w:id="207" w:name="_Toc1903213"/>
      <w:r>
        <w:rPr>
          <w:rFonts w:hint="eastAsia"/>
          <w:rtl/>
          <w:lang w:bidi="fa-IR"/>
        </w:rPr>
        <w:t>دعا</w:t>
      </w:r>
      <w:r>
        <w:rPr>
          <w:rtl/>
          <w:lang w:bidi="fa-IR"/>
        </w:rPr>
        <w:t xml:space="preserve"> هنگام اذان</w:t>
      </w:r>
      <w:bookmarkEnd w:id="206"/>
      <w:bookmarkEnd w:id="20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اعتنموا</w:t>
      </w:r>
      <w:r>
        <w:rPr>
          <w:rtl/>
          <w:lang w:bidi="fa-IR"/>
        </w:rPr>
        <w:t xml:space="preserve"> اذعاءاربع : عند قرائه القران و عند الاذان و عند نزول الغ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و عند التقاء الصف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الشهاده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ج 4 ص 114)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D76C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چهار زمان دعا را 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شمار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1- هنگام قرائت قرآن ، 2- هنگام اذان ، 3- هنگام نزول باران ، 4- هنگام روبرو شدن دو لش</w:t>
      </w:r>
      <w:r w:rsidR="009D76C1">
        <w:rPr>
          <w:rFonts w:hint="cs"/>
          <w:rtl/>
          <w:lang w:bidi="fa-IR"/>
        </w:rPr>
        <w:t>ک</w:t>
      </w:r>
      <w:r>
        <w:rPr>
          <w:rtl/>
          <w:lang w:bidi="fa-IR"/>
        </w:rPr>
        <w:t>ر مؤ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کفار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D76C1">
      <w:pPr>
        <w:pStyle w:val="Heading2"/>
        <w:rPr>
          <w:rtl/>
          <w:lang w:bidi="fa-IR"/>
        </w:rPr>
      </w:pPr>
      <w:bookmarkStart w:id="208" w:name="_Toc1902987"/>
      <w:bookmarkStart w:id="209" w:name="_Toc1903214"/>
      <w:r>
        <w:rPr>
          <w:rFonts w:hint="eastAsia"/>
          <w:rtl/>
          <w:lang w:bidi="fa-IR"/>
        </w:rPr>
        <w:t>پاداش</w:t>
      </w:r>
      <w:r>
        <w:rPr>
          <w:rtl/>
          <w:lang w:bidi="fa-IR"/>
        </w:rPr>
        <w:t xml:space="preserve"> اذان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bookmarkEnd w:id="208"/>
      <w:bookmarkEnd w:id="20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حشر</w:t>
      </w:r>
      <w:r>
        <w:rPr>
          <w:rtl/>
          <w:lang w:bidi="fa-IR"/>
        </w:rPr>
        <w:t xml:space="preserve"> المؤ ذنون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</w:t>
      </w:r>
      <w:r>
        <w:rPr>
          <w:rtl/>
          <w:lang w:bidi="fa-IR"/>
        </w:rPr>
        <w:t xml:space="preserve"> طوال الاعناق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84 ص 149)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9D76C1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اذان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،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با سرافراز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سربلند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محشور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.</w:t>
      </w:r>
    </w:p>
    <w:p w:rsidR="00753A10" w:rsidRDefault="009D76C1" w:rsidP="009D76C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9D76C1">
      <w:pPr>
        <w:pStyle w:val="Heading2"/>
        <w:rPr>
          <w:rtl/>
          <w:lang w:bidi="fa-IR"/>
        </w:rPr>
      </w:pPr>
      <w:bookmarkStart w:id="210" w:name="_Toc1902988"/>
      <w:bookmarkStart w:id="211" w:name="_Toc1903215"/>
      <w:r>
        <w:rPr>
          <w:rFonts w:hint="eastAsia"/>
          <w:rtl/>
          <w:lang w:bidi="fa-IR"/>
        </w:rPr>
        <w:t>مزد</w:t>
      </w:r>
      <w:r>
        <w:rPr>
          <w:rtl/>
          <w:lang w:bidi="fa-IR"/>
        </w:rPr>
        <w:t xml:space="preserve"> مؤ ذن</w:t>
      </w:r>
      <w:bookmarkEnd w:id="210"/>
      <w:bookmarkEnd w:id="21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لاباءس</w:t>
      </w:r>
      <w:r>
        <w:rPr>
          <w:rtl/>
          <w:lang w:bidi="fa-IR"/>
        </w:rPr>
        <w:t xml:space="preserve"> اءن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المال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الانوارج 81 ص 161)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اشکال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به مؤ ذن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المال مزد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بدهند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D76C1">
      <w:pPr>
        <w:pStyle w:val="Heading2"/>
        <w:rPr>
          <w:rtl/>
          <w:lang w:bidi="fa-IR"/>
        </w:rPr>
      </w:pPr>
      <w:bookmarkStart w:id="212" w:name="_Toc1902989"/>
      <w:bookmarkStart w:id="213" w:name="_Toc1903216"/>
      <w:r>
        <w:rPr>
          <w:rFonts w:hint="eastAsia"/>
          <w:rtl/>
          <w:lang w:bidi="fa-IR"/>
        </w:rPr>
        <w:t>مفهوم</w:t>
      </w:r>
      <w:r>
        <w:rPr>
          <w:rtl/>
          <w:lang w:bidi="fa-IR"/>
        </w:rPr>
        <w:t xml:space="preserve"> قد قامت الصلوه</w:t>
      </w:r>
      <w:bookmarkEnd w:id="212"/>
      <w:bookmarkEnd w:id="21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(قد قامت الصلوه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الاقامه 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حان وقت الز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اره</w:t>
      </w:r>
      <w:r>
        <w:rPr>
          <w:rtl/>
          <w:lang w:bidi="fa-IR"/>
        </w:rPr>
        <w:t xml:space="preserve"> و المناجاه و قضاء الحوائج و درک المن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الوصول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- عزوجل - 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کرامته و غفرانه و عفوه و رضوانه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84 ص 132)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(قد قامت الصلوه )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 است که هنگام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و راز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و برآورده شدن خواسته ها و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آرزوها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خداوند (عزو جل ) و کرامت و آمرزش و بخشش و خشنود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او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.</w:t>
      </w:r>
    </w:p>
    <w:p w:rsidR="00753A10" w:rsidRDefault="009D76C1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9D76C1">
      <w:pPr>
        <w:pStyle w:val="Heading1"/>
        <w:rPr>
          <w:rtl/>
          <w:lang w:bidi="fa-IR"/>
        </w:rPr>
      </w:pPr>
      <w:bookmarkStart w:id="214" w:name="_Toc1902990"/>
      <w:bookmarkStart w:id="215" w:name="_Toc1903217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پنجم : حضور قلب</w:t>
      </w:r>
      <w:bookmarkEnd w:id="214"/>
      <w:bookmarkEnd w:id="215"/>
    </w:p>
    <w:p w:rsidR="00753A10" w:rsidRDefault="00753A10" w:rsidP="009D76C1">
      <w:pPr>
        <w:pStyle w:val="Heading2"/>
        <w:rPr>
          <w:rtl/>
          <w:lang w:bidi="fa-IR"/>
        </w:rPr>
      </w:pPr>
      <w:bookmarkStart w:id="216" w:name="_Toc1902991"/>
      <w:bookmarkStart w:id="217" w:name="_Toc1903218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با قلب پاک</w:t>
      </w:r>
      <w:bookmarkEnd w:id="216"/>
      <w:bookmarkEnd w:id="21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!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الشان ان تصل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تصوم و تتصدق . اءلشان ان تکون الصلوه فعلت بقلب نق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عمل عندالله مرض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خشوع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84 ص 266)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D76C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! شاءن و مقام تو به خواندن نماز و گرفتن روزه و دادن صدقه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 همانا شاءن و قدر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است که نماز با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 انجام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مورد قبول خداوند باشد و با خشوع و خاکسار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اداء شود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D76C1">
      <w:pPr>
        <w:pStyle w:val="Heading2"/>
        <w:rPr>
          <w:rtl/>
          <w:lang w:bidi="fa-IR"/>
        </w:rPr>
      </w:pPr>
      <w:bookmarkStart w:id="218" w:name="_Toc1902992"/>
      <w:bookmarkStart w:id="219" w:name="_Toc1903219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و داع</w:t>
      </w:r>
      <w:bookmarkEnd w:id="218"/>
      <w:bookmarkEnd w:id="21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</w:t>
      </w:r>
      <w:r>
        <w:rPr>
          <w:rtl/>
          <w:lang w:bidi="fa-IR"/>
        </w:rPr>
        <w:t xml:space="preserve"> قام احد کم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الصلوه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</w:t>
      </w:r>
      <w:r>
        <w:rPr>
          <w:rtl/>
          <w:lang w:bidi="fa-IR"/>
        </w:rPr>
        <w:t xml:space="preserve"> صلوه مودع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(غرر الحکم ص 129)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هرگاه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شما به نماز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 w:rsidR="009D76C1">
        <w:rPr>
          <w:rFonts w:hint="cs"/>
          <w:rtl/>
          <w:lang w:bidi="fa-IR"/>
        </w:rPr>
        <w:t>ا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بخواند که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نماز وداع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D76C1">
      <w:pPr>
        <w:pStyle w:val="Heading2"/>
        <w:rPr>
          <w:rtl/>
          <w:lang w:bidi="fa-IR"/>
        </w:rPr>
      </w:pPr>
      <w:bookmarkStart w:id="220" w:name="_Toc1902993"/>
      <w:bookmarkStart w:id="221" w:name="_Toc1903220"/>
      <w:r>
        <w:rPr>
          <w:rFonts w:hint="eastAsia"/>
          <w:rtl/>
          <w:lang w:bidi="fa-IR"/>
        </w:rPr>
        <w:t>عارف</w:t>
      </w:r>
      <w:r>
        <w:rPr>
          <w:rtl/>
          <w:lang w:bidi="fa-IR"/>
        </w:rPr>
        <w:t xml:space="preserve"> به حق نماز</w:t>
      </w:r>
      <w:bookmarkEnd w:id="220"/>
      <w:bookmarkEnd w:id="22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الصلوه عارفا بحقها غفرله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79 ص 207)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نماز بجا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حق نماز را بشناسد آمرز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D76C1">
      <w:pPr>
        <w:pStyle w:val="Heading2"/>
        <w:rPr>
          <w:rtl/>
          <w:lang w:bidi="fa-IR"/>
        </w:rPr>
      </w:pPr>
      <w:bookmarkStart w:id="222" w:name="_Toc1902994"/>
      <w:bookmarkStart w:id="223" w:name="_Toc1903221"/>
      <w:r>
        <w:rPr>
          <w:rFonts w:hint="eastAsia"/>
          <w:rtl/>
          <w:lang w:bidi="fa-IR"/>
        </w:rPr>
        <w:t>خشوع</w:t>
      </w:r>
      <w:r>
        <w:rPr>
          <w:rtl/>
          <w:lang w:bidi="fa-IR"/>
        </w:rPr>
        <w:t xml:space="preserve"> قلب و جوارح</w:t>
      </w:r>
      <w:bookmarkEnd w:id="222"/>
      <w:bookmarkEnd w:id="22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خشع</w:t>
      </w:r>
      <w:r>
        <w:rPr>
          <w:rtl/>
          <w:lang w:bidi="fa-IR"/>
        </w:rPr>
        <w:t xml:space="preserve"> الرجل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صلوته فانه من خشع قلبه لله - عزوجل - خشعت جوار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عبث</w:t>
      </w:r>
      <w:r>
        <w:rPr>
          <w:rtl/>
          <w:lang w:bidi="fa-IR"/>
        </w:rPr>
        <w:t xml:space="preserve"> بش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الصلوه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84 ص 239)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مرد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نماز خود خاشع باشد ، پس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خاشع شد ، اعضا و جوارحش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خاشع است ، پس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 نماز با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D76C1">
      <w:pPr>
        <w:pStyle w:val="Heading2"/>
        <w:rPr>
          <w:rtl/>
          <w:lang w:bidi="fa-IR"/>
        </w:rPr>
      </w:pPr>
      <w:bookmarkStart w:id="224" w:name="_Toc1902995"/>
      <w:bookmarkStart w:id="225" w:name="_Toc1903222"/>
      <w:r>
        <w:rPr>
          <w:rFonts w:hint="eastAsia"/>
          <w:rtl/>
          <w:lang w:bidi="fa-IR"/>
        </w:rPr>
        <w:t>موانع</w:t>
      </w:r>
      <w:r>
        <w:rPr>
          <w:rtl/>
          <w:lang w:bidi="fa-IR"/>
        </w:rPr>
        <w:t xml:space="preserve"> حضور قلب</w:t>
      </w:r>
      <w:bookmarkEnd w:id="224"/>
      <w:bookmarkEnd w:id="22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قرمن</w:t>
      </w:r>
      <w:r>
        <w:rPr>
          <w:rtl/>
          <w:lang w:bidi="fa-IR"/>
        </w:rPr>
        <w:t xml:space="preserve"> احدکم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الصلوه متکاسلا و لاناعسا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فکرن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نفسه فانه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ربه . و انما للعبد من صلوته ما اقبل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منها بقلبه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84 ص 239)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حال کسالت و چرت زدن نماز نخوان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حال نماز به فکر خودتان نباش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محضر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به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مقدار از نماز بنده قبول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قلبا به خدا توجه داشته باشد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D76C1">
      <w:pPr>
        <w:pStyle w:val="Heading2"/>
        <w:rPr>
          <w:rtl/>
          <w:lang w:bidi="fa-IR"/>
        </w:rPr>
      </w:pPr>
      <w:bookmarkStart w:id="226" w:name="_Toc1902996"/>
      <w:bookmarkStart w:id="227" w:name="_Toc1903223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و اخلاص</w:t>
      </w:r>
      <w:bookmarkEnd w:id="226"/>
      <w:bookmarkEnd w:id="22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الصلوه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امک</w:t>
      </w:r>
      <w:r>
        <w:rPr>
          <w:rtl/>
          <w:lang w:bidi="fa-IR"/>
        </w:rPr>
        <w:t xml:space="preserve"> و قعودک . انما الصلوه اخلاصک و ان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بها الله و حده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(شرح نهج البلاغه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 1 خطبه 23 ص 325)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، تنها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و قعود (برخاستن و نشستن )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؛ همانا نماز اخلاص تو است که از آن جز خدا اراده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7"/>
        <w:gridCol w:w="268"/>
        <w:gridCol w:w="3317"/>
      </w:tblGrid>
      <w:tr w:rsidR="009D76C1" w:rsidTr="00346C65">
        <w:trPr>
          <w:trHeight w:val="350"/>
        </w:trPr>
        <w:tc>
          <w:tcPr>
            <w:tcW w:w="3920" w:type="dxa"/>
            <w:shd w:val="clear" w:color="auto" w:fill="auto"/>
          </w:tcPr>
          <w:p w:rsidR="009D76C1" w:rsidRDefault="009D76C1" w:rsidP="00346C65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طاعت</w:t>
            </w:r>
            <w:r>
              <w:rPr>
                <w:rtl/>
                <w:lang w:bidi="fa-IR"/>
              </w:rPr>
              <w:t xml:space="preserve"> آن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>
              <w:rPr>
                <w:rtl/>
                <w:lang w:bidi="fa-IR"/>
              </w:rPr>
              <w:t xml:space="preserve"> که برخاک نه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شان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D76C1" w:rsidRDefault="009D76C1" w:rsidP="00346C6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D76C1" w:rsidRDefault="009D76C1" w:rsidP="00346C65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صدق</w:t>
            </w:r>
            <w:r>
              <w:rPr>
                <w:rtl/>
                <w:lang w:bidi="fa-IR"/>
              </w:rPr>
              <w:t xml:space="preserve">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آرکه اخلاص به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D76C1" w:rsidRDefault="009D76C1" w:rsidP="00753A10">
      <w:pPr>
        <w:pStyle w:val="libNormal"/>
        <w:rPr>
          <w:rtl/>
          <w:lang w:bidi="fa-IR"/>
        </w:rPr>
      </w:pPr>
    </w:p>
    <w:p w:rsidR="00753A10" w:rsidRDefault="009D76C1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9D76C1">
      <w:pPr>
        <w:pStyle w:val="Heading1"/>
        <w:rPr>
          <w:rtl/>
          <w:lang w:bidi="fa-IR"/>
        </w:rPr>
      </w:pPr>
      <w:bookmarkStart w:id="228" w:name="_Toc1902997"/>
      <w:bookmarkStart w:id="229" w:name="_Toc1903224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ششم : اعمال و ذکرها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</w:t>
      </w:r>
      <w:bookmarkEnd w:id="228"/>
      <w:bookmarkEnd w:id="229"/>
    </w:p>
    <w:p w:rsidR="009D76C1" w:rsidRDefault="009D76C1" w:rsidP="00753A10">
      <w:pPr>
        <w:pStyle w:val="libNormal"/>
        <w:rPr>
          <w:rFonts w:hint="cs"/>
          <w:rtl/>
          <w:lang w:bidi="fa-IR"/>
        </w:rPr>
      </w:pPr>
    </w:p>
    <w:p w:rsidR="00753A10" w:rsidRDefault="00753A10" w:rsidP="009D76C1">
      <w:pPr>
        <w:pStyle w:val="Heading2"/>
        <w:rPr>
          <w:rtl/>
          <w:lang w:bidi="fa-IR"/>
        </w:rPr>
      </w:pPr>
      <w:bookmarkStart w:id="230" w:name="_Toc1902998"/>
      <w:bookmarkStart w:id="231" w:name="_Toc1903225"/>
      <w:r>
        <w:rPr>
          <w:rFonts w:hint="eastAsia"/>
          <w:rtl/>
          <w:lang w:bidi="fa-IR"/>
        </w:rPr>
        <w:t>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سوره حمد</w:t>
      </w:r>
      <w:bookmarkEnd w:id="230"/>
      <w:bookmarkEnd w:id="23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فاتحه</w:t>
      </w:r>
      <w:r>
        <w:rPr>
          <w:rtl/>
          <w:lang w:bidi="fa-IR"/>
        </w:rPr>
        <w:t xml:space="preserve"> الکتاب اعطاها الله محمدا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و امته ، بعداء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بالحمد و الثناء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، ثم ثن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بالدعاء الله - عزوجل - و لقد سمعت رسول الله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: قال الله - عزوجل قسمت الحمد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فنصفها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نصفها لعبد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و لعبد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ساءل ، اذا قال العبد : (بسم الله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) قال الله - عزوجل - بداء عبد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حق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 اتمم له اموره و ابارک 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احواله . فاذا قال : (الحمدلله رب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) . قال الله - عزوجل - حمدل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علم ان النعم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من عند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البلا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اندفعت عن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بتطول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اشهد کم 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اضعف له نعم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الاخره . و ادفع عنه بلا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الاخره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9D76C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کما دفعت عنه بلا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، فاذا قال : (الرحمن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) قال الله - عزوجل - شهد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باءن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اشهد کم لاوفرن من رحمت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حظه ، و لا جزلن من عطائ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فاذا قال : (مالک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) قال الله - عزوجل - اشهد کم کما اعترف 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انا المالک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</w:t>
      </w:r>
      <w:r>
        <w:rPr>
          <w:rFonts w:hint="eastAsia"/>
          <w:rtl/>
          <w:lang w:bidi="fa-IR"/>
        </w:rPr>
        <w:t>اسهلن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الحساب حسابه ، و لاتقبلن حسناته ، و لا تتجاوزن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ئاته</w:t>
      </w:r>
      <w:r>
        <w:rPr>
          <w:rtl/>
          <w:lang w:bidi="fa-IR"/>
        </w:rPr>
        <w:t xml:space="preserve"> . فاذا قال العبد : (ا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اک</w:t>
      </w:r>
      <w:r>
        <w:rPr>
          <w:rtl/>
          <w:lang w:bidi="fa-IR"/>
        </w:rPr>
        <w:t xml:space="preserve"> نعبد)قال الله - عزوجل - صدق عبد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عبد</w:t>
      </w:r>
      <w:r>
        <w:rPr>
          <w:rtl/>
          <w:lang w:bidi="fa-IR"/>
        </w:rPr>
        <w:t xml:space="preserve"> لا 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بنه</w:t>
      </w:r>
      <w:r>
        <w:rPr>
          <w:rtl/>
          <w:lang w:bidi="fa-IR"/>
        </w:rPr>
        <w:t xml:space="preserve"> عن عبادته ثوابا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غبطه</w:t>
      </w:r>
      <w:r>
        <w:rPr>
          <w:rtl/>
          <w:lang w:bidi="fa-IR"/>
        </w:rPr>
        <w:t xml:space="preserve"> کل من خالفه </w:t>
      </w:r>
      <w:r>
        <w:rPr>
          <w:rtl/>
          <w:lang w:bidi="fa-IR"/>
        </w:rPr>
        <w:lastRenderedPageBreak/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عبادته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فاذا قال : (وا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اک</w:t>
      </w:r>
      <w:r>
        <w:rPr>
          <w:rtl/>
          <w:lang w:bidi="fa-IR"/>
        </w:rPr>
        <w:t xml:space="preserve"> نستع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) . قال الله - عزوجل -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استعان 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eastAsia"/>
          <w:rtl/>
          <w:lang w:bidi="fa-IR"/>
        </w:rPr>
        <w:t>لتجاء</w:t>
      </w:r>
      <w:r>
        <w:rPr>
          <w:rtl/>
          <w:lang w:bidi="fa-IR"/>
        </w:rPr>
        <w:t xml:space="preserve"> . اشهد کم لا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امره و لا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ثنه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ائده و لا خذن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</w:t>
      </w:r>
      <w:r>
        <w:rPr>
          <w:rtl/>
          <w:lang w:bidi="fa-IR"/>
        </w:rPr>
        <w:t xml:space="preserve"> عند نوائبه . و اذا قال : (اهدنا الصراط المستق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)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اخرها . قال الله - عزوجل - هذا العبد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لعبد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ساءل . قد استجببت اعبد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ما امل ، و آمنته مما منه و جل .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اخبرنا عن (بسم الله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) 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فاتحه الکتاب ؟ قال : نعم کان رسول الله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قروها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عدها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منها ،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: فاتحه الکتاب ه</w:t>
      </w:r>
      <w:r>
        <w:rPr>
          <w:rFonts w:hint="cs"/>
          <w:rtl/>
          <w:lang w:bidi="fa-IR"/>
        </w:rPr>
        <w:t>ی</w:t>
      </w:r>
      <w:r w:rsidR="009D76C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السبع</w:t>
      </w:r>
      <w:r>
        <w:rPr>
          <w:rtl/>
          <w:lang w:bidi="fa-IR"/>
        </w:rPr>
        <w:t xml:space="preserve"> المثان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فضلت (بسم الله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) و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السابعه منها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85 ص 59)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سوره</w:t>
      </w:r>
      <w:r>
        <w:rPr>
          <w:rtl/>
          <w:lang w:bidi="fa-IR"/>
        </w:rPr>
        <w:t xml:space="preserve"> فاتحه را خداوند به محمد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و امت او داد . و با حمد و سپاس برخود آن را آغاز کرد . سپس با دعا و ثنا خداوند - عزوجل - ادامه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. من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فرمود : (خداوند - عزوجل -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سوره حمد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</w:t>
      </w:r>
      <w:r>
        <w:rPr>
          <w:rFonts w:hint="eastAsia"/>
          <w:rtl/>
          <w:lang w:bidi="fa-IR"/>
        </w:rPr>
        <w:t>ود</w:t>
      </w:r>
      <w:r>
        <w:rPr>
          <w:rtl/>
          <w:lang w:bidi="fa-IR"/>
        </w:rPr>
        <w:t xml:space="preserve"> و بنده ام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کرده ام ، پس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من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بنده من است . و بنده ام هر چه (در آن ) بخواهد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CC6D8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بنده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Pr="00CC6D82">
        <w:rPr>
          <w:rStyle w:val="libAlaemChar"/>
          <w:rtl/>
        </w:rPr>
        <w:t>(</w:t>
      </w:r>
      <w:r w:rsidR="00CC6D82" w:rsidRPr="00CC6D82">
        <w:rPr>
          <w:rStyle w:val="libAieChar"/>
          <w:rFonts w:hint="cs"/>
          <w:rtl/>
        </w:rPr>
        <w:t>بِسْمِ اللَّـهِ الرَّحْمَـٰنِ الرَّحِيمِ</w:t>
      </w:r>
      <w:r w:rsidRPr="00CC6D82">
        <w:rPr>
          <w:rStyle w:val="libAlaemChar"/>
          <w:rtl/>
        </w:rPr>
        <w:t>)</w:t>
      </w:r>
      <w:r>
        <w:rPr>
          <w:rtl/>
          <w:lang w:bidi="fa-IR"/>
        </w:rPr>
        <w:t xml:space="preserve">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بنده ام به نام من شروع کرده ، پس بر من لازم شد که آمر</w:t>
      </w:r>
      <w:r w:rsidR="009D76C1">
        <w:rPr>
          <w:rFonts w:hint="cs"/>
          <w:rtl/>
          <w:lang w:bidi="fa-IR"/>
        </w:rPr>
        <w:t>ز</w:t>
      </w:r>
      <w:r>
        <w:rPr>
          <w:rtl/>
          <w:lang w:bidi="fa-IR"/>
        </w:rPr>
        <w:t>ش را کامل کنم و احوالش را بر او مبارک گردانم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CC6D8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Pr="00CC6D82">
        <w:rPr>
          <w:rStyle w:val="libAlaemChar"/>
          <w:rtl/>
        </w:rPr>
        <w:t>(</w:t>
      </w:r>
      <w:r w:rsidR="00CC6D82" w:rsidRPr="00CC6D82">
        <w:rPr>
          <w:rStyle w:val="libAieChar"/>
          <w:rFonts w:hint="cs"/>
          <w:rtl/>
        </w:rPr>
        <w:t>الْحَمْدُ لِلَّـهِ رَبِّ الْعَالَمِينَ</w:t>
      </w:r>
      <w:r w:rsidRPr="00CC6D82">
        <w:rPr>
          <w:rStyle w:val="libAlaemChar"/>
          <w:rtl/>
        </w:rPr>
        <w:t>)</w:t>
      </w:r>
      <w:r>
        <w:rPr>
          <w:rtl/>
          <w:lang w:bidi="fa-IR"/>
        </w:rPr>
        <w:t xml:space="preserve">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بنده ام مرا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کرد و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نعمتها</w:t>
      </w:r>
      <w:r w:rsidR="009D76C1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دارد از من است و بلاها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از او دفع شده با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است ؛ شما را گواه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که چند برابر نعمتها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آخرت به او بدهم و بلاها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آخرت را از </w:t>
      </w: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برگردانم ، به همان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بلاها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از</w:t>
      </w:r>
      <w:r w:rsidR="009D76C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گرداندم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CC6D8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Pr="00CC6D82">
        <w:rPr>
          <w:rStyle w:val="libAlaemChar"/>
          <w:rtl/>
        </w:rPr>
        <w:t>(</w:t>
      </w:r>
      <w:r w:rsidR="00CC6D82" w:rsidRPr="00CC6D82">
        <w:rPr>
          <w:rStyle w:val="libAieChar"/>
          <w:rFonts w:hint="cs"/>
          <w:rtl/>
        </w:rPr>
        <w:t>الرَّحْمَـٰنِ الرَّحِيمِ</w:t>
      </w:r>
      <w:r w:rsidRPr="00CC6D82">
        <w:rPr>
          <w:rStyle w:val="libAlaemChar"/>
          <w:rtl/>
        </w:rPr>
        <w:t>)</w:t>
      </w:r>
      <w:r>
        <w:rPr>
          <w:rtl/>
          <w:lang w:bidi="fa-IR"/>
        </w:rPr>
        <w:t xml:space="preserve">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شهادت داد که من بخشنده و مهربانم ، شما را گواه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که از رحمتم بهره او را فراوان گردانم و از عطا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سهم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دهم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CC6D8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Pr="00CC6D82">
        <w:rPr>
          <w:rStyle w:val="libAlaemChar"/>
          <w:rtl/>
        </w:rPr>
        <w:t>(</w:t>
      </w:r>
      <w:r w:rsidR="00CC6D82" w:rsidRPr="00CC6D82">
        <w:rPr>
          <w:rStyle w:val="libAieChar"/>
          <w:rFonts w:hint="cs"/>
          <w:rtl/>
        </w:rPr>
        <w:t>مَالِكِ يَوْمِ الدِّينِ</w:t>
      </w:r>
      <w:r w:rsidRPr="00CC6D82">
        <w:rPr>
          <w:rStyle w:val="libAlaemChar"/>
          <w:rtl/>
        </w:rPr>
        <w:t>)</w:t>
      </w:r>
      <w:r>
        <w:rPr>
          <w:rtl/>
          <w:lang w:bidi="fa-IR"/>
        </w:rPr>
        <w:t xml:space="preserve">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شما را به شهادت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که همان گونه که اعتراف نمود که من مالک روز رستاخ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هستم ، در روز حساب ، حسابش را بر او آسان گردانم و حسناتش را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و از گناهانش در گذرم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061EB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Pr="00CC6D82">
        <w:rPr>
          <w:rStyle w:val="libAlaemChar"/>
          <w:rtl/>
        </w:rPr>
        <w:t>(</w:t>
      </w:r>
      <w:r w:rsidR="00061EB6" w:rsidRPr="00061EB6">
        <w:rPr>
          <w:rStyle w:val="libAieChar"/>
          <w:rFonts w:hint="cs"/>
          <w:rtl/>
        </w:rPr>
        <w:t>ا</w:t>
      </w:r>
      <w:r w:rsidR="00CC6D82" w:rsidRPr="00061EB6">
        <w:rPr>
          <w:rStyle w:val="libAieChar"/>
          <w:rFonts w:hint="cs"/>
          <w:rtl/>
        </w:rPr>
        <w:t>ِيَّاكَ نَعْبُدُ</w:t>
      </w:r>
      <w:r w:rsidRPr="00CC6D82">
        <w:rPr>
          <w:rStyle w:val="libAlaemChar"/>
          <w:rtl/>
        </w:rPr>
        <w:t xml:space="preserve">) </w:t>
      </w:r>
      <w:r>
        <w:rPr>
          <w:rtl/>
          <w:lang w:bidi="fa-IR"/>
        </w:rPr>
        <w:t>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بنده ام درست گفت ؛ او مرا عبادت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،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او پاداش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قبال عبادتش بدهم که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عبادتش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با او مخالفت کرده رشک برد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CC6D8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 w:rsidRPr="00CC6D82">
        <w:rPr>
          <w:rStyle w:val="libAlaemChar"/>
          <w:rtl/>
        </w:rPr>
        <w:t>(</w:t>
      </w:r>
      <w:r w:rsidR="00CC6D82" w:rsidRPr="00CC6D82">
        <w:rPr>
          <w:rStyle w:val="libAieChar"/>
          <w:rFonts w:hint="cs"/>
          <w:rtl/>
        </w:rPr>
        <w:t>وَإِيَّاكَ نَسْتَعِينُ</w:t>
      </w:r>
      <w:r w:rsidRPr="00CC6D82">
        <w:rPr>
          <w:rStyle w:val="libAlaemChar"/>
          <w:rtl/>
        </w:rPr>
        <w:t xml:space="preserve">) </w:t>
      </w:r>
      <w:r>
        <w:rPr>
          <w:rtl/>
          <w:lang w:bidi="fa-IR"/>
        </w:rPr>
        <w:t>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از من کمک خواست و به من پناه آورد ، شما را گواه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که او را در کارش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</w:t>
      </w:r>
      <w:r>
        <w:rPr>
          <w:rtl/>
          <w:lang w:bidi="fa-IR"/>
        </w:rPr>
        <w:lastRenderedPageBreak/>
        <w:t>و در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کمک کنم و در روز رستاخ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دستش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. (تا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فراز حمد ، از آن خداوند)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CC6D8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بنده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Pr="00CC6D82">
        <w:rPr>
          <w:rStyle w:val="libAlaemChar"/>
          <w:rtl/>
        </w:rPr>
        <w:t>(</w:t>
      </w:r>
      <w:r w:rsidR="00CC6D82" w:rsidRPr="00CC6D82">
        <w:rPr>
          <w:rStyle w:val="libAieChar"/>
          <w:rFonts w:hint="cs"/>
          <w:rtl/>
        </w:rPr>
        <w:t>اهْدِنَا الصِّرَاطَ الْمُسْتَقِيمَ</w:t>
      </w:r>
      <w:r w:rsidRPr="00CC6D82">
        <w:rPr>
          <w:rStyle w:val="libAlaemChar"/>
          <w:rtl/>
        </w:rPr>
        <w:t>)</w:t>
      </w:r>
      <w:r>
        <w:rPr>
          <w:rtl/>
          <w:lang w:bidi="fa-IR"/>
        </w:rPr>
        <w:t xml:space="preserve"> تا آخر سوره ، خداوند بزرگ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 ام ، و هر چه که بخواهد به</w:t>
      </w:r>
      <w:r w:rsidR="00CC6D8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، خواسته او را اجابت کردم و هر چه آرزو نمود به او دادم و از هر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CC6D8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</w:t>
      </w:r>
      <w:r>
        <w:rPr>
          <w:rtl/>
          <w:lang w:bidi="fa-IR"/>
        </w:rPr>
        <w:t xml:space="preserve"> منان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 از </w:t>
      </w:r>
      <w:r w:rsidR="00CC6D82" w:rsidRPr="00CC6D82">
        <w:rPr>
          <w:rStyle w:val="libAlaemChar"/>
          <w:rtl/>
        </w:rPr>
        <w:t>(</w:t>
      </w:r>
      <w:r w:rsidR="00CC6D82" w:rsidRPr="00CC6D82">
        <w:rPr>
          <w:rStyle w:val="libAieChar"/>
          <w:rFonts w:hint="cs"/>
          <w:rtl/>
        </w:rPr>
        <w:t>بِسْمِ اللَّـهِ الرَّحْمَـٰنِ الرَّحِيمِ</w:t>
      </w:r>
      <w:r w:rsidR="00CC6D82" w:rsidRPr="00CC6D82">
        <w:rPr>
          <w:rStyle w:val="libAlaemChar"/>
          <w:rtl/>
        </w:rPr>
        <w:t>)</w:t>
      </w:r>
      <w:r w:rsidR="00CC6D82">
        <w:rPr>
          <w:rtl/>
          <w:lang w:bidi="fa-IR"/>
        </w:rPr>
        <w:t xml:space="preserve"> </w:t>
      </w:r>
      <w:r>
        <w:rPr>
          <w:rtl/>
          <w:lang w:bidi="fa-IR"/>
        </w:rPr>
        <w:t>بگو 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جزئ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فاتحه است ؟ فرمود 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رسول خدا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آن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سوره حمد محسوبش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. فاتحه الکتاب ، سبع المثان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(دو هفت تا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) است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با </w:t>
      </w:r>
      <w:r w:rsidR="00CC6D82" w:rsidRPr="00CC6D82">
        <w:rPr>
          <w:rStyle w:val="libAlaemChar"/>
          <w:rtl/>
        </w:rPr>
        <w:t>(</w:t>
      </w:r>
      <w:r w:rsidR="00CC6D82" w:rsidRPr="00CC6D82">
        <w:rPr>
          <w:rStyle w:val="libAieChar"/>
          <w:rFonts w:hint="cs"/>
          <w:rtl/>
        </w:rPr>
        <w:t>بِسْمِ اللَّـهِ الرَّحْمَـٰنِ الرَّحِيمِ</w:t>
      </w:r>
      <w:r w:rsidR="00CC6D82" w:rsidRPr="00CC6D82">
        <w:rPr>
          <w:rStyle w:val="libAlaemChar"/>
          <w:rtl/>
        </w:rPr>
        <w:t>)</w:t>
      </w:r>
      <w:r w:rsidR="00CC6D82">
        <w:rPr>
          <w:rtl/>
          <w:lang w:bidi="fa-IR"/>
        </w:rPr>
        <w:t xml:space="preserve"> </w:t>
      </w:r>
      <w:r>
        <w:rPr>
          <w:rtl/>
          <w:lang w:bidi="fa-IR"/>
        </w:rPr>
        <w:t xml:space="preserve">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هفتم آن است ،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 .</w:t>
      </w:r>
    </w:p>
    <w:p w:rsidR="00753A10" w:rsidRDefault="00CC6D82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CC6D82">
      <w:pPr>
        <w:pStyle w:val="Heading2"/>
        <w:rPr>
          <w:rtl/>
          <w:lang w:bidi="fa-IR"/>
        </w:rPr>
      </w:pPr>
      <w:bookmarkStart w:id="232" w:name="_Toc1902999"/>
      <w:bookmarkStart w:id="233" w:name="_Toc1903226"/>
      <w:r>
        <w:rPr>
          <w:rFonts w:hint="eastAsia"/>
          <w:rtl/>
          <w:lang w:bidi="fa-IR"/>
        </w:rPr>
        <w:t>قرائت</w:t>
      </w:r>
      <w:r>
        <w:rPr>
          <w:rtl/>
          <w:lang w:bidi="fa-IR"/>
        </w:rPr>
        <w:t xml:space="preserve"> : قرائت نماز</w:t>
      </w:r>
      <w:bookmarkEnd w:id="232"/>
      <w:bookmarkEnd w:id="23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</w:t>
      </w:r>
      <w:r>
        <w:rPr>
          <w:rtl/>
          <w:lang w:bidi="fa-IR"/>
        </w:rPr>
        <w:t xml:space="preserve"> صل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. فاسمع نفسک القراءه و التکب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85 ص 76)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قرائت و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را چنان بجا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 که خود بشنو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CC6D82">
      <w:pPr>
        <w:pStyle w:val="Heading2"/>
        <w:rPr>
          <w:rtl/>
          <w:lang w:bidi="fa-IR"/>
        </w:rPr>
      </w:pPr>
      <w:bookmarkStart w:id="234" w:name="_Toc1903000"/>
      <w:bookmarkStart w:id="235" w:name="_Toc1903227"/>
      <w:r>
        <w:rPr>
          <w:rFonts w:hint="eastAsia"/>
          <w:rtl/>
          <w:lang w:bidi="fa-IR"/>
        </w:rPr>
        <w:t>رکوع</w:t>
      </w:r>
      <w:r>
        <w:rPr>
          <w:rtl/>
          <w:lang w:bidi="fa-IR"/>
        </w:rPr>
        <w:t xml:space="preserve"> : علت رکوع</w:t>
      </w:r>
      <w:bookmarkEnd w:id="234"/>
      <w:bookmarkEnd w:id="23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ثم</w:t>
      </w:r>
      <w:r>
        <w:rPr>
          <w:rtl/>
          <w:lang w:bidi="fa-IR"/>
        </w:rPr>
        <w:t xml:space="preserve"> تاءو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مد عنقک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الرکوع تخطر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نفسک ، امنت بک ولو ضربت عنق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ثم تاءو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رفع راءسک من الرکوع اذا قلت : سمع الله لمن حمده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اخرجن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العدم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الوجود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 ج 5 ص 395)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معنا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از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گردن در رکوع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قلب خطور کند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به خدا استوارم ، اگر چه گردنم زده شود و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برداشتن از رکوع و گفتن (سمع الله لمن حمده )ا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حمد و ثنا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شنود ، آن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مرا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عدم به وجود آورده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CC6D82">
      <w:pPr>
        <w:pStyle w:val="Heading2"/>
        <w:rPr>
          <w:rtl/>
          <w:lang w:bidi="fa-IR"/>
        </w:rPr>
      </w:pPr>
      <w:bookmarkStart w:id="236" w:name="_Toc1903001"/>
      <w:bookmarkStart w:id="237" w:name="_Toc1903228"/>
      <w:r>
        <w:rPr>
          <w:rFonts w:hint="eastAsia"/>
          <w:rtl/>
          <w:lang w:bidi="fa-IR"/>
        </w:rPr>
        <w:t>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رکوع</w:t>
      </w:r>
      <w:bookmarkEnd w:id="236"/>
      <w:bookmarkEnd w:id="237"/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سئل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ما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الرکوع ؟ فقال :</w:t>
      </w: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معناه</w:t>
      </w:r>
      <w:r>
        <w:rPr>
          <w:rtl/>
          <w:lang w:bidi="fa-IR"/>
        </w:rPr>
        <w:t xml:space="preserve"> امنت بک و لو ضربت عنق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و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قوله : سبحان 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العظم بحمده ، فسبحانه الله انفه لله - عزوجل - و 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و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هو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موصوف بالصغر ، و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ملکه و سلطانه ، و اعظم من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وصف</w:t>
      </w:r>
      <w:r>
        <w:rPr>
          <w:rtl/>
          <w:lang w:bidi="fa-IR"/>
        </w:rPr>
        <w:t xml:space="preserve"> ،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CC6D82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85 ص116)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</w:t>
      </w:r>
      <w:r w:rsidR="00CC6D82">
        <w:rPr>
          <w:rFonts w:hint="cs"/>
          <w:rtl/>
          <w:lang w:bidi="fa-IR"/>
        </w:rPr>
        <w:t>ا</w:t>
      </w:r>
      <w:r>
        <w:rPr>
          <w:rtl/>
          <w:lang w:bidi="fa-IR"/>
        </w:rPr>
        <w:t>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: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رکوع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 فرمود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آوردم ؛ اگر چه گردنم را بزن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و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(سبحان 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بحمد)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خدا منزه است .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خداوند است و پروردگارم ، همان خالق من است . فقط او بزرگ است و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ذا</w:t>
      </w: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بزرگ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خود موصوف به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 و در کشور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خود پادشاه و فرمانروا است . و بزرگتر است که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شود او که بس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والاست .</w:t>
      </w:r>
    </w:p>
    <w:p w:rsidR="00753A10" w:rsidRDefault="00CC6D82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CC6D82">
      <w:pPr>
        <w:pStyle w:val="Heading2"/>
        <w:rPr>
          <w:rtl/>
          <w:lang w:bidi="fa-IR"/>
        </w:rPr>
      </w:pPr>
      <w:bookmarkStart w:id="238" w:name="_Toc1903002"/>
      <w:bookmarkStart w:id="239" w:name="_Toc1903229"/>
      <w:r>
        <w:rPr>
          <w:rFonts w:hint="eastAsia"/>
          <w:rtl/>
          <w:lang w:bidi="fa-IR"/>
        </w:rPr>
        <w:t>خشوع</w:t>
      </w:r>
      <w:r>
        <w:rPr>
          <w:rtl/>
          <w:lang w:bidi="fa-IR"/>
        </w:rPr>
        <w:t xml:space="preserve"> در رکوع</w:t>
      </w:r>
      <w:bookmarkEnd w:id="238"/>
      <w:bookmarkEnd w:id="239"/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فاذا</w:t>
      </w:r>
      <w:r>
        <w:rPr>
          <w:rtl/>
          <w:lang w:bidi="fa-IR"/>
        </w:rPr>
        <w:t xml:space="preserve"> رکعت فقل : اللهم لک رکعت ولک خشعت و لک اسلمت و بک امنت و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تولکت و انت 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خشع لک 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شعر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لحم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عصب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عظام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ما اقلت الارض 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رب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(من لاا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حضره</w:t>
      </w:r>
      <w:r>
        <w:rPr>
          <w:rtl/>
          <w:lang w:bidi="fa-IR"/>
        </w:rPr>
        <w:t xml:space="preserve"> الفق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 1 ص 311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927)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CC6D8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tl/>
          <w:lang w:bidi="fa-IR"/>
        </w:rPr>
        <w:t xml:space="preserve"> رکوع بگو : بار پروردگارا !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رکوع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است خشوع من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است اسلام من و به 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دارم و بر تو توکل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و تو پروردگار 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صورت و گوش و چشم و مو و پوست و گوشت و خون و مغز و اعصاب و استخوانم ،</w:t>
      </w:r>
      <w:r>
        <w:rPr>
          <w:rFonts w:hint="eastAsia"/>
          <w:rtl/>
          <w:lang w:bidi="fa-IR"/>
        </w:rPr>
        <w:t>تنها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خاشع است و آنچه در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من است ، همه از آن خداوند است که پروردگار 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CC6D82">
      <w:pPr>
        <w:pStyle w:val="Heading2"/>
        <w:rPr>
          <w:rtl/>
          <w:lang w:bidi="fa-IR"/>
        </w:rPr>
      </w:pPr>
      <w:bookmarkStart w:id="240" w:name="_Toc1903003"/>
      <w:bookmarkStart w:id="241" w:name="_Toc1903230"/>
      <w:r>
        <w:rPr>
          <w:rFonts w:hint="eastAsia"/>
          <w:rtl/>
          <w:lang w:bidi="fa-IR"/>
        </w:rPr>
        <w:t>مراقبت</w:t>
      </w:r>
      <w:r>
        <w:rPr>
          <w:rtl/>
          <w:lang w:bidi="fa-IR"/>
        </w:rPr>
        <w:t xml:space="preserve"> از رکوع</w:t>
      </w:r>
      <w:bookmarkEnd w:id="240"/>
      <w:bookmarkEnd w:id="241"/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کتب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محمدبن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بکر 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انظر</w:t>
      </w:r>
      <w:r>
        <w:rPr>
          <w:rtl/>
          <w:lang w:bidi="fa-IR"/>
        </w:rPr>
        <w:t xml:space="preserve"> رکوعک و سجودک . فان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کان اتم الناس صلوه و احفظهم لها . وکان اذا رکع قال : (سبحان 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) ثلاث مرات . و اذا رفع طلبه قال : (سمع الله لمن حمده . اللهم لک الحمد 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سماواتک و 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ارضک و 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شئت من 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. ) فاذا سجد قا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: (سبحان 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بحمده )ثلاث مرات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85 ص 104)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CC6D8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به محمد بن ابوبکر نوشت : به رکوع و سجودت بنگر و مراقب آن باش 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بهتر از همه مردم نماز را به اتمام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 و آن را حفظ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رکوع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، سه بار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(سبحان 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بحمد)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رکوع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CC6D82">
        <w:rPr>
          <w:rFonts w:hint="cs"/>
          <w:rtl/>
          <w:lang w:bidi="fa-IR"/>
        </w:rPr>
        <w:t>و</w:t>
      </w:r>
      <w:r>
        <w:rPr>
          <w:rtl/>
          <w:lang w:bidi="fa-IR"/>
        </w:rPr>
        <w:t>است 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(سمع الله لمن حمد اللهم الک الحمد 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سماواتک و 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ارضک و 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ماشئت من 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ء) (خداوند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شنود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را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! به</w:t>
      </w:r>
      <w:r w:rsidR="00CC6D8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اندازه</w:t>
      </w:r>
      <w:r>
        <w:rPr>
          <w:rtl/>
          <w:lang w:bidi="fa-IR"/>
        </w:rPr>
        <w:t xml:space="preserve"> ظرف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آسمانها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، و به اندازه ظرف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هر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تو را سپاس ) و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سجده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، سه بار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(سبحان 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بحمده 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CC6D82">
      <w:pPr>
        <w:pStyle w:val="Heading2"/>
        <w:rPr>
          <w:rtl/>
          <w:lang w:bidi="fa-IR"/>
        </w:rPr>
      </w:pPr>
      <w:bookmarkStart w:id="242" w:name="_Toc1903004"/>
      <w:bookmarkStart w:id="243" w:name="_Toc1903231"/>
      <w:r>
        <w:rPr>
          <w:rFonts w:hint="eastAsia"/>
          <w:rtl/>
          <w:lang w:bidi="fa-IR"/>
        </w:rPr>
        <w:t>سجده</w:t>
      </w:r>
      <w:r>
        <w:rPr>
          <w:rtl/>
          <w:lang w:bidi="fa-IR"/>
        </w:rPr>
        <w:t xml:space="preserve"> : سجود و رکوع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عبادات</w:t>
      </w:r>
      <w:bookmarkEnd w:id="242"/>
      <w:bookmarkEnd w:id="24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نعم</w:t>
      </w:r>
      <w:r>
        <w:rPr>
          <w:rtl/>
          <w:lang w:bidi="fa-IR"/>
        </w:rPr>
        <w:t xml:space="preserve"> العباده السجود و الرکوع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(نصن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غرر الحکم ص 175)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سجود</w:t>
      </w:r>
      <w:r>
        <w:rPr>
          <w:rtl/>
          <w:lang w:bidi="fa-IR"/>
        </w:rPr>
        <w:t xml:space="preserve"> و رکوع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چه خوب عبادت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CC6D82">
      <w:pPr>
        <w:pStyle w:val="Heading2"/>
        <w:rPr>
          <w:rtl/>
          <w:lang w:bidi="fa-IR"/>
        </w:rPr>
      </w:pPr>
      <w:bookmarkStart w:id="244" w:name="_Toc1903005"/>
      <w:bookmarkStart w:id="245" w:name="_Toc1903232"/>
      <w:r>
        <w:rPr>
          <w:rFonts w:hint="eastAsia"/>
          <w:rtl/>
          <w:lang w:bidi="fa-IR"/>
        </w:rPr>
        <w:t>رکوع</w:t>
      </w:r>
      <w:r>
        <w:rPr>
          <w:rtl/>
          <w:lang w:bidi="fa-IR"/>
        </w:rPr>
        <w:t xml:space="preserve"> و سجود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bookmarkEnd w:id="244"/>
      <w:bookmarkEnd w:id="245"/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قرب</w:t>
      </w:r>
      <w:r>
        <w:rPr>
          <w:rtl/>
          <w:lang w:bidi="fa-IR"/>
        </w:rPr>
        <w:t xml:space="preserve"> من الله سبحانه الا کثره السجود و الرکوع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(نصن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غرر الحکم ص 175)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کثرت سجود و رکوع ، شخص را به تقرب خداوند سبحان نرساند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F9508A">
      <w:pPr>
        <w:pStyle w:val="Heading2"/>
        <w:rPr>
          <w:rtl/>
          <w:lang w:bidi="fa-IR"/>
        </w:rPr>
      </w:pPr>
      <w:bookmarkStart w:id="246" w:name="_Toc1903006"/>
      <w:bookmarkStart w:id="247" w:name="_Toc1903233"/>
      <w:r>
        <w:rPr>
          <w:rFonts w:hint="eastAsia"/>
          <w:rtl/>
          <w:lang w:bidi="fa-IR"/>
        </w:rPr>
        <w:t>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سجود و رکوع</w:t>
      </w:r>
      <w:bookmarkEnd w:id="246"/>
      <w:bookmarkEnd w:id="247"/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رغب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عند الله کثر (اکثر) سجوده و رکوعه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(تصن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غرر الحکم ص 175)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آنچه نزد خداست علاقمند است ، پس سجود و رکوعش را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دهد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F9508A">
      <w:pPr>
        <w:pStyle w:val="Heading2"/>
        <w:rPr>
          <w:rtl/>
          <w:lang w:bidi="fa-IR"/>
        </w:rPr>
      </w:pPr>
      <w:bookmarkStart w:id="248" w:name="_Toc1903007"/>
      <w:bookmarkStart w:id="249" w:name="_Toc1903234"/>
      <w:r>
        <w:rPr>
          <w:rFonts w:hint="eastAsia"/>
          <w:rtl/>
          <w:lang w:bidi="fa-IR"/>
        </w:rPr>
        <w:t>فلسفه</w:t>
      </w:r>
      <w:r>
        <w:rPr>
          <w:rtl/>
          <w:lang w:bidi="fa-IR"/>
        </w:rPr>
        <w:t xml:space="preserve"> سجده بر خاک</w:t>
      </w:r>
      <w:bookmarkEnd w:id="248"/>
      <w:bookmarkEnd w:id="249"/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لماف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من تعف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عتاق الوجوه بالتراب تواضعا و التصاق کرائم الجوارح بالارض تصاغرا 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خطبه 234)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انسان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، سا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گونه ها به خاک نشانه تواضع و گذاردن اعضاء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کوچک و حقارت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F9508A">
      <w:pPr>
        <w:pStyle w:val="Heading2"/>
        <w:rPr>
          <w:rtl/>
          <w:lang w:bidi="fa-IR"/>
        </w:rPr>
      </w:pPr>
      <w:bookmarkStart w:id="250" w:name="_Toc1903008"/>
      <w:bookmarkStart w:id="251" w:name="_Toc1903235"/>
      <w:r>
        <w:rPr>
          <w:rFonts w:hint="eastAsia"/>
          <w:rtl/>
          <w:lang w:bidi="fa-IR"/>
        </w:rPr>
        <w:t>سجده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تقرب</w:t>
      </w:r>
      <w:bookmarkEnd w:id="250"/>
      <w:bookmarkEnd w:id="251"/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اءقرب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العبد من الله اذا سجد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82 ص 233)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F9508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بنده را به</w:t>
      </w:r>
      <w:r w:rsidR="00F950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، سجده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F9508A">
      <w:pPr>
        <w:pStyle w:val="Heading2"/>
        <w:rPr>
          <w:rtl/>
          <w:lang w:bidi="fa-IR"/>
        </w:rPr>
      </w:pPr>
      <w:bookmarkStart w:id="252" w:name="_Toc1903009"/>
      <w:bookmarkStart w:id="253" w:name="_Toc1903236"/>
      <w:r>
        <w:rPr>
          <w:rFonts w:hint="eastAsia"/>
          <w:rtl/>
          <w:lang w:bidi="fa-IR"/>
        </w:rPr>
        <w:t>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سجده</w:t>
      </w:r>
      <w:bookmarkEnd w:id="252"/>
      <w:bookmarkEnd w:id="253"/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</w:t>
      </w:r>
      <w:r>
        <w:rPr>
          <w:rtl/>
          <w:lang w:bidi="fa-IR"/>
        </w:rPr>
        <w:t xml:space="preserve"> المصل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غشاه</w:t>
      </w:r>
      <w:r>
        <w:rPr>
          <w:rtl/>
          <w:lang w:bidi="fa-IR"/>
        </w:rPr>
        <w:t xml:space="preserve"> من جلال الله ما سره اءن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رفع</w:t>
      </w:r>
      <w:r>
        <w:rPr>
          <w:rtl/>
          <w:lang w:bidi="fa-IR"/>
        </w:rPr>
        <w:t xml:space="preserve"> راءسه من السجود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82 ص 207)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نمازگزار بداند چه اندازه مشمول جلال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، هرگز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سر از سجده بردارد .</w:t>
      </w:r>
    </w:p>
    <w:p w:rsidR="00753A10" w:rsidRDefault="00F9508A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F9508A">
      <w:pPr>
        <w:pStyle w:val="Heading2"/>
        <w:rPr>
          <w:rtl/>
          <w:lang w:bidi="fa-IR"/>
        </w:rPr>
      </w:pPr>
      <w:bookmarkStart w:id="254" w:name="_Toc1903010"/>
      <w:bookmarkStart w:id="255" w:name="_Toc1903237"/>
      <w:r>
        <w:rPr>
          <w:rFonts w:hint="eastAsia"/>
          <w:rtl/>
          <w:lang w:bidi="fa-IR"/>
        </w:rPr>
        <w:t>آداب</w:t>
      </w:r>
      <w:r>
        <w:rPr>
          <w:rtl/>
          <w:lang w:bidi="fa-IR"/>
        </w:rPr>
        <w:t xml:space="preserve"> سجده</w:t>
      </w:r>
      <w:bookmarkEnd w:id="254"/>
      <w:bookmarkEnd w:id="255"/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اءلسجود</w:t>
      </w:r>
      <w:r>
        <w:rPr>
          <w:rtl/>
          <w:lang w:bidi="fa-IR"/>
        </w:rPr>
        <w:t xml:space="preserve"> الجسمان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 وضع عتائق الوجوه عل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التراب و استقبال االارض بالراحت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الکف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اءطراف القدم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 خشوع القلب و اخلاص الن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(غرر الحکم ج 2 ص 165)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سجده</w:t>
      </w:r>
      <w:r>
        <w:rPr>
          <w:rtl/>
          <w:lang w:bidi="fa-IR"/>
        </w:rPr>
        <w:t xml:space="preserve">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گذاشتن قسمت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صورتها برخاک و رو آوردن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دو کف دست و کناره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دوپا ، همراه با خشوع دل و پاک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F9508A">
      <w:pPr>
        <w:pStyle w:val="Heading2"/>
        <w:rPr>
          <w:rtl/>
          <w:lang w:bidi="fa-IR"/>
        </w:rPr>
      </w:pPr>
      <w:bookmarkStart w:id="256" w:name="_Toc1903011"/>
      <w:bookmarkStart w:id="257" w:name="_Toc1903238"/>
      <w:r>
        <w:rPr>
          <w:rFonts w:hint="eastAsia"/>
          <w:rtl/>
          <w:lang w:bidi="fa-IR"/>
        </w:rPr>
        <w:t>سجده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کارانه</w:t>
      </w:r>
      <w:bookmarkEnd w:id="256"/>
      <w:bookmarkEnd w:id="257"/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رسول الله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ابصر رجلا دبرت جبهته ، فقال رسول الله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: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غالب</w:t>
      </w:r>
      <w:r>
        <w:rPr>
          <w:rtl/>
          <w:lang w:bidi="fa-IR"/>
        </w:rPr>
        <w:t xml:space="preserve"> الله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غلبه</w:t>
      </w:r>
      <w:r>
        <w:rPr>
          <w:rtl/>
          <w:lang w:bidi="fa-IR"/>
        </w:rPr>
        <w:t xml:space="preserve"> و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خدع</w:t>
      </w:r>
      <w:r>
        <w:rPr>
          <w:rtl/>
          <w:lang w:bidi="fa-IR"/>
        </w:rPr>
        <w:t xml:space="preserve"> الله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خدعه</w:t>
      </w:r>
      <w:r>
        <w:rPr>
          <w:rtl/>
          <w:lang w:bidi="fa-IR"/>
        </w:rPr>
        <w:t xml:space="preserve"> الله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خدعه</w:t>
      </w:r>
      <w:r>
        <w:rPr>
          <w:rtl/>
          <w:lang w:bidi="fa-IR"/>
        </w:rPr>
        <w:t xml:space="preserve"> ، فهالا تجاف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بجبهتک عن الارض ولم تشوه خلقک ؟ !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(بحار الانوار ج 71 نص 344)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F9508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بر اثر سجده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اکارانه</w:t>
      </w:r>
      <w:r>
        <w:rPr>
          <w:rtl/>
          <w:lang w:bidi="fa-IR"/>
        </w:rPr>
        <w:t xml:space="preserve"> زخم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بود ، به او فرمود : هر کس با خدا از 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رنگ</w:t>
      </w:r>
      <w:r>
        <w:rPr>
          <w:rtl/>
          <w:lang w:bidi="fa-IR"/>
        </w:rPr>
        <w:t xml:space="preserve"> و خدعه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خداوند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چرا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 را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F950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جدا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چهره ات را مشوه و زشت نکن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 !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F9508A">
      <w:pPr>
        <w:pStyle w:val="Heading2"/>
        <w:rPr>
          <w:rtl/>
          <w:lang w:bidi="fa-IR"/>
        </w:rPr>
      </w:pPr>
      <w:bookmarkStart w:id="258" w:name="_Toc1903012"/>
      <w:bookmarkStart w:id="259" w:name="_Toc1903239"/>
      <w:r>
        <w:rPr>
          <w:rFonts w:hint="eastAsia"/>
          <w:rtl/>
          <w:lang w:bidi="fa-IR"/>
        </w:rPr>
        <w:t>اثر</w:t>
      </w:r>
      <w:r>
        <w:rPr>
          <w:rtl/>
          <w:lang w:bidi="fa-IR"/>
        </w:rPr>
        <w:t xml:space="preserve"> سجده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bookmarkEnd w:id="258"/>
      <w:bookmarkEnd w:id="259"/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لاکره للرجل ان 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جبهته جلحاء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من اثر السجود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71 ص 345)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دوست ندارم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صاف باشد و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سجود بر آن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نشود .</w:t>
      </w:r>
    </w:p>
    <w:p w:rsidR="00753A10" w:rsidRDefault="00F9508A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F9508A">
      <w:pPr>
        <w:pStyle w:val="Heading2"/>
        <w:rPr>
          <w:rtl/>
          <w:lang w:bidi="fa-IR"/>
        </w:rPr>
      </w:pPr>
      <w:bookmarkStart w:id="260" w:name="_Toc1903013"/>
      <w:bookmarkStart w:id="261" w:name="_Toc1903240"/>
      <w:r>
        <w:rPr>
          <w:rFonts w:hint="eastAsia"/>
          <w:rtl/>
          <w:lang w:bidi="fa-IR"/>
        </w:rPr>
        <w:t>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سجده</w:t>
      </w:r>
      <w:bookmarkEnd w:id="260"/>
      <w:bookmarkEnd w:id="261"/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اءط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لوا</w:t>
      </w:r>
      <w:r>
        <w:rPr>
          <w:rtl/>
          <w:lang w:bidi="fa-IR"/>
        </w:rPr>
        <w:t xml:space="preserve"> السجود ، فما من عمل اشد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من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ابن ادم ساجدا لانه امر بالسجود فعص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و هذا امر بالسجود فاطاع و نجا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85 ص 161)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سجده</w:t>
      </w:r>
      <w:r>
        <w:rPr>
          <w:rtl/>
          <w:lang w:bidi="fa-IR"/>
        </w:rPr>
        <w:t xml:space="preserve"> را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فرزند آدم را در حال سجده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، چون به او دستور سجده داده شد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؛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فرزند آدم ماءمور به سجده شد و اطاعت کرد و نجات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F9508A">
      <w:pPr>
        <w:pStyle w:val="Heading2"/>
        <w:rPr>
          <w:rtl/>
          <w:lang w:bidi="fa-IR"/>
        </w:rPr>
      </w:pPr>
      <w:bookmarkStart w:id="262" w:name="_Toc1903014"/>
      <w:bookmarkStart w:id="263" w:name="_Toc1903241"/>
      <w:r>
        <w:rPr>
          <w:rFonts w:hint="eastAsia"/>
          <w:rtl/>
          <w:lang w:bidi="fa-IR"/>
        </w:rPr>
        <w:t>روح</w:t>
      </w:r>
      <w:r>
        <w:rPr>
          <w:rtl/>
          <w:lang w:bidi="fa-IR"/>
        </w:rPr>
        <w:t xml:space="preserve"> سجده</w:t>
      </w:r>
      <w:bookmarkEnd w:id="262"/>
      <w:bookmarkEnd w:id="263"/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السجود النفسان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فراغ القلب من الفان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الاقبال بکنه الهمه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خلع الکبر و 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و قطع العلائق الدان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التعل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بالخلائق النبو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(غرر الحکم ج 2 ص 165)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سجده</w:t>
      </w:r>
      <w:r>
        <w:rPr>
          <w:rtl/>
          <w:lang w:bidi="fa-IR"/>
        </w:rPr>
        <w:t xml:space="preserve"> نفسان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(روح سجده ) رها بودن دل از امور فناپذ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 با تمام وجود به امور جاودان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رها کردن کبر و تعصب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</w:t>
      </w:r>
      <w:r>
        <w:rPr>
          <w:rtl/>
          <w:lang w:bidi="fa-IR"/>
        </w:rPr>
        <w:t xml:space="preserve"> و قطع همه علا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آراسته شدن به خلا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F9508A">
      <w:pPr>
        <w:pStyle w:val="Heading2"/>
        <w:rPr>
          <w:rtl/>
          <w:lang w:bidi="fa-IR"/>
        </w:rPr>
      </w:pPr>
      <w:bookmarkStart w:id="264" w:name="_Toc1903015"/>
      <w:bookmarkStart w:id="265" w:name="_Toc1903242"/>
      <w:r>
        <w:rPr>
          <w:rFonts w:hint="eastAsia"/>
          <w:rtl/>
          <w:lang w:bidi="fa-IR"/>
        </w:rPr>
        <w:t>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سجود</w:t>
      </w:r>
      <w:bookmarkEnd w:id="264"/>
      <w:bookmarkEnd w:id="265"/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F9508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 w:rsidR="00F950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السجده</w:t>
      </w:r>
      <w:r>
        <w:rPr>
          <w:rtl/>
          <w:lang w:bidi="fa-IR"/>
        </w:rPr>
        <w:t xml:space="preserve"> معناه : منها خلقتن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التراب . و رفع راءسک من السجود معهناه : منها اخر جتن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و السجده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: و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تع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و رفع راءسک من السجده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: و منها تخرجن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تاره اخر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و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قوله (سبحان 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: (فسبحان )تت انقه لله 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خالق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و (الاعل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 و ارتفع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سماواته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صار العباد کلهم دونه و قهر هم بعزته و من عنده التدب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تعرج المعارج . </w:t>
      </w:r>
      <w:r w:rsidRPr="00F9508A">
        <w:rPr>
          <w:rStyle w:val="libFootnotenumChar"/>
          <w:rtl/>
        </w:rPr>
        <w:t>(12)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85 ص 133 و 139)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F9508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سجود را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؛ حضرت فرمود :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سجود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مرا از خاک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و چون سر از سجده </w:t>
      </w:r>
      <w:r>
        <w:rPr>
          <w:rtl/>
          <w:lang w:bidi="fa-IR"/>
        </w:rPr>
        <w:lastRenderedPageBreak/>
        <w:t>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 است که مرا از آن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و چون مجددا سر به سجده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دوباره مرا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باز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 . و سر برداشتن از سجده دوم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F9508A">
        <w:rPr>
          <w:rFonts w:hint="cs"/>
          <w:rtl/>
          <w:lang w:bidi="fa-IR"/>
        </w:rPr>
        <w:t>که</w:t>
      </w:r>
      <w:r>
        <w:rPr>
          <w:rtl/>
          <w:lang w:bidi="fa-IR"/>
        </w:rPr>
        <w:t xml:space="preserve"> مرا مجددا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و معنا</w:t>
      </w:r>
      <w:r>
        <w:rPr>
          <w:rFonts w:hint="cs"/>
          <w:rtl/>
          <w:lang w:bidi="fa-IR"/>
        </w:rPr>
        <w:t>ی</w:t>
      </w:r>
      <w:r w:rsidR="00F9508A">
        <w:rPr>
          <w:rtl/>
          <w:lang w:bidi="fa-IR"/>
        </w:rPr>
        <w:t xml:space="preserve"> (سبحان</w:t>
      </w:r>
      <w:r w:rsidR="00F9508A">
        <w:rPr>
          <w:rFonts w:hint="cs"/>
          <w:rtl/>
          <w:lang w:bidi="fa-IR"/>
        </w:rPr>
        <w:t xml:space="preserve"> ربی</w:t>
      </w:r>
      <w:r>
        <w:rPr>
          <w:rtl/>
          <w:lang w:bidi="fa-IR"/>
        </w:rPr>
        <w:t xml:space="preserve"> الاعل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: (سبحان 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خالق و پروردگار من منزه است از صفات ناپسند و (اعل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او در ملکوت خود علو و رفعت دارد ، تا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بندگان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تحت امر </w:t>
      </w:r>
      <w:r>
        <w:rPr>
          <w:rFonts w:hint="eastAsia"/>
          <w:rtl/>
          <w:lang w:bidi="fa-IR"/>
        </w:rPr>
        <w:t>و</w:t>
      </w:r>
      <w:r w:rsidR="00F950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مقهور</w:t>
      </w:r>
      <w:r>
        <w:rPr>
          <w:rtl/>
          <w:lang w:bidi="fa-IR"/>
        </w:rPr>
        <w:t xml:space="preserve"> عزت 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. و اوست که تدب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امور بندگان ، آسمان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 و همه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عروج و پرواز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F9508A">
      <w:pPr>
        <w:pStyle w:val="Heading2"/>
        <w:rPr>
          <w:rtl/>
          <w:lang w:bidi="fa-IR"/>
        </w:rPr>
      </w:pPr>
      <w:bookmarkStart w:id="266" w:name="_Toc1903016"/>
      <w:bookmarkStart w:id="267" w:name="_Toc1903243"/>
      <w:r>
        <w:rPr>
          <w:rFonts w:hint="eastAsia"/>
          <w:rtl/>
          <w:lang w:bidi="fa-IR"/>
        </w:rPr>
        <w:t>فلسفه</w:t>
      </w:r>
      <w:r>
        <w:rPr>
          <w:rtl/>
          <w:lang w:bidi="fa-IR"/>
        </w:rPr>
        <w:t xml:space="preserve"> دو سجده</w:t>
      </w:r>
      <w:bookmarkEnd w:id="266"/>
      <w:bookmarkEnd w:id="267"/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F9508A">
      <w:pPr>
        <w:pStyle w:val="libNormal"/>
        <w:rPr>
          <w:rtl/>
          <w:lang w:bidi="fa-IR"/>
        </w:rPr>
      </w:pPr>
      <w:r>
        <w:rPr>
          <w:rtl/>
          <w:lang w:bidi="fa-IR"/>
        </w:rPr>
        <w:t>(سئل ما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السجده الاول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</w:t>
      </w:r>
      <w:r w:rsidR="00F9508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لها</w:t>
      </w:r>
      <w:r>
        <w:rPr>
          <w:rtl/>
          <w:lang w:bidi="fa-IR"/>
        </w:rPr>
        <w:t xml:space="preserve"> اللهم انک منها خلقتنا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الارض . و تاءو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رفع راءسک : و منه اخر جتنا . و لسجده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: و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تع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دنا</w:t>
      </w:r>
      <w:r>
        <w:rPr>
          <w:rtl/>
          <w:lang w:bidi="fa-IR"/>
        </w:rPr>
        <w:t xml:space="preserve"> . و رفع راءسک ، و منها تخرجنا تاره اخر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(المحجه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ضاء</w:t>
      </w:r>
      <w:r>
        <w:rPr>
          <w:rtl/>
          <w:lang w:bidi="fa-IR"/>
        </w:rPr>
        <w:t xml:space="preserve"> ج 1 ص 391)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(از 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از فلسفه سجده اول سؤ ال شد) حضرت فرمود : سجده اول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 است که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اصل ما از خاک است . و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سربرداشتن از سجده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ما را از خاک خارج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و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سجده دوم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</w:t>
      </w:r>
      <w:r>
        <w:rPr>
          <w:rtl/>
          <w:lang w:bidi="fa-IR"/>
        </w:rPr>
        <w:lastRenderedPageBreak/>
        <w:t>که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دوباره ما را به خاک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و سربداشتن از سجده دوم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کبار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از خاک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رونماز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F9508A">
      <w:pPr>
        <w:pStyle w:val="Heading2"/>
        <w:rPr>
          <w:rtl/>
          <w:lang w:bidi="fa-IR"/>
        </w:rPr>
      </w:pPr>
      <w:bookmarkStart w:id="268" w:name="_Toc1903017"/>
      <w:bookmarkStart w:id="269" w:name="_Toc1903244"/>
      <w:r>
        <w:rPr>
          <w:rFonts w:hint="eastAsia"/>
          <w:rtl/>
          <w:lang w:bidi="fa-IR"/>
        </w:rPr>
        <w:t>قنوت</w:t>
      </w:r>
      <w:r>
        <w:rPr>
          <w:rtl/>
          <w:lang w:bidi="fa-IR"/>
        </w:rPr>
        <w:t xml:space="preserve"> : قنوت و سجده طولان</w:t>
      </w:r>
      <w:r>
        <w:rPr>
          <w:rFonts w:hint="cs"/>
          <w:rtl/>
          <w:lang w:bidi="fa-IR"/>
        </w:rPr>
        <w:t>ی</w:t>
      </w:r>
      <w:bookmarkEnd w:id="268"/>
      <w:bookmarkEnd w:id="26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طول</w:t>
      </w:r>
      <w:r>
        <w:rPr>
          <w:rtl/>
          <w:lang w:bidi="fa-IR"/>
        </w:rPr>
        <w:t xml:space="preserve"> القنوت و السجود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عذاب النار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(تصن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غرر الحکم ص 175)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قنوت</w:t>
      </w:r>
      <w:r>
        <w:rPr>
          <w:rtl/>
          <w:lang w:bidi="fa-IR"/>
        </w:rPr>
        <w:t xml:space="preserve"> و سجده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نماز ، نمازگزار را از عذاب آتش نجات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در قنوت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F9508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ختار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الدعاءبمارو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821467" w:rsidRPr="008214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القنوت 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الهم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شخصت الابصار ، و نقلت الاقدام ، و رفعت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؛ و مدت الاعناق ، و انت دع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بالالسن ، و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سرهم و نجواهم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الاعمال . ربنا افتح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ننا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قومنا بالحق و انت دع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بالالسن ، وال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سرهم و نجواهم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الاعمال ، ربنا افتح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ننا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قومنا بالحق و انت 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الفاتح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. اللهم انا نسکو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و قله عددنا ؛ و کثره عدونا ؛ و تظاهر الاعداء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؛ و وقوع </w:t>
      </w:r>
      <w:r>
        <w:rPr>
          <w:rtl/>
          <w:lang w:bidi="fa-IR"/>
        </w:rPr>
        <w:lastRenderedPageBreak/>
        <w:t>الفتن بنا ، ففرج ذلک اللهم بعدل تظهره ؛ و امام حق تعرفه اله الحق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رب االعالم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85 ص 207)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را از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قنوت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) بارخدا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! چشمها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توست و گامها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آمده ؛ و دستها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برداشته شده و گردنها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و تو با زبانها خوانده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پنهان و نجواا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اعمال بندگان نزد تو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خود و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تعدادمان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دشمنان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با ما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 فتنه ها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، پس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 با عدل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ظاهر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پس 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را اجابت کن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F9508A">
      <w:pPr>
        <w:pStyle w:val="Heading2"/>
        <w:rPr>
          <w:rtl/>
          <w:lang w:bidi="fa-IR"/>
        </w:rPr>
      </w:pPr>
      <w:bookmarkStart w:id="270" w:name="_Toc1903018"/>
      <w:bookmarkStart w:id="271" w:name="_Toc1903245"/>
      <w:r>
        <w:rPr>
          <w:rFonts w:hint="eastAsia"/>
          <w:rtl/>
          <w:lang w:bidi="fa-IR"/>
        </w:rPr>
        <w:t>تشهد</w:t>
      </w:r>
      <w:r>
        <w:rPr>
          <w:rtl/>
          <w:lang w:bidi="fa-IR"/>
        </w:rPr>
        <w:t xml:space="preserve"> : ذکر تشهد</w:t>
      </w:r>
      <w:bookmarkEnd w:id="270"/>
      <w:bookmarkEnd w:id="27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F9508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</w:t>
      </w:r>
      <w:r w:rsidR="00F950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العبد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التشهد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هو جالس اشهد ان لااله الاالله و حده لاشر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له ، و اشهد ان محمدا عبده و رسوله .</w:t>
      </w:r>
    </w:p>
    <w:p w:rsidR="00753A10" w:rsidRDefault="00F9508A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</w:t>
      </w:r>
      <w:r w:rsidR="00753A10">
        <w:rPr>
          <w:rtl/>
          <w:lang w:bidi="fa-IR"/>
        </w:rPr>
        <w:t>(بحار الانوار ج 85 ص 283)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بنده در تشهد آخر نماز است ،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نشسته است (به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خداوند و رسالت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امبرش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شهادت دهد 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اشهد</w:t>
      </w:r>
      <w:r>
        <w:rPr>
          <w:rtl/>
          <w:lang w:bidi="fa-IR"/>
        </w:rPr>
        <w:t xml:space="preserve"> ان لا اله الله وحده لا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له و اشهد ان محمدا عبده و رسوله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F9508A">
      <w:pPr>
        <w:pStyle w:val="Heading2"/>
        <w:rPr>
          <w:rtl/>
          <w:lang w:bidi="fa-IR"/>
        </w:rPr>
      </w:pPr>
      <w:bookmarkStart w:id="272" w:name="_Toc1903019"/>
      <w:bookmarkStart w:id="273" w:name="_Toc1903246"/>
      <w:r>
        <w:rPr>
          <w:rFonts w:hint="eastAsia"/>
          <w:rtl/>
          <w:lang w:bidi="fa-IR"/>
        </w:rPr>
        <w:t>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تشهد</w:t>
      </w:r>
      <w:bookmarkEnd w:id="272"/>
      <w:bookmarkEnd w:id="273"/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تاءو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تشهدک : تجد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معاوده الاسلام و الاقرار بالبعث بعد الموت و تاءو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قولک : (السلام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و رحمه الله و برکاته ) ترحم عن الله سبحانه فمعناها هذه امان لکم من عذاب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زاان</w:t>
      </w:r>
      <w:r>
        <w:rPr>
          <w:rtl/>
          <w:lang w:bidi="fa-IR"/>
        </w:rPr>
        <w:t xml:space="preserve"> الحکمه ج 5 ص 395)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تشهد : تجد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تکرار شهادت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تجد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اسلام است و اعتراف به مبعوث شدن بعد از مرگ . و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(السلام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و رحمه الله و برکات ) : از خداوند ترحم خواستن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و همه بندگان است ،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سبب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شدن از عذاب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خواهد شد .</w:t>
      </w:r>
    </w:p>
    <w:p w:rsidR="00753A10" w:rsidRDefault="00F9508A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F9508A">
      <w:pPr>
        <w:pStyle w:val="Heading1"/>
        <w:rPr>
          <w:rtl/>
          <w:lang w:bidi="fa-IR"/>
        </w:rPr>
      </w:pPr>
      <w:bookmarkStart w:id="274" w:name="_Toc1903020"/>
      <w:bookmarkStart w:id="275" w:name="_Toc1903247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هفتم :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</w:t>
      </w:r>
      <w:r>
        <w:rPr>
          <w:rtl/>
          <w:lang w:bidi="fa-IR"/>
        </w:rPr>
        <w:t xml:space="preserve"> نماز</w:t>
      </w:r>
      <w:bookmarkEnd w:id="274"/>
      <w:bookmarkEnd w:id="275"/>
    </w:p>
    <w:p w:rsidR="00F9508A" w:rsidRDefault="00F9508A" w:rsidP="00753A10">
      <w:pPr>
        <w:pStyle w:val="libNormal"/>
        <w:rPr>
          <w:rFonts w:hint="cs"/>
          <w:rtl/>
          <w:lang w:bidi="fa-IR"/>
        </w:rPr>
      </w:pPr>
    </w:p>
    <w:p w:rsidR="00753A10" w:rsidRDefault="00753A10" w:rsidP="00F9508A">
      <w:pPr>
        <w:pStyle w:val="Heading2"/>
        <w:rPr>
          <w:rtl/>
          <w:lang w:bidi="fa-IR"/>
        </w:rPr>
      </w:pPr>
      <w:bookmarkStart w:id="276" w:name="_Toc1903021"/>
      <w:bookmarkStart w:id="277" w:name="_Toc1903248"/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الکرس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نماز</w:t>
      </w:r>
      <w:bookmarkEnd w:id="276"/>
      <w:bookmarkEnd w:id="27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اقرا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دبر کل صلوه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الکرس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فانه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حافظ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الا 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اءو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اءو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(دعائم الاسلام ج 1 ص 168)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</w:t>
      </w:r>
      <w:r w:rsidR="00F9508A">
        <w:rPr>
          <w:rFonts w:hint="cs"/>
          <w:rtl/>
          <w:lang w:bidi="fa-IR"/>
        </w:rPr>
        <w:t>ر</w:t>
      </w:r>
      <w:r>
        <w:rPr>
          <w:rtl/>
          <w:lang w:bidi="fa-IR"/>
        </w:rPr>
        <w:t xml:space="preserve">م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به من فرمود 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 در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هر نماز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الکرس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بخوان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پاس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مگر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مقام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باشد .</w:t>
      </w:r>
    </w:p>
    <w:p w:rsidR="00753A10" w:rsidRDefault="00F9508A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F9508A">
      <w:pPr>
        <w:pStyle w:val="Heading2"/>
        <w:rPr>
          <w:rtl/>
          <w:lang w:bidi="fa-IR"/>
        </w:rPr>
      </w:pPr>
      <w:bookmarkStart w:id="278" w:name="_Toc1903022"/>
      <w:bookmarkStart w:id="279" w:name="_Toc1903249"/>
      <w:r>
        <w:rPr>
          <w:rFonts w:hint="eastAsia"/>
          <w:rtl/>
          <w:lang w:bidi="fa-IR"/>
        </w:rPr>
        <w:t>دعا</w:t>
      </w:r>
      <w:r>
        <w:rPr>
          <w:rtl/>
          <w:lang w:bidi="fa-IR"/>
        </w:rPr>
        <w:t xml:space="preserve"> بعد از نماز</w:t>
      </w:r>
      <w:bookmarkEnd w:id="278"/>
      <w:bookmarkEnd w:id="27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جلس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مصلاه 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ذکر</w:t>
      </w:r>
      <w:r>
        <w:rPr>
          <w:rtl/>
          <w:lang w:bidi="fa-IR"/>
        </w:rPr>
        <w:t xml:space="preserve"> الله - تبارک و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- وکل الله عزوجل - به ملکا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: از نهج البلاغه شرفا تکتب لک الحسنات و تمح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عنک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ئات</w:t>
      </w:r>
      <w:r>
        <w:rPr>
          <w:rtl/>
          <w:lang w:bidi="fa-IR"/>
        </w:rPr>
        <w:t xml:space="preserve"> و تبن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لک الدرجات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نصرف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(دعائم الاسلام ج 1 ص 165)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نمازش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به ذکر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</w:t>
      </w:r>
      <w:r>
        <w:rPr>
          <w:rtl/>
          <w:lang w:bidi="fa-IR"/>
        </w:rPr>
        <w:t xml:space="preserve"> بپردازد ، خداوند فرشته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او مامور گرداند که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مشغول به دعا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به شرف و کرامت و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خود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فزا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ادتر</w:t>
      </w:r>
      <w:r>
        <w:rPr>
          <w:rtl/>
          <w:lang w:bidi="fa-IR"/>
        </w:rPr>
        <w:t xml:space="preserve"> دعاکن ) که از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حسنات ثبت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eastAsia"/>
          <w:rtl/>
          <w:lang w:bidi="fa-IR"/>
        </w:rPr>
        <w:t>ردد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ئات</w:t>
      </w:r>
      <w:r>
        <w:rPr>
          <w:rtl/>
          <w:lang w:bidi="fa-IR"/>
        </w:rPr>
        <w:t xml:space="preserve"> محو و نابود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درجات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افزون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ادامه دارد تا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از دعا و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باتش</w:t>
      </w:r>
      <w:r>
        <w:rPr>
          <w:rtl/>
          <w:lang w:bidi="fa-IR"/>
        </w:rPr>
        <w:t xml:space="preserve"> فارغ شود .</w:t>
      </w:r>
    </w:p>
    <w:p w:rsidR="00753A10" w:rsidRDefault="00F9508A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F9508A">
      <w:pPr>
        <w:pStyle w:val="Heading1"/>
        <w:rPr>
          <w:rtl/>
          <w:lang w:bidi="fa-IR"/>
        </w:rPr>
      </w:pPr>
      <w:bookmarkStart w:id="280" w:name="_Toc1903023"/>
      <w:bookmarkStart w:id="281" w:name="_Toc1903250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هشتم : سهل انگار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نماز</w:t>
      </w:r>
      <w:bookmarkEnd w:id="280"/>
      <w:bookmarkEnd w:id="281"/>
    </w:p>
    <w:p w:rsidR="00753A10" w:rsidRDefault="00753A10" w:rsidP="00F9508A">
      <w:pPr>
        <w:pStyle w:val="Heading2"/>
        <w:rPr>
          <w:rtl/>
          <w:lang w:bidi="fa-IR"/>
        </w:rPr>
      </w:pPr>
      <w:bookmarkStart w:id="282" w:name="_Toc1903024"/>
      <w:bookmarkStart w:id="283" w:name="_Toc1903251"/>
      <w:r>
        <w:rPr>
          <w:rFonts w:hint="eastAsia"/>
          <w:rtl/>
          <w:lang w:bidi="fa-IR"/>
        </w:rPr>
        <w:t>دزدتر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</w:t>
      </w:r>
      <w:bookmarkEnd w:id="282"/>
      <w:bookmarkEnd w:id="28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اسرق الناس من سرق من صلوته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82 ص 222)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دزدتر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نمازش بدزدد (کم بگذارد . 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F9508A">
      <w:pPr>
        <w:pStyle w:val="Heading2"/>
        <w:rPr>
          <w:rtl/>
          <w:lang w:bidi="fa-IR"/>
        </w:rPr>
      </w:pPr>
      <w:bookmarkStart w:id="284" w:name="_Toc1903025"/>
      <w:bookmarkStart w:id="285" w:name="_Toc1903252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در حال کسالت</w:t>
      </w:r>
      <w:bookmarkEnd w:id="284"/>
      <w:bookmarkEnd w:id="28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قومن</w:t>
      </w:r>
      <w:r>
        <w:rPr>
          <w:rtl/>
          <w:lang w:bidi="fa-IR"/>
        </w:rPr>
        <w:t xml:space="preserve"> احدکم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الصلوه متکاسلا و لا ناعسا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فکرن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نفسه فانه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ربه و عزوجل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84 ص 239)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کدام از شما (نمازگزاران )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هنگام نماز با حالت کسالت و خستگ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نماز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ستد</w:t>
      </w:r>
      <w:r>
        <w:rPr>
          <w:rtl/>
          <w:lang w:bidi="fa-IR"/>
        </w:rPr>
        <w:t xml:space="preserve"> و نمازگزار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حال نماز به خود فکر کند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او در برابر پروردگار بزرگ خود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261347">
      <w:pPr>
        <w:pStyle w:val="Heading2"/>
        <w:rPr>
          <w:rtl/>
          <w:lang w:bidi="fa-IR"/>
        </w:rPr>
      </w:pPr>
      <w:bookmarkStart w:id="286" w:name="_Toc1903026"/>
      <w:bookmarkStart w:id="287" w:name="_Toc1903253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در حالت خواب</w:t>
      </w:r>
      <w:bookmarkEnd w:id="286"/>
      <w:bookmarkEnd w:id="28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</w:t>
      </w:r>
      <w:r>
        <w:rPr>
          <w:rtl/>
          <w:lang w:bidi="fa-IR"/>
        </w:rPr>
        <w:t xml:space="preserve"> غلبک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و انت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الصلوه فاتطع الصلوه و نم فانک لاتدر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تدعولک اوعل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نفسک لعلک ان تدعو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نفسک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(خصال ج 2 ص 256)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26134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چشمت در حال نماز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در خواب شد ، نماز را قطع کن و </w:t>
      </w:r>
      <w:r w:rsidR="00261347">
        <w:rPr>
          <w:rFonts w:hint="cs"/>
          <w:rtl/>
          <w:lang w:bidi="fa-IR"/>
        </w:rPr>
        <w:t>ب</w:t>
      </w:r>
      <w:r>
        <w:rPr>
          <w:rFonts w:hint="eastAsia"/>
          <w:rtl/>
          <w:lang w:bidi="fa-IR"/>
        </w:rPr>
        <w:t>خواب</w:t>
      </w:r>
      <w:r>
        <w:rPr>
          <w:rtl/>
          <w:lang w:bidi="fa-IR"/>
        </w:rPr>
        <w:t xml:space="preserve"> 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سود خود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آن هنگام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خود دعاکن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261347">
      <w:pPr>
        <w:pStyle w:val="Heading2"/>
        <w:rPr>
          <w:rtl/>
          <w:lang w:bidi="fa-IR"/>
        </w:rPr>
      </w:pPr>
      <w:bookmarkStart w:id="288" w:name="_Toc1903027"/>
      <w:bookmarkStart w:id="289" w:name="_Toc1903254"/>
      <w:r>
        <w:rPr>
          <w:rFonts w:hint="eastAsia"/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نکردن در نماز</w:t>
      </w:r>
      <w:bookmarkEnd w:id="288"/>
      <w:bookmarkEnd w:id="28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عبث</w:t>
      </w:r>
      <w:r>
        <w:rPr>
          <w:rtl/>
          <w:lang w:bidi="fa-IR"/>
        </w:rPr>
        <w:t xml:space="preserve"> الرجل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صلاته بلح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و لا بما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شغله</w:t>
      </w:r>
      <w:r>
        <w:rPr>
          <w:rtl/>
          <w:lang w:bidi="fa-IR"/>
        </w:rPr>
        <w:t xml:space="preserve"> عن صلاته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(خصال ج 2 ص 247)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</w:t>
      </w:r>
      <w:r>
        <w:rPr>
          <w:rtl/>
          <w:lang w:bidi="fa-IR"/>
        </w:rPr>
        <w:t xml:space="preserve">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نماز با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خود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سرگرم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او را از نماز غافل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261347">
      <w:pPr>
        <w:pStyle w:val="Heading2"/>
        <w:rPr>
          <w:rtl/>
          <w:lang w:bidi="fa-IR"/>
        </w:rPr>
      </w:pPr>
      <w:bookmarkStart w:id="290" w:name="_Toc1903028"/>
      <w:bookmarkStart w:id="291" w:name="_Toc1903255"/>
      <w:r>
        <w:rPr>
          <w:rFonts w:hint="eastAsia"/>
          <w:rtl/>
          <w:lang w:bidi="fa-IR"/>
        </w:rPr>
        <w:t>اقامه</w:t>
      </w:r>
      <w:r>
        <w:rPr>
          <w:rtl/>
          <w:lang w:bidi="fa-IR"/>
        </w:rPr>
        <w:t xml:space="preserve"> نماز با توجه</w:t>
      </w:r>
      <w:bookmarkEnd w:id="290"/>
      <w:bookmarkEnd w:id="29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: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احدکم و به احد العصر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البول و الغائط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(محاسن برق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82)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اکرم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فرمود :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شما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بول و غائط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فشار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،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نماز بخواند .</w:t>
      </w:r>
    </w:p>
    <w:p w:rsidR="00753A10" w:rsidRDefault="00261347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261347">
      <w:pPr>
        <w:pStyle w:val="Heading1"/>
        <w:rPr>
          <w:rtl/>
          <w:lang w:bidi="fa-IR"/>
        </w:rPr>
      </w:pPr>
      <w:bookmarkStart w:id="292" w:name="_Toc1903029"/>
      <w:bookmarkStart w:id="293" w:name="_Toc1903256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نهم : آثار ترک نماز</w:t>
      </w:r>
      <w:bookmarkEnd w:id="292"/>
      <w:bookmarkEnd w:id="293"/>
    </w:p>
    <w:p w:rsidR="00261347" w:rsidRDefault="00261347" w:rsidP="00753A10">
      <w:pPr>
        <w:pStyle w:val="libNormal"/>
        <w:rPr>
          <w:rFonts w:hint="cs"/>
          <w:rtl/>
          <w:lang w:bidi="fa-IR"/>
        </w:rPr>
      </w:pPr>
    </w:p>
    <w:p w:rsidR="00753A10" w:rsidRDefault="00753A10" w:rsidP="00261347">
      <w:pPr>
        <w:pStyle w:val="Heading2"/>
        <w:rPr>
          <w:rtl/>
          <w:lang w:bidi="fa-IR"/>
        </w:rPr>
      </w:pPr>
      <w:bookmarkStart w:id="294" w:name="_Toc1903030"/>
      <w:bookmarkStart w:id="295" w:name="_Toc1903257"/>
      <w:r>
        <w:rPr>
          <w:rFonts w:hint="eastAsia"/>
          <w:rtl/>
          <w:lang w:bidi="fa-IR"/>
        </w:rPr>
        <w:t>گرفتار</w:t>
      </w:r>
      <w:r>
        <w:rPr>
          <w:rtl/>
          <w:lang w:bidi="fa-IR"/>
        </w:rPr>
        <w:t xml:space="preserve"> شدن در دوزخ</w:t>
      </w:r>
      <w:bookmarkEnd w:id="294"/>
      <w:bookmarkEnd w:id="29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اءلا</w:t>
      </w:r>
      <w:r>
        <w:rPr>
          <w:rtl/>
          <w:lang w:bidi="fa-IR"/>
        </w:rPr>
        <w:t xml:space="preserve"> تسمعون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جواب اهل النار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سئلوا : ما سلککم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سقر؟ قالوا : لم نک من المل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خطبه 190)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26134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 w:rsidR="00261347">
        <w:rPr>
          <w:rFonts w:hint="cs"/>
          <w:rtl/>
          <w:lang w:bidi="fa-IR"/>
        </w:rPr>
        <w:t>یا</w:t>
      </w:r>
      <w:r>
        <w:rPr>
          <w:rtl/>
          <w:lang w:bidi="fa-IR"/>
        </w:rPr>
        <w:t xml:space="preserve"> به پاسخ اهل دوزخ گوش فرا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سؤ 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: (چه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شما را گرفتار دوزخ ساخت ؟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 ما از نمازگزاران نبود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261347">
      <w:pPr>
        <w:pStyle w:val="Heading2"/>
        <w:rPr>
          <w:rtl/>
          <w:lang w:bidi="fa-IR"/>
        </w:rPr>
      </w:pPr>
      <w:bookmarkStart w:id="296" w:name="_Toc1903031"/>
      <w:bookmarkStart w:id="297" w:name="_Toc1903258"/>
      <w:r>
        <w:rPr>
          <w:rFonts w:hint="eastAsia"/>
          <w:rtl/>
          <w:lang w:bidi="fa-IR"/>
        </w:rPr>
        <w:t>لعنت</w:t>
      </w:r>
      <w:r>
        <w:rPr>
          <w:rtl/>
          <w:lang w:bidi="fa-IR"/>
        </w:rPr>
        <w:t xml:space="preserve"> خدا</w:t>
      </w:r>
      <w:bookmarkEnd w:id="296"/>
      <w:bookmarkEnd w:id="29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الهم</w:t>
      </w:r>
      <w:r>
        <w:rPr>
          <w:rtl/>
          <w:lang w:bidi="fa-IR"/>
        </w:rPr>
        <w:t xml:space="preserve"> العن من ترک الصلوه متعمدا</w:t>
      </w:r>
    </w:p>
    <w:p w:rsidR="00753A10" w:rsidRDefault="00261347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</w:t>
      </w:r>
      <w:r w:rsidR="00753A10">
        <w:rPr>
          <w:rtl/>
          <w:lang w:bidi="fa-IR"/>
        </w:rPr>
        <w:t>(جامع احاد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ث</w:t>
      </w:r>
      <w:r w:rsidR="00753A10">
        <w:rPr>
          <w:rtl/>
          <w:lang w:bidi="fa-IR"/>
        </w:rPr>
        <w:t xml:space="preserve"> لش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عه</w:t>
      </w:r>
      <w:r w:rsidR="00753A10">
        <w:rPr>
          <w:rtl/>
          <w:lang w:bidi="fa-IR"/>
        </w:rPr>
        <w:t xml:space="preserve"> ج 4 ص 76)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261347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لعنت کن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عمدا نماز را ترک کند .</w:t>
      </w:r>
    </w:p>
    <w:p w:rsidR="00753A10" w:rsidRDefault="00261347" w:rsidP="0026134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261347">
      <w:pPr>
        <w:pStyle w:val="Heading1"/>
        <w:rPr>
          <w:rtl/>
          <w:lang w:bidi="fa-IR"/>
        </w:rPr>
      </w:pPr>
      <w:bookmarkStart w:id="298" w:name="_Toc1903032"/>
      <w:bookmarkStart w:id="299" w:name="_Toc1903259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دهم : قبول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</w:t>
      </w:r>
      <w:bookmarkEnd w:id="298"/>
      <w:bookmarkEnd w:id="299"/>
    </w:p>
    <w:p w:rsidR="00261347" w:rsidRDefault="00261347" w:rsidP="00753A10">
      <w:pPr>
        <w:pStyle w:val="libNormal"/>
        <w:rPr>
          <w:rFonts w:hint="cs"/>
          <w:rtl/>
          <w:lang w:bidi="fa-IR"/>
        </w:rPr>
      </w:pPr>
    </w:p>
    <w:p w:rsidR="00753A10" w:rsidRDefault="00753A10" w:rsidP="00261347">
      <w:pPr>
        <w:pStyle w:val="Heading2"/>
        <w:rPr>
          <w:rtl/>
          <w:lang w:bidi="fa-IR"/>
        </w:rPr>
      </w:pPr>
      <w:bookmarkStart w:id="300" w:name="_Toc1903033"/>
      <w:bookmarkStart w:id="301" w:name="_Toc1903260"/>
      <w:r>
        <w:rPr>
          <w:rFonts w:hint="eastAsia"/>
          <w:rtl/>
          <w:lang w:bidi="fa-IR"/>
        </w:rPr>
        <w:t>شرط</w:t>
      </w:r>
      <w:r>
        <w:rPr>
          <w:rtl/>
          <w:lang w:bidi="fa-IR"/>
        </w:rPr>
        <w:t xml:space="preserve"> قبول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</w:t>
      </w:r>
      <w:bookmarkEnd w:id="300"/>
      <w:bookmarkEnd w:id="30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! انظر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تصل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تصل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 لم تکن من وجهه و حله فلا قبول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(تحف العقول ص 187)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خطاب به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فرمود 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! نگاه کن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در کجا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نماز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اگر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نمازت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حلال و مباح نباشد ، نمازت قبول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261347">
      <w:pPr>
        <w:pStyle w:val="Heading2"/>
        <w:rPr>
          <w:rtl/>
          <w:lang w:bidi="fa-IR"/>
        </w:rPr>
      </w:pPr>
      <w:bookmarkStart w:id="302" w:name="_Toc1903034"/>
      <w:bookmarkStart w:id="303" w:name="_Toc1903261"/>
      <w:r>
        <w:rPr>
          <w:rFonts w:hint="eastAsia"/>
          <w:rtl/>
          <w:lang w:bidi="fa-IR"/>
        </w:rPr>
        <w:t>قبول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،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</w:t>
      </w:r>
      <w:bookmarkEnd w:id="302"/>
      <w:bookmarkEnd w:id="30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انما</w:t>
      </w:r>
      <w:r>
        <w:rPr>
          <w:rtl/>
          <w:lang w:bidi="fa-IR"/>
        </w:rPr>
        <w:t xml:space="preserve"> هو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لمن قبل الله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</w:t>
      </w:r>
      <w:r>
        <w:rPr>
          <w:rtl/>
          <w:lang w:bidi="fa-IR"/>
        </w:rPr>
        <w:t xml:space="preserve"> و شکر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</w:t>
      </w:r>
      <w:r>
        <w:rPr>
          <w:rtl/>
          <w:lang w:bidi="fa-IR"/>
        </w:rPr>
        <w:t xml:space="preserve"> و کل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فهو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(نهج البلاغه حکمت 428)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امروز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خداوند روزه اش را قبول کرده و نمازش را پاس داشته است و هر روز که در آن نافرمان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نشود ،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روز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261347">
      <w:pPr>
        <w:pStyle w:val="Heading2"/>
        <w:rPr>
          <w:rtl/>
          <w:lang w:bidi="fa-IR"/>
        </w:rPr>
      </w:pPr>
      <w:bookmarkStart w:id="304" w:name="_Toc1903035"/>
      <w:bookmarkStart w:id="305" w:name="_Toc1903262"/>
      <w:r>
        <w:rPr>
          <w:rFonts w:hint="eastAsia"/>
          <w:rtl/>
          <w:lang w:bidi="fa-IR"/>
        </w:rPr>
        <w:t>اصلاح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</w:t>
      </w:r>
      <w:bookmarkEnd w:id="304"/>
      <w:bookmarkEnd w:id="30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سمعت جدکما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: صلاح ذات 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افضل من عامه الصلود و الص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47)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) همانا من از جدتان رسول خدا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: سازش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برقرار کردن (پراکندگ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دادن ) از هر نماز و روزه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برتر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261347" w:rsidP="00261347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06" w:name="_Toc1903036"/>
      <w:bookmarkStart w:id="307" w:name="_Toc1903263"/>
      <w:r w:rsidR="00753A10">
        <w:rPr>
          <w:rFonts w:hint="eastAsia"/>
          <w:rtl/>
          <w:lang w:bidi="fa-IR"/>
        </w:rPr>
        <w:lastRenderedPageBreak/>
        <w:t>فصل</w:t>
      </w:r>
      <w:r w:rsidR="00753A10">
        <w:rPr>
          <w:rtl/>
          <w:lang w:bidi="fa-IR"/>
        </w:rPr>
        <w:t xml:space="preserve"> </w:t>
      </w:r>
      <w:r w:rsidR="00753A10">
        <w:rPr>
          <w:rFonts w:hint="cs"/>
          <w:rtl/>
          <w:lang w:bidi="fa-IR"/>
        </w:rPr>
        <w:t>ی</w:t>
      </w:r>
      <w:r w:rsidR="00753A10">
        <w:rPr>
          <w:rFonts w:hint="eastAsia"/>
          <w:rtl/>
          <w:lang w:bidi="fa-IR"/>
        </w:rPr>
        <w:t>ازدهم</w:t>
      </w:r>
      <w:r w:rsidR="00753A10">
        <w:rPr>
          <w:rtl/>
          <w:lang w:bidi="fa-IR"/>
        </w:rPr>
        <w:t xml:space="preserve"> : موانع قبول</w:t>
      </w:r>
      <w:r w:rsidR="00753A10">
        <w:rPr>
          <w:rFonts w:hint="cs"/>
          <w:rtl/>
          <w:lang w:bidi="fa-IR"/>
        </w:rPr>
        <w:t>ی</w:t>
      </w:r>
      <w:r w:rsidR="00753A10">
        <w:rPr>
          <w:rtl/>
          <w:lang w:bidi="fa-IR"/>
        </w:rPr>
        <w:t xml:space="preserve"> نماز</w:t>
      </w:r>
      <w:bookmarkEnd w:id="306"/>
      <w:bookmarkEnd w:id="307"/>
    </w:p>
    <w:p w:rsidR="00261347" w:rsidRDefault="00261347" w:rsidP="00753A10">
      <w:pPr>
        <w:pStyle w:val="libNormal"/>
        <w:rPr>
          <w:rFonts w:hint="cs"/>
          <w:rtl/>
          <w:lang w:bidi="fa-IR"/>
        </w:rPr>
      </w:pPr>
    </w:p>
    <w:p w:rsidR="00753A10" w:rsidRDefault="00753A10" w:rsidP="00261347">
      <w:pPr>
        <w:pStyle w:val="Heading2"/>
        <w:rPr>
          <w:rtl/>
          <w:lang w:bidi="fa-IR"/>
        </w:rPr>
      </w:pPr>
      <w:bookmarkStart w:id="308" w:name="_Toc1903037"/>
      <w:bookmarkStart w:id="309" w:name="_Toc1903264"/>
      <w:r>
        <w:rPr>
          <w:rFonts w:hint="eastAsia"/>
          <w:rtl/>
          <w:lang w:bidi="fa-IR"/>
        </w:rPr>
        <w:t>گناه</w:t>
      </w:r>
      <w:r>
        <w:rPr>
          <w:rtl/>
          <w:lang w:bidi="fa-IR"/>
        </w:rPr>
        <w:t xml:space="preserve"> ، مانع نماز شب</w:t>
      </w:r>
      <w:bookmarkEnd w:id="308"/>
      <w:bookmarkEnd w:id="30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جاء</w:t>
      </w:r>
      <w:r>
        <w:rPr>
          <w:rtl/>
          <w:lang w:bidi="fa-IR"/>
        </w:rPr>
        <w:t xml:space="preserve"> رجل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فقال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 حرمت الصلوه بال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. فقال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 انت رجل قد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دتک</w:t>
      </w:r>
      <w:r>
        <w:rPr>
          <w:rtl/>
          <w:lang w:bidi="fa-IR"/>
        </w:rPr>
        <w:t xml:space="preserve"> ذنوبک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 ج 5 ص 422)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آمد و گفت 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منان ! من از نماز شب محروم شدم .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فرمود : تو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گناهانت تو را گرفتار (اس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) کرده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261347">
      <w:pPr>
        <w:pStyle w:val="Heading2"/>
        <w:rPr>
          <w:rtl/>
          <w:lang w:bidi="fa-IR"/>
        </w:rPr>
      </w:pPr>
      <w:bookmarkStart w:id="310" w:name="_Toc1903038"/>
      <w:bookmarkStart w:id="311" w:name="_Toc1903265"/>
      <w:r>
        <w:rPr>
          <w:rFonts w:hint="eastAsia"/>
          <w:rtl/>
          <w:lang w:bidi="fa-IR"/>
        </w:rPr>
        <w:t>پرخور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نماز</w:t>
      </w:r>
      <w:bookmarkEnd w:id="310"/>
      <w:bookmarkEnd w:id="31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اکم</w:t>
      </w:r>
      <w:r>
        <w:rPr>
          <w:rtl/>
          <w:lang w:bidi="fa-IR"/>
        </w:rPr>
        <w:t xml:space="preserve"> و البطنه . فانها مقساه للقلب و مکسله عن الصلوه و مفسده للجسد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(غرر الحکم ص 80)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261347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پرخور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موجب قساوت قلب و باعث کسالت از اقامه نماز و سبب تباه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 است .</w:t>
      </w:r>
    </w:p>
    <w:p w:rsidR="00753A10" w:rsidRDefault="00261347" w:rsidP="0026134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261347">
      <w:pPr>
        <w:pStyle w:val="Heading2"/>
        <w:rPr>
          <w:rtl/>
          <w:lang w:bidi="fa-IR"/>
        </w:rPr>
      </w:pPr>
      <w:bookmarkStart w:id="312" w:name="_Toc1903039"/>
      <w:bookmarkStart w:id="313" w:name="_Toc1903266"/>
      <w:r>
        <w:rPr>
          <w:rFonts w:hint="eastAsia"/>
          <w:rtl/>
          <w:lang w:bidi="fa-IR"/>
        </w:rPr>
        <w:t>منع</w:t>
      </w:r>
      <w:r>
        <w:rPr>
          <w:rtl/>
          <w:lang w:bidi="fa-IR"/>
        </w:rPr>
        <w:t xml:space="preserve"> از زکات</w:t>
      </w:r>
      <w:bookmarkEnd w:id="312"/>
      <w:bookmarkEnd w:id="31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قبل</w:t>
      </w:r>
      <w:r>
        <w:rPr>
          <w:rtl/>
          <w:lang w:bidi="fa-IR"/>
        </w:rPr>
        <w:t xml:space="preserve"> الله الصلوه ممن منع الزکاه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96 ص 29)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مانع دادن زکات شود ، نمازش قبول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</w:t>
      </w:r>
    </w:p>
    <w:p w:rsidR="00753A10" w:rsidRDefault="00261347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261347">
      <w:pPr>
        <w:pStyle w:val="Heading1"/>
        <w:rPr>
          <w:rtl/>
          <w:lang w:bidi="fa-IR"/>
        </w:rPr>
      </w:pPr>
      <w:bookmarkStart w:id="314" w:name="_Toc1903040"/>
      <w:bookmarkStart w:id="315" w:name="_Toc1903267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دوازدهم : 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مستحب</w:t>
      </w:r>
      <w:r>
        <w:rPr>
          <w:rFonts w:hint="cs"/>
          <w:rtl/>
          <w:lang w:bidi="fa-IR"/>
        </w:rPr>
        <w:t>ی</w:t>
      </w:r>
      <w:bookmarkEnd w:id="314"/>
      <w:bookmarkEnd w:id="315"/>
    </w:p>
    <w:p w:rsidR="00261347" w:rsidRDefault="00261347" w:rsidP="00753A10">
      <w:pPr>
        <w:pStyle w:val="libNormal"/>
        <w:rPr>
          <w:rFonts w:hint="cs"/>
          <w:rtl/>
          <w:lang w:bidi="fa-IR"/>
        </w:rPr>
      </w:pPr>
    </w:p>
    <w:p w:rsidR="00753A10" w:rsidRDefault="00753A10" w:rsidP="00261347">
      <w:pPr>
        <w:pStyle w:val="Heading2"/>
        <w:rPr>
          <w:rtl/>
          <w:lang w:bidi="fa-IR"/>
        </w:rPr>
      </w:pPr>
      <w:bookmarkStart w:id="316" w:name="_Toc1903041"/>
      <w:bookmarkStart w:id="317" w:name="_Toc1903268"/>
      <w:r>
        <w:rPr>
          <w:rFonts w:hint="eastAsia"/>
          <w:rtl/>
          <w:lang w:bidi="fa-IR"/>
        </w:rPr>
        <w:t>تقدم</w:t>
      </w:r>
      <w:r>
        <w:rPr>
          <w:rtl/>
          <w:lang w:bidi="fa-IR"/>
        </w:rPr>
        <w:t xml:space="preserve"> نماز واجب</w:t>
      </w:r>
      <w:bookmarkEnd w:id="316"/>
      <w:bookmarkEnd w:id="31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تقض نافله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. ابدا بالفر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ثم صل ما بدالک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(تصن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غرر الحم ص 175)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مستحب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وقت واجب به جا</w:t>
      </w:r>
      <w:r w:rsidR="0026134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 xml:space="preserve"> . اول نماز واجب را شروع کن سپس نماز مستحب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انجام بده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261347">
      <w:pPr>
        <w:pStyle w:val="Heading2"/>
        <w:rPr>
          <w:rtl/>
          <w:lang w:bidi="fa-IR"/>
        </w:rPr>
      </w:pPr>
      <w:bookmarkStart w:id="318" w:name="_Toc1903042"/>
      <w:bookmarkStart w:id="319" w:name="_Toc1903269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واجب و مستحب پنجاه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رکعت</w:t>
      </w:r>
      <w:bookmarkEnd w:id="318"/>
      <w:bookmarkEnd w:id="31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و کانت الامم السابقه قد فرضت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خمس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صلوه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وقتا ، و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الاصار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کانت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. فرفعتها عن امتک و جعلتها خمسا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خمسه اوقات 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احد و خمسون رکعه و جعلت لهم اجر خمس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صلوه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(جامع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، ج 4 ص 40)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که خداوند به رسولش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فرمود :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پنجاه نماز در پنجاه وقت واجب کرده بودم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مشکلات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امتها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گذشته داشتند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را از دوش امت تو برداشتم و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، پنج نماز در پنج وقت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قرار دادم .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پنج نماز در پنج نوبت (ب</w:t>
      </w:r>
      <w:r w:rsidR="00261347">
        <w:rPr>
          <w:rFonts w:hint="cs"/>
          <w:rtl/>
          <w:lang w:bidi="fa-IR"/>
        </w:rPr>
        <w:t xml:space="preserve">ه </w:t>
      </w:r>
      <w:r>
        <w:rPr>
          <w:rtl/>
          <w:lang w:bidi="fa-IR"/>
        </w:rPr>
        <w:t xml:space="preserve">همراه نوافل آن ) پنجاه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رکعت است و ثواب پنجاه نماز را دارد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261347">
      <w:pPr>
        <w:pStyle w:val="Heading2"/>
        <w:rPr>
          <w:rtl/>
          <w:lang w:bidi="fa-IR"/>
        </w:rPr>
      </w:pPr>
      <w:bookmarkStart w:id="320" w:name="_Toc1903043"/>
      <w:bookmarkStart w:id="321" w:name="_Toc1903270"/>
      <w:r>
        <w:rPr>
          <w:rFonts w:hint="eastAsia"/>
          <w:rtl/>
          <w:lang w:bidi="fa-IR"/>
        </w:rPr>
        <w:t>انجام</w:t>
      </w:r>
      <w:r>
        <w:rPr>
          <w:rtl/>
          <w:lang w:bidi="fa-IR"/>
        </w:rPr>
        <w:t xml:space="preserve"> نافله با اقبال قلب</w:t>
      </w:r>
      <w:bookmarkEnd w:id="320"/>
      <w:bookmarkEnd w:id="32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القلوب اقبالا و ادبارا . فاذا اقبلت فاحملوها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النوافل . و اذآادبرت فاقتصروا بها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الفرائض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حکمت 312)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همانا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دلها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و پشت کردن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 پس هرگاه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(علاقه نشان داد) به انجام 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نافله وادارش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هرگاه پشت کرد (ب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علاقگ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کرد) به انجام واجبات بسنده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53A10" w:rsidRDefault="00261347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261347">
      <w:pPr>
        <w:pStyle w:val="Heading2"/>
        <w:rPr>
          <w:rtl/>
          <w:lang w:bidi="fa-IR"/>
        </w:rPr>
      </w:pPr>
      <w:bookmarkStart w:id="322" w:name="_Toc1903044"/>
      <w:bookmarkStart w:id="323" w:name="_Toc1903271"/>
      <w:r>
        <w:rPr>
          <w:rFonts w:hint="eastAsia"/>
          <w:rtl/>
          <w:lang w:bidi="fa-IR"/>
        </w:rPr>
        <w:t>اعتدال</w:t>
      </w:r>
      <w:r>
        <w:rPr>
          <w:rtl/>
          <w:lang w:bidi="fa-IR"/>
        </w:rPr>
        <w:t xml:space="preserve"> در 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مستحب</w:t>
      </w:r>
      <w:r>
        <w:rPr>
          <w:rFonts w:hint="cs"/>
          <w:rtl/>
          <w:lang w:bidi="fa-IR"/>
        </w:rPr>
        <w:t>ی</w:t>
      </w:r>
      <w:bookmarkEnd w:id="322"/>
      <w:bookmarkEnd w:id="32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لاقربه</w:t>
      </w:r>
      <w:r>
        <w:rPr>
          <w:rtl/>
          <w:lang w:bidi="fa-IR"/>
        </w:rPr>
        <w:t xml:space="preserve"> بالنوافل اذا اضرت بالفرائض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حکمت 39)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مستحب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واجب ضرر برساند ، موجب قرب به خداوند نخواهد شد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261347">
      <w:pPr>
        <w:pStyle w:val="Heading2"/>
        <w:rPr>
          <w:rtl/>
          <w:lang w:bidi="fa-IR"/>
        </w:rPr>
      </w:pPr>
      <w:bookmarkStart w:id="324" w:name="_Toc1903045"/>
      <w:bookmarkStart w:id="325" w:name="_Toc1903272"/>
      <w:r>
        <w:rPr>
          <w:rFonts w:hint="eastAsia"/>
          <w:rtl/>
          <w:lang w:bidi="fa-IR"/>
        </w:rPr>
        <w:t>اولو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نماز واجب</w:t>
      </w:r>
      <w:bookmarkEnd w:id="324"/>
      <w:bookmarkEnd w:id="32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</w:t>
      </w:r>
      <w:r>
        <w:rPr>
          <w:rtl/>
          <w:lang w:bidi="fa-IR"/>
        </w:rPr>
        <w:t xml:space="preserve"> اضرت النو افل ائض فارفضوها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حکمت 279)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هرگاه</w:t>
      </w:r>
      <w:r>
        <w:rPr>
          <w:rtl/>
          <w:lang w:bidi="fa-IR"/>
        </w:rPr>
        <w:t xml:space="preserve"> مستحبات به واجبات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رساند . آن مستحبات را ترک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261347">
      <w:pPr>
        <w:pStyle w:val="Heading2"/>
        <w:rPr>
          <w:rtl/>
          <w:lang w:bidi="fa-IR"/>
        </w:rPr>
      </w:pPr>
      <w:bookmarkStart w:id="326" w:name="_Toc1903046"/>
      <w:bookmarkStart w:id="327" w:name="_Toc1903273"/>
      <w:r>
        <w:rPr>
          <w:rFonts w:hint="eastAsia"/>
          <w:rtl/>
          <w:lang w:bidi="fa-IR"/>
        </w:rPr>
        <w:lastRenderedPageBreak/>
        <w:t>نماز</w:t>
      </w:r>
      <w:r>
        <w:rPr>
          <w:rtl/>
          <w:lang w:bidi="fa-IR"/>
        </w:rPr>
        <w:t xml:space="preserve"> بعد از سفر</w:t>
      </w:r>
      <w:bookmarkEnd w:id="326"/>
      <w:bookmarkEnd w:id="32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اذا قدم من سفر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رکعت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 ج 9 ص 474)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هنگام بازگشت از سفر دو رکعت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.</w:t>
      </w:r>
    </w:p>
    <w:p w:rsidR="00753A10" w:rsidRDefault="00261347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261347">
      <w:pPr>
        <w:pStyle w:val="Heading1"/>
        <w:rPr>
          <w:rtl/>
          <w:lang w:bidi="fa-IR"/>
        </w:rPr>
      </w:pPr>
      <w:bookmarkStart w:id="328" w:name="_Toc1903047"/>
      <w:bookmarkStart w:id="329" w:name="_Toc1903274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زدهم</w:t>
      </w:r>
      <w:r>
        <w:rPr>
          <w:rtl/>
          <w:lang w:bidi="fa-IR"/>
        </w:rPr>
        <w:t xml:space="preserve"> : نماز جماعت</w:t>
      </w:r>
      <w:bookmarkEnd w:id="328"/>
      <w:bookmarkEnd w:id="329"/>
    </w:p>
    <w:p w:rsidR="00261347" w:rsidRDefault="00261347" w:rsidP="00753A10">
      <w:pPr>
        <w:pStyle w:val="libNormal"/>
        <w:rPr>
          <w:rFonts w:hint="cs"/>
          <w:rtl/>
          <w:lang w:bidi="fa-IR"/>
        </w:rPr>
      </w:pPr>
    </w:p>
    <w:p w:rsidR="00753A10" w:rsidRDefault="00753A10" w:rsidP="00261347">
      <w:pPr>
        <w:pStyle w:val="Heading2"/>
        <w:rPr>
          <w:rtl/>
          <w:lang w:bidi="fa-IR"/>
        </w:rPr>
      </w:pPr>
      <w:bookmarkStart w:id="330" w:name="_Toc1903048"/>
      <w:bookmarkStart w:id="331" w:name="_Toc1903275"/>
      <w:r>
        <w:rPr>
          <w:rFonts w:hint="eastAsia"/>
          <w:rtl/>
          <w:lang w:bidi="fa-IR"/>
        </w:rPr>
        <w:t>صف</w:t>
      </w:r>
      <w:r>
        <w:rPr>
          <w:rtl/>
          <w:lang w:bidi="fa-IR"/>
        </w:rPr>
        <w:t xml:space="preserve"> اول نماز جماعت</w:t>
      </w:r>
      <w:bookmarkEnd w:id="330"/>
      <w:bookmarkEnd w:id="33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افضل</w:t>
      </w:r>
      <w:r>
        <w:rPr>
          <w:rtl/>
          <w:lang w:bidi="fa-IR"/>
        </w:rPr>
        <w:t xml:space="preserve"> الصفوف اولها و هو صف الملائکه و افضل المقدم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امن</w:t>
      </w:r>
      <w:r>
        <w:rPr>
          <w:rtl/>
          <w:lang w:bidi="fa-IR"/>
        </w:rPr>
        <w:t xml:space="preserve"> الاامام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88 ص 18)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جماعت ، صف اول است که صف ملائکه است و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صف اول ، سمت راست امام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261347">
      <w:pPr>
        <w:pStyle w:val="Heading2"/>
        <w:rPr>
          <w:rtl/>
          <w:lang w:bidi="fa-IR"/>
        </w:rPr>
      </w:pPr>
      <w:bookmarkStart w:id="332" w:name="_Toc1903049"/>
      <w:bookmarkStart w:id="333" w:name="_Toc1903276"/>
      <w:r>
        <w:rPr>
          <w:rFonts w:hint="eastAsia"/>
          <w:rtl/>
          <w:lang w:bidi="fa-IR"/>
        </w:rPr>
        <w:t>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صفها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جماعت</w:t>
      </w:r>
      <w:bookmarkEnd w:id="332"/>
      <w:bookmarkEnd w:id="33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سدوا</w:t>
      </w:r>
      <w:r>
        <w:rPr>
          <w:rtl/>
          <w:lang w:bidi="fa-IR"/>
        </w:rPr>
        <w:t xml:space="preserve"> فرج الصفوف . و من استطاع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</w:t>
      </w:r>
      <w:r>
        <w:rPr>
          <w:rtl/>
          <w:lang w:bidi="fa-IR"/>
        </w:rPr>
        <w:t xml:space="preserve"> الصف الاول او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فعل</w:t>
      </w:r>
      <w:r>
        <w:rPr>
          <w:rtl/>
          <w:lang w:bidi="fa-IR"/>
        </w:rPr>
        <w:t xml:space="preserve"> ذلک احب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. و تموا لصفوف ، فان الله و ملائکته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صلون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تمون</w:t>
      </w:r>
      <w:r>
        <w:rPr>
          <w:rtl/>
          <w:lang w:bidi="fa-IR"/>
        </w:rPr>
        <w:t xml:space="preserve"> الصفوف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(جامع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ج 6 ص 474)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صفوف</w:t>
      </w:r>
      <w:r>
        <w:rPr>
          <w:rtl/>
          <w:lang w:bidi="fa-IR"/>
        </w:rPr>
        <w:t xml:space="preserve">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جماعت را پرکن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و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قدرت دارد صف اول را کامل کند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صف اول را پرکند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انج</w:t>
      </w:r>
      <w:r w:rsidR="00261347">
        <w:rPr>
          <w:rtl/>
          <w:lang w:bidi="fa-IR"/>
        </w:rPr>
        <w:t>ام دهد</w:t>
      </w:r>
      <w:r>
        <w:rPr>
          <w:rtl/>
          <w:lang w:bidi="fa-IR"/>
        </w:rPr>
        <w:t xml:space="preserve"> به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نزد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. و صفها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جماعت را کامل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به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و ملائکه </w:t>
      </w:r>
      <w:r>
        <w:rPr>
          <w:rFonts w:hint="eastAsia"/>
          <w:rtl/>
          <w:lang w:bidi="fa-IR"/>
        </w:rPr>
        <w:t>درود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فرستند بر آنان که صفوف را تکم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کنند .</w:t>
      </w:r>
    </w:p>
    <w:p w:rsidR="00753A10" w:rsidRDefault="00753A10" w:rsidP="00261347">
      <w:pPr>
        <w:pStyle w:val="Heading2"/>
        <w:rPr>
          <w:rtl/>
          <w:lang w:bidi="fa-IR"/>
        </w:rPr>
      </w:pPr>
      <w:bookmarkStart w:id="334" w:name="_Toc1903050"/>
      <w:bookmarkStart w:id="335" w:name="_Toc1903277"/>
      <w:r>
        <w:rPr>
          <w:rFonts w:hint="eastAsia"/>
          <w:rtl/>
          <w:lang w:bidi="fa-IR"/>
        </w:rPr>
        <w:t>خواندن</w:t>
      </w:r>
      <w:r>
        <w:rPr>
          <w:rtl/>
          <w:lang w:bidi="fa-IR"/>
        </w:rPr>
        <w:t xml:space="preserve"> نماز صبح به جماعت</w:t>
      </w:r>
      <w:bookmarkEnd w:id="334"/>
      <w:bookmarkEnd w:id="33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الفجر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جماعه رفعت صلوته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الصلوه الابرار وکتب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ومئذ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وفد المتق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(دعائم الاسلام ج 1 ص 153)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نماز صبح را به جماعت بخواند ، نمازش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بالا برده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آن روز (نام او) در جرگه پارسا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نوشته شود .</w:t>
      </w:r>
    </w:p>
    <w:p w:rsidR="00753A10" w:rsidRDefault="00753A10" w:rsidP="00753A10">
      <w:pPr>
        <w:pStyle w:val="libNormal"/>
        <w:rPr>
          <w:rFonts w:hint="cs"/>
          <w:rtl/>
          <w:lang w:bidi="fa-IR"/>
        </w:rPr>
      </w:pPr>
    </w:p>
    <w:p w:rsidR="00261347" w:rsidRDefault="00261347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261347">
      <w:pPr>
        <w:pStyle w:val="Heading2"/>
        <w:rPr>
          <w:rtl/>
          <w:lang w:bidi="fa-IR"/>
        </w:rPr>
      </w:pPr>
      <w:bookmarkStart w:id="336" w:name="_Toc1903051"/>
      <w:bookmarkStart w:id="337" w:name="_Toc1903278"/>
      <w:r>
        <w:rPr>
          <w:rFonts w:hint="eastAsia"/>
          <w:rtl/>
          <w:lang w:bidi="fa-IR"/>
        </w:rPr>
        <w:t>مقدار</w:t>
      </w:r>
      <w:r>
        <w:rPr>
          <w:rtl/>
          <w:lang w:bidi="fa-IR"/>
        </w:rPr>
        <w:t xml:space="preserve"> نماز جماعت</w:t>
      </w:r>
      <w:bookmarkEnd w:id="336"/>
      <w:bookmarkEnd w:id="33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اذا قمت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صلوتک للناس ، فلاتکومنفرا و لا مض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</w:t>
      </w:r>
      <w:r>
        <w:rPr>
          <w:rtl/>
          <w:lang w:bidi="fa-IR"/>
        </w:rPr>
        <w:t xml:space="preserve"> . فان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من به العله و له الحاجه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نامه 52)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نماز جماعت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نمازت نه نفرت آور و نه تض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کننده باشد . (نه آنقدر آن را طول بده که موجب تنفر ماءموم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شود و نه آنقدر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که نماز را 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چرا که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تو به نماز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اند ، هم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وجود دارد و هم افراد حاجتمند هست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261347">
      <w:pPr>
        <w:pStyle w:val="Heading2"/>
        <w:rPr>
          <w:rtl/>
          <w:lang w:bidi="fa-IR"/>
        </w:rPr>
      </w:pPr>
      <w:bookmarkStart w:id="338" w:name="_Toc1903052"/>
      <w:bookmarkStart w:id="339" w:name="_Toc1903279"/>
      <w:r>
        <w:rPr>
          <w:rFonts w:hint="eastAsia"/>
          <w:rtl/>
          <w:lang w:bidi="fa-IR"/>
        </w:rPr>
        <w:t>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حال نمازگزاران در نماز جماعت</w:t>
      </w:r>
      <w:bookmarkEnd w:id="338"/>
      <w:bookmarkEnd w:id="33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وقد</w:t>
      </w:r>
      <w:r>
        <w:rPr>
          <w:rtl/>
          <w:lang w:bidi="fa-IR"/>
        </w:rPr>
        <w:t xml:space="preserve"> ساءلت رسول الله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وجهن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بهم ؟ فقال صل بهم کصلوه اضعفهم و کن بالمؤ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نامه 52)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رسول خدا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مرا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فرستاد ،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: چگونه با آنان نماز بخوانم ؟ آن حضرت فرمود : نماز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بخوان همچون نماز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ناتوان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نسبت به مؤ منان 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مهربان باش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261347">
      <w:pPr>
        <w:pStyle w:val="Heading2"/>
        <w:rPr>
          <w:rtl/>
          <w:lang w:bidi="fa-IR"/>
        </w:rPr>
      </w:pPr>
      <w:bookmarkStart w:id="340" w:name="_Toc1903053"/>
      <w:bookmarkStart w:id="341" w:name="_Toc1903280"/>
      <w:r>
        <w:rPr>
          <w:rFonts w:hint="eastAsia"/>
          <w:rtl/>
          <w:lang w:bidi="fa-IR"/>
        </w:rPr>
        <w:t>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حال نمازگزاران</w:t>
      </w:r>
      <w:bookmarkEnd w:id="340"/>
      <w:bookmarkEnd w:id="34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آخر</w:t>
      </w:r>
      <w:r>
        <w:rPr>
          <w:rtl/>
          <w:lang w:bidi="fa-IR"/>
        </w:rPr>
        <w:t xml:space="preserve"> ما فارقت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اءن قال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 اذا صل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فصل صلوه اءضعف من خلفک و لا تتخذن مؤ ذنا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اءخد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اءذانه اءجرا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(محجه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ضاء</w:t>
      </w:r>
      <w:r>
        <w:rPr>
          <w:rtl/>
          <w:lang w:bidi="fa-IR"/>
        </w:rPr>
        <w:t xml:space="preserve"> ج 2 ص 12)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محبوب دلم حضرت رسول خدا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جدا شدم ، به من فرمود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 چون با مردم نمازخواند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نمازناتوان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پشت سرت قرار گرفته بجا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 . و مؤ ذن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اذان گفتن مزد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کند به کار اذان مگمار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حال ناتوانان در نماز جماعت</w:t>
      </w: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وصلوا</w:t>
      </w:r>
      <w:r>
        <w:rPr>
          <w:rtl/>
          <w:lang w:bidi="fa-IR"/>
        </w:rPr>
        <w:t xml:space="preserve"> بهم صلوه اضعفهم و لا تکونوا فتان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نامه 52)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با مردم همانند ناتوان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آنان نماز بگزار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(با طول دادن آن موجبات زحمت آنان را فراهم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و سبب فتنه و فساد نباشد من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A079B9">
      <w:pPr>
        <w:pStyle w:val="Heading2"/>
        <w:rPr>
          <w:rtl/>
          <w:lang w:bidi="fa-IR"/>
        </w:rPr>
      </w:pPr>
      <w:bookmarkStart w:id="342" w:name="_Toc1903054"/>
      <w:bookmarkStart w:id="343" w:name="_Toc1903281"/>
      <w:r>
        <w:rPr>
          <w:rFonts w:hint="eastAsia"/>
          <w:rtl/>
          <w:lang w:bidi="fa-IR"/>
        </w:rPr>
        <w:t>مواظبت</w:t>
      </w:r>
      <w:r>
        <w:rPr>
          <w:rtl/>
          <w:lang w:bidi="fa-IR"/>
        </w:rPr>
        <w:t xml:space="preserve"> بر نماز جماعت</w:t>
      </w:r>
      <w:bookmarkEnd w:id="342"/>
      <w:bookmarkEnd w:id="34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مروه</w:t>
      </w:r>
      <w:r>
        <w:rPr>
          <w:rtl/>
          <w:lang w:bidi="fa-IR"/>
        </w:rPr>
        <w:t xml:space="preserve"> الحضر قراءه القران و مجالسه العلما و النظر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الفقه و المحافظه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الصلوه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الجماعات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(بحارالانوار ج 88 ص 10)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جوانمرد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هنگام حضور در وطن شامل تلاوت قرآن و هم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علماء و نگر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</w:t>
      </w:r>
      <w:r>
        <w:rPr>
          <w:rtl/>
          <w:lang w:bidi="fa-IR"/>
        </w:rPr>
        <w:t xml:space="preserve"> در احکام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مواظبت بر نماز خواندن در جماعتها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A079B9">
      <w:pPr>
        <w:pStyle w:val="Heading2"/>
        <w:rPr>
          <w:rtl/>
          <w:lang w:bidi="fa-IR"/>
        </w:rPr>
      </w:pPr>
      <w:bookmarkStart w:id="344" w:name="_Toc1903055"/>
      <w:bookmarkStart w:id="345" w:name="_Toc1903282"/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جماعت برتر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</w:t>
      </w:r>
      <w:bookmarkEnd w:id="344"/>
      <w:bookmarkEnd w:id="34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ان</w:t>
      </w:r>
      <w:r>
        <w:rPr>
          <w:rtl/>
          <w:lang w:bidi="fa-IR"/>
        </w:rPr>
        <w:t xml:space="preserve"> رسول الله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قال : امام القوم وافدهم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. فقد مواف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صلواتکم افضلکم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(دعائم الاسلام ج 1 ص 151)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فرمود 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قوم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جلودار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حرکت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باشد . پس در نماز خود برتر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تان را مقدم بدار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A079B9">
      <w:pPr>
        <w:pStyle w:val="Heading2"/>
        <w:rPr>
          <w:rtl/>
          <w:lang w:bidi="fa-IR"/>
        </w:rPr>
      </w:pPr>
      <w:bookmarkStart w:id="346" w:name="_Toc1903056"/>
      <w:bookmarkStart w:id="347" w:name="_Toc1903283"/>
      <w:r>
        <w:rPr>
          <w:rFonts w:hint="eastAsia"/>
          <w:rtl/>
          <w:lang w:bidi="fa-IR"/>
        </w:rPr>
        <w:t>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امام جماعت</w:t>
      </w:r>
      <w:bookmarkEnd w:id="346"/>
      <w:bookmarkEnd w:id="34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تقدموا سفهائکم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صلوتکم و لا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جنائز کم . فانهم و فدکم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ربکم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(دعائم الاسلام ج 1 ص 151)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هان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خردان را در نماز جماعت و نماز اموات خود امام قرار نده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آنها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به پروردگارتان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.</w:t>
      </w:r>
    </w:p>
    <w:p w:rsidR="00753A10" w:rsidRDefault="00A079B9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A079B9">
      <w:pPr>
        <w:pStyle w:val="Heading2"/>
        <w:rPr>
          <w:rtl/>
          <w:lang w:bidi="fa-IR"/>
        </w:rPr>
      </w:pPr>
      <w:bookmarkStart w:id="348" w:name="_Toc1903057"/>
      <w:bookmarkStart w:id="349" w:name="_Toc1903284"/>
      <w:r>
        <w:rPr>
          <w:rFonts w:hint="eastAsia"/>
          <w:rtl/>
          <w:lang w:bidi="fa-IR"/>
        </w:rPr>
        <w:t>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امام جماعت و مؤ ذن</w:t>
      </w:r>
      <w:bookmarkEnd w:id="348"/>
      <w:bookmarkEnd w:id="34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ؤ</w:t>
      </w:r>
      <w:r>
        <w:rPr>
          <w:rtl/>
          <w:lang w:bidi="fa-IR"/>
        </w:rPr>
        <w:t xml:space="preserve"> مکم اءقرئکم .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ؤ</w:t>
      </w:r>
      <w:r>
        <w:rPr>
          <w:rtl/>
          <w:lang w:bidi="fa-IR"/>
        </w:rPr>
        <w:t xml:space="preserve"> ذن لکم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ارکم</w:t>
      </w:r>
      <w:r>
        <w:rPr>
          <w:rtl/>
          <w:lang w:bidi="fa-IR"/>
        </w:rPr>
        <w:t xml:space="preserve"> (وف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اءفصحکم )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فرمود : (لازم است ) آنکه قرائتش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کوتر</w:t>
      </w:r>
      <w:r>
        <w:rPr>
          <w:rtl/>
          <w:lang w:bidi="fa-IR"/>
        </w:rPr>
        <w:t xml:space="preserve"> است امام جماعت شما باشد و خوبان شما مؤ ذن شما گردند . (و 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است که فص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 اذان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A079B9">
      <w:pPr>
        <w:pStyle w:val="Heading2"/>
        <w:rPr>
          <w:rtl/>
          <w:lang w:bidi="fa-IR"/>
        </w:rPr>
      </w:pPr>
      <w:bookmarkStart w:id="350" w:name="_Toc1903058"/>
      <w:bookmarkStart w:id="351" w:name="_Toc1903285"/>
      <w:r>
        <w:rPr>
          <w:rFonts w:hint="eastAsia"/>
          <w:rtl/>
          <w:lang w:bidi="fa-IR"/>
        </w:rPr>
        <w:t>محروم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امور اجتماع</w:t>
      </w:r>
      <w:r>
        <w:rPr>
          <w:rFonts w:hint="cs"/>
          <w:rtl/>
          <w:lang w:bidi="fa-IR"/>
        </w:rPr>
        <w:t>ی</w:t>
      </w:r>
      <w:bookmarkEnd w:id="350"/>
      <w:bookmarkEnd w:id="35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بلغه</w:t>
      </w:r>
      <w:r>
        <w:rPr>
          <w:rtl/>
          <w:lang w:bidi="fa-IR"/>
        </w:rPr>
        <w:t xml:space="preserve"> ان قوما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حضرون</w:t>
      </w:r>
      <w:r>
        <w:rPr>
          <w:rtl/>
          <w:lang w:bidi="fa-IR"/>
        </w:rPr>
        <w:t xml:space="preserve"> الصلوه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المسجد . فخطب فقال : ان قوما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حضرون</w:t>
      </w:r>
      <w:r>
        <w:rPr>
          <w:rtl/>
          <w:lang w:bidi="fa-IR"/>
        </w:rPr>
        <w:t xml:space="preserve"> الصلوه معنا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مساجدنا ، فلا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واکلونا</w:t>
      </w:r>
      <w:r>
        <w:rPr>
          <w:rtl/>
          <w:lang w:bidi="fa-IR"/>
        </w:rPr>
        <w:t xml:space="preserve">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شاربونا</w:t>
      </w:r>
      <w:r>
        <w:rPr>
          <w:rtl/>
          <w:lang w:bidi="fa-IR"/>
        </w:rPr>
        <w:t xml:space="preserve">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شاورونا</w:t>
      </w:r>
      <w:r>
        <w:rPr>
          <w:rtl/>
          <w:lang w:bidi="fa-IR"/>
        </w:rPr>
        <w:t xml:space="preserve">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ناکحوا</w:t>
      </w:r>
      <w:r>
        <w:rPr>
          <w:rtl/>
          <w:lang w:bidi="fa-IR"/>
        </w:rPr>
        <w:t xml:space="preserve">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اءخذوا</w:t>
      </w:r>
      <w:r>
        <w:rPr>
          <w:rtl/>
          <w:lang w:bidi="fa-IR"/>
        </w:rPr>
        <w:t xml:space="preserve"> من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ئنا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</w:t>
      </w:r>
      <w:r>
        <w:rPr>
          <w:rtl/>
          <w:lang w:bidi="fa-IR"/>
        </w:rPr>
        <w:t xml:space="preserve"> ،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حضروا</w:t>
      </w:r>
      <w:r>
        <w:rPr>
          <w:rtl/>
          <w:lang w:bidi="fa-IR"/>
        </w:rPr>
        <w:t xml:space="preserve"> معنا صلوتنا جماعه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88 ص 14)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خبر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در مسجد حاضر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. حضرت خطبه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در آن خطبه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فرمود : به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در مساجد ما حاضر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. پس با ما هم ، نه غذا </w:t>
      </w:r>
      <w:r>
        <w:rPr>
          <w:rtl/>
          <w:lang w:bidi="fa-IR"/>
        </w:rPr>
        <w:lastRenderedPageBreak/>
        <w:t>بخورند ، نه آب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اشامند</w:t>
      </w:r>
      <w:r>
        <w:rPr>
          <w:rtl/>
          <w:lang w:bidi="fa-IR"/>
        </w:rPr>
        <w:t xml:space="preserve"> و نه مشورت کنند و نه 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ما (زن )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از غنائم ما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اخذ نکنند ،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در نماز جماعت با ما حاضر شوند . 0</w:t>
      </w:r>
    </w:p>
    <w:p w:rsidR="00753A10" w:rsidRDefault="00A079B9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A079B9">
      <w:pPr>
        <w:pStyle w:val="Heading1"/>
        <w:rPr>
          <w:rtl/>
          <w:lang w:bidi="fa-IR"/>
        </w:rPr>
      </w:pPr>
      <w:bookmarkStart w:id="352" w:name="_Toc1903059"/>
      <w:bookmarkStart w:id="353" w:name="_Toc1903286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چهاردهم : نماز شب</w:t>
      </w:r>
      <w:bookmarkEnd w:id="352"/>
      <w:bookmarkEnd w:id="353"/>
    </w:p>
    <w:p w:rsidR="00A079B9" w:rsidRDefault="00A079B9" w:rsidP="00753A10">
      <w:pPr>
        <w:pStyle w:val="libNormal"/>
        <w:rPr>
          <w:rFonts w:hint="cs"/>
          <w:rtl/>
          <w:lang w:bidi="fa-IR"/>
        </w:rPr>
      </w:pPr>
    </w:p>
    <w:p w:rsidR="00753A10" w:rsidRDefault="00753A10" w:rsidP="00A079B9">
      <w:pPr>
        <w:pStyle w:val="Heading2"/>
        <w:rPr>
          <w:rtl/>
          <w:lang w:bidi="fa-IR"/>
        </w:rPr>
      </w:pPr>
      <w:bookmarkStart w:id="354" w:name="_Toc1903060"/>
      <w:bookmarkStart w:id="355" w:name="_Toc1903287"/>
      <w:r>
        <w:rPr>
          <w:rFonts w:hint="eastAsia"/>
          <w:rtl/>
          <w:lang w:bidi="fa-IR"/>
        </w:rPr>
        <w:t>آثار</w:t>
      </w:r>
      <w:r>
        <w:rPr>
          <w:rtl/>
          <w:lang w:bidi="fa-IR"/>
        </w:rPr>
        <w:t xml:space="preserve"> نماز شب</w:t>
      </w:r>
      <w:bookmarkEnd w:id="354"/>
      <w:bookmarkEnd w:id="35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مصحه للبدن و مرضاه للرب - عزوجل - و تعرض الرحمه و تمسک باخلاق الن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84)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 w:rsidR="00A079B9">
        <w:rPr>
          <w:rFonts w:hint="cs"/>
          <w:rtl/>
          <w:lang w:bidi="fa-IR"/>
        </w:rPr>
        <w:t>و</w:t>
      </w:r>
      <w:r>
        <w:rPr>
          <w:rFonts w:hint="eastAsia"/>
          <w:rtl/>
          <w:lang w:bidi="fa-IR"/>
        </w:rPr>
        <w:t>استن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شب ، موجب تندرست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پروردگار (عزوجل ) و استحقاق رحمت و تمسک به اخلاق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A079B9">
      <w:pPr>
        <w:pStyle w:val="Heading2"/>
        <w:rPr>
          <w:rtl/>
          <w:lang w:bidi="fa-IR"/>
        </w:rPr>
      </w:pPr>
      <w:bookmarkStart w:id="356" w:name="_Toc1903061"/>
      <w:bookmarkStart w:id="357" w:name="_Toc1903288"/>
      <w:r>
        <w:rPr>
          <w:rFonts w:hint="eastAsia"/>
          <w:rtl/>
          <w:lang w:bidi="fa-IR"/>
        </w:rPr>
        <w:t>ترک</w:t>
      </w:r>
      <w:r>
        <w:rPr>
          <w:rtl/>
          <w:lang w:bidi="fa-IR"/>
        </w:rPr>
        <w:t xml:space="preserve"> نکردن نماز شب</w:t>
      </w:r>
      <w:bookmarkEnd w:id="356"/>
      <w:bookmarkEnd w:id="35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ترکت صلوه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منذ سمعت قول الن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: صلوه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نور فقال ابن الکواء : و لا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الهر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ر؟</w:t>
      </w:r>
      <w:r>
        <w:rPr>
          <w:rtl/>
          <w:lang w:bidi="fa-IR"/>
        </w:rPr>
        <w:t xml:space="preserve"> قال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الهر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الانوارج 41 ص 71)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</w:t>
      </w:r>
      <w:r w:rsidR="00A079B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گفتار رسول خدا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فرمود : نماز شب نور است ، نماز شب را ترک نکردم . ابن کواء عرض کرد :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الهر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 w:rsidRPr="00A079B9">
        <w:rPr>
          <w:rStyle w:val="libFootnotenumChar"/>
          <w:rtl/>
        </w:rPr>
        <w:t xml:space="preserve">(13) </w:t>
      </w:r>
      <w:r>
        <w:rPr>
          <w:rtl/>
          <w:lang w:bidi="fa-IR"/>
        </w:rPr>
        <w:t>(هم آن را ترک نکرد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>) فرمودند :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الهر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هم آن را ترک نکردم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A079B9">
      <w:pPr>
        <w:pStyle w:val="Heading2"/>
        <w:rPr>
          <w:rtl/>
          <w:lang w:bidi="fa-IR"/>
        </w:rPr>
      </w:pPr>
      <w:bookmarkStart w:id="358" w:name="_Toc1903062"/>
      <w:bookmarkStart w:id="359" w:name="_Toc1903289"/>
      <w:r>
        <w:rPr>
          <w:rFonts w:hint="eastAsia"/>
          <w:rtl/>
          <w:lang w:bidi="fa-IR"/>
        </w:rPr>
        <w:t>سفارش</w:t>
      </w:r>
      <w:r>
        <w:rPr>
          <w:rtl/>
          <w:lang w:bidi="fa-IR"/>
        </w:rPr>
        <w:t xml:space="preserve"> به نماز شب</w:t>
      </w:r>
      <w:bookmarkEnd w:id="358"/>
      <w:bookmarkEnd w:id="35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اءوص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. اءوص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(دعائم الاسلام ج 2 ص 251)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شما</w:t>
      </w:r>
      <w:r w:rsidR="00A079B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را</w:t>
      </w:r>
      <w:r w:rsidR="00A079B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سفارش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به شب زنده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شما را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به شب زنده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A079B9">
      <w:pPr>
        <w:pStyle w:val="Heading2"/>
        <w:rPr>
          <w:rtl/>
          <w:lang w:bidi="fa-IR"/>
        </w:rPr>
      </w:pPr>
      <w:bookmarkStart w:id="360" w:name="_Toc1903063"/>
      <w:bookmarkStart w:id="361" w:name="_Toc1903290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شب در شب عمل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bookmarkEnd w:id="360"/>
      <w:bookmarkEnd w:id="36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الا</w:t>
      </w:r>
      <w:r>
        <w:rPr>
          <w:rtl/>
          <w:lang w:bidi="fa-IR"/>
        </w:rPr>
        <w:t xml:space="preserve"> انکم ملاقوا العدو غدا - ان شاء الله - فاءط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لوا</w:t>
      </w:r>
      <w:r>
        <w:rPr>
          <w:rtl/>
          <w:lang w:bidi="fa-IR"/>
        </w:rPr>
        <w:t xml:space="preserve">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و اکثروا تلاوه القران و اسئلوا الله الصبر و النصر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(بحار الانوار ج 100 ص 35)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جنگ 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همراه خود فرمود : شما فردا با دشمن نبرد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 ؛ لذا امشب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در نماز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(نماز شب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و فراوان قرآن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خداوند صبر و نصرت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3316DC">
      <w:pPr>
        <w:pStyle w:val="Heading2"/>
        <w:rPr>
          <w:rtl/>
          <w:lang w:bidi="fa-IR"/>
        </w:rPr>
      </w:pPr>
      <w:bookmarkStart w:id="362" w:name="_Toc1903064"/>
      <w:bookmarkStart w:id="363" w:name="_Toc1903291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شب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محمد </w:t>
      </w:r>
      <w:r w:rsidR="00A079B9" w:rsidRPr="00A079B9">
        <w:rPr>
          <w:rStyle w:val="libAlaemChar"/>
          <w:rFonts w:eastAsiaTheme="minorHAnsi"/>
          <w:rtl/>
        </w:rPr>
        <w:t>صلى‌الله‌عليه‌وآله</w:t>
      </w: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  <w:bookmarkEnd w:id="362"/>
      <w:bookmarkEnd w:id="363"/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لقد</w:t>
      </w:r>
      <w:r>
        <w:rPr>
          <w:rtl/>
          <w:lang w:bidi="fa-IR"/>
        </w:rPr>
        <w:t xml:space="preserve">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اصحاب محمد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فما 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شبههم</w:t>
      </w:r>
      <w:r>
        <w:rPr>
          <w:rtl/>
          <w:lang w:bidi="fa-IR"/>
        </w:rPr>
        <w:t xml:space="preserve"> منکم . لقد کانوا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صبحون</w:t>
      </w:r>
      <w:r>
        <w:rPr>
          <w:rtl/>
          <w:lang w:bidi="fa-IR"/>
        </w:rPr>
        <w:t xml:space="preserve"> شعثا غبرا و قد باتوا سجدا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راوحون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جباههم و خذودهم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قفون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مثل الجمر من ذکر معادهم کان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نهم</w:t>
      </w:r>
      <w:r>
        <w:rPr>
          <w:rtl/>
          <w:lang w:bidi="fa-IR"/>
        </w:rPr>
        <w:t xml:space="preserve"> رکب المعز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طول سجودهم اذا ذکر الله هملت 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نهم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تبل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وبهم</w:t>
      </w:r>
      <w:r>
        <w:rPr>
          <w:rtl/>
          <w:lang w:bidi="fa-IR"/>
        </w:rPr>
        <w:t xml:space="preserve"> و مادوا کما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الشجر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العاصف ، خوفا نت من العقاب و رجاءللثواب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خطبه 97)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A079B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، اصحاب محمد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شما را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آنان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اصحاب</w:t>
      </w:r>
      <w:r>
        <w:rPr>
          <w:rtl/>
          <w:lang w:bidi="fa-IR"/>
        </w:rPr>
        <w:t xml:space="preserve"> محمد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شب را در حال سجده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بودند و با چهره ژول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</w:t>
      </w:r>
      <w:r w:rsidR="00A079B9">
        <w:rPr>
          <w:rFonts w:hint="cs"/>
          <w:rtl/>
          <w:lang w:bidi="fa-IR"/>
        </w:rPr>
        <w:t>غ</w:t>
      </w:r>
      <w:r>
        <w:rPr>
          <w:rtl/>
          <w:lang w:bidi="fa-IR"/>
        </w:rPr>
        <w:t>بار آلوده شب را به صبح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رساندند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صورت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به طور متناوب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نهادند . آن رشد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افتگان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بازگشت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، چنان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که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برگدازه آتش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اند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از</w:t>
      </w:r>
      <w:r>
        <w:rPr>
          <w:rtl/>
          <w:lang w:bidi="fa-IR"/>
        </w:rPr>
        <w:t xml:space="preserve"> طول سجود 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چشمانشان مانند زانو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 برآمده بود . چشمانشان چنان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بود که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tl/>
          <w:lang w:bidi="fa-IR"/>
        </w:rPr>
        <w:t xml:space="preserve"> شان را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، و به جهت ترس از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</w:t>
      </w:r>
      <w:r>
        <w:rPr>
          <w:rtl/>
          <w:lang w:bidi="fa-IR"/>
        </w:rPr>
        <w:t xml:space="preserve">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پاداش ، مانند درخت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تند باد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A079B9">
      <w:pPr>
        <w:pStyle w:val="Heading2"/>
        <w:rPr>
          <w:rtl/>
          <w:lang w:bidi="fa-IR"/>
        </w:rPr>
      </w:pPr>
      <w:bookmarkStart w:id="364" w:name="_Toc1903065"/>
      <w:bookmarkStart w:id="365" w:name="_Toc1903292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شب شعار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زکاران</w:t>
      </w:r>
      <w:bookmarkEnd w:id="364"/>
      <w:bookmarkEnd w:id="365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سهر</w:t>
      </w:r>
      <w:r>
        <w:rPr>
          <w:rtl/>
          <w:lang w:bidi="fa-IR"/>
        </w:rPr>
        <w:t xml:space="preserve">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شعار المتق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المشتاق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(غررالحکم ص 192)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زنده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شعار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زکاران</w:t>
      </w:r>
      <w:r>
        <w:rPr>
          <w:rtl/>
          <w:lang w:bidi="fa-IR"/>
        </w:rPr>
        <w:t xml:space="preserve"> و روش مشتاقان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A079B9">
      <w:pPr>
        <w:pStyle w:val="Heading2"/>
        <w:rPr>
          <w:rtl/>
          <w:lang w:bidi="fa-IR"/>
        </w:rPr>
      </w:pPr>
      <w:bookmarkStart w:id="366" w:name="_Toc1903066"/>
      <w:bookmarkStart w:id="367" w:name="_Toc1903293"/>
      <w:r>
        <w:rPr>
          <w:rFonts w:hint="eastAsia"/>
          <w:rtl/>
          <w:lang w:bidi="fa-IR"/>
        </w:rPr>
        <w:t>تاءث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شب زنده دار</w:t>
      </w:r>
      <w:r>
        <w:rPr>
          <w:rFonts w:hint="cs"/>
          <w:rtl/>
          <w:lang w:bidi="fa-IR"/>
        </w:rPr>
        <w:t>ی</w:t>
      </w:r>
      <w:bookmarkEnd w:id="366"/>
      <w:bookmarkEnd w:id="367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فاتقوا</w:t>
      </w:r>
      <w:r>
        <w:rPr>
          <w:rtl/>
          <w:lang w:bidi="fa-IR"/>
        </w:rPr>
        <w:t xml:space="preserve"> الله عباد الله 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 ، شغل التفکر قلبه ، انصب الخوف بدنه و اسهر التهجد غرار نومه ، و اظماء الرجاء هواجر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ومه</w:t>
      </w:r>
      <w:r>
        <w:rPr>
          <w:rtl/>
          <w:lang w:bidi="fa-IR"/>
        </w:rPr>
        <w:t xml:space="preserve"> ، و ظلف الزهد شهواته ، و او جف الذکربلسانه ، و قدم الخوف لامانه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خطبه 82)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بندگان خدا ! از خدا بترس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همانند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خردمند که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(ق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) او را به خود مشغول کرده ، و ترس از خدا جسمش را رنجور ساخته ، و شب زنده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(برا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عبادت ) خواب اندک او را گرفته ،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حق ، او را 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روز نگاه داشته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خواهش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 را از او دور کرده است .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ذکر خدا بر زبانش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ترس (از خدا)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(روز رستاخ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) مقدم داشته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3316DC">
      <w:pPr>
        <w:pStyle w:val="Heading2"/>
        <w:rPr>
          <w:rtl/>
          <w:lang w:bidi="fa-IR"/>
        </w:rPr>
      </w:pPr>
      <w:bookmarkStart w:id="368" w:name="_Toc1903067"/>
      <w:bookmarkStart w:id="369" w:name="_Toc1903294"/>
      <w:r>
        <w:rPr>
          <w:rFonts w:hint="eastAsia"/>
          <w:rtl/>
          <w:lang w:bidi="fa-IR"/>
        </w:rPr>
        <w:t>آداب</w:t>
      </w:r>
      <w:r>
        <w:rPr>
          <w:rtl/>
          <w:lang w:bidi="fa-IR"/>
        </w:rPr>
        <w:t xml:space="preserve"> نماز شب و شب زنده داران</w:t>
      </w:r>
      <w:bookmarkEnd w:id="368"/>
      <w:bookmarkEnd w:id="369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فصافون اقدامهم ، تال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لاجزاء القران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رتلونها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حزنون</w:t>
      </w:r>
      <w:r>
        <w:rPr>
          <w:rtl/>
          <w:lang w:bidi="fa-IR"/>
        </w:rPr>
        <w:t xml:space="preserve"> به انفسهم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به دواء دائهم . فاذا مراوا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رکنوال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طمعا و تطلعت نفوسهم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شوقا و ظنوا آنهانصب 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نهم</w:t>
      </w:r>
      <w:r>
        <w:rPr>
          <w:rtl/>
          <w:lang w:bidi="fa-IR"/>
        </w:rPr>
        <w:t xml:space="preserve"> . و اذا مروا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تخو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، اصغوا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مسامع قلوبهم و ا</w:t>
      </w:r>
      <w:r>
        <w:rPr>
          <w:rFonts w:hint="eastAsia"/>
          <w:rtl/>
          <w:lang w:bidi="fa-IR"/>
        </w:rPr>
        <w:t>ظنوا</w:t>
      </w:r>
      <w:r>
        <w:rPr>
          <w:rtl/>
          <w:lang w:bidi="fa-IR"/>
        </w:rPr>
        <w:t xml:space="preserve"> انهم زف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جهنم و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اصول اذانهم ، فهم حانون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اوساطهم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مفترشون اجباهم و اکفهم و رکبهم و اطراف اقدمهم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طلبون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فکاک رقابهم . و اما النهار فحلماء علماء ابرار اتق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خطبه 193)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A079B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(پره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کاران ) به هنگام شب به 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قرآن را با دقت و تاءم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 و با خواندن 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در آن ، خود را محزون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کوشند که با آن ، درد خود را درمان کنند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گاه به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برسند که شوق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زو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باشد ، به آن طمع ورزنده و مشتاقانه به آن نگرند .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پاداش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بازگو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در برابر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tl/>
          <w:lang w:bidi="fa-IR"/>
        </w:rPr>
        <w:t xml:space="preserve"> آنهاست . و چون به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برسند که در آن ترس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است ، گوش دل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و فغان در کنا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گوش آنهاست .</w:t>
      </w: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قامت</w:t>
      </w:r>
      <w:r>
        <w:rPr>
          <w:rtl/>
          <w:lang w:bidi="fa-IR"/>
        </w:rPr>
        <w:t xml:space="preserve"> خود را در مقابل حق خم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کف دستان و زانوان سرانگشتان را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نهند و از خداوند بزرگ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(از آتش دوزخ درخواست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به هنگام روز ،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دانا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کوکار</w:t>
      </w:r>
      <w:r>
        <w:rPr>
          <w:rtl/>
          <w:lang w:bidi="fa-IR"/>
        </w:rPr>
        <w:t xml:space="preserve"> و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A079B9">
      <w:pPr>
        <w:pStyle w:val="Heading2"/>
        <w:rPr>
          <w:rtl/>
          <w:lang w:bidi="fa-IR"/>
        </w:rPr>
      </w:pPr>
      <w:bookmarkStart w:id="370" w:name="_Toc1903068"/>
      <w:bookmarkStart w:id="371" w:name="_Toc1903295"/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زنده دار</w:t>
      </w:r>
      <w:r>
        <w:rPr>
          <w:rFonts w:hint="cs"/>
          <w:rtl/>
          <w:lang w:bidi="fa-IR"/>
        </w:rPr>
        <w:t>ی</w:t>
      </w:r>
      <w:bookmarkEnd w:id="370"/>
      <w:bookmarkEnd w:id="371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نعم</w:t>
      </w:r>
      <w:r>
        <w:rPr>
          <w:rtl/>
          <w:lang w:bidi="fa-IR"/>
        </w:rPr>
        <w:t xml:space="preserve"> عون العباده السهر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(منتخب الغرر ص 49)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زنده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عبادت ، کمک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CB6CD3">
      <w:pPr>
        <w:pStyle w:val="Heading2"/>
        <w:rPr>
          <w:rtl/>
          <w:lang w:bidi="fa-IR"/>
        </w:rPr>
      </w:pPr>
      <w:bookmarkStart w:id="372" w:name="_Toc1903069"/>
      <w:bookmarkStart w:id="373" w:name="_Toc1903296"/>
      <w:r>
        <w:rPr>
          <w:rFonts w:hint="eastAsia"/>
          <w:rtl/>
          <w:lang w:bidi="fa-IR"/>
        </w:rPr>
        <w:lastRenderedPageBreak/>
        <w:t>شب</w:t>
      </w:r>
      <w:r>
        <w:rPr>
          <w:rtl/>
          <w:lang w:bidi="fa-IR"/>
        </w:rPr>
        <w:t xml:space="preserve"> زنده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؛ بهار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bookmarkEnd w:id="372"/>
      <w:bookmarkEnd w:id="373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سهر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طاعه الله ، 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روضه السعدادء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(غرر الحکم ص 192)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در طاعت و عبادت خدا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ماندن ، بهار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بوستان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بختان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3316DC">
      <w:pPr>
        <w:pStyle w:val="Heading2"/>
        <w:rPr>
          <w:rtl/>
          <w:lang w:bidi="fa-IR"/>
        </w:rPr>
      </w:pPr>
      <w:bookmarkStart w:id="374" w:name="_Toc1903297"/>
      <w:r>
        <w:rPr>
          <w:rFonts w:hint="eastAsia"/>
          <w:rtl/>
          <w:lang w:bidi="fa-IR"/>
        </w:rPr>
        <w:t>توجه</w:t>
      </w:r>
      <w:r>
        <w:rPr>
          <w:rtl/>
          <w:lang w:bidi="fa-IR"/>
        </w:rPr>
        <w:t xml:space="preserve"> مؤ من به نماز شب</w:t>
      </w:r>
      <w:bookmarkEnd w:id="374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الله - جل جلاله - اذا راء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اسرفوا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ثلاثه نفر من المؤ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ناداهم - جل جلاله و تقدست اسماوه -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اهل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 لولاما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من المؤ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المتحاب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بجلال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اءلعامر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بصلوتهم تارض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مساجد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المستغفر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بالاسحار خوفا 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لانزلت بکم عذا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ثم ابال</w:t>
      </w:r>
      <w:r>
        <w:rPr>
          <w:rFonts w:hint="cs"/>
          <w:rtl/>
          <w:lang w:bidi="fa-IR"/>
        </w:rPr>
        <w:t>یی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(بحارالانوار ج 87 ص 140)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خداوند - جل جلاله -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گناهان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، سه نفر از مؤ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هستند ، خداوند - عزوجل - ندا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گناه کاران ! اگر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شما نبودند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با هم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با نماز خواندنشان ،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و مسجدها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</w:t>
      </w:r>
      <w:r>
        <w:rPr>
          <w:rFonts w:hint="eastAsia"/>
          <w:rtl/>
          <w:lang w:bidi="fa-IR"/>
        </w:rPr>
        <w:t>آباد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شب ها در موقع سحر از خوف من ، آمرزش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 ، عذابم را بر شما نازل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درنگ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CB6CD3">
      <w:pPr>
        <w:pStyle w:val="Heading2"/>
        <w:rPr>
          <w:rtl/>
          <w:lang w:bidi="fa-IR"/>
        </w:rPr>
      </w:pPr>
      <w:bookmarkStart w:id="375" w:name="_Toc1903070"/>
      <w:bookmarkStart w:id="376" w:name="_Toc1903298"/>
      <w:r>
        <w:rPr>
          <w:rFonts w:hint="eastAsia"/>
          <w:rtl/>
          <w:lang w:bidi="fa-IR"/>
        </w:rPr>
        <w:t>تقوا</w:t>
      </w:r>
      <w:r>
        <w:rPr>
          <w:rtl/>
          <w:lang w:bidi="fa-IR"/>
        </w:rPr>
        <w:t xml:space="preserve"> و نماز شب</w:t>
      </w:r>
      <w:bookmarkEnd w:id="375"/>
      <w:bookmarkEnd w:id="376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عباد</w:t>
      </w:r>
      <w:r>
        <w:rPr>
          <w:rtl/>
          <w:lang w:bidi="fa-IR"/>
        </w:rPr>
        <w:t xml:space="preserve"> الله ان تقو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حمت اءول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الله محارمه و الزمت قلوبهم مخافته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اسهرت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خطبه 113)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بندگان خدا ،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دوستان خدا را از انجام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حرام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ترس از خدا آن چنان در دل آنان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که شب ها را (برا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نماز)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.</w:t>
      </w:r>
    </w:p>
    <w:p w:rsidR="00753A10" w:rsidRDefault="00CB6CD3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column"/>
      </w:r>
    </w:p>
    <w:p w:rsidR="00753A10" w:rsidRDefault="00753A10" w:rsidP="003316DC">
      <w:pPr>
        <w:pStyle w:val="Heading2"/>
        <w:rPr>
          <w:rtl/>
          <w:lang w:bidi="fa-IR"/>
        </w:rPr>
      </w:pPr>
      <w:bookmarkStart w:id="377" w:name="_Toc1903071"/>
      <w:bookmarkStart w:id="378" w:name="_Toc1903299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شب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bookmarkEnd w:id="377"/>
      <w:bookmarkEnd w:id="378"/>
    </w:p>
    <w:p w:rsidR="00753A10" w:rsidRDefault="00753A10" w:rsidP="00CB6CD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CB6CD3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کم من قائم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له من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</w:t>
      </w:r>
      <w:r>
        <w:rPr>
          <w:rtl/>
          <w:lang w:bidi="fa-IR"/>
        </w:rPr>
        <w:t xml:space="preserve"> الا السهر و العناء حبذا نوم الا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حکمت 137)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بسا شب زنده داران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ستادن</w:t>
      </w:r>
      <w:r>
        <w:rPr>
          <w:rtl/>
          <w:lang w:bidi="fa-IR"/>
        </w:rPr>
        <w:t xml:space="preserve"> و نمازگزاردنشان جز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رنج حاصل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؛ چه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است خواب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رکان</w:t>
      </w:r>
      <w:r>
        <w:rPr>
          <w:rtl/>
          <w:lang w:bidi="fa-IR"/>
        </w:rPr>
        <w:t xml:space="preserve"> .</w:t>
      </w:r>
    </w:p>
    <w:p w:rsidR="00753A10" w:rsidRDefault="00CB6CD3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CB6CD3">
      <w:pPr>
        <w:pStyle w:val="Heading1"/>
        <w:rPr>
          <w:rtl/>
          <w:lang w:bidi="fa-IR"/>
        </w:rPr>
      </w:pPr>
      <w:bookmarkStart w:id="379" w:name="_Toc1903072"/>
      <w:bookmarkStart w:id="380" w:name="_Toc1903300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پانزدهم : نماز جمعه</w:t>
      </w:r>
      <w:bookmarkEnd w:id="379"/>
      <w:bookmarkEnd w:id="380"/>
    </w:p>
    <w:p w:rsidR="00753A10" w:rsidRDefault="00753A10" w:rsidP="00CB6CD3">
      <w:pPr>
        <w:pStyle w:val="Heading2"/>
        <w:rPr>
          <w:rtl/>
          <w:lang w:bidi="fa-IR"/>
        </w:rPr>
      </w:pPr>
      <w:bookmarkStart w:id="381" w:name="_Toc1903073"/>
      <w:bookmarkStart w:id="382" w:name="_Toc1903301"/>
      <w:r>
        <w:rPr>
          <w:rFonts w:hint="eastAsia"/>
          <w:rtl/>
          <w:lang w:bidi="fa-IR"/>
        </w:rPr>
        <w:t>وجوب</w:t>
      </w:r>
      <w:r>
        <w:rPr>
          <w:rtl/>
          <w:lang w:bidi="fa-IR"/>
        </w:rPr>
        <w:t xml:space="preserve"> نماز جمعه</w:t>
      </w:r>
      <w:bookmarkEnd w:id="381"/>
      <w:bookmarkEnd w:id="382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العش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اذا کان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الحدود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فقد وجب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الجمعه و التشر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(مستدرک الوسائل ج 6 ص 13)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گاه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باشند که حدود (اله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اجرا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اقامه نماز جمعه رفتن به 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بر آنان واجب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CB6CD3">
      <w:pPr>
        <w:pStyle w:val="Heading2"/>
        <w:rPr>
          <w:rtl/>
          <w:lang w:bidi="fa-IR"/>
        </w:rPr>
      </w:pPr>
      <w:bookmarkStart w:id="383" w:name="_Toc1903074"/>
      <w:bookmarkStart w:id="384" w:name="_Toc1903302"/>
      <w:r>
        <w:rPr>
          <w:rFonts w:hint="eastAsia"/>
          <w:rtl/>
          <w:lang w:bidi="fa-IR"/>
        </w:rPr>
        <w:t>آداب</w:t>
      </w:r>
      <w:r>
        <w:rPr>
          <w:rtl/>
          <w:lang w:bidi="fa-IR"/>
        </w:rPr>
        <w:t xml:space="preserve"> ورود به نماز جمعه</w:t>
      </w:r>
      <w:bookmarkEnd w:id="383"/>
      <w:bookmarkEnd w:id="384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باس بان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تخط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الرجل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الجمعه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مجلسه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کان . فاذا خرج الامام ، فلا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تخطان</w:t>
      </w:r>
      <w:r>
        <w:rPr>
          <w:rtl/>
          <w:lang w:bidi="fa-IR"/>
        </w:rPr>
        <w:t xml:space="preserve"> احد رقاب الناس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جلس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الا من جلس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الابواب و منع الناس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مضوا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السعه فلا حرمه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تخطاه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ج 5 ص 94)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که نمازگزار روز جمعه به سمت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در نماز گام بردارد ؛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راد</w:t>
      </w:r>
      <w:r>
        <w:rPr>
          <w:rtl/>
          <w:lang w:bidi="fa-IR"/>
        </w:rPr>
        <w:t xml:space="preserve"> خطبه آماده شد 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سر و گردن مردم راه برود . (بلکه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 کجا که ممکن بود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) مگر بر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کنار درها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نشسته باشد و وجود او در آنجا مانع و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به قسمتها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اگر لگد مال شود حرمت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CB6CD3">
      <w:pPr>
        <w:pStyle w:val="Heading2"/>
        <w:rPr>
          <w:rtl/>
          <w:lang w:bidi="fa-IR"/>
        </w:rPr>
      </w:pPr>
      <w:bookmarkStart w:id="385" w:name="_Toc1903075"/>
      <w:bookmarkStart w:id="386" w:name="_Toc1903303"/>
      <w:r>
        <w:rPr>
          <w:rFonts w:hint="eastAsia"/>
          <w:rtl/>
          <w:lang w:bidi="fa-IR"/>
        </w:rPr>
        <w:t>قرائت</w:t>
      </w:r>
      <w:r>
        <w:rPr>
          <w:rtl/>
          <w:lang w:bidi="fa-IR"/>
        </w:rPr>
        <w:t xml:space="preserve"> سوره جمعه و منافق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نماز جمعه</w:t>
      </w:r>
      <w:bookmarkEnd w:id="385"/>
      <w:bookmarkEnd w:id="386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تقراء</w:t>
      </w:r>
      <w:r>
        <w:rPr>
          <w:rtl/>
          <w:lang w:bidi="fa-IR"/>
        </w:rPr>
        <w:t xml:space="preserve"> صلوه الجمعه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الحمد و الجمعه و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الحمد و المنافق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الانوارج 5 ص 19)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نماز جمعه در رکعت اول حمد و سوره جمعه ، و در رکعت دوم سوره حمد و منافق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53A10" w:rsidRDefault="00CB6CD3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CB6CD3">
      <w:pPr>
        <w:pStyle w:val="Heading2"/>
        <w:rPr>
          <w:rtl/>
          <w:lang w:bidi="fa-IR"/>
        </w:rPr>
      </w:pPr>
      <w:bookmarkStart w:id="387" w:name="_Toc1903076"/>
      <w:bookmarkStart w:id="388" w:name="_Toc1903304"/>
      <w:r>
        <w:rPr>
          <w:rFonts w:hint="eastAsia"/>
          <w:rtl/>
          <w:lang w:bidi="fa-IR"/>
        </w:rPr>
        <w:t>سکوت</w:t>
      </w:r>
      <w:r>
        <w:rPr>
          <w:rtl/>
          <w:lang w:bidi="fa-IR"/>
        </w:rPr>
        <w:t xml:space="preserve"> در نماز جمعه</w:t>
      </w:r>
      <w:bookmarkEnd w:id="387"/>
      <w:bookmarkEnd w:id="388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کلام و الامام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خطب</w:t>
      </w:r>
      <w:r>
        <w:rPr>
          <w:rtl/>
          <w:lang w:bidi="fa-IR"/>
        </w:rPr>
        <w:t xml:space="preserve"> و لا التفات الا کما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حل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الصلوه . و انما جعلت الجمعه رکعت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اءجل الخطبت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(جامع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ج 6 ص 95)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امام خطبه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،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سخن گفت و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امام التفات و توجه نمود . مگر همان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نماز تجو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شده است . و نماز جمعه به خاطر دو خطبه ، دو رکعت مقرر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CB6CD3">
      <w:pPr>
        <w:pStyle w:val="Heading2"/>
        <w:rPr>
          <w:rtl/>
          <w:lang w:bidi="fa-IR"/>
        </w:rPr>
      </w:pPr>
      <w:bookmarkStart w:id="389" w:name="_Toc1903077"/>
      <w:bookmarkStart w:id="390" w:name="_Toc1903305"/>
      <w:r>
        <w:rPr>
          <w:rFonts w:hint="eastAsia"/>
          <w:rtl/>
          <w:lang w:bidi="fa-IR"/>
        </w:rPr>
        <w:t>گوش</w:t>
      </w:r>
      <w:r>
        <w:rPr>
          <w:rtl/>
          <w:lang w:bidi="fa-IR"/>
        </w:rPr>
        <w:t xml:space="preserve"> دادن به خطبه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جمعه</w:t>
      </w:r>
      <w:bookmarkEnd w:id="389"/>
      <w:bookmarkEnd w:id="390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ستقبل</w:t>
      </w:r>
      <w:r>
        <w:rPr>
          <w:rtl/>
          <w:lang w:bidi="fa-IR"/>
        </w:rPr>
        <w:t xml:space="preserve"> الناس الامام (عند الخطبه ) بوجوههم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صغون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(مستدرک الوسا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ج 6 ص 102)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مردم</w:t>
      </w:r>
      <w:r>
        <w:rPr>
          <w:rtl/>
          <w:lang w:bidi="fa-IR"/>
        </w:rPr>
        <w:t xml:space="preserve"> به هنگام خطبه روبرو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به خطبه او گوش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CB6CD3">
      <w:pPr>
        <w:pStyle w:val="Heading2"/>
        <w:rPr>
          <w:rtl/>
          <w:lang w:bidi="fa-IR"/>
        </w:rPr>
      </w:pPr>
      <w:bookmarkStart w:id="391" w:name="_Toc1903078"/>
      <w:bookmarkStart w:id="392" w:name="_Toc1903306"/>
      <w:r>
        <w:rPr>
          <w:rFonts w:hint="eastAsia"/>
          <w:rtl/>
          <w:lang w:bidi="fa-IR"/>
        </w:rPr>
        <w:t>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نماز جمعه</w:t>
      </w:r>
      <w:bookmarkEnd w:id="391"/>
      <w:bookmarkEnd w:id="392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</w:t>
      </w:r>
      <w:r>
        <w:rPr>
          <w:rtl/>
          <w:lang w:bidi="fa-IR"/>
        </w:rPr>
        <w:t xml:space="preserve"> شهدت المراءه و العبد الجمعه اجزاءت عنهما من صلوه الظهر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(مستدرک الوسائل ج 6 ص 26)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زن و غلام در نماز جمعه حاضر شدند . (نماز جمعه )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ظهر آنها محسوب خواهد شد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CB6CD3">
      <w:pPr>
        <w:pStyle w:val="Heading2"/>
        <w:rPr>
          <w:rtl/>
          <w:lang w:bidi="fa-IR"/>
        </w:rPr>
      </w:pPr>
      <w:bookmarkStart w:id="393" w:name="_Toc1903079"/>
      <w:bookmarkStart w:id="394" w:name="_Toc1903307"/>
      <w:r>
        <w:rPr>
          <w:rFonts w:hint="eastAsia"/>
          <w:rtl/>
          <w:lang w:bidi="fa-IR"/>
        </w:rPr>
        <w:t>اثر</w:t>
      </w:r>
      <w:r>
        <w:rPr>
          <w:rtl/>
          <w:lang w:bidi="fa-IR"/>
        </w:rPr>
        <w:t xml:space="preserve"> مخالفت با نماز جمعه</w:t>
      </w:r>
      <w:bookmarkEnd w:id="393"/>
      <w:bookmarkEnd w:id="394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ثلاثه</w:t>
      </w:r>
      <w:r>
        <w:rPr>
          <w:rtl/>
          <w:lang w:bidi="fa-IR"/>
        </w:rPr>
        <w:t xml:space="preserve"> ان کنتم خالفتم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هن</w:t>
      </w:r>
      <w:r>
        <w:rPr>
          <w:rtl/>
          <w:lang w:bidi="fa-IR"/>
        </w:rPr>
        <w:t xml:space="preserve"> ائمتکم هلکتم : جمعتکم و جهاد عدوکم و مناسککم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(مستدرک الوسائل ج 6 ص 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اگر</w:t>
      </w:r>
      <w:r>
        <w:rPr>
          <w:rtl/>
          <w:lang w:bidi="fa-IR"/>
        </w:rPr>
        <w:t xml:space="preserve"> در سه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رهبران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خود مخالف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061EB6">
        <w:rPr>
          <w:rtl/>
          <w:lang w:bidi="fa-IR"/>
        </w:rPr>
        <w:t xml:space="preserve"> ، هلاک خوا</w:t>
      </w:r>
      <w:r w:rsidR="00061EB6">
        <w:rPr>
          <w:rFonts w:hint="cs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 : نماز جمعه ، جهاد با دشمن و مناسک حج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061EB6">
      <w:pPr>
        <w:pStyle w:val="Heading2"/>
        <w:rPr>
          <w:rtl/>
          <w:lang w:bidi="fa-IR"/>
        </w:rPr>
      </w:pPr>
      <w:bookmarkStart w:id="395" w:name="_Toc1903080"/>
      <w:bookmarkStart w:id="396" w:name="_Toc1903308"/>
      <w:r>
        <w:rPr>
          <w:rFonts w:hint="eastAsia"/>
          <w:rtl/>
          <w:lang w:bidi="fa-IR"/>
        </w:rPr>
        <w:t>مرگ</w:t>
      </w:r>
      <w:r>
        <w:rPr>
          <w:rtl/>
          <w:lang w:bidi="fa-IR"/>
        </w:rPr>
        <w:t xml:space="preserve"> در راه نماز جمعه</w:t>
      </w:r>
      <w:bookmarkEnd w:id="395"/>
      <w:bookmarkEnd w:id="396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ضمنت</w:t>
      </w:r>
      <w:r>
        <w:rPr>
          <w:rtl/>
          <w:lang w:bidi="fa-IR"/>
        </w:rPr>
        <w:t xml:space="preserve"> لسته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الجنه . . . منهم رجل خرج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الجمعه فمات فله الجنه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ج 5 ص 11)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061EB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شش نفر ضمانت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خداوند بهشت را به آنها عطا کند </w:t>
      </w:r>
      <w:r w:rsidR="00061EB6">
        <w:rPr>
          <w:rFonts w:hint="cs"/>
          <w:rtl/>
          <w:lang w:bidi="fa-IR"/>
        </w:rPr>
        <w:t xml:space="preserve">       </w:t>
      </w:r>
      <w:r>
        <w:rPr>
          <w:rtl/>
          <w:lang w:bidi="fa-IR"/>
        </w:rPr>
        <w:t xml:space="preserve"> از آنها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راه نماز جمعه 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؛ پس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گاهش</w:t>
      </w:r>
      <w:r>
        <w:rPr>
          <w:rtl/>
          <w:lang w:bidi="fa-IR"/>
        </w:rPr>
        <w:t xml:space="preserve"> بهشت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061EB6">
      <w:pPr>
        <w:pStyle w:val="Heading2"/>
        <w:rPr>
          <w:rtl/>
          <w:lang w:bidi="fa-IR"/>
        </w:rPr>
      </w:pPr>
      <w:bookmarkStart w:id="397" w:name="_Toc1903081"/>
      <w:bookmarkStart w:id="398" w:name="_Toc1903309"/>
      <w:r>
        <w:rPr>
          <w:rFonts w:hint="eastAsia"/>
          <w:rtl/>
          <w:lang w:bidi="fa-IR"/>
        </w:rPr>
        <w:t>ترس</w:t>
      </w:r>
      <w:r>
        <w:rPr>
          <w:rtl/>
          <w:lang w:bidi="fa-IR"/>
        </w:rPr>
        <w:t xml:space="preserve"> از عدم حضور در نماز جمعه</w:t>
      </w:r>
      <w:bookmarkEnd w:id="397"/>
      <w:bookmarkEnd w:id="398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شرب</w:t>
      </w:r>
      <w:r>
        <w:rPr>
          <w:rtl/>
          <w:lang w:bidi="fa-IR"/>
        </w:rPr>
        <w:t xml:space="preserve"> الدواء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مخافه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ضعف</w:t>
      </w:r>
      <w:r>
        <w:rPr>
          <w:rtl/>
          <w:lang w:bidi="fa-IR"/>
        </w:rPr>
        <w:t xml:space="preserve"> من الجمعه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(بحارالانوار ج 89 ص 197)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از خوردن دارو در روز پنجشنبه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تا مبادا )به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سست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از حضور در نماز جمعه ناتوان شود .</w:t>
      </w:r>
    </w:p>
    <w:p w:rsidR="00753A10" w:rsidRDefault="00061EB6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061EB6">
      <w:pPr>
        <w:pStyle w:val="Heading2"/>
        <w:rPr>
          <w:rtl/>
          <w:lang w:bidi="fa-IR"/>
        </w:rPr>
      </w:pPr>
      <w:bookmarkStart w:id="399" w:name="_Toc1903082"/>
      <w:bookmarkStart w:id="400" w:name="_Toc1903310"/>
      <w:r>
        <w:rPr>
          <w:rFonts w:hint="eastAsia"/>
          <w:rtl/>
          <w:lang w:bidi="fa-IR"/>
        </w:rPr>
        <w:t>ترک</w:t>
      </w:r>
      <w:r>
        <w:rPr>
          <w:rtl/>
          <w:lang w:bidi="fa-IR"/>
        </w:rPr>
        <w:t xml:space="preserve"> نماز جمعه بدون عذر</w:t>
      </w:r>
      <w:bookmarkEnd w:id="399"/>
      <w:bookmarkEnd w:id="400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ترک الجمعه ثلاثا متتابعه 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عله کتب منافقا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(مستدرک الوسائل ج 8 ص 407)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سه نوبت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جمعه را بدون عذر ترک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در زمره منافقان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061EB6">
      <w:pPr>
        <w:pStyle w:val="Heading2"/>
        <w:rPr>
          <w:rtl/>
          <w:lang w:bidi="fa-IR"/>
        </w:rPr>
      </w:pPr>
      <w:bookmarkStart w:id="401" w:name="_Toc1903083"/>
      <w:bookmarkStart w:id="402" w:name="_Toc1903311"/>
      <w:r>
        <w:rPr>
          <w:rFonts w:hint="eastAsia"/>
          <w:rtl/>
          <w:lang w:bidi="fa-IR"/>
        </w:rPr>
        <w:t>افراد</w:t>
      </w:r>
      <w:r>
        <w:rPr>
          <w:rtl/>
          <w:lang w:bidi="fa-IR"/>
        </w:rPr>
        <w:t xml:space="preserve"> معاف از نماز جمعه</w:t>
      </w:r>
      <w:bookmarkEnd w:id="401"/>
      <w:bookmarkEnd w:id="402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اءلجمعه</w:t>
      </w:r>
      <w:r>
        <w:rPr>
          <w:rtl/>
          <w:lang w:bidi="fa-IR"/>
        </w:rPr>
        <w:t xml:space="preserve"> واجبه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 مؤ من الا الصب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المراه و العبد و المر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(مستدرک الوسا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ج 6 ص 10) نماز جمعه بر هر فرد مؤ من واجب است مگر بر کودک ، زن ، غلام و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.</w:t>
      </w:r>
    </w:p>
    <w:p w:rsidR="00753A10" w:rsidRDefault="00061EB6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061EB6">
      <w:pPr>
        <w:pStyle w:val="Heading2"/>
        <w:rPr>
          <w:rtl/>
          <w:lang w:bidi="fa-IR"/>
        </w:rPr>
      </w:pPr>
      <w:bookmarkStart w:id="403" w:name="_Toc1903084"/>
      <w:bookmarkStart w:id="404" w:name="_Toc1903312"/>
      <w:r>
        <w:rPr>
          <w:rFonts w:hint="eastAsia"/>
          <w:rtl/>
          <w:lang w:bidi="fa-IR"/>
        </w:rPr>
        <w:t>مسافرت</w:t>
      </w:r>
      <w:r>
        <w:rPr>
          <w:rtl/>
          <w:lang w:bidi="fa-IR"/>
        </w:rPr>
        <w:t xml:space="preserve"> فقط با عذر شرع</w:t>
      </w:r>
      <w:r>
        <w:rPr>
          <w:rFonts w:hint="cs"/>
          <w:rtl/>
          <w:lang w:bidi="fa-IR"/>
        </w:rPr>
        <w:t>ی</w:t>
      </w:r>
      <w:bookmarkEnd w:id="403"/>
      <w:bookmarkEnd w:id="404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تسافر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جمعه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تشهد الصواه ، الا فاصلا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الله او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 تعذربه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نامه 69)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حضور در نماز جمعه مسافرت نکن ،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کار واجب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(مانند جهاد) در راه خدا انجام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ابه</w:t>
      </w:r>
      <w:r>
        <w:rPr>
          <w:rtl/>
          <w:lang w:bidi="fa-IR"/>
        </w:rPr>
        <w:t xml:space="preserve"> سراغ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شرعا معذور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753A10" w:rsidRDefault="00061EB6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061EB6">
      <w:pPr>
        <w:pStyle w:val="Heading1"/>
        <w:rPr>
          <w:rtl/>
          <w:lang w:bidi="fa-IR"/>
        </w:rPr>
      </w:pPr>
      <w:bookmarkStart w:id="405" w:name="_Toc1903085"/>
      <w:bookmarkStart w:id="406" w:name="_Toc1903313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شانزدهم : مسجد</w:t>
      </w:r>
      <w:bookmarkEnd w:id="405"/>
      <w:bookmarkEnd w:id="406"/>
    </w:p>
    <w:p w:rsidR="00061EB6" w:rsidRDefault="00061EB6" w:rsidP="00753A10">
      <w:pPr>
        <w:pStyle w:val="libNormal"/>
        <w:rPr>
          <w:rFonts w:hint="cs"/>
          <w:rtl/>
          <w:lang w:bidi="fa-IR"/>
        </w:rPr>
      </w:pPr>
    </w:p>
    <w:p w:rsidR="00753A10" w:rsidRDefault="00753A10" w:rsidP="00061EB6">
      <w:pPr>
        <w:pStyle w:val="Heading2"/>
        <w:rPr>
          <w:rtl/>
          <w:lang w:bidi="fa-IR"/>
        </w:rPr>
      </w:pPr>
      <w:bookmarkStart w:id="407" w:name="_Toc1903086"/>
      <w:bookmarkStart w:id="408" w:name="_Toc1903314"/>
      <w:r>
        <w:rPr>
          <w:rFonts w:hint="eastAsia"/>
          <w:rtl/>
          <w:lang w:bidi="fa-IR"/>
        </w:rPr>
        <w:t>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مسجد</w:t>
      </w:r>
      <w:bookmarkEnd w:id="407"/>
      <w:bookmarkEnd w:id="408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المسجد اربعون ذراعا و الجوار اربعون دارا من اربعه جوانبها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84 ص 3)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مسجد ، چهل ذرع است و چهل خانه از چهار طرف ،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مسجد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061EB6">
      <w:pPr>
        <w:pStyle w:val="Heading2"/>
        <w:rPr>
          <w:rtl/>
          <w:lang w:bidi="fa-IR"/>
        </w:rPr>
      </w:pPr>
      <w:bookmarkStart w:id="409" w:name="_Toc1903087"/>
      <w:bookmarkStart w:id="410" w:name="_Toc1903315"/>
      <w:r>
        <w:rPr>
          <w:rFonts w:hint="eastAsia"/>
          <w:rtl/>
          <w:lang w:bidi="fa-IR"/>
        </w:rPr>
        <w:t>احترام</w:t>
      </w:r>
      <w:r>
        <w:rPr>
          <w:rtl/>
          <w:lang w:bidi="fa-IR"/>
        </w:rPr>
        <w:t xml:space="preserve"> به مسجد</w:t>
      </w:r>
      <w:bookmarkEnd w:id="409"/>
      <w:bookmarkEnd w:id="410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و قر مسجد الق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لقاه</w:t>
      </w:r>
      <w:r>
        <w:rPr>
          <w:rtl/>
          <w:lang w:bidi="fa-IR"/>
        </w:rPr>
        <w:t xml:space="preserve"> ضاحکا مستبشرا و اعطاه کتابه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84 ص 16)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061EB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حر</w:t>
      </w:r>
      <w:r w:rsidR="00061EB6">
        <w:rPr>
          <w:rFonts w:hint="cs"/>
          <w:rtl/>
          <w:lang w:bidi="fa-IR"/>
        </w:rPr>
        <w:t>م</w:t>
      </w:r>
      <w:r>
        <w:rPr>
          <w:rtl/>
          <w:lang w:bidi="fa-IR"/>
        </w:rPr>
        <w:t>ت مسجد را نگه دارد ،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خداوند را با چهره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خندان و شادمان ملاقات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خداوند نامه اش (نامه اعمالش ) را به دست راستش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061EB6">
      <w:pPr>
        <w:pStyle w:val="Heading2"/>
        <w:rPr>
          <w:rtl/>
          <w:lang w:bidi="fa-IR"/>
        </w:rPr>
      </w:pPr>
      <w:bookmarkStart w:id="411" w:name="_Toc1903088"/>
      <w:bookmarkStart w:id="412" w:name="_Toc1903316"/>
      <w:r>
        <w:rPr>
          <w:rFonts w:hint="eastAsia"/>
          <w:rtl/>
          <w:lang w:bidi="fa-IR"/>
        </w:rPr>
        <w:t>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مسجد</w:t>
      </w:r>
      <w:bookmarkEnd w:id="411"/>
      <w:bookmarkEnd w:id="412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صلوه لجار المسجد الا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المسجد الا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به عذرا او به عله .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: و من جار المسجد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؟ قال : من سمع النداء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83 ص 380)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مسجد چنانچه عذر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باشد جز در مسجد مقبول در گاه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بود . از آن حضرت سؤ ال شد :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مسجد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؟ فرمود 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اذان را بشنود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061EB6">
      <w:pPr>
        <w:pStyle w:val="Heading2"/>
        <w:rPr>
          <w:rtl/>
          <w:lang w:bidi="fa-IR"/>
        </w:rPr>
      </w:pPr>
      <w:bookmarkStart w:id="413" w:name="_Toc1903089"/>
      <w:bookmarkStart w:id="414" w:name="_Toc1903317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مسجد</w:t>
      </w:r>
      <w:bookmarkEnd w:id="413"/>
      <w:bookmarkEnd w:id="414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لجار المسجد صلوه اذا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شهد</w:t>
      </w:r>
      <w:r>
        <w:rPr>
          <w:rtl/>
          <w:lang w:bidi="fa-IR"/>
        </w:rPr>
        <w:t xml:space="preserve"> المکتوبه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المسجد اذاکان فارغا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80 ص 354)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061EB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مسجد (در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فارغ و تندرست باشد) نماز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مگر در مسجد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061EB6">
      <w:pPr>
        <w:pStyle w:val="Heading2"/>
        <w:rPr>
          <w:rtl/>
          <w:lang w:bidi="fa-IR"/>
        </w:rPr>
      </w:pPr>
      <w:bookmarkStart w:id="415" w:name="_Toc1903090"/>
      <w:bookmarkStart w:id="416" w:name="_Toc1903318"/>
      <w:r>
        <w:rPr>
          <w:rFonts w:hint="eastAsia"/>
          <w:rtl/>
          <w:lang w:bidi="fa-IR"/>
        </w:rPr>
        <w:t>آباد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</w:t>
      </w:r>
      <w:bookmarkEnd w:id="415"/>
      <w:bookmarkEnd w:id="416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الله - عزوجل - اذا اراد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اهل الارض بعذاب قال : لولا الذ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تحابون</w:t>
      </w:r>
      <w:r>
        <w:rPr>
          <w:rtl/>
          <w:lang w:bidi="fa-IR"/>
        </w:rPr>
        <w:t xml:space="preserve"> بجلال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عمرون</w:t>
      </w:r>
      <w:r>
        <w:rPr>
          <w:rtl/>
          <w:lang w:bidi="fa-IR"/>
        </w:rPr>
        <w:t xml:space="preserve"> مساجد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ستغفرون</w:t>
      </w:r>
      <w:r>
        <w:rPr>
          <w:rtl/>
          <w:lang w:bidi="fa-IR"/>
        </w:rPr>
        <w:t xml:space="preserve"> بالاسحار لانزلت بهم عذاب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87 ص 150)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سبحان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مردم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گرفتار عذاب (دن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کند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اگر نبودند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مرا به خاطر جلال و جبروتم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. و مساجد مرا آباد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. و سحرگاهان استغفار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.</w:t>
      </w:r>
    </w:p>
    <w:p w:rsidR="00753A10" w:rsidRDefault="00061EB6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061EB6">
      <w:pPr>
        <w:pStyle w:val="Heading2"/>
        <w:rPr>
          <w:rtl/>
          <w:lang w:bidi="fa-IR"/>
        </w:rPr>
      </w:pPr>
      <w:bookmarkStart w:id="417" w:name="_Toc1903091"/>
      <w:bookmarkStart w:id="418" w:name="_Toc1903319"/>
      <w:r>
        <w:rPr>
          <w:rFonts w:hint="eastAsia"/>
          <w:rtl/>
          <w:lang w:bidi="fa-IR"/>
        </w:rPr>
        <w:t>آداب</w:t>
      </w:r>
      <w:r>
        <w:rPr>
          <w:rtl/>
          <w:lang w:bidi="fa-IR"/>
        </w:rPr>
        <w:t xml:space="preserve"> ورود به مسجد</w:t>
      </w:r>
      <w:bookmarkEnd w:id="417"/>
      <w:bookmarkEnd w:id="418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اراد دخول المسجد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سکون و وقار . فان المساجد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</w:t>
      </w:r>
      <w:r>
        <w:rPr>
          <w:rtl/>
          <w:lang w:bidi="fa-IR"/>
        </w:rPr>
        <w:t xml:space="preserve"> الله واحب البقاع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(من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حضره</w:t>
      </w:r>
      <w:r>
        <w:rPr>
          <w:rtl/>
          <w:lang w:bidi="fa-IR"/>
        </w:rPr>
        <w:t xml:space="preserve"> الفق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 1 ص 170)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داخل مسجد گردد با آرامش و با طماءن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وارد شود ؛ چون مساجد خانه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و محبوب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محلها در نظر اوست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061EB6">
      <w:pPr>
        <w:pStyle w:val="Heading2"/>
        <w:rPr>
          <w:rtl/>
          <w:lang w:bidi="fa-IR"/>
        </w:rPr>
      </w:pPr>
      <w:bookmarkStart w:id="419" w:name="_Toc1903092"/>
      <w:bookmarkStart w:id="420" w:name="_Toc1903320"/>
      <w:r>
        <w:rPr>
          <w:rFonts w:hint="eastAsia"/>
          <w:rtl/>
          <w:lang w:bidi="fa-IR"/>
        </w:rPr>
        <w:t>نرفتن</w:t>
      </w:r>
      <w:r>
        <w:rPr>
          <w:rtl/>
          <w:lang w:bidi="fa-IR"/>
        </w:rPr>
        <w:t xml:space="preserve"> به مسجد با دهان بدبو</w:t>
      </w:r>
      <w:bookmarkEnd w:id="419"/>
      <w:bookmarkEnd w:id="420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اکل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</w:t>
      </w:r>
      <w:r>
        <w:rPr>
          <w:rtl/>
          <w:lang w:bidi="fa-IR"/>
        </w:rPr>
        <w:t xml:space="preserve"> من الموذ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حها</w:t>
      </w:r>
      <w:r>
        <w:rPr>
          <w:rtl/>
          <w:lang w:bidi="fa-IR"/>
        </w:rPr>
        <w:t xml:space="preserve"> ،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قربن</w:t>
      </w:r>
      <w:r>
        <w:rPr>
          <w:rtl/>
          <w:lang w:bidi="fa-IR"/>
        </w:rPr>
        <w:t xml:space="preserve"> المسجد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ج 3 ص 502)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بدبو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بخورد (مثل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) (در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موجب آزار مردم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، )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مسجد برود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061EB6">
      <w:pPr>
        <w:pStyle w:val="Heading2"/>
        <w:rPr>
          <w:rtl/>
          <w:lang w:bidi="fa-IR"/>
        </w:rPr>
      </w:pPr>
      <w:bookmarkStart w:id="421" w:name="_Toc1903093"/>
      <w:bookmarkStart w:id="422" w:name="_Toc1903321"/>
      <w:r>
        <w:rPr>
          <w:rFonts w:hint="eastAsia"/>
          <w:rtl/>
          <w:lang w:bidi="fa-IR"/>
        </w:rPr>
        <w:t>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نماز در مکانها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مقدس</w:t>
      </w:r>
      <w:bookmarkEnd w:id="421"/>
      <w:bookmarkEnd w:id="422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صلوه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المقدس الف صلوه . و صلوه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المسجد الاعظم مائه صلوه و صلوه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القب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خمس و عشرون صلوه و صلوه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السوق اثنتا عشره صلوه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102 ص 270)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061EB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نماز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المقدس برابر با هزار نماز ، و در مسجد بزرگ شهر (مسجد جامع ) شهر برابر با صد نماز ، و در مسجد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(محله ) برابر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پنج نماز ، و در مسجد بازار برابر دوازده نماز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دارد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061EB6">
      <w:pPr>
        <w:pStyle w:val="Heading2"/>
        <w:rPr>
          <w:rtl/>
          <w:lang w:bidi="fa-IR"/>
        </w:rPr>
      </w:pPr>
      <w:bookmarkStart w:id="423" w:name="_Toc1903094"/>
      <w:bookmarkStart w:id="424" w:name="_Toc1903322"/>
      <w:r>
        <w:rPr>
          <w:rFonts w:hint="eastAsia"/>
          <w:rtl/>
          <w:lang w:bidi="fa-IR"/>
        </w:rPr>
        <w:t>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مساجد خاص</w:t>
      </w:r>
      <w:bookmarkEnd w:id="423"/>
      <w:bookmarkEnd w:id="424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اربعه</w:t>
      </w:r>
      <w:r>
        <w:rPr>
          <w:rtl/>
          <w:lang w:bidi="fa-IR"/>
        </w:rPr>
        <w:t xml:space="preserve"> من قصور الجنه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: المسجد الحرام و مسجد الرسول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و مسجد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المقدس ، و مسجد الکوفه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چهار عمارت از کاخها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 : مسجد الحرام مسجد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، مسجد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المقدس و مسجد کوفه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061EB6">
      <w:pPr>
        <w:pStyle w:val="Heading2"/>
        <w:rPr>
          <w:rtl/>
          <w:lang w:bidi="fa-IR"/>
        </w:rPr>
      </w:pPr>
      <w:bookmarkStart w:id="425" w:name="_Toc1903095"/>
      <w:bookmarkStart w:id="426" w:name="_Toc1903323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در مسجد الحرام</w:t>
      </w:r>
      <w:bookmarkEnd w:id="425"/>
      <w:bookmarkEnd w:id="426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النافله</w:t>
      </w:r>
      <w:r>
        <w:rPr>
          <w:rtl/>
          <w:lang w:bidi="fa-IR"/>
        </w:rPr>
        <w:t xml:space="preserve"> المسجد الحرام الاعظم تعدل عمره مبروره . و صلوه الفر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تعدل حجه متقبله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(جامع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ج 4 ص 505)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نافله (مستحب ) در مکان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مسجد الحرام برابر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عمره است . و نماز واجب در آنجا واجب در آنجا معادل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حج مقبول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061EB6">
      <w:pPr>
        <w:pStyle w:val="Heading2"/>
        <w:rPr>
          <w:rtl/>
          <w:lang w:bidi="fa-IR"/>
        </w:rPr>
      </w:pPr>
      <w:bookmarkStart w:id="427" w:name="_Toc1903096"/>
      <w:bookmarkStart w:id="428" w:name="_Toc1903324"/>
      <w:r>
        <w:rPr>
          <w:rFonts w:hint="eastAsia"/>
          <w:rtl/>
          <w:lang w:bidi="fa-IR"/>
        </w:rPr>
        <w:t>نشستن</w:t>
      </w:r>
      <w:r>
        <w:rPr>
          <w:rtl/>
          <w:lang w:bidi="fa-IR"/>
        </w:rPr>
        <w:t xml:space="preserve"> رو به قبله</w:t>
      </w:r>
      <w:bookmarkEnd w:id="427"/>
      <w:bookmarkEnd w:id="428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لسنه اذا جلست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المسجد ان تستقبل القبله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83 ص 380)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رو</w:t>
      </w:r>
      <w:r>
        <w:rPr>
          <w:rtl/>
          <w:lang w:bidi="fa-IR"/>
        </w:rPr>
        <w:t xml:space="preserve"> به قبله نشستن در مسجد ، سنت (و مستحب )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061EB6">
      <w:pPr>
        <w:pStyle w:val="Heading2"/>
        <w:rPr>
          <w:rtl/>
          <w:lang w:bidi="fa-IR"/>
        </w:rPr>
      </w:pPr>
      <w:bookmarkStart w:id="429" w:name="_Toc1903097"/>
      <w:bookmarkStart w:id="430" w:name="_Toc1903325"/>
      <w:r>
        <w:rPr>
          <w:rFonts w:hint="eastAsia"/>
          <w:rtl/>
          <w:lang w:bidi="fa-IR"/>
        </w:rPr>
        <w:t>نشستن</w:t>
      </w:r>
      <w:r>
        <w:rPr>
          <w:rtl/>
          <w:lang w:bidi="fa-IR"/>
        </w:rPr>
        <w:t xml:space="preserve"> در مسجد</w:t>
      </w:r>
      <w:bookmarkEnd w:id="429"/>
      <w:bookmarkEnd w:id="430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الجلسه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الجامع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الجنه . فان الجنه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رضا نفس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و الجامع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رضا 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80 ص 362)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نشستن</w:t>
      </w:r>
      <w:r>
        <w:rPr>
          <w:rtl/>
          <w:lang w:bidi="fa-IR"/>
        </w:rPr>
        <w:t xml:space="preserve"> در مسجد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بهتر از نشستن در بهشت است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بودن در بهشت مرا خوشنود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و بودن در مسجد موجب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خوشنود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061EB6">
      <w:pPr>
        <w:pStyle w:val="Heading2"/>
        <w:rPr>
          <w:rtl/>
          <w:lang w:bidi="fa-IR"/>
        </w:rPr>
      </w:pPr>
      <w:bookmarkStart w:id="431" w:name="_Toc1903098"/>
      <w:bookmarkStart w:id="432" w:name="_Toc1903326"/>
      <w:r>
        <w:rPr>
          <w:rFonts w:hint="eastAsia"/>
          <w:rtl/>
          <w:lang w:bidi="fa-IR"/>
        </w:rPr>
        <w:t>خوشبوکردن</w:t>
      </w:r>
      <w:r>
        <w:rPr>
          <w:rtl/>
          <w:lang w:bidi="fa-IR"/>
        </w:rPr>
        <w:t xml:space="preserve"> مسجد</w:t>
      </w:r>
      <w:bookmarkEnd w:id="431"/>
      <w:bookmarkEnd w:id="432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. . . و جمروها (المساجد)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 سبعه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18 ص 107 و 136)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. . . و مساجد را هر هفته خوشبو و معطر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061EB6">
      <w:pPr>
        <w:pStyle w:val="Heading2"/>
        <w:rPr>
          <w:rtl/>
          <w:lang w:bidi="fa-IR"/>
        </w:rPr>
      </w:pPr>
      <w:bookmarkStart w:id="433" w:name="_Toc1903099"/>
      <w:bookmarkStart w:id="434" w:name="_Toc1903327"/>
      <w:r>
        <w:rPr>
          <w:rFonts w:hint="eastAsia"/>
          <w:rtl/>
          <w:lang w:bidi="fa-IR"/>
        </w:rPr>
        <w:t>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بهداشت در مسجد</w:t>
      </w:r>
      <w:bookmarkEnd w:id="433"/>
      <w:bookmarkEnd w:id="434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و قر المسجد من نخامته ، 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</w:t>
      </w:r>
      <w:r>
        <w:rPr>
          <w:rtl/>
          <w:lang w:bidi="fa-IR"/>
        </w:rPr>
        <w:t xml:space="preserve"> ضاحکا قد اععط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. و ان المسجد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عند النخامه کتلو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احدکم بالخ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ران اذا وقع به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80 ص 381)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احترام مسجد از انداختن اخلاط (آب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) در آن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،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با سرور و شادمان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نامه اعمالش را در دست راست دارد ، خداوند متعال را ملاقات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</w:t>
      </w:r>
      <w:r w:rsidR="00061EB6">
        <w:rPr>
          <w:rFonts w:hint="cs"/>
          <w:rtl/>
          <w:lang w:bidi="fa-IR"/>
        </w:rPr>
        <w:t>س</w:t>
      </w:r>
      <w:r>
        <w:rPr>
          <w:rtl/>
          <w:lang w:bidi="fa-IR"/>
        </w:rPr>
        <w:t>جد خلط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اندازد ، مسجد (از نفرت ) به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چد</w:t>
      </w:r>
      <w:r>
        <w:rPr>
          <w:rtl/>
          <w:lang w:bidi="fa-IR"/>
        </w:rPr>
        <w:t xml:space="preserve"> ، همان ط</w:t>
      </w:r>
      <w:r>
        <w:rPr>
          <w:rFonts w:hint="eastAsia"/>
          <w:rtl/>
          <w:lang w:bidi="fa-IR"/>
        </w:rPr>
        <w:t>ور</w:t>
      </w:r>
      <w:r>
        <w:rPr>
          <w:rtl/>
          <w:lang w:bidi="fa-IR"/>
        </w:rPr>
        <w:t xml:space="preserve"> که اگر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شما را با چوب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زران</w:t>
      </w:r>
      <w:r>
        <w:rPr>
          <w:rtl/>
          <w:lang w:bidi="fa-IR"/>
        </w:rPr>
        <w:t xml:space="preserve"> بزنند ، از شدت درد به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061EB6">
      <w:pPr>
        <w:pStyle w:val="Heading2"/>
        <w:rPr>
          <w:rtl/>
          <w:lang w:bidi="fa-IR"/>
        </w:rPr>
      </w:pPr>
      <w:bookmarkStart w:id="435" w:name="_Toc1903100"/>
      <w:bookmarkStart w:id="436" w:name="_Toc1903328"/>
      <w:r>
        <w:rPr>
          <w:rFonts w:hint="eastAsia"/>
          <w:rtl/>
          <w:lang w:bidi="fa-IR"/>
        </w:rPr>
        <w:t>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bookmarkEnd w:id="435"/>
      <w:bookmarkEnd w:id="436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الجلوس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المسجد من طلوع الفجر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طلوع الشمس اسرع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 الرزق من الضرب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الارض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ج 4 ص 1037)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نشستن</w:t>
      </w:r>
      <w:r>
        <w:rPr>
          <w:rtl/>
          <w:lang w:bidi="fa-IR"/>
        </w:rPr>
        <w:t xml:space="preserve"> در مسجد از طلوع فجر تا طلوع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بهتر (سر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عتر</w:t>
      </w:r>
      <w:r>
        <w:rPr>
          <w:rtl/>
          <w:lang w:bidi="fa-IR"/>
        </w:rPr>
        <w:t>) از تلاش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آن به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 در مسجد در اوقات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شده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 )</w:t>
      </w:r>
    </w:p>
    <w:p w:rsidR="00753A10" w:rsidRDefault="00061EB6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061EB6">
      <w:pPr>
        <w:pStyle w:val="Heading1"/>
        <w:rPr>
          <w:rtl/>
          <w:lang w:bidi="fa-IR"/>
        </w:rPr>
      </w:pPr>
      <w:bookmarkStart w:id="437" w:name="_Toc1903101"/>
      <w:bookmarkStart w:id="438" w:name="_Toc1903329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هفدهم : نماز و خانواده</w:t>
      </w:r>
      <w:bookmarkEnd w:id="437"/>
      <w:bookmarkEnd w:id="438"/>
    </w:p>
    <w:p w:rsidR="00061EB6" w:rsidRDefault="00061EB6" w:rsidP="00753A10">
      <w:pPr>
        <w:pStyle w:val="libNormal"/>
        <w:rPr>
          <w:rFonts w:hint="cs"/>
          <w:rtl/>
          <w:lang w:bidi="fa-IR"/>
        </w:rPr>
      </w:pPr>
    </w:p>
    <w:p w:rsidR="00753A10" w:rsidRDefault="00753A10" w:rsidP="00061EB6">
      <w:pPr>
        <w:pStyle w:val="Heading2"/>
        <w:rPr>
          <w:rtl/>
          <w:lang w:bidi="fa-IR"/>
        </w:rPr>
      </w:pPr>
      <w:bookmarkStart w:id="439" w:name="_Toc1903102"/>
      <w:bookmarkStart w:id="440" w:name="_Toc1903330"/>
      <w:r>
        <w:rPr>
          <w:rFonts w:hint="eastAsia"/>
          <w:rtl/>
          <w:lang w:bidi="fa-IR"/>
        </w:rPr>
        <w:t>آموزش</w:t>
      </w:r>
      <w:r>
        <w:rPr>
          <w:rtl/>
          <w:lang w:bidi="fa-IR"/>
        </w:rPr>
        <w:t xml:space="preserve"> نماز به فرزندان</w:t>
      </w:r>
      <w:bookmarkEnd w:id="439"/>
      <w:bookmarkEnd w:id="440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علموا</w:t>
      </w:r>
      <w:r>
        <w:rPr>
          <w:rtl/>
          <w:lang w:bidi="fa-IR"/>
        </w:rPr>
        <w:t xml:space="preserve"> صب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نکم الصلوه و خذوهم بها اذا بلغوا ثمان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ج 3 ص 12)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061EB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را به فرزندان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و چون به هشت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آنانرا به خواندن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وادار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061EB6">
      <w:pPr>
        <w:pStyle w:val="Heading2"/>
        <w:rPr>
          <w:rtl/>
          <w:lang w:bidi="fa-IR"/>
        </w:rPr>
      </w:pPr>
      <w:bookmarkStart w:id="441" w:name="_Toc1903103"/>
      <w:bookmarkStart w:id="442" w:name="_Toc1903331"/>
      <w:r>
        <w:rPr>
          <w:rFonts w:hint="eastAsia"/>
          <w:rtl/>
          <w:lang w:bidi="fa-IR"/>
        </w:rPr>
        <w:t>آموزش</w:t>
      </w:r>
      <w:r>
        <w:rPr>
          <w:rtl/>
          <w:lang w:bidi="fa-IR"/>
        </w:rPr>
        <w:t xml:space="preserve"> نماز به فرزندان</w:t>
      </w:r>
      <w:bookmarkEnd w:id="441"/>
      <w:bookmarkEnd w:id="442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علموا</w:t>
      </w:r>
      <w:r>
        <w:rPr>
          <w:rtl/>
          <w:lang w:bidi="fa-IR"/>
        </w:rPr>
        <w:t xml:space="preserve"> صب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نکم الصلوه و خدوهم بها اذا بلغوا الحلم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(شرح غرر الحکم ج 4 ص 363)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061EB6" w:rsidRDefault="00753A10" w:rsidP="00753A10">
      <w:pPr>
        <w:pStyle w:val="libNormal"/>
        <w:rPr>
          <w:rFonts w:hint="cs"/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کودکان خود نماز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آنها را به هنگام بلوغ به خاطر ترک نماز</w:t>
      </w: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 مؤ اخذه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</w:t>
      </w:r>
      <w:r>
        <w:rPr>
          <w:rtl/>
          <w:lang w:bidi="fa-IR"/>
        </w:rPr>
        <w:t xml:space="preserve"> عقل الغلام و قراءش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من القران علم الصلوه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(دعائم الاسلام ج 1 ص 193)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گاه کودک به حد رشد برسد و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قرآن را بخواند ، به او نماز آموخته شود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061EB6">
      <w:pPr>
        <w:pStyle w:val="Heading2"/>
        <w:rPr>
          <w:rtl/>
          <w:lang w:bidi="fa-IR"/>
        </w:rPr>
      </w:pPr>
      <w:bookmarkStart w:id="443" w:name="_Toc1903104"/>
      <w:bookmarkStart w:id="444" w:name="_Toc1903332"/>
      <w:r>
        <w:rPr>
          <w:rFonts w:hint="eastAsia"/>
          <w:rtl/>
          <w:lang w:bidi="fa-IR"/>
        </w:rPr>
        <w:t>سفارش</w:t>
      </w:r>
      <w:r>
        <w:rPr>
          <w:rtl/>
          <w:lang w:bidi="fa-IR"/>
        </w:rPr>
        <w:t xml:space="preserve"> 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به فرزندش</w:t>
      </w:r>
      <w:bookmarkEnd w:id="443"/>
      <w:bookmarkEnd w:id="444"/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بالصلوه عند وقتها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ج 83 ص 14)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فرزندم</w:t>
      </w:r>
      <w:r>
        <w:rPr>
          <w:rtl/>
          <w:lang w:bidi="fa-IR"/>
        </w:rPr>
        <w:t xml:space="preserve"> ! تو را به نماز در اول وقت سفارش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.</w:t>
      </w:r>
    </w:p>
    <w:p w:rsidR="00753A10" w:rsidRDefault="00061EB6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061EB6">
      <w:pPr>
        <w:pStyle w:val="Heading2"/>
        <w:rPr>
          <w:rtl/>
          <w:lang w:bidi="fa-IR"/>
        </w:rPr>
      </w:pPr>
      <w:bookmarkStart w:id="445" w:name="_Toc1903105"/>
      <w:bookmarkStart w:id="446" w:name="_Toc1903333"/>
      <w:r>
        <w:rPr>
          <w:rFonts w:hint="eastAsia"/>
          <w:rtl/>
          <w:lang w:bidi="fa-IR"/>
        </w:rPr>
        <w:t>زمان</w:t>
      </w:r>
      <w:r>
        <w:rPr>
          <w:rtl/>
          <w:lang w:bidi="fa-IR"/>
        </w:rPr>
        <w:t xml:space="preserve"> نماز کودکان</w:t>
      </w:r>
      <w:bookmarkEnd w:id="445"/>
      <w:bookmarkEnd w:id="446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جب</w:t>
      </w:r>
      <w:r>
        <w:rPr>
          <w:rtl/>
          <w:lang w:bidi="fa-IR"/>
        </w:rPr>
        <w:t xml:space="preserve"> الصلوه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اذا عقل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(جامع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ج 4 ص 43)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بر کودک ،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عقلش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لازم است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061EB6">
      <w:pPr>
        <w:pStyle w:val="Heading2"/>
        <w:rPr>
          <w:rtl/>
          <w:lang w:bidi="fa-IR"/>
        </w:rPr>
      </w:pPr>
      <w:bookmarkStart w:id="447" w:name="_Toc1903106"/>
      <w:bookmarkStart w:id="448" w:name="_Toc1903334"/>
      <w:r>
        <w:rPr>
          <w:rFonts w:hint="eastAsia"/>
          <w:rtl/>
          <w:lang w:bidi="fa-IR"/>
        </w:rPr>
        <w:t>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طفل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</w:t>
      </w:r>
      <w:bookmarkEnd w:id="447"/>
      <w:bookmarkEnd w:id="448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الصادق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قد جعل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داره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بالصغ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لا بالکب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الصلوته . و کان اذا کان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ذهب معه بصب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معه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.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ج 3 ص 555)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061EB6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در خانه خود اتاق متوسط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خود اختصاص داده بود . شبها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خواندن طفل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خود به آن اتاق برده ،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.</w:t>
      </w:r>
    </w:p>
    <w:p w:rsidR="00753A10" w:rsidRDefault="00061EB6" w:rsidP="00061EB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061EB6">
      <w:pPr>
        <w:pStyle w:val="Heading2"/>
        <w:rPr>
          <w:rtl/>
          <w:lang w:bidi="fa-IR"/>
        </w:rPr>
      </w:pPr>
      <w:bookmarkStart w:id="449" w:name="_Toc1903107"/>
      <w:bookmarkStart w:id="450" w:name="_Toc1903335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و خانواده</w:t>
      </w:r>
      <w:bookmarkEnd w:id="449"/>
      <w:bookmarkEnd w:id="450"/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فکان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اءمربها</w:t>
      </w:r>
      <w:r>
        <w:rPr>
          <w:rtl/>
          <w:lang w:bidi="fa-IR"/>
        </w:rPr>
        <w:t xml:space="preserve"> اهله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صبر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نفسه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خطبه 190)</w:t>
      </w:r>
    </w:p>
    <w:p w:rsidR="00753A10" w:rsidRDefault="00753A10" w:rsidP="00753A10">
      <w:pPr>
        <w:pStyle w:val="libNormal"/>
        <w:rPr>
          <w:rtl/>
          <w:lang w:bidi="fa-IR"/>
        </w:rPr>
      </w:pPr>
    </w:p>
    <w:p w:rsidR="00753A10" w:rsidRDefault="00753A10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(رسول خدا </w:t>
      </w:r>
      <w:r w:rsidR="00821467" w:rsidRPr="0082146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خانواده اش را به اقامه نماز امر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و خود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بردبار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انجام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 .</w:t>
      </w:r>
    </w:p>
    <w:p w:rsidR="00753A10" w:rsidRDefault="00061EB6" w:rsidP="00753A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53A10" w:rsidRDefault="00753A10" w:rsidP="00061EB6">
      <w:pPr>
        <w:pStyle w:val="Heading1"/>
        <w:rPr>
          <w:rtl/>
          <w:lang w:bidi="fa-IR"/>
        </w:rPr>
      </w:pPr>
      <w:bookmarkStart w:id="451" w:name="_Toc1903108"/>
      <w:bookmarkStart w:id="452" w:name="_Toc1903336"/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نوشتها</w:t>
      </w:r>
      <w:bookmarkEnd w:id="451"/>
      <w:bookmarkEnd w:id="452"/>
    </w:p>
    <w:p w:rsidR="00753A10" w:rsidRDefault="00753A10" w:rsidP="00061EB6">
      <w:pPr>
        <w:pStyle w:val="libFootnote0"/>
        <w:rPr>
          <w:rtl/>
          <w:lang w:bidi="fa-IR"/>
        </w:rPr>
      </w:pPr>
      <w:r>
        <w:rPr>
          <w:rtl/>
          <w:lang w:bidi="fa-IR"/>
        </w:rPr>
        <w:t>1) نهج البلاغه حکمت 244</w:t>
      </w:r>
    </w:p>
    <w:p w:rsidR="00753A10" w:rsidRDefault="00753A10" w:rsidP="00061EB6">
      <w:pPr>
        <w:pStyle w:val="libFootnote0"/>
        <w:rPr>
          <w:rtl/>
          <w:lang w:bidi="fa-IR"/>
        </w:rPr>
      </w:pPr>
    </w:p>
    <w:p w:rsidR="00753A10" w:rsidRDefault="00753A10" w:rsidP="00061EB6">
      <w:pPr>
        <w:pStyle w:val="libFootnote0"/>
        <w:rPr>
          <w:rtl/>
          <w:lang w:bidi="fa-IR"/>
        </w:rPr>
      </w:pPr>
      <w:r>
        <w:rPr>
          <w:rtl/>
          <w:lang w:bidi="fa-IR"/>
        </w:rPr>
        <w:t>2) نهج البلاغه ، حکمت 192</w:t>
      </w:r>
    </w:p>
    <w:p w:rsidR="00753A10" w:rsidRDefault="00753A10" w:rsidP="00061EB6">
      <w:pPr>
        <w:pStyle w:val="libFootnote0"/>
        <w:rPr>
          <w:rtl/>
          <w:lang w:bidi="fa-IR"/>
        </w:rPr>
      </w:pPr>
    </w:p>
    <w:p w:rsidR="00753A10" w:rsidRDefault="00753A10" w:rsidP="00061EB6">
      <w:pPr>
        <w:pStyle w:val="libFootnote0"/>
        <w:rPr>
          <w:rtl/>
          <w:lang w:bidi="fa-IR"/>
        </w:rPr>
      </w:pPr>
      <w:r>
        <w:rPr>
          <w:rtl/>
          <w:lang w:bidi="fa-IR"/>
        </w:rPr>
        <w:t>3) مشابه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در (بحارالانوار / ج 82 / ص 227)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آمده است .</w:t>
      </w:r>
    </w:p>
    <w:p w:rsidR="00753A10" w:rsidRDefault="00753A10" w:rsidP="00061EB6">
      <w:pPr>
        <w:pStyle w:val="libFootnote0"/>
        <w:rPr>
          <w:rtl/>
          <w:lang w:bidi="fa-IR"/>
        </w:rPr>
      </w:pPr>
    </w:p>
    <w:p w:rsidR="00753A10" w:rsidRDefault="00753A10" w:rsidP="00061EB6">
      <w:pPr>
        <w:pStyle w:val="libFootnote0"/>
        <w:rPr>
          <w:rtl/>
          <w:lang w:bidi="fa-IR"/>
        </w:rPr>
      </w:pPr>
      <w:r>
        <w:rPr>
          <w:rtl/>
          <w:lang w:bidi="fa-IR"/>
        </w:rPr>
        <w:t>4) سروه مائده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55</w:t>
      </w:r>
    </w:p>
    <w:p w:rsidR="00753A10" w:rsidRDefault="00753A10" w:rsidP="00061EB6">
      <w:pPr>
        <w:pStyle w:val="libFootnote0"/>
        <w:rPr>
          <w:rtl/>
          <w:lang w:bidi="fa-IR"/>
        </w:rPr>
      </w:pPr>
    </w:p>
    <w:p w:rsidR="00753A10" w:rsidRDefault="00753A10" w:rsidP="00061EB6">
      <w:pPr>
        <w:pStyle w:val="libFootnote0"/>
        <w:rPr>
          <w:rtl/>
          <w:lang w:bidi="fa-IR"/>
        </w:rPr>
      </w:pPr>
      <w:r>
        <w:rPr>
          <w:rtl/>
          <w:lang w:bidi="fa-IR"/>
        </w:rPr>
        <w:t>5)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مجمع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جلد 2 ص 324</w:t>
      </w:r>
    </w:p>
    <w:p w:rsidR="00753A10" w:rsidRDefault="00753A10" w:rsidP="00061EB6">
      <w:pPr>
        <w:pStyle w:val="libFootnote0"/>
        <w:rPr>
          <w:rtl/>
          <w:lang w:bidi="fa-IR"/>
        </w:rPr>
      </w:pPr>
    </w:p>
    <w:p w:rsidR="00753A10" w:rsidRDefault="00753A10" w:rsidP="00061EB6">
      <w:pPr>
        <w:pStyle w:val="libFootnote0"/>
        <w:rPr>
          <w:rtl/>
          <w:lang w:bidi="fa-IR"/>
        </w:rPr>
      </w:pPr>
      <w:r>
        <w:rPr>
          <w:rtl/>
          <w:lang w:bidi="fa-IR"/>
        </w:rPr>
        <w:t>6)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الهر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: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و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سخت در گرفت که تا صبح ادمه داشت .</w:t>
      </w:r>
    </w:p>
    <w:p w:rsidR="00753A10" w:rsidRDefault="00753A10" w:rsidP="00061EB6">
      <w:pPr>
        <w:pStyle w:val="libFootnote0"/>
        <w:rPr>
          <w:rtl/>
          <w:lang w:bidi="fa-IR"/>
        </w:rPr>
      </w:pPr>
    </w:p>
    <w:p w:rsidR="00753A10" w:rsidRDefault="00753A10" w:rsidP="00061EB6">
      <w:pPr>
        <w:pStyle w:val="libFootnote0"/>
        <w:rPr>
          <w:rtl/>
          <w:lang w:bidi="fa-IR"/>
        </w:rPr>
      </w:pPr>
      <w:r>
        <w:rPr>
          <w:rtl/>
          <w:lang w:bidi="fa-IR"/>
        </w:rPr>
        <w:t>7) سوره انعام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79</w:t>
      </w:r>
    </w:p>
    <w:p w:rsidR="00753A10" w:rsidRDefault="00753A10" w:rsidP="00061EB6">
      <w:pPr>
        <w:pStyle w:val="libFootnote0"/>
        <w:rPr>
          <w:rtl/>
          <w:lang w:bidi="fa-IR"/>
        </w:rPr>
      </w:pPr>
    </w:p>
    <w:p w:rsidR="00753A10" w:rsidRDefault="00753A10" w:rsidP="00061EB6">
      <w:pPr>
        <w:pStyle w:val="libFootnote0"/>
        <w:rPr>
          <w:rtl/>
          <w:lang w:bidi="fa-IR"/>
        </w:rPr>
      </w:pPr>
      <w:r>
        <w:rPr>
          <w:rtl/>
          <w:lang w:bidi="fa-IR"/>
        </w:rPr>
        <w:t>8) سوره هود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114</w:t>
      </w:r>
    </w:p>
    <w:p w:rsidR="00753A10" w:rsidRDefault="00753A10" w:rsidP="00061EB6">
      <w:pPr>
        <w:pStyle w:val="libFootnote0"/>
        <w:rPr>
          <w:rtl/>
          <w:lang w:bidi="fa-IR"/>
        </w:rPr>
      </w:pPr>
    </w:p>
    <w:p w:rsidR="00753A10" w:rsidRDefault="00753A10" w:rsidP="00061EB6">
      <w:pPr>
        <w:pStyle w:val="libFootnote0"/>
        <w:rPr>
          <w:rtl/>
          <w:lang w:bidi="fa-IR"/>
        </w:rPr>
      </w:pPr>
      <w:r>
        <w:rPr>
          <w:rtl/>
          <w:lang w:bidi="fa-IR"/>
        </w:rPr>
        <w:t>9) سوره نور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37</w:t>
      </w:r>
    </w:p>
    <w:p w:rsidR="00753A10" w:rsidRDefault="00753A10" w:rsidP="00061EB6">
      <w:pPr>
        <w:pStyle w:val="libFootnote0"/>
        <w:rPr>
          <w:rtl/>
          <w:lang w:bidi="fa-IR"/>
        </w:rPr>
      </w:pPr>
    </w:p>
    <w:p w:rsidR="00753A10" w:rsidRDefault="00753A10" w:rsidP="00061EB6">
      <w:pPr>
        <w:pStyle w:val="libFootnote0"/>
        <w:rPr>
          <w:rtl/>
          <w:lang w:bidi="fa-IR"/>
        </w:rPr>
      </w:pPr>
      <w:r>
        <w:rPr>
          <w:rtl/>
          <w:lang w:bidi="fa-IR"/>
        </w:rPr>
        <w:t>10) سوره ماعون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5</w:t>
      </w:r>
    </w:p>
    <w:p w:rsidR="00753A10" w:rsidRDefault="00753A10" w:rsidP="00061EB6">
      <w:pPr>
        <w:pStyle w:val="libFootnote0"/>
        <w:rPr>
          <w:rtl/>
          <w:lang w:bidi="fa-IR"/>
        </w:rPr>
      </w:pPr>
    </w:p>
    <w:p w:rsidR="00753A10" w:rsidRDefault="00753A10" w:rsidP="00061EB6">
      <w:pPr>
        <w:pStyle w:val="libFootnote0"/>
        <w:rPr>
          <w:rtl/>
          <w:lang w:bidi="fa-IR"/>
        </w:rPr>
      </w:pPr>
      <w:r>
        <w:rPr>
          <w:rtl/>
          <w:lang w:bidi="fa-IR"/>
        </w:rPr>
        <w:t>11)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الهر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: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و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سخت در گرفت که تا صبح ادامه داشت .</w:t>
      </w:r>
    </w:p>
    <w:p w:rsidR="00753A10" w:rsidRDefault="00753A10" w:rsidP="00061EB6">
      <w:pPr>
        <w:pStyle w:val="libFootnote0"/>
        <w:rPr>
          <w:rtl/>
          <w:lang w:bidi="fa-IR"/>
        </w:rPr>
      </w:pPr>
    </w:p>
    <w:p w:rsidR="00753A10" w:rsidRDefault="00753A10" w:rsidP="00061EB6">
      <w:pPr>
        <w:pStyle w:val="libFootnote0"/>
        <w:rPr>
          <w:rtl/>
          <w:lang w:bidi="fa-IR"/>
        </w:rPr>
      </w:pPr>
      <w:r>
        <w:rPr>
          <w:rtl/>
          <w:lang w:bidi="fa-IR"/>
        </w:rPr>
        <w:t>12) مشابه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در (م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الحمه / ج 5 / ص 395،</w:t>
      </w:r>
    </w:p>
    <w:p w:rsidR="00753A10" w:rsidRDefault="00753A10" w:rsidP="00061EB6">
      <w:pPr>
        <w:pStyle w:val="libFootnote0"/>
        <w:rPr>
          <w:rtl/>
          <w:lang w:bidi="fa-IR"/>
        </w:rPr>
      </w:pPr>
    </w:p>
    <w:p w:rsidR="00061EB6" w:rsidRDefault="00753A10" w:rsidP="00061EB6">
      <w:pPr>
        <w:pStyle w:val="libFootnote0"/>
        <w:rPr>
          <w:rtl/>
          <w:lang w:bidi="fa-IR"/>
        </w:rPr>
      </w:pPr>
      <w:r>
        <w:rPr>
          <w:rtl/>
          <w:lang w:bidi="fa-IR"/>
        </w:rPr>
        <w:t>13)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الهر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: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52B6" w:rsidRPr="003452B6">
        <w:rPr>
          <w:rStyle w:val="libAlaemChar"/>
          <w:rtl/>
        </w:rPr>
        <w:t>عليه‌السلام</w:t>
      </w:r>
      <w:r>
        <w:rPr>
          <w:rtl/>
          <w:lang w:bidi="fa-IR"/>
        </w:rPr>
        <w:t>و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سخت در گرفت که تا صبح ادامه داشت .</w:t>
      </w:r>
    </w:p>
    <w:p w:rsidR="00753A10" w:rsidRDefault="00061EB6" w:rsidP="003316DC">
      <w:pPr>
        <w:pStyle w:val="Heading1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453" w:name="_Toc1903109"/>
      <w:bookmarkStart w:id="454" w:name="_Toc1903337"/>
      <w:r w:rsidR="003316DC">
        <w:rPr>
          <w:rFonts w:hint="cs"/>
          <w:rtl/>
          <w:lang w:bidi="fa-IR"/>
        </w:rPr>
        <w:lastRenderedPageBreak/>
        <w:t>فهرست مطالب</w:t>
      </w:r>
      <w:bookmarkEnd w:id="453"/>
      <w:bookmarkEnd w:id="454"/>
    </w:p>
    <w:sdt>
      <w:sdtPr>
        <w:id w:val="699316441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DF1549" w:rsidRDefault="00DF1549" w:rsidP="00DF1549">
          <w:pPr>
            <w:pStyle w:val="TOCHeading"/>
          </w:pPr>
        </w:p>
        <w:p w:rsidR="00DF1549" w:rsidRDefault="00DF154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3110" w:history="1">
            <w:r w:rsidRPr="003C4811">
              <w:rPr>
                <w:rStyle w:val="Hyperlink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903111" w:history="1">
            <w:r w:rsidRPr="003C4811">
              <w:rPr>
                <w:rStyle w:val="Hyperlink"/>
                <w:noProof/>
                <w:rtl/>
                <w:lang w:bidi="fa-IR"/>
              </w:rPr>
              <w:t>فصل اول : اهم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ت و فض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لت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12" w:history="1">
            <w:r w:rsidRPr="003C4811">
              <w:rPr>
                <w:rStyle w:val="Hyperlink"/>
                <w:noProof/>
                <w:rtl/>
                <w:lang w:bidi="fa-IR"/>
              </w:rPr>
              <w:t>نماز برتر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ن عمل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13" w:history="1">
            <w:r w:rsidRPr="003C4811">
              <w:rPr>
                <w:rStyle w:val="Hyperlink"/>
                <w:noProof/>
                <w:rtl/>
                <w:lang w:bidi="fa-IR"/>
              </w:rPr>
              <w:t>نماز س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ما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د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14" w:history="1">
            <w:r w:rsidRPr="003C4811">
              <w:rPr>
                <w:rStyle w:val="Hyperlink"/>
                <w:noProof/>
                <w:rtl/>
                <w:lang w:bidi="fa-IR"/>
              </w:rPr>
              <w:t>نماز ستون د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15" w:history="1">
            <w:r w:rsidRPr="003C4811">
              <w:rPr>
                <w:rStyle w:val="Hyperlink"/>
                <w:noProof/>
                <w:rtl/>
                <w:lang w:bidi="fa-IR"/>
              </w:rPr>
              <w:t>نماز پا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ه د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16" w:history="1">
            <w:r w:rsidRPr="003C4811">
              <w:rPr>
                <w:rStyle w:val="Hyperlink"/>
                <w:noProof/>
                <w:rtl/>
                <w:lang w:bidi="fa-IR"/>
              </w:rPr>
              <w:t>وجوب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17" w:history="1">
            <w:r w:rsidRPr="003C4811">
              <w:rPr>
                <w:rStyle w:val="Hyperlink"/>
                <w:noProof/>
                <w:rtl/>
                <w:lang w:bidi="fa-IR"/>
              </w:rPr>
              <w:t>محبوب تر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ن اعمال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18" w:history="1">
            <w:r w:rsidRPr="003C4811">
              <w:rPr>
                <w:rStyle w:val="Hyperlink"/>
                <w:noProof/>
                <w:rtl/>
                <w:lang w:bidi="fa-IR"/>
              </w:rPr>
              <w:t>زائر پروردگار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19" w:history="1">
            <w:r w:rsidRPr="003C4811">
              <w:rPr>
                <w:rStyle w:val="Hyperlink"/>
                <w:noProof/>
                <w:rtl/>
                <w:lang w:bidi="fa-IR"/>
              </w:rPr>
              <w:t>فر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اد ابل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س از نماز گزار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20" w:history="1">
            <w:r w:rsidRPr="003C4811">
              <w:rPr>
                <w:rStyle w:val="Hyperlink"/>
                <w:noProof/>
                <w:rtl/>
                <w:lang w:bidi="fa-IR"/>
              </w:rPr>
              <w:t>قوام 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21" w:history="1">
            <w:r w:rsidRPr="003C4811">
              <w:rPr>
                <w:rStyle w:val="Hyperlink"/>
                <w:noProof/>
                <w:rtl/>
                <w:lang w:bidi="fa-IR"/>
              </w:rPr>
              <w:t>اقامه نماز نشانه مل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ت اسلام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22" w:history="1">
            <w:r w:rsidRPr="003C4811">
              <w:rPr>
                <w:rStyle w:val="Hyperlink"/>
                <w:noProof/>
                <w:rtl/>
                <w:lang w:bidi="fa-IR"/>
              </w:rPr>
              <w:t>حفظ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23" w:history="1">
            <w:r w:rsidRPr="003C4811">
              <w:rPr>
                <w:rStyle w:val="Hyperlink"/>
                <w:noProof/>
                <w:rtl/>
                <w:lang w:bidi="fa-IR"/>
              </w:rPr>
              <w:t>نماز و توبه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24" w:history="1">
            <w:r w:rsidRPr="003C4811">
              <w:rPr>
                <w:rStyle w:val="Hyperlink"/>
                <w:noProof/>
                <w:rtl/>
                <w:lang w:bidi="fa-IR"/>
              </w:rPr>
              <w:t>نماز برتر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ن وس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له نزد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ک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به 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25" w:history="1">
            <w:r w:rsidRPr="003C4811">
              <w:rPr>
                <w:rStyle w:val="Hyperlink"/>
                <w:noProof/>
                <w:rtl/>
                <w:lang w:bidi="fa-IR"/>
              </w:rPr>
              <w:t>نماز فرق م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ان مؤ من و کافر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26" w:history="1">
            <w:r w:rsidRPr="003C4811">
              <w:rPr>
                <w:rStyle w:val="Hyperlink"/>
                <w:noProof/>
                <w:rtl/>
                <w:lang w:bidi="fa-IR"/>
              </w:rPr>
              <w:t>تاءک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د پ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امبر </w:t>
            </w:r>
            <w:r w:rsidRPr="003C4811">
              <w:rPr>
                <w:rStyle w:val="Hyperlink"/>
                <w:rFonts w:eastAsiaTheme="minorHAnsi" w:cs="Rafed Alaem"/>
                <w:noProof/>
                <w:rtl/>
              </w:rPr>
              <w:t>صلى‌الله‌عليه‌وآله‌وسلم</w:t>
            </w:r>
            <w:r w:rsidRPr="003C4811">
              <w:rPr>
                <w:rStyle w:val="Hyperlink"/>
                <w:noProof/>
                <w:rtl/>
                <w:lang w:bidi="fa-IR"/>
              </w:rPr>
              <w:t>به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27" w:history="1">
            <w:r w:rsidRPr="003C4811">
              <w:rPr>
                <w:rStyle w:val="Hyperlink"/>
                <w:noProof/>
                <w:rtl/>
                <w:lang w:bidi="fa-IR"/>
              </w:rPr>
              <w:t>نماز ملاک پذ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رش سا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ر اعمال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28" w:history="1">
            <w:r w:rsidRPr="003C4811">
              <w:rPr>
                <w:rStyle w:val="Hyperlink"/>
                <w:noProof/>
                <w:rtl/>
                <w:lang w:bidi="fa-IR"/>
              </w:rPr>
              <w:t>اقامه نماز در همه شرا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29" w:history="1">
            <w:r w:rsidRPr="003C4811">
              <w:rPr>
                <w:rStyle w:val="Hyperlink"/>
                <w:noProof/>
                <w:rtl/>
                <w:lang w:bidi="fa-IR"/>
              </w:rPr>
              <w:t>پرسش از نمازگزاران در روز حساب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903130" w:history="1">
            <w:r w:rsidRPr="003C4811">
              <w:rPr>
                <w:rStyle w:val="Hyperlink"/>
                <w:noProof/>
                <w:rtl/>
                <w:lang w:bidi="fa-IR"/>
              </w:rPr>
              <w:t>فصل دوم : نماز امام عل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4811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31" w:history="1">
            <w:r w:rsidRPr="003C4811">
              <w:rPr>
                <w:rStyle w:val="Hyperlink"/>
                <w:noProof/>
                <w:rtl/>
                <w:lang w:bidi="fa-IR"/>
              </w:rPr>
              <w:t>اول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ن نماز گزار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32" w:history="1">
            <w:r w:rsidRPr="003C4811">
              <w:rPr>
                <w:rStyle w:val="Hyperlink"/>
                <w:noProof/>
                <w:rtl/>
                <w:lang w:bidi="fa-IR"/>
              </w:rPr>
              <w:t>عبادت عل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4811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33" w:history="1">
            <w:r w:rsidRPr="003C4811">
              <w:rPr>
                <w:rStyle w:val="Hyperlink"/>
                <w:noProof/>
                <w:rtl/>
                <w:lang w:bidi="fa-IR"/>
              </w:rPr>
              <w:t>برپائ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نماز به وجود عل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4811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34" w:history="1">
            <w:r w:rsidRPr="003C4811">
              <w:rPr>
                <w:rStyle w:val="Hyperlink"/>
                <w:noProof/>
                <w:rtl/>
                <w:lang w:bidi="fa-IR"/>
              </w:rPr>
              <w:t>زکات در حال رکوع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35" w:history="1">
            <w:r w:rsidRPr="003C4811">
              <w:rPr>
                <w:rStyle w:val="Hyperlink"/>
                <w:noProof/>
                <w:rtl/>
                <w:lang w:bidi="fa-IR"/>
              </w:rPr>
              <w:t>نماز پا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درختان خرما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36" w:history="1">
            <w:r w:rsidRPr="003C4811">
              <w:rPr>
                <w:rStyle w:val="Hyperlink"/>
                <w:noProof/>
                <w:rtl/>
                <w:lang w:bidi="fa-IR"/>
              </w:rPr>
              <w:t>هزار رکعت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37" w:history="1">
            <w:r w:rsidRPr="003C4811">
              <w:rPr>
                <w:rStyle w:val="Hyperlink"/>
                <w:noProof/>
                <w:rtl/>
                <w:lang w:bidi="fa-IR"/>
              </w:rPr>
              <w:t>نمازخانه حضرت عل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4811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38" w:history="1">
            <w:r w:rsidRPr="003C4811">
              <w:rPr>
                <w:rStyle w:val="Hyperlink"/>
                <w:noProof/>
                <w:rtl/>
                <w:lang w:bidi="fa-IR"/>
              </w:rPr>
              <w:t>حالت امام در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39" w:history="1">
            <w:r w:rsidRPr="003C4811">
              <w:rPr>
                <w:rStyle w:val="Hyperlink"/>
                <w:noProof/>
                <w:rtl/>
                <w:lang w:bidi="fa-IR"/>
              </w:rPr>
              <w:t>ب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رون آوردن ت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ر از پا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عل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4811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3C4811">
              <w:rPr>
                <w:rStyle w:val="Hyperlink"/>
                <w:noProof/>
                <w:rtl/>
                <w:lang w:bidi="fa-IR"/>
              </w:rPr>
              <w:t>درحال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40" w:history="1">
            <w:r w:rsidRPr="003C4811">
              <w:rPr>
                <w:rStyle w:val="Hyperlink"/>
                <w:noProof/>
                <w:rtl/>
                <w:lang w:bidi="fa-IR"/>
              </w:rPr>
              <w:t>استعانت از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41" w:history="1">
            <w:r w:rsidRPr="003C4811">
              <w:rPr>
                <w:rStyle w:val="Hyperlink"/>
                <w:noProof/>
                <w:rtl/>
                <w:lang w:bidi="fa-IR"/>
              </w:rPr>
              <w:t>نماز شب در شب عمل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42" w:history="1">
            <w:r w:rsidRPr="003C4811">
              <w:rPr>
                <w:rStyle w:val="Hyperlink"/>
                <w:noProof/>
                <w:rtl/>
                <w:lang w:bidi="fa-IR"/>
              </w:rPr>
              <w:t>نماز اول وقت حت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در جنگ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43" w:history="1">
            <w:r w:rsidRPr="003C4811">
              <w:rPr>
                <w:rStyle w:val="Hyperlink"/>
                <w:noProof/>
                <w:rtl/>
                <w:lang w:bidi="fa-IR"/>
              </w:rPr>
              <w:t>طولان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کردن رکوع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44" w:history="1">
            <w:r w:rsidRPr="003C4811">
              <w:rPr>
                <w:rStyle w:val="Hyperlink"/>
                <w:noProof/>
                <w:rtl/>
                <w:lang w:bidi="fa-IR"/>
              </w:rPr>
              <w:t>پناه بردن به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45" w:history="1">
            <w:r w:rsidRPr="003C4811">
              <w:rPr>
                <w:rStyle w:val="Hyperlink"/>
                <w:noProof/>
                <w:rtl/>
                <w:lang w:bidi="fa-IR"/>
              </w:rPr>
              <w:t>ارزش نماز جمعه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46" w:history="1">
            <w:r w:rsidRPr="003C4811">
              <w:rPr>
                <w:rStyle w:val="Hyperlink"/>
                <w:noProof/>
                <w:rtl/>
                <w:lang w:bidi="fa-IR"/>
              </w:rPr>
              <w:t>حضور قلب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47" w:history="1">
            <w:r w:rsidRPr="003C4811">
              <w:rPr>
                <w:rStyle w:val="Hyperlink"/>
                <w:noProof/>
                <w:rtl/>
                <w:lang w:bidi="fa-IR"/>
              </w:rPr>
              <w:t>حافظ د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ن و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48" w:history="1">
            <w:r w:rsidRPr="003C4811">
              <w:rPr>
                <w:rStyle w:val="Hyperlink"/>
                <w:noProof/>
                <w:rtl/>
                <w:lang w:bidi="fa-IR"/>
              </w:rPr>
              <w:t>تغ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3C4811">
              <w:rPr>
                <w:rStyle w:val="Hyperlink"/>
                <w:noProof/>
                <w:rtl/>
                <w:lang w:bidi="fa-IR"/>
              </w:rPr>
              <w:t>ر رنگ چهره امام در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903149" w:history="1">
            <w:r w:rsidRPr="003C4811">
              <w:rPr>
                <w:rStyle w:val="Hyperlink"/>
                <w:noProof/>
                <w:rtl/>
                <w:lang w:bidi="fa-IR"/>
              </w:rPr>
              <w:t>فصل سوم : آثار و اسرار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50" w:history="1">
            <w:r w:rsidRPr="003C4811">
              <w:rPr>
                <w:rStyle w:val="Hyperlink"/>
                <w:noProof/>
                <w:rtl/>
                <w:lang w:bidi="fa-IR"/>
              </w:rPr>
              <w:t>نماز وس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له تقرب به 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51" w:history="1">
            <w:r w:rsidRPr="003C4811">
              <w:rPr>
                <w:rStyle w:val="Hyperlink"/>
                <w:noProof/>
                <w:rtl/>
                <w:lang w:bidi="fa-IR"/>
              </w:rPr>
              <w:t>نماز و حسادت ابل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52" w:history="1">
            <w:r w:rsidRPr="003C4811">
              <w:rPr>
                <w:rStyle w:val="Hyperlink"/>
                <w:noProof/>
                <w:rtl/>
                <w:lang w:bidi="fa-IR"/>
              </w:rPr>
              <w:t>برکات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53" w:history="1">
            <w:r w:rsidRPr="003C4811">
              <w:rPr>
                <w:rStyle w:val="Hyperlink"/>
                <w:noProof/>
                <w:rtl/>
                <w:lang w:bidi="fa-IR"/>
              </w:rPr>
              <w:t>نماز دژ محکم در مقابل ش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طان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54" w:history="1">
            <w:r w:rsidRPr="003C4811">
              <w:rPr>
                <w:rStyle w:val="Hyperlink"/>
                <w:noProof/>
                <w:rtl/>
                <w:lang w:bidi="fa-IR"/>
              </w:rPr>
              <w:t>گناه زدائ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55" w:history="1">
            <w:r w:rsidRPr="003C4811">
              <w:rPr>
                <w:rStyle w:val="Hyperlink"/>
                <w:noProof/>
                <w:rtl/>
                <w:lang w:bidi="fa-IR"/>
              </w:rPr>
              <w:t>نماز و رحمت اله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56" w:history="1">
            <w:r w:rsidRPr="003C4811">
              <w:rPr>
                <w:rStyle w:val="Hyperlink"/>
                <w:noProof/>
                <w:rtl/>
                <w:lang w:bidi="fa-IR"/>
              </w:rPr>
              <w:t>نماز نزول رحمت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57" w:history="1">
            <w:r w:rsidRPr="003C4811">
              <w:rPr>
                <w:rStyle w:val="Hyperlink"/>
                <w:noProof/>
                <w:rtl/>
                <w:lang w:bidi="fa-IR"/>
              </w:rPr>
              <w:t>اعمال تابع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58" w:history="1">
            <w:r w:rsidRPr="003C4811">
              <w:rPr>
                <w:rStyle w:val="Hyperlink"/>
                <w:noProof/>
                <w:rtl/>
                <w:lang w:bidi="fa-IR"/>
              </w:rPr>
              <w:t>نماز مانع عذاب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59" w:history="1">
            <w:r w:rsidRPr="003C4811">
              <w:rPr>
                <w:rStyle w:val="Hyperlink"/>
                <w:noProof/>
                <w:rtl/>
                <w:lang w:bidi="fa-IR"/>
              </w:rPr>
              <w:t>نماز دور کننده ش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طان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60" w:history="1">
            <w:r w:rsidRPr="003C4811">
              <w:rPr>
                <w:rStyle w:val="Hyperlink"/>
                <w:noProof/>
                <w:rtl/>
                <w:lang w:bidi="fa-IR"/>
              </w:rPr>
              <w:t>نماز کفاره گناهان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61" w:history="1">
            <w:r w:rsidRPr="003C4811">
              <w:rPr>
                <w:rStyle w:val="Hyperlink"/>
                <w:noProof/>
                <w:rtl/>
                <w:lang w:bidi="fa-IR"/>
              </w:rPr>
              <w:t>نماز وس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له تقرب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62" w:history="1">
            <w:r w:rsidRPr="003C4811">
              <w:rPr>
                <w:rStyle w:val="Hyperlink"/>
                <w:noProof/>
                <w:rtl/>
                <w:lang w:bidi="fa-IR"/>
              </w:rPr>
              <w:t>کبرزدائ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63" w:history="1">
            <w:r w:rsidRPr="003C4811">
              <w:rPr>
                <w:rStyle w:val="Hyperlink"/>
                <w:noProof/>
                <w:rtl/>
                <w:lang w:bidi="fa-IR"/>
              </w:rPr>
              <w:t>نماز پاک کننده از آلودگ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64" w:history="1">
            <w:r w:rsidRPr="003C4811">
              <w:rPr>
                <w:rStyle w:val="Hyperlink"/>
                <w:noProof/>
                <w:rtl/>
                <w:lang w:bidi="fa-IR"/>
              </w:rPr>
              <w:t>نماز موجب بخشش گناهان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65" w:history="1">
            <w:r w:rsidRPr="003C4811">
              <w:rPr>
                <w:rStyle w:val="Hyperlink"/>
                <w:noProof/>
                <w:rtl/>
                <w:lang w:bidi="fa-IR"/>
              </w:rPr>
              <w:t>زکات با نماز ما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ه تقرب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66" w:history="1">
            <w:r w:rsidRPr="003C4811">
              <w:rPr>
                <w:rStyle w:val="Hyperlink"/>
                <w:noProof/>
                <w:rtl/>
                <w:lang w:bidi="fa-IR"/>
              </w:rPr>
              <w:t>نماز پاسدار 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67" w:history="1">
            <w:r w:rsidRPr="003C4811">
              <w:rPr>
                <w:rStyle w:val="Hyperlink"/>
                <w:noProof/>
                <w:rtl/>
                <w:lang w:bidi="fa-IR"/>
              </w:rPr>
              <w:t>نماز نشانه تواضع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68" w:history="1">
            <w:r w:rsidRPr="003C4811">
              <w:rPr>
                <w:rStyle w:val="Hyperlink"/>
                <w:noProof/>
                <w:rtl/>
                <w:lang w:bidi="fa-IR"/>
              </w:rPr>
              <w:t>تاءث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ر قنوت و سجده طولان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69" w:history="1">
            <w:r w:rsidRPr="003C4811">
              <w:rPr>
                <w:rStyle w:val="Hyperlink"/>
                <w:noProof/>
                <w:rtl/>
                <w:lang w:bidi="fa-IR"/>
              </w:rPr>
              <w:t>قدر شناسان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70" w:history="1">
            <w:r w:rsidRPr="003C4811">
              <w:rPr>
                <w:rStyle w:val="Hyperlink"/>
                <w:noProof/>
                <w:rtl/>
                <w:lang w:bidi="fa-IR"/>
              </w:rPr>
              <w:t>سر (الله اکبر)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71" w:history="1">
            <w:r w:rsidRPr="003C4811">
              <w:rPr>
                <w:rStyle w:val="Hyperlink"/>
                <w:noProof/>
                <w:rtl/>
                <w:lang w:bidi="fa-IR"/>
              </w:rPr>
              <w:t>نماز عامل رهائ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72" w:history="1">
            <w:r w:rsidRPr="003C4811">
              <w:rPr>
                <w:rStyle w:val="Hyperlink"/>
                <w:noProof/>
                <w:rtl/>
                <w:lang w:bidi="fa-IR"/>
              </w:rPr>
              <w:t>نماز و افزا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ش روز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73" w:history="1">
            <w:r w:rsidRPr="003C4811">
              <w:rPr>
                <w:rStyle w:val="Hyperlink"/>
                <w:noProof/>
                <w:rtl/>
                <w:lang w:bidi="fa-IR"/>
              </w:rPr>
              <w:t>نماز آمرزش اله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74" w:history="1">
            <w:r w:rsidRPr="003C4811">
              <w:rPr>
                <w:rStyle w:val="Hyperlink"/>
                <w:noProof/>
                <w:rtl/>
                <w:lang w:bidi="fa-IR"/>
              </w:rPr>
              <w:t>نماز و ب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مناک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ش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طان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75" w:history="1">
            <w:r w:rsidRPr="003C4811">
              <w:rPr>
                <w:rStyle w:val="Hyperlink"/>
                <w:noProof/>
                <w:rtl/>
                <w:lang w:bidi="fa-IR"/>
              </w:rPr>
              <w:t>نماز صابون خطاها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903176" w:history="1">
            <w:r w:rsidRPr="003C4811">
              <w:rPr>
                <w:rStyle w:val="Hyperlink"/>
                <w:noProof/>
                <w:rtl/>
                <w:lang w:bidi="fa-IR"/>
              </w:rPr>
              <w:t>فصل چهارم : آمادگ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قبل از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77" w:history="1">
            <w:r w:rsidRPr="003C4811">
              <w:rPr>
                <w:rStyle w:val="Hyperlink"/>
                <w:noProof/>
                <w:rtl/>
                <w:lang w:bidi="fa-IR"/>
              </w:rPr>
              <w:t>آمادگ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قبل از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78" w:history="1">
            <w:r w:rsidRPr="003C4811">
              <w:rPr>
                <w:rStyle w:val="Hyperlink"/>
                <w:noProof/>
                <w:rtl/>
                <w:lang w:bidi="fa-IR"/>
              </w:rPr>
              <w:t>قبله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79" w:history="1">
            <w:r w:rsidRPr="003C4811">
              <w:rPr>
                <w:rStyle w:val="Hyperlink"/>
                <w:noProof/>
                <w:rtl/>
                <w:lang w:bidi="fa-IR"/>
              </w:rPr>
              <w:t>نماز با لباس تم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80" w:history="1">
            <w:r w:rsidRPr="003C4811">
              <w:rPr>
                <w:rStyle w:val="Hyperlink"/>
                <w:noProof/>
                <w:rtl/>
                <w:lang w:bidi="fa-IR"/>
              </w:rPr>
              <w:t>نماز و ز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نت زن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81" w:history="1">
            <w:r w:rsidRPr="003C4811">
              <w:rPr>
                <w:rStyle w:val="Hyperlink"/>
                <w:noProof/>
                <w:rtl/>
                <w:lang w:bidi="fa-IR"/>
              </w:rPr>
              <w:t>نماز خواندن با آگاه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82" w:history="1">
            <w:r w:rsidRPr="003C4811">
              <w:rPr>
                <w:rStyle w:val="Hyperlink"/>
                <w:noProof/>
                <w:rtl/>
                <w:lang w:bidi="fa-IR"/>
              </w:rPr>
              <w:t>طهارت پنج عضو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83" w:history="1">
            <w:r w:rsidRPr="003C4811">
              <w:rPr>
                <w:rStyle w:val="Hyperlink"/>
                <w:noProof/>
                <w:rtl/>
                <w:lang w:bidi="fa-IR"/>
              </w:rPr>
              <w:t>اهم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ت وضو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84" w:history="1">
            <w:r w:rsidRPr="003C4811">
              <w:rPr>
                <w:rStyle w:val="Hyperlink"/>
                <w:noProof/>
                <w:rtl/>
                <w:lang w:bidi="fa-IR"/>
              </w:rPr>
              <w:t>وضو برا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تلاوت 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85" w:history="1">
            <w:r w:rsidRPr="003C4811">
              <w:rPr>
                <w:rStyle w:val="Hyperlink"/>
                <w:noProof/>
                <w:rtl/>
                <w:lang w:bidi="fa-IR"/>
              </w:rPr>
              <w:t>پاک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زگ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دهان و ب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ن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86" w:history="1">
            <w:r w:rsidRPr="003C4811">
              <w:rPr>
                <w:rStyle w:val="Hyperlink"/>
                <w:noProof/>
                <w:rtl/>
                <w:lang w:bidi="fa-IR"/>
              </w:rPr>
              <w:t>ده حسنه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87" w:history="1">
            <w:r w:rsidRPr="003C4811">
              <w:rPr>
                <w:rStyle w:val="Hyperlink"/>
                <w:noProof/>
                <w:rtl/>
                <w:lang w:bidi="fa-IR"/>
              </w:rPr>
              <w:t>کامل کردن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88" w:history="1">
            <w:r w:rsidRPr="003C4811">
              <w:rPr>
                <w:rStyle w:val="Hyperlink"/>
                <w:noProof/>
                <w:rtl/>
                <w:lang w:bidi="fa-IR"/>
              </w:rPr>
              <w:t>پذ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رش شهادت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89" w:history="1">
            <w:r w:rsidRPr="003C4811">
              <w:rPr>
                <w:rStyle w:val="Hyperlink"/>
                <w:noProof/>
                <w:rtl/>
                <w:lang w:bidi="fa-IR"/>
              </w:rPr>
              <w:t>پوشان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دن گناهان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90" w:history="1">
            <w:r w:rsidRPr="003C4811">
              <w:rPr>
                <w:rStyle w:val="Hyperlink"/>
                <w:noProof/>
                <w:rtl/>
                <w:lang w:bidi="fa-IR"/>
              </w:rPr>
              <w:t>نوران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شدن چهره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91" w:history="1">
            <w:r w:rsidRPr="003C4811">
              <w:rPr>
                <w:rStyle w:val="Hyperlink"/>
                <w:noProof/>
                <w:rtl/>
                <w:lang w:bidi="fa-IR"/>
              </w:rPr>
              <w:t>دعا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وضو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92" w:history="1">
            <w:r w:rsidRPr="003C4811">
              <w:rPr>
                <w:rStyle w:val="Hyperlink"/>
                <w:noProof/>
                <w:rtl/>
                <w:lang w:bidi="fa-IR"/>
              </w:rPr>
              <w:t>خواب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دن با وضو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93" w:history="1">
            <w:r w:rsidRPr="003C4811">
              <w:rPr>
                <w:rStyle w:val="Hyperlink"/>
                <w:noProof/>
                <w:rtl/>
                <w:lang w:bidi="fa-IR"/>
              </w:rPr>
              <w:t>توص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ه به نماز اول وقت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94" w:history="1">
            <w:r w:rsidRPr="003C4811">
              <w:rPr>
                <w:rStyle w:val="Hyperlink"/>
                <w:noProof/>
                <w:rtl/>
                <w:lang w:bidi="fa-IR"/>
              </w:rPr>
              <w:t>امتحان ش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عه به نماز اول وقت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95" w:history="1">
            <w:r w:rsidRPr="003C4811">
              <w:rPr>
                <w:rStyle w:val="Hyperlink"/>
                <w:noProof/>
                <w:rtl/>
                <w:lang w:bidi="fa-IR"/>
              </w:rPr>
              <w:t>غفلت از نماز اول وقت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96" w:history="1">
            <w:r w:rsidRPr="003C4811">
              <w:rPr>
                <w:rStyle w:val="Hyperlink"/>
                <w:noProof/>
                <w:rtl/>
                <w:lang w:bidi="fa-IR"/>
              </w:rPr>
              <w:t>خواندن نماز در وقت مع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ن 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97" w:history="1">
            <w:r w:rsidRPr="003C4811">
              <w:rPr>
                <w:rStyle w:val="Hyperlink"/>
                <w:noProof/>
                <w:rtl/>
                <w:lang w:bidi="fa-IR"/>
              </w:rPr>
              <w:t>توجه به نماز اول وقت حت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در جنگ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98" w:history="1">
            <w:r w:rsidRPr="003C4811">
              <w:rPr>
                <w:rStyle w:val="Hyperlink"/>
                <w:noProof/>
                <w:rtl/>
                <w:lang w:bidi="fa-IR"/>
              </w:rPr>
              <w:t>محافظت از اوقات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199" w:history="1">
            <w:r w:rsidRPr="003C4811">
              <w:rPr>
                <w:rStyle w:val="Hyperlink"/>
                <w:noProof/>
                <w:rtl/>
                <w:lang w:bidi="fa-IR"/>
              </w:rPr>
              <w:t>ضا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ع کننده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Toc1903199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00" w:history="1">
            <w:r w:rsidRPr="003C4811">
              <w:rPr>
                <w:rStyle w:val="Hyperlink"/>
                <w:noProof/>
                <w:rtl/>
                <w:lang w:bidi="fa-IR"/>
              </w:rPr>
              <w:t>رس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دن وقت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01" w:history="1">
            <w:r w:rsidRPr="003C4811">
              <w:rPr>
                <w:rStyle w:val="Hyperlink"/>
                <w:noProof/>
                <w:rtl/>
                <w:lang w:bidi="fa-IR"/>
              </w:rPr>
              <w:t>مراعات اوقات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02" w:history="1">
            <w:r w:rsidRPr="003C4811">
              <w:rPr>
                <w:rStyle w:val="Hyperlink"/>
                <w:noProof/>
                <w:rtl/>
                <w:lang w:bidi="fa-IR"/>
              </w:rPr>
              <w:t>اهم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ت اوقات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03" w:history="1">
            <w:r w:rsidRPr="003C4811">
              <w:rPr>
                <w:rStyle w:val="Hyperlink"/>
                <w:noProof/>
                <w:rtl/>
                <w:lang w:bidi="fa-IR"/>
              </w:rPr>
              <w:t>توجه به اوقات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04" w:history="1">
            <w:r w:rsidRPr="003C4811">
              <w:rPr>
                <w:rStyle w:val="Hyperlink"/>
                <w:noProof/>
                <w:rtl/>
                <w:lang w:bidi="fa-IR"/>
              </w:rPr>
              <w:t>اوقات نمازها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پنجگانه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05" w:history="1">
            <w:r w:rsidRPr="003C4811">
              <w:rPr>
                <w:rStyle w:val="Hyperlink"/>
                <w:noProof/>
                <w:rtl/>
                <w:lang w:bidi="fa-IR"/>
              </w:rPr>
              <w:t xml:space="preserve">رسول خدا </w:t>
            </w:r>
            <w:r w:rsidRPr="003C4811">
              <w:rPr>
                <w:rStyle w:val="Hyperlink"/>
                <w:rFonts w:cs="Rafed Alaem"/>
                <w:noProof/>
                <w:rtl/>
              </w:rPr>
              <w:t>صلى‌الله‌عليه‌وآله‌وسلم</w:t>
            </w:r>
            <w:r w:rsidRPr="003C4811">
              <w:rPr>
                <w:rStyle w:val="Hyperlink"/>
                <w:noProof/>
                <w:rtl/>
                <w:lang w:bidi="fa-IR"/>
              </w:rPr>
              <w:t>در وقت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06" w:history="1">
            <w:r w:rsidRPr="003C4811">
              <w:rPr>
                <w:rStyle w:val="Hyperlink"/>
                <w:noProof/>
                <w:rtl/>
                <w:lang w:bidi="fa-IR"/>
              </w:rPr>
              <w:t>شن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دن اذان و شرکت در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07" w:history="1">
            <w:r w:rsidRPr="003C4811">
              <w:rPr>
                <w:rStyle w:val="Hyperlink"/>
                <w:noProof/>
                <w:rtl/>
                <w:lang w:bidi="fa-IR"/>
              </w:rPr>
              <w:t>اجابت ندا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مؤ ذن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08" w:history="1">
            <w:r w:rsidRPr="003C4811">
              <w:rPr>
                <w:rStyle w:val="Hyperlink"/>
                <w:noProof/>
                <w:rtl/>
                <w:lang w:bidi="fa-IR"/>
              </w:rPr>
              <w:t>اذان و اقامه و صف فرشتگان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09" w:history="1">
            <w:r w:rsidRPr="003C4811">
              <w:rPr>
                <w:rStyle w:val="Hyperlink"/>
                <w:noProof/>
                <w:rtl/>
                <w:lang w:bidi="fa-IR"/>
              </w:rPr>
              <w:t>فص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ح بودن مؤ ذن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10" w:history="1">
            <w:r w:rsidRPr="003C4811">
              <w:rPr>
                <w:rStyle w:val="Hyperlink"/>
                <w:noProof/>
                <w:rtl/>
                <w:lang w:bidi="fa-IR"/>
              </w:rPr>
              <w:t>اذان در وقت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11" w:history="1">
            <w:r w:rsidRPr="003C4811">
              <w:rPr>
                <w:rStyle w:val="Hyperlink"/>
                <w:noProof/>
                <w:rtl/>
                <w:lang w:bidi="fa-IR"/>
              </w:rPr>
              <w:t>اذان به سمت قبله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12" w:history="1">
            <w:r w:rsidRPr="003C4811">
              <w:rPr>
                <w:rStyle w:val="Hyperlink"/>
                <w:noProof/>
                <w:rtl/>
                <w:lang w:bidi="fa-IR"/>
              </w:rPr>
              <w:t>آفات ب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توجه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به اذان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13" w:history="1">
            <w:r w:rsidRPr="003C4811">
              <w:rPr>
                <w:rStyle w:val="Hyperlink"/>
                <w:noProof/>
                <w:rtl/>
                <w:lang w:bidi="fa-IR"/>
              </w:rPr>
              <w:t>دعا هنگام اذان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14" w:history="1">
            <w:r w:rsidRPr="003C4811">
              <w:rPr>
                <w:rStyle w:val="Hyperlink"/>
                <w:noProof/>
                <w:rtl/>
                <w:lang w:bidi="fa-IR"/>
              </w:rPr>
              <w:t>پاداش اذان گو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15" w:history="1">
            <w:r w:rsidRPr="003C4811">
              <w:rPr>
                <w:rStyle w:val="Hyperlink"/>
                <w:noProof/>
                <w:rtl/>
                <w:lang w:bidi="fa-IR"/>
              </w:rPr>
              <w:t>مزد مؤ ذن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16" w:history="1">
            <w:r w:rsidRPr="003C4811">
              <w:rPr>
                <w:rStyle w:val="Hyperlink"/>
                <w:noProof/>
                <w:rtl/>
                <w:lang w:bidi="fa-IR"/>
              </w:rPr>
              <w:t>مفهوم قد قامت الصلوه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903217" w:history="1">
            <w:r w:rsidRPr="003C4811">
              <w:rPr>
                <w:rStyle w:val="Hyperlink"/>
                <w:noProof/>
                <w:rtl/>
                <w:lang w:bidi="fa-IR"/>
              </w:rPr>
              <w:t>فصل پنجم : حضور قلب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18" w:history="1">
            <w:r w:rsidRPr="003C4811">
              <w:rPr>
                <w:rStyle w:val="Hyperlink"/>
                <w:noProof/>
                <w:rtl/>
                <w:lang w:bidi="fa-IR"/>
              </w:rPr>
              <w:t>نماز با قلب پاک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19" w:history="1">
            <w:r w:rsidRPr="003C4811">
              <w:rPr>
                <w:rStyle w:val="Hyperlink"/>
                <w:noProof/>
                <w:rtl/>
                <w:lang w:bidi="fa-IR"/>
              </w:rPr>
              <w:t>نماز و داع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20" w:history="1">
            <w:r w:rsidRPr="003C4811">
              <w:rPr>
                <w:rStyle w:val="Hyperlink"/>
                <w:noProof/>
                <w:rtl/>
                <w:lang w:bidi="fa-IR"/>
              </w:rPr>
              <w:t>عارف به حق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21" w:history="1">
            <w:r w:rsidRPr="003C4811">
              <w:rPr>
                <w:rStyle w:val="Hyperlink"/>
                <w:noProof/>
                <w:rtl/>
                <w:lang w:bidi="fa-IR"/>
              </w:rPr>
              <w:t>خشوع قلب و جوارح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22" w:history="1">
            <w:r w:rsidRPr="003C4811">
              <w:rPr>
                <w:rStyle w:val="Hyperlink"/>
                <w:noProof/>
                <w:rtl/>
                <w:lang w:bidi="fa-IR"/>
              </w:rPr>
              <w:t>موانع حضور قلب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23" w:history="1">
            <w:r w:rsidRPr="003C4811">
              <w:rPr>
                <w:rStyle w:val="Hyperlink"/>
                <w:noProof/>
                <w:rtl/>
                <w:lang w:bidi="fa-IR"/>
              </w:rPr>
              <w:t>نماز و اخلاص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903224" w:history="1">
            <w:r w:rsidRPr="003C4811">
              <w:rPr>
                <w:rStyle w:val="Hyperlink"/>
                <w:noProof/>
                <w:rtl/>
                <w:lang w:bidi="fa-IR"/>
              </w:rPr>
              <w:t>فصل ششم : اعمال و ذکرها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25" w:history="1">
            <w:r w:rsidRPr="003C4811">
              <w:rPr>
                <w:rStyle w:val="Hyperlink"/>
                <w:noProof/>
                <w:rtl/>
                <w:lang w:bidi="fa-IR"/>
              </w:rPr>
              <w:t>تفس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ر سوره حمد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26" w:history="1">
            <w:r w:rsidRPr="003C4811">
              <w:rPr>
                <w:rStyle w:val="Hyperlink"/>
                <w:noProof/>
                <w:rtl/>
                <w:lang w:bidi="fa-IR"/>
              </w:rPr>
              <w:t>قرائت : قرائت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27" w:history="1">
            <w:r w:rsidRPr="003C4811">
              <w:rPr>
                <w:rStyle w:val="Hyperlink"/>
                <w:noProof/>
                <w:rtl/>
                <w:lang w:bidi="fa-IR"/>
              </w:rPr>
              <w:t>رکوع : علت رکوع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28" w:history="1">
            <w:r w:rsidRPr="003C4811">
              <w:rPr>
                <w:rStyle w:val="Hyperlink"/>
                <w:noProof/>
                <w:rtl/>
                <w:lang w:bidi="fa-IR"/>
              </w:rPr>
              <w:t>معنا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رکوع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29" w:history="1">
            <w:r w:rsidRPr="003C4811">
              <w:rPr>
                <w:rStyle w:val="Hyperlink"/>
                <w:noProof/>
                <w:rtl/>
                <w:lang w:bidi="fa-IR"/>
              </w:rPr>
              <w:t>خشوع در رکوع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30" w:history="1">
            <w:r w:rsidRPr="003C4811">
              <w:rPr>
                <w:rStyle w:val="Hyperlink"/>
                <w:noProof/>
                <w:rtl/>
                <w:lang w:bidi="fa-IR"/>
              </w:rPr>
              <w:t>مراقبت از رکوع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31" w:history="1">
            <w:r w:rsidRPr="003C4811">
              <w:rPr>
                <w:rStyle w:val="Hyperlink"/>
                <w:noProof/>
                <w:rtl/>
                <w:lang w:bidi="fa-IR"/>
              </w:rPr>
              <w:t>سجده : سجود و رکوع بهتر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ن عبادات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32" w:history="1">
            <w:r w:rsidRPr="003C4811">
              <w:rPr>
                <w:rStyle w:val="Hyperlink"/>
                <w:noProof/>
                <w:rtl/>
                <w:lang w:bidi="fa-IR"/>
              </w:rPr>
              <w:t>رکوع و سجود ز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33" w:history="1">
            <w:r w:rsidRPr="003C4811">
              <w:rPr>
                <w:rStyle w:val="Hyperlink"/>
                <w:noProof/>
                <w:rtl/>
                <w:lang w:bidi="fa-IR"/>
              </w:rPr>
              <w:t>افزا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ش سجود و رکوع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34" w:history="1">
            <w:r w:rsidRPr="003C4811">
              <w:rPr>
                <w:rStyle w:val="Hyperlink"/>
                <w:noProof/>
                <w:rtl/>
                <w:lang w:bidi="fa-IR"/>
              </w:rPr>
              <w:t>فلسفه سجده بر خاک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35" w:history="1">
            <w:r w:rsidRPr="003C4811">
              <w:rPr>
                <w:rStyle w:val="Hyperlink"/>
                <w:noProof/>
                <w:rtl/>
                <w:lang w:bidi="fa-IR"/>
              </w:rPr>
              <w:t>سجده ما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ه تقرب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36" w:history="1">
            <w:r w:rsidRPr="003C4811">
              <w:rPr>
                <w:rStyle w:val="Hyperlink"/>
                <w:noProof/>
                <w:rtl/>
                <w:lang w:bidi="fa-IR"/>
              </w:rPr>
              <w:t>اهم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ت سجده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37" w:history="1">
            <w:r w:rsidRPr="003C4811">
              <w:rPr>
                <w:rStyle w:val="Hyperlink"/>
                <w:noProof/>
                <w:rtl/>
                <w:lang w:bidi="fa-IR"/>
              </w:rPr>
              <w:t>آداب سجده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38" w:history="1">
            <w:r w:rsidRPr="003C4811">
              <w:rPr>
                <w:rStyle w:val="Hyperlink"/>
                <w:noProof/>
                <w:rtl/>
                <w:lang w:bidi="fa-IR"/>
              </w:rPr>
              <w:t>سجده ر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ا کارانه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39" w:history="1">
            <w:r w:rsidRPr="003C4811">
              <w:rPr>
                <w:rStyle w:val="Hyperlink"/>
                <w:noProof/>
                <w:rtl/>
                <w:lang w:bidi="fa-IR"/>
              </w:rPr>
              <w:t>اثر سجده بر پ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شان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40" w:history="1">
            <w:r w:rsidRPr="003C4811">
              <w:rPr>
                <w:rStyle w:val="Hyperlink"/>
                <w:noProof/>
                <w:rtl/>
                <w:lang w:bidi="fa-IR"/>
              </w:rPr>
              <w:t>طولان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کردن سجده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41" w:history="1">
            <w:r w:rsidRPr="003C4811">
              <w:rPr>
                <w:rStyle w:val="Hyperlink"/>
                <w:noProof/>
                <w:rtl/>
                <w:lang w:bidi="fa-IR"/>
              </w:rPr>
              <w:t>روح سجده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42" w:history="1">
            <w:r w:rsidRPr="003C4811">
              <w:rPr>
                <w:rStyle w:val="Hyperlink"/>
                <w:noProof/>
                <w:rtl/>
                <w:lang w:bidi="fa-IR"/>
              </w:rPr>
              <w:t>تفس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ر سجود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43" w:history="1">
            <w:r w:rsidRPr="003C4811">
              <w:rPr>
                <w:rStyle w:val="Hyperlink"/>
                <w:noProof/>
                <w:rtl/>
                <w:lang w:bidi="fa-IR"/>
              </w:rPr>
              <w:t>فلسفه دو سجده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44" w:history="1">
            <w:r w:rsidRPr="003C4811">
              <w:rPr>
                <w:rStyle w:val="Hyperlink"/>
                <w:noProof/>
                <w:rtl/>
                <w:lang w:bidi="fa-IR"/>
              </w:rPr>
              <w:t>قنوت : قنوت و سجده طولان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45" w:history="1">
            <w:r w:rsidRPr="003C4811">
              <w:rPr>
                <w:rStyle w:val="Hyperlink"/>
                <w:noProof/>
                <w:rtl/>
                <w:lang w:bidi="fa-IR"/>
              </w:rPr>
              <w:t>تشهد : ذکر تشهد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46" w:history="1">
            <w:r w:rsidRPr="003C4811">
              <w:rPr>
                <w:rStyle w:val="Hyperlink"/>
                <w:noProof/>
                <w:rtl/>
                <w:lang w:bidi="fa-IR"/>
              </w:rPr>
              <w:t>معنا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تشهد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903247" w:history="1">
            <w:r w:rsidRPr="003C4811">
              <w:rPr>
                <w:rStyle w:val="Hyperlink"/>
                <w:noProof/>
                <w:rtl/>
                <w:lang w:bidi="fa-IR"/>
              </w:rPr>
              <w:t>فصل هفتم : تعق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بات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48" w:history="1">
            <w:r w:rsidRPr="003C4811">
              <w:rPr>
                <w:rStyle w:val="Hyperlink"/>
                <w:noProof/>
                <w:rtl/>
                <w:lang w:bidi="fa-IR"/>
              </w:rPr>
              <w:t>آ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ه الکرس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در تعق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ب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49" w:history="1">
            <w:r w:rsidRPr="003C4811">
              <w:rPr>
                <w:rStyle w:val="Hyperlink"/>
                <w:noProof/>
                <w:rtl/>
                <w:lang w:bidi="fa-IR"/>
              </w:rPr>
              <w:t>دعا بعد از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903250" w:history="1">
            <w:r w:rsidRPr="003C4811">
              <w:rPr>
                <w:rStyle w:val="Hyperlink"/>
                <w:noProof/>
                <w:rtl/>
                <w:lang w:bidi="fa-IR"/>
              </w:rPr>
              <w:t>فصل هشتم : سهل انگار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در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51" w:history="1">
            <w:r w:rsidRPr="003C4811">
              <w:rPr>
                <w:rStyle w:val="Hyperlink"/>
                <w:noProof/>
                <w:rtl/>
                <w:lang w:bidi="fa-IR"/>
              </w:rPr>
              <w:t>دزدتر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ن 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52" w:history="1">
            <w:r w:rsidRPr="003C4811">
              <w:rPr>
                <w:rStyle w:val="Hyperlink"/>
                <w:noProof/>
                <w:rtl/>
                <w:lang w:bidi="fa-IR"/>
              </w:rPr>
              <w:t>نماز در حال کسالت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53" w:history="1">
            <w:r w:rsidRPr="003C4811">
              <w:rPr>
                <w:rStyle w:val="Hyperlink"/>
                <w:noProof/>
                <w:rtl/>
                <w:lang w:bidi="fa-IR"/>
              </w:rPr>
              <w:t>نماز در حالت خواب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54" w:history="1">
            <w:r w:rsidRPr="003C4811">
              <w:rPr>
                <w:rStyle w:val="Hyperlink"/>
                <w:noProof/>
                <w:rtl/>
                <w:lang w:bidi="fa-IR"/>
              </w:rPr>
              <w:t>باز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نکردن در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55" w:history="1">
            <w:r w:rsidRPr="003C4811">
              <w:rPr>
                <w:rStyle w:val="Hyperlink"/>
                <w:noProof/>
                <w:rtl/>
                <w:lang w:bidi="fa-IR"/>
              </w:rPr>
              <w:t>اقامه نماز با توجه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903256" w:history="1">
            <w:r w:rsidRPr="003C4811">
              <w:rPr>
                <w:rStyle w:val="Hyperlink"/>
                <w:noProof/>
                <w:rtl/>
                <w:lang w:bidi="fa-IR"/>
              </w:rPr>
              <w:t>فصل نهم : آثار ترک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57" w:history="1">
            <w:r w:rsidRPr="003C4811">
              <w:rPr>
                <w:rStyle w:val="Hyperlink"/>
                <w:noProof/>
                <w:rtl/>
                <w:lang w:bidi="fa-IR"/>
              </w:rPr>
              <w:t>گرفتار شدن در دوزخ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58" w:history="1">
            <w:r w:rsidRPr="003C4811">
              <w:rPr>
                <w:rStyle w:val="Hyperlink"/>
                <w:noProof/>
                <w:rtl/>
                <w:lang w:bidi="fa-IR"/>
              </w:rPr>
              <w:t>لعنت 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903259" w:history="1">
            <w:r w:rsidRPr="003C4811">
              <w:rPr>
                <w:rStyle w:val="Hyperlink"/>
                <w:noProof/>
                <w:rtl/>
                <w:lang w:bidi="fa-IR"/>
              </w:rPr>
              <w:t>فصل دهم : قبول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60" w:history="1">
            <w:r w:rsidRPr="003C4811">
              <w:rPr>
                <w:rStyle w:val="Hyperlink"/>
                <w:noProof/>
                <w:rtl/>
                <w:lang w:bidi="fa-IR"/>
              </w:rPr>
              <w:t>شرط قبول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61" w:history="1">
            <w:r w:rsidRPr="003C4811">
              <w:rPr>
                <w:rStyle w:val="Hyperlink"/>
                <w:noProof/>
                <w:rtl/>
                <w:lang w:bidi="fa-IR"/>
              </w:rPr>
              <w:t>قبول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نماز ، ع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د 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62" w:history="1">
            <w:r w:rsidRPr="003C4811">
              <w:rPr>
                <w:rStyle w:val="Hyperlink"/>
                <w:noProof/>
                <w:rtl/>
                <w:lang w:bidi="fa-IR"/>
              </w:rPr>
              <w:t>اصلاح ب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ن 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903263" w:history="1">
            <w:r w:rsidRPr="003C4811">
              <w:rPr>
                <w:rStyle w:val="Hyperlink"/>
                <w:noProof/>
                <w:rtl/>
                <w:lang w:bidi="fa-IR"/>
              </w:rPr>
              <w:t xml:space="preserve">فصل 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ازدهم : موانع قبول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64" w:history="1">
            <w:r w:rsidRPr="003C4811">
              <w:rPr>
                <w:rStyle w:val="Hyperlink"/>
                <w:noProof/>
                <w:rtl/>
                <w:lang w:bidi="fa-IR"/>
              </w:rPr>
              <w:t>گناه ، مانع نماز 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65" w:history="1">
            <w:r w:rsidRPr="003C4811">
              <w:rPr>
                <w:rStyle w:val="Hyperlink"/>
                <w:noProof/>
                <w:rtl/>
                <w:lang w:bidi="fa-IR"/>
              </w:rPr>
              <w:t>پرخور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و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66" w:history="1">
            <w:r w:rsidRPr="003C4811">
              <w:rPr>
                <w:rStyle w:val="Hyperlink"/>
                <w:noProof/>
                <w:rtl/>
                <w:lang w:bidi="fa-IR"/>
              </w:rPr>
              <w:t>منع از زکات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903267" w:history="1">
            <w:r w:rsidRPr="003C4811">
              <w:rPr>
                <w:rStyle w:val="Hyperlink"/>
                <w:noProof/>
                <w:rtl/>
                <w:lang w:bidi="fa-IR"/>
              </w:rPr>
              <w:t>فصل دوازدهم : نمازها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مستحب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68" w:history="1">
            <w:r w:rsidRPr="003C4811">
              <w:rPr>
                <w:rStyle w:val="Hyperlink"/>
                <w:noProof/>
                <w:rtl/>
                <w:lang w:bidi="fa-IR"/>
              </w:rPr>
              <w:t>تقدم نماز واجب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69" w:history="1">
            <w:r w:rsidRPr="003C4811">
              <w:rPr>
                <w:rStyle w:val="Hyperlink"/>
                <w:noProof/>
                <w:rtl/>
                <w:lang w:bidi="fa-IR"/>
              </w:rPr>
              <w:t xml:space="preserve">نماز واجب و مستحب پنجاه و 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ک رکعت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70" w:history="1">
            <w:r w:rsidRPr="003C4811">
              <w:rPr>
                <w:rStyle w:val="Hyperlink"/>
                <w:noProof/>
                <w:rtl/>
                <w:lang w:bidi="fa-IR"/>
              </w:rPr>
              <w:t>انجام نافله با اقبال قلب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71" w:history="1">
            <w:r w:rsidRPr="003C4811">
              <w:rPr>
                <w:rStyle w:val="Hyperlink"/>
                <w:noProof/>
                <w:rtl/>
                <w:lang w:bidi="fa-IR"/>
              </w:rPr>
              <w:t>اعتدال در نمازها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مستحب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72" w:history="1">
            <w:r w:rsidRPr="003C4811">
              <w:rPr>
                <w:rStyle w:val="Hyperlink"/>
                <w:noProof/>
                <w:rtl/>
                <w:lang w:bidi="fa-IR"/>
              </w:rPr>
              <w:t>اولو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ت نماز واجب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73" w:history="1">
            <w:r w:rsidRPr="003C4811">
              <w:rPr>
                <w:rStyle w:val="Hyperlink"/>
                <w:noProof/>
                <w:rtl/>
                <w:lang w:bidi="fa-IR"/>
              </w:rPr>
              <w:t>نماز بعد از سفر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903274" w:history="1">
            <w:r w:rsidRPr="003C4811">
              <w:rPr>
                <w:rStyle w:val="Hyperlink"/>
                <w:noProof/>
                <w:rtl/>
                <w:lang w:bidi="fa-IR"/>
              </w:rPr>
              <w:t>فصل س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زدهم : نماز جماعت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75" w:history="1">
            <w:r w:rsidRPr="003C4811">
              <w:rPr>
                <w:rStyle w:val="Hyperlink"/>
                <w:noProof/>
                <w:rtl/>
                <w:lang w:bidi="fa-IR"/>
              </w:rPr>
              <w:t>صف اول نماز جماعت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76" w:history="1">
            <w:r w:rsidRPr="003C4811">
              <w:rPr>
                <w:rStyle w:val="Hyperlink"/>
                <w:noProof/>
                <w:rtl/>
                <w:lang w:bidi="fa-IR"/>
              </w:rPr>
              <w:t>تنظ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م صفها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نماز جماعت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77" w:history="1">
            <w:r w:rsidRPr="003C4811">
              <w:rPr>
                <w:rStyle w:val="Hyperlink"/>
                <w:noProof/>
                <w:rtl/>
                <w:lang w:bidi="fa-IR"/>
              </w:rPr>
              <w:t>خواندن نماز صبح به جماعت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78" w:history="1">
            <w:r w:rsidRPr="003C4811">
              <w:rPr>
                <w:rStyle w:val="Hyperlink"/>
                <w:noProof/>
                <w:rtl/>
                <w:lang w:bidi="fa-IR"/>
              </w:rPr>
              <w:t>مقدار نماز جماعت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79" w:history="1">
            <w:r w:rsidRPr="003C4811">
              <w:rPr>
                <w:rStyle w:val="Hyperlink"/>
                <w:noProof/>
                <w:rtl/>
                <w:lang w:bidi="fa-IR"/>
              </w:rPr>
              <w:t>رعا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ت حال نمازگزاران در نماز جماعت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80" w:history="1">
            <w:r w:rsidRPr="003C4811">
              <w:rPr>
                <w:rStyle w:val="Hyperlink"/>
                <w:noProof/>
                <w:rtl/>
                <w:lang w:bidi="fa-IR"/>
              </w:rPr>
              <w:t>رعا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ت حال نمازگزاران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81" w:history="1">
            <w:r w:rsidRPr="003C4811">
              <w:rPr>
                <w:rStyle w:val="Hyperlink"/>
                <w:noProof/>
                <w:rtl/>
                <w:lang w:bidi="fa-IR"/>
              </w:rPr>
              <w:t>مواظبت بر نماز جماعت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82" w:history="1">
            <w:r w:rsidRPr="003C4811">
              <w:rPr>
                <w:rStyle w:val="Hyperlink"/>
                <w:noProof/>
                <w:rtl/>
                <w:lang w:bidi="fa-IR"/>
              </w:rPr>
              <w:t>امام جماعت برتر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ن افراد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83" w:history="1">
            <w:r w:rsidRPr="003C4811">
              <w:rPr>
                <w:rStyle w:val="Hyperlink"/>
                <w:noProof/>
                <w:rtl/>
                <w:lang w:bidi="fa-IR"/>
              </w:rPr>
              <w:t>شرا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ط امام جماعت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84" w:history="1">
            <w:r w:rsidRPr="003C4811">
              <w:rPr>
                <w:rStyle w:val="Hyperlink"/>
                <w:noProof/>
                <w:rtl/>
                <w:lang w:bidi="fa-IR"/>
              </w:rPr>
              <w:t>شرا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ط امام جماعت و مؤ ذن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85" w:history="1">
            <w:r w:rsidRPr="003C4811">
              <w:rPr>
                <w:rStyle w:val="Hyperlink"/>
                <w:noProof/>
                <w:rtl/>
                <w:lang w:bidi="fa-IR"/>
              </w:rPr>
              <w:t>محروم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ت از امور اجتماع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903286" w:history="1">
            <w:r w:rsidRPr="003C4811">
              <w:rPr>
                <w:rStyle w:val="Hyperlink"/>
                <w:noProof/>
                <w:rtl/>
                <w:lang w:bidi="fa-IR"/>
              </w:rPr>
              <w:t>فصل چهاردهم : نماز 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87" w:history="1">
            <w:r w:rsidRPr="003C4811">
              <w:rPr>
                <w:rStyle w:val="Hyperlink"/>
                <w:noProof/>
                <w:rtl/>
                <w:lang w:bidi="fa-IR"/>
              </w:rPr>
              <w:t>آثار نماز 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88" w:history="1">
            <w:r w:rsidRPr="003C4811">
              <w:rPr>
                <w:rStyle w:val="Hyperlink"/>
                <w:noProof/>
                <w:rtl/>
                <w:lang w:bidi="fa-IR"/>
              </w:rPr>
              <w:t>ترک نکردن نماز 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89" w:history="1">
            <w:r w:rsidRPr="003C4811">
              <w:rPr>
                <w:rStyle w:val="Hyperlink"/>
                <w:noProof/>
                <w:rtl/>
                <w:lang w:bidi="fa-IR"/>
              </w:rPr>
              <w:t>سفارش به نماز 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90" w:history="1">
            <w:r w:rsidRPr="003C4811">
              <w:rPr>
                <w:rStyle w:val="Hyperlink"/>
                <w:noProof/>
                <w:rtl/>
                <w:lang w:bidi="fa-IR"/>
              </w:rPr>
              <w:t>نماز شب در شب عمل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91" w:history="1">
            <w:r w:rsidRPr="003C4811">
              <w:rPr>
                <w:rStyle w:val="Hyperlink"/>
                <w:noProof/>
                <w:rtl/>
                <w:lang w:bidi="fa-IR"/>
              </w:rPr>
              <w:t xml:space="preserve">نماز شب 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اران محمد </w:t>
            </w:r>
            <w:r w:rsidRPr="003C4811">
              <w:rPr>
                <w:rStyle w:val="Hyperlink"/>
                <w:rFonts w:eastAsiaTheme="minorHAnsi" w:cs="Rafed Alaem"/>
                <w:noProof/>
                <w:rtl/>
              </w:rPr>
              <w:t>صلى‌الله‌عليه‌وآله</w:t>
            </w:r>
            <w:r w:rsidRPr="003C4811">
              <w:rPr>
                <w:rStyle w:val="Hyperlink"/>
                <w:noProof/>
                <w:rtl/>
                <w:lang w:bidi="fa-IR"/>
              </w:rPr>
              <w:t>قال عل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4811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3C4811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92" w:history="1">
            <w:r w:rsidRPr="003C4811">
              <w:rPr>
                <w:rStyle w:val="Hyperlink"/>
                <w:noProof/>
                <w:rtl/>
                <w:lang w:bidi="fa-IR"/>
              </w:rPr>
              <w:t>نماز شب شعار پره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زکاران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93" w:history="1">
            <w:r w:rsidRPr="003C4811">
              <w:rPr>
                <w:rStyle w:val="Hyperlink"/>
                <w:noProof/>
                <w:rtl/>
                <w:lang w:bidi="fa-IR"/>
              </w:rPr>
              <w:t>تاءث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ر شب زنده دار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94" w:history="1">
            <w:r w:rsidRPr="003C4811">
              <w:rPr>
                <w:rStyle w:val="Hyperlink"/>
                <w:noProof/>
                <w:rtl/>
                <w:lang w:bidi="fa-IR"/>
              </w:rPr>
              <w:t>آداب نماز شب و شب زنده داران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95" w:history="1">
            <w:r w:rsidRPr="003C4811">
              <w:rPr>
                <w:rStyle w:val="Hyperlink"/>
                <w:noProof/>
                <w:rtl/>
                <w:lang w:bidi="fa-IR"/>
              </w:rPr>
              <w:t>شب زنده دار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96" w:history="1">
            <w:r w:rsidRPr="003C4811">
              <w:rPr>
                <w:rStyle w:val="Hyperlink"/>
                <w:noProof/>
                <w:rtl/>
                <w:lang w:bidi="fa-IR"/>
              </w:rPr>
              <w:t>شب زنده دار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؛ بهار اول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97" w:history="1">
            <w:r w:rsidRPr="003C4811">
              <w:rPr>
                <w:rStyle w:val="Hyperlink"/>
                <w:noProof/>
                <w:rtl/>
                <w:lang w:bidi="fa-IR"/>
              </w:rPr>
              <w:t>توجه مؤ من به نماز 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98" w:history="1">
            <w:r w:rsidRPr="003C4811">
              <w:rPr>
                <w:rStyle w:val="Hyperlink"/>
                <w:noProof/>
                <w:rtl/>
                <w:lang w:bidi="fa-IR"/>
              </w:rPr>
              <w:t>تقوا و نماز 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299" w:history="1">
            <w:r w:rsidRPr="003C4811">
              <w:rPr>
                <w:rStyle w:val="Hyperlink"/>
                <w:noProof/>
                <w:rtl/>
                <w:lang w:bidi="fa-IR"/>
              </w:rPr>
              <w:t>نماز شب ب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روح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Toc1903299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903300" w:history="1">
            <w:r w:rsidRPr="003C4811">
              <w:rPr>
                <w:rStyle w:val="Hyperlink"/>
                <w:noProof/>
                <w:rtl/>
                <w:lang w:bidi="fa-IR"/>
              </w:rPr>
              <w:t>فصل پانزدهم : نماز جمعه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01" w:history="1">
            <w:r w:rsidRPr="003C4811">
              <w:rPr>
                <w:rStyle w:val="Hyperlink"/>
                <w:noProof/>
                <w:rtl/>
                <w:lang w:bidi="fa-IR"/>
              </w:rPr>
              <w:t>وجوب نماز جمعه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02" w:history="1">
            <w:r w:rsidRPr="003C4811">
              <w:rPr>
                <w:rStyle w:val="Hyperlink"/>
                <w:noProof/>
                <w:rtl/>
                <w:lang w:bidi="fa-IR"/>
              </w:rPr>
              <w:t>آداب ورود به نماز جمعه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03" w:history="1">
            <w:r w:rsidRPr="003C4811">
              <w:rPr>
                <w:rStyle w:val="Hyperlink"/>
                <w:noProof/>
                <w:rtl/>
                <w:lang w:bidi="fa-IR"/>
              </w:rPr>
              <w:t>قرائت سوره جمعه و منافق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ن در نماز جمعه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04" w:history="1">
            <w:r w:rsidRPr="003C4811">
              <w:rPr>
                <w:rStyle w:val="Hyperlink"/>
                <w:noProof/>
                <w:rtl/>
                <w:lang w:bidi="fa-IR"/>
              </w:rPr>
              <w:t>سکوت در نماز جمعه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05" w:history="1">
            <w:r w:rsidRPr="003C4811">
              <w:rPr>
                <w:rStyle w:val="Hyperlink"/>
                <w:noProof/>
                <w:rtl/>
                <w:lang w:bidi="fa-IR"/>
              </w:rPr>
              <w:t>گوش دادن به خطبه ها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نماز جمعه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06" w:history="1">
            <w:r w:rsidRPr="003C4811">
              <w:rPr>
                <w:rStyle w:val="Hyperlink"/>
                <w:noProof/>
                <w:rtl/>
                <w:lang w:bidi="fa-IR"/>
              </w:rPr>
              <w:t>کفا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ت نماز جمعه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07" w:history="1">
            <w:r w:rsidRPr="003C4811">
              <w:rPr>
                <w:rStyle w:val="Hyperlink"/>
                <w:noProof/>
                <w:rtl/>
                <w:lang w:bidi="fa-IR"/>
              </w:rPr>
              <w:t>اثر مخالفت با نماز جمعه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08" w:history="1">
            <w:r w:rsidRPr="003C4811">
              <w:rPr>
                <w:rStyle w:val="Hyperlink"/>
                <w:noProof/>
                <w:rtl/>
                <w:lang w:bidi="fa-IR"/>
              </w:rPr>
              <w:t>مرگ در راه نماز جمعه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09" w:history="1">
            <w:r w:rsidRPr="003C4811">
              <w:rPr>
                <w:rStyle w:val="Hyperlink"/>
                <w:noProof/>
                <w:rtl/>
                <w:lang w:bidi="fa-IR"/>
              </w:rPr>
              <w:t>ترس از عدم حضور در نماز جمعه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10" w:history="1">
            <w:r w:rsidRPr="003C4811">
              <w:rPr>
                <w:rStyle w:val="Hyperlink"/>
                <w:noProof/>
                <w:rtl/>
                <w:lang w:bidi="fa-IR"/>
              </w:rPr>
              <w:t>ترک نماز جمعه بدون عذر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11" w:history="1">
            <w:r w:rsidRPr="003C4811">
              <w:rPr>
                <w:rStyle w:val="Hyperlink"/>
                <w:noProof/>
                <w:rtl/>
                <w:lang w:bidi="fa-IR"/>
              </w:rPr>
              <w:t>افراد معاف از نماز جمعه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12" w:history="1">
            <w:r w:rsidRPr="003C4811">
              <w:rPr>
                <w:rStyle w:val="Hyperlink"/>
                <w:noProof/>
                <w:rtl/>
                <w:lang w:bidi="fa-IR"/>
              </w:rPr>
              <w:t>مسافرت فقط با عذر شرع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903313" w:history="1">
            <w:r w:rsidRPr="003C4811">
              <w:rPr>
                <w:rStyle w:val="Hyperlink"/>
                <w:noProof/>
                <w:rtl/>
                <w:lang w:bidi="fa-IR"/>
              </w:rPr>
              <w:t>فصل شانزدهم : مسجد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14" w:history="1">
            <w:r w:rsidRPr="003C4811">
              <w:rPr>
                <w:rStyle w:val="Hyperlink"/>
                <w:noProof/>
                <w:rtl/>
                <w:lang w:bidi="fa-IR"/>
              </w:rPr>
              <w:t>حر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م مسجد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15" w:history="1">
            <w:r w:rsidRPr="003C4811">
              <w:rPr>
                <w:rStyle w:val="Hyperlink"/>
                <w:noProof/>
                <w:rtl/>
                <w:lang w:bidi="fa-IR"/>
              </w:rPr>
              <w:t>احترام به مسجد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16" w:history="1">
            <w:r w:rsidRPr="003C4811">
              <w:rPr>
                <w:rStyle w:val="Hyperlink"/>
                <w:noProof/>
                <w:rtl/>
                <w:lang w:bidi="fa-IR"/>
              </w:rPr>
              <w:t>همسا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ه مسجد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17" w:history="1">
            <w:r w:rsidRPr="003C4811">
              <w:rPr>
                <w:rStyle w:val="Hyperlink"/>
                <w:noProof/>
                <w:rtl/>
                <w:lang w:bidi="fa-IR"/>
              </w:rPr>
              <w:t>نماز همسا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ه مسجد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18" w:history="1">
            <w:r w:rsidRPr="003C4811">
              <w:rPr>
                <w:rStyle w:val="Hyperlink"/>
                <w:noProof/>
                <w:rtl/>
                <w:lang w:bidi="fa-IR"/>
              </w:rPr>
              <w:t>آباد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مسجد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19" w:history="1">
            <w:r w:rsidRPr="003C4811">
              <w:rPr>
                <w:rStyle w:val="Hyperlink"/>
                <w:noProof/>
                <w:rtl/>
                <w:lang w:bidi="fa-IR"/>
              </w:rPr>
              <w:t>آداب ورود به مسجد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20" w:history="1">
            <w:r w:rsidRPr="003C4811">
              <w:rPr>
                <w:rStyle w:val="Hyperlink"/>
                <w:noProof/>
                <w:rtl/>
                <w:lang w:bidi="fa-IR"/>
              </w:rPr>
              <w:t>نرفتن به مسجد با دهان بدبو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21" w:history="1">
            <w:r w:rsidRPr="003C4811">
              <w:rPr>
                <w:rStyle w:val="Hyperlink"/>
                <w:noProof/>
                <w:rtl/>
                <w:lang w:bidi="fa-IR"/>
              </w:rPr>
              <w:t>فض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لت نماز در مکانها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مقدس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22" w:history="1">
            <w:r w:rsidRPr="003C4811">
              <w:rPr>
                <w:rStyle w:val="Hyperlink"/>
                <w:noProof/>
                <w:rtl/>
                <w:lang w:bidi="fa-IR"/>
              </w:rPr>
              <w:t>فض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لت مساجد خاص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23" w:history="1">
            <w:r w:rsidRPr="003C4811">
              <w:rPr>
                <w:rStyle w:val="Hyperlink"/>
                <w:noProof/>
                <w:rtl/>
                <w:lang w:bidi="fa-IR"/>
              </w:rPr>
              <w:t>نماز در مسجد الحرام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24" w:history="1">
            <w:r w:rsidRPr="003C4811">
              <w:rPr>
                <w:rStyle w:val="Hyperlink"/>
                <w:noProof/>
                <w:rtl/>
                <w:lang w:bidi="fa-IR"/>
              </w:rPr>
              <w:t>نشستن رو به قبله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25" w:history="1">
            <w:r w:rsidRPr="003C4811">
              <w:rPr>
                <w:rStyle w:val="Hyperlink"/>
                <w:noProof/>
                <w:rtl/>
                <w:lang w:bidi="fa-IR"/>
              </w:rPr>
              <w:t>نشستن در مسجد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26" w:history="1">
            <w:r w:rsidRPr="003C4811">
              <w:rPr>
                <w:rStyle w:val="Hyperlink"/>
                <w:noProof/>
                <w:rtl/>
                <w:lang w:bidi="fa-IR"/>
              </w:rPr>
              <w:t>خوشبوکردن مسجد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27" w:history="1">
            <w:r w:rsidRPr="003C4811">
              <w:rPr>
                <w:rStyle w:val="Hyperlink"/>
                <w:noProof/>
                <w:rtl/>
                <w:lang w:bidi="fa-IR"/>
              </w:rPr>
              <w:t>رعا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ت بهداشت در مسجد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28" w:history="1">
            <w:r w:rsidRPr="003C4811">
              <w:rPr>
                <w:rStyle w:val="Hyperlink"/>
                <w:noProof/>
                <w:rtl/>
                <w:lang w:bidi="fa-IR"/>
              </w:rPr>
              <w:t>افزا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>ش روز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903329" w:history="1">
            <w:r w:rsidRPr="003C4811">
              <w:rPr>
                <w:rStyle w:val="Hyperlink"/>
                <w:noProof/>
                <w:rtl/>
                <w:lang w:bidi="fa-IR"/>
              </w:rPr>
              <w:t>فصل هفدهم : نماز و خانواده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30" w:history="1">
            <w:r w:rsidRPr="003C4811">
              <w:rPr>
                <w:rStyle w:val="Hyperlink"/>
                <w:noProof/>
                <w:rtl/>
                <w:lang w:bidi="fa-IR"/>
              </w:rPr>
              <w:t>آموزش نماز به فرزندان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31" w:history="1">
            <w:r w:rsidRPr="003C4811">
              <w:rPr>
                <w:rStyle w:val="Hyperlink"/>
                <w:noProof/>
                <w:rtl/>
                <w:lang w:bidi="fa-IR"/>
              </w:rPr>
              <w:t>آموزش نماز به فرزندان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32" w:history="1">
            <w:r w:rsidRPr="003C4811">
              <w:rPr>
                <w:rStyle w:val="Hyperlink"/>
                <w:noProof/>
                <w:rtl/>
                <w:lang w:bidi="fa-IR"/>
              </w:rPr>
              <w:t>سفارش امام عل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C4811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3C4811">
              <w:rPr>
                <w:rStyle w:val="Hyperlink"/>
                <w:noProof/>
                <w:rtl/>
                <w:lang w:bidi="fa-IR"/>
              </w:rPr>
              <w:t>به فرزندش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33" w:history="1">
            <w:r w:rsidRPr="003C4811">
              <w:rPr>
                <w:rStyle w:val="Hyperlink"/>
                <w:noProof/>
                <w:rtl/>
                <w:lang w:bidi="fa-IR"/>
              </w:rPr>
              <w:t>زمان نماز کودکان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34" w:history="1">
            <w:r w:rsidRPr="003C4811">
              <w:rPr>
                <w:rStyle w:val="Hyperlink"/>
                <w:noProof/>
                <w:rtl/>
                <w:lang w:bidi="fa-IR"/>
              </w:rPr>
              <w:t>همراه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طفل برا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903335" w:history="1">
            <w:r w:rsidRPr="003C4811">
              <w:rPr>
                <w:rStyle w:val="Hyperlink"/>
                <w:noProof/>
                <w:rtl/>
                <w:lang w:bidi="fa-IR"/>
              </w:rPr>
              <w:t>نماز و خانواده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903336" w:history="1">
            <w:r w:rsidRPr="003C4811">
              <w:rPr>
                <w:rStyle w:val="Hyperlink"/>
                <w:noProof/>
                <w:rtl/>
                <w:lang w:bidi="fa-IR"/>
              </w:rPr>
              <w:t>پ</w:t>
            </w:r>
            <w:r w:rsidRPr="003C481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C4811">
              <w:rPr>
                <w:rStyle w:val="Hyperlink"/>
                <w:noProof/>
                <w:rtl/>
                <w:lang w:bidi="fa-IR"/>
              </w:rPr>
              <w:t xml:space="preserve"> نوشتها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903337" w:history="1">
            <w:r w:rsidRPr="003C4811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Toc1903337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F1549" w:rsidRDefault="00DF1549">
          <w:r>
            <w:fldChar w:fldCharType="end"/>
          </w:r>
        </w:p>
      </w:sdtContent>
    </w:sdt>
    <w:p w:rsidR="003316DC" w:rsidRPr="003316DC" w:rsidRDefault="003316DC" w:rsidP="003316DC">
      <w:pPr>
        <w:pStyle w:val="libNormal"/>
        <w:rPr>
          <w:rtl/>
        </w:rPr>
      </w:pPr>
    </w:p>
    <w:sectPr w:rsidR="003316DC" w:rsidRPr="003316DC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00F" w:rsidRDefault="00BE400F">
      <w:r>
        <w:separator/>
      </w:r>
    </w:p>
  </w:endnote>
  <w:endnote w:type="continuationSeparator" w:id="0">
    <w:p w:rsidR="00BE400F" w:rsidRDefault="00BE40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087" w:rsidRDefault="00711087">
    <w:pPr>
      <w:pStyle w:val="Footer"/>
    </w:pPr>
    <w:fldSimple w:instr=" PAGE   \* MERGEFORMAT ">
      <w:r w:rsidR="00DF1549">
        <w:rPr>
          <w:noProof/>
          <w:rtl/>
        </w:rPr>
        <w:t>146</w:t>
      </w:r>
    </w:fldSimple>
  </w:p>
  <w:p w:rsidR="00711087" w:rsidRDefault="0071108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087" w:rsidRDefault="00711087">
    <w:pPr>
      <w:pStyle w:val="Footer"/>
    </w:pPr>
    <w:fldSimple w:instr=" PAGE   \* MERGEFORMAT ">
      <w:r w:rsidR="00DF1549">
        <w:rPr>
          <w:noProof/>
          <w:rtl/>
        </w:rPr>
        <w:t>147</w:t>
      </w:r>
    </w:fldSimple>
  </w:p>
  <w:p w:rsidR="00711087" w:rsidRDefault="0071108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087" w:rsidRDefault="00711087">
    <w:pPr>
      <w:pStyle w:val="Footer"/>
    </w:pPr>
    <w:fldSimple w:instr=" PAGE   \* MERGEFORMAT ">
      <w:r w:rsidR="003316DC">
        <w:rPr>
          <w:noProof/>
          <w:rtl/>
        </w:rPr>
        <w:t>1</w:t>
      </w:r>
    </w:fldSimple>
  </w:p>
  <w:p w:rsidR="00711087" w:rsidRDefault="0071108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00F" w:rsidRDefault="00BE400F">
      <w:r>
        <w:separator/>
      </w:r>
    </w:p>
  </w:footnote>
  <w:footnote w:type="continuationSeparator" w:id="0">
    <w:p w:rsidR="00BE400F" w:rsidRDefault="00BE40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778"/>
    <w:rsid w:val="00005A19"/>
    <w:rsid w:val="00010942"/>
    <w:rsid w:val="000146F2"/>
    <w:rsid w:val="000217A6"/>
    <w:rsid w:val="00024AA0"/>
    <w:rsid w:val="000267FE"/>
    <w:rsid w:val="00030622"/>
    <w:rsid w:val="00040272"/>
    <w:rsid w:val="00040798"/>
    <w:rsid w:val="00043023"/>
    <w:rsid w:val="00054406"/>
    <w:rsid w:val="00061EB6"/>
    <w:rsid w:val="0006216A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2778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134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16DC"/>
    <w:rsid w:val="003339D0"/>
    <w:rsid w:val="003353BB"/>
    <w:rsid w:val="0033620A"/>
    <w:rsid w:val="0034239A"/>
    <w:rsid w:val="003452B6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60EB"/>
    <w:rsid w:val="00497042"/>
    <w:rsid w:val="004A0866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448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1087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3A10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67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353CE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3A00"/>
    <w:rsid w:val="009D6CB0"/>
    <w:rsid w:val="009D76C1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079B9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400F"/>
    <w:rsid w:val="00BE5940"/>
    <w:rsid w:val="00BE7ED8"/>
    <w:rsid w:val="00BF3B5E"/>
    <w:rsid w:val="00C005CF"/>
    <w:rsid w:val="00C07E02"/>
    <w:rsid w:val="00C121B4"/>
    <w:rsid w:val="00C1570C"/>
    <w:rsid w:val="00C22361"/>
    <w:rsid w:val="00C26D10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B6CD3"/>
    <w:rsid w:val="00CC0833"/>
    <w:rsid w:val="00CC12EE"/>
    <w:rsid w:val="00CC156E"/>
    <w:rsid w:val="00CC1B44"/>
    <w:rsid w:val="00CC4FE6"/>
    <w:rsid w:val="00CC6D82"/>
    <w:rsid w:val="00CD1FC1"/>
    <w:rsid w:val="00CD66FF"/>
    <w:rsid w:val="00CD72D4"/>
    <w:rsid w:val="00CE30CD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27E3"/>
    <w:rsid w:val="00DE4448"/>
    <w:rsid w:val="00DE49C9"/>
    <w:rsid w:val="00DE7035"/>
    <w:rsid w:val="00DF1549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33B32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508A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76C1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character" w:customStyle="1" w:styleId="ayatext">
    <w:name w:val="ayatext"/>
    <w:basedOn w:val="DefaultParagraphFont"/>
    <w:rsid w:val="00E33B32"/>
  </w:style>
  <w:style w:type="character" w:customStyle="1" w:styleId="sign">
    <w:name w:val="sign"/>
    <w:basedOn w:val="DefaultParagraphFont"/>
    <w:rsid w:val="00E33B32"/>
  </w:style>
  <w:style w:type="paragraph" w:styleId="TOC6">
    <w:name w:val="toc 6"/>
    <w:basedOn w:val="Normal"/>
    <w:next w:val="Normal"/>
    <w:autoRedefine/>
    <w:uiPriority w:val="39"/>
    <w:unhideWhenUsed/>
    <w:rsid w:val="003316DC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3316DC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3316DC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3316DC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%201440\M-gmadi_alsani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41B8C-B948-486F-A885-D74773D12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Persian.dotx</Template>
  <TotalTime>168</TotalTime>
  <Pages>156</Pages>
  <Words>15463</Words>
  <Characters>88144</Characters>
  <Application>Microsoft Office Word</Application>
  <DocSecurity>0</DocSecurity>
  <Lines>734</Lines>
  <Paragraphs>206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103401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8</cp:revision>
  <cp:lastPrinted>1601-01-01T00:00:00Z</cp:lastPrinted>
  <dcterms:created xsi:type="dcterms:W3CDTF">2019-02-23T10:14:00Z</dcterms:created>
  <dcterms:modified xsi:type="dcterms:W3CDTF">2019-02-24T08:47:00Z</dcterms:modified>
</cp:coreProperties>
</file>