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34" w:rsidRDefault="00B16A34" w:rsidP="00B16A34">
      <w:pPr>
        <w:pStyle w:val="libNotice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B16A34" w:rsidRPr="00FC27AF" w:rsidRDefault="00B16A34" w:rsidP="00B16A34">
      <w:pPr>
        <w:pStyle w:val="libNotice"/>
        <w:bidi w:val="0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3B58" w:rsidRDefault="003C3B58" w:rsidP="003C3B58">
      <w:pPr>
        <w:pStyle w:val="libCenterBold1"/>
        <w:rPr>
          <w:rtl/>
          <w:lang w:bidi="fa-IR"/>
        </w:rPr>
      </w:pPr>
      <w:r>
        <w:rPr>
          <w:rtl/>
          <w:lang w:bidi="fa-IR"/>
        </w:rPr>
        <w:t>.ام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آخر</w:t>
      </w:r>
    </w:p>
    <w:p w:rsidR="003C3B58" w:rsidRDefault="003C3B58" w:rsidP="003C3B58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 xml:space="preserve"> حسن محمود</w:t>
      </w:r>
      <w:r>
        <w:rPr>
          <w:rFonts w:hint="cs"/>
          <w:rtl/>
          <w:lang w:bidi="fa-IR"/>
        </w:rPr>
        <w:t>ی.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3B58" w:rsidRDefault="003C3B58" w:rsidP="003C3B58">
      <w:pPr>
        <w:pStyle w:val="Heading1"/>
        <w:rPr>
          <w:rtl/>
          <w:lang w:bidi="fa-IR"/>
        </w:rPr>
      </w:pPr>
      <w:bookmarkStart w:id="0" w:name="_Toc524335968"/>
      <w:r>
        <w:rPr>
          <w:rFonts w:hint="eastAsia"/>
          <w:rtl/>
          <w:lang w:bidi="fa-IR"/>
        </w:rPr>
        <w:t>توبه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bookmarkEnd w:id="0"/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غم</w:t>
      </w:r>
      <w:r>
        <w:rPr>
          <w:rtl/>
          <w:lang w:bidi="fa-IR"/>
        </w:rPr>
        <w:t xml:space="preserve"> و اندوه، خانه را فرا گرفته است. اهل خانه کم حرف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حوصله شده اند، سه روز است که پدر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است،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به خاطر زهدش با عشق به او اقتداء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او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کوچه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جوان و کودک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انتظار احترام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</w:t>
      </w:r>
      <w:r>
        <w:rPr>
          <w:rFonts w:hint="eastAsia"/>
          <w:rtl/>
          <w:lang w:bidi="fa-IR"/>
        </w:rPr>
        <w:t>شت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مقتدا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 اخلاق خوبش، همه را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کرده و اخلاص وجودش، در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را عطر آگ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نموده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غم</w:t>
      </w:r>
      <w:r>
        <w:rPr>
          <w:rtl/>
          <w:lang w:bidi="fa-IR"/>
        </w:rPr>
        <w:t xml:space="preserve"> فراق، نه تنها اهل خانه، بلکه اهل روستا را هم فرا گرفته بود و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پدرشان را از دست داده بودند.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شاداب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را نداشتند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کاهگل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حرف 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 کنار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خاطرات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گذشته</w:t>
      </w:r>
      <w:r>
        <w:rPr>
          <w:rtl/>
          <w:lang w:bidi="fa-IR"/>
        </w:rPr>
        <w:t xml:space="preserve"> را در دل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که کمرش از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زدن خسته شده بود تکان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خودش</w:t>
      </w:r>
      <w:r>
        <w:rPr>
          <w:rtl/>
          <w:lang w:bidi="fa-IR"/>
        </w:rPr>
        <w:t xml:space="preserve"> داد و گفت: «خدا رحتمش کند. چه رونق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مسجد داده بود امّا حالا، نه امام جماعت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نه رمق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رفتن.»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تازگ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سنّش از 50 سال گذشته بود. با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گرفته و محزون گفت: «به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گذشت،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با خودم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کلنجار رفتم و فکر کردم، تنها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ذهنم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سراغ حسن، پسر حاج آقا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او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پدرش را پرکند و امام جماعت مسجد شود.»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قاسم</w:t>
      </w:r>
      <w:r>
        <w:rPr>
          <w:rtl/>
          <w:lang w:bidi="fa-IR"/>
        </w:rPr>
        <w:t xml:space="preserve"> آقا که از حرف حاج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کّه</w:t>
      </w:r>
      <w:r>
        <w:rPr>
          <w:rtl/>
          <w:lang w:bidi="fa-IR"/>
        </w:rPr>
        <w:t xml:space="preserve"> خورده بود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شد و گفت: «چ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مگر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سواد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خواهد، معلومات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خواهد، امام جماعت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عادل باشد، حسن که درس نخوانده، مکتب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نرفته؟»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آرامش گفت: «فکر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مسائل را هم کرده ام، با خودم گفتم بالاخره، حسن، پسر حاج آقاست هرچ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به ارث برده، از عهده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نماز جماعت که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20 سال در خانه حاج آقا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کرده، مطمئناً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مسائل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گرفته است.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موافق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 سراغش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مشکل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را حل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قاسم</w:t>
      </w:r>
      <w:r>
        <w:rPr>
          <w:rtl/>
          <w:lang w:bidi="fa-IR"/>
        </w:rPr>
        <w:t xml:space="preserve"> آقا در ادامه گفت: «اگر قبول نکرد چه؟»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323E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گفت: «نگران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فکر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را</w:t>
      </w:r>
      <w:r w:rsidR="003323EA">
        <w:rPr>
          <w:lang w:bidi="fa-IR"/>
        </w:rPr>
        <w:t xml:space="preserve"> </w:t>
      </w: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ام. حسن آقا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داشت داماد من شود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خاطر مسائل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 و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حالا از مسائل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قبلاً بوده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</w:t>
      </w:r>
      <w:r>
        <w:rPr>
          <w:rtl/>
          <w:lang w:bidi="fa-IR"/>
        </w:rPr>
        <w:lastRenderedPageBreak/>
        <w:t>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صورت قبول کردن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پدرش، داماد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اجازه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کفن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</w:t>
      </w:r>
      <w:r>
        <w:rPr>
          <w:rtl/>
          <w:lang w:bidi="fa-IR"/>
        </w:rPr>
        <w:t xml:space="preserve"> خشک شود بعد فکر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پکر شده بود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«حالا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ما فقط قرارش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الآن هم بلند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بلکه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مشکل مسجد را حل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همراه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االلَّه»</w:t>
      </w:r>
      <w:r>
        <w:rPr>
          <w:rtl/>
          <w:lang w:bidi="fa-IR"/>
        </w:rPr>
        <w:t xml:space="preserve"> وارد خانه حسن آقا شدند. بعد از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تعارفات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حاج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صاف کرد و گفت: «خدا حاج آقا را رحمت کند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روستا باعث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برکت بود، شما هم که پسر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احساس شود،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پدرت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داد؛ مثلاً تو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مسجد، امام جماعت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سؤالات جواب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کل،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خداب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امرزت</w:t>
      </w:r>
      <w:r>
        <w:rPr>
          <w:rtl/>
          <w:lang w:bidi="fa-IR"/>
        </w:rPr>
        <w:t xml:space="preserve"> را به عهده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حسن،</w:t>
      </w:r>
      <w:r>
        <w:rPr>
          <w:rtl/>
          <w:lang w:bidi="fa-IR"/>
        </w:rPr>
        <w:t xml:space="preserve"> هاج و واج مانده بود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حاج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 گفت: «من نه درس خوانده ام که بتوانم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نه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بلدم.»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قاسم</w:t>
      </w:r>
      <w:r>
        <w:rPr>
          <w:rtl/>
          <w:lang w:bidi="fa-IR"/>
        </w:rPr>
        <w:t xml:space="preserve"> آقا اجازه نداد حسن حرفش را ادامه بدهد و با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گفت: «به هر حال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خدمت حاج آقا بوده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حتماً از اخلاق و کمالات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ارث به شما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هنوز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بود، اصلاً فکرش کار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جوابش معلوم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اصرار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بزرگترها...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جابه جا شد و گفت: «حسن آقا! اگر قبول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 هم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هم حقوق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مقرر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همه مهم تر، دخترم را به عقد شما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نماز خواندن که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ندارد... 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شد و به طرف عمامه حاج آقا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تاقچه بود رفت، همه چشم ها را هم دنبال خودش برد. </w:t>
      </w:r>
      <w:r>
        <w:rPr>
          <w:rtl/>
          <w:lang w:bidi="fa-IR"/>
        </w:rPr>
        <w:lastRenderedPageBreak/>
        <w:t>عمّامه را برداشت و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سراغ حسن آقا آمد و با فرستادن صلوات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عمّامه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حسن آقا گذاشت و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مغرب و عشاء منتظر شما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االلَّه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دارد.» حسن آقا خشکش زده بود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بدرقه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تا دم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رفتند و حسن آقا را با افکار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تنها گذاشتند، وقت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مغرب نمانده بود.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چه کند با خودش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به هر حال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از ثواب نماز جماعت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احتمالاً روح پدرم هم شاد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شود...».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اکبر مؤذن، حسن آقا با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خداب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امرزش</w:t>
      </w:r>
      <w:r>
        <w:rPr>
          <w:rtl/>
          <w:lang w:bidi="fa-IR"/>
        </w:rPr>
        <w:t xml:space="preserve"> وارد مسجد شد،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به احترامش بلند شدند و با صلوات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روانه محراب کردند.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اهل نماز بود اما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امام جماعت را داشته باشد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منوال گذشت.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مذاق حسن آقا مزه کرده بود، احترام مردم، قول ازدواج با دختر حاج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مقرر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ماه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پرداخت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...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کنار محراب مسجد، به حسن آقا گفت: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حاج آقا! اگر در نماز حواسمان نباشد و قنوت را نخوان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نمازمان باطل است؟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که حکم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مسائل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دانست،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گفت: خوب معلوم است که باطل است، نماز بدون قنوت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روزها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منوال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مراسم عقد و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آقا هم با دختر حاج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داللَّه</w:t>
      </w:r>
      <w:r>
        <w:rPr>
          <w:rtl/>
          <w:lang w:bidi="fa-IR"/>
        </w:rPr>
        <w:t xml:space="preserve"> به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خرّم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برگزار شد تا وعده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بزرگان هم تحقق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باشد.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وجوهات</w:t>
      </w:r>
      <w:r>
        <w:rPr>
          <w:rtl/>
          <w:lang w:bidi="fa-IR"/>
        </w:rPr>
        <w:t xml:space="preserve"> و پول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خمس و زکات به عنوان واسطه به دست شخص حسن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در موارد خاص، با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خودش به مصرف برساند؛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که با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آشنا نبود همه را خرج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هر چند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خمس و زکات به او تعلق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اهمال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مصرف آنها عادت کرده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حدود</w:t>
      </w:r>
      <w:r>
        <w:rPr>
          <w:rtl/>
          <w:lang w:bidi="fa-IR"/>
        </w:rPr>
        <w:t xml:space="preserve"> دوازده سال گذشت. مردم با صفا و ساده روستا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پدر حسن آقا داشتند او را در هاله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احترامشان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 که حسن آقا عازم مسجد بود به سفارش همسرش قبل از رفتن،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انداخت، در حال شانه زدن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 که متوجه شد 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است.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شِ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در دست گرفت و به فکر </w:t>
      </w:r>
      <w:r>
        <w:rPr>
          <w:rtl/>
          <w:lang w:bidi="fa-IR"/>
        </w:rPr>
        <w:lastRenderedPageBreak/>
        <w:t>فرو رفت و</w:t>
      </w:r>
      <w:r w:rsidR="00B004D7">
        <w:rPr>
          <w:lang w:bidi="fa-IR"/>
        </w:rPr>
        <w:t xml:space="preserve"> </w:t>
      </w:r>
      <w:r>
        <w:rPr>
          <w:rtl/>
          <w:lang w:bidi="fa-IR"/>
        </w:rPr>
        <w:t>با خود گفت:« حسن، آخرش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علامت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هم، مرگ به سراغ آدم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بعد از مرگ هم عذاب قبر، برزخ و حساب و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هم که دروغ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چند سال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ارزش ناخوش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آن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ندارد.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 کنم؟ من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اشتباه رفته ام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 خراب کرده ام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سؤالاتشان اشتباه پاسخ داده ام، حالا چه کنم؟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مرگ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امت،</w:t>
      </w:r>
      <w:r>
        <w:rPr>
          <w:rtl/>
          <w:lang w:bidi="fa-IR"/>
        </w:rPr>
        <w:t xml:space="preserve"> منقلب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مرگ بد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عاقبت شرّ، به خدا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امّا من همه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شرّ شده است.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اگر فرشتگان از من سؤال کنند که پول ها را چه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اگر بپرسند چرا با نماز مردم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بدهم؟»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فکرها، قطره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اشک را بر گونه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آقا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خودش را گرفت که به مسجد برود و همه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کند و از آنها حلال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بطلبد.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اضطراب و 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لرزان عازم مسجد شد. کوچه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سر گذاشت، با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وارد مسجد شد. مثل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صف ها پر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بود،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صف ها خودش را 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محراب رساند امّا برخلاف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وارد محراب نشد، به س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 کرد و نفس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مردم انگار بو برده باشند که خبر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سکوت کردند.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با گفتن بسم اللَّه گفت: من از اوّل هم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نبودم،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اصرار کردند. من از همان اول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اقت</w:t>
      </w:r>
      <w:r>
        <w:rPr>
          <w:rtl/>
          <w:lang w:bidi="fa-IR"/>
        </w:rPr>
        <w:t xml:space="preserve"> امام جماعت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ندارم،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خواهران محترم!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دوازده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را به من اقتدا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نمازها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همه باطل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را قضا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هرچه سؤال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از خودم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درست 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نه، همه خمس و زکات ها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خرج کرده ام و ... . حالا هم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شده ام و آمده ام که حلالم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مرا به حال خودم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تعجّب دهانشان باز مانده بود، مردم مانده بودند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گرفته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 را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زده است.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>12 سال نماز، مگر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قضا شود؟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کارد</w:t>
      </w:r>
      <w:r>
        <w:rPr>
          <w:rtl/>
          <w:lang w:bidi="fa-IR"/>
        </w:rPr>
        <w:t xml:space="preserve"> به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خونشان 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 حسن آقا، ساکت منتظر عکس العمل مردم بود. مردم هم منتظر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پدرخانم حسن آقا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شد و رو به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ما، اهل تواضع و شکسته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است...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خواهد... حسن آقا حرف حاج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قطع کرد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حرف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گذشته است و من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گفتم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خودتان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گفت و آمد تا از مسجد خارج شود امّا در حلقه محاصره مردم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افتاد...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تنها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 با دست و 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پاره شده از خشم مردم آواره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شده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شهر</w:t>
      </w:r>
      <w:r>
        <w:rPr>
          <w:rtl/>
          <w:lang w:bidi="fa-IR"/>
        </w:rPr>
        <w:t xml:space="preserve"> شاهرود را پشت سر گذاشت و خسته کنار تخته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به عاقبت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خودش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حالا که همه مرا از خودشان راندند،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و بچه 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کردند به کجا بروم و چه کنم؟ چه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انتظارم خواهد بود؟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توبه کرده ام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برگشته ام، خودت به دادم برس...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شد تا حرکتش را ادامه دهد که متوجه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دور شد که در حال آمدن بود. خواست خودش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آن شخص وضع دلخراشش را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امّا مگر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شخص به سمت حسن آقا آمد و به محض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سلام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به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شرمنده، جواب سلامش را داد.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به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مقصد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آواره شده ام... 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من به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اگر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باهم همراه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که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غربت، غم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افزون کرده بود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جوابش را داد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شخص از حال و روز و اوضاع و احوال حسن آقا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تمام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شخص به حسن آقا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خوب</w:t>
      </w:r>
      <w:r>
        <w:rPr>
          <w:rtl/>
          <w:lang w:bidi="fa-IR"/>
        </w:rPr>
        <w:t xml:space="preserve"> حالا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جبران کارت، به تهران برو و درس طلبگ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طلبه با تقوا و فاضل شو.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با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دارم امّا من الآن حدود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سه چهار سالم 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درس بخوانم.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توکّلت</w:t>
      </w:r>
      <w:r>
        <w:rPr>
          <w:rtl/>
          <w:lang w:bidi="fa-IR"/>
        </w:rPr>
        <w:t xml:space="preserve"> به خدا باشد ان شاء اللَّه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اصرار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حسن آقا را مصمّم کرد تا به محض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تهران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برود و درس طلبگ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شروع کند.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شهر تهران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که آن شخص به حسن آقا گفت: حالا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طلبه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 خانه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 و بگو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حجره 9 مدرسه را به شما بدهد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درخواست کن که کلاس درس شرح امثله (درس سال اول حوزه)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بگذارد و اگر گفت من وقت ندارم بگو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 قبل از اذان که در خانه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درس بگو...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ضمن اگر با من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من در مسجد... هستم.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که از معلومات و لطف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</w:t>
      </w:r>
      <w:r>
        <w:rPr>
          <w:rtl/>
          <w:lang w:bidi="fa-IR"/>
        </w:rPr>
        <w:t xml:space="preserve"> بهره مند شده بود، دلش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با او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امّا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به سمت منزل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در خانه را زد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حجره را کرد، جناب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پرسش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حسن آقا داد.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پس از گرفتن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درس شرح امثله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وقت ندارم من از صبح مشغول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حوزه هستم.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 قبل از ظهر که به منزل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 را اگر مرحمت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ممنون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قبول کردن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اللَّه، حسن آقا طلبگ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شروع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که دلش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</w:t>
      </w:r>
      <w:r>
        <w:rPr>
          <w:rtl/>
          <w:lang w:bidi="fa-IR"/>
        </w:rPr>
        <w:t xml:space="preserve"> تنگ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به مسجد محل وعده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با او درد 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هفته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و همسر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متوجه شد که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حاج آقا قبل از ظهر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کلاس است، کتاب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درس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شود و همان طور هم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</w:t>
      </w:r>
      <w:r>
        <w:rPr>
          <w:rtl/>
          <w:lang w:bidi="fa-IR"/>
        </w:rPr>
        <w:t xml:space="preserve"> رفته بود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 را هم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شخص گفت: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بگو کتابش را خانمش در بقچه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قرمز رنگ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رختخواب ها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حسن</w:t>
      </w:r>
      <w:r>
        <w:rPr>
          <w:rtl/>
          <w:lang w:bidi="fa-IR"/>
        </w:rPr>
        <w:t xml:space="preserve"> آقا خوشحال به منزل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رفت و او را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مطّلع کرد.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رختخواب ها را کنار زد با بقچه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قرمز رنگ مواجه شد، به محض باز کردن بقچه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کتاب،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جا خشکش زد،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مسائل را 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خودش را به حسن آقا رساند و گفت: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مسائل را 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 قبل از ظهر وقتم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کتاب را همسرم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رختخواب ها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اصلاً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من خودم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که چطور شد قبول کردم به شما درس بدهم، شرح امثله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طلبه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دوّم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درس بدهد.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چرا من نشناخته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حجره را به شما دادم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واقعاً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مسائل را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به من گفته است.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با تعجب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اسمش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گفت اسمش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گفت،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اشک</w:t>
      </w:r>
      <w:r>
        <w:rPr>
          <w:rtl/>
          <w:lang w:bidi="fa-IR"/>
        </w:rPr>
        <w:t xml:space="preserve"> در چشمان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جمع شد،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درخواست کرد: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از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ملاقات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حسن</w:t>
      </w:r>
      <w:r>
        <w:rPr>
          <w:rtl/>
          <w:lang w:bidi="fa-IR"/>
        </w:rPr>
        <w:t xml:space="preserve"> آقا با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گفت: وقت گرفتن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من، آنقدر مهربان و دوست داشتن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دنش</w:t>
      </w:r>
      <w:r>
        <w:rPr>
          <w:rtl/>
          <w:lang w:bidi="fa-IR"/>
        </w:rPr>
        <w:t xml:space="preserve"> وقت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خواهد،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که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گفت: نه شما لطف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امروز که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ملاقات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آقا از استادش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سمت مسجد محل وعده رفت.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سلام و احوالپرس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آقا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استادمان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تا شما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آقا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به استادتان بگو وقت گرفتن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هر وقت شما هم مثل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حسن، خودتان را شکست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خودتان 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خودم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که هنوز از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ملاقاتش با قطب عالم امکان خبردار نشده بود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رفت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</w:t>
      </w:r>
      <w:r>
        <w:rPr>
          <w:rtl/>
          <w:lang w:bidi="fa-IR"/>
        </w:rPr>
        <w:t xml:space="preserve"> را برساند.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را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رساند،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همان جا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مثل</w:t>
      </w:r>
      <w:r>
        <w:rPr>
          <w:rtl/>
          <w:lang w:bidi="fa-IR"/>
        </w:rPr>
        <w:t xml:space="preserve"> ابر بهار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به اشک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با تعجب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استاد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B004D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با همان حالت گفت: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>!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مدّت، امام زمان </w:t>
      </w:r>
      <w:r w:rsidR="00B004D7" w:rsidRPr="00B004D7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بوده است.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که حساب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شده بود با تعجب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من...من... امکان ندارد مگر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شود...؟!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</w:t>
      </w:r>
      <w:r>
        <w:rPr>
          <w:rtl/>
          <w:lang w:bidi="fa-IR"/>
        </w:rPr>
        <w:t xml:space="preserve"> را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ندانست، با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اشک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تا مسجد محل وعده را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امّا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هرگز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</w:t>
      </w:r>
      <w:r>
        <w:rPr>
          <w:rtl/>
          <w:lang w:bidi="fa-IR"/>
        </w:rPr>
        <w:t xml:space="preserve"> را در آنجا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B004D7">
        <w:rPr>
          <w:rStyle w:val="libFootnotenumChar"/>
          <w:rtl/>
        </w:rPr>
        <w:t>.(1)</w:t>
      </w:r>
    </w:p>
    <w:p w:rsidR="003C3B58" w:rsidRDefault="00B004D7" w:rsidP="00B004D7">
      <w:pPr>
        <w:pStyle w:val="libFootnote0"/>
        <w:rPr>
          <w:rtl/>
          <w:lang w:bidi="fa-IR"/>
        </w:rPr>
      </w:pPr>
      <w:r>
        <w:rPr>
          <w:lang w:bidi="fa-IR"/>
        </w:rPr>
        <w:t>________________________________</w:t>
      </w:r>
    </w:p>
    <w:p w:rsidR="003C3B58" w:rsidRDefault="003C3B58" w:rsidP="00B004D7">
      <w:pPr>
        <w:pStyle w:val="libFootnote0"/>
        <w:rPr>
          <w:rtl/>
          <w:lang w:bidi="fa-IR"/>
        </w:rPr>
      </w:pPr>
      <w:r>
        <w:rPr>
          <w:rtl/>
          <w:lang w:bidi="fa-IR"/>
        </w:rPr>
        <w:t>1- 1. کتاب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السلام، به علما و طلاب، محمد رضا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130.</w:t>
      </w:r>
    </w:p>
    <w:p w:rsidR="003C3B58" w:rsidRDefault="00B004D7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3B58" w:rsidRDefault="003C3B58" w:rsidP="006C2D0F">
      <w:pPr>
        <w:pStyle w:val="Heading1"/>
        <w:rPr>
          <w:rtl/>
          <w:lang w:bidi="fa-IR"/>
        </w:rPr>
      </w:pPr>
      <w:bookmarkStart w:id="1" w:name="_Toc524335969"/>
      <w:r>
        <w:rPr>
          <w:rFonts w:hint="eastAsia"/>
          <w:rtl/>
          <w:lang w:bidi="fa-IR"/>
        </w:rPr>
        <w:t>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bookmarkEnd w:id="1"/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بسمه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رفتن خواستگار و پدر و مادرش، غم و غصّه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دلم نشست و با افکار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داخل اتاق برگشتم،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فرش پوس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از ترس آبرو، پتو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انداخته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نشستم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آرام،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همسرم را که در آشپزخانه بود صدا زدم.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که از حال و روزم خبردار بود با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اشک به طرفم آمد و گفت: به دلش نشسته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هم سکوت کرده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موقع به خاطر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ها، جواب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ندهد! هرجور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آبرومند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تو هم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نکن زن!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</w:t>
      </w:r>
      <w:r>
        <w:rPr>
          <w:rtl/>
          <w:lang w:bidi="fa-IR"/>
        </w:rPr>
        <w:t xml:space="preserve"> به خدا باشد.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با پشت دست، اشک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صورتش پاک کرد و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 که خرج خودمان را هم با زحمت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بودم، فشار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قلبم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طفلک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خواستگار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به خاطر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رد کرد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متوجه نشد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فکر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طرف را نپسند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نگران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حال و روز خودم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مهم نبود.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فضا را عوض کن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چهره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ظاهراً شاد به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گفتم حالا پاشو برو چند استکان 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فکر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مسائل را هم نکن توکلت به خدا باشد.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به آشپزخانه رفت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من هم کمتر از او فکرم مشغول نبود. منتها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به هر حال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مطمئن شدم که دخترم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وصلت موافق است، جواب مثبت را به خواستگارش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تا زمان عروس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آماده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بندر لنگه، تاب و توان را از آدم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مجبور بودم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گرما اضافه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تا با پس انداز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آورم،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دخترم را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کنم. هربار که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گرما تاب و توان را از من گرفته و حال کار کردن ندارم، چ</w:t>
      </w:r>
      <w:r>
        <w:rPr>
          <w:rFonts w:hint="eastAsia"/>
          <w:rtl/>
          <w:lang w:bidi="fa-IR"/>
        </w:rPr>
        <w:t>هره</w:t>
      </w:r>
      <w:r>
        <w:rPr>
          <w:rtl/>
          <w:lang w:bidi="fa-IR"/>
        </w:rPr>
        <w:t xml:space="preserve">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چشمانم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کردن،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40 درجه بندر،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همسرم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خانه مشغول گلدوز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 تا با دستمزد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کمک حالم باشد.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اصرار 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کردن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خانه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او هم همکار مادرش شد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>10 ماه گذشت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جمع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از رفقا قرض کردم و با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و دخترم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بازار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مغازه 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ها را بالا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جنس خوب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مناسب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ساعت ها گشتن،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خچال</w:t>
      </w:r>
      <w:r>
        <w:rPr>
          <w:rtl/>
          <w:lang w:bidi="fa-IR"/>
        </w:rPr>
        <w:t xml:space="preserve"> و فرش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مغازه فرش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مغازه کمد فروش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هزار چک و چونه، کمد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ساده و ارزان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مادرش به بازار پلاست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تا چند تکه جنس پلاست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کنند. من از آنها جدا شدم تا وانت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را که در مغازه امانت گذاشته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خانه ببرم.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مغازه کمد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آمدم، چشمم به وانت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که آن طرف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پارک کرده بود.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با دستمال قرمز 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دور گردنش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کنار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سراغش رفتم،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دندان 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را قبول کرد. با دستمالش که گهگاه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صورت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وانت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سوار شد، عقب عقب آمد تا به مغازه کمد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بعد از بار زدن کمد، سراغ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خچال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tl/>
          <w:lang w:bidi="fa-IR"/>
        </w:rPr>
        <w:t xml:space="preserve"> فرش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بودم که لااقل چند قلم جنس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دخترم گرفته ام.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به منزل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راننده اصرار کرد که در را باز کنم تا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داخل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 هم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خوشحال شدم چرا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کردن نداشتم.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شدم،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از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شلوارم در آوردم. تا در را باز کردم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سُست کرد، هرچه داد زدم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نگذاشت و تا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سرعت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 و از محل دور شد. چشمانم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tl/>
          <w:lang w:bidi="fa-IR"/>
        </w:rPr>
        <w:t xml:space="preserve"> دور سرم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نشستم و مات و م</w:t>
      </w:r>
      <w:r>
        <w:rPr>
          <w:rFonts w:hint="eastAsia"/>
          <w:rtl/>
          <w:lang w:bidi="fa-IR"/>
        </w:rPr>
        <w:t>بهوت</w:t>
      </w:r>
      <w:r>
        <w:rPr>
          <w:rtl/>
          <w:lang w:bidi="fa-IR"/>
        </w:rPr>
        <w:t xml:space="preserve"> به آخر کوچه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شدم. قدرت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نداشتم، با زحمت بدن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حسم را داخل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بردم و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مدّت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توجّه ام را جلب کرد. گوشه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باز در انداختم،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مادرش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شدند واز صندوق عقب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آوردند.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حال زار من،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خانمم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خت،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دن من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وحشت کرده بودند و هرچه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چه شده، چرا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 پاسخ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نداشتم.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سراس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رفت تا آب قند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>. مانده بودم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کنم. مدّت ها جان کندن در آفتاب گرم بندر لنگه، مدّت ها سوزن زدن شبانه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و 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همه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نابود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حرف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افتادم،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ما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القاب او مغ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(فر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tl/>
          <w:lang w:bidi="fa-IR"/>
        </w:rPr>
        <w:t>) است. رو به آسمان کردم، مضطرانه گفتم: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اگر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امامشان واقعاً مغ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است پس بگو، به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من برسد و اگر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tl/>
          <w:lang w:bidi="fa-IR"/>
        </w:rPr>
        <w:t xml:space="preserve"> به داد من برسد و مرا از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مشکل رها کند، من هم به او معتقد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را گفتم و با تمام وجود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زدم«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>!» آب قند را که 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آماده کرده بود خوردم، حالم بهتر شده و دست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گرفته بود. آمدم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بلند شوم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ترمزِ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سمت در کشاند. قبل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در،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زنگ در بلند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محض باز کردن در، همان راننده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سرش را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انداخته بود و با دستمال قرمزش 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انداختم،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سالم سرجا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هستند.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دستش</w:t>
      </w:r>
      <w:r>
        <w:rPr>
          <w:rtl/>
          <w:lang w:bidi="fa-IR"/>
        </w:rPr>
        <w:t xml:space="preserve"> را گرفتم،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گفتم: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شما ندارم فقط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داخل و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بده چرا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ترس و دلهره وارد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شد و کنار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نشست وگفت: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راستش</w:t>
      </w:r>
      <w:r>
        <w:rPr>
          <w:rtl/>
          <w:lang w:bidi="fa-IR"/>
        </w:rPr>
        <w:t xml:space="preserve"> ما کارمان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بار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تورمان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نقشه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 که صاحب بار 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گاز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فرار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شما را دزد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با سرعت به خانه رفتم،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EC0014">
        <w:rPr>
          <w:rFonts w:hint="cs"/>
          <w:rtl/>
          <w:lang w:bidi="fa-IR"/>
        </w:rPr>
        <w:t>م</w:t>
      </w:r>
      <w:r>
        <w:rPr>
          <w:rtl/>
          <w:lang w:bidi="fa-IR"/>
        </w:rPr>
        <w:t xml:space="preserve"> دم در خانه، 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شدم و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را باز کردم تا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داخل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ببرم.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شدم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بسته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عجله داشتم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شما مرا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کرده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عصبان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شده و درها را مجدداً کامل باز کردم و به محض سوار شدن به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باز هم در بسته شد. دفعه سوّم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اتفاق افتاد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دفعه چهارم، انگار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پشت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درها را محکم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</w:t>
      </w:r>
      <w:r>
        <w:rPr>
          <w:rFonts w:hint="eastAsia"/>
          <w:rtl/>
          <w:lang w:bidi="fa-IR"/>
        </w:rPr>
        <w:t>ندد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شدم و پشت در را نگاه کردم،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تا به حال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هم خود به خود بسته نشده بود، 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که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را باد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ببندد.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که بارش را دزد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جادوگر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بالا وصل است که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هوا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دارد.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شدم و بار را آوردم.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گفت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قطرات اشک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گونه ام احساس کردم، همانجا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شدن گرفتم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با خبر نکردم جز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و 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  <w:r w:rsidRPr="00EC0014">
        <w:rPr>
          <w:rStyle w:val="libFootnotenumChar"/>
          <w:rtl/>
        </w:rPr>
        <w:t>(1)</w:t>
      </w:r>
    </w:p>
    <w:p w:rsidR="003C3B58" w:rsidRPr="00EC0014" w:rsidRDefault="00EC0014" w:rsidP="00EC001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3C3B58" w:rsidRDefault="003C3B58" w:rsidP="00EC0014">
      <w:pPr>
        <w:pStyle w:val="libFootnote0"/>
        <w:rPr>
          <w:rtl/>
          <w:lang w:bidi="fa-IR"/>
        </w:rPr>
      </w:pPr>
      <w:r>
        <w:rPr>
          <w:rtl/>
          <w:lang w:bidi="fa-IR"/>
        </w:rPr>
        <w:t>1- 2. نقل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مجله انتظار، ج 5.</w:t>
      </w:r>
    </w:p>
    <w:p w:rsidR="00EC0014" w:rsidRDefault="00EC0014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3B58" w:rsidRDefault="003C3B58" w:rsidP="00EC0014">
      <w:pPr>
        <w:pStyle w:val="Heading1"/>
        <w:rPr>
          <w:rtl/>
          <w:lang w:bidi="fa-IR"/>
        </w:rPr>
      </w:pPr>
      <w:bookmarkStart w:id="2" w:name="_Toc524335970"/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اصفهان</w:t>
      </w:r>
      <w:r>
        <w:rPr>
          <w:rFonts w:hint="cs"/>
          <w:rtl/>
          <w:lang w:bidi="fa-IR"/>
        </w:rPr>
        <w:t>ی</w:t>
      </w:r>
      <w:bookmarkEnd w:id="2"/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اللَّه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دور هم نشسته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آنجا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ابهت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مجلس را فرا گرفته بود. بزرگان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بودند.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اتاق باز شد.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نامه رسان وارد اتاق شد. همانجا دمِ در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را باز کرد،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آورد و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ابوالحسن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بلند شدم و نامه را با تشکر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گرفتم و به دست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آدرس فرستنده، با تعجب نامه را باز کرد و مشغول خواندن آن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نگاه ها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شده 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کدفعه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لبان</w:t>
      </w:r>
      <w:r w:rsidR="00EC0014">
        <w:rPr>
          <w:rFonts w:hint="cs"/>
          <w:rtl/>
          <w:lang w:bidi="fa-IR"/>
        </w:rPr>
        <w:t>ش</w:t>
      </w:r>
      <w:r>
        <w:rPr>
          <w:rtl/>
          <w:lang w:bidi="fa-IR"/>
        </w:rPr>
        <w:t xml:space="preserve"> نقش بست. همه کنجکاو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چه نوشته شده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خنده وادار کرده است.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متوجه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شده بود شروع کرد به خواندن نامه آن هم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EC00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نامه</w:t>
      </w:r>
      <w:r>
        <w:rPr>
          <w:rtl/>
          <w:lang w:bidi="fa-IR"/>
        </w:rPr>
        <w:t xml:space="preserve"> از طرف بحرالعلوم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بود. او ضمن تمسخر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مورد امام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ابوالحسن، استدلال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C0014" w:rsidRPr="00EC0014">
        <w:rPr>
          <w:rStyle w:val="libAlaemChar"/>
          <w:rFonts w:eastAsiaTheme="minorHAnsi"/>
          <w:rtl/>
        </w:rPr>
        <w:t>عليه‌السلام</w:t>
      </w:r>
      <w:r w:rsidR="00EC001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خواسته بود و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نامه بحث کرده بود که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اثبات وجود امامشان ن</w:t>
      </w:r>
      <w:r>
        <w:rPr>
          <w:rFonts w:hint="eastAsia"/>
          <w:rtl/>
          <w:lang w:bidi="fa-IR"/>
        </w:rPr>
        <w:t>دارند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لبخند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ظاهر از جهت پافشار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بحرالعلوم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صحبت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سُست و مسخره کردن سرداب سامرّا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خواندن نامه،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اگر صد استدلال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چون تعصب دارند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ما بحث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چه قبول کند چه نکند.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صحبت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... 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جلسه</w:t>
      </w:r>
      <w:r>
        <w:rPr>
          <w:rtl/>
          <w:lang w:bidi="fa-IR"/>
        </w:rPr>
        <w:t xml:space="preserve"> تمام شد. آخر شب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من گفت: جواب نامه بحرالعلوم را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امشب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فردا بفرست.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EC00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که در ذهنم دنبال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استدلال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مقدّس امام زمان </w:t>
      </w:r>
      <w:r w:rsidR="00EC0014" w:rsidRPr="00EC0014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گشتم گفتم: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چه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EC00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آرامش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بحرالعلوم! پاشو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تا امام زمان </w:t>
      </w:r>
      <w:r w:rsidR="00EC0014" w:rsidRPr="00EC0014">
        <w:rPr>
          <w:rStyle w:val="libAlaemChar"/>
          <w:rFonts w:eastAsiaTheme="minorHAnsi"/>
          <w:rtl/>
        </w:rPr>
        <w:t>عليه‌السلام</w:t>
      </w:r>
      <w:r w:rsidR="00EC001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به شما نشان دهم».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گفت و رفت.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EC00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قدرت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دنبال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بروم را نداشتم. مات و مبهوت دور شدن را نظاره گر بودم. «با خودم گفتم مگر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</w:t>
      </w:r>
      <w:r w:rsidR="00EC0014" w:rsidRPr="00EC0014">
        <w:rPr>
          <w:rStyle w:val="libAlaemChar"/>
          <w:rFonts w:eastAsiaTheme="minorHAnsi"/>
          <w:rtl/>
        </w:rPr>
        <w:t>عليه‌السلام</w:t>
      </w:r>
      <w:r w:rsidR="00EC001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نشان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داد؟!</w:t>
      </w:r>
      <w:r w:rsidRPr="00EC0014">
        <w:rPr>
          <w:rStyle w:val="libFootnotenumChar"/>
          <w:rtl/>
        </w:rPr>
        <w:t>(1)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شب تا صبح خوابم نبرد. مانده بودم چه کنم.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واقعاً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بکند. اگر من جواب نامه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بحرالعلوم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3C3B58" w:rsidRPr="00EC0014" w:rsidRDefault="00EC0014" w:rsidP="006E21A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3C3B58" w:rsidRDefault="003C3B58" w:rsidP="006E21AF">
      <w:pPr>
        <w:pStyle w:val="libFootnote0"/>
        <w:rPr>
          <w:rtl/>
          <w:lang w:bidi="fa-IR"/>
        </w:rPr>
      </w:pPr>
      <w:r>
        <w:rPr>
          <w:rtl/>
          <w:lang w:bidi="fa-IR"/>
        </w:rPr>
        <w:t>1- 3. اشاره گذرا به استدلال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امام زمان </w:t>
      </w:r>
      <w:r w:rsidR="00EC0014" w:rsidRPr="00EC0014">
        <w:rPr>
          <w:rStyle w:val="libAlaemChar"/>
          <w:rFonts w:eastAsiaTheme="minorHAnsi"/>
          <w:rtl/>
        </w:rPr>
        <w:t>عليه‌السلام</w:t>
      </w:r>
      <w:r w:rsidR="00EC001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قبول دارند و در کتب خود آورده اند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6E21AF" w:rsidRPr="006E21AF">
        <w:rPr>
          <w:rStyle w:val="libAlaemChar"/>
          <w:rFonts w:eastAsiaTheme="minorHAnsi"/>
          <w:rtl/>
        </w:rPr>
        <w:t>صلى‌الله‌عليه‌وآله‌وسلم</w:t>
      </w:r>
      <w:r w:rsidR="006E21A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فرمودند: 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ترکت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اللَّه وعترت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... لن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فترقا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الحوض؛ من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گران بها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 کتاب خدا و عترتم،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از هم جدا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تا در نزد حوض کوثر بر من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طبق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کتاب خدا و عترت،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هم باشند. لذا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عترت رسول خدا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باز هم طبق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</w:t>
      </w: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کرده اند که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مکرم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وآله فرمودند: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بعد از من، دوازده نفر از عترتم هستند. استدلال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است «من مات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امام زمانه مات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الجاهل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هرکس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امام زمانش را نشناسد، به مرگ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مرده است. اهل سنّت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جواب دهند که امام زمان شان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اگر او را نشناسند به مرگ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مرده اند؟! خود اهل سنّت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دارند که رسول خدا</w:t>
      </w:r>
      <w:r w:rsidR="006E21AF">
        <w:rPr>
          <w:rFonts w:hint="cs"/>
          <w:rtl/>
          <w:lang w:bidi="fa-IR"/>
        </w:rPr>
        <w:t xml:space="preserve"> </w:t>
      </w:r>
      <w:r w:rsidR="006E21AF" w:rsidRPr="006E21AF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فرمود: «اگر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حجّت خدا بماند، اهلش را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برد» خود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الآن حجّت خدا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حجّت ندارد و </w:t>
      </w:r>
      <w:r>
        <w:rPr>
          <w:rFonts w:hint="eastAsia"/>
          <w:rtl/>
          <w:lang w:bidi="fa-IR"/>
        </w:rPr>
        <w:t>فقط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رسول اللَّه </w:t>
      </w:r>
      <w:r w:rsidR="006E21AF" w:rsidRPr="006E21AF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حجت دارد؟!</w:t>
      </w:r>
    </w:p>
    <w:p w:rsidR="006E21AF" w:rsidRDefault="006E21AF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نتواند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دهد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آبرو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سراغ پسر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رفتم و گفتم: «آقا در مورد جواب بحرالعلوم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فرموده اند که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تا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نشانت دهم».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گفت: هرچه گفته، همان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تعجب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تا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نشانت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چطور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ها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نشناخته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امام عصر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است. اگر گفته، حتماً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تواند، مطمئن باش.</w:t>
      </w:r>
    </w:p>
    <w:p w:rsidR="003C3B58" w:rsidRDefault="003C3B58" w:rsidP="006E21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حرف پسر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غفلت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سراغم آمده بود شرمنده شدم.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کرامات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کل فراموش کرده بودم، مگر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مرجع کل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 و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عام امام زمان </w:t>
      </w:r>
      <w:r w:rsidR="006E21AF" w:rsidRPr="006E21AF">
        <w:rPr>
          <w:rStyle w:val="libAlaemChar"/>
          <w:rFonts w:eastAsiaTheme="minorHAnsi"/>
          <w:rtl/>
        </w:rPr>
        <w:t>عليه‌السلام</w:t>
      </w:r>
      <w:r w:rsidR="006E21A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قوّت قلب گرفتم. همان موقع، کاغذ و قلم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برداشتم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بحرالعلوم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نوشتم که اگ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استدلال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تا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نشانت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6E21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حدود</w:t>
      </w:r>
      <w:r>
        <w:rPr>
          <w:rtl/>
          <w:lang w:bidi="fa-IR"/>
        </w:rPr>
        <w:t xml:space="preserve"> دو ماه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گذشت. طبق معمول هر شب،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اقامه نماز جماعت در حرم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مردم مثل </w:t>
      </w:r>
      <w:r>
        <w:rPr>
          <w:rtl/>
          <w:lang w:bidi="fa-IR"/>
        </w:rPr>
        <w:lastRenderedPageBreak/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چون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برگرفتند.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فشار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بود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من در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فشار بودم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باز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همه برخورد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نماز عشاء که تمام شد، مرد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کنارمان</w:t>
      </w:r>
      <w:r w:rsidR="006E21A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نشست</w:t>
      </w:r>
      <w:r>
        <w:rPr>
          <w:rtl/>
          <w:lang w:bidi="fa-IR"/>
        </w:rPr>
        <w:t xml:space="preserve"> رو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 و گفت: «بحرالعلوم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نجف آمده و در محله "وشراق"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گفت: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امشب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داشتم باز هم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سراغم آمد. همان شب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علماء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بحرالعلوم رفتند. در آنجا بعد از تعارفات، بحرالعلوم شروع به صحبت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بحث مورد نظر را مطرح کند.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فرمود: الآن وقت صحبت کردن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فردا شب به منزل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با هم صحبت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بحرالعلوم،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خانه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مثل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مشغول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شد، انگار نه انگار که فردا شب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قول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داده است.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آرامش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و شوق کرده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شب حال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</w:t>
      </w:r>
      <w:r w:rsidRPr="006E21AF">
        <w:rPr>
          <w:rStyle w:val="libFootnotenumChar"/>
          <w:rtl/>
        </w:rPr>
        <w:t>(1)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فردا من هم قرار ملاقات با حضرت را دارم.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آرزو، سر به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گذاشتم،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فردا بعد از سال ها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فراق، وصال محقق شود.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همان حال،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</w:t>
      </w:r>
    </w:p>
    <w:p w:rsidR="003C3B58" w:rsidRPr="006E21AF" w:rsidRDefault="006E21AF" w:rsidP="006E21A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3C3B58" w:rsidRDefault="003C3B58" w:rsidP="006E21AF">
      <w:pPr>
        <w:pStyle w:val="libFootnote0"/>
        <w:rPr>
          <w:rtl/>
          <w:lang w:bidi="fa-IR"/>
        </w:rPr>
      </w:pPr>
      <w:r>
        <w:rPr>
          <w:rtl/>
          <w:lang w:bidi="fa-IR"/>
        </w:rPr>
        <w:t>1- 4. زبان حال ناقل تشرف است.</w:t>
      </w:r>
    </w:p>
    <w:p w:rsidR="003C3B58" w:rsidRDefault="006E21AF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3C3B58">
        <w:rPr>
          <w:rFonts w:hint="eastAsia"/>
          <w:rtl/>
          <w:lang w:bidi="fa-IR"/>
        </w:rPr>
        <w:lastRenderedPageBreak/>
        <w:t>خدمت</w:t>
      </w:r>
      <w:r w:rsidR="003C3B58">
        <w:rPr>
          <w:rtl/>
          <w:lang w:bidi="fa-IR"/>
        </w:rPr>
        <w:t xml:space="preserve"> او بودم. در ا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ن</w:t>
      </w:r>
      <w:r w:rsidR="003C3B58">
        <w:rPr>
          <w:rtl/>
          <w:lang w:bidi="fa-IR"/>
        </w:rPr>
        <w:t xml:space="preserve"> سال ها، کوچک تر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ن</w:t>
      </w:r>
      <w:r w:rsidR="003C3B58">
        <w:rPr>
          <w:rtl/>
          <w:lang w:bidi="fa-IR"/>
        </w:rPr>
        <w:t xml:space="preserve"> گناه 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ا</w:t>
      </w:r>
      <w:r w:rsidR="003C3B58">
        <w:rPr>
          <w:rtl/>
          <w:lang w:bidi="fa-IR"/>
        </w:rPr>
        <w:t xml:space="preserve"> حت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مکروه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را از او ند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دم</w:t>
      </w:r>
      <w:r w:rsidR="003C3B58">
        <w:rPr>
          <w:rtl/>
          <w:lang w:bidi="fa-IR"/>
        </w:rPr>
        <w:t>. پول هنگفت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که به عنوان سهم امام به س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د</w:t>
      </w:r>
      <w:r w:rsidR="003C3B58">
        <w:rPr>
          <w:rtl/>
          <w:lang w:bidi="fa-IR"/>
        </w:rPr>
        <w:t xml:space="preserve"> سپرده م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شد، ه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چ</w:t>
      </w:r>
      <w:r w:rsidR="003C3B58">
        <w:rPr>
          <w:rtl/>
          <w:lang w:bidi="fa-IR"/>
        </w:rPr>
        <w:t xml:space="preserve"> موقع مورد سوء استفاده قرار نم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گرفت، واقعاً اگر امام زمان </w:t>
      </w:r>
      <w:r w:rsidRPr="006E21AF">
        <w:rPr>
          <w:rStyle w:val="libAlaemChar"/>
          <w:rtl/>
        </w:rPr>
        <w:t xml:space="preserve">عليه‌السلام </w:t>
      </w:r>
      <w:r w:rsidR="003C3B58">
        <w:rPr>
          <w:rtl/>
          <w:lang w:bidi="fa-IR"/>
        </w:rPr>
        <w:t>به بزرگ تر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ن</w:t>
      </w:r>
      <w:r w:rsidR="003C3B58">
        <w:rPr>
          <w:rtl/>
          <w:lang w:bidi="fa-IR"/>
        </w:rPr>
        <w:t xml:space="preserve"> مرجع تقل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د</w:t>
      </w:r>
      <w:r w:rsidR="003C3B58">
        <w:rPr>
          <w:rtl/>
          <w:lang w:bidi="fa-IR"/>
        </w:rPr>
        <w:t xml:space="preserve"> ش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عه،</w:t>
      </w:r>
      <w:r w:rsidR="003C3B58">
        <w:rPr>
          <w:rtl/>
          <w:lang w:bidi="fa-IR"/>
        </w:rPr>
        <w:t xml:space="preserve"> نظر رحمت و رأفت نداشته باش</w:t>
      </w:r>
      <w:r w:rsidR="003C3B58">
        <w:rPr>
          <w:rFonts w:hint="eastAsia"/>
          <w:rtl/>
          <w:lang w:bidi="fa-IR"/>
        </w:rPr>
        <w:t>د</w:t>
      </w:r>
      <w:r w:rsidR="003C3B58">
        <w:rPr>
          <w:rtl/>
          <w:lang w:bidi="fa-IR"/>
        </w:rPr>
        <w:t xml:space="preserve"> پس به چه کس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نظر دارد؟!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مرور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و صدق گفتار و کردارش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مرا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خود کرده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 که فردا اتفاق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افتاد.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شود؟!»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در ذهنم خطور کرد قلبم به شدّت گرفت و با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بغض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اشک از گوشه چشمانم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با حضرت به درد دل پرداختم: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6E21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سال ها خدمت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 را کرده ام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چشمم به جمال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فتد،</w:t>
      </w:r>
      <w:r>
        <w:rPr>
          <w:rtl/>
          <w:lang w:bidi="fa-IR"/>
        </w:rPr>
        <w:t xml:space="preserve"> حالا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عالِم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هنوز از راه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شما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داشته باشد آن وقت من... .</w:t>
      </w:r>
      <w:r w:rsidR="006E21AF">
        <w:rPr>
          <w:rtl/>
          <w:lang w:bidi="fa-IR"/>
        </w:rPr>
        <w:t xml:space="preserve"> 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شعر را با خود زمزمه کردم.</w:t>
      </w:r>
    </w:p>
    <w:p w:rsidR="006E21AF" w:rsidRDefault="006E21AF" w:rsidP="006E21AF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8"/>
        <w:gridCol w:w="3313"/>
      </w:tblGrid>
      <w:tr w:rsidR="006E21AF" w:rsidTr="00096A20">
        <w:trPr>
          <w:trHeight w:val="350"/>
        </w:trPr>
        <w:tc>
          <w:tcPr>
            <w:tcW w:w="3920" w:type="dxa"/>
            <w:shd w:val="clear" w:color="auto" w:fill="auto"/>
          </w:tcPr>
          <w:p w:rsidR="006E21AF" w:rsidRDefault="000B7C64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دلنوازم شکر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با شکا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 w:rsidR="006E2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21AF" w:rsidRDefault="006E21AF" w:rsidP="00096A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21AF" w:rsidRDefault="000B7C64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نکته دان عشق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بشنو تو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حکا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 w:rsidR="006E21A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21AF" w:rsidTr="00096A20">
        <w:trPr>
          <w:trHeight w:val="350"/>
        </w:trPr>
        <w:tc>
          <w:tcPr>
            <w:tcW w:w="3920" w:type="dxa"/>
          </w:tcPr>
          <w:p w:rsidR="006E21AF" w:rsidRDefault="000B7C64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مزد بود و منّت هر خدمت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کردم</w:t>
            </w:r>
            <w:r w:rsidR="006E2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21AF" w:rsidRDefault="006E21AF" w:rsidP="00096A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21AF" w:rsidRDefault="000B7C64" w:rsidP="00096A20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رب مباد کس را مخدوم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عنا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 w:rsidR="006E21A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21AF" w:rsidTr="00096A20">
        <w:trPr>
          <w:trHeight w:val="350"/>
        </w:trPr>
        <w:tc>
          <w:tcPr>
            <w:tcW w:w="3920" w:type="dxa"/>
          </w:tcPr>
          <w:p w:rsidR="006E21AF" w:rsidRDefault="000B7C64" w:rsidP="000B7C64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در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شب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اهم</w:t>
            </w:r>
            <w:r>
              <w:rPr>
                <w:rtl/>
                <w:lang w:bidi="fa-IR"/>
              </w:rPr>
              <w:t xml:space="preserve"> گم </w:t>
            </w:r>
            <w:r>
              <w:rPr>
                <w:rFonts w:hint="cs"/>
                <w:rtl/>
                <w:lang w:bidi="fa-IR"/>
              </w:rPr>
              <w:t>گ</w:t>
            </w:r>
            <w:r>
              <w:rPr>
                <w:rtl/>
                <w:lang w:bidi="fa-IR"/>
              </w:rPr>
              <w:t>شت راه مقصود</w:t>
            </w:r>
            <w:r w:rsidR="006E2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21AF" w:rsidRDefault="006E21AF" w:rsidP="00096A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21AF" w:rsidRDefault="000B7C64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گوشه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برون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کوکب هدا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 w:rsidR="006E21A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موعود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بحرالعلوم و پسرش به خانه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آمدند. بعد از صرف شام،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خادمش گفت: «مشهد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چراغ را روشن کن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با 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و دلباختگ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رفتار و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بود، سراغ چراغ رفت.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اشاره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بحرالعلوم و پسرش فرمود: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«اگر</w:t>
      </w:r>
      <w:r>
        <w:rPr>
          <w:rtl/>
          <w:lang w:bidi="fa-IR"/>
        </w:rPr>
        <w:t xml:space="preserve"> آماده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بحرالعلوم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پسرش انداخت و بعد از مکث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شد. هر سه به همراه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افتادند. من و پسر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 آماده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دنبالشان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برگشت و فرمود: «ه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چکدامتان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از حرکت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 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 بزرگ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نه ادب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حرف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اطاعت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رفتند و ما با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اندوهناک و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حسرت آلود بر قدم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0B7C64">
        <w:rPr>
          <w:rStyle w:val="libFootnotenumChar"/>
          <w:rtl/>
        </w:rPr>
        <w:t>(1)</w:t>
      </w:r>
    </w:p>
    <w:p w:rsidR="003C3B58" w:rsidRPr="000B7C64" w:rsidRDefault="000B7C64" w:rsidP="000B7C6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3C3B58" w:rsidRDefault="003C3B58" w:rsidP="000B7C64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 xml:space="preserve">1- 5. سروده نقال تشرف: درد فراق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 من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گفت و گو شرح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دهم نکته به نکته مو به مو جامه صبر بردرم چند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 قطعه به قطعه نخ به نخ تار به تار و پو به پو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طلبم نشانه از هر که رهم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گفته بگفته دم به دم دسته به دسته سو به سو اش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دامن آورم روز و شبان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شه دجله به دجله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رود به رود و جو به جو</w:t>
      </w:r>
    </w:p>
    <w:p w:rsidR="000B7C64" w:rsidRDefault="000B7C64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گذشته، انتظارمان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 آنها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نداشت، به پسر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گفتم: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با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استراحت کنم.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شب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از شوق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سراغ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پسر بحرالعلوم رفتم. در چهره اش بهجت و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کجا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«الحمد للَّه ما به برکت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دابوالحسن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شدم و با تعجب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«مگر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ما در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السلام به مقام حضرت حجّت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حصار مقام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دابوالحسن</w:t>
      </w:r>
      <w:r>
        <w:rPr>
          <w:rtl/>
          <w:lang w:bidi="fa-IR"/>
        </w:rPr>
        <w:t xml:space="preserve"> چراغ را از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گرفت و به او گفت: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 ما برگرد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با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اشک کنار حصار مقام حضرت حجّت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نشست و ما سه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چراغ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گذاشت و کنار چاه رفت و </w:t>
      </w:r>
      <w:r>
        <w:rPr>
          <w:rtl/>
          <w:lang w:bidi="fa-IR"/>
        </w:rPr>
        <w:lastRenderedPageBreak/>
        <w:t>با آرامش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 گرفت.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داخل مقام شد. از رفتارش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داخل مقام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پدرم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مقام حضرت حجّت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متوجه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مشغول نماز شده است. پدرم چون به مذهب 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معتقد نبود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تمسخر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استغاثه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ذکر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الحسن به گوشمان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او عاجزانه چندبار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الحسن،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الحسن را تکرار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سکوت، متوجه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صحبت است. پدرم که در حال قدم زدن بود،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با تعجب به من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نبوده است،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کند؟!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سه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با دقت،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گوش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صحبت درباره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پدرم را صدا زد که «بحرالعلوم داخل شو!»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با اضطراب داخل شد، من هم خواستم پشت سرش، داخل مقام شوم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فرمود: «نه!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همانجا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ستادم</w:t>
      </w:r>
      <w:r>
        <w:rPr>
          <w:rtl/>
          <w:lang w:bidi="fa-IR"/>
        </w:rPr>
        <w:t>. بعد از مدّت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باز به قدر چهار، پنج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امّا صحبت ها را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ناگهان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آفتاب روشن تر بود در مقام حجّت 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محض روشن شدن مقام،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پدرم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بلافاصله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 صدا زد: «ابراه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که پدرت از حال رفت.»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با ظرف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کنار چاه بود، آب برداشتم و به داخل مقام رفتم.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 شانه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بمال تا به حال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آب</w:t>
      </w:r>
      <w:r>
        <w:rPr>
          <w:rtl/>
          <w:lang w:bidi="fa-IR"/>
        </w:rPr>
        <w:t xml:space="preserve"> به صورت پدرم زدم و شانه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به محض باز شدن چشمانش،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بلند شد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انداخت تا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ببوسد.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 بلافاصله خم شد و پدرم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کرد و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>.امّا پدرم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حال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شده بود و دائماً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اللَّه!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اللَّه! التوبه التوبه،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شدم، مذهب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را به من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بده، من توبه کردم» و دائماً اشکش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گفتم: شما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فقط همان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مثل تابش آفتاب همه جا را روشن کرده بود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نظرم را جلب کرد. امّا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از پدرم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اشاره به سکوت کرد و من هم اصرار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نکردم.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جدا شدم و به محل کارم رفتم.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شگفت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و اعتقادم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 چندان شده بود.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گذشت. بحرالعلوم بعد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برگشت. چهارماه بعد چند نفر از زوّار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نجف آمدند و پول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به عنوان وجوهات سهم امام آوردند. بحرالعلوم هم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زوّار فرستاد و در آن نامه ضمن تشکر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دابوالحسن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</w:t>
      </w:r>
      <w:r>
        <w:rPr>
          <w:rFonts w:hint="eastAsia"/>
          <w:rtl/>
          <w:lang w:bidi="fa-IR"/>
        </w:rPr>
        <w:t>شته</w:t>
      </w:r>
      <w:r>
        <w:rPr>
          <w:rtl/>
          <w:lang w:bidi="fa-IR"/>
        </w:rPr>
        <w:t xml:space="preserve"> بود که به برکت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شما، تاکنون دو هزار و 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مقلّد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دوازده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اند.</w:t>
      </w:r>
      <w:r w:rsidRPr="000B7C64">
        <w:rPr>
          <w:rStyle w:val="libFootnotenumChar"/>
          <w:rtl/>
        </w:rPr>
        <w:t>(1)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اتبع الهد</w:t>
      </w:r>
      <w:r>
        <w:rPr>
          <w:rFonts w:hint="cs"/>
          <w:rtl/>
          <w:lang w:bidi="fa-IR"/>
        </w:rPr>
        <w:t>ی</w:t>
      </w:r>
    </w:p>
    <w:p w:rsidR="003C3B58" w:rsidRPr="000B7C64" w:rsidRDefault="000B7C64" w:rsidP="000B7C6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3C3B58" w:rsidRDefault="003C3B58" w:rsidP="000B7C64">
      <w:pPr>
        <w:pStyle w:val="libFootnote0"/>
        <w:rPr>
          <w:rtl/>
          <w:lang w:bidi="fa-IR"/>
        </w:rPr>
      </w:pPr>
      <w:r>
        <w:rPr>
          <w:rtl/>
          <w:lang w:bidi="fa-IR"/>
        </w:rPr>
        <w:t>1- 6. نقل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ناصر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آباد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کتاب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علما و طلب، ص 91.</w:t>
      </w:r>
    </w:p>
    <w:p w:rsidR="003C3B58" w:rsidRDefault="000B7C64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3B58" w:rsidRDefault="003C3B58" w:rsidP="006C2D0F">
      <w:pPr>
        <w:pStyle w:val="Heading1"/>
        <w:rPr>
          <w:rtl/>
          <w:lang w:bidi="fa-IR"/>
        </w:rPr>
      </w:pPr>
      <w:bookmarkStart w:id="3" w:name="_Toc524335971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bookmarkEnd w:id="3"/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دوازده مسافر لنج،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بان کهنه لنج جمع شده بودند،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بان آن قدر وصله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خورده بود که پارچه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قابل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نبود.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بود که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من،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مسافرها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هستند. از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آنها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مسائل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جز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آنها،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خوراکشان تمسخر و خنده بود.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موقع غذا خوردن، با آنها هم سفره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امّا در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ساعات، در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داخل بزم رفقا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کنجکاو شده بودم تا علّت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کناره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رفقا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بدانم امّا فرصت سؤ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نگاهم</w:t>
      </w:r>
      <w:r>
        <w:rPr>
          <w:rtl/>
          <w:lang w:bidi="fa-IR"/>
        </w:rPr>
        <w:t xml:space="preserve"> را از داخل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برگرداندم. آب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فرات،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دست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به جلو هُل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تا به جنوب شهر کربلا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خنده و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خسته شده بودم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قشان</w:t>
      </w:r>
      <w:r>
        <w:rPr>
          <w:rtl/>
          <w:lang w:bidi="fa-IR"/>
        </w:rPr>
        <w:t xml:space="preserve"> را مسخره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صبر و متانت او خوشم آمده بود.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دنبال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بودم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هم وسط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همه رامتعجّب کرد.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ناخدا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نسبتاً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اتاقکش آمد و پس از صاف کردن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از رود </w:t>
      </w:r>
      <w:r>
        <w:rPr>
          <w:rtl/>
          <w:lang w:bidi="fa-IR"/>
        </w:rPr>
        <w:lastRenderedPageBreak/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عمق است. با توجّه به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کشت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چند م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طرف تر سوار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مسافرها بلند شد مخصوصاً همان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خنده و مسخره کردن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دست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کنار نهر به راه خود ادامه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نگاهم به همان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با رفقا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بزم خنده و شوخ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شرکت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وقار و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ناخدا</w:t>
      </w:r>
      <w:r>
        <w:rPr>
          <w:rtl/>
          <w:lang w:bidi="fa-IR"/>
        </w:rPr>
        <w:t xml:space="preserve">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آن را به جلو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در گل نماند. مسافران هم که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تا زانو در آب فرو رفته بود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قدم به جلو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متوجه شدم که آن شخص که اهل بذله و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از دوستانش عقب تر است. فرصت را مناسب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را به او رساندم. بعد از سلام و خسته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آقا!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سؤال شده که چرا شما با رفقا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از آنها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چرا آنها مذهب شما را مسخره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کنند؟»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0E4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معنادار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کرد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متواضعانه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</w:t>
      </w:r>
      <w:r w:rsidR="000E48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 هستند و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سنّت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پدر من هم جزء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من هم به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پدرم از اهل سنّت بودم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باعث شد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شوم.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آن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کمال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قبول کرد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شدنش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اسم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است و شغلم روغن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حلّه است.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روغن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نان،</w:t>
      </w:r>
      <w:r>
        <w:rPr>
          <w:rtl/>
          <w:lang w:bidi="fa-IR"/>
        </w:rPr>
        <w:t xml:space="preserve"> به نواح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دست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روغن ارزان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اتفاقاً روغن خوب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کاروان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رفقا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سمت حلّه حرکت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رفقا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را احساس نکنند به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بذله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پرداختند من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بودم. به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استراحت خوب بود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شب را در آنجا بمان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شدّت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 خوابمان برد، بعد از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رفقا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شدند و پس از صدا زدن من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راه خواهم افتاد به حرکتشان ادامه دادند.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ساعت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در خواب بودم.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را در اطراف خودم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بود و برهوت، باد خشک صورتم را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بلند شدم و با خودم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گفتم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 چشمانم را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چند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رفتم، مطمئن شده بودم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دارم</w:t>
      </w:r>
      <w:r>
        <w:rPr>
          <w:rtl/>
          <w:lang w:bidi="fa-IR"/>
        </w:rPr>
        <w:t xml:space="preserve"> و رفقا تنها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گذاشته اند.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درنده و مار و عقرب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شده، ترس در وجودم رخنه کرده بود. با خودم گفتم احتمالاً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نشده اند اگر س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بروم به کاروانشان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رسم. روغن ها را بار شتر کردم و راه افتادم.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رفتم،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سراب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ترسم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شده بود. درمانده و مضطر شده بودم. شروع به استغاثه کردن با خلفاء و مشا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نمودم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قرار دادم. از جان خود دست شسته بودم، اشک چشمانم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قطع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نشسته بودم و خلفا را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 تا به داد من برسند.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و من همچنان آنها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نجاتم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و دائماً ناله و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امّا انگار هرچه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کمتر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دلم گفتم که مادرم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«ما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امام زنده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القابش اباصالح است و به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درماندگان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گمشدگان در راه را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مادرم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افتاد با خداوند عهد بستم که من به امام زنده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استغاثه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کنم؛ اگر مرا نجات داد،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مادرم 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0E4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بلند شدم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راه افتادم و مدام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اباصالح را زمزمه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نگذشته بود که ناگاه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عمّامه سبز</w:t>
      </w:r>
      <w:r w:rsidR="000E48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سرش بود و در چهره اش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رأفت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همراه من در حال راه رفتن </w:t>
      </w:r>
      <w:r>
        <w:rPr>
          <w:rtl/>
          <w:lang w:bidi="fa-IR"/>
        </w:rPr>
        <w:lastRenderedPageBreak/>
        <w:t>است. به من سلام کرد و بعد هم راه را نشانم داد و فرمود: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مادرت درآ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روستا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آنجا همه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هستند.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باز او را گم کنم گفتم: «آقا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شما با من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روستا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آرامش خاص فرمودند: «الان هزار نفر در اطراف شهرها به من استغاثه کرده اند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جواب دهم».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فرمود و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راه را گم نکنم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همان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فرموده بود راه افتادم و بعد از مدّت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آن روستا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به مسجد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داخل شده و مشغول نماز شدم. به خاطر خستگ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شب را در همان محل گذراندم. فردا صبح، رفقا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آن روستا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 که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همان اباصالح است که مادرم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مهر</w:t>
      </w:r>
      <w:r>
        <w:rPr>
          <w:rtl/>
          <w:lang w:bidi="fa-IR"/>
        </w:rPr>
        <w:t xml:space="preserve"> و عشق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آقا در وجودم احساس کردم. تمام وجودم درخواست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مجدد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داشت،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رفقا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سراغم آمدند و از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روستا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من گفتم: امام زنده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مرا نجات داد.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مرا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خطاب کردند و تنها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گذاشتند.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سمت حلّه آمدم و به منزل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رفتم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کرده و درخواست کردم مذهب 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 به </w:t>
      </w:r>
      <w:r>
        <w:rPr>
          <w:rtl/>
          <w:lang w:bidi="fa-IR"/>
        </w:rPr>
        <w:lastRenderedPageBreak/>
        <w:t>من آموزش دهد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قبول نمودند. هنگام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مجدد امام عصر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افتادم،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با انجام دادنش،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جناب را ملاقات کنم؟»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چهل شب جمعه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عبداللَّه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کربلا برو، ان شاء اللَّه فرج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خانه آمدم و مادرم را از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شدنم با خبر کردم،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 و اشک شوق از چشمانش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که وجودم از عشق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آن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شده بود، عزم خود را جزم کردم تا چهل شب جمعه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بروم. هفته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من هرشب جمعه از حلّه به سمت کربلا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هفته آخر با نشاط و حال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کربلا رفتم، چون به دروازه ش</w:t>
      </w: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کربلا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سربازان دولت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زوّار را بازرس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بدون برگه ورود، به کربلا راه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من هم که نه برگه ورود داشتم و نه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شدم. دم دروازه شهر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شلوغ بود،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ذهنم خطور کرد، با خو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گفتم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بتوانم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داخل شهر شوم،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سربازان متوجه شد و مرا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انداخت.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افسردگ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سراغم آمده بود، 39 هفته زحمت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حالا که موقع وصال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محبوبم فرار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شود؟!</w:t>
      </w:r>
    </w:p>
    <w:p w:rsidR="003C3B58" w:rsidRDefault="003C3B58" w:rsidP="000E4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بودم که صاحب خود،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6E21AF" w:rsidRPr="006E21AF">
        <w:rPr>
          <w:rStyle w:val="libAlaemChar"/>
          <w:rtl/>
        </w:rPr>
        <w:t>عليه‌السلام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طلاب فارس بود، عمامه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داشت و داخل شهر بود.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چشمم به جمال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افتاد،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متوسل شدم و درخواست کردم که مرا هم داخل شهر ببرند.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محض استغاثه من، از شهر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آمدند ودست مرا گرفته و از دروازه شهر عبور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داخل شهر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جناب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از آن موقع در هجر جمال دل آرا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سوز و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اقم»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عمق رودخانه تمام شده بود. ناخدا،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نگه داشت و همه سوار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 هفت نفر لباس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کاملاً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شده بود چرا که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کم عمق رودخانه به سمت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ارادت</w:t>
      </w:r>
      <w:r>
        <w:rPr>
          <w:rtl/>
          <w:lang w:bidi="fa-IR"/>
        </w:rPr>
        <w:t xml:space="preserve"> من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شده بود، غبطه حال و روز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 و از دور به چشمانش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شده بودم.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دوبار جمال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سکوت</w:t>
      </w:r>
      <w:r>
        <w:rPr>
          <w:rtl/>
          <w:lang w:bidi="fa-IR"/>
        </w:rPr>
        <w:t xml:space="preserve"> ها و کم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در چه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فکر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...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هرچند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که دنبال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عصر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اگر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نشود باز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ندارد، چرا که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حضرتش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بنده مؤمن است</w:t>
      </w:r>
      <w:r w:rsidRPr="000E4874">
        <w:rPr>
          <w:rStyle w:val="libFootnotenumChar"/>
          <w:rtl/>
        </w:rPr>
        <w:t>.(1)</w:t>
      </w:r>
    </w:p>
    <w:p w:rsidR="003C3B58" w:rsidRPr="000E4874" w:rsidRDefault="000E4874" w:rsidP="000E487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3C3B58" w:rsidRDefault="003C3B58" w:rsidP="000E4874">
      <w:pPr>
        <w:pStyle w:val="libFootnote0"/>
        <w:rPr>
          <w:rtl/>
          <w:lang w:bidi="fa-IR"/>
        </w:rPr>
      </w:pPr>
      <w:r>
        <w:rPr>
          <w:rtl/>
          <w:lang w:bidi="fa-IR"/>
        </w:rPr>
        <w:t>1- 7. کتاب نجم الثاقب،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607.</w:t>
      </w:r>
    </w:p>
    <w:p w:rsidR="000E4874" w:rsidRDefault="000E4874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3B58" w:rsidRDefault="003C3B58" w:rsidP="006C2D0F">
      <w:pPr>
        <w:pStyle w:val="Heading1"/>
        <w:rPr>
          <w:rtl/>
          <w:lang w:bidi="fa-IR"/>
        </w:rPr>
      </w:pPr>
      <w:bookmarkStart w:id="4" w:name="_Toc524335972"/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</w:t>
      </w:r>
      <w:bookmarkEnd w:id="4"/>
    </w:p>
    <w:p w:rsidR="003C3B58" w:rsidRDefault="003C3B58" w:rsidP="000E4874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قسمت</w:t>
      </w:r>
      <w:r>
        <w:rPr>
          <w:rtl/>
          <w:lang w:bidi="fa-IR"/>
        </w:rPr>
        <w:t xml:space="preserve"> اول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قاسم در حال درست کردنش بود، به همه خانواده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اطراف ما نشسته بودند حال و هوا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داده بود. آقا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سفره را پهن کرده بود و ماست و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حون</w:t>
      </w:r>
      <w:r>
        <w:rPr>
          <w:rtl/>
          <w:lang w:bidi="fa-IR"/>
        </w:rPr>
        <w:t xml:space="preserve"> و نون و نمک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مخلّفات را با کمک محمود،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منظم و با کلاس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هم رفتم تا از چشمه کنار رودخانه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 و 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درست کردن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 درختان که به کمک باد به صدا درآمده بودند، چهره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tl/>
          <w:lang w:bidi="fa-IR"/>
        </w:rPr>
        <w:t xml:space="preserve"> کرده بود،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کباب و چمن که به هم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شده بودند بد جور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مشام آدم را غلغلک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بالاخره انتظار به سر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سفره نشست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کباب ها آنقدر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بود که سرش با هم دعوا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تجربه کرده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هر وقت غذا کم بود آخرش به سر و کله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ناهار، همه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 کنار سفره باز ولو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زودتر</w:t>
      </w:r>
      <w:r>
        <w:rPr>
          <w:rtl/>
          <w:lang w:bidi="fa-IR"/>
        </w:rPr>
        <w:t xml:space="preserve"> از همه آقا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شد، من هم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</w:t>
      </w:r>
      <w:r>
        <w:rPr>
          <w:rtl/>
          <w:lang w:bidi="fa-IR"/>
        </w:rPr>
        <w:t xml:space="preserve"> بودم با تکان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شدم، تا نگاهش به من افتاد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گفت: «ه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س»</w:t>
      </w:r>
      <w:r>
        <w:rPr>
          <w:rtl/>
          <w:lang w:bidi="fa-IR"/>
        </w:rPr>
        <w:t>!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هم از کنار 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رفت سراغ محمود،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نخ را داخل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خدا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محمود</w:t>
      </w:r>
      <w:r>
        <w:rPr>
          <w:rtl/>
          <w:lang w:bidi="fa-IR"/>
        </w:rPr>
        <w:t xml:space="preserve"> که مست خواب بود با دست، محکم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ول کنش نبود تا بالاخره محمود را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محمود</w:t>
      </w:r>
      <w:r>
        <w:rPr>
          <w:rtl/>
          <w:lang w:bidi="fa-IR"/>
        </w:rPr>
        <w:t xml:space="preserve"> هم تا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 و نخ را دست آقا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 دو سه تا حرف آبدار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حواله آقا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 که ناگاه نگاه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سمت محمود و بساط ما منحرف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شدند. دور هم نشست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شروع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مثل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گفتن چرند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ربط و مسخره کردن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موقع ها هم آنقدر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همه خانواده ها با تعجب به 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بود، هر هفته جمعه ها، بساط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مسخره کردن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کارمان شده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جمعشان را دوست داشتم و از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امّا از مسخره کردن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هر چند در ظاهر با آنها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جمعه</w:t>
      </w:r>
      <w:r>
        <w:rPr>
          <w:rtl/>
          <w:lang w:bidi="fa-IR"/>
        </w:rPr>
        <w:t xml:space="preserve">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منوال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جمعه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بود،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کنار بساطمان آمد و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«اگر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 بساطتان را جمع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قاسم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شد و دستش را به کمرش چسباند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«مثلاً چه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که همه منتظر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کتک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دفعه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آن مرد به خودمان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«شما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 ما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بدن سالم به ما داده تا مشغول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لهو و لعب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واقعاً قصد و غرض خدا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ماها،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بوده»؟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سگرمه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هم کرد و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«قربونت</w:t>
      </w:r>
      <w:r>
        <w:rPr>
          <w:rtl/>
          <w:lang w:bidi="fa-IR"/>
        </w:rPr>
        <w:t xml:space="preserve"> آقاجون از منبر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دستت درد نکنه، استفاده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محض تمام شدن حرف آقا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خنده بچه ها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خدا نگذاشت،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با عصبان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ما جدا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بچه</w:t>
      </w:r>
      <w:r>
        <w:rPr>
          <w:rtl/>
          <w:lang w:bidi="fa-IR"/>
        </w:rPr>
        <w:t xml:space="preserve"> ها باز هم مشغول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شدند امّا من حالم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نبود. از بچه ها فاصله گرفتم و کنار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سبزه ها نشستم و به </w:t>
      </w:r>
      <w:r>
        <w:rPr>
          <w:rtl/>
          <w:lang w:bidi="fa-IR"/>
        </w:rPr>
        <w:lastRenderedPageBreak/>
        <w:t>فکر فرو رفتم: «واقعاً خدا ما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ده؟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کردن، خوردن و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دن؟</w:t>
      </w:r>
      <w:r>
        <w:rPr>
          <w:rtl/>
          <w:lang w:bidi="fa-IR"/>
        </w:rPr>
        <w:t>! مسخره کردن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گران؟</w:t>
      </w:r>
      <w:r>
        <w:rPr>
          <w:rtl/>
          <w:lang w:bidi="fa-IR"/>
        </w:rPr>
        <w:t>! نه، فکر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اگر هدف خدا از خلقت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باشد، پس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جلوتر هستند مطمئناً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چقدر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خودم را به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بزنم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ذهنم را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مدت</w:t>
      </w:r>
      <w:r>
        <w:rPr>
          <w:rtl/>
          <w:lang w:bidi="fa-IR"/>
        </w:rPr>
        <w:t xml:space="preserve"> ها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فکر کردم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آقا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محمود که به هم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رشته افکارم را پاره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احساس</w:t>
      </w:r>
      <w:r>
        <w:rPr>
          <w:rtl/>
          <w:lang w:bidi="fa-IR"/>
        </w:rPr>
        <w:t xml:space="preserve"> کردم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خوشم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مقدمه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سمت بساطمان رفتم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بزنم مشغول جمع کردن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شدم. رفقا به هم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با چشمانشان از کار من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گفت: «داداش حسن! انگار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راه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گفتم: «شرمنده آقا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!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با شما باشم».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مثل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حرفم را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نگرفته باشد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شل گفت: «از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نکن که به گروه خون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خوره».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توجّه به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ساکم را برداشتم و به راه افتادم.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قاسم</w:t>
      </w:r>
      <w:r>
        <w:rPr>
          <w:rtl/>
          <w:lang w:bidi="fa-IR"/>
        </w:rPr>
        <w:t xml:space="preserve"> جلو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گرفت: «حسن اگر 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نه ما نه تو».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من نروم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را گرفته بودم،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توجّه به حرف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آنها جدا شدم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هنوز باورشان نشده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محمود</w:t>
      </w:r>
      <w:r>
        <w:rPr>
          <w:rtl/>
          <w:lang w:bidi="fa-IR"/>
        </w:rPr>
        <w:t xml:space="preserve"> با شتاب به سمتم آمد و با گرفتن ساک از دستم گفت: «بچه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حسن،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چطور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شمان</w:t>
      </w:r>
      <w:r>
        <w:rPr>
          <w:rtl/>
          <w:lang w:bidi="fa-IR"/>
        </w:rPr>
        <w:t xml:space="preserve"> را خراب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ساک</w:t>
      </w:r>
      <w:r>
        <w:rPr>
          <w:rtl/>
          <w:lang w:bidi="fa-IR"/>
        </w:rPr>
        <w:t xml:space="preserve"> را از دستش گرفتم و گفتم: «تا حالا بچه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بعد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مردانه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گفتم و سرعتم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کردم.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بچه</w:t>
      </w:r>
      <w:r>
        <w:rPr>
          <w:rtl/>
          <w:lang w:bidi="fa-IR"/>
        </w:rPr>
        <w:t xml:space="preserve"> ها هنوز باورشان نشده بود که من در حال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آنها هستم، به خاطر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دنبالم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تا مرا منصرف کنند، من هم سرعتم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کردم و از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جدا شدم.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شهر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حال و حوصله رفتن به خانه را نداشتم، هنوز فکرم مشغول بود.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ها قدم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 و دائم مشغول فکر کردن بودم.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جمعه بود،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ها خلوت تر از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رسا توجهم را به خودش جلب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 جمعه بود. وارد مصل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شدم،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نشستن نبود. مصل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مملوّ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بود. در صف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و نشستم. همه ساکت بودند و با توجّه به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دادند، او با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«امّا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و شکل و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چهره اش گندمگون، ابروانش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چشمانش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درشت و جذاب، شانه اش پهن، دندان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براق و گشاده،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بلند و تابنده، استخوان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استوار، گونه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کم گوشت و ا</w:t>
      </w:r>
      <w:r>
        <w:rPr>
          <w:rFonts w:hint="eastAsia"/>
          <w:rtl/>
          <w:lang w:bidi="fa-IR"/>
        </w:rPr>
        <w:t>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زرد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 گونه راستش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عضلاتش</w:t>
      </w:r>
      <w:r>
        <w:rPr>
          <w:rtl/>
          <w:lang w:bidi="fa-IR"/>
        </w:rPr>
        <w:t xml:space="preserve"> محکم،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بر لاله گوشش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خته،</w:t>
      </w:r>
      <w:r>
        <w:rPr>
          <w:rtl/>
          <w:lang w:bidi="fa-IR"/>
        </w:rPr>
        <w:t xml:space="preserve"> اندامش متناسب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ئتش</w:t>
      </w:r>
      <w:r>
        <w:rPr>
          <w:rtl/>
          <w:lang w:bidi="fa-IR"/>
        </w:rPr>
        <w:t xml:space="preserve"> خوش منظر و 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نده،</w:t>
      </w:r>
      <w:r>
        <w:rPr>
          <w:rtl/>
          <w:lang w:bidi="fa-IR"/>
        </w:rPr>
        <w:t xml:space="preserve"> بَه عجب چهره دلربا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873170" w:rsidTr="00873170">
        <w:trPr>
          <w:trHeight w:val="350"/>
        </w:trPr>
        <w:tc>
          <w:tcPr>
            <w:tcW w:w="3344" w:type="dxa"/>
            <w:shd w:val="clear" w:color="auto" w:fill="auto"/>
          </w:tcPr>
          <w:p w:rsidR="00873170" w:rsidRDefault="00873170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هوش بودم از اوّل که دل به کس نسپارم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873170" w:rsidRDefault="00873170" w:rsidP="00096A20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873170" w:rsidRDefault="00873170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تو بد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</w:t>
            </w:r>
            <w:r>
              <w:rPr>
                <w:rtl/>
                <w:lang w:bidi="fa-IR"/>
              </w:rPr>
              <w:t xml:space="preserve"> نه عقل ماند و نه هوشم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مهم تر از همه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و اخلاق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«حاج</w:t>
      </w:r>
      <w:r>
        <w:rPr>
          <w:rtl/>
          <w:lang w:bidi="fa-IR"/>
        </w:rPr>
        <w:t xml:space="preserve"> آقا حرف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درباره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که تا به حال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من فقط اسم امام زمان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صحبت ها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شناخت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باز کرده بود. مثل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مردم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حرف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شدم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گوشم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همه حواسم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معطوف شده بود. از خدا محبت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انسان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در قلبم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امّا با کدام آبرو، من که غرق گناه بودم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به ساحت ملکوت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انسان پاک 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ابم</w:t>
      </w:r>
      <w:r>
        <w:rPr>
          <w:rtl/>
          <w:lang w:bidi="fa-IR"/>
        </w:rPr>
        <w:t>. با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اشک به ادامه صحبت ها دل سپردم».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8731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اخلاق</w:t>
      </w:r>
      <w:r>
        <w:rPr>
          <w:rtl/>
          <w:lang w:bidi="fa-IR"/>
        </w:rPr>
        <w:t xml:space="preserve">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73170" w:rsidRPr="00873170">
        <w:rPr>
          <w:rStyle w:val="libAlaemChar"/>
          <w:rFonts w:eastAsiaTheme="minorHAnsi"/>
          <w:rtl/>
        </w:rPr>
        <w:t>عليه‌السلام</w:t>
      </w:r>
      <w:r w:rsidR="0087317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873170" w:rsidRPr="00873170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است، مثل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مهربان و دلسوز است. او بخشنده است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مال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در رفتار چنان است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دست خود کره و عسل به دهان 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8731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هنگام ظهورش همه اموال جهان، در نزد او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آنچه در دل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آنچه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آن گاه به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 w:rsidR="0087317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اموال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همان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انسان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آنها قطع رحم کرده و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خود را رنجاندند».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8731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دست به عطا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چنان که تا آن روز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آنچنان بخشش اموال نکرده باشد. در زمان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محصول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73170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تا به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مردم عالم برسد. در روزگار او همگان به رفاه و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و</w:t>
      </w:r>
      <w:r>
        <w:rPr>
          <w:rFonts w:hint="eastAsia"/>
          <w:rtl/>
          <w:lang w:bidi="fa-IR"/>
        </w:rPr>
        <w:t>فور</w:t>
      </w:r>
      <w:r>
        <w:rPr>
          <w:rtl/>
          <w:lang w:bidi="fa-IR"/>
        </w:rPr>
        <w:t xml:space="preserve">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</w:t>
      </w:r>
      <w:r>
        <w:rPr>
          <w:rtl/>
          <w:lang w:bidi="fa-IR"/>
        </w:rPr>
        <w:lastRenderedPageBreak/>
        <w:t xml:space="preserve">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فراوان گردند.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جانوران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</w:t>
      </w:r>
      <w:r>
        <w:rPr>
          <w:rtl/>
          <w:lang w:bidi="fa-IR"/>
        </w:rPr>
        <w:t xml:space="preserve"> و آب نهرها فراوان شود در جهان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مگر آنکه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آنجا را آباد سازد.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873170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قسمت</w:t>
      </w:r>
      <w:r>
        <w:rPr>
          <w:rtl/>
          <w:lang w:bidi="fa-IR"/>
        </w:rPr>
        <w:t xml:space="preserve"> دوم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حکومت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سرسوزن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ظلم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نشود و رنج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امام عصر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حکم حضرت داوود 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شاهد نطلبد. او دوست و دشمن خود را با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شناسد.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عدالت را، همچنان که سرما و گرما وارد خانه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eastAsia"/>
          <w:rtl/>
          <w:lang w:bidi="fa-IR"/>
        </w:rPr>
        <w:t>ود،</w:t>
      </w:r>
      <w:r>
        <w:rPr>
          <w:rtl/>
          <w:lang w:bidi="fa-IR"/>
        </w:rPr>
        <w:t xml:space="preserve"> وارد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علم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سفر به آسمان ها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آنجا،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در زمان امام عصر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آسمان ها آباد و محل سکونت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... 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جمعه همچنان دوران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آنچنان شور و عشق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کرده بود که قابل وصف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امّا حاج آقا حرف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زد که شوق را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فراق و اشک کرد.»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جمعه ادامه داد: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امّا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زمان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غربت به سر برد و در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8731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«هو الطر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الغائب عن اهله...»</w:t>
      </w:r>
      <w:r w:rsidRPr="00873170">
        <w:rPr>
          <w:rStyle w:val="libFootnotenumChar"/>
          <w:rtl/>
        </w:rPr>
        <w:t>؛(1)</w:t>
      </w:r>
      <w:r>
        <w:rPr>
          <w:rtl/>
          <w:lang w:bidi="fa-IR"/>
        </w:rPr>
        <w:t xml:space="preserve"> «او (حضرت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73170" w:rsidRPr="006E21AF">
        <w:rPr>
          <w:rStyle w:val="libAlaemChar"/>
          <w:rtl/>
        </w:rPr>
        <w:t>عليه‌السلام</w:t>
      </w:r>
      <w:r>
        <w:rPr>
          <w:rtl/>
          <w:lang w:bidi="fa-IR"/>
        </w:rPr>
        <w:t>) آن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از وطن و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است».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 حضرت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«السلام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الامام الفر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د»؛</w:t>
      </w:r>
      <w:r w:rsidRPr="00873170">
        <w:rPr>
          <w:rStyle w:val="libFootnotenumChar"/>
          <w:rtl/>
        </w:rPr>
        <w:t xml:space="preserve">(2) </w:t>
      </w:r>
      <w:r>
        <w:rPr>
          <w:rtl/>
          <w:lang w:bidi="fa-IR"/>
        </w:rPr>
        <w:t>«سلام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تنها».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من، همه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نقش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شدن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اماممان دعا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هرچند</w:t>
      </w:r>
      <w:r>
        <w:rPr>
          <w:rtl/>
          <w:lang w:bidi="fa-IR"/>
        </w:rPr>
        <w:t xml:space="preserve">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در دوران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بت،</w:t>
      </w:r>
      <w:r>
        <w:rPr>
          <w:rtl/>
          <w:lang w:bidi="fa-IR"/>
        </w:rPr>
        <w:t xml:space="preserve"> عدّه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خوبان در محضر امام عصر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هستند و اوامر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اجرا و تا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وجود مقدسش رفع غربت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به هر حال ما هم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ان شاء اللَّه در خطبه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به بحث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Pr="00873170" w:rsidRDefault="00873170" w:rsidP="008731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3C3B58" w:rsidRDefault="003C3B58" w:rsidP="00873170">
      <w:pPr>
        <w:pStyle w:val="libFootnote0"/>
        <w:rPr>
          <w:rtl/>
          <w:lang w:bidi="fa-IR"/>
        </w:rPr>
      </w:pPr>
      <w:r>
        <w:rPr>
          <w:rtl/>
          <w:lang w:bidi="fa-IR"/>
        </w:rPr>
        <w:t>1- 8.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2، ص 361.</w:t>
      </w:r>
    </w:p>
    <w:p w:rsidR="003C3B58" w:rsidRDefault="003C3B58" w:rsidP="00873170">
      <w:pPr>
        <w:pStyle w:val="libFootnote0"/>
        <w:rPr>
          <w:rtl/>
          <w:lang w:bidi="fa-IR"/>
        </w:rPr>
      </w:pPr>
      <w:r>
        <w:rPr>
          <w:rtl/>
          <w:lang w:bidi="fa-IR"/>
        </w:rPr>
        <w:t>2- 9.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الاعظم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سرداب مقدّس.</w:t>
      </w:r>
    </w:p>
    <w:p w:rsidR="003C3B58" w:rsidRDefault="00873170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3C3B58">
        <w:rPr>
          <w:rFonts w:hint="cs"/>
          <w:rtl/>
          <w:lang w:bidi="fa-IR"/>
        </w:rPr>
        <w:lastRenderedPageBreak/>
        <w:t>ی</w:t>
      </w:r>
      <w:r w:rsidR="003C3B58">
        <w:rPr>
          <w:rFonts w:hint="eastAsia"/>
          <w:rtl/>
          <w:lang w:bidi="fa-IR"/>
        </w:rPr>
        <w:t>ا</w:t>
      </w:r>
      <w:r w:rsidR="003C3B58">
        <w:rPr>
          <w:rtl/>
          <w:lang w:bidi="fa-IR"/>
        </w:rPr>
        <w:t xml:space="preserve"> صاحب الزمان! آقاجان!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873170" w:rsidTr="00873170">
        <w:trPr>
          <w:trHeight w:val="350"/>
        </w:trPr>
        <w:tc>
          <w:tcPr>
            <w:tcW w:w="3344" w:type="dxa"/>
            <w:shd w:val="clear" w:color="auto" w:fill="auto"/>
          </w:tcPr>
          <w:p w:rsidR="00873170" w:rsidRDefault="00873170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زندان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زندان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873170" w:rsidRDefault="00873170" w:rsidP="00096A20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873170" w:rsidRDefault="00873170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دعا</w:t>
            </w:r>
            <w:r>
              <w:rPr>
                <w:rtl/>
                <w:lang w:bidi="fa-IR"/>
              </w:rPr>
              <w:t xml:space="preserve"> کن ط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 دوران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3170" w:rsidTr="00873170">
        <w:trPr>
          <w:trHeight w:val="350"/>
        </w:trPr>
        <w:tc>
          <w:tcPr>
            <w:tcW w:w="3344" w:type="dxa"/>
          </w:tcPr>
          <w:p w:rsidR="00873170" w:rsidRDefault="00873170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آنها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که مشتاق ظهورند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873170" w:rsidRDefault="00873170" w:rsidP="00096A20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873170" w:rsidRDefault="00873170" w:rsidP="00096A2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</w:t>
            </w:r>
            <w:r>
              <w:rPr>
                <w:rtl/>
                <w:lang w:bidi="fa-IR"/>
              </w:rPr>
              <w:t xml:space="preserve"> سال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بگذرد هر آنِ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صحبت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آقا تمام شد.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 توجّه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من جلب شده بود، حالِ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مدّت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آقا، همدم بوده ام و حالا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فراقش را تحمل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سخت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به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بروم و از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جمعه،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</w:t>
      </w:r>
      <w:r>
        <w:rPr>
          <w:rFonts w:hint="eastAsia"/>
          <w:rtl/>
          <w:lang w:bidi="fa-IR"/>
        </w:rPr>
        <w:t>وصال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 امّا شرم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مانع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فکر</w:t>
      </w:r>
      <w:r>
        <w:rPr>
          <w:rtl/>
          <w:lang w:bidi="fa-IR"/>
        </w:rPr>
        <w:t xml:space="preserve"> و ذکرم فقط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امام زمانم بود، محبت و عشق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آقا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الحمدللَّه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دوستانم به سراغم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امدند</w:t>
      </w:r>
      <w:r>
        <w:rPr>
          <w:rtl/>
          <w:lang w:bidi="fa-IR"/>
        </w:rPr>
        <w:t xml:space="preserve"> و مرا با غم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تنها گذاشته بودند، من هم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مشغول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بودم امّا هرآن فکر فراق و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ذهنم تداع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آتش عشق را شعله ورتر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و روز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و از خداوند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هرچند گذشته خرابم مرا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امّا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لطف آقا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گذشته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پرغفلتم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مرا آرام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درِ توبه در درگاه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است و شخص توبه کننده اگر توبه اش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مثل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اصلاً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است. به هر حال از گذشته </w:t>
      </w:r>
      <w:r>
        <w:rPr>
          <w:rtl/>
          <w:lang w:bidi="fa-IR"/>
        </w:rPr>
        <w:lastRenderedPageBreak/>
        <w:t>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بودم و اشک ندامت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مدام از چشم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463C3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سحرها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گل نرگس به سمت سجّاده 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تحول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باورش را نداشت.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راه،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زهرا</w:t>
      </w:r>
      <w:r w:rsidR="00463C39" w:rsidRPr="00463C39">
        <w:rPr>
          <w:rFonts w:ascii="Traditional Arabic" w:eastAsiaTheme="minorHAnsi" w:hAnsi="Traditional Arabic" w:cs="Traditional Arabic"/>
          <w:rtl/>
        </w:rPr>
        <w:t xml:space="preserve"> </w:t>
      </w:r>
      <w:r w:rsidR="00463C39" w:rsidRPr="00463C39">
        <w:rPr>
          <w:rStyle w:val="libAlaemChar"/>
          <w:rFonts w:eastAsiaTheme="minorHAnsi"/>
          <w:rtl/>
        </w:rPr>
        <w:t>عليها‌السلام</w:t>
      </w:r>
      <w:r w:rsidR="00463C3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فکر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از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قلب مقدّس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رنجور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فرار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کردم؛ ازجمله نگاهم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کنترل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اصلاً به نامحرم نگاه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انداختم چون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که نگاه به نامحرم، قلب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روزها</w:t>
      </w:r>
      <w:r>
        <w:rPr>
          <w:rtl/>
          <w:lang w:bidi="fa-IR"/>
        </w:rPr>
        <w:t xml:space="preserve"> و هفته ها و ماه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و من همچنان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عشق سوزان، همچون شمع، ذره ذره وجودم ذوب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بعد از نماز مغرب و عشاء در حال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با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بودم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الان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کجاست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ناقابل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سهم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کم کردن غربت و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داشته باشم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نه،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ناگاه از پشت سر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شانه ام خورد و مرا صدا زد: حسن آقا!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آب</w:t>
      </w:r>
      <w:r>
        <w:rPr>
          <w:rtl/>
          <w:lang w:bidi="fa-IR"/>
        </w:rPr>
        <w:t xml:space="preserve"> دهانم را قورت دادم،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صورتم</w:t>
      </w:r>
      <w:r>
        <w:rPr>
          <w:rtl/>
          <w:lang w:bidi="fa-IR"/>
        </w:rPr>
        <w:t xml:space="preserve"> را برگرداندم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جمعه افتادم، «چهره اش گندمگون، ابروانش هلال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چشمانش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درشت و جذاب... برگونه راستش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لرزان گفتم: بله.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دنبال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قدرت</w:t>
      </w:r>
      <w:r>
        <w:rPr>
          <w:rtl/>
          <w:lang w:bidi="fa-IR"/>
        </w:rPr>
        <w:t xml:space="preserve"> تکلّم نداشتم، ابهّت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آقا، انجام هر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من گرفته بود،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چشمانم پر از اشک و تپش قلبم تندتر شده بود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گفتم: دنبال امام زمانم. فرمود: من امام تو هستم، بلند شو،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فراق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باورم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چه سعادت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شده است مبهوت جمال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بودم، چهره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به ذهنم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خطور کرد: «به خانه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د»؟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هم به راه افتاد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حضرت با آرامش قدم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با وقار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به در خانه 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جلو رفتم و در را باز کردم و با حضرت وارد خانه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463C3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خانه، حضرت با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دلسوز با من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سپس فرمودند: حسن! بلند شو و با من نماز بخوان، من هم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به نماز کردم،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هرگز مثل آن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463C3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سکوت</w:t>
      </w:r>
      <w:r>
        <w:rPr>
          <w:rtl/>
          <w:lang w:bidi="fa-IR"/>
        </w:rPr>
        <w:t xml:space="preserve"> همه جا را فراگرفته بود و صوت حز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قلب مرا از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اشکم را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حضرت مشغول خواندن دعا شدند من هم به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خواندم.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صحبت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ردّ و بدل شد که مجال گفتنش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شب ها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ختم نشد بلکه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شد که چند شب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 در خدمت قطب عالم امکان به رکوع و سجده، خدا را عبادت کنم.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463C3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</w:t>
      </w:r>
      <w:r w:rsidR="00463C39">
        <w:rPr>
          <w:rFonts w:hint="cs"/>
          <w:rtl/>
          <w:lang w:bidi="fa-IR"/>
        </w:rPr>
        <w:t>گ</w:t>
      </w:r>
      <w:r>
        <w:rPr>
          <w:rtl/>
          <w:lang w:bidi="fa-IR"/>
        </w:rPr>
        <w:t>ز فکرش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سراغم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خودش را به من نشان داد.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کلمات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فرمودند: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التماس به حضرت گفتم: آقاجان مرا هم با خودتان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>: «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دعاها و ذکرها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شما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دادم تا آخر عمر، عمل کن».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التماس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مرا هم با خودتان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مصلحت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امر به ماندن کردند.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حالت فراق و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محبوبش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دل زنده داشت و هرگز آن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فراموش نکرد تا در سن 130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لقاء اللَّه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>. روحش شاد</w:t>
      </w:r>
      <w:r w:rsidRPr="00463C39">
        <w:rPr>
          <w:rStyle w:val="libFootnotenumChar"/>
          <w:rtl/>
        </w:rPr>
        <w:t>(1)</w:t>
      </w:r>
    </w:p>
    <w:p w:rsidR="003C3B58" w:rsidRPr="00463C39" w:rsidRDefault="00463C39" w:rsidP="00463C3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3C3B58" w:rsidRDefault="003C3B58" w:rsidP="00463C39">
      <w:pPr>
        <w:pStyle w:val="libFootnote0"/>
        <w:rPr>
          <w:rtl/>
          <w:lang w:bidi="fa-IR"/>
        </w:rPr>
      </w:pPr>
      <w:r>
        <w:rPr>
          <w:rtl/>
          <w:lang w:bidi="fa-IR"/>
        </w:rPr>
        <w:t>1- 10. کتاب نجم الثاقب، ص 662.</w:t>
      </w:r>
    </w:p>
    <w:p w:rsidR="00463C39" w:rsidRDefault="00463C39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3B58" w:rsidRDefault="003C3B58" w:rsidP="00463C39">
      <w:pPr>
        <w:pStyle w:val="Heading1"/>
        <w:rPr>
          <w:rtl/>
          <w:lang w:bidi="fa-IR"/>
        </w:rPr>
      </w:pPr>
      <w:bookmarkStart w:id="5" w:name="_Toc524335973"/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چندان</w:t>
      </w:r>
      <w:r>
        <w:rPr>
          <w:rFonts w:hint="cs"/>
          <w:rtl/>
          <w:lang w:bidi="fa-IR"/>
        </w:rPr>
        <w:t>ی</w:t>
      </w:r>
      <w:bookmarkEnd w:id="5"/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مادرجان</w:t>
      </w:r>
      <w:r>
        <w:rPr>
          <w:rtl/>
          <w:lang w:bidi="fa-IR"/>
        </w:rPr>
        <w:t xml:space="preserve"> بلند شو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 جمال اخراجت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بلند شو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>!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زحمت، خودش را از رختخواب جدا کرد و به طرف برادرش که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طرف تر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خم شد و او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مادرش نان و پن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در سفره گذاشت وگفت: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>! پاشو دست و صورتت را بشو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خواب از سرت بپرد.»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حوصلگ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شد،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داشت بخوابد امّا مجبور بود به سرکار برود. آن هم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کم.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صبحانه</w:t>
      </w:r>
      <w:r>
        <w:rPr>
          <w:rtl/>
          <w:lang w:bidi="fa-IR"/>
        </w:rPr>
        <w:t xml:space="preserve"> خورده و نخورده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سمت مغازه مکان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جمال. سوز سرما که در حال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صورتش را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نوک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گوش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سرخ شده بود. نفس زنان به مغازه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دو دستش را به طرف دهانش برد و با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نفسش دستانش را گرم کرد. </w:t>
      </w: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آقا جمال، تپش قلبش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سلام استاد.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جمال که حساب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ابروها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درهم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سلام و ... 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ترس و دلهره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«آقا</w:t>
      </w:r>
      <w:r>
        <w:rPr>
          <w:rtl/>
          <w:lang w:bidi="fa-IR"/>
        </w:rPr>
        <w:t xml:space="preserve"> جمال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خواب ماندم.»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جمال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بلندتر کرد و گفت: «خواب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نشانت بدهم که تا عمر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فراموش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اشک</w:t>
      </w:r>
      <w:r>
        <w:rPr>
          <w:rtl/>
          <w:lang w:bidi="fa-IR"/>
        </w:rPr>
        <w:t xml:space="preserve"> از چشمان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بود. آقا جمال که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دلش به حالش سوخت و گفت: «حالا چرا آبغوره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 برو مغازه را آب و جارو کن، بعد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روغن سوخته ها را از تو چاله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. دفعه آخرت هم باشد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کوچکش اشک ها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گفت: «چَشم» و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سراغ کارها رفت.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ناراحت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پدرش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در دلش زنده شده بود.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چاله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شدّت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اطراف چاله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بودند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و در چاله پر از روغن افتاد.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جمال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خودش را به چاله رساند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که حساب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 از چاله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عصبان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گفت: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«حواست</w:t>
      </w:r>
      <w:r>
        <w:rPr>
          <w:rtl/>
          <w:lang w:bidi="fa-IR"/>
        </w:rPr>
        <w:t xml:space="preserve"> کجاست بچه؟! ما اگر نخواه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کار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چکار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دلم به حالت سوخت قبول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کار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دست و پا چلفت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برو خانه لباس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عوض کن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مرد کار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کار کن.»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مادرش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با آن حال و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نگران و مضطرب شد. علّت روغن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شدنش را از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امّا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فقط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عوض کرد، متوجه شد بدنش پر از زخم و جراحت شده است.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او را به دکتر برد. با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پانسمان و استراحت حال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خوب شد امّا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مغازه آقا جمال پا بگذارد.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بعد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مادرش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کردن پانسمان ها رفتند، مادرش به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گفت: «آقا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دکتر! از آن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روغن ها افتاده،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مواقع دل 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گفت: «چ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از عوارض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روغن هاست، امّا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عکس هم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بعد از چند روز، جواب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عکس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دکتر برد.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تا عکس ها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جواب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خواند رنگ صورتش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و به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 «پدر آقا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کجا هستند،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همراه شما به مطب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ند؟»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 «پدر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مسافرت است و معلوم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چه وقت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حساب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فکر فرو رفته بود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چگونه به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غده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شکم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وجود دارد.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آخرش</w:t>
      </w:r>
      <w:r>
        <w:rPr>
          <w:rtl/>
          <w:lang w:bidi="fa-IR"/>
        </w:rPr>
        <w:t xml:space="preserve"> هم نگفت، فقط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عمل کوچک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شکمش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اشک</w:t>
      </w:r>
      <w:r>
        <w:rPr>
          <w:rtl/>
          <w:lang w:bidi="fa-IR"/>
        </w:rPr>
        <w:t xml:space="preserve"> در چشمان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حلقه زد.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خودش را کنترل کند تا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ناراحت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زاهدان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پس از عمل، غدّه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شکمش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آوردند، امّا بعد از چند ماه باز غده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سفارش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دکتر،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معالجه به تهران آوردند و او را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الوند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غدّه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وزن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شکم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هم بعد از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غدّه رشد کرد و دکترها از درمان اظهار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وگفتند: «از دست ما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مثل پُتک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بر سر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شده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اصلاً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را بکند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خانه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بستگان دورشان که در تهران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آورد.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موقع</w:t>
      </w:r>
      <w:r>
        <w:rPr>
          <w:rtl/>
          <w:lang w:bidi="fa-IR"/>
        </w:rPr>
        <w:t xml:space="preserve"> خواب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 از خدا خواست که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را شفا دهد.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بعد از خواباندن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اشک به خواب رفت. در عالم خواب،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مسجد جمکران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صبح</w:t>
      </w:r>
      <w:r>
        <w:rPr>
          <w:rtl/>
          <w:lang w:bidi="fa-IR"/>
        </w:rPr>
        <w:t xml:space="preserve"> که از خواب بلند شد با خودش گفت «مسجد جمکران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کجاست؟!»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حقّ داشت نداند مسجد جمکران کجاست چون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اهل سنّت بود و در شهر زاهدان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آنجا دور از قم بود و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نداشت.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بستگانشان درباره مسجد جمکران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آنها با تعجّب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«با جمکران چکار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 از تلو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اسمش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مسجد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هاست.»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 چون از حساس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لشان</w:t>
      </w:r>
      <w:r>
        <w:rPr>
          <w:rtl/>
          <w:lang w:bidi="fa-IR"/>
        </w:rPr>
        <w:t xml:space="preserve"> نسبت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ها خبر داشت.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بعد از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مغازه طلافروش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و بعد از فروختن النگو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سمت ترم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نال</w:t>
      </w:r>
      <w:r>
        <w:rPr>
          <w:rtl/>
          <w:lang w:bidi="fa-IR"/>
        </w:rPr>
        <w:t xml:space="preserve"> حرکت کردند.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نال</w:t>
      </w:r>
      <w:r>
        <w:rPr>
          <w:rtl/>
          <w:lang w:bidi="fa-IR"/>
        </w:rPr>
        <w:t xml:space="preserve"> از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ستگاه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جمکران کجاست؟»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خانم گفت: «شما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سوار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قم به مسجد جمکران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جلوتر</w:t>
      </w:r>
      <w:r>
        <w:rPr>
          <w:rtl/>
          <w:lang w:bidi="fa-IR"/>
        </w:rPr>
        <w:t xml:space="preserve"> رفتند.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قم، قم شاگرد اتوبوس، آنها را خوشحال کرد، سوار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شدند و با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سمت قم راه افتادند.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بغل </w:t>
      </w:r>
      <w:r>
        <w:rPr>
          <w:rtl/>
          <w:lang w:bidi="fa-IR"/>
        </w:rPr>
        <w:lastRenderedPageBreak/>
        <w:t>آنها نشسته بود از رنگ زرد و دل دردها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خبر شد که حالش خوب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لذا از مادرش حال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محض سؤال آن خانم، اشک از چشم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شروع به درد دل کردن کرد و در آخر هم خوابش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خانم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کرد. درباره مسجد جمکران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ارتگاه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قبر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است؟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خانم که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بود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از اهل سنّت است گفت: «ما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ها دوازده امام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ما حضرت حجه بن الحسن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زنده هستند و به امر خدا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امّا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مانع از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مردم نشده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در همه حال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موارد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تا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آن مکان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حدود 1000 سال قبل به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نام« حسن بن مثله جمکران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محدوده اش را مشخص کرده اند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 کند. بعد فرمود: به مردم بگو: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رغبت کنند و آن را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دارند و چهار رکعت نماز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بخوانند؛ دو رکعت به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ت نماز 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مسجد و دو رکعت هم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نماز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بعد هم فرمود: هرکس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بخواند مانند آن است که دو رکعت نماز در کعبه خوانده باشد.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مادر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 دقت به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خانم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مشتاقانه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 به حال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شفا گرفته است.»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خانم گفت: «بله، تا دلتان بخواهد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لاعلاج شفا گرفته اند، اتفاقاً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فرمان ساخت مسجد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مشخص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از گله چوپان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 را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هر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گوشتش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دور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بود و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آنها محدوده مسجد را مشخص کرده بودند به بدن هر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 شفا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را در خانه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BF2B4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اللَّه</w:t>
      </w:r>
      <w:r>
        <w:rPr>
          <w:rtl/>
          <w:lang w:bidi="fa-IR"/>
        </w:rPr>
        <w:t xml:space="preserve"> ابوالحسن الرضا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امّا بعد از فوت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اللَّه،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شده بود اشک شوق از چشمانش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مشتاقانه به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خانم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سکوت گذشت،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فکر مسجد جمکران و صاحبش 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کدفعه</w:t>
      </w:r>
      <w:r>
        <w:rPr>
          <w:rtl/>
          <w:lang w:bidi="fa-IR"/>
        </w:rPr>
        <w:t xml:space="preserve"> با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خانم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«خانم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مسجد جمکران متعلق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هاست، نکند ما را راه ندهند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فقط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را شفا بدهن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خانم با آرامش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«اصلاً نگران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صاحب جمکران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است،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که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اش را </w:t>
      </w:r>
      <w:r>
        <w:rPr>
          <w:rtl/>
          <w:lang w:bidi="fa-IR"/>
        </w:rPr>
        <w:lastRenderedPageBreak/>
        <w:t>از مسجد جمکران گرفته است. شما که مسلمان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مطمئن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شما هم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نفس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الم</w:t>
      </w:r>
      <w:r>
        <w:rPr>
          <w:rtl/>
          <w:lang w:bidi="fa-IR"/>
        </w:rPr>
        <w:t xml:space="preserve"> راحت شد امّا من نماز مسجد جمکران را بلد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آن نماز را به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خانم گفت: «اسم من فاطمه رضا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خوشحال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مرا رضا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صدا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نماز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است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 رکعت نماز صاحب الزمان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قربه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بجا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آورم. بعد سوره حمد را تا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نعبد 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نستع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100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بعد از صد بار، ادامه سوره حمد را خوانده و بعد از سوره حمد، سوره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سپس به رکوع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هفت بار ذکر رکوع را گفته و در سجده هم هفت بار ذکر سجده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رکعت</w:t>
      </w:r>
      <w:r>
        <w:rPr>
          <w:rtl/>
          <w:lang w:bidi="fa-IR"/>
        </w:rPr>
        <w:t xml:space="preserve"> دوّم را هم،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 نماز را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3C3B58" w:rsidRDefault="003C3B58" w:rsidP="00BF2B4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لا إله إلّا اللَّه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بعد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حضرت زهرا</w:t>
      </w:r>
      <w:r w:rsidR="00BF2B49" w:rsidRPr="00BF2B49">
        <w:rPr>
          <w:rFonts w:ascii="Traditional Arabic" w:eastAsiaTheme="minorHAnsi" w:hAnsi="Traditional Arabic" w:cs="Traditional Arabic"/>
          <w:rtl/>
        </w:rPr>
        <w:t xml:space="preserve"> </w:t>
      </w:r>
      <w:r w:rsidR="00BF2B49" w:rsidRPr="00BF2B49">
        <w:rPr>
          <w:rStyle w:val="libAlaemChar"/>
          <w:rFonts w:eastAsiaTheme="minorHAnsi"/>
          <w:rtl/>
        </w:rPr>
        <w:t>عليها‌السلام</w:t>
      </w:r>
      <w:r w:rsidR="00BF2B4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(34 بار اللَّه اکبر، 33بار الحمدللَّه و 33بار سبحان للَّه) در آخر هم،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صدبار اللّهمّ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و آل محمّد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اتوبوس</w:t>
      </w:r>
      <w:r>
        <w:rPr>
          <w:rtl/>
          <w:lang w:bidi="fa-IR"/>
        </w:rPr>
        <w:t xml:space="preserve"> به اوّل قم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مسافران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شدند. خانم رضا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مادرش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مسجد مقدّس جمکران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 و آنها با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عازم مسجد جمکران شدند.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اصلاً خوب نبود و با زحمت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وارد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مسجد شدند، اتفاقاً شب چهارشنبه بود و موج زائران و مشتاقان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طوفان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دل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کرده بود.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خادمان اسکان مسجد که متوجه حال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اتاق شماره هشت زائرسرا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ارشان</w:t>
      </w:r>
      <w:r>
        <w:rPr>
          <w:rtl/>
          <w:lang w:bidi="fa-IR"/>
        </w:rPr>
        <w:t xml:space="preserve"> گذاشته و بعد هم به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«شما تا حال بچه بهتر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استراحت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سپس به مسجد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نماز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حضرت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واسطه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فرزندتان شود تا ان شاء اللَّه شفا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اگر هم 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خواسته خود را در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برگه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آماده شده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داخل چاه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</w:t>
      </w:r>
      <w:r w:rsidRPr="00BF2B49">
        <w:rPr>
          <w:rStyle w:val="libFootnotenumChar"/>
          <w:rtl/>
        </w:rPr>
        <w:t>(1)</w:t>
      </w:r>
    </w:p>
    <w:p w:rsidR="003C3B58" w:rsidRPr="00BF2B49" w:rsidRDefault="00BF2B49" w:rsidP="00BF2B4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3C3B58" w:rsidRDefault="003C3B58" w:rsidP="00BF2B49">
      <w:pPr>
        <w:pStyle w:val="libFootnote0"/>
        <w:rPr>
          <w:rtl/>
          <w:lang w:bidi="fa-IR"/>
        </w:rPr>
      </w:pPr>
      <w:r>
        <w:rPr>
          <w:rtl/>
          <w:lang w:bidi="fa-IR"/>
        </w:rPr>
        <w:t>1- 11.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به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چاه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آب روان انداخت و لذا مسؤولان مسجد مقدّس جمکران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مردم، 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مسجد حفر کرده اند تا مردم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در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اندازند</w:t>
      </w:r>
      <w:r>
        <w:rPr>
          <w:rtl/>
          <w:lang w:bidi="fa-IR"/>
        </w:rPr>
        <w:t xml:space="preserve"> و 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مسجد جمکران است قداست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مثل چاه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.</w:t>
      </w:r>
    </w:p>
    <w:p w:rsidR="003C3B58" w:rsidRDefault="00BF2B49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3C3B58">
        <w:rPr>
          <w:rFonts w:hint="eastAsia"/>
          <w:rtl/>
          <w:lang w:bidi="fa-IR"/>
        </w:rPr>
        <w:lastRenderedPageBreak/>
        <w:t>خادم</w:t>
      </w:r>
      <w:r w:rsidR="003C3B58">
        <w:rPr>
          <w:rtl/>
          <w:lang w:bidi="fa-IR"/>
        </w:rPr>
        <w:t xml:space="preserve"> مسجد توض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ح</w:t>
      </w:r>
      <w:r w:rsidR="003C3B58">
        <w:rPr>
          <w:rtl/>
          <w:lang w:bidi="fa-IR"/>
        </w:rPr>
        <w:t xml:space="preserve"> م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دهد که: «امام زمان </w:t>
      </w:r>
      <w:r w:rsidR="006E21AF" w:rsidRPr="006E21AF">
        <w:rPr>
          <w:rStyle w:val="libAlaemChar"/>
          <w:rtl/>
        </w:rPr>
        <w:t xml:space="preserve">عليه‌السلام </w:t>
      </w:r>
      <w:r w:rsidR="003C3B58">
        <w:rPr>
          <w:rtl/>
          <w:lang w:bidi="fa-IR"/>
        </w:rPr>
        <w:t>از حاجات همه ما با خبر هستند اگر چه شما چ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ز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ننو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س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و از حضرت شفاهاً 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ا</w:t>
      </w:r>
      <w:r w:rsidR="003C3B58">
        <w:rPr>
          <w:rtl/>
          <w:lang w:bidi="fa-IR"/>
        </w:rPr>
        <w:t xml:space="preserve"> حت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فقط در دل چ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ز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را بخواه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اگر مصلحت باشد ان شاء اللَّه عنا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ت</w:t>
      </w:r>
      <w:r w:rsidR="003C3B58">
        <w:rPr>
          <w:rtl/>
          <w:lang w:bidi="fa-IR"/>
        </w:rPr>
        <w:t xml:space="preserve"> م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کنند ول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ا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ن</w:t>
      </w:r>
      <w:r w:rsidR="003C3B58">
        <w:rPr>
          <w:rtl/>
          <w:lang w:bidi="fa-IR"/>
        </w:rPr>
        <w:t xml:space="preserve"> کار هم 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ک</w:t>
      </w:r>
      <w:r w:rsidR="003C3B58">
        <w:rPr>
          <w:rtl/>
          <w:lang w:bidi="fa-IR"/>
        </w:rPr>
        <w:t xml:space="preserve"> عرض ارادت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است از طرف ما به امام زمان </w:t>
      </w:r>
      <w:r w:rsidR="006E21AF" w:rsidRPr="006E21AF">
        <w:rPr>
          <w:rStyle w:val="libAlaemChar"/>
          <w:rtl/>
        </w:rPr>
        <w:t xml:space="preserve">عليه‌السلام </w:t>
      </w:r>
      <w:r w:rsidR="003C3B58">
        <w:rPr>
          <w:rtl/>
          <w:lang w:bidi="fa-IR"/>
        </w:rPr>
        <w:t>و تجربه شده است که خ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ل</w:t>
      </w:r>
      <w:r w:rsidR="003C3B58">
        <w:rPr>
          <w:rFonts w:hint="cs"/>
          <w:rtl/>
          <w:lang w:bidi="fa-IR"/>
        </w:rPr>
        <w:t>ی</w:t>
      </w:r>
      <w:r w:rsidR="003C3B58">
        <w:rPr>
          <w:rtl/>
          <w:lang w:bidi="fa-IR"/>
        </w:rPr>
        <w:t xml:space="preserve"> ها با عر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ضه</w:t>
      </w:r>
      <w:r w:rsidR="003C3B58">
        <w:rPr>
          <w:rtl/>
          <w:lang w:bidi="fa-IR"/>
        </w:rPr>
        <w:t xml:space="preserve"> نوشتن به حاجات خود رس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ده</w:t>
      </w:r>
      <w:r w:rsidR="003C3B58">
        <w:rPr>
          <w:rtl/>
          <w:lang w:bidi="fa-IR"/>
        </w:rPr>
        <w:t xml:space="preserve"> اند.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اشک و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سرشار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نامه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و از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را 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خادمان که اشک ها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حال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سراغ خادم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که با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اتاق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او، توسل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روضه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بخوانند.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خادمان هم، با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محفل روضه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اتاق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بعد از روضه،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گذشته و مسجد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بود.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همان دل درد به خواب رفت، مادرش هم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بود در کنار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آرام گرفت.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سحر،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خواب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مادرش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 به مادرش کرده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«مادرجان</w:t>
      </w:r>
      <w:r>
        <w:rPr>
          <w:rtl/>
          <w:lang w:bidi="fa-IR"/>
        </w:rPr>
        <w:t>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ناراحت نباش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مرا شفا داد.»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مادرش</w:t>
      </w:r>
      <w:r>
        <w:rPr>
          <w:rtl/>
          <w:lang w:bidi="fa-IR"/>
        </w:rPr>
        <w:t xml:space="preserve"> که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گفت: «ام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باش پسرم حتماً شفا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 «مادرجان! باور کن او مرا شفا داده است.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که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پشت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بلند شد و به طرفم آمد، آن نور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من فقط نورش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آهسته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 شد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من خورد و برگشت. باور کن مادر، من شفا گرفته ام و آن نور هم صاحب 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مسجد بوده است».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t>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در آغوش گرفت و در حال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مدام صلوات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فرستاد، به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 «عز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پاشو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برو.»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بلند شد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مادرش راه رفت.»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شده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نداشت که پسرش کاملاً خوب شده باشد. به خاطر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عازم تهران شدند و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الوند رفتند.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«باهر» که ظاهر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سالم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تعجب کرد و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عکسبردار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فرستاد. بعد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عکس ها، مشاهده کردند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غده بدخ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 دکترها منقلب شدند و خدا را شکر کردند.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مادرش بعد از دو هفته که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تهران تمام 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 تشکر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مقدّس جمکران شدند.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مسجد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مادرش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آنها را شناخته بود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 آنها را به دفتر مسجد برد تا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از زبان خودشان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کنند، مادر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صلوات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 و با حالت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«من ن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الآن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کجاست؟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اها،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را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آسمان ها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ماها</w:t>
      </w:r>
      <w:r>
        <w:rPr>
          <w:rtl/>
          <w:lang w:bidi="fa-IR"/>
        </w:rPr>
        <w:t xml:space="preserve"> را ...»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برکت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تعصب بزرگان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 را به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رساند واکنون در کنار بارگاه ملکوت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امامش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آرام گرفته است.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جان شهادتت مبارک باد.</w:t>
      </w:r>
      <w:r w:rsidRPr="00BF2B49">
        <w:rPr>
          <w:rStyle w:val="libFootnotenumChar"/>
          <w:rtl/>
        </w:rPr>
        <w:t>(1)</w:t>
      </w:r>
    </w:p>
    <w:p w:rsidR="003C3B58" w:rsidRPr="00BF2B49" w:rsidRDefault="00BF2B49" w:rsidP="00BF2B4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3C3B58" w:rsidRDefault="003C3B58" w:rsidP="00BF2B49">
      <w:pPr>
        <w:pStyle w:val="libFootnote0"/>
        <w:rPr>
          <w:rtl/>
          <w:lang w:bidi="fa-IR"/>
        </w:rPr>
      </w:pPr>
      <w:r>
        <w:rPr>
          <w:rtl/>
          <w:lang w:bidi="fa-IR"/>
        </w:rPr>
        <w:t>1- 12. مسجد مقدس جمکران، ثبت کرامات. کتاب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فتگان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السلام، ج 2، ص 46.</w:t>
      </w:r>
    </w:p>
    <w:p w:rsidR="003C3B58" w:rsidRDefault="00BF2B49" w:rsidP="003C3B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3C3B58">
        <w:rPr>
          <w:rFonts w:hint="eastAsia"/>
          <w:rtl/>
          <w:lang w:bidi="fa-IR"/>
        </w:rPr>
        <w:lastRenderedPageBreak/>
        <w:t>ا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ن</w:t>
      </w:r>
      <w:r w:rsidR="003C3B58">
        <w:rPr>
          <w:rtl/>
          <w:lang w:bidi="fa-IR"/>
        </w:rPr>
        <w:t xml:space="preserve"> گونه باش</w:t>
      </w:r>
      <w:r w:rsidR="003C3B58">
        <w:rPr>
          <w:rFonts w:hint="cs"/>
          <w:rtl/>
          <w:lang w:bidi="fa-IR"/>
        </w:rPr>
        <w:t>ی</w:t>
      </w:r>
      <w:r w:rsidR="003C3B58">
        <w:rPr>
          <w:rFonts w:hint="eastAsia"/>
          <w:rtl/>
          <w:lang w:bidi="fa-IR"/>
        </w:rPr>
        <w:t>د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از آن کار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قدر که خودش را نشان دهد و دل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 مرا با نگاهش تسک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بله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وصالش.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 w:rsidR="00096A20">
        <w:rPr>
          <w:rFonts w:hint="cs"/>
          <w:rtl/>
          <w:lang w:bidi="fa-IR"/>
        </w:rPr>
        <w:t>ز</w:t>
      </w:r>
      <w:r>
        <w:rPr>
          <w:rtl/>
          <w:lang w:bidi="fa-IR"/>
        </w:rPr>
        <w:t xml:space="preserve"> در فکر فرو رفته بود به دنبال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که او از همه کارها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داشته باشد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«نماز</w:t>
      </w:r>
      <w:r>
        <w:rPr>
          <w:rtl/>
          <w:lang w:bidi="fa-IR"/>
        </w:rPr>
        <w:t xml:space="preserve"> اوّل وقت؟!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فقرا و احسان به خلق خدا؟! رفتن به خانه خدا؟!»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درمانده</w:t>
      </w:r>
      <w:r>
        <w:rPr>
          <w:rtl/>
          <w:lang w:bidi="fa-IR"/>
        </w:rPr>
        <w:t xml:space="preserve">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او را خوشحال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دلش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دهد،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پشت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مطالعه بلند شد و به طرف باغچه کنار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رفت به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فکرش هنوز مشغول بود،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بلوک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شلنگ آب پاش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کنار باغچه گذاشته بود نشست.</w:t>
      </w:r>
    </w:p>
    <w:p w:rsidR="003C3B58" w:rsidRDefault="00096A20" w:rsidP="00096A2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تابش</w:t>
      </w:r>
      <w:r>
        <w:rPr>
          <w:rtl/>
          <w:lang w:bidi="fa-IR"/>
        </w:rPr>
        <w:t xml:space="preserve"> نور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تر از طلوعش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به گل و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tl/>
          <w:lang w:bidi="fa-IR"/>
        </w:rPr>
        <w:t xml:space="preserve"> طراوت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شبنم ها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گلبرگ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 سرخ، مانند قطرات اشک برگونه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انسانِ دردمند خودنما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که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پردرد داشت و فکرش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شروع کرد با گل ها و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tl/>
          <w:lang w:bidi="fa-IR"/>
        </w:rPr>
        <w:t xml:space="preserve"> درد دل کردن: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قشنگ،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درختان مهربان، شما که دائماً مشغول ذکر خدا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من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شما که او را بهتر از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کار کنم تا چشمان من هم در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اند، و خال مشک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قبله نگاهشان قرار داده اند، تو را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همه ما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جواب مرا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باقر، عاجزانه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گل ها استمداد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و البته از تجارب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 دست آورده بود که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به انسان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او را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آه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تا خواست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شود، در همان لحظه قطره شبنم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گلبرگ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سرخ، با چرخش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به محض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قطره شبنم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«بله خودش است».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خم شد و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 بوسه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زد. باز با خودش گفت: به</w:t>
      </w: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و اشک 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حتماً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جمعه تا چهل جمعه هر هفته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مساجد شهر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و با خواندن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عاشورا، دلش را به دست آورده 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چهره دلربا 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از کجا معلوم که واقعاً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باشد»؟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tl/>
          <w:lang w:bidi="fa-IR"/>
        </w:rPr>
        <w:t xml:space="preserve"> هم به فکر فرو رفت امّا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با خودش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«اوّلاً</w:t>
      </w:r>
      <w:r>
        <w:rPr>
          <w:rtl/>
          <w:lang w:bidi="fa-IR"/>
        </w:rPr>
        <w:t xml:space="preserve"> 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سه بار به او فرمود: چرا عاشورا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عاشورا عاشورا عاشورا،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بار تکرار کردن نشانه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است.»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دوّم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نکه،</w:t>
      </w:r>
      <w:r>
        <w:rPr>
          <w:rtl/>
          <w:lang w:bidi="fa-IR"/>
        </w:rPr>
        <w:t xml:space="preserve"> خود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مقدسه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جدّا فلأندبنک صباحاً ومساءاً ولأبک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لک بدل الدموع دما» هر صبح و شام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 خون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سوّم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موقع ظهور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کعبه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سخنانشان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«ألا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اهل العالم انّ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قتلوه عطشاناً»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096A2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چقدر عشق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دارد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از جمله کلمات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دارند در مورد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و همه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منتقم خون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امام زمان </w:t>
      </w:r>
      <w:r w:rsidR="00096A20" w:rsidRPr="00096A20">
        <w:rPr>
          <w:rStyle w:val="libAlaemChar"/>
          <w:rFonts w:eastAsiaTheme="minorHAnsi"/>
          <w:rtl/>
        </w:rPr>
        <w:t>عليهما‌السلام</w:t>
      </w:r>
      <w:r w:rsidR="00096A2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است. در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هست که آمده: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الطالب بدم المقتول بکربلا»؛ طلب کننده خون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کجاست؟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ارتباط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باز کند و مرا به خواسته ام برساند.»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بود و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کشف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اسرار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قلب خودش نگه دارد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فاش نکند.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096A2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دستش را به کمرش گذاشته بود با خودش گفت: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بد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جانم افتاده.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آمده بود که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روز عاشورا ظهور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چند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خواندم که امام صادق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القائم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السبت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عاشو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قتل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96A20" w:rsidRPr="00096A20">
        <w:rPr>
          <w:rStyle w:val="libAlaemChar"/>
          <w:rFonts w:eastAsiaTheme="minorHAnsi"/>
          <w:rtl/>
        </w:rPr>
        <w:t>عليه‌السلام</w:t>
      </w:r>
      <w:r w:rsidR="00096A2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بله</w:t>
      </w:r>
      <w:r>
        <w:rPr>
          <w:rtl/>
          <w:lang w:bidi="fa-IR"/>
        </w:rPr>
        <w:t xml:space="preserve"> کار تمام است فقط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همّت کنم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چهل هفته را پشت سر هم به مساجد شهر بروم.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هفته</w:t>
      </w:r>
      <w:r>
        <w:rPr>
          <w:rtl/>
          <w:lang w:bidi="fa-IR"/>
        </w:rPr>
        <w:t xml:space="preserve">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هر جمعه مهمان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با حال توجّه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خواندن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عاشورا، آن هم با چه سوز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هرچه جمعه ها به جمعه چهلم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حال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هم بهتر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احساس نوران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وجودش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هم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قبل مطلب به دست آورده 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دو مرتبه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رکاب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096A2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..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ثارک مع امام منصور من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محمّد</w:t>
      </w:r>
      <w:r w:rsidR="00096A20" w:rsidRPr="00096A20">
        <w:rPr>
          <w:rFonts w:ascii="Traditional Arabic" w:eastAsiaTheme="minorHAnsi" w:hAnsi="Traditional Arabic" w:cs="Traditional Arabic"/>
          <w:rtl/>
        </w:rPr>
        <w:t xml:space="preserve"> </w:t>
      </w:r>
      <w:r w:rsidR="00096A20" w:rsidRPr="00096A20">
        <w:rPr>
          <w:rStyle w:val="libAlaemChar"/>
          <w:rFonts w:eastAsiaTheme="minorHAnsi"/>
          <w:rtl/>
        </w:rPr>
        <w:t>عليهم‌السلام</w:t>
      </w:r>
      <w:r w:rsidR="00096A2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»؛ «روز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طلب کردن خون شما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با امام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از آل محمّد</w:t>
      </w:r>
      <w:r w:rsidR="00096A20" w:rsidRPr="00096A20">
        <w:rPr>
          <w:rFonts w:ascii="Traditional Arabic" w:eastAsiaTheme="minorHAnsi" w:hAnsi="Traditional Arabic" w:cs="Traditional Arabic"/>
          <w:rtl/>
        </w:rPr>
        <w:t xml:space="preserve"> </w:t>
      </w:r>
      <w:r w:rsidR="00096A20" w:rsidRPr="00096A20">
        <w:rPr>
          <w:rStyle w:val="libAlaemChar"/>
          <w:rFonts w:eastAsiaTheme="minorHAnsi"/>
          <w:rtl/>
        </w:rPr>
        <w:t>صلى‌الله‌عليه‌وآله‌وسلم</w:t>
      </w:r>
      <w:r w:rsidR="00096A2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 امام 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ناطق بالحق منکم»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tl/>
          <w:lang w:bidi="fa-IR"/>
        </w:rPr>
        <w:t xml:space="preserve"> نکته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عاشورا، دشمنان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مورد لعن و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گرفته اند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لعن بر دشمنان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مقدم بر سلام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هست. پس ما هم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دشمنان خدا را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دوستان خدا را دوست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چقدر شناختش از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سوز و اشکش هم به مراتب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جمعه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هشتم. عازم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از قبل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کرده بود. طاقتش تمام شده بود.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توان تحمل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هفته را نداشت.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وجود حال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بود. اوّل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خواند، بعد هم شروع کرد به خواندن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دفعه نفس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حبس شد، چشمانش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نور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مسجد و از پنجره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انداخت.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است!؟ اللَّه اکبر»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شد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با بوسه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قفسه مخصوص گذاشت بعد از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کفش ها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نگاهش را از آن نور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کننده که </w:t>
      </w:r>
      <w:r>
        <w:rPr>
          <w:rtl/>
          <w:lang w:bidi="fa-IR"/>
        </w:rPr>
        <w:lastRenderedPageBreak/>
        <w:t>به سمت آسمان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 برنداشته بود، سمت نور حرکت کرد. نور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کنار مسجد به طرف آسمان ساطع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عجله خودش را به آن خانه رساند. از در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خانه معلوم بود، خانه محقر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در را به صدا درآورد.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را باز کرد.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به سمت نور که از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گوشه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بلند شده بود رفت. حال خودش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قطرات اشک بدون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گونه اش غلطان بودند. وارد اتاق شد. صحنه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و پارچه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بزرگوار و خوش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 کنار جنازه آن خانم به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بودند.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سلام کرد،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سلام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را داد و فرمود: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«چرا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به دنبال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رنج ها را تحمل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»؟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هم اشاره به جنازه کرد و فرمود: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خانم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من به سراغ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رفته)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در دوره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(رضاخان) هفت سال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تا مبادا مأموران او را کشف حجاب نکنند».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باقر که در حال آب دادن به 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باغچه بود به عظمت سخنان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با خودش گفت:</w:t>
      </w:r>
    </w:p>
    <w:p w:rsidR="003C3B58" w:rsidRDefault="003C3B58" w:rsidP="003C3B58">
      <w:pPr>
        <w:pStyle w:val="libNormal"/>
        <w:rPr>
          <w:rtl/>
          <w:lang w:bidi="fa-IR"/>
        </w:rPr>
      </w:pPr>
    </w:p>
    <w:p w:rsidR="003C3B58" w:rsidRDefault="003C3B58" w:rsidP="003C3B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«درست</w:t>
      </w:r>
      <w:r>
        <w:rPr>
          <w:rtl/>
          <w:lang w:bidi="fa-IR"/>
        </w:rPr>
        <w:t xml:space="preserve"> است که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دارد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خواستند مثل آن خانم که در زمان کشف حجاب توسط رضاخان،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سربازان رضاخان پهلو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چادر از سرش برندارند هفت سال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امد،</w:t>
      </w:r>
      <w:r>
        <w:rPr>
          <w:rtl/>
          <w:lang w:bidi="fa-IR"/>
        </w:rPr>
        <w:t xml:space="preserve"> خوشا به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که موق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مُردن، امام زمان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آمد، خوشا به حالش</w:t>
      </w:r>
      <w:r w:rsidRPr="00096A20">
        <w:rPr>
          <w:rStyle w:val="libFootnotenumChar"/>
          <w:rtl/>
        </w:rPr>
        <w:t>.(1)</w:t>
      </w:r>
    </w:p>
    <w:p w:rsidR="003C3B58" w:rsidRPr="00096A20" w:rsidRDefault="00096A20" w:rsidP="00096A2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3C3B58" w:rsidRDefault="003C3B58" w:rsidP="00096A20">
      <w:pPr>
        <w:pStyle w:val="libFootnote0"/>
        <w:rPr>
          <w:rtl/>
          <w:lang w:bidi="fa-IR"/>
        </w:rPr>
      </w:pPr>
      <w:r>
        <w:rPr>
          <w:rtl/>
          <w:lang w:bidi="fa-IR"/>
        </w:rPr>
        <w:t>1- 13.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)؛ کتاب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21AF" w:rsidRPr="006E21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علما و طلاب، ص 367.</w:t>
      </w:r>
    </w:p>
    <w:p w:rsidR="008F24C2" w:rsidRDefault="006C2D0F" w:rsidP="006C2D0F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" w:name="_Toc524335974"/>
      <w:r>
        <w:rPr>
          <w:rFonts w:hint="cs"/>
          <w:rtl/>
          <w:lang w:bidi="fa-IR"/>
        </w:rPr>
        <w:lastRenderedPageBreak/>
        <w:t>فهرست مطالب</w:t>
      </w:r>
      <w:bookmarkEnd w:id="6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77620595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CA54DD" w:rsidRDefault="00CA54DD" w:rsidP="00CA54DD">
          <w:pPr>
            <w:pStyle w:val="TOCHeading"/>
          </w:pPr>
        </w:p>
        <w:p w:rsidR="00CA54DD" w:rsidRDefault="002277C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2277CC">
            <w:fldChar w:fldCharType="begin"/>
          </w:r>
          <w:r w:rsidR="00CA54DD">
            <w:instrText xml:space="preserve"> TOC \o "1-3" \h \z \u </w:instrText>
          </w:r>
          <w:r w:rsidRPr="002277CC">
            <w:fldChar w:fldCharType="separate"/>
          </w:r>
          <w:hyperlink w:anchor="_Toc524335968" w:history="1">
            <w:r w:rsidR="00CA54DD" w:rsidRPr="00EF76F4">
              <w:rPr>
                <w:rStyle w:val="Hyperlink"/>
                <w:noProof/>
                <w:rtl/>
                <w:lang w:bidi="fa-IR"/>
              </w:rPr>
              <w:t>توبه روحان</w:t>
            </w:r>
            <w:r w:rsidR="00CA54DD" w:rsidRPr="00EF76F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A54D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 w:rsidR="00CA54DD">
              <w:rPr>
                <w:noProof/>
                <w:webHidden/>
              </w:rPr>
              <w:instrText>PAGEREF</w:instrText>
            </w:r>
            <w:r w:rsidR="00CA54DD">
              <w:rPr>
                <w:noProof/>
                <w:webHidden/>
                <w:rtl/>
              </w:rPr>
              <w:instrText xml:space="preserve"> _</w:instrText>
            </w:r>
            <w:r w:rsidR="00CA54DD">
              <w:rPr>
                <w:noProof/>
                <w:webHidden/>
              </w:rPr>
              <w:instrText>Toc524335968 \h</w:instrText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A54DD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54DD" w:rsidRDefault="002277C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335969" w:history="1">
            <w:r w:rsidR="00CA54DD" w:rsidRPr="00EF76F4">
              <w:rPr>
                <w:rStyle w:val="Hyperlink"/>
                <w:noProof/>
                <w:rtl/>
                <w:lang w:bidi="fa-IR"/>
              </w:rPr>
              <w:t>هان</w:t>
            </w:r>
            <w:r w:rsidR="00CA54DD" w:rsidRPr="00EF76F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A54DD" w:rsidRPr="00EF76F4">
              <w:rPr>
                <w:rStyle w:val="Hyperlink"/>
                <w:noProof/>
                <w:rtl/>
                <w:lang w:bidi="fa-IR"/>
              </w:rPr>
              <w:t>ه</w:t>
            </w:r>
            <w:r w:rsidR="00CA54D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 w:rsidR="00CA54DD">
              <w:rPr>
                <w:noProof/>
                <w:webHidden/>
              </w:rPr>
              <w:instrText>PAGEREF</w:instrText>
            </w:r>
            <w:r w:rsidR="00CA54DD">
              <w:rPr>
                <w:noProof/>
                <w:webHidden/>
                <w:rtl/>
              </w:rPr>
              <w:instrText xml:space="preserve"> _</w:instrText>
            </w:r>
            <w:r w:rsidR="00CA54DD">
              <w:rPr>
                <w:noProof/>
                <w:webHidden/>
              </w:rPr>
              <w:instrText>Toc524335969 \h</w:instrText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A54DD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54DD" w:rsidRDefault="002277C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335970" w:history="1">
            <w:r w:rsidR="00CA54DD" w:rsidRPr="00EF76F4">
              <w:rPr>
                <w:rStyle w:val="Hyperlink"/>
                <w:noProof/>
                <w:rtl/>
                <w:lang w:bidi="fa-IR"/>
              </w:rPr>
              <w:t>س</w:t>
            </w:r>
            <w:r w:rsidR="00CA54DD" w:rsidRPr="00EF76F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A54DD" w:rsidRPr="00EF76F4">
              <w:rPr>
                <w:rStyle w:val="Hyperlink"/>
                <w:noProof/>
                <w:rtl/>
                <w:lang w:bidi="fa-IR"/>
              </w:rPr>
              <w:t>د ابوالحسن اصفهان</w:t>
            </w:r>
            <w:r w:rsidR="00CA54DD" w:rsidRPr="00EF76F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A54D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 w:rsidR="00CA54DD">
              <w:rPr>
                <w:noProof/>
                <w:webHidden/>
              </w:rPr>
              <w:instrText>PAGEREF</w:instrText>
            </w:r>
            <w:r w:rsidR="00CA54DD">
              <w:rPr>
                <w:noProof/>
                <w:webHidden/>
                <w:rtl/>
              </w:rPr>
              <w:instrText xml:space="preserve"> _</w:instrText>
            </w:r>
            <w:r w:rsidR="00CA54DD">
              <w:rPr>
                <w:noProof/>
                <w:webHidden/>
              </w:rPr>
              <w:instrText>Toc524335970 \h</w:instrText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A54DD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54DD" w:rsidRDefault="002277C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335971" w:history="1">
            <w:r w:rsidR="00CA54DD" w:rsidRPr="00EF76F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A54DD" w:rsidRPr="00EF76F4">
              <w:rPr>
                <w:rStyle w:val="Hyperlink"/>
                <w:noProof/>
                <w:rtl/>
                <w:lang w:bidi="fa-IR"/>
              </w:rPr>
              <w:t>اقوت</w:t>
            </w:r>
            <w:r w:rsidR="00CA54D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 w:rsidR="00CA54DD">
              <w:rPr>
                <w:noProof/>
                <w:webHidden/>
              </w:rPr>
              <w:instrText>PAGEREF</w:instrText>
            </w:r>
            <w:r w:rsidR="00CA54DD">
              <w:rPr>
                <w:noProof/>
                <w:webHidden/>
                <w:rtl/>
              </w:rPr>
              <w:instrText xml:space="preserve"> _</w:instrText>
            </w:r>
            <w:r w:rsidR="00CA54DD">
              <w:rPr>
                <w:noProof/>
                <w:webHidden/>
              </w:rPr>
              <w:instrText>Toc524335971 \h</w:instrText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A54DD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54DD" w:rsidRDefault="002277C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335972" w:history="1">
            <w:r w:rsidR="00CA54DD" w:rsidRPr="00EF76F4">
              <w:rPr>
                <w:rStyle w:val="Hyperlink"/>
                <w:noProof/>
                <w:rtl/>
                <w:lang w:bidi="fa-IR"/>
              </w:rPr>
              <w:t>بهتر</w:t>
            </w:r>
            <w:r w:rsidR="00CA54DD" w:rsidRPr="00EF76F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A54DD" w:rsidRPr="00EF76F4">
              <w:rPr>
                <w:rStyle w:val="Hyperlink"/>
                <w:noProof/>
                <w:rtl/>
                <w:lang w:bidi="fa-IR"/>
              </w:rPr>
              <w:t>ن روز</w:t>
            </w:r>
            <w:r w:rsidR="00CA54D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 w:rsidR="00CA54DD">
              <w:rPr>
                <w:noProof/>
                <w:webHidden/>
              </w:rPr>
              <w:instrText>PAGEREF</w:instrText>
            </w:r>
            <w:r w:rsidR="00CA54DD">
              <w:rPr>
                <w:noProof/>
                <w:webHidden/>
                <w:rtl/>
              </w:rPr>
              <w:instrText xml:space="preserve"> _</w:instrText>
            </w:r>
            <w:r w:rsidR="00CA54DD">
              <w:rPr>
                <w:noProof/>
                <w:webHidden/>
              </w:rPr>
              <w:instrText>Toc524335972 \h</w:instrText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A54DD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54DD" w:rsidRDefault="002277C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335973" w:history="1">
            <w:r w:rsidR="00CA54DD" w:rsidRPr="00EF76F4">
              <w:rPr>
                <w:rStyle w:val="Hyperlink"/>
                <w:noProof/>
                <w:rtl/>
                <w:lang w:bidi="fa-IR"/>
              </w:rPr>
              <w:t>سع</w:t>
            </w:r>
            <w:r w:rsidR="00CA54DD" w:rsidRPr="00EF76F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A54DD" w:rsidRPr="00EF76F4">
              <w:rPr>
                <w:rStyle w:val="Hyperlink"/>
                <w:noProof/>
                <w:rtl/>
                <w:lang w:bidi="fa-IR"/>
              </w:rPr>
              <w:t>د چندان</w:t>
            </w:r>
            <w:r w:rsidR="00CA54DD" w:rsidRPr="00EF76F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A54D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 w:rsidR="00CA54DD">
              <w:rPr>
                <w:noProof/>
                <w:webHidden/>
              </w:rPr>
              <w:instrText>PAGEREF</w:instrText>
            </w:r>
            <w:r w:rsidR="00CA54DD">
              <w:rPr>
                <w:noProof/>
                <w:webHidden/>
                <w:rtl/>
              </w:rPr>
              <w:instrText xml:space="preserve"> _</w:instrText>
            </w:r>
            <w:r w:rsidR="00CA54DD">
              <w:rPr>
                <w:noProof/>
                <w:webHidden/>
              </w:rPr>
              <w:instrText>Toc524335973 \h</w:instrText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A54DD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54DD" w:rsidRDefault="002277C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335974" w:history="1">
            <w:r w:rsidR="00CA54DD" w:rsidRPr="00EF76F4">
              <w:rPr>
                <w:rStyle w:val="Hyperlink"/>
                <w:noProof/>
                <w:rtl/>
                <w:lang w:bidi="fa-IR"/>
              </w:rPr>
              <w:t>فهرست مطالب</w:t>
            </w:r>
            <w:r w:rsidR="00CA54D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 w:rsidR="00CA54DD">
              <w:rPr>
                <w:noProof/>
                <w:webHidden/>
              </w:rPr>
              <w:instrText>PAGEREF</w:instrText>
            </w:r>
            <w:r w:rsidR="00CA54DD">
              <w:rPr>
                <w:noProof/>
                <w:webHidden/>
                <w:rtl/>
              </w:rPr>
              <w:instrText xml:space="preserve"> _</w:instrText>
            </w:r>
            <w:r w:rsidR="00CA54DD">
              <w:rPr>
                <w:noProof/>
                <w:webHidden/>
              </w:rPr>
              <w:instrText>Toc524335974 \h</w:instrText>
            </w:r>
            <w:r w:rsidR="00CA54D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A54DD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54DD" w:rsidRDefault="002277CC">
          <w:r>
            <w:fldChar w:fldCharType="end"/>
          </w:r>
        </w:p>
      </w:sdtContent>
    </w:sdt>
    <w:p w:rsidR="006C2D0F" w:rsidRPr="00B300E7" w:rsidRDefault="006C2D0F" w:rsidP="006C2D0F">
      <w:pPr>
        <w:pStyle w:val="libNormal"/>
        <w:rPr>
          <w:lang w:bidi="fa-IR"/>
        </w:rPr>
      </w:pPr>
    </w:p>
    <w:sectPr w:rsidR="006C2D0F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F8" w:rsidRDefault="00606FF8">
      <w:r>
        <w:separator/>
      </w:r>
    </w:p>
  </w:endnote>
  <w:endnote w:type="continuationSeparator" w:id="0">
    <w:p w:rsidR="00606FF8" w:rsidRDefault="00606F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A20" w:rsidRDefault="002277CC">
    <w:pPr>
      <w:pStyle w:val="Footer"/>
    </w:pPr>
    <w:fldSimple w:instr=" PAGE   \* MERGEFORMAT ">
      <w:r w:rsidR="00B16A34">
        <w:rPr>
          <w:noProof/>
          <w:rtl/>
        </w:rPr>
        <w:t>80</w:t>
      </w:r>
    </w:fldSimple>
  </w:p>
  <w:p w:rsidR="00096A20" w:rsidRDefault="00096A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A20" w:rsidRDefault="002277CC">
    <w:pPr>
      <w:pStyle w:val="Footer"/>
    </w:pPr>
    <w:fldSimple w:instr=" PAGE   \* MERGEFORMAT ">
      <w:r w:rsidR="00B16A34">
        <w:rPr>
          <w:noProof/>
          <w:rtl/>
        </w:rPr>
        <w:t>81</w:t>
      </w:r>
    </w:fldSimple>
  </w:p>
  <w:p w:rsidR="00096A20" w:rsidRDefault="00096A2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A20" w:rsidRDefault="002277CC">
    <w:pPr>
      <w:pStyle w:val="Footer"/>
    </w:pPr>
    <w:fldSimple w:instr=" PAGE   \* MERGEFORMAT ">
      <w:r w:rsidR="00B16A34">
        <w:rPr>
          <w:noProof/>
          <w:rtl/>
        </w:rPr>
        <w:t>1</w:t>
      </w:r>
    </w:fldSimple>
  </w:p>
  <w:p w:rsidR="00096A20" w:rsidRDefault="00096A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F8" w:rsidRDefault="00606FF8">
      <w:r>
        <w:separator/>
      </w:r>
    </w:p>
  </w:footnote>
  <w:footnote w:type="continuationSeparator" w:id="0">
    <w:p w:rsidR="00606FF8" w:rsidRDefault="00606F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3EA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A20"/>
    <w:rsid w:val="00096C12"/>
    <w:rsid w:val="000A7750"/>
    <w:rsid w:val="000B3A56"/>
    <w:rsid w:val="000B77AC"/>
    <w:rsid w:val="000B7C64"/>
    <w:rsid w:val="000C0A89"/>
    <w:rsid w:val="000C7722"/>
    <w:rsid w:val="000D0932"/>
    <w:rsid w:val="000D180B"/>
    <w:rsid w:val="000D1BDF"/>
    <w:rsid w:val="000D1D47"/>
    <w:rsid w:val="000D71B7"/>
    <w:rsid w:val="000E4874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75B19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6E0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7CC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23EA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3B58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3C3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1182"/>
    <w:rsid w:val="005022E5"/>
    <w:rsid w:val="00502651"/>
    <w:rsid w:val="005077E7"/>
    <w:rsid w:val="0051305D"/>
    <w:rsid w:val="00520645"/>
    <w:rsid w:val="005254BC"/>
    <w:rsid w:val="005261CF"/>
    <w:rsid w:val="00526724"/>
    <w:rsid w:val="0053341E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06FF8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2D0F"/>
    <w:rsid w:val="006C4B43"/>
    <w:rsid w:val="006D36EC"/>
    <w:rsid w:val="006D6DC1"/>
    <w:rsid w:val="006D6F9A"/>
    <w:rsid w:val="006E21AF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17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04D7"/>
    <w:rsid w:val="00B01257"/>
    <w:rsid w:val="00B1002E"/>
    <w:rsid w:val="00B10CA1"/>
    <w:rsid w:val="00B11AF5"/>
    <w:rsid w:val="00B129E5"/>
    <w:rsid w:val="00B12ED2"/>
    <w:rsid w:val="00B16A34"/>
    <w:rsid w:val="00B17010"/>
    <w:rsid w:val="00B24ABA"/>
    <w:rsid w:val="00B300E7"/>
    <w:rsid w:val="00B34D73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2B49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A54DD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01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4FCD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3170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B16A34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zelhag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C771F-4B1B-443D-80F2-1999423E4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116</TotalTime>
  <Pages>81</Pages>
  <Words>10168</Words>
  <Characters>57959</Characters>
  <Application>Microsoft Office Word</Application>
  <DocSecurity>0</DocSecurity>
  <Lines>482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7</cp:revision>
  <cp:lastPrinted>1601-01-01T00:00:00Z</cp:lastPrinted>
  <dcterms:created xsi:type="dcterms:W3CDTF">2018-09-09T08:35:00Z</dcterms:created>
  <dcterms:modified xsi:type="dcterms:W3CDTF">2018-09-29T09:55:00Z</dcterms:modified>
</cp:coreProperties>
</file>