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DB" w:rsidRDefault="00CC78DB" w:rsidP="00CC78DB">
      <w:pPr>
        <w:pStyle w:val="libCenterBold1"/>
        <w:rPr>
          <w:rtl/>
          <w:lang w:bidi="fa-IR"/>
        </w:rPr>
      </w:pPr>
      <w:r w:rsidRPr="00CC78DB">
        <w:rPr>
          <w:rtl/>
          <w:lang w:bidi="fa-IR"/>
        </w:rPr>
        <w:t>خاطرات زندگ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CenterBold1"/>
        <w:rPr>
          <w:rtl/>
          <w:lang w:bidi="fa-IR"/>
        </w:rPr>
      </w:pP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سرگذشت تلخ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32D9A">
      <w:pPr>
        <w:pStyle w:val="libCenterBold1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سنده</w:t>
      </w:r>
      <w:r w:rsidRPr="00CC78DB">
        <w:rPr>
          <w:rtl/>
          <w:lang w:bidi="fa-IR"/>
        </w:rPr>
        <w:t>:محمد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D32D9A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 w:rsidRPr="00CC78DB">
        <w:rPr>
          <w:rtl/>
          <w:lang w:bidi="fa-IR"/>
        </w:rPr>
        <w:lastRenderedPageBreak/>
        <w:t>بسم اللّه الرّحمن الرح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الح</w:t>
      </w:r>
      <w:r>
        <w:rPr>
          <w:rFonts w:hint="cs"/>
          <w:rtl/>
          <w:lang w:bidi="fa-IR"/>
        </w:rPr>
        <w:t>م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للّه رب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والصلوه والسلام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الأنب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المرسل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الط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الطاهر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هاللّه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الأرض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عباده حجّه بن الحسن العسکر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صاحب الزّمان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مقده الفداء و لعنهاللّه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أعدائهم أجمع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</w:t>
      </w:r>
      <w:r w:rsidRPr="00CC78DB">
        <w:rPr>
          <w:rFonts w:hint="eastAsia"/>
          <w:rtl/>
          <w:lang w:bidi="fa-IR"/>
        </w:rPr>
        <w:t>الان</w:t>
      </w:r>
      <w:r w:rsidRPr="00CC78DB">
        <w:rPr>
          <w:rtl/>
          <w:lang w:bidi="fa-IR"/>
        </w:rPr>
        <w:t xml:space="preserve">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بقاء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وم</w:t>
      </w:r>
      <w:r w:rsidRPr="00CC78DB">
        <w:rPr>
          <w:rtl/>
          <w:lang w:bidi="fa-IR"/>
        </w:rPr>
        <w:t xml:space="preserve"> 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Heading1"/>
        <w:rPr>
          <w:rtl/>
          <w:lang w:bidi="fa-IR"/>
        </w:rPr>
      </w:pPr>
      <w:bookmarkStart w:id="0" w:name="_Toc507934431"/>
      <w:r w:rsidRPr="00CC78DB">
        <w:rPr>
          <w:rFonts w:hint="eastAsia"/>
          <w:rtl/>
          <w:lang w:bidi="fa-IR"/>
        </w:rPr>
        <w:t>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شگفتار</w:t>
      </w:r>
      <w:bookmarkEnd w:id="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مخف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نماند خاطرات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 انسان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موضوع کتابت و نوشتن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و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نسل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اش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عبرت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دوران عمر و سرمشق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خواهد بود،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بنده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سراپا تقص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سرگذشت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به صورت مختصر و </w:t>
      </w:r>
      <w:r w:rsidRPr="00CC78DB">
        <w:rPr>
          <w:rFonts w:hint="eastAsia"/>
          <w:rtl/>
          <w:lang w:bidi="fa-IR"/>
        </w:rPr>
        <w:t>مجمل</w:t>
      </w:r>
      <w:r w:rsidRPr="00CC78DB">
        <w:rPr>
          <w:rtl/>
          <w:lang w:bidi="fa-IR"/>
        </w:rPr>
        <w:t xml:space="preserve">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نسل خودم دانستن آنها ضرور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لازم است را به رشته تحر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در آورم تا در مدت عمر خود از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درس گرفته و در برابر هر ناملا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از صبر و 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نرفته و ارتباط خود را دره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حال، با خدا قطع نکنند، البته ناگفتن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 خود به قبر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برم که اولادم و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ها و دوستانم با خواندن آنها ناراحت و غمگ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نشوند.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لذا</w:t>
      </w:r>
      <w:r w:rsidRPr="00CC78DB">
        <w:rPr>
          <w:rtl/>
          <w:lang w:bidi="fa-IR"/>
        </w:rPr>
        <w:t xml:space="preserve"> ابتداءاً به چند نکته توجه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در کارها شتاب زده و عجولانه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اگر بعدها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</w:t>
      </w:r>
      <w:r w:rsidRPr="00CC78DB">
        <w:rPr>
          <w:rtl/>
          <w:lang w:bidi="fa-IR"/>
        </w:rPr>
        <w:t xml:space="preserve"> ناملا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خود را توب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و مذمت ننما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2</w:t>
      </w:r>
      <w:r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دوران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احترام و بزرگ شمردن بزرگانتان کوتاه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سر هرچ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را،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رسؤال</w:t>
      </w:r>
      <w:r w:rsidRPr="00CC78DB">
        <w:rPr>
          <w:rtl/>
          <w:lang w:bidi="fa-IR"/>
        </w:rPr>
        <w:t xml:space="preserve"> نبر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من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در حرمها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مطهر چهارده معصوم و خانه خدا که الحمد للّه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سه مرتبه مشرف شده ام و در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اماکن مقدسه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و شام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ره،</w:t>
      </w:r>
      <w:r w:rsidRPr="00CC78DB">
        <w:rPr>
          <w:rtl/>
          <w:lang w:bidi="fa-IR"/>
        </w:rPr>
        <w:t xml:space="preserve">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ذر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نسل خود را، دعا کرده و از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توانا خواسته ام آنها را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محتاج خلق نکرده و گرفتار نامرد نکن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آور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به آنها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آخرت از گناهانشان در گذرد و رسوا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محشر نکند و ببخشد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امرزد</w:t>
      </w:r>
      <w:r w:rsidRPr="00CC78DB">
        <w:rPr>
          <w:rtl/>
          <w:lang w:bidi="fa-IR"/>
        </w:rPr>
        <w:t xml:space="preserve"> و از همه اولادم تاق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من و مادرشان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پدران و مادران ما را که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هستند از دعا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فراموش ن</w:t>
      </w:r>
      <w:r w:rsidRPr="00CC78DB">
        <w:rPr>
          <w:rFonts w:hint="eastAsia"/>
          <w:rtl/>
          <w:lang w:bidi="fa-IR"/>
        </w:rPr>
        <w:t>کنند</w:t>
      </w:r>
      <w:r w:rsidRPr="00CC78DB">
        <w:rPr>
          <w:rtl/>
          <w:lang w:bidi="fa-IR"/>
        </w:rPr>
        <w:t xml:space="preserve"> انشاءاللّه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مطالب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جزوه توجه 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محمد شهرت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دارنده شناسنامه شماره 15 متولد 16/ 11/ 1317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فرزند حاج سردار</w:t>
      </w:r>
      <w:r w:rsidRPr="00CC78DB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صادره و ساکن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«گلستان» از دهات تابعه شهرستان «ن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ر»</w:t>
      </w:r>
      <w:r w:rsidRPr="00CC78DB">
        <w:rPr>
          <w:rtl/>
          <w:lang w:bidi="fa-IR"/>
        </w:rPr>
        <w:t xml:space="preserve"> در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آمده و در همان روستا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پدر و مادر رشد کرده و به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ادامه </w:t>
      </w:r>
      <w:r w:rsidRPr="00CC78DB">
        <w:rPr>
          <w:rFonts w:hint="eastAsia"/>
          <w:rtl/>
          <w:lang w:bidi="fa-IR"/>
        </w:rPr>
        <w:t>داده</w:t>
      </w:r>
      <w:r w:rsidRPr="00CC78DB">
        <w:rPr>
          <w:rtl/>
          <w:lang w:bidi="fa-IR"/>
        </w:rPr>
        <w:t xml:space="preserve"> ام.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پدرم</w:t>
      </w:r>
      <w:r w:rsidRPr="00CC78DB">
        <w:rPr>
          <w:rtl/>
          <w:lang w:bidi="fa-IR"/>
        </w:rPr>
        <w:t>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سردار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سالکان راه خدا و از انسان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کامل و متّق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</w:t>
      </w:r>
    </w:p>
    <w:p w:rsidR="00CC78DB" w:rsidRPr="00CC78DB" w:rsidRDefault="00CC78DB" w:rsidP="00CC78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CC78DB" w:rsidRPr="00CC78DB" w:rsidRDefault="00CC78DB" w:rsidP="00CC78DB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1343 و 1351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دومرتبه ابو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حجّ تمتّع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الحرام مشرف شده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CC78DB">
        <w:rPr>
          <w:rFonts w:hint="eastAsia"/>
          <w:rtl/>
          <w:lang w:bidi="fa-IR"/>
        </w:rPr>
        <w:lastRenderedPageBreak/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علماء منطقه، او</w:t>
      </w:r>
      <w:r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را «اباذر» زمان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که نمونه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از امکانات نسب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برخوردار بود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امرار معاش خود مانند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از دام و 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استفاده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اما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در موقع چر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در چراگاه ها ممکن است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کشا</w:t>
      </w:r>
      <w:r w:rsidRPr="00CC78DB">
        <w:rPr>
          <w:rFonts w:hint="eastAsia"/>
          <w:rtl/>
          <w:lang w:bidi="fa-IR"/>
        </w:rPr>
        <w:t>ورز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و محصول آن ها بچرد!!، فقط به در آمد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زنبور عسل کندوئ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قناعت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که اقلًا چند تا مرغ خانگ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بخرد و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از تخم مرغ آنها استفاده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قبول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خداوند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آمد کم به نوع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ر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پر برکت نموده بود که طبق اظهارات اهل محل و منطقه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اشخاص انگشت شمار محل و طبق گفته خاص و عام، در دستگ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کمک به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ازمندان</w:t>
      </w:r>
      <w:r w:rsidRPr="00CC78DB">
        <w:rPr>
          <w:rtl/>
          <w:lang w:bidi="fa-IR"/>
        </w:rPr>
        <w:t xml:space="preserve"> و رفع گرفتار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گرفتاران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چارگان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پرستان از افراد ممتاز بلکه شخص اوّل محل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از صفات برجسته پدرم اد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حقوق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واجبات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ما را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قرار دهد،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ادم</w:t>
      </w:r>
      <w:r w:rsidRPr="00CC78DB">
        <w:rPr>
          <w:rtl/>
          <w:lang w:bidi="fa-IR"/>
        </w:rPr>
        <w:t xml:space="preserve"> هست در روزهائ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در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از «نجف اشرف» برگشتم،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رفتم، بزّاز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که در بازار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بعدهم در پاساژ دکترجلائ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داشت و پدر با او معا</w:t>
      </w:r>
      <w:r w:rsidRPr="00CC78DB">
        <w:rPr>
          <w:rFonts w:hint="eastAsia"/>
          <w:rtl/>
          <w:lang w:bidi="fa-IR"/>
        </w:rPr>
        <w:t>مله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به من گفت: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پدرت مدتهاست مبلغ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امانت گذاشته که به نجف اشرف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محسن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بفرستم، اما من هنوز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نکرده ام، با تعجب به پدرم گفتم: من که خودم در محضر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مشغول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هستم، چرا وجو</w:t>
      </w:r>
      <w:r w:rsidRPr="00CC78DB">
        <w:rPr>
          <w:rFonts w:hint="eastAsia"/>
          <w:rtl/>
          <w:lang w:bidi="fa-IR"/>
        </w:rPr>
        <w:t>هاتت</w:t>
      </w:r>
      <w:r w:rsidRPr="00CC78DB">
        <w:rPr>
          <w:rtl/>
          <w:lang w:bidi="fa-IR"/>
        </w:rPr>
        <w:t xml:space="preserve"> را به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خود من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 من ببرم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خود مرجع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دت</w:t>
      </w:r>
      <w:r w:rsidRPr="00CC78DB">
        <w:rPr>
          <w:rtl/>
          <w:lang w:bidi="fa-IR"/>
        </w:rPr>
        <w:t xml:space="preserve">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م؟</w:t>
      </w:r>
      <w:r w:rsidRPr="00CC78DB">
        <w:rPr>
          <w:rtl/>
          <w:lang w:bidi="fa-IR"/>
        </w:rPr>
        <w:t>!!، در جواب فرمود: پسرم! مرد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اعمال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باشد که زن و فرزند و نه کس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آن خبر داشته باشد!،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شماها به چه درد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AA184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و</w:t>
      </w:r>
      <w:r w:rsidRPr="00CC78DB">
        <w:rPr>
          <w:rtl/>
          <w:lang w:bidi="fa-IR"/>
        </w:rPr>
        <w:t xml:space="preserve"> باز از صفات برجسته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ساختن مسجد و کار کردن خود در آن است که در</w:t>
      </w:r>
      <w:r w:rsidR="00AA184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اماکن مقدسه،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کوشش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 گذار نبود مسجد گلستان نمونه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است و در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ستن</w:t>
      </w:r>
      <w:r w:rsidRPr="00CC78DB">
        <w:rPr>
          <w:rtl/>
          <w:lang w:bidi="fa-IR"/>
        </w:rPr>
        <w:t xml:space="preserve"> به مصائب حضرات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زبان زد اهل محل بود، آن روزها که من بچه بودم، مرا با خود به مسجد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 و در مصائب کربلا ناله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اشک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خت،</w:t>
      </w:r>
      <w:r w:rsidRPr="00CC78DB">
        <w:rPr>
          <w:rtl/>
          <w:lang w:bidi="fa-IR"/>
        </w:rPr>
        <w:t xml:space="preserve"> الآن که در س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هستم هنوز هم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ناله 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زش</w:t>
      </w:r>
      <w:r w:rsidRPr="00CC78DB">
        <w:rPr>
          <w:rtl/>
          <w:lang w:bidi="fa-IR"/>
        </w:rPr>
        <w:t xml:space="preserve"> قطرات اشک چشمش، مانند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چشمم، 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مطالب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بلکه واقع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دهم آنها را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آورم، و چون با علما و بزرگان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مانند حضرت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ونس</w:t>
      </w:r>
      <w:r w:rsidRPr="00CC78DB">
        <w:rPr>
          <w:rtl/>
          <w:lang w:bidi="fa-IR"/>
        </w:rPr>
        <w:t xml:space="preserve"> مجتهد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AA1844">
        <w:rPr>
          <w:rStyle w:val="libFootnotenumChar"/>
          <w:rtl/>
        </w:rPr>
        <w:t xml:space="preserve">(1) </w:t>
      </w:r>
      <w:r w:rsidRPr="00CC78DB">
        <w:rPr>
          <w:rtl/>
          <w:lang w:bidi="fa-IR"/>
        </w:rPr>
        <w:t>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عالم عامل و سالک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AA1844">
        <w:rPr>
          <w:rStyle w:val="libFootnotenumChar"/>
          <w:rtl/>
        </w:rPr>
        <w:t xml:space="preserve">(2) </w:t>
      </w:r>
      <w:r w:rsidRPr="00CC78DB">
        <w:rPr>
          <w:rtl/>
          <w:lang w:bidi="fa-IR"/>
        </w:rPr>
        <w:t>و امثال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بزرگوارا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نشست و برخ</w:t>
      </w:r>
      <w:r w:rsidR="00AA1844">
        <w:rPr>
          <w:rFonts w:hint="cs"/>
          <w:rtl/>
          <w:lang w:bidi="fa-IR"/>
        </w:rPr>
        <w:t>و</w:t>
      </w:r>
      <w:r w:rsidRPr="00CC78DB">
        <w:rPr>
          <w:rtl/>
          <w:lang w:bidi="fa-IR"/>
        </w:rPr>
        <w:t>است داشت، به طهارت 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AA1844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آن زمان که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بود و بعدها به مشهد مقدس رضو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هجرت نمود و ساکن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 زمان ما در نجف اشرف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به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مشرف شد و ما طلبه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شرف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 هنگام مراجعت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سفر، در تهران دارفان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 خداوند غ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قرار دهد، و در تابستان سال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مجلس بزرگداشت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سالن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دانشگاه مقدس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برپا شد که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باعظمت بود و من هم که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بودم، به آن مجلس دعوت شدم و سخنان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بنده در آن مجلس مهم توسط مجر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مجلس در باره شهر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نقل شد ا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جمله در تشرف سال </w:t>
      </w:r>
      <w:r w:rsidRPr="00CC78DB">
        <w:rPr>
          <w:rtl/>
          <w:lang w:bidi="fa-IR"/>
        </w:rPr>
        <w:lastRenderedPageBreak/>
        <w:t>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نجف اشرف به محضر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بودم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 من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هستم، سه مرتبه کراراً فرمود:« اگر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نبود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نبود» به حاضر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گفته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AA1844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سال 1339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مکه معظمه مشرف شد و از علما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و معروف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خاص و عام بودشبها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تمام شب را به تهجد و عبادت و مطالعه، به صبح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 همسرش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محبوبه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فرمود: شصت سال است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رختخواب نرفته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 بعداز آنکه آف</w:t>
      </w:r>
      <w:r w:rsidRPr="00CC78DB">
        <w:rPr>
          <w:rFonts w:hint="eastAsia"/>
          <w:rtl/>
          <w:lang w:bidi="fa-IR"/>
        </w:rPr>
        <w:t>تاب</w:t>
      </w:r>
      <w:r w:rsidRPr="00CC78DB">
        <w:rPr>
          <w:rtl/>
          <w:lang w:bidi="fa-IR"/>
        </w:rPr>
        <w:t xml:space="preserve"> طلوع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بالش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سرش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 و پوست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روز نو و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نو البته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سخن را بعد از وصلت با ما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داشت و بعدها هم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نصورت</w:t>
      </w:r>
      <w:r w:rsidRPr="00CC78DB">
        <w:rPr>
          <w:rtl/>
          <w:lang w:bidi="fa-IR"/>
        </w:rPr>
        <w:t xml:space="preserve"> عمر کرد قدّس اللّه نفسه الزّک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AA1844" w:rsidRDefault="00AA1844" w:rsidP="00AA184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507934432"/>
      <w:r w:rsidR="00CC78DB" w:rsidRPr="00CC78DB">
        <w:rPr>
          <w:rFonts w:hint="eastAsia"/>
          <w:rtl/>
          <w:lang w:bidi="fa-IR"/>
        </w:rPr>
        <w:lastRenderedPageBreak/>
        <w:t>پاک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اهم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داد و محتاط بود</w:t>
      </w:r>
      <w:bookmarkEnd w:id="1"/>
    </w:p>
    <w:p w:rsidR="00CC78DB" w:rsidRPr="00CC78DB" w:rsidRDefault="00CC78DB" w:rsidP="00AA1844">
      <w:pPr>
        <w:pStyle w:val="libFootnotenum"/>
        <w:rPr>
          <w:rtl/>
          <w:lang w:bidi="fa-IR"/>
        </w:rPr>
      </w:pPr>
      <w:r w:rsidRPr="00CC78DB">
        <w:rPr>
          <w:rtl/>
          <w:lang w:bidi="fa-IR"/>
        </w:rPr>
        <w:t>.(1)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مادرم</w:t>
      </w:r>
      <w:r w:rsidRPr="00CC78DB">
        <w:rPr>
          <w:rtl/>
          <w:lang w:bidi="fa-IR"/>
        </w:rPr>
        <w:t>: خانم آصفه ف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دختر مرحوم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از بانوان پاک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هم اقرانش معروف به اخلاق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و صفات انسان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نمونه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مادران فداکار و زحمت کش بود.</w:t>
      </w:r>
      <w:r w:rsidRPr="00AA1844">
        <w:rPr>
          <w:rStyle w:val="libFootnotenumChar"/>
          <w:rtl/>
        </w:rPr>
        <w:t>(2)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کم کم بزرگ شده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به مکتب رفتم و نزد شخص محترم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ملا قربان قهرمان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AA1844">
        <w:rPr>
          <w:rStyle w:val="libFootnotenumChar"/>
          <w:rtl/>
        </w:rPr>
        <w:t>(3)</w:t>
      </w:r>
      <w:r w:rsidRPr="00CC78DB">
        <w:rPr>
          <w:rtl/>
          <w:lang w:bidi="fa-IR"/>
        </w:rPr>
        <w:t xml:space="preserve"> مشغول فرا گرفتن سواد و علم شدم که در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هوش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علاقه فراوان به درس و مشق،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مکتب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فارغ التحص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شدم، درست است مکتب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اما برکت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</w:t>
      </w:r>
      <w:r w:rsidRPr="00CC78DB">
        <w:rPr>
          <w:rFonts w:hint="eastAsia"/>
          <w:rtl/>
          <w:lang w:bidi="fa-IR"/>
        </w:rPr>
        <w:t>اشت</w:t>
      </w:r>
      <w:r w:rsidRPr="00CC78DB">
        <w:rPr>
          <w:rtl/>
          <w:lang w:bidi="fa-IR"/>
        </w:rPr>
        <w:t xml:space="preserve"> کتاب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مانند گلستان</w:t>
      </w:r>
    </w:p>
    <w:p w:rsidR="00CC78DB" w:rsidRPr="00CC78DB" w:rsidRDefault="00364F36" w:rsidP="00EA4162">
      <w:pPr>
        <w:pStyle w:val="libFootnote0"/>
        <w:rPr>
          <w:rtl/>
          <w:lang w:bidi="fa-IR"/>
        </w:rPr>
      </w:pPr>
      <w:r>
        <w:rPr>
          <w:lang w:bidi="fa-IR"/>
        </w:rPr>
        <w:t>__________________________________</w:t>
      </w:r>
    </w:p>
    <w:p w:rsidR="00CC78DB" w:rsidRPr="00CC78DB" w:rsidRDefault="00CC78DB" w:rsidP="00EA416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AA1844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پدرم متأسفانه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11/ 5/ 1361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در محله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 راه اوچدکان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خانه سه طبقه داشتم نزد من دار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 و به رحمت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</w:t>
      </w:r>
      <w:r w:rsidRPr="00CC78DB">
        <w:rPr>
          <w:rtl/>
          <w:lang w:bidi="fa-IR"/>
        </w:rPr>
        <w:t xml:space="preserve"> و جنازه اش را به گلستان حمل کرده و در آرامستان محل نزد پسر جوان مرگش احمد، به خاک سپ</w:t>
      </w:r>
      <w:r w:rsidRPr="00CC78DB">
        <w:rPr>
          <w:rFonts w:hint="eastAsia"/>
          <w:rtl/>
          <w:lang w:bidi="fa-IR"/>
        </w:rPr>
        <w:t>رده</w:t>
      </w:r>
      <w:r w:rsidRPr="00CC78DB">
        <w:rPr>
          <w:rtl/>
          <w:lang w:bidi="fa-IR"/>
        </w:rPr>
        <w:t xml:space="preserve"> شد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</w:t>
      </w:r>
      <w:r w:rsidRPr="00CC78DB">
        <w:rPr>
          <w:rtl/>
          <w:lang w:bidi="fa-IR"/>
        </w:rPr>
        <w:t>.</w:t>
      </w:r>
    </w:p>
    <w:p w:rsidR="00CC78DB" w:rsidRPr="00CC78DB" w:rsidRDefault="00CC78DB" w:rsidP="00EA416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AA1844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سال 1372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کوچه قادر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تهران بخاطر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ناراحت نشود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استراحت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برادر کوچکم حسن فرستادم که متأسفانه در همان سال نزد برادر کوچکم حسن به درود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گفت و وفات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در قبرستان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دَر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قبرستان دست چپ به خاک سپرده شد رحمهاللّه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>.</w:t>
      </w:r>
    </w:p>
    <w:p w:rsidR="00CC78DB" w:rsidRPr="00CC78DB" w:rsidRDefault="00CC78DB" w:rsidP="00EA416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06293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زلزله خانمان سوز سال 10/ 12/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ماند و وفات کرد خداوندغر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زلزله تعداد 112 روستا از 25 در صد تا صد در صد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سوک نشاند که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انات</w:t>
      </w:r>
      <w:r w:rsidRPr="00CC78DB">
        <w:rPr>
          <w:rtl/>
          <w:lang w:bidi="fa-IR"/>
        </w:rPr>
        <w:t xml:space="preserve"> سال 1375 به داستانش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EA4162">
      <w:pPr>
        <w:pStyle w:val="libFootnote0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سعد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معجم و نصاب ترسل و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ارسلان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کتابها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مخصوصاً قرآن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فرا گرفتم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نبود،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به فکر ادامه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افتادم،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که در ده صائ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توابع محال 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ورتچ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محترم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ابوالفضل صا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طلبه</w:t>
      </w:r>
      <w:r w:rsidRPr="00CC78DB">
        <w:rPr>
          <w:rtl/>
          <w:lang w:bidi="fa-IR"/>
        </w:rPr>
        <w:t xml:space="preserve"> پرورش </w:t>
      </w:r>
      <w:r w:rsidRPr="00CC78DB">
        <w:rPr>
          <w:rtl/>
          <w:lang w:bidi="fa-IR"/>
        </w:rPr>
        <w:lastRenderedPageBreak/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بار به تنهائ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بار دوم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هم کلاسم بنام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وک</w:t>
      </w:r>
      <w:r w:rsidRPr="00CC78DB">
        <w:rPr>
          <w:rtl/>
          <w:lang w:bidi="fa-IR"/>
        </w:rPr>
        <w:t xml:space="preserve"> آقا،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 از پدر به آنجا فرار کردم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به علت نبود مخارج، موفق نشده به گلستان برگشتم،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طلبه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بشارت بشارت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از ده همجوار مان (ش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>)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روضه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گلستان آوردند و چون پدرم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علما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(برا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خدمت به حضرت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>عليه‌السلام</w:t>
      </w:r>
      <w:r w:rsidRPr="00CC78DB">
        <w:rPr>
          <w:rtl/>
          <w:lang w:bidi="fa-IR"/>
        </w:rPr>
        <w:t>خود انجام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طبق روال در خانه ما مستقر شد وعلاقه وافر مرا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درس خواندن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پدرم را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نمود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 با اکراه قبول کرد،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مهرماه 1329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مدرسه ملا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آن زمان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طرفش دو طبقه بود وارد شدم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مرحله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آغاز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62930" w:rsidP="0006293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507934433"/>
      <w:r w:rsidR="00CC78DB" w:rsidRPr="00CC78DB">
        <w:rPr>
          <w:rFonts w:hint="eastAsia"/>
          <w:rtl/>
          <w:lang w:bidi="fa-IR"/>
        </w:rPr>
        <w:lastRenderedPageBreak/>
        <w:t>مدرسه</w:t>
      </w:r>
      <w:r w:rsidR="00CC78DB" w:rsidRPr="00CC78DB">
        <w:rPr>
          <w:rtl/>
          <w:lang w:bidi="fa-IR"/>
        </w:rPr>
        <w:t xml:space="preserve"> ملّا ابراه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bookmarkEnd w:id="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خواندن کتاب «جامع المقدمات» شروع نمودم، پس از گذشت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از فراق خانواده دلم تنگ شد،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آنها به گلستان برگشتم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مردم به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خانه ما جمع شده اند! با تعجب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خبر شده است؟! گفتند: خواهرت فوت کرده است! چون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خواهرم علاقه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داشت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 شدم در سن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دست رفت.</w:t>
      </w:r>
    </w:p>
    <w:p w:rsidR="00CC78DB" w:rsidRPr="00CC78DB" w:rsidRDefault="00CC78DB" w:rsidP="0006293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چند روز دوباره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 گشتم دوسال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تمام درس خواندم و در اواخر تابستان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رفقاء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شهر علم و</w:t>
      </w:r>
      <w:r w:rsidRPr="00CC78DB">
        <w:rPr>
          <w:rFonts w:hint="eastAsia"/>
          <w:rtl/>
          <w:lang w:bidi="fa-IR"/>
        </w:rPr>
        <w:t>اجتهاد</w:t>
      </w:r>
      <w:r w:rsidRPr="00CC78DB">
        <w:rPr>
          <w:rtl/>
          <w:lang w:bidi="fa-IR"/>
        </w:rPr>
        <w:t xml:space="preserve"> «قم» شهرکر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«فاطمه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>» رهسپار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شوند.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دلم 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شور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و به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 به قم، 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اق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دارم.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استاد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062930">
        <w:rPr>
          <w:rStyle w:val="libFootnotenumChar"/>
          <w:rtl/>
        </w:rPr>
        <w:t xml:space="preserve"> (1) </w:t>
      </w:r>
      <w:r w:rsidRPr="00CC78DB">
        <w:rPr>
          <w:rtl/>
          <w:lang w:bidi="fa-IR"/>
        </w:rPr>
        <w:t>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 اگر پدرم اطلاع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ابد</w:t>
      </w:r>
      <w:r w:rsidRPr="00CC78DB">
        <w:rPr>
          <w:rtl/>
          <w:lang w:bidi="fa-IR"/>
        </w:rPr>
        <w:t xml:space="preserve">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اجازه ندهد گفت: ساعت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بفروش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نت</w:t>
      </w:r>
      <w:r w:rsidRPr="00CC78DB">
        <w:rPr>
          <w:rtl/>
          <w:lang w:bidi="fa-IR"/>
        </w:rPr>
        <w:t xml:space="preserve"> را من کمک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تا به قم برس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آنجا که برس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اق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ساعت را به دوازده تومان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جواد شهباز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طلبه ساعت ساز، فروختم و از کاراژ «مشهد» واقع در چهار راه پهلو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گرفته از راه سراب و زنجان رهسپار تهران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جاده ها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 سه روز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به تهران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آنجا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به قم حرکت نمو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چند ساعت؛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62930" w:rsidP="0006293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507934434"/>
      <w:r w:rsidR="00CC78DB" w:rsidRPr="00CC78DB">
        <w:rPr>
          <w:rFonts w:hint="eastAsia"/>
          <w:rtl/>
          <w:lang w:bidi="fa-IR"/>
        </w:rPr>
        <w:lastRenderedPageBreak/>
        <w:t>ورود</w:t>
      </w:r>
      <w:r w:rsidR="00CC78DB" w:rsidRPr="00CC78DB">
        <w:rPr>
          <w:rtl/>
          <w:lang w:bidi="fa-IR"/>
        </w:rPr>
        <w:t xml:space="preserve"> به شهر مقدّس قم</w:t>
      </w:r>
      <w:bookmarkEnd w:id="3"/>
    </w:p>
    <w:p w:rsidR="00CC78DB" w:rsidRPr="00CC78DB" w:rsidRDefault="00CC78DB" w:rsidP="0006293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اول مهر ماه 1331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آن شهر مقدس شده و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شاه در ساختمان وارفته و کهنه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«اکبر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منزل گرفته مشغول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062930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حدود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گذشت و از پول رفقاء خرج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و پنجاه تومان پول آمد 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از آن قرض داشتم.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ناگوار حدود سه سال در قم به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ادامه دادم و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لاتم</w:t>
      </w:r>
      <w:r w:rsidRPr="00CC78DB">
        <w:rPr>
          <w:rtl/>
          <w:lang w:bidi="fa-IR"/>
        </w:rPr>
        <w:t xml:space="preserve"> به رسائل و مکاسب ارتقاء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از نظر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بودم اما به علت داشتن رفقاء هم سن و سال و دلسوز و مهربان،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قم از نظر</w:t>
      </w:r>
    </w:p>
    <w:p w:rsidR="00CC78DB" w:rsidRPr="00062930" w:rsidRDefault="00062930" w:rsidP="000629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06293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06293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سال 1377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وفات کرد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کند.</w:t>
      </w:r>
    </w:p>
    <w:p w:rsidR="00CC78DB" w:rsidRPr="00CC78DB" w:rsidRDefault="0006293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روح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معنو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خوب گذشت.</w:t>
      </w:r>
    </w:p>
    <w:p w:rsidR="00CC78DB" w:rsidRPr="00CC78DB" w:rsidRDefault="00CC78DB" w:rsidP="0006293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</w:t>
      </w:r>
      <w:r w:rsidRPr="00CC78DB">
        <w:rPr>
          <w:rtl/>
          <w:lang w:bidi="fa-IR"/>
        </w:rPr>
        <w:t xml:space="preserve"> حجره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ناصر قلعه جوق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بعدها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حمداللّه راحم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قا</w:t>
      </w:r>
      <w:r w:rsidR="00062930">
        <w:rPr>
          <w:rFonts w:hint="cs"/>
          <w:rtl/>
          <w:lang w:bidi="fa-IR"/>
        </w:rPr>
        <w:t>در</w:t>
      </w:r>
      <w:r w:rsidRPr="00CC78DB">
        <w:rPr>
          <w:rtl/>
          <w:lang w:bidi="fa-IR"/>
        </w:rPr>
        <w:t>اشعل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رزاحجت</w:t>
      </w:r>
      <w:r w:rsidRPr="00CC78DB">
        <w:rPr>
          <w:rtl/>
          <w:lang w:bidi="fa-IR"/>
        </w:rPr>
        <w:t xml:space="preserve"> ذاکر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لانجوق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حجت فلسف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ارشق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بارفقاء</w:t>
      </w:r>
      <w:r w:rsidRPr="00CC78DB">
        <w:rPr>
          <w:rtl/>
          <w:lang w:bidi="fa-IR"/>
        </w:rPr>
        <w:t xml:space="preserve"> در درس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معالم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محسن دوزدوزان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شرح اللمعه و قوان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جواد خط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062930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مصطف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اعتماد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بعدها شرح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قوان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نوشت، و در درس رسائل»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مسلم ملکوت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062930">
        <w:rPr>
          <w:rStyle w:val="libFootnotenumChar"/>
          <w:rtl/>
        </w:rPr>
        <w:t xml:space="preserve">(2) </w:t>
      </w:r>
      <w:r w:rsidRPr="00CC78DB">
        <w:rPr>
          <w:rtl/>
          <w:lang w:bidi="fa-IR"/>
        </w:rPr>
        <w:t>و «مکاسب»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احمد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062930">
        <w:rPr>
          <w:rStyle w:val="libFootnotenumChar"/>
          <w:rtl/>
        </w:rPr>
        <w:t>(3)</w:t>
      </w:r>
      <w:r w:rsidRPr="00CC78DB">
        <w:rPr>
          <w:rtl/>
          <w:lang w:bidi="fa-IR"/>
        </w:rPr>
        <w:t xml:space="preserve"> حاضر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هر شرا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بود،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قم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 و تمام شد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</w:p>
    <w:p w:rsidR="00CC78DB" w:rsidRPr="00062930" w:rsidRDefault="00062930" w:rsidP="00062930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CC78DB" w:rsidRPr="00CC78DB" w:rsidRDefault="00CC78DB" w:rsidP="0006293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06293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طلبه ها اهم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که رفقاء نقل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اتمام درس روزانه به ما فرمود: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امروز فوت کرد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درس شما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نشود آمدم حالا که درس تمام شد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جنازه او را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مادرش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ناراحت نشود!!!.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به مکه معظمه مشرف شده بود که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منا سؤال کردم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لازم است ما امشب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اطاً</w:t>
      </w:r>
      <w:r w:rsidRPr="00CC78DB">
        <w:rPr>
          <w:rtl/>
          <w:lang w:bidi="fa-IR"/>
        </w:rPr>
        <w:t xml:space="preserve"> به« مشعرالحرام» برگرد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قربان را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جلوتر از 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افق ما فرق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ما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کنند؟! فرمود: قرآن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:« أف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ضوا</w:t>
      </w:r>
      <w:r w:rsidRPr="00CC78DB">
        <w:rPr>
          <w:rtl/>
          <w:lang w:bidi="fa-IR"/>
        </w:rPr>
        <w:t xml:space="preserve"> من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</w:t>
      </w:r>
      <w:r w:rsidRPr="00CC78DB">
        <w:rPr>
          <w:rtl/>
          <w:lang w:bidi="fa-IR"/>
        </w:rPr>
        <w:t xml:space="preserve"> أفاض النّاس شما آنگونه که مردم( به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منا)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شما هم آن گونه افاضه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د»</w:t>
      </w:r>
      <w:r w:rsidRPr="00CC78DB">
        <w:rPr>
          <w:rtl/>
          <w:lang w:bidi="fa-IR"/>
        </w:rPr>
        <w:t>.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بعد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قدّس الله نفسه الزّک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CC78DB" w:rsidP="0006293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بود و بعد به قم هجرت کرد و مق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گشت و رساله عمل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نوشت و بعدهاهم دار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CC78DB" w:rsidP="0006293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3- از اسات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محترم حوزه قم و مرد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بزرگوار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در سال 1383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قم وفات کرد رحمهاللّه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06293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قم</w:t>
      </w:r>
      <w:r w:rsidR="00CC78DB" w:rsidRPr="00CC78DB">
        <w:rPr>
          <w:rtl/>
          <w:lang w:bidi="fa-IR"/>
        </w:rPr>
        <w:t xml:space="preserve"> از جهت روح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معنو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سطح بالائ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بود بالاخره گذراند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تنها</w:t>
      </w:r>
      <w:r w:rsidRPr="00CC78DB">
        <w:rPr>
          <w:rtl/>
          <w:lang w:bidi="fa-IR"/>
        </w:rPr>
        <w:t xml:space="preserve"> پشتوانه تحمل مشقات و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دل گرم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ما، وجود مقدس حضرت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 و قبر منور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حضرت 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قم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منظره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تابلو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خرّم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دوران عمرم درست است که در زمان اقامتم در تو کم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>!! اما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فراموشت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آرزو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دوباره برگردم و در آغوش مهربان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ات بخوابم و آرام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در تو سکن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نم،</w:t>
      </w:r>
      <w:r w:rsidRPr="00CC78DB">
        <w:rPr>
          <w:rtl/>
          <w:lang w:bidi="fa-IR"/>
        </w:rPr>
        <w:t xml:space="preserve"> اما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</w:t>
      </w:r>
      <w:r w:rsidRPr="00CC78DB">
        <w:rPr>
          <w:rFonts w:hint="eastAsia"/>
          <w:rtl/>
          <w:lang w:bidi="fa-IR"/>
        </w:rPr>
        <w:t>رزو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خواهم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با خود به قبر خواهم برد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داند.</w:t>
      </w:r>
      <w:r w:rsidRPr="00062930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62930" w:rsidP="0006293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507934435"/>
      <w:r w:rsidR="00CC78DB" w:rsidRPr="00CC78DB">
        <w:rPr>
          <w:rFonts w:hint="eastAsia"/>
          <w:rtl/>
          <w:lang w:bidi="fa-IR"/>
        </w:rPr>
        <w:lastRenderedPageBreak/>
        <w:t>نخست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سروش بر گوش</w:t>
      </w:r>
      <w:bookmarkEnd w:id="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رفقاء که در دو فرسخ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به نام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لانجوق</w:t>
      </w:r>
      <w:r w:rsidRPr="00CC78DB">
        <w:rPr>
          <w:rtl/>
          <w:lang w:bidi="fa-IR"/>
        </w:rPr>
        <w:t xml:space="preserve"> بود</w:t>
      </w:r>
    </w:p>
    <w:p w:rsidR="00CC78DB" w:rsidRPr="00062930" w:rsidRDefault="00062930" w:rsidP="000629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CC78DB" w:rsidRPr="00CC78DB" w:rsidRDefault="00CC78DB" w:rsidP="0006293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06293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خدا را سپاس و شکر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بالأخره در سال 15/ 6/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گذشت پنجاه سال، از تهران به« قم»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آل محمّد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حرم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هجرت نموده و ساکن گشته و سپاس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خدارا که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مف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( 1- 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ات 2- و فلسفه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عدم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امامان 3- و از مباهله تا عاشورا 4-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زمان( عج) در دو جلد 5- و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>) 6- اسلام فراتر از زمان 7- 111 پرسش و پاسخ در باره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له الفداء 8- گلستان سخنوران در دو جلد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نو</w:t>
      </w:r>
      <w:r w:rsidRPr="00CC78DB">
        <w:rPr>
          <w:rFonts w:hint="eastAsia"/>
          <w:rtl/>
          <w:lang w:bidi="fa-IR"/>
        </w:rPr>
        <w:t>شته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بعدا شرح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را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کردم که هر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چند مرتبه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چاپ شده است و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تمام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دست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است، که در محل خود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مشروح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06293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رفتم</w:t>
      </w:r>
      <w:r w:rsidR="00CC78DB" w:rsidRPr="00CC78DB">
        <w:rPr>
          <w:rtl/>
          <w:lang w:bidi="fa-IR"/>
        </w:rPr>
        <w:t xml:space="preserve"> و با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رزا</w:t>
      </w:r>
      <w:r w:rsidR="00CC78DB" w:rsidRPr="00CC78DB">
        <w:rPr>
          <w:rtl/>
          <w:lang w:bidi="fa-IR"/>
        </w:rPr>
        <w:t xml:space="preserve"> قارداشعل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فاتح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دار</w:t>
      </w:r>
      <w:r w:rsidR="00CC78DB" w:rsidRPr="00CC78DB">
        <w:rPr>
          <w:rtl/>
          <w:lang w:bidi="fa-IR"/>
        </w:rPr>
        <w:t xml:space="preserve"> کرده و چند روز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همان</w:t>
      </w:r>
      <w:r w:rsidR="00CC78DB" w:rsidRPr="00CC78DB">
        <w:rPr>
          <w:rtl/>
          <w:lang w:bidi="fa-IR"/>
        </w:rPr>
        <w:t xml:space="preserve"> او بودم</w:t>
      </w:r>
      <w:r w:rsidR="00CC78DB" w:rsidRPr="00062930">
        <w:rPr>
          <w:rStyle w:val="libFootnotenumChar"/>
          <w:rtl/>
        </w:rPr>
        <w:t>.(1)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از آبها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گرم آنجا استفاده کردم و در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اقامتم در آنجا با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ها و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شان،</w:t>
      </w:r>
      <w:r w:rsidRPr="00CC78DB">
        <w:rPr>
          <w:rtl/>
          <w:lang w:bidi="fa-IR"/>
        </w:rPr>
        <w:t xml:space="preserve"> آشنا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گذراندن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تابستان به قم برگشته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رجب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قارداشعل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حمدالله راحم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حجت فلسفس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رَزَ</w:t>
      </w:r>
      <w:r w:rsidRPr="00CC78DB">
        <w:rPr>
          <w:rFonts w:hint="cs"/>
          <w:rtl/>
          <w:lang w:bidi="fa-IR"/>
        </w:rPr>
        <w:t>یْ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هم حجره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درس ها را شروع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همان سال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رجب به نجف اشرف مشرّف شد ما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که</w:t>
      </w:r>
      <w:r w:rsidRPr="00CC78DB">
        <w:rPr>
          <w:rtl/>
          <w:lang w:bidi="fa-IR"/>
        </w:rPr>
        <w:t xml:space="preserve"> 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دست ما هم به آن مقام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06293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رفقاء،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همه ناراحت بودم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رفقاء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قم، به مسجد مقدس جم</w:t>
      </w:r>
      <w:r w:rsidR="00062930">
        <w:rPr>
          <w:rFonts w:hint="cs"/>
          <w:rtl/>
          <w:lang w:bidi="fa-IR"/>
        </w:rPr>
        <w:t>ک</w:t>
      </w:r>
      <w:r w:rsidRPr="00CC78DB">
        <w:rPr>
          <w:rtl/>
          <w:lang w:bidi="fa-IR"/>
        </w:rPr>
        <w:t>ران مشرّف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آنجا چاه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به چاه عر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ضه</w:t>
      </w:r>
      <w:r w:rsidRPr="00CC78DB">
        <w:rPr>
          <w:rtl/>
          <w:lang w:bidi="fa-IR"/>
        </w:rPr>
        <w:t xml:space="preserve"> شهرت داشت که هرکس حاجت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عر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ضه</w:t>
      </w:r>
      <w:r w:rsidRPr="00CC78DB">
        <w:rPr>
          <w:rtl/>
          <w:lang w:bidi="fa-IR"/>
        </w:rPr>
        <w:t xml:space="preserve"> نوشته به آن چاه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انداختند و ن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گرفتند من هم عر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نوشته و سه حاجت که هرتک تک آنها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نحلّ</w:t>
      </w:r>
      <w:r w:rsidRPr="00CC78DB">
        <w:rPr>
          <w:rtl/>
          <w:lang w:bidi="fa-IR"/>
        </w:rPr>
        <w:t xml:space="preserve"> بود از حضرت درخواست نمودم!؛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</w:t>
      </w:r>
      <w:r w:rsidRPr="00CC78DB">
        <w:rPr>
          <w:rtl/>
          <w:lang w:bidi="fa-IR"/>
        </w:rPr>
        <w:t xml:space="preserve"> حاجت در همان سال برآورده شد جز تشرّف به نجف اشرف، آن هم سال</w:t>
      </w:r>
    </w:p>
    <w:p w:rsidR="00CC78DB" w:rsidRPr="004944B6" w:rsidRDefault="004944B6" w:rsidP="004944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CC78DB" w:rsidRPr="00CC78DB" w:rsidRDefault="00CC78DB" w:rsidP="004944B6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لانجوق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آبگرم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تند و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متعدد مانند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نرجه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داغ آتان است،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ادم</w:t>
      </w:r>
      <w:r w:rsidRPr="00CC78DB">
        <w:rPr>
          <w:rtl/>
          <w:lang w:bidi="fa-IR"/>
        </w:rPr>
        <w:t xml:space="preserve"> هست روزهائ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مهمان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بودم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نرجه</w:t>
      </w:r>
      <w:r w:rsidRPr="00CC78DB">
        <w:rPr>
          <w:rtl/>
          <w:lang w:bidi="fa-IR"/>
        </w:rPr>
        <w:t xml:space="preserve"> که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وجه آب 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آن ممکن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ناهار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تخم مرغ به دستمال بسته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آن آب گذاشت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مدت 15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کاملًا پخت و نهار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  <w:r w:rsidRPr="00CC78DB">
        <w:rPr>
          <w:rtl/>
          <w:lang w:bidi="fa-IR"/>
        </w:rPr>
        <w:t xml:space="preserve"> خلاصه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رفقا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در خزانه بخارائ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ساکن </w:t>
      </w:r>
      <w:r w:rsidRPr="00CC78DB">
        <w:rPr>
          <w:rtl/>
          <w:lang w:bidi="fa-IR"/>
        </w:rPr>
        <w:lastRenderedPageBreak/>
        <w:t>هستند و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11/ 1/ 1386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پاورق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سم،</w:t>
      </w:r>
      <w:r w:rsidRPr="00CC78DB">
        <w:rPr>
          <w:rtl/>
          <w:lang w:bidi="fa-IR"/>
        </w:rPr>
        <w:t xml:space="preserve"> هنوز هم زنده است خداوند طول عمر با عزت بدهد.</w:t>
      </w:r>
    </w:p>
    <w:p w:rsidR="00CC78DB" w:rsidRPr="00CC78DB" w:rsidRDefault="004944B6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بعد</w:t>
      </w:r>
      <w:r w:rsidR="00CC78DB" w:rsidRPr="00CC78DB">
        <w:rPr>
          <w:rtl/>
          <w:lang w:bidi="fa-IR"/>
        </w:rPr>
        <w:t xml:space="preserve"> برآورده گرد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تا روز تشرّف اشکها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خته</w:t>
      </w:r>
      <w:r w:rsidR="00CC78DB" w:rsidRPr="00CC78DB">
        <w:rPr>
          <w:rtl/>
          <w:lang w:bidi="fa-IR"/>
        </w:rPr>
        <w:t xml:space="preserve"> و دعاها و مناجات ها کرده و دَرآن حضرت را از پاشنه در آوردم!!.</w:t>
      </w:r>
    </w:p>
    <w:p w:rsidR="00CC78DB" w:rsidRPr="00CC78DB" w:rsidRDefault="004944B6" w:rsidP="004944B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507934436"/>
      <w:r w:rsidR="00CC78DB" w:rsidRPr="00CC78DB">
        <w:rPr>
          <w:rFonts w:hint="eastAsia"/>
          <w:rtl/>
          <w:lang w:bidi="fa-IR"/>
        </w:rPr>
        <w:lastRenderedPageBreak/>
        <w:t>مقدمات</w:t>
      </w:r>
      <w:r w:rsidR="00CC78DB" w:rsidRPr="00CC78DB">
        <w:rPr>
          <w:rtl/>
          <w:lang w:bidi="fa-IR"/>
        </w:rPr>
        <w:t xml:space="preserve"> سفر به سرزم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عاشقان</w:t>
      </w:r>
      <w:bookmarkEnd w:id="5"/>
    </w:p>
    <w:p w:rsidR="00CC78DB" w:rsidRPr="00CC78DB" w:rsidRDefault="00CC78DB" w:rsidP="004944B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1334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گذرنامه اقدام نموده و مدارک لازم (عدم سوء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برگ عدم مال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رونوشت شناسنامه) را به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و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گذرنامه دانشجوئ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آقا چون شما گذرنامه دانشجوئ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آن را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تهران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ضمناً شما به سنّ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 پس از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جواب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وسانه</w:t>
      </w:r>
      <w:r w:rsidRPr="00CC78DB">
        <w:rPr>
          <w:rtl/>
          <w:lang w:bidi="fa-IR"/>
        </w:rPr>
        <w:t xml:space="preserve"> بر گشتم، و چون ماه محرم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ارشاد شدم،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صحبت</w:t>
      </w:r>
      <w:r w:rsidRPr="00CC78DB">
        <w:rPr>
          <w:rtl/>
          <w:lang w:bidi="fa-IR"/>
        </w:rPr>
        <w:t xml:space="preserve"> عتبات را با پدرم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گذاشتم،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نجف سهل است با رفتن به قم هم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تما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نشان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 البته چون آن زمان تنها پسرشان بودم به فراق و جدائ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تحمل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بادرس خواندن من مخالف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محل جمع شده با اصرار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اجازه رفتن به قم را گرفتند، اما پول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که مبادا به نجف بروم!، خلاصه هرطور بود خود را به تهران ر ساندم اما فکر سفر به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را نتوانستم از سرم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کنم، به خانه پسر عمو حاج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خان دانشور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ارفتم</w:t>
      </w:r>
      <w:r w:rsidRPr="00CC78DB">
        <w:rPr>
          <w:rtl/>
          <w:lang w:bidi="fa-IR"/>
        </w:rPr>
        <w:t xml:space="preserve"> و </w:t>
      </w:r>
      <w:r w:rsidRPr="00CC78DB">
        <w:rPr>
          <w:rFonts w:hint="eastAsia"/>
          <w:rtl/>
          <w:lang w:bidi="fa-IR"/>
        </w:rPr>
        <w:t>فردا</w:t>
      </w:r>
      <w:r w:rsidRPr="00CC78DB">
        <w:rPr>
          <w:rtl/>
          <w:lang w:bidi="fa-IR"/>
        </w:rPr>
        <w:t xml:space="preserve">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 مراجعه کردم، آنها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کم بودن سنّم 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راد</w:t>
      </w:r>
      <w:r w:rsidRPr="00CC78DB">
        <w:rPr>
          <w:rtl/>
          <w:lang w:bidi="fa-IR"/>
        </w:rPr>
        <w:t xml:space="preserve"> گرفتند،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نشدم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مراحل مقدمات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 تهران مراجعه نمودم،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برگ دادند که آن را در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پر کرده و ضمانت نامه ضامن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مدارک لازمه را، فراهم کرده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مراجعه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برگ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وگراف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گرفته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 برگشتم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گفت: آقا من به شما گفتم که سن شما کم است! من اشاره وجه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کردم! گفت امکان ندارد، راه حل خواستم؟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</w:t>
      </w:r>
      <w:r w:rsidRPr="00CC78DB">
        <w:rPr>
          <w:rtl/>
          <w:lang w:bidi="fa-IR"/>
        </w:rPr>
        <w:t xml:space="preserve"> تنها راه حل آن است پدرت که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شماست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سد</w:t>
      </w:r>
      <w:r w:rsidRPr="00CC78DB">
        <w:rPr>
          <w:rtl/>
          <w:lang w:bidi="fa-IR"/>
        </w:rPr>
        <w:t xml:space="preserve"> و اجازه دهد تا ما اجازه صدور گذرنامه را صادر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کردم، پدر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اجازه آمدن به قم را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چگونه اجازه خارج از کشور را خواهد داد، دوباره از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ملتمسانه راه حل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خواستم؟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راه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هم هست، آن 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از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بهبهان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کل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مرکز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با دستور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کار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بلادرنگ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رفتم از شانس بد، ملاقات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سّر</w:t>
      </w:r>
      <w:r w:rsidRPr="00CC78DB">
        <w:rPr>
          <w:rtl/>
          <w:lang w:bidi="fa-IR"/>
        </w:rPr>
        <w:t xml:space="preserve"> نشد، آخر از همه جا ناام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و درها از همه جا به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بسته، از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رگشته</w:t>
      </w:r>
      <w:r w:rsidRPr="00CC78DB">
        <w:rPr>
          <w:rtl/>
          <w:lang w:bidi="fa-IR"/>
        </w:rPr>
        <w:t xml:space="preserve"> و دست از دامن دراز به خانه برگشتم.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رندگان</w:t>
      </w:r>
      <w:r w:rsidRPr="00CC78DB">
        <w:rPr>
          <w:rtl/>
          <w:lang w:bidi="fa-IR"/>
        </w:rPr>
        <w:t xml:space="preserve"> گذرنامه با اشک و آه تماشا کنم،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رفتم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صندل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نشسته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که هرکس گذرنامه اش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رفتند، آنها خندان و من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حدود</w:t>
      </w:r>
      <w:r w:rsidRPr="00CC78DB">
        <w:rPr>
          <w:rtl/>
          <w:lang w:bidi="fa-IR"/>
        </w:rPr>
        <w:t xml:space="preserve"> ساعت ده صبح روز پنجشنبه از اداره گذرنامه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آمدم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اشک در چشمانم حلقه زده بود، باکمال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سروان ارتش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مشغول صحبت بودند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مرا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آن جوان گفت: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منتظر باش م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مسئله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 بپرسم، به طرف من آمد و گفت: آقا عرض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دارم؟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944B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مثل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شما تُرک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توابع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لم،</w:t>
      </w:r>
      <w:r w:rsidRPr="00CC78DB">
        <w:rPr>
          <w:rtl/>
          <w:lang w:bidi="fa-IR"/>
        </w:rPr>
        <w:t xml:space="preserve"> گفت: من هم از زنجانم لطفاً نماز شب را به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 پس از مختصر صحبت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آقا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شما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 گفتم: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ماجرا را شرح دارم، گفت: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="004944B6">
        <w:rPr>
          <w:rtl/>
          <w:lang w:bidi="fa-IR"/>
        </w:rPr>
        <w:t xml:space="preserve"> جوان هم </w:t>
      </w:r>
      <w:r w:rsidR="004944B6">
        <w:rPr>
          <w:rFonts w:hint="cs"/>
          <w:rtl/>
          <w:lang w:bidi="fa-IR"/>
        </w:rPr>
        <w:t>در</w:t>
      </w:r>
      <w:r w:rsidRPr="00CC78DB">
        <w:rPr>
          <w:rFonts w:hint="eastAsia"/>
          <w:rtl/>
          <w:lang w:bidi="fa-IR"/>
        </w:rPr>
        <w:t>کارگز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کار او را برس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به اداره گذرنامه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کار شما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کار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>: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رفته با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گذرنامه که به نام سرهنگ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همشهر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آشنا در آمد و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جناب سرهنگ کار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را چرا انجام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 گفت: چرا ما که برگ پرکردن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وگراف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را به او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در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پرکند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</w:t>
      </w:r>
      <w:r w:rsidRPr="00CC78DB">
        <w:rPr>
          <w:rtl/>
          <w:lang w:bidi="fa-IR"/>
        </w:rPr>
        <w:t>: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رد کرده و قبول نکرده است، فوراً برگ را گرفت و در حاش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اش نوشت (فوراً اقدام شود)، با جناب سروان فوراً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 رهسپار شده وارد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اتفاقاً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اداره بسته بود، نگهبان هم گفت: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چون پنجشنبه اس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بعد از ظهر هم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سروان گفت: آقا من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شما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کنم با آدرس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شما روز شنبه مرا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(خ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خرمشهر </w:t>
      </w:r>
      <w:r w:rsidRPr="00CC78DB">
        <w:rPr>
          <w:rtl/>
          <w:lang w:bidi="fa-IR"/>
        </w:rPr>
        <w:lastRenderedPageBreak/>
        <w:t>کوچه پ منزل سروان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اکبر نع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و محل کارم در پادگان جَ</w:t>
      </w:r>
      <w:r w:rsidRPr="00CC78DB">
        <w:rPr>
          <w:rFonts w:hint="cs"/>
          <w:rtl/>
          <w:lang w:bidi="fa-IR"/>
        </w:rPr>
        <w:t>یْ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دفتر کاگز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ستاد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پادگان م</w:t>
      </w:r>
      <w:r w:rsidRPr="00CC78DB">
        <w:rPr>
          <w:rFonts w:hint="eastAsia"/>
          <w:rtl/>
          <w:lang w:bidi="fa-IR"/>
        </w:rPr>
        <w:t>رکزم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باشم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شب جمعه و روز جمعه و شب شنبه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نا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 برده صبح شنبه به دَم دَر سروان رفته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آن جوان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آنجا بود،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سروان بوده است گفت: آقا سروان منتظر شماست!!، در زده سروان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 و پس از تعارفات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به طرف کل</w:t>
      </w:r>
      <w:r w:rsidRPr="00CC78DB">
        <w:rPr>
          <w:rFonts w:hint="eastAsia"/>
          <w:rtl/>
          <w:lang w:bidi="fa-IR"/>
        </w:rPr>
        <w:t>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پس از ملاقات با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علت اشکال مرا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 xml:space="preserve"> او هم جملات سابق را تکرار کرد و در آخر گفت: مگر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 دستور دهد،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که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سروان دستور سرهنگ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نشان داد، او هم گفت: حالا کار درست شد، فوراً به اطاق مجاور دست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داد و برگ را پر کردند و ضامن خواستند،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خشک شد چون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کدام از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ها از ترس پدر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نشده بعد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ضامن شوند!.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خواستم</w:t>
      </w:r>
      <w:r w:rsidRPr="00CC78DB">
        <w:rPr>
          <w:rtl/>
          <w:lang w:bidi="fa-IR"/>
        </w:rPr>
        <w:t xml:space="preserve"> از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شوم که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خداوند گشا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آورد، جناب سروان گفت: من خودم ضامن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شوم، خواست شماره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حقوق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سند خانه اش را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اورد،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گفت: جناب سروان فقط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ما از اشخاص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سند و جواز کسب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کار</w:t>
      </w:r>
      <w:r w:rsidRPr="00CC78DB">
        <w:rPr>
          <w:rtl/>
          <w:lang w:bidi="fa-IR"/>
        </w:rPr>
        <w:t xml:space="preserve">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شد و با خوش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خرّم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مدارک را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ظاهر کار تمام شده تلق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پس از تشکر فراوان، با سروان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هرکس به محل خود 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من</w:t>
      </w:r>
      <w:r w:rsidRPr="00CC78DB">
        <w:rPr>
          <w:rtl/>
          <w:lang w:bidi="fa-IR"/>
        </w:rPr>
        <w:t xml:space="preserve"> هر روز سر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گذرنامه شما صادر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سرهنگ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من باکمال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سرهنگ رفتم گفت: فردا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فردا صبح زود رفتم و در اداره حاضر شدم سرهنگ گفت: دادم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الان صدا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منتظر</w:t>
      </w:r>
      <w:r w:rsidRPr="00CC78DB">
        <w:rPr>
          <w:rtl/>
          <w:lang w:bidi="fa-IR"/>
        </w:rPr>
        <w:t xml:space="preserve">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نشستم دلم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طپد و کاسه صبرم لبر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شده است و ناگهان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شد و نامها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 و به صاحبانش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 و نام مرا هم خواند و خواست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دهد، دستش را نگهداشت چون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گذرنامه را نگاه کرد و گفت: آقا پدرت را آورده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گفتم</w:t>
      </w:r>
      <w:r w:rsidRPr="00CC78DB">
        <w:rPr>
          <w:rtl/>
          <w:lang w:bidi="fa-IR"/>
        </w:rPr>
        <w:t>: نه، گفت: سرهنگ نوشته اجازه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 است!، گفتم: اگر امکان داشت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آوردم، گذرنامه را به طرف سرهنگ انداخت، رفتم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شش</w:t>
      </w:r>
      <w:r w:rsidRPr="00CC78DB">
        <w:rPr>
          <w:rtl/>
          <w:lang w:bidi="fa-IR"/>
        </w:rPr>
        <w:t xml:space="preserve"> و گفتم: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جناب</w:t>
      </w:r>
      <w:r w:rsidRPr="00CC78DB">
        <w:rPr>
          <w:rtl/>
          <w:lang w:bidi="fa-IR"/>
        </w:rPr>
        <w:t xml:space="preserve"> سرهنگ اگر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ممکن بود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بردم و به شما زحمت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گفت: آنها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دست من بود دستور دادم کار را انجام دهند حالا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</w:t>
      </w:r>
      <w:r w:rsidR="00EA4162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گردن من آمده است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راه 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نمانده مگر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پدرت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اجازه نامه اش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والسّلام، بازهم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نو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خواهد شد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مصلحت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است، پس از فکرها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باز به سراغ جناب سروان بروم، بعد از ظهر به در خانه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خانمش گفت: از اداره برگشته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کنار شهر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رفته است فردا صبح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را سحر و سحر را به صبح رساندم، امّا با چه تاب و 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و راه منزل سروان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گرفته و در را زدم و پس از سلام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گفتم، </w:t>
      </w:r>
      <w:r w:rsidRPr="00CC78DB">
        <w:rPr>
          <w:rtl/>
          <w:lang w:bidi="fa-IR"/>
        </w:rPr>
        <w:lastRenderedPageBreak/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 شد و گفت: از سرهنگ عج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است، فوراً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هرچه با سرهنگ گفتگو نمود، 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نبخش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 در آخر سرو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گفت: اگر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پدرش نامه رضا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آورد و من در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صحت آن راگواه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قبول است؟! لب خند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 و گفت: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وقت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تش</w:t>
      </w:r>
      <w:r w:rsidRPr="00CC78DB">
        <w:rPr>
          <w:rtl/>
          <w:lang w:bidi="fa-IR"/>
        </w:rPr>
        <w:t xml:space="preserve"> به گردن شما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افتد (او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چه کلک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سوار کند).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گفت: آقا شما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پدرتان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پس فردا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گواه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پس از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فکر گفت: نه، فردا ساعت دوازده در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منتظرم باش،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از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جدا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با حال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منزل ب</w:t>
      </w:r>
      <w:r w:rsidRPr="00CC78DB">
        <w:rPr>
          <w:rFonts w:hint="eastAsia"/>
          <w:rtl/>
          <w:lang w:bidi="fa-IR"/>
        </w:rPr>
        <w:t>رگشته</w:t>
      </w:r>
      <w:r w:rsidRPr="00CC78DB">
        <w:rPr>
          <w:rtl/>
          <w:lang w:bidi="fa-IR"/>
        </w:rPr>
        <w:t xml:space="preserve"> و فردا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گذرنامه رفته تا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منتظر شدم، از جناب سروان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نشد! با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ظهر به منزل سروان رفتم، خانمش گفت: آقا سروان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</w:t>
      </w:r>
      <w:r w:rsidRPr="00CC78DB">
        <w:rPr>
          <w:rtl/>
          <w:lang w:bidi="fa-IR"/>
        </w:rPr>
        <w:t xml:space="preserve"> رفت اما به من گفت: اگر آقا آمد به او مژده بده که من گذرنامه اش را گرفته و آورده ام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رنگ ج</w:t>
      </w:r>
      <w:r w:rsidRPr="00CC78DB">
        <w:rPr>
          <w:rFonts w:hint="eastAsia"/>
          <w:rtl/>
          <w:lang w:bidi="fa-IR"/>
        </w:rPr>
        <w:t>لدش</w:t>
      </w:r>
      <w:r w:rsidRPr="00CC78DB">
        <w:rPr>
          <w:rtl/>
          <w:lang w:bidi="fa-IR"/>
        </w:rPr>
        <w:t xml:space="preserve"> هم مشک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و نگران نباشد و فردا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خبر باور کردن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است؟! جوابش منف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مگر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معجزه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کار باشد،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سروان نه شهرت 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و نه اسم پدرم را و نه نام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 و محل سکونت اورا که به نام او نامه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خود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رش</w:t>
      </w:r>
      <w:r w:rsidRPr="00CC78DB">
        <w:rPr>
          <w:rtl/>
          <w:lang w:bidi="fa-IR"/>
        </w:rPr>
        <w:t xml:space="preserve"> را گواه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برگشتم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اما</w:t>
      </w:r>
      <w:r w:rsidRPr="00CC78DB">
        <w:rPr>
          <w:rtl/>
          <w:lang w:bidi="fa-IR"/>
        </w:rPr>
        <w:t xml:space="preserve"> غرق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نوم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سرشار از اندوه و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خوف ورجاء؛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خودم را به موقع به دم در سروان رسانده و در زدم،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 آقا مژده مژده! مرا به درون خانه برده و گذرنامه را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گذاشت و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گفت!!.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جناب سروان شما که از مشخصات من و پدرم اطلاع نداشت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چگونه گذرنامه را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 گفت: من قرار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را پاک فراموش کرده بودم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بود 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ادم</w:t>
      </w:r>
      <w:r w:rsidRPr="00CC78DB">
        <w:rPr>
          <w:rtl/>
          <w:lang w:bidi="fa-IR"/>
        </w:rPr>
        <w:t xml:space="preserve"> آمد، فوراً از دفتر پادگان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</w:t>
      </w:r>
      <w:r w:rsidRPr="00CC78DB">
        <w:rPr>
          <w:rtl/>
          <w:lang w:bidi="fa-IR"/>
        </w:rPr>
        <w:t xml:space="preserve">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تاکس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تومان بود سه تومان به تاکس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ت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سرعت مرا به اداره گذرنامه برساند گفت: سروان تصادف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گفتم: نترس راه خدائ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نه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عجله کن!.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راننده</w:t>
      </w:r>
      <w:r w:rsidRPr="00CC78DB">
        <w:rPr>
          <w:rtl/>
          <w:lang w:bidi="fa-IR"/>
        </w:rPr>
        <w:t xml:space="preserve"> تخته گاز با سرعت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خود را به گذرنامه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شما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سرهنگ هم آماده رفتن است، من با توکل به خدا قلم به دست گرفته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عنوان که من پدر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محمد خروج فرزندم را از کشور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اجازه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نامه را خ</w:t>
      </w:r>
      <w:r w:rsidRPr="00CC78DB">
        <w:rPr>
          <w:rFonts w:hint="eastAsia"/>
          <w:rtl/>
          <w:lang w:bidi="fa-IR"/>
        </w:rPr>
        <w:t>ودم</w:t>
      </w:r>
      <w:r w:rsidRPr="00CC78DB">
        <w:rPr>
          <w:rtl/>
          <w:lang w:bidi="fa-IR"/>
        </w:rPr>
        <w:t xml:space="preserve"> گواه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هنوز مرکّبش خشک نشده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سرهنگ آوردم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نامه از آذربا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جان</w:t>
      </w:r>
      <w:r w:rsidRPr="00CC78DB">
        <w:rPr>
          <w:rtl/>
          <w:lang w:bidi="fa-IR"/>
        </w:rPr>
        <w:t xml:space="preserve"> آمده است، نگاه کرد و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گفت: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خطرناک را به گردن گرفته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گفتم: هرچه باداباد، سرهنگ به سروان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دستور داد گذرنامه را به من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دهد ده تومان گرفت و گذرنامه را تح</w:t>
      </w:r>
      <w:r w:rsidRPr="00CC78DB">
        <w:rPr>
          <w:rFonts w:hint="eastAsia"/>
          <w:rtl/>
          <w:lang w:bidi="fa-IR"/>
        </w:rPr>
        <w:t>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بود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تعجب کردم که خداوند چگونه مرده را با قدرت 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زال</w:t>
      </w:r>
      <w:r w:rsidRPr="00CC78DB">
        <w:rPr>
          <w:rtl/>
          <w:lang w:bidi="fa-IR"/>
        </w:rPr>
        <w:t xml:space="preserve"> خود زنده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پس از نوم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!!.</w:t>
      </w:r>
      <w:r w:rsidRPr="00EA4162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EA4162" w:rsidRDefault="00CC78DB" w:rsidP="00EA4162">
      <w:pPr>
        <w:pStyle w:val="libNormal"/>
        <w:rPr>
          <w:rFonts w:hint="cs"/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فوراً</w:t>
      </w:r>
      <w:r w:rsidRPr="00CC78DB">
        <w:rPr>
          <w:rtl/>
          <w:lang w:bidi="fa-IR"/>
        </w:rPr>
        <w:t xml:space="preserve"> با سروان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گرفتن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سفارت عراق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تمبر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</w:t>
      </w:r>
      <w:r w:rsidRPr="00CC78DB">
        <w:rPr>
          <w:rtl/>
          <w:lang w:bidi="fa-IR"/>
        </w:rPr>
        <w:t xml:space="preserve"> را</w:t>
      </w:r>
    </w:p>
    <w:p w:rsidR="00940AE5" w:rsidRPr="00940AE5" w:rsidRDefault="00940AE5" w:rsidP="0094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CC78DB" w:rsidRPr="00CC78DB" w:rsidRDefault="00CC78DB" w:rsidP="00EA416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مطالب اعجازآم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را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هموار شدن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راه با مقدمات گذشته را به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کردم که بعداً سخن ها دارم!.</w:t>
      </w:r>
    </w:p>
    <w:p w:rsidR="00CC78DB" w:rsidRPr="00CC78DB" w:rsidRDefault="00EA4162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گرفته</w:t>
      </w:r>
      <w:r w:rsidR="00CC78DB" w:rsidRPr="00CC78DB">
        <w:rPr>
          <w:rtl/>
          <w:lang w:bidi="fa-IR"/>
        </w:rPr>
        <w:t xml:space="preserve"> با تشکر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</w:t>
      </w:r>
      <w:r w:rsidR="00CC78DB" w:rsidRPr="00CC78DB">
        <w:rPr>
          <w:rtl/>
          <w:lang w:bidi="fa-IR"/>
        </w:rPr>
        <w:t xml:space="preserve"> از سروان خدا حافظ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کرده و از هم جدا شد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آخر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لحظه جدائ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گفت: آقا شما مرا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شناخت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د؟</w:t>
      </w:r>
      <w:r w:rsidR="00CC78DB" w:rsidRPr="00CC78DB">
        <w:rPr>
          <w:rtl/>
          <w:lang w:bidi="fa-IR"/>
        </w:rPr>
        <w:t>! گفتم: نه، گفت: من ترا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شناختم؟! گفتم: نه، گفت: فقط امام حس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="00CC78DB" w:rsidRPr="00CC78DB">
        <w:rPr>
          <w:rtl/>
          <w:lang w:bidi="fa-IR"/>
        </w:rPr>
        <w:t>مرا مأمور کرده بود که کارها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ترا انجام دهم والسّلام.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به سفارت عراق رفته و گذرنامه را گرفته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اوروم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بناب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اورا قبلًا در اداره گذرنامه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او تا به حال رفته است، ملاقات کردم و از سفارت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 و باهم به </w:t>
      </w:r>
      <w:r w:rsidR="00413A56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ترانسپورت آمده و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صبح فردا،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جدا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حالا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لازم است به چند بُعد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دقت 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خداوند عدم امکان را چگونه ممکن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خلاف قانون بشر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بادست خود مجر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قانون، حل نمود؛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همه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خاطر پدرم، نه ضامن شدند و نه قدم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کمک من برداشتند و مرا تنها گذاشتند، اما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فرد ناشناس را چگونه به حل مشکلات من وا داشت و به آخر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چگونه بعد از آن همه به بن بست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ها، راه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گشود؛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با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کارها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اتمام احسان 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را، همراه من نمود که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سفر مرا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شد تا مرا به نجف اشرف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آرزو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درس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داد که پشت سر نوم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دها</w:t>
      </w:r>
      <w:r w:rsidRPr="00CC78DB">
        <w:rPr>
          <w:rtl/>
          <w:lang w:bidi="fa-IR"/>
        </w:rPr>
        <w:t xml:space="preserve"> نهفته است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</w:t>
      </w:r>
      <w:r w:rsidRPr="00CC78DB">
        <w:rPr>
          <w:rtl/>
          <w:lang w:bidi="fa-IR"/>
        </w:rPr>
        <w:t xml:space="preserve"> مادام العمر سرمشق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شد که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نباشم و</w:t>
      </w:r>
    </w:p>
    <w:p w:rsidR="00413A56" w:rsidRDefault="00413A56" w:rsidP="00413A5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507934437"/>
      <w:r w:rsidR="00CC78DB" w:rsidRPr="00CC78DB">
        <w:rPr>
          <w:rFonts w:hint="eastAsia"/>
          <w:rtl/>
          <w:lang w:bidi="fa-IR"/>
        </w:rPr>
        <w:lastRenderedPageBreak/>
        <w:t>کارها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ناشدن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را، شدن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بدانم</w:t>
      </w:r>
      <w:bookmarkEnd w:id="6"/>
      <w:r w:rsidR="00CC78DB" w:rsidRPr="00CC78DB">
        <w:rPr>
          <w:rtl/>
          <w:lang w:bidi="fa-IR"/>
        </w:rPr>
        <w:t xml:space="preserve"> </w:t>
      </w: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وو ...</w:t>
      </w:r>
      <w:r w:rsidRPr="00413A56">
        <w:rPr>
          <w:rStyle w:val="libFootnotenumChar"/>
          <w:rtl/>
        </w:rPr>
        <w:t>(1)</w:t>
      </w:r>
      <w:r w:rsidR="00413A56">
        <w:rPr>
          <w:rStyle w:val="libFootnotenumChar"/>
          <w:rFonts w:hint="cs"/>
          <w:rtl/>
        </w:rPr>
        <w:t xml:space="preserve"> 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عتبات به خانه برگشته، به عموزاده ها که از اداره کارشان برگشته بودند مژده دادم،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 شدند که بدون اطلاع پدر و با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کشور گران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عراق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چگونه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کرد و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شتم</w:t>
      </w:r>
      <w:r w:rsidRPr="00CC78DB">
        <w:rPr>
          <w:rtl/>
          <w:lang w:bidi="fa-IR"/>
        </w:rPr>
        <w:t xml:space="preserve"> را از کجا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خواهم نمود.</w:t>
      </w: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مخصوصاً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هم منزل قم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قارداشعل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بستگان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گفت: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زت</w:t>
      </w:r>
      <w:r w:rsidRPr="00CC78DB">
        <w:rPr>
          <w:rtl/>
          <w:lang w:bidi="fa-IR"/>
        </w:rPr>
        <w:t xml:space="preserve"> را فروخته با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وضع ناگوار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فردا صبح که به </w:t>
      </w:r>
      <w:r w:rsidR="00413A56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آمدم، ناباورانه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جناب سروان با خانمش و دخترش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قوط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من در آنجا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منتظر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من هستند، باهم روبوس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التماس دعا نموده سوار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حرکت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محبوب و مظهر همه آرزوها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عاشقان و ارادتمندان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413A56" w:rsidRPr="00413A56">
        <w:rPr>
          <w:rStyle w:val="libAlaemChar"/>
          <w:rFonts w:eastAsiaTheme="minorHAnsi"/>
          <w:rtl/>
        </w:rPr>
        <w:t>عليهم‌السلام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13A56" w:rsidP="00413A5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507934438"/>
      <w:r w:rsidR="00CC78DB" w:rsidRPr="00CC78DB">
        <w:rPr>
          <w:rFonts w:hint="eastAsia"/>
          <w:rtl/>
          <w:lang w:bidi="fa-IR"/>
        </w:rPr>
        <w:lastRenderedPageBreak/>
        <w:t>حرکت</w:t>
      </w:r>
      <w:r w:rsidR="00CC78DB" w:rsidRPr="00CC78DB">
        <w:rPr>
          <w:rtl/>
          <w:lang w:bidi="fa-IR"/>
        </w:rPr>
        <w:t xml:space="preserve"> به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پا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آرزوها</w:t>
      </w:r>
      <w:bookmarkEnd w:id="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ظهر اواخر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1334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تهران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حرکت است، تمام روز را، راهپ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و عصر آن روز به کرمانشاه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طول راه در فکر غوطه ور بودم که 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خواهد آمد، چون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صد تومان پول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چند تا </w:t>
      </w:r>
      <w:r w:rsidRPr="00CC78DB">
        <w:rPr>
          <w:rFonts w:hint="eastAsia"/>
          <w:rtl/>
          <w:lang w:bidi="fa-IR"/>
        </w:rPr>
        <w:t>کتاب،</w:t>
      </w:r>
      <w:r w:rsidRPr="00CC78DB">
        <w:rPr>
          <w:rtl/>
          <w:lang w:bidi="fa-IR"/>
        </w:rPr>
        <w:t xml:space="preserve"> از قسمت خورد و خوراک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نداشتم!.</w:t>
      </w:r>
    </w:p>
    <w:p w:rsidR="00CC78DB" w:rsidRPr="00940AE5" w:rsidRDefault="00940AE5" w:rsidP="00940AE5">
      <w:pPr>
        <w:pStyle w:val="libLine"/>
        <w:rPr>
          <w:rtl/>
        </w:rPr>
      </w:pPr>
      <w:r>
        <w:rPr>
          <w:rFonts w:hint="cs"/>
          <w:rtl/>
          <w:lang w:bidi="fa-IR"/>
        </w:rPr>
        <w:t>_________________________________________</w:t>
      </w:r>
    </w:p>
    <w:p w:rsidR="00CC78DB" w:rsidRPr="00CC78DB" w:rsidRDefault="00CC78DB" w:rsidP="00413A56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امام 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آمده است« انّ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لما لا أرجوا أرج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لما أرجوا من به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ندارم،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دوارترم</w:t>
      </w:r>
      <w:r w:rsidRPr="00CC78DB">
        <w:rPr>
          <w:rtl/>
          <w:lang w:bidi="fa-IR"/>
        </w:rPr>
        <w:t xml:space="preserve"> از آنچه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دارم.</w:t>
      </w:r>
    </w:p>
    <w:p w:rsidR="00CC78DB" w:rsidRPr="00CC78DB" w:rsidRDefault="00413A56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با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صد تومان که به نجف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بعد از آن چه؟! ازکدام وس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له</w:t>
      </w:r>
      <w:r w:rsidR="00CC78DB" w:rsidRPr="00CC78DB">
        <w:rPr>
          <w:rtl/>
          <w:lang w:bidi="fa-IR"/>
        </w:rPr>
        <w:t xml:space="preserve"> امرار معاش خواهم نمود،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من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افکار مغشوش و پر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شان،</w:t>
      </w:r>
      <w:r w:rsidR="00CC78DB" w:rsidRPr="00CC78DB">
        <w:rPr>
          <w:rtl/>
          <w:lang w:bidi="fa-IR"/>
        </w:rPr>
        <w:t xml:space="preserve"> به کوهها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با</w:t>
      </w:r>
      <w:r w:rsidR="00CC78DB" w:rsidRPr="00CC78DB">
        <w:rPr>
          <w:rtl/>
          <w:lang w:bidi="fa-IR"/>
        </w:rPr>
        <w:t xml:space="preserve"> و دشت و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ابان</w:t>
      </w:r>
      <w:r w:rsidR="00CC78DB" w:rsidRPr="00CC78DB">
        <w:rPr>
          <w:rtl/>
          <w:lang w:bidi="fa-IR"/>
        </w:rPr>
        <w:t xml:space="preserve"> و جاده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پر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چ</w:t>
      </w:r>
      <w:r w:rsidR="00CC78DB" w:rsidRPr="00CC78DB">
        <w:rPr>
          <w:rtl/>
          <w:lang w:bidi="fa-IR"/>
        </w:rPr>
        <w:t xml:space="preserve"> و خم راههاتماشا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کنم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طرف سرنوشت نامعلوم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روم و تنها 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>ه دلخوش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به خون خفتگان دشت کربلا و نجف و سبب دلگرم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ام شه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دان</w:t>
      </w:r>
      <w:r w:rsidR="00CC78DB" w:rsidRPr="00CC78DB">
        <w:rPr>
          <w:rtl/>
          <w:lang w:bidi="fa-IR"/>
        </w:rPr>
        <w:t xml:space="preserve"> کاظم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و سامراست که خدا را شکر هرچه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تحمل کرده و به خاطر وصال معشوق، با جان و دل پذ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</w:t>
      </w:r>
      <w:r w:rsidR="00CC78DB" w:rsidRPr="00CC78DB">
        <w:rPr>
          <w:rtl/>
          <w:lang w:bidi="fa-IR"/>
        </w:rPr>
        <w:t xml:space="preserve"> خواهم شد، باران تند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هوا 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ره</w:t>
      </w:r>
      <w:r w:rsidR="00CC78DB" w:rsidRPr="00CC78DB">
        <w:rPr>
          <w:rtl/>
          <w:lang w:bidi="fa-IR"/>
        </w:rPr>
        <w:t xml:space="preserve"> و تار و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راهها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گل آلود را با آه و ناله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رود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کرمانشاه و قصر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 ط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نرس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به گردنه خطرناک، «کرند» ناگهان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ازجاده خارج شد و در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گل و لا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اطراف تا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فرانس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فرو رفت و به گل نشست!،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از حرکت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ستاد</w:t>
      </w:r>
      <w:r w:rsidR="00CC78DB" w:rsidRPr="00CC78DB">
        <w:rPr>
          <w:rtl/>
          <w:lang w:bidi="fa-IR"/>
        </w:rPr>
        <w:t xml:space="preserve"> و قدرت جلو رفتن نداشت!.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راننده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 و علت نقص 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جو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شد و اعلام داشت،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!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سگ دست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امشب را که سه ساعت به غروب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ماند،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توته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من به کرمانشاه برگشته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تا به شهر برسم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بسته است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آنجا بمانم تا فردا </w:t>
      </w:r>
      <w:r w:rsidRPr="00CC78DB">
        <w:rPr>
          <w:rFonts w:hint="eastAsia"/>
          <w:rtl/>
          <w:lang w:bidi="fa-IR"/>
        </w:rPr>
        <w:t>مغازه</w:t>
      </w:r>
      <w:r w:rsidRPr="00CC78DB">
        <w:rPr>
          <w:rtl/>
          <w:lang w:bidi="fa-IR"/>
        </w:rPr>
        <w:t xml:space="preserve"> هاباز شود و من اهل فن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جملات متوحش شدند که ما در دل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مخوف و پر از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وحش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سرد و طاقت فرسا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و درون، چکن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چگونه به صبح برسان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چه بخور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وو .. ساعت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بود؟!.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من</w:t>
      </w:r>
      <w:r w:rsidRPr="00CC78DB">
        <w:rPr>
          <w:rtl/>
          <w:lang w:bidi="fa-IR"/>
        </w:rPr>
        <w:t xml:space="preserve"> از کمک راننده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 و برها 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ندارد؟! گفت: نه فقط چند خانوار از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هاهستند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 آنها شما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کمک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دستشان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انه؟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راننده</w:t>
      </w:r>
      <w:r w:rsidRPr="00CC78DB">
        <w:rPr>
          <w:rtl/>
          <w:lang w:bidi="fa-IR"/>
        </w:rPr>
        <w:t xml:space="preserve"> که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بارو و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افه</w:t>
      </w:r>
      <w:r w:rsidRPr="00CC78DB">
        <w:rPr>
          <w:rtl/>
          <w:lang w:bidi="fa-IR"/>
        </w:rPr>
        <w:t xml:space="preserve"> وحشت زده بود گفت: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!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خسارت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متوجه شده است اما خدا را سپاسگزارم که به ما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رحم کرد اگر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جلوتر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حادثه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آمد، تکه پاره ما هم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به جهت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گردنه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خطرناک «کرند» در چند قدم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وانگه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که از خانه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آمدم بچه کوچکترم (که عکسش را به ما نشان داد) گفت: بابانرو!، بعد عکس عمه بچه ها را به ما نشان داد و گفت: خدا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رحم کرد که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مسافر خون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tl/>
          <w:lang w:bidi="fa-IR"/>
        </w:rPr>
        <w:t xml:space="preserve"> 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مال خودم است و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هم شرمنده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ستم،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شکرت.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مسافرها به کرمانشاه برگشتند و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ماندند و من همراه 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اوروم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باچند نفر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راه افتاد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به خانه محقّر و کوچک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مرد سب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بلند و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مو، نشسته، مارا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که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 کمال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اعتنائ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سرد بر خورد نمود و حق هم داشت!، اولًا تو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دل آن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و با آن وضع فلاکت بار 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بکند، و ثان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اً</w:t>
      </w:r>
      <w:r w:rsidRPr="00CC78DB">
        <w:rPr>
          <w:rtl/>
          <w:lang w:bidi="fa-IR"/>
        </w:rPr>
        <w:t xml:space="preserve"> عق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مخالف با ما داشت، من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به صبح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با لطا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الح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شروع کردم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فضا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تا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به حد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</w:t>
      </w:r>
      <w:r w:rsidRPr="00CC78DB">
        <w:rPr>
          <w:rtl/>
          <w:lang w:bidi="fa-IR"/>
        </w:rPr>
        <w:t xml:space="preserve"> بساط آن حضرت و روضه مفصّل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مرد بلند شد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زنش را صدا زد آها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عورت!!،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هم از ما هستند، مقامات «عال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(عل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: زود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نان و </w:t>
      </w:r>
      <w:r w:rsidRPr="00CC78DB">
        <w:rPr>
          <w:rtl/>
          <w:lang w:bidi="fa-IR"/>
        </w:rPr>
        <w:lastRenderedPageBreak/>
        <w:t>سرش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tl/>
          <w:lang w:bidi="fa-IR"/>
        </w:rPr>
        <w:t>!، خلاصه درد سرتان ندهم قشنگ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 به حال نشسته چرت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به صبح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اما شب چند مرتبه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نگاه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مرد سگ بد قلق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بود که اگر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دست 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داشت، از ترس سگ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برود،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</w:t>
      </w:r>
      <w:r w:rsidRPr="00CC78DB">
        <w:rPr>
          <w:rFonts w:hint="eastAsia"/>
          <w:rtl/>
          <w:lang w:bidi="fa-IR"/>
        </w:rPr>
        <w:t>ضع</w:t>
      </w:r>
      <w:r w:rsidRPr="00CC78DB">
        <w:rPr>
          <w:rtl/>
          <w:lang w:bidi="fa-IR"/>
        </w:rPr>
        <w:t xml:space="preserve"> رقّت بار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ماند</w:t>
      </w:r>
      <w:r w:rsidRPr="00CC78DB">
        <w:rPr>
          <w:rFonts w:hint="cs"/>
          <w:rtl/>
          <w:lang w:bidi="fa-IR"/>
        </w:rPr>
        <w:t>ی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ظلمت</w:t>
      </w:r>
      <w:r w:rsidRPr="00CC78DB">
        <w:rPr>
          <w:rtl/>
          <w:lang w:bidi="fa-IR"/>
        </w:rPr>
        <w:t xml:space="preserve"> شب دامن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روشنائ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همه جا را فرا گرفت؛</w:t>
      </w: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خانه چشمه کوهستان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زلال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با دوستم کنار چشمه آمده وضو گرفته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شبنم ها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سبز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نماز صبح را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دعا کرده به خانه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همسفر چا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درست کرده و منتظر ما هستند! چا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آفتاب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عروسان پرعشوه و ناز از پ</w:t>
      </w:r>
      <w:r w:rsidRPr="00CC78DB">
        <w:rPr>
          <w:rFonts w:hint="eastAsia"/>
          <w:rtl/>
          <w:lang w:bidi="fa-IR"/>
        </w:rPr>
        <w:t>شت</w:t>
      </w:r>
      <w:r w:rsidRPr="00CC78DB">
        <w:rPr>
          <w:rtl/>
          <w:lang w:bidi="fa-IR"/>
        </w:rPr>
        <w:t xml:space="preserve"> کوهها سرزد و باد ملا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ابرها را پراکند و هوا آفتاب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از طوفان و باران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نبود.</w:t>
      </w:r>
      <w:r w:rsidR="00413A56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مرد مبلغ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عنوان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منزل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گل و لا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اتومب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ظهر راننده از کرمانشاه آمد و سگدست را جا انداخت با هزاران زحمت و هُل دادن: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گل ولا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آورده و کنار جاده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همه مسافرها جمع شدند و راه افتاد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تفاوت آنها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وقوع حادثه راننده را به سرعت رفتن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حالا دستور آرام رفتن را صادر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!.</w:t>
      </w: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را در قصر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صبح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در گمرک قصر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خانق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منظر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عراق از بغداد گذشته شکر خدا را به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و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مسافرخانه اطاق دونفر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اثاث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جابجا کرده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شوق و ذوق شبانه به حرم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413A56" w:rsidRPr="00413A56">
        <w:rPr>
          <w:rStyle w:val="libAlaemChar"/>
          <w:rFonts w:eastAsiaTheme="minorHAnsi"/>
          <w:rtl/>
        </w:rPr>
        <w:t>عليهم‌السلام</w:t>
      </w:r>
      <w:r w:rsidRPr="00CC78DB">
        <w:rPr>
          <w:rtl/>
          <w:lang w:bidi="fa-IR"/>
        </w:rPr>
        <w:t xml:space="preserve"> مشرّف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آرزوها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حرم برگشته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راه ده فلس </w:t>
      </w:r>
      <w:r w:rsidRPr="00CC78DB">
        <w:rPr>
          <w:rtl/>
          <w:lang w:bidi="fa-IR"/>
        </w:rPr>
        <w:lastRenderedPageBreak/>
        <w:t>به بقال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پن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ده فلس دو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است پن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دهند، بقال ده فلس را انداخت و با عصبان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گفت: آقا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پول ها پن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دهند!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: اقلًا ماست بده،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دوقاشق ماست داد و به منزل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افسردگ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توأم با شوخ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بارف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قم</w:t>
      </w:r>
      <w:r w:rsidRPr="00CC78DB">
        <w:rPr>
          <w:rtl/>
          <w:lang w:bidi="fa-IR"/>
        </w:rPr>
        <w:t xml:space="preserve"> به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ماست هم خود و هم فقرا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بغداد را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به فقرا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هم</w:t>
      </w:r>
      <w:r w:rsidR="00413A5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13A5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درد</w:t>
      </w:r>
      <w:r w:rsidRPr="00CC78DB">
        <w:rPr>
          <w:rtl/>
          <w:lang w:bidi="fa-IR"/>
        </w:rPr>
        <w:t xml:space="preserve"> سرتان ندهم، قرار بود که سه چهار روز در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در کربلا بمان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بعد به نجف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وضع گران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</w:t>
      </w:r>
      <w:r w:rsidR="00413A56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نجف اشرف، از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نار</w:t>
      </w:r>
      <w:r w:rsidRPr="00CC78DB">
        <w:rPr>
          <w:rtl/>
          <w:lang w:bidi="fa-IR"/>
        </w:rPr>
        <w:t xml:space="preserve">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داده و به مدرسه آخوند خراسان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(صاحب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الأصول» به منزل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اکبر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مراغه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413A56">
        <w:rPr>
          <w:rStyle w:val="libFootnotenumChar"/>
          <w:rtl/>
        </w:rPr>
        <w:t xml:space="preserve"> (1)</w:t>
      </w:r>
      <w:r w:rsidRPr="00CC78DB">
        <w:rPr>
          <w:rtl/>
          <w:lang w:bidi="fa-IR"/>
        </w:rPr>
        <w:t xml:space="preserve"> و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منزل او مهمان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مقبره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صحن مقدس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دو نفر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(ش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رجب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کردم و پس از زحمات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با تو</w:t>
      </w:r>
      <w:r w:rsidRPr="00CC78DB">
        <w:rPr>
          <w:rFonts w:hint="eastAsia"/>
          <w:rtl/>
          <w:lang w:bidi="fa-IR"/>
        </w:rPr>
        <w:t>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نصرالله خلخال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413A56">
        <w:rPr>
          <w:rStyle w:val="libFootnotenumChar"/>
          <w:rtl/>
        </w:rPr>
        <w:t>(2)</w:t>
      </w:r>
      <w:r w:rsidRPr="00CC78DB">
        <w:rPr>
          <w:rtl/>
          <w:lang w:bidi="fa-IR"/>
        </w:rPr>
        <w:t xml:space="preserve"> در مدرسه 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طبقه دوم در حجره شماره 45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هم منزل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متأهل بودند شبها به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رفتند و در واقع منزل مستقل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 آمد.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درسها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شروع کرده و باق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مانده</w:t>
      </w:r>
      <w:r w:rsidRPr="00CC78DB">
        <w:rPr>
          <w:rtl/>
          <w:lang w:bidi="fa-IR"/>
        </w:rPr>
        <w:t xml:space="preserve"> سطوح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قم را در درسها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آل راز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413A56">
        <w:rPr>
          <w:rStyle w:val="libFootnotenumChar"/>
          <w:rtl/>
        </w:rPr>
        <w:t xml:space="preserve"> (3)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فخرالد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</w:p>
    <w:p w:rsidR="00CC78DB" w:rsidRPr="00940AE5" w:rsidRDefault="00940AE5" w:rsidP="00940AE5">
      <w:pPr>
        <w:pStyle w:val="libLine"/>
        <w:rPr>
          <w:rtl/>
        </w:rPr>
      </w:pPr>
      <w:r w:rsidRPr="00940AE5">
        <w:rPr>
          <w:rFonts w:hint="cs"/>
          <w:rtl/>
        </w:rPr>
        <w:t>______________________________________________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lastRenderedPageBreak/>
        <w:t>1- من در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سکونتم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بعد از سالها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بعد از نماز مغرب و عشاء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مراغه به رحمت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است روحش شاد باد.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لباس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تجّار معتبر بازار نجف و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تام الإخت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تاللّه</w:t>
      </w:r>
      <w:r w:rsidRPr="00CC78DB">
        <w:rPr>
          <w:rtl/>
          <w:lang w:bidi="fa-IR"/>
        </w:rPr>
        <w:t xml:space="preserve">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بروجرد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 و از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صاحب کرامات بودند که بعداً به دو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آن اشاره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که خودم درا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تاً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نه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تاً</w:t>
      </w:r>
      <w:r w:rsidRPr="00CC78DB">
        <w:rPr>
          <w:rtl/>
          <w:lang w:bidi="fa-IR"/>
        </w:rPr>
        <w:t xml:space="preserve">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وقت است فوت شده اند رضوان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ه.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3-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سال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وفات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و جنازه اش را به قم، حمل نمودند و در مقبره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کاظم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عتمدار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نام« قرآن و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حجت» در باره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 که چاپ شده است، از خود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گذاشت، رحمهاللّه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116305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مجتب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لنکران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حاضر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شدم وروزها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تعط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به درس نهج البلاغه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اللّه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محمدعل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سراب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116305">
        <w:rPr>
          <w:rStyle w:val="libFootnotenumChar"/>
          <w:rtl/>
        </w:rPr>
        <w:t xml:space="preserve">(1) </w:t>
      </w:r>
      <w:r w:rsidR="00CC78DB" w:rsidRPr="00CC78DB">
        <w:rPr>
          <w:rtl/>
          <w:lang w:bidi="fa-IR"/>
        </w:rPr>
        <w:t>و تفس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قرآن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اللّه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اسداللّه مدن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آذر شهر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116305">
        <w:rPr>
          <w:rStyle w:val="libFootnotenumChar"/>
          <w:rtl/>
        </w:rPr>
        <w:t>(2)</w:t>
      </w:r>
      <w:r w:rsidR="00CC78DB" w:rsidRPr="00CC78DB">
        <w:rPr>
          <w:rtl/>
          <w:lang w:bidi="fa-IR"/>
        </w:rPr>
        <w:t xml:space="preserve"> حضور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افتم</w:t>
      </w:r>
      <w:r w:rsidR="00CC78DB" w:rsidRPr="00CC78DB">
        <w:rPr>
          <w:rtl/>
          <w:lang w:bidi="fa-IR"/>
        </w:rPr>
        <w:t xml:space="preserve"> و درس منظومه سبزوار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اسفار ملّا</w:t>
      </w:r>
    </w:p>
    <w:p w:rsidR="00CC78DB" w:rsidRPr="0005462D" w:rsidRDefault="00940AE5" w:rsidP="0005462D">
      <w:pPr>
        <w:pStyle w:val="libLine"/>
        <w:rPr>
          <w:rtl/>
        </w:rPr>
      </w:pPr>
      <w:r w:rsidRPr="0005462D">
        <w:rPr>
          <w:rFonts w:hint="cs"/>
          <w:rtl/>
        </w:rPr>
        <w:t>___________________________________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اوتاد و سالکان راه حق بودند به 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 سن 55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 ازدواج نداشتند ودر مدرسه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کاظم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قدس سره ساکن بودند و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استادم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مجتب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لنکران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قدس سره دخترش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باشرا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سهل و آسان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تزو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نمودند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سکونت</w:t>
      </w:r>
      <w:r w:rsidRPr="00CC78DB">
        <w:rPr>
          <w:rtl/>
          <w:lang w:bidi="fa-IR"/>
        </w:rPr>
        <w:t xml:space="preserve"> نداشتند،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مقبره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را،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قرار داد که در قسمت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مقبره ساکن شود و در همان مقبره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آورد و در همان مقبره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در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وت</w:t>
      </w:r>
      <w:r w:rsidRPr="00CC78DB">
        <w:rPr>
          <w:rtl/>
          <w:lang w:bidi="fa-IR"/>
        </w:rPr>
        <w:t xml:space="preserve"> فقهاء،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</w:t>
      </w:r>
      <w:r w:rsidRPr="00CC78DB">
        <w:rPr>
          <w:rtl/>
          <w:lang w:bidi="fa-IR"/>
        </w:rPr>
        <w:t xml:space="preserve"> و پاش وجوهات سر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فلک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الله عنه و نوّراللّه مضجعه. البته من هنگام وفات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نجف نبودم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از صفا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باطن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تش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جنازه شان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باشکوه بوده است،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از حسن تصادف آن روز آفتاب هم گرفت. هروقت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بنده نامه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نوشتند با لطف کامل از م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التماس دعا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فراموش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درس نهج البلاغه که در مقبره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بعد از درس باهم نشست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دفعه مرد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عظمت گفت:(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کاش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خر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خر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!!). من با تعجب گفتم: آقا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 فرمود: زمان 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هرکس بفهمد،« دق» مرگ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شود.( آن زمان آن هم در نجف اشرف، حال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چه خبره). من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رسول خدا 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آله و سلم افتادم که فرموده است«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النّاس زمانٌ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ذوب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قلب الم</w:t>
      </w:r>
      <w:r w:rsidRPr="00CC78DB">
        <w:rPr>
          <w:rFonts w:hint="eastAsia"/>
          <w:rtl/>
          <w:lang w:bidi="fa-IR"/>
        </w:rPr>
        <w:t>ؤمن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جوفه کما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ذوب</w:t>
      </w:r>
      <w:r w:rsidRPr="00CC78DB">
        <w:rPr>
          <w:rtl/>
          <w:lang w:bidi="fa-IR"/>
        </w:rPr>
        <w:t xml:space="preserve"> الملح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الماء زمان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دل مؤمن در اندرونش آب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مانند ذوب شدن نمک در آب».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أجلّه سادات و از سالکان و اسوه تقو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 که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محراب نماز جمعه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محراب شدند.</w:t>
      </w:r>
    </w:p>
    <w:p w:rsidR="00CC78DB" w:rsidRPr="00CC78DB" w:rsidRDefault="00116305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صدرا</w:t>
      </w:r>
      <w:r w:rsidR="00CC78DB" w:rsidRPr="00CC78DB">
        <w:rPr>
          <w:rtl/>
          <w:lang w:bidi="fa-IR"/>
        </w:rPr>
        <w:t xml:space="preserve"> در حکمت را از محضر استاد فن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اسکوئ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اسات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گر،</w:t>
      </w:r>
      <w:r w:rsidR="00CC78DB" w:rsidRPr="00CC78DB">
        <w:rPr>
          <w:rtl/>
          <w:lang w:bidi="fa-IR"/>
        </w:rPr>
        <w:t xml:space="preserve"> استفاده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تا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در طول سال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اقامتم در نجف اشرف درس خود را به خارج اصول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اللّه العظم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ابوالقاسم موسو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فقه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اللّه العظم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حاج س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محسن حک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ارتقاء داده و در دروس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بزرگواران، حضور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افتم</w:t>
      </w:r>
      <w:r w:rsidR="00CC78DB" w:rsidRPr="00CC78DB">
        <w:rPr>
          <w:rtl/>
          <w:lang w:bidi="fa-IR"/>
        </w:rPr>
        <w:t xml:space="preserve"> قدّس اللّه أرواحهم أجمع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آم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</w:t>
      </w:r>
      <w:r w:rsidRPr="00CC78DB">
        <w:rPr>
          <w:rtl/>
          <w:lang w:bidi="fa-IR"/>
        </w:rPr>
        <w:t xml:space="preserve"> بحث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 حصار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رضائ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116305">
        <w:rPr>
          <w:rStyle w:val="libFootnotenumChar"/>
          <w:rtl/>
        </w:rPr>
        <w:t xml:space="preserve"> (1)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محمد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مراغه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116305">
        <w:rPr>
          <w:rStyle w:val="libFootnotenumChar"/>
          <w:rtl/>
        </w:rPr>
        <w:t xml:space="preserve">(2) </w:t>
      </w:r>
      <w:r w:rsidRPr="00CC78DB">
        <w:rPr>
          <w:rtl/>
          <w:lang w:bidi="fa-IR"/>
        </w:rPr>
        <w:t>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جل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116305" w:rsidP="0011630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507934439"/>
      <w:r w:rsidR="00CC78DB" w:rsidRPr="00CC78DB">
        <w:rPr>
          <w:rFonts w:hint="eastAsia"/>
          <w:rtl/>
          <w:lang w:bidi="fa-IR"/>
        </w:rPr>
        <w:lastRenderedPageBreak/>
        <w:t>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پرماجرا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نجف اشرف و سفرها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اده</w:t>
      </w:r>
      <w:r w:rsidR="00CC78DB" w:rsidRPr="00CC78DB">
        <w:rPr>
          <w:rtl/>
          <w:lang w:bidi="fa-IR"/>
        </w:rPr>
        <w:t xml:space="preserve"> به کربلاء</w:t>
      </w:r>
      <w:bookmarkEnd w:id="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در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1334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1374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نجف اشرف وارد</w:t>
      </w:r>
    </w:p>
    <w:p w:rsidR="00CC78DB" w:rsidRPr="0005462D" w:rsidRDefault="0005462D" w:rsidP="0005462D">
      <w:pPr>
        <w:pStyle w:val="libLine"/>
        <w:rPr>
          <w:rtl/>
        </w:rPr>
      </w:pPr>
      <w:r>
        <w:rPr>
          <w:rFonts w:hint="cs"/>
          <w:rtl/>
          <w:lang w:bidi="fa-IR"/>
        </w:rPr>
        <w:t>______________________________________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بعد از سالها به رضائ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برگشته مدت ها در آنجا بوده اند که تا آخر عمر ازدواج نکرده، وفات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 به خاطر رفاقت سابق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ورثه بودن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شان،</w:t>
      </w:r>
      <w:r w:rsidRPr="00CC78DB">
        <w:rPr>
          <w:rtl/>
          <w:lang w:bidi="fa-IR"/>
        </w:rPr>
        <w:t xml:space="preserve"> هرشب به او طلب مغفرت و در اماکن مقدسه نائب الز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شوم.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ساکن قم هستند که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انقلاب، خلع لباس کردند و بعدها هم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اصرار کردند لباسش را بپوشد قبول نکرد و هر روز به حرم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حضرت 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مشرّف شده و نماز ظهر و عصر را در آنجا به 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آورد، و صاحب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و اولاد طاهر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که بنا به اظهار خودشان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پنجاه جلد خواهد شد و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1/ 10/ 1385 از حرم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منزلش در دور شهر رساندم و حدود دوساعت در داخل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من، باهم درد دل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خودم را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دادم، </w:t>
      </w:r>
      <w:r w:rsidRPr="00CC78DB">
        <w:rPr>
          <w:rFonts w:hint="eastAsia"/>
          <w:rtl/>
          <w:lang w:bidi="fa-IR"/>
        </w:rPr>
        <w:t>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شهرتش را از شاه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معزّ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داده است. در سال 1393 در قم وفات کرد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 هروقت به حرم مشرّف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 دربالا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اورا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</w:t>
      </w:r>
      <w:r w:rsidRPr="00CC78DB">
        <w:rPr>
          <w:rtl/>
          <w:lang w:bidi="fa-IR"/>
        </w:rPr>
        <w:t xml:space="preserve"> و منتظرم 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سر آنها خواهم رفت خدابمن هم رحمت کند انشاءاللّه.</w:t>
      </w:r>
    </w:p>
    <w:p w:rsidR="00CC78DB" w:rsidRPr="00CC78DB" w:rsidRDefault="00116305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شدم،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پرشور و پر ماجرائ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داشتم مخصوصاً ا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Fonts w:hint="eastAsia"/>
          <w:rtl/>
          <w:lang w:bidi="fa-IR"/>
        </w:rPr>
        <w:t>ام</w:t>
      </w:r>
      <w:r w:rsidR="00CC78DB" w:rsidRPr="00CC78DB">
        <w:rPr>
          <w:rtl/>
          <w:lang w:bidi="fa-IR"/>
        </w:rPr>
        <w:t xml:space="preserve"> وقفه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روزها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اربع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و عرفه و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مه</w:t>
      </w:r>
      <w:r w:rsidR="00CC78DB" w:rsidRPr="00CC78DB">
        <w:rPr>
          <w:rtl/>
          <w:lang w:bidi="fa-IR"/>
        </w:rPr>
        <w:t xml:space="preserve"> رجب و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مه</w:t>
      </w:r>
      <w:r w:rsidR="00CC78DB" w:rsidRPr="00CC78DB">
        <w:rPr>
          <w:rtl/>
          <w:lang w:bidi="fa-IR"/>
        </w:rPr>
        <w:t xml:space="preserve"> شعبان و عاشورا و غ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ره</w:t>
      </w:r>
      <w:r w:rsidR="00CC78DB" w:rsidRPr="00CC78DB">
        <w:rPr>
          <w:rtl/>
          <w:lang w:bidi="fa-IR"/>
        </w:rPr>
        <w:t xml:space="preserve"> را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اده</w:t>
      </w:r>
      <w:r w:rsidR="00CC78DB" w:rsidRPr="00CC78DB">
        <w:rPr>
          <w:rtl/>
          <w:lang w:bidi="fa-IR"/>
        </w:rPr>
        <w:t xml:space="preserve"> به کربلا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رفت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چه روح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ما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داد و چه صفا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باطن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فراموش نشدن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متوجه ما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نمونه شرح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مسافرت ها و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ماجراها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پردازم،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درنجف</w:t>
      </w:r>
      <w:r w:rsidRPr="00CC78DB">
        <w:rPr>
          <w:rtl/>
          <w:lang w:bidi="fa-IR"/>
        </w:rPr>
        <w:t xml:space="preserve"> اشرف مرسوم است که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وقفه را، علماء و اقشار مختلف مردم، هرکس در توان دارد پا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به کربلا مشرّف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هرکس به فراخور حال خود خرج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راه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دارد، ما هم سه نفر 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بناب</w:t>
      </w:r>
      <w:r w:rsidRPr="00CC78DB">
        <w:rPr>
          <w:rFonts w:hint="cs"/>
          <w:rtl/>
          <w:lang w:bidi="fa-IR"/>
        </w:rPr>
        <w:t>ی</w:t>
      </w:r>
      <w:r w:rsidRPr="00116305">
        <w:rPr>
          <w:rStyle w:val="libFootnotenumChar"/>
          <w:rtl/>
        </w:rPr>
        <w:t xml:space="preserve"> (1)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جواد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شتربان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116305">
        <w:rPr>
          <w:rStyle w:val="libFootnotenumChar"/>
          <w:rtl/>
        </w:rPr>
        <w:t>(2)</w:t>
      </w:r>
      <w:r w:rsidRPr="00CC78DB">
        <w:rPr>
          <w:rtl/>
          <w:lang w:bidi="fa-IR"/>
        </w:rPr>
        <w:t xml:space="preserve"> مانند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مخارج جزئ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برداشته، از راه کنار فرات که سه روز راه است،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البته از راه خشک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دوروز راه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دوازده فرسخ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ازکنار فرات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جده</w:t>
      </w:r>
      <w:r w:rsidRPr="00CC78DB">
        <w:rPr>
          <w:rtl/>
          <w:lang w:bidi="fa-IR"/>
        </w:rPr>
        <w:t xml:space="preserve"> فرسخ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مسافت را بانعل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کفش معمول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جوراب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چرم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آن را به پا کرده و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السلام گذشته و دو فرسخ از نجف دور شده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من خواستم جوراب ها را بپوشم،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راه افتاده و گم شده است، با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برهنه به راه خود ادامه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سه فرسخ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کنار فرات به محلّ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آن را «ابوفش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گه»</w:t>
      </w:r>
    </w:p>
    <w:p w:rsidR="00CC78DB" w:rsidRPr="0005462D" w:rsidRDefault="0005462D" w:rsidP="000546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فرزند ارشد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علما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بناب و خانواده معروف و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هستند،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هرسه نفر در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تهران مصدر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هستند، </w:t>
      </w:r>
      <w:r w:rsidRPr="00CC78DB">
        <w:rPr>
          <w:rtl/>
          <w:lang w:bidi="fa-IR"/>
        </w:rPr>
        <w:lastRenderedPageBreak/>
        <w:t>بعدها درقم ملاقات نمودم و از من تقاضا نمود تا عکس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راه کربلا و چهل 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او را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او بدهم که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چاپ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کردند.</w:t>
      </w:r>
    </w:p>
    <w:p w:rsidR="00CC78DB" w:rsidRPr="00CC78DB" w:rsidRDefault="00CC78DB" w:rsidP="00116305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شرق تهران( نارمک) و رساله هم نوشته است و درقم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tl/>
          <w:lang w:bidi="fa-IR"/>
        </w:rPr>
        <w:t xml:space="preserve"> متفرقه و دفتر و دستک هم دارند،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قم با او تماس گرفته و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 و احوال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شوخ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116305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گفتند،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صبحانه را خورد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به راه خود ادامه داد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هواگرم و از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نخلها و درختان در امتداد فرات راه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دعا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خند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به حال و هوا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کربلا گر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تا به شش فرسخ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نزد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شهر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نام «ذوالکفل»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غمبر</w:t>
      </w:r>
      <w:r w:rsidR="00CC78DB"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="00CC78DB" w:rsidRPr="00CC78DB">
        <w:rPr>
          <w:rtl/>
          <w:lang w:bidi="fa-IR"/>
        </w:rPr>
        <w:t>ر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آفتاب غروب کرد و رفقاء خسته، به «مُض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»</w:t>
      </w:r>
      <w:r w:rsidR="00CC78DB" w:rsidRPr="00CC78DB">
        <w:rPr>
          <w:rtl/>
          <w:lang w:bidi="fa-IR"/>
        </w:rPr>
        <w:t xml:space="preserve"> که کنار راه قرار داشت رفت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16305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ا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زوّار، عرب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مهمانخانه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به آن «مُض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ف»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گفتند، و از در آمد باغها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موقوفه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نذر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داشتند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زوار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غذاها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متنوّع درست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بطور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گان</w:t>
      </w:r>
      <w:r w:rsidRPr="00CC78DB">
        <w:rPr>
          <w:rtl/>
          <w:lang w:bidi="fa-IR"/>
        </w:rPr>
        <w:t xml:space="preserve"> با ا</w:t>
      </w:r>
      <w:r w:rsidRPr="00CC78DB">
        <w:rPr>
          <w:rFonts w:hint="eastAsia"/>
          <w:rtl/>
          <w:lang w:bidi="fa-IR"/>
        </w:rPr>
        <w:t>فتخار</w:t>
      </w:r>
      <w:r w:rsidRPr="00CC78DB">
        <w:rPr>
          <w:rtl/>
          <w:lang w:bidi="fa-IR"/>
        </w:rPr>
        <w:t xml:space="preserve">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آنان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 و اگر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رد شود و عبور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التماس و خواهش و تمنا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اقلًا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لقمه از غذاها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آنها،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کنند (ا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قربان نام مبارکتان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فاطمه و ابوالفضل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116305" w:rsidRPr="00116305">
        <w:rPr>
          <w:rStyle w:val="libAlaemChar"/>
          <w:rFonts w:eastAsiaTheme="minorHAnsi"/>
          <w:rtl/>
        </w:rPr>
        <w:t>عليهم‌السلام</w:t>
      </w:r>
      <w:r w:rsidRPr="00CC78DB">
        <w:rPr>
          <w:rtl/>
          <w:lang w:bidi="fa-IR"/>
        </w:rPr>
        <w:t>) چه عاشقانه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تشک 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پشم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انداختند که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زوار خسته «حس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» استراحت کامل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در مقابل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استشفا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ضان</w:t>
      </w:r>
      <w:r w:rsidRPr="00CC78DB">
        <w:rPr>
          <w:rtl/>
          <w:lang w:bidi="fa-IR"/>
        </w:rPr>
        <w:t xml:space="preserve"> لاعلاج خود، از نان خشکها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زوار ملتمسانه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گرفتند و قسم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خوردند از کرامت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غذاها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خشک،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مارانمان</w:t>
      </w:r>
      <w:r w:rsidRPr="00CC78DB">
        <w:rPr>
          <w:rtl/>
          <w:lang w:bidi="fa-IR"/>
        </w:rPr>
        <w:t xml:space="preserve"> ر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معالجه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آنها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شفا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ابند</w:t>
      </w:r>
      <w:r w:rsidRPr="00CC78DB">
        <w:rPr>
          <w:rtl/>
          <w:lang w:bidi="fa-IR"/>
        </w:rPr>
        <w:t xml:space="preserve"> و در «مض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ف»</w:t>
      </w:r>
      <w:r w:rsidRPr="00CC78DB">
        <w:rPr>
          <w:rtl/>
          <w:lang w:bidi="fa-IR"/>
        </w:rPr>
        <w:t xml:space="preserve"> نماز مغرب و عشا را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شام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افراد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که خبردار شدند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زوار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 همراه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ما آمدند و نشستند و از هر 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صحبت به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آمد،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</w:t>
      </w:r>
      <w:r w:rsidRPr="00CC78DB">
        <w:rPr>
          <w:rFonts w:hint="eastAsia"/>
          <w:rtl/>
          <w:lang w:bidi="fa-IR"/>
        </w:rPr>
        <w:t>وپان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هم آمد؛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16305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lastRenderedPageBreak/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آنها موعظه و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گفت: آقا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چوپان نماز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 لطفاً به او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tl/>
          <w:lang w:bidi="fa-IR"/>
        </w:rPr>
        <w:t xml:space="preserve"> کرد و او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خواه و ناخواه قبول کرد که نماز بخواند،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گفت: او روزه</w:t>
      </w:r>
      <w:r w:rsidR="00116305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هم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باز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tl/>
          <w:lang w:bidi="fa-IR"/>
        </w:rPr>
        <w:t xml:space="preserve"> کرد به اکراه روزه گرفتن را هم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زمان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گفت: آقا من نه نماز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خوانم و نه روزه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به خدا هم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>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رو کرد به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و گفت: شما که قدرت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فرمانروا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به زور وادارشان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نماز بخوانند و روزه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>!، گفت: آقا من خودم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ترسم چون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سرشان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اگر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زور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خودمرا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کشند!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گفت: چگونه ترا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کشند حرف از دهان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تمام نشده بود، چوپان قمه کمر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را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حمله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بود او را بکشد که افراد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 گرفتند و چوپان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کردند؛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رختخواب</w:t>
      </w:r>
      <w:r w:rsidRPr="00CC78DB">
        <w:rPr>
          <w:rtl/>
          <w:lang w:bidi="fa-IR"/>
        </w:rPr>
        <w:t xml:space="preserve"> آوردند بخواب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 چه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صبح از ترس چوپان خواب به چشمان ما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نگهبان مسلح به تفنگ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محافظت از ما گمارده بودند،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صبح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صبح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شده و من اذان صبح را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مهمانخانه با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بلند</w:t>
      </w:r>
      <w:r w:rsidRPr="00CC78DB">
        <w:rPr>
          <w:rtl/>
          <w:lang w:bidi="fa-IR"/>
        </w:rPr>
        <w:t xml:space="preserve"> گفتم، و نماز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!!، ترس ما را فرا گرفت که نشود شبانه چوپان دهان اورا گرفته از آن طرف چادر برده باشد،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و آن طرف آخر متوجه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او زودتر از ما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اصلًا نخواب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حرکت کرده و فرار نموده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16305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ما</w:t>
      </w:r>
      <w:r w:rsidRPr="00CC78DB">
        <w:rPr>
          <w:rtl/>
          <w:lang w:bidi="fa-IR"/>
        </w:rPr>
        <w:t xml:space="preserve"> هم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به راه افتاد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دو فرسخ راه،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در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منتظز ماست، باهم به راهمان ادامه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گاه بحث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گاه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شعر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گه دعا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و به منظره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دلفر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نخلستانها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کنار فرات و آن دشت دوس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داشتن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</w:t>
      </w:r>
      <w:r w:rsidRPr="00CC78DB">
        <w:rPr>
          <w:rtl/>
          <w:lang w:bidi="fa-IR"/>
        </w:rPr>
        <w:t xml:space="preserve"> و قدرت خداوند محو گشته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آفتاب سوزان راهپ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</w:t>
      </w:r>
      <w:r w:rsidR="00116305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 محلّ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قنطره اوّل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عرب کبک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شکار کرده بود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چون د</w:t>
      </w:r>
      <w:r w:rsidRPr="00CC78DB">
        <w:rPr>
          <w:rFonts w:hint="cs"/>
          <w:rtl/>
          <w:lang w:bidi="fa-IR"/>
        </w:rPr>
        <w:t>ی</w:t>
      </w:r>
      <w:r w:rsidR="00116305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 xml:space="preserve"> نداشت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درخ</w:t>
      </w:r>
      <w:r w:rsidR="00116305">
        <w:rPr>
          <w:rFonts w:hint="cs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نشسته، در کاسه بار گذاشت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پخته شود؛</w:t>
      </w:r>
      <w:r w:rsidRPr="00116305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نماز</w:t>
      </w:r>
      <w:r w:rsidRPr="00CC78DB">
        <w:rPr>
          <w:rtl/>
          <w:lang w:bidi="fa-IR"/>
        </w:rPr>
        <w:t xml:space="preserve"> ظهر راادا کرده و غذا را با گوارائ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شوخ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راه خود ادامه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16305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آفتاب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است غروب کند و رخ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درخشان خود را از ما پنهان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نور خود را از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درختان و سبزه زارها و دشت و دمن فراخواند و دامن کشان از ما دور شد و رقص کنان، ما را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ظلمت شب رها ساخت؛</w:t>
      </w:r>
      <w:r w:rsidR="00116305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ظلمت</w:t>
      </w:r>
      <w:r w:rsidRPr="00CC78DB">
        <w:rPr>
          <w:rtl/>
          <w:lang w:bidi="fa-IR"/>
        </w:rPr>
        <w:t xml:space="preserve"> شب ما را فرا گرفت و در آغوش خود جا داد و پرندگان به آش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 و چرندگان به آغول ها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گستردند و مرغان خوش الحان به خاموش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جوراجور قورباغه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فرات، آهسته آهسته بلند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گوش 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خراشد و هنوز ما تازه از قن</w:t>
      </w:r>
      <w:r w:rsidRPr="00CC78DB">
        <w:rPr>
          <w:rFonts w:hint="eastAsia"/>
          <w:rtl/>
          <w:lang w:bidi="fa-IR"/>
        </w:rPr>
        <w:t>طره</w:t>
      </w:r>
      <w:r w:rsidRPr="00CC78DB">
        <w:rPr>
          <w:rtl/>
          <w:lang w:bidi="fa-IR"/>
        </w:rPr>
        <w:t xml:space="preserve"> دوّم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</w:t>
      </w:r>
      <w:r w:rsidRPr="00CC78DB">
        <w:rPr>
          <w:rtl/>
          <w:lang w:bidi="fa-IR"/>
        </w:rPr>
        <w:t xml:space="preserve"> نفر از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راه به نام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مازندران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عباس قوچان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به جمع ما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وستند</w:t>
      </w:r>
      <w:r w:rsidRPr="00CC78DB">
        <w:rPr>
          <w:rtl/>
          <w:lang w:bidi="fa-IR"/>
        </w:rPr>
        <w:t xml:space="preserve"> و باهم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حدود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</w:t>
      </w:r>
      <w:r w:rsidRPr="00CC78DB">
        <w:rPr>
          <w:rtl/>
          <w:lang w:bidi="fa-IR"/>
        </w:rPr>
        <w:lastRenderedPageBreak/>
        <w:t>از شب گذشته به مُض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خرما و 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ساخته بودند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صرف شام همه خسته و کوفته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شب از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گذشته </w:t>
      </w:r>
      <w:r w:rsidRPr="00CC78DB">
        <w:rPr>
          <w:rFonts w:hint="eastAsia"/>
          <w:rtl/>
          <w:lang w:bidi="fa-IR"/>
        </w:rPr>
        <w:t>بود،</w:t>
      </w:r>
      <w:r w:rsidRPr="00CC78DB">
        <w:rPr>
          <w:rtl/>
          <w:lang w:bidi="fa-IR"/>
        </w:rPr>
        <w:t xml:space="preserve"> من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رفقا همه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دارند</w:t>
      </w:r>
      <w:r w:rsidRPr="00CC78DB">
        <w:rPr>
          <w:rtl/>
          <w:lang w:bidi="fa-IR"/>
        </w:rPr>
        <w:t xml:space="preserve"> و متح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رانه</w:t>
      </w:r>
      <w:r w:rsidRPr="00CC78DB">
        <w:rPr>
          <w:rtl/>
          <w:lang w:bidi="fa-IR"/>
        </w:rPr>
        <w:t xml:space="preserve"> به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نگرند، من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شده است؟! گفتند: مگر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 xml:space="preserve"> گفتم: نه،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شما که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خواب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من از شدت درد پا و خستگ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طول راه نخواب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بودم، ناگهان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</w:p>
    <w:p w:rsidR="00CC78DB" w:rsidRPr="0005462D" w:rsidRDefault="0005462D" w:rsidP="0005462D">
      <w:pPr>
        <w:pStyle w:val="libLine"/>
        <w:rPr>
          <w:rtl/>
        </w:rPr>
      </w:pPr>
      <w:r w:rsidRPr="0005462D">
        <w:rPr>
          <w:rFonts w:hint="cs"/>
          <w:rtl/>
        </w:rPr>
        <w:t>______________________________________</w:t>
      </w:r>
    </w:p>
    <w:p w:rsidR="00CC78DB" w:rsidRPr="004E5989" w:rsidRDefault="00CC78DB" w:rsidP="004E5989">
      <w:pPr>
        <w:pStyle w:val="libFootnote0"/>
        <w:rPr>
          <w:rFonts w:eastAsia="B Badr"/>
          <w:rtl/>
        </w:rPr>
      </w:pPr>
      <w:r w:rsidRPr="00CC78DB">
        <w:rPr>
          <w:rtl/>
          <w:lang w:bidi="fa-IR"/>
        </w:rPr>
        <w:t>1</w:t>
      </w:r>
      <w:r w:rsidRPr="004E5989">
        <w:rPr>
          <w:rFonts w:eastAsia="B Badr"/>
          <w:rtl/>
        </w:rPr>
        <w:t>- عکسها</w:t>
      </w:r>
      <w:r w:rsidRPr="004E5989">
        <w:rPr>
          <w:rFonts w:eastAsia="B Badr" w:hint="cs"/>
          <w:rtl/>
        </w:rPr>
        <w:t>ی</w:t>
      </w:r>
      <w:r w:rsidRPr="004E5989">
        <w:rPr>
          <w:rFonts w:eastAsia="B Badr"/>
          <w:rtl/>
        </w:rPr>
        <w:t xml:space="preserve"> ا</w:t>
      </w:r>
      <w:r w:rsidRPr="004E5989">
        <w:rPr>
          <w:rFonts w:eastAsia="B Badr" w:hint="cs"/>
          <w:rtl/>
        </w:rPr>
        <w:t>ی</w:t>
      </w:r>
      <w:r w:rsidRPr="004E5989">
        <w:rPr>
          <w:rFonts w:eastAsia="B Badr" w:hint="eastAsia"/>
          <w:rtl/>
        </w:rPr>
        <w:t>ن</w:t>
      </w:r>
      <w:r w:rsidRPr="004E5989">
        <w:rPr>
          <w:rFonts w:eastAsia="B Badr"/>
          <w:rtl/>
        </w:rPr>
        <w:t xml:space="preserve"> مسافرت ها الان 10/ 2/ 1386 شمس</w:t>
      </w:r>
      <w:r w:rsidRPr="004E5989">
        <w:rPr>
          <w:rFonts w:eastAsia="B Badr" w:hint="cs"/>
          <w:rtl/>
        </w:rPr>
        <w:t>ی</w:t>
      </w:r>
      <w:r w:rsidRPr="004E5989">
        <w:rPr>
          <w:rFonts w:eastAsia="B Badr"/>
          <w:rtl/>
        </w:rPr>
        <w:t xml:space="preserve"> بعد از 52 سال هنوز هم موجود است و خاطرات دوران جوان</w:t>
      </w:r>
      <w:r w:rsidRPr="004E5989">
        <w:rPr>
          <w:rFonts w:eastAsia="B Badr" w:hint="cs"/>
          <w:rtl/>
        </w:rPr>
        <w:t>ی</w:t>
      </w:r>
      <w:r w:rsidRPr="004E5989">
        <w:rPr>
          <w:rFonts w:eastAsia="B Badr"/>
          <w:rtl/>
        </w:rPr>
        <w:t xml:space="preserve"> را در ذهنم زنده م</w:t>
      </w:r>
      <w:r w:rsidRPr="004E5989">
        <w:rPr>
          <w:rFonts w:eastAsia="B Badr" w:hint="cs"/>
          <w:rtl/>
        </w:rPr>
        <w:t>ی</w:t>
      </w:r>
      <w:r w:rsidRPr="004E5989">
        <w:rPr>
          <w:rFonts w:eastAsia="B Badr"/>
          <w:rtl/>
        </w:rPr>
        <w:t xml:space="preserve"> کند.</w:t>
      </w:r>
    </w:p>
    <w:p w:rsidR="00CC78DB" w:rsidRPr="00CC78DB" w:rsidRDefault="004E5989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عرب</w:t>
      </w:r>
      <w:r w:rsidR="00CC78DB" w:rsidRPr="00CC78DB">
        <w:rPr>
          <w:rtl/>
          <w:lang w:bidi="fa-IR"/>
        </w:rPr>
        <w:t xml:space="preserve"> مسلح به محل خواب ما وارد شد و با چراغ قوه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ما را بازد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کرد و خواست لحاف مرا از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بکشد و ببرد! من فکر کردم اگر بخواهم بلند شوم مرا با قمه کمر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زند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کشد، ناچار کبر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 که در دست رس من بود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واشک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برداشتم و به بهانه روشن کردن حرکت دادم، ا</w:t>
      </w:r>
      <w:r w:rsidR="00CC78DB" w:rsidRPr="00CC78DB">
        <w:rPr>
          <w:rFonts w:hint="eastAsia"/>
          <w:rtl/>
          <w:lang w:bidi="fa-IR"/>
        </w:rPr>
        <w:t>و</w:t>
      </w:r>
      <w:r w:rsidR="00CC78DB" w:rsidRPr="00CC78DB">
        <w:rPr>
          <w:rtl/>
          <w:lang w:bidi="fa-IR"/>
        </w:rPr>
        <w:t xml:space="preserve"> که صدا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کبر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را شن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از مُض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r w:rsidR="00CC78DB" w:rsidRPr="00CC78DB">
        <w:rPr>
          <w:rtl/>
          <w:lang w:bidi="fa-IR"/>
        </w:rPr>
        <w:t xml:space="preserve"> زد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رون</w:t>
      </w:r>
      <w:r w:rsidR="00CC78DB" w:rsidRPr="00CC78DB">
        <w:rPr>
          <w:rtl/>
          <w:lang w:bidi="fa-IR"/>
        </w:rPr>
        <w:t xml:space="preserve"> و در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درختان ناپد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شد ومن 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</w:t>
      </w:r>
      <w:r w:rsidR="00CC78DB" w:rsidRPr="00CC78DB">
        <w:rPr>
          <w:rtl/>
          <w:lang w:bidi="fa-IR"/>
        </w:rPr>
        <w:t xml:space="preserve"> کش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و داد و فر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</w:t>
      </w:r>
      <w:r w:rsidR="00CC78DB" w:rsidRPr="00CC78DB">
        <w:rPr>
          <w:rtl/>
          <w:lang w:bidi="fa-IR"/>
        </w:rPr>
        <w:t xml:space="preserve"> راه انداختم، صاحب مهمانخانه خود را رساند و پس از اطلاع از ماجرا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تفنگدار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ما مستحفظ گذاشت و تا صبح کش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داد و ما هم صبح زود نماز را ادا کرده به راه افتاد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زنها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عرب بالباسها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کنار راه زوار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اده،</w:t>
      </w:r>
      <w:r w:rsidRPr="00CC78DB">
        <w:rPr>
          <w:rtl/>
          <w:lang w:bidi="fa-IR"/>
        </w:rPr>
        <w:t xml:space="preserve"> نشسته بانان و ماست و خرما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در مقابل از آنها نان خشک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ضان</w:t>
      </w:r>
      <w:r w:rsidRPr="00CC78DB">
        <w:rPr>
          <w:rtl/>
          <w:lang w:bidi="fa-IR"/>
        </w:rPr>
        <w:t xml:space="preserve"> خود، درخواست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عرب سر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خُو</w:t>
      </w:r>
      <w:r w:rsidRPr="00CC78DB">
        <w:rPr>
          <w:rFonts w:hint="cs"/>
          <w:rtl/>
          <w:lang w:bidi="fa-IR"/>
        </w:rPr>
        <w:t>یَ</w:t>
      </w:r>
      <w:r w:rsidRPr="00CC78DB">
        <w:rPr>
          <w:rtl/>
          <w:lang w:bidi="fa-IR"/>
        </w:rPr>
        <w:t xml:space="preserve"> کم أئمّتک» برادر امامانت چندتاست!؟ گفت «هُوا</w:t>
      </w:r>
      <w:r w:rsidRPr="00CC78DB">
        <w:rPr>
          <w:rFonts w:hint="cs"/>
          <w:rtl/>
          <w:lang w:bidi="fa-IR"/>
        </w:rPr>
        <w:t>یَ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است، (البته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نوع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کلمات شکسته و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است) گفت: بشمار، گفت: عباس،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مسلم، رضا 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رهم،</w:t>
      </w:r>
      <w:r w:rsidRPr="00CC78DB">
        <w:rPr>
          <w:rtl/>
          <w:lang w:bidi="fa-IR"/>
        </w:rPr>
        <w:t xml:space="preserve"> گفت: خدا چند است؟! باز گفت: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>!، گفت بشمار، گفت: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مکه،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باقر که روضه خوان مااست؛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چون شب گذشته از چوپان ترس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نگفت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ظهر به قنطره سوم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قنطره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مساحت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صد متر را با 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محصور کرده و نامش را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گذاشته بودند، در آنجا نزول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نماز خوانده و نهار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چون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اثر خستگ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راه رفتن </w:t>
      </w:r>
      <w:r w:rsidRPr="00CC78DB">
        <w:rPr>
          <w:rtl/>
          <w:lang w:bidi="fa-IR"/>
        </w:rPr>
        <w:lastRenderedPageBreak/>
        <w:t>بازمانده بود،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طو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رج</w:t>
      </w:r>
      <w:r w:rsidRPr="00CC78DB">
        <w:rPr>
          <w:rtl/>
          <w:lang w:bidi="fa-IR"/>
        </w:rPr>
        <w:t xml:space="preserve"> بود، او را به آنجا فرستاد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خود را به کربلا برساند و ما به حرکت خود ادامه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جنگلها و نخلستانها 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باتلاقها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فراوان عبور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به غروب آفتاب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از ما پنهان نمود و عشوه کنان متوار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زبان</w:t>
      </w:r>
      <w:r w:rsidRPr="00CC78DB">
        <w:rPr>
          <w:rtl/>
          <w:lang w:bidi="fa-IR"/>
        </w:rPr>
        <w:t xml:space="preserve"> امشب ما مرد نجف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مقلد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عبدالهاد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ازماپذ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و شب را به 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صبح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 پس از راه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کم، به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فرسخ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کربلا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گنبدها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حضرت ابوالفضل </w:t>
      </w:r>
      <w:r w:rsidR="004E5989" w:rsidRPr="004E5989">
        <w:rPr>
          <w:rStyle w:val="libAlaemChar"/>
          <w:rFonts w:eastAsiaTheme="minorHAnsi"/>
          <w:rtl/>
        </w:rPr>
        <w:t>عليهم‌السلام</w:t>
      </w:r>
      <w:r w:rsidR="004E5989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و سا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ر امام زادگان ازم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شاخسارها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خرما و نخلها، خود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جلوه 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هنوز صبحانه نخورده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کنار جاده بغداد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کوره آجرپز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نشست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مشغول صرف صبحانه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ناگهان اتومب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سرعت سرسام آور،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چند قدم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توقف نمود؛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با چند نفر شرطه و عکاس،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شدند از محل توقف، 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اطراف را به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نشان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دهند،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قبا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دور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شد، دو نفر از شرطه ها را به آن طرف فرستادند، ما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تصادف کرده، راه خود را به آن ط</w:t>
      </w:r>
      <w:r w:rsidRPr="00CC78DB">
        <w:rPr>
          <w:rFonts w:hint="eastAsia"/>
          <w:rtl/>
          <w:lang w:bidi="fa-IR"/>
        </w:rPr>
        <w:t>رف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چانده</w:t>
      </w:r>
      <w:r w:rsidRPr="00CC78DB">
        <w:rPr>
          <w:rtl/>
          <w:lang w:bidi="fa-IR"/>
        </w:rPr>
        <w:t xml:space="preserve"> و 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سر در آور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جوان عرب در حدود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پنج ساله کشته شده و با منظره دلخراش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آنجا انداخته اند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دندانها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شکسته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لب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افتاده و خون در دهنش خشک شده است، واقعاً آن منظره فراموش نشدن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است،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شرطه از ما </w:t>
      </w:r>
      <w:r w:rsidRPr="00CC78DB">
        <w:rPr>
          <w:rFonts w:hint="eastAsia"/>
          <w:rtl/>
          <w:lang w:bidi="fa-IR"/>
        </w:rPr>
        <w:t>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کجا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از نجف اشرف، گفت: دروغ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شما از کشته شدن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جوان باخبر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چون تازه کشته شده است؟!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شاهد</w:t>
      </w:r>
      <w:r w:rsidRPr="00CC78DB">
        <w:rPr>
          <w:rtl/>
          <w:lang w:bidi="fa-IR"/>
        </w:rPr>
        <w:t xml:space="preserve"> ما صاحب مهمانخانه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آنجا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صبح از آنجا حرکت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مهمانخانه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راهها که در آنجاها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خواست ما را با مأمور برگرداند،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سنده</w:t>
      </w:r>
      <w:r w:rsidRPr="00CC78DB">
        <w:rPr>
          <w:rtl/>
          <w:lang w:bidi="fa-IR"/>
        </w:rPr>
        <w:t xml:space="preserve"> اش با زبان فارس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ما گفت: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مرد سنّ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زود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رد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دچار درد سر نشو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روانه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 چند قدم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متوجه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مخف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سر ما قدم به قدم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سخنان ما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 و رفقا هم از آن جوان صحبت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من به بهانه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طناب بار پشت، گردنم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بُرد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ستادم</w:t>
      </w:r>
      <w:r w:rsidRPr="00CC78DB">
        <w:rPr>
          <w:rtl/>
          <w:lang w:bidi="fa-IR"/>
        </w:rPr>
        <w:t xml:space="preserve"> و رفقا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ستادند</w:t>
      </w:r>
      <w:r w:rsidRPr="00CC78DB">
        <w:rPr>
          <w:rtl/>
          <w:lang w:bidi="fa-IR"/>
        </w:rPr>
        <w:t xml:space="preserve"> و به آنها گفتم: بابا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است چرا از صحبت آن مرده دست برنم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کربلا وارد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رش</w:t>
      </w:r>
      <w:r w:rsidRPr="00CC78DB">
        <w:rPr>
          <w:rtl/>
          <w:lang w:bidi="fa-IR"/>
        </w:rPr>
        <w:t xml:space="preserve"> نشد، پس از استراحت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ارت،</w:t>
      </w:r>
      <w:r w:rsidRPr="00CC78DB">
        <w:rPr>
          <w:rtl/>
          <w:lang w:bidi="fa-IR"/>
        </w:rPr>
        <w:t xml:space="preserve"> چون آن زمان من دورب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و در طول راه عکس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برداشته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آنها را برد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عکاس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ظاهر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اتفاقاً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همان عکاس است که از آن مرده 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پر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دم؟</w:t>
      </w:r>
      <w:r w:rsidRPr="00CC78DB">
        <w:rPr>
          <w:rtl/>
          <w:lang w:bidi="fa-IR"/>
        </w:rPr>
        <w:t xml:space="preserve"> گفت: پس از تحق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قات</w:t>
      </w:r>
      <w:r w:rsidRPr="00CC78DB">
        <w:rPr>
          <w:rtl/>
          <w:lang w:bidi="fa-IR"/>
        </w:rPr>
        <w:t xml:space="preserve"> معلوم شد، جوان کشته شده از قبا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اطراف بوده است، </w:t>
      </w:r>
      <w:r w:rsidRPr="00CC78DB">
        <w:rPr>
          <w:rtl/>
          <w:lang w:bidi="fa-IR"/>
        </w:rPr>
        <w:lastRenderedPageBreak/>
        <w:t>شب دزد وارد چادرش شده و آن جوان هم خواسته دفاع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او را کشته و آورده به آنجا انداخته بودند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در هر سفر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اده،</w:t>
      </w:r>
      <w:r w:rsidRPr="00CC78DB">
        <w:rPr>
          <w:rtl/>
          <w:lang w:bidi="fa-IR"/>
        </w:rPr>
        <w:t xml:space="preserve"> خاطرات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تلخ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نوشتن آنها کتاب قطور و وقت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من در نجف اشرف از قم به مراتب سخت تر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فراموش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رفقاء که به او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الطا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و دلنش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داشت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روز ولادت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در مدرسه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دکاظم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4E5989" w:rsidRPr="004E5989">
        <w:rPr>
          <w:rStyle w:val="libAlaemChar"/>
          <w:rtl/>
        </w:rPr>
        <w:t>رضي‌الله‌عنه</w:t>
      </w:r>
      <w:r w:rsidR="004E5989" w:rsidRPr="00940AE5">
        <w:rPr>
          <w:rtl/>
        </w:rPr>
        <w:t xml:space="preserve"> </w:t>
      </w:r>
      <w:r w:rsidRPr="00CC78DB">
        <w:rPr>
          <w:rtl/>
          <w:lang w:bidi="fa-IR"/>
        </w:rPr>
        <w:t>صاحب کتاب «عروه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الوثق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جشن برپا کرده بودند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خوش صدا در آنجا مدح مولا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بلندگو که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پخش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شد،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زنان و دختران عرب، گردن بند خود را درآورده به او 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فرستادند!!.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سفرها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همراه ما بود، در طول راه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با آواز بلندش اشعار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 مخصوصاً شبها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به نخلستان طول راه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ما روح تازه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ما لذت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واقعاً سفرها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فراموش نشدن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معنو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دانشاءاللّه</w:t>
      </w:r>
      <w:r w:rsidRPr="00CC78DB">
        <w:rPr>
          <w:rtl/>
          <w:lang w:bidi="fa-IR"/>
        </w:rPr>
        <w:t xml:space="preserve">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E5989" w:rsidP="004E598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507934440"/>
      <w:r w:rsidR="00CC78DB" w:rsidRPr="00CC78DB">
        <w:rPr>
          <w:rFonts w:hint="eastAsia"/>
          <w:rtl/>
          <w:lang w:bidi="fa-IR"/>
        </w:rPr>
        <w:lastRenderedPageBreak/>
        <w:t>خلاصه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دوران تحص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در نجف اشرف</w:t>
      </w:r>
      <w:bookmarkEnd w:id="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در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1334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1374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نجف اشرف وارد شدم، و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 از حوادث و شور و نوا و پر از ماجراها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E5989" w:rsidP="00CC78D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CC78DB" w:rsidRPr="00CC78DB">
        <w:rPr>
          <w:rtl/>
          <w:lang w:bidi="fa-IR"/>
        </w:rPr>
        <w:t>1- دروس سطح و خارج را: از اسات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مطّلع و پاک و متد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و دلسوز بهره ها برده و از ارزش وقت دانان و غن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مت</w:t>
      </w:r>
      <w:r w:rsidR="00CC78DB" w:rsidRPr="00CC78DB">
        <w:rPr>
          <w:rtl/>
          <w:lang w:bidi="fa-IR"/>
        </w:rPr>
        <w:t xml:space="preserve"> شماران استفاده نمودم، به طور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درس تعط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لات</w:t>
      </w:r>
      <w:r w:rsidR="00CC78DB" w:rsidRPr="00CC78DB">
        <w:rPr>
          <w:rtl/>
          <w:lang w:bidi="fa-IR"/>
        </w:rPr>
        <w:t xml:space="preserve"> ما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از روزها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تحص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و بدون فوت وقت و خال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بطالت بود بگونه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روز شهادت حضرت زهراء </w:t>
      </w:r>
      <w:r w:rsidR="00062930" w:rsidRPr="00062930">
        <w:rPr>
          <w:rStyle w:val="libAlaemChar"/>
          <w:rtl/>
        </w:rPr>
        <w:t xml:space="preserve">عليها‌السلام </w:t>
      </w:r>
      <w:r w:rsidR="00CC78DB" w:rsidRPr="00CC78DB">
        <w:rPr>
          <w:rtl/>
          <w:lang w:bidi="fa-IR"/>
        </w:rPr>
        <w:t xml:space="preserve"> را ا</w:t>
      </w:r>
      <w:r w:rsidR="00CC78DB" w:rsidRPr="00CC78DB">
        <w:rPr>
          <w:rFonts w:hint="eastAsia"/>
          <w:rtl/>
          <w:lang w:bidi="fa-IR"/>
        </w:rPr>
        <w:t>زاستاد</w:t>
      </w:r>
      <w:r w:rsidR="00CC78DB" w:rsidRPr="00CC78DB">
        <w:rPr>
          <w:rtl/>
          <w:lang w:bidi="fa-IR"/>
        </w:rPr>
        <w:t xml:space="preserve"> «سراب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»</w:t>
      </w:r>
      <w:r w:rsidR="00CC78DB" w:rsidRPr="00CC78DB">
        <w:rPr>
          <w:rtl/>
          <w:lang w:bidi="fa-IR"/>
        </w:rPr>
        <w:t xml:space="preserve"> استدعا کرد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درس را تعط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قبول نکرد و قسم خورد که حضرت زهراء </w:t>
      </w:r>
      <w:r w:rsidR="00062930" w:rsidRPr="00062930">
        <w:rPr>
          <w:rStyle w:val="libAlaemChar"/>
          <w:rtl/>
        </w:rPr>
        <w:t xml:space="preserve">عليها‌السلام </w:t>
      </w:r>
      <w:r w:rsidR="00CC78DB" w:rsidRPr="00CC78DB">
        <w:rPr>
          <w:rtl/>
          <w:lang w:bidi="fa-IR"/>
        </w:rPr>
        <w:t xml:space="preserve"> خود راض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است شما درس بخوان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با بطالت و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نگذران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فرمود: مدت عمر کوتاه است و آن قدر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</w:t>
      </w:r>
      <w:r w:rsidR="00CC78DB" w:rsidRPr="00CC78DB">
        <w:rPr>
          <w:rtl/>
          <w:lang w:bidi="fa-IR"/>
        </w:rPr>
        <w:t xml:space="preserve"> که نصف آن را با تعط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سپر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نمائ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بحث و هم درسم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از نخبگان و کوشش کنندگان در درس خواندن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رفقاو همسفرانم به کربلا و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سامرا، عشّاق و دلباختگان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 که حد اکثر استفاده را از وقت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4E5989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از نظر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</w:t>
      </w:r>
      <w:r w:rsidRPr="00CC78DB">
        <w:rPr>
          <w:rtl/>
          <w:lang w:bidi="fa-IR"/>
        </w:rPr>
        <w:t xml:space="preserve"> در مدت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پنج سال اقامتم در نجف، از طرف پدر فقط ششصد تومان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پول آمد که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دهم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 درس</w:t>
      </w:r>
      <w:r w:rsidRPr="00CC78DB">
        <w:rPr>
          <w:rFonts w:hint="cs"/>
          <w:rtl/>
          <w:lang w:bidi="fa-IR"/>
        </w:rPr>
        <w:t>ی</w:t>
      </w:r>
      <w:r w:rsidR="004E5989">
        <w:rPr>
          <w:rtl/>
          <w:lang w:bidi="fa-IR"/>
        </w:rPr>
        <w:t xml:space="preserve"> </w:t>
      </w:r>
      <w:r w:rsidR="004E5989">
        <w:rPr>
          <w:rFonts w:hint="cs"/>
          <w:rtl/>
          <w:lang w:bidi="fa-IR"/>
        </w:rPr>
        <w:t>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مخارجم را از راه صنعت صحّاف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کردم!، از کتابفروش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مخصوصاً کتاب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مرتضو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چاپ خارج شده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آوردم و صحّاف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با دست مزد آن درس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خواندم،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داشتم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بودم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اظهار</w:t>
      </w:r>
      <w:r w:rsidRPr="00CC78DB">
        <w:rPr>
          <w:rtl/>
          <w:lang w:bidi="fa-IR"/>
        </w:rPr>
        <w:t xml:space="preserve"> درد کنم.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به درس و بحثم ادامه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کم کم وجودم به تحل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و قدرت مقاومت در برابر گرما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طاقت فرسا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عربستان را از دست دادم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روم، دوستان و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مصلحت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که تابستان را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سفر کنم و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و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قوا نما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E5989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به هرصورت تابستان سال 1337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برابر با 1377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مسافرت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صورت جدّ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 و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باجمع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به </w:t>
      </w:r>
      <w:r w:rsidR="004E5989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نجف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حال اسف انگ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چشمان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تأثر دوستان، سوار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شده و با بدرقه آنها آماده حرکت شدم،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لحظات 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گرام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بزرگوار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 حصار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در برابر ما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لحظه به ما بنگر تا ما صورت غمگ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ترا به دل خودمان 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نگهدار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80AC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بالأخره</w:t>
      </w:r>
      <w:r w:rsidRPr="00CC78DB">
        <w:rPr>
          <w:rtl/>
          <w:lang w:bidi="fa-IR"/>
        </w:rPr>
        <w:t xml:space="preserve"> با هزاران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دلهره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حرکت در آمد اما هرچه از نجف دورتر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به همان اندازه غم و غصه گلو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شد، تاا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بعد از چند ساعت وارد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شدم و ساعت 8 صبح از </w:t>
      </w:r>
      <w:r w:rsidR="00D80AC7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با بنز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دماغ اتو شهپر از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نموده و شب اول را در قرنط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قصر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شب دوم را در </w:t>
      </w:r>
      <w:r w:rsidR="00D80AC7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اتو شهپر در تهران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و به خانه پسر عمو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محترمم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خان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وارد شدم و در روز ورود،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لها</w:t>
      </w:r>
      <w:r w:rsidRPr="00CC78DB">
        <w:rPr>
          <w:rtl/>
          <w:lang w:bidi="fa-IR"/>
        </w:rPr>
        <w:t xml:space="preserve"> و دوستان به ملاقاتم آمدند و همه اظهار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اما من در عالم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در حرم مطهر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مشغول</w:t>
      </w:r>
      <w:r w:rsidRPr="00CC78DB">
        <w:rPr>
          <w:rtl/>
          <w:lang w:bidi="fa-IR"/>
        </w:rPr>
        <w:t xml:space="preserve"> دعا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و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با معبود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موال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بودم؛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شدا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و مخصوصاً به دور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رفقاء و دوستان فکر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در همان روز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آنها نوشتم و سلامت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خود را، ابلاغ نموده و التماس دعا کردم، بعد از ورود به تهران به ملاقات جناب سروان نع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رفته و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(البته در نج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هم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ما، نامه رد و بدل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شد) و در همان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بود که در بالا خانه اش با صراحت کامل گفت: آقا من در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از قسمت اولاد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دارم به نام «عفت نع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ما»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او را به شخص متد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بدهم و شما را در نظر گرفته و انتخاب نموده ام که صاحب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ملک</w:t>
      </w:r>
      <w:r w:rsidRPr="00CC78DB">
        <w:rPr>
          <w:rtl/>
          <w:lang w:bidi="fa-IR"/>
        </w:rPr>
        <w:t xml:space="preserve"> و هست و 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ست من بشو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اموالم در دست نا اهل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فتد</w:t>
      </w:r>
      <w:r w:rsidRPr="00CC78DB">
        <w:rPr>
          <w:rtl/>
          <w:lang w:bidi="fa-IR"/>
        </w:rPr>
        <w:t>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80AC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گفتم: خودتان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باره با پدرم صحبت کنم که بزرگ خانواده است، و در نظر داشتم به استخاره موکول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که استخاره کردم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</w:t>
      </w:r>
      <w:r w:rsidR="00D80AC7" w:rsidRPr="00D80AC7">
        <w:rPr>
          <w:rStyle w:val="libAlaemChar"/>
          <w:rFonts w:hint="cs"/>
          <w:rtl/>
        </w:rPr>
        <w:t>(</w:t>
      </w:r>
      <w:r w:rsidRPr="00CC78DB">
        <w:rPr>
          <w:rtl/>
          <w:lang w:bidi="fa-IR"/>
        </w:rPr>
        <w:t xml:space="preserve">إذْ </w:t>
      </w:r>
      <w:r w:rsidRPr="00D80AC7">
        <w:rPr>
          <w:rStyle w:val="libAieChar"/>
          <w:rtl/>
        </w:rPr>
        <w:t>أَنْتُمْ بالْعُدْوَه الدُّنْ</w:t>
      </w:r>
      <w:r w:rsidRPr="00D80AC7">
        <w:rPr>
          <w:rStyle w:val="libAieChar"/>
          <w:rFonts w:hint="cs"/>
          <w:rtl/>
        </w:rPr>
        <w:t>ی</w:t>
      </w:r>
      <w:r w:rsidRPr="00D80AC7">
        <w:rPr>
          <w:rStyle w:val="libAieChar"/>
          <w:rFonts w:hint="eastAsia"/>
          <w:rtl/>
        </w:rPr>
        <w:t>ا</w:t>
      </w:r>
      <w:r w:rsidRPr="00D80AC7">
        <w:rPr>
          <w:rStyle w:val="libAieChar"/>
          <w:rtl/>
        </w:rPr>
        <w:t xml:space="preserve"> وَ هُمْ بالْعُدْوَه الْقُصْو</w:t>
      </w:r>
      <w:r w:rsidRPr="00D80AC7">
        <w:rPr>
          <w:rStyle w:val="libAieChar"/>
          <w:rFonts w:hint="cs"/>
          <w:rtl/>
        </w:rPr>
        <w:t>ی</w:t>
      </w:r>
      <w:r w:rsidRPr="00D80AC7">
        <w:rPr>
          <w:rStyle w:val="libAieChar"/>
          <w:rtl/>
        </w:rPr>
        <w:t xml:space="preserve"> وَ الرَّکْبُ أَسْفَلَ منْکُمْ وَ لَوْ تَواعَدْتُمْ لَاخْتَلَفْتُمْ ف</w:t>
      </w:r>
      <w:r w:rsidRPr="00D80AC7">
        <w:rPr>
          <w:rStyle w:val="libAieChar"/>
          <w:rFonts w:hint="cs"/>
          <w:rtl/>
        </w:rPr>
        <w:t>ی</w:t>
      </w:r>
      <w:r w:rsidRPr="00D80AC7">
        <w:rPr>
          <w:rStyle w:val="libAieChar"/>
          <w:rtl/>
        </w:rPr>
        <w:t xml:space="preserve"> الْم</w:t>
      </w:r>
      <w:r w:rsidRPr="00D80AC7">
        <w:rPr>
          <w:rStyle w:val="libAieChar"/>
          <w:rFonts w:hint="cs"/>
          <w:rtl/>
        </w:rPr>
        <w:t>ی</w:t>
      </w:r>
      <w:r w:rsidRPr="00D80AC7">
        <w:rPr>
          <w:rStyle w:val="libAieChar"/>
          <w:rFonts w:hint="eastAsia"/>
          <w:rtl/>
        </w:rPr>
        <w:t>عاد</w:t>
      </w:r>
      <w:r w:rsidR="00D80AC7" w:rsidRPr="00D80AC7">
        <w:rPr>
          <w:rStyle w:val="libAlaemChar"/>
          <w:rFonts w:hint="cs"/>
          <w:rtl/>
        </w:rPr>
        <w:t>)</w:t>
      </w:r>
      <w:r w:rsidRPr="00CC78DB">
        <w:rPr>
          <w:rtl/>
          <w:lang w:bidi="fa-IR"/>
        </w:rPr>
        <w:t>.</w:t>
      </w:r>
      <w:r w:rsidRPr="00D80AC7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به نظرم بد آمد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نشدم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17 شعبان بعد از چند روز ورودم به تهران، از رفقا نامه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و جو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 من بودند،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رضائ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حصار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محامد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نظر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شاگردان ممتاز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بودند.</w:t>
      </w:r>
      <w:r w:rsidRPr="00D80AC7">
        <w:rPr>
          <w:rStyle w:val="libFootnotenumChar"/>
          <w:rtl/>
        </w:rPr>
        <w:t>(2)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Default="00CC78DB" w:rsidP="00CC78DB">
      <w:pPr>
        <w:pStyle w:val="libNormal"/>
        <w:rPr>
          <w:rFonts w:hint="cs"/>
          <w:rtl/>
          <w:lang w:bidi="fa-IR"/>
        </w:rPr>
      </w:pP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شعبان و رمضان را در تهران با مجالس متعدد که منبر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رفتم، گذراندم در</w:t>
      </w:r>
    </w:p>
    <w:p w:rsidR="0005462D" w:rsidRPr="0005462D" w:rsidRDefault="0005462D" w:rsidP="000546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D80AC7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انفال: 42.</w:t>
      </w:r>
    </w:p>
    <w:p w:rsidR="00CC78DB" w:rsidRPr="00CC78DB" w:rsidRDefault="00CC78DB" w:rsidP="00D80AC7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بعدها رساله نوشتند و مرجع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شدند و در قم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دفتر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داشتند که پسرانش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و در سال 1377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زمان فرمانروائ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کتاتور</w:t>
      </w:r>
      <w:r w:rsidRPr="00CC78DB">
        <w:rPr>
          <w:rtl/>
          <w:lang w:bidi="fa-IR"/>
        </w:rPr>
        <w:t xml:space="preserve"> و ستمگر، همراه دامادش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که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گشتند،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کربلا و نجف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دژخ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به شهادت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رحمهاللّه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D80AC7" w:rsidP="00D80AC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tl/>
          <w:lang w:bidi="fa-IR"/>
        </w:rPr>
        <w:lastRenderedPageBreak/>
        <w:t xml:space="preserve">18 ماه شوال ساعت 2 بعد از ظهر از </w:t>
      </w:r>
      <w:r>
        <w:rPr>
          <w:rFonts w:hint="cs"/>
          <w:rtl/>
          <w:lang w:bidi="fa-IR"/>
        </w:rPr>
        <w:t>گ</w:t>
      </w:r>
      <w:r w:rsidR="00CC78DB" w:rsidRPr="00CC78DB">
        <w:rPr>
          <w:rtl/>
          <w:lang w:bidi="fa-IR"/>
        </w:rPr>
        <w:t>اراژ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هن</w:t>
      </w:r>
      <w:r w:rsidR="00CC78DB" w:rsidRPr="00CC78DB">
        <w:rPr>
          <w:rtl/>
          <w:lang w:bidi="fa-IR"/>
        </w:rPr>
        <w:t xml:space="preserve"> نور در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ابان</w:t>
      </w:r>
      <w:r w:rsidR="00CC78DB" w:rsidRPr="00CC78DB">
        <w:rPr>
          <w:rtl/>
          <w:lang w:bidi="fa-IR"/>
        </w:rPr>
        <w:t xml:space="preserve"> سپه، به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وطن عز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زم</w:t>
      </w:r>
      <w:r w:rsidR="00CC78DB" w:rsidRPr="00CC78DB">
        <w:rPr>
          <w:rtl/>
          <w:lang w:bidi="fa-IR"/>
        </w:rPr>
        <w:t xml:space="preserve">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>- گلستان- حرکت نمودم، وقت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به «ن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ر»</w:t>
      </w:r>
      <w:r w:rsidR="00CC78DB" w:rsidRPr="00CC78DB">
        <w:rPr>
          <w:rtl/>
          <w:lang w:bidi="fa-IR"/>
        </w:rPr>
        <w:t xml:space="preserve"> که از بخشها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و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فرسخ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گلستان است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از اطراف و از گلستان زن و مرد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استقبال من آمده بودند و با کمال عزت و </w:t>
      </w:r>
      <w:r w:rsidR="00CC78DB" w:rsidRPr="00CC78DB">
        <w:rPr>
          <w:rFonts w:hint="eastAsia"/>
          <w:rtl/>
          <w:lang w:bidi="fa-IR"/>
        </w:rPr>
        <w:t>احترام،</w:t>
      </w:r>
      <w:r w:rsidR="00CC78DB" w:rsidRPr="00CC78DB">
        <w:rPr>
          <w:rtl/>
          <w:lang w:bidi="fa-IR"/>
        </w:rPr>
        <w:t xml:space="preserve"> وارد گلستان شدم؛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مادرم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شواز</w:t>
      </w:r>
      <w:r w:rsidRPr="00CC78DB">
        <w:rPr>
          <w:rtl/>
          <w:lang w:bidi="fa-IR"/>
        </w:rPr>
        <w:t xml:space="preserve"> کنندگان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دل نگران شدم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گفتند: نگران نباش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در خانه مانده تا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مهمانان را فراهم سازد، همان طور هم بود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تابستان را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ارشاد بودم و پس از انقضا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تابستان و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فصل گرما باز آماده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حر</w:t>
      </w:r>
      <w:r w:rsidRPr="00CC78DB">
        <w:rPr>
          <w:rFonts w:hint="eastAsia"/>
          <w:rtl/>
          <w:lang w:bidi="fa-IR"/>
        </w:rPr>
        <w:t>کت</w:t>
      </w:r>
      <w:r w:rsidRPr="00CC78DB">
        <w:rPr>
          <w:rtl/>
          <w:lang w:bidi="fa-IR"/>
        </w:rPr>
        <w:t xml:space="preserve"> به نجف اشرف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80AC7" w:rsidP="00D80AC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507934441"/>
      <w:r w:rsidR="00CC78DB" w:rsidRPr="00CC78DB">
        <w:rPr>
          <w:rFonts w:hint="eastAsia"/>
          <w:rtl/>
          <w:lang w:bidi="fa-IR"/>
        </w:rPr>
        <w:lastRenderedPageBreak/>
        <w:t>سفر</w:t>
      </w:r>
      <w:r w:rsidR="00CC78DB" w:rsidRPr="00CC78DB">
        <w:rPr>
          <w:rtl/>
          <w:lang w:bidi="fa-IR"/>
        </w:rPr>
        <w:t xml:space="preserve"> دوم به سرزم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عشق و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مان</w:t>
      </w:r>
      <w:bookmarkEnd w:id="1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ساعت</w:t>
      </w:r>
      <w:r w:rsidRPr="00CC78DB">
        <w:rPr>
          <w:rtl/>
          <w:lang w:bidi="fa-IR"/>
        </w:rPr>
        <w:t xml:space="preserve"> 6 روز 22 محرم 1378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حرکت کردم و بعد از 26 ساعت وارد تهران شدم، اما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افه</w:t>
      </w:r>
      <w:r w:rsidRPr="00CC78DB">
        <w:rPr>
          <w:rtl/>
          <w:lang w:bidi="fa-IR"/>
        </w:rPr>
        <w:t xml:space="preserve"> نگران پدر و اشک چشمان مادر را،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فراموش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عجب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فان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چه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عبرت انگ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دارد!!.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80AC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وارد</w:t>
      </w:r>
      <w:r w:rsidRPr="00CC78DB">
        <w:rPr>
          <w:rtl/>
          <w:lang w:bidi="fa-IR"/>
        </w:rPr>
        <w:t xml:space="preserve"> تهران شدم و به ملاقات سروان نع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رفتم باز هم با ضمانت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و با بدرقه دوستان، از </w:t>
      </w:r>
      <w:r w:rsidR="00D80AC7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(س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- ال- ام) ساعت 5/ 6 صبح روز دهم صفرالمظفر 1378 شمس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کردم و پس از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مرز گذشته وارد بغداد و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شدم، دلم شور حرم مجلّل مولا و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افه</w:t>
      </w:r>
      <w:r w:rsidRPr="00CC78DB">
        <w:rPr>
          <w:rtl/>
          <w:lang w:bidi="fa-IR"/>
        </w:rPr>
        <w:t xml:space="preserve"> دوستان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منتظر و چشم براه،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چشمم، رژه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و جلوه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کند؛ فوراً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حرم مطهر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D80AC7" w:rsidRPr="00D80AC7">
        <w:rPr>
          <w:rStyle w:val="libAlaemChar"/>
          <w:rFonts w:eastAsiaTheme="minorHAnsi"/>
          <w:rtl/>
        </w:rPr>
        <w:t>عليهما‌السلام</w:t>
      </w:r>
      <w:r w:rsidR="00D80AC7" w:rsidRPr="00940AE5">
        <w:rPr>
          <w:rtl/>
        </w:rPr>
        <w:t xml:space="preserve"> </w:t>
      </w:r>
      <w:r w:rsidRPr="00CC78DB">
        <w:rPr>
          <w:rtl/>
          <w:lang w:bidi="fa-IR"/>
        </w:rPr>
        <w:t>مشرّف شده و از حرم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عاشقان رهسپار شدم و از راه حلّه به نجف وارد شدم چون دوقطعه سجاده دست بافت</w:t>
      </w:r>
      <w:r w:rsidR="00D80AC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داشتم</w:t>
      </w:r>
      <w:r w:rsidRPr="00CC78DB">
        <w:rPr>
          <w:rtl/>
          <w:lang w:bidi="fa-IR"/>
        </w:rPr>
        <w:t xml:space="preserve"> مرا به گمرک نجف فرستادند و بانام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زنجان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D80AC7">
        <w:rPr>
          <w:rStyle w:val="libFootnotenumChar"/>
          <w:rtl/>
        </w:rPr>
        <w:t xml:space="preserve">(1) </w:t>
      </w:r>
      <w:r w:rsidRPr="00CC78DB">
        <w:rPr>
          <w:rtl/>
          <w:lang w:bidi="fa-IR"/>
        </w:rPr>
        <w:t>ترخ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نموده و آزاد کردند.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راست به مدرسه بادکوبه که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مسلم داراب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آنجا منزل داشت وارد شدم و از همان روز رفقاء دسته دسته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ملاقات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آمدند، تا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تمام شد و مجدداً در مدرسه 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حجره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گرفته و با روح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آزاد، درسها را شروع </w:t>
      </w:r>
      <w:r w:rsidRPr="00CC78DB">
        <w:rPr>
          <w:rFonts w:hint="eastAsia"/>
          <w:rtl/>
          <w:lang w:bidi="fa-IR"/>
        </w:rPr>
        <w:t>نمودم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پدر نامه نوشته و از سلامت وارد شدن خود آنها را آگاه کردم، روزها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مانند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قبل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مشابه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رود؛</w:t>
      </w:r>
    </w:p>
    <w:p w:rsidR="00CC78DB" w:rsidRPr="00CC78DB" w:rsidRDefault="00CC78DB" w:rsidP="00D80AC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27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1378 قمر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انقلاب عراق و کودتا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بغداد با دست سرلشکر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 رخ داد ورژ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سلطنت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پادشاه آن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</w:t>
      </w:r>
      <w:r w:rsidRPr="00CC78DB">
        <w:rPr>
          <w:rtl/>
          <w:lang w:bidi="fa-IR"/>
        </w:rPr>
        <w:t xml:space="preserve"> دوم پادشاه جوان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دو ساله هاشم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باتمام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لاتش</w:t>
      </w:r>
      <w:r w:rsidRPr="00CC78DB">
        <w:rPr>
          <w:rtl/>
          <w:lang w:bidi="fa-IR"/>
        </w:rPr>
        <w:t xml:space="preserve"> و خانواده سلطنت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که از سادات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هاشم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شاخه عراق بودند قتل عام شدند؛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دو برادر از حجاز حرکت کرده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اردن وارد شد و در آنجا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حکومت داد و هنوز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دارند</w:t>
      </w:r>
      <w:r w:rsidRPr="00CC78DB">
        <w:rPr>
          <w:rtl/>
          <w:lang w:bidi="fa-IR"/>
        </w:rPr>
        <w:t xml:space="preserve"> و فعلًا ملک عبدالله جوان بعد از پدرش ملک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زمام امور را به دست گرفته و ادامه دارد؛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برادر</w:t>
      </w:r>
      <w:r w:rsidRPr="00CC78DB">
        <w:rPr>
          <w:rtl/>
          <w:lang w:bidi="fa-IR"/>
        </w:rPr>
        <w:t xml:space="preserve"> دوم هم در عراق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حکومت داد، غاز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 و دوم و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</w:t>
      </w:r>
      <w:r w:rsidRPr="00CC78DB">
        <w:rPr>
          <w:rtl/>
          <w:lang w:bidi="fa-IR"/>
        </w:rPr>
        <w:t xml:space="preserve"> اول و در زمان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</w:t>
      </w:r>
      <w:r w:rsidRPr="00CC78DB">
        <w:rPr>
          <w:rtl/>
          <w:lang w:bidi="fa-IR"/>
        </w:rPr>
        <w:t xml:space="preserve"> دوم که نو جوان بود و دائ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عبدالإله کشور را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به دست سرلشکر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 که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فرمان او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به شام و فلسط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رفت، لشکر را بر گردانده شبانه وارد بغداد شده و کودتا را شروع نمود، بطور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که</w:t>
      </w:r>
      <w:r w:rsidRPr="00CC78DB">
        <w:rPr>
          <w:rtl/>
          <w:lang w:bidi="fa-IR"/>
        </w:rPr>
        <w:t xml:space="preserve"> تمام</w:t>
      </w:r>
    </w:p>
    <w:p w:rsidR="00CC78DB" w:rsidRPr="0005462D" w:rsidRDefault="0005462D" w:rsidP="0005462D">
      <w:pPr>
        <w:pStyle w:val="libLine"/>
        <w:rPr>
          <w:rtl/>
        </w:rPr>
      </w:pPr>
      <w:r w:rsidRPr="0005462D">
        <w:rPr>
          <w:rFonts w:hint="cs"/>
          <w:rtl/>
        </w:rPr>
        <w:t>__________________________________________</w:t>
      </w:r>
    </w:p>
    <w:p w:rsidR="00CC78DB" w:rsidRPr="00CC78DB" w:rsidRDefault="00CC78DB" w:rsidP="00D80AC7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با حکومت سلطنت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بغداد که هنوز، انقلاب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امده</w:t>
      </w:r>
      <w:r w:rsidRPr="00CC78DB">
        <w:rPr>
          <w:rtl/>
          <w:lang w:bidi="fa-IR"/>
        </w:rPr>
        <w:t xml:space="preserve"> بود،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 و سخنش نفوذ داشت.</w:t>
      </w:r>
    </w:p>
    <w:p w:rsidR="00CC78DB" w:rsidRPr="00CC78DB" w:rsidRDefault="00D80AC7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خانواده</w:t>
      </w:r>
      <w:r w:rsidR="00CC78DB" w:rsidRPr="00CC78DB">
        <w:rPr>
          <w:rtl/>
          <w:lang w:bidi="fa-IR"/>
        </w:rPr>
        <w:t xml:space="preserve"> سلطنت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 از کوچک و بزرگ و زن ومرد حت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نائب السلطنه شاه ونخست 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نور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را قتل عام نموده و از صفحه روزگار برچ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محو و نابود ساخت که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نشانه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آنها باق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نگذاشت و زنده نماند.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کودتا که 27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حجه</w:t>
      </w:r>
      <w:r w:rsidRPr="00CC78DB">
        <w:rPr>
          <w:rtl/>
          <w:lang w:bidi="fa-IR"/>
        </w:rPr>
        <w:t xml:space="preserve"> بود ماه محرم ماه عزا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خامس آل عبا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شروع شد و به علت نوپا بودن رژ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امر، به اجتماعات حساس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داشتند!،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قدغن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نمودند که در روز عاشورا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قمه 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(چون از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الأ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در عراق مخصوصاً در کربلا داخل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گاه و در نجف در صحن مقدس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قمه 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مرسوم بود و مفصلًا قمه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زدند).</w:t>
      </w:r>
    </w:p>
    <w:p w:rsidR="00CC78DB" w:rsidRPr="00CC78DB" w:rsidRDefault="00CC78DB" w:rsidP="00D80AC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 عاشورا</w:t>
      </w:r>
      <w:r w:rsidR="00D80AC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سر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مردم به طورعاد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زنان و زنج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زنان، از صحن مقدس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آماده باش و تادندان مسلح، کاملًا مراقب اوضاعند من هم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مقبره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D80AC7" w:rsidRPr="00D80AC7">
        <w:rPr>
          <w:rStyle w:val="libAlaemChar"/>
          <w:rtl/>
        </w:rPr>
        <w:t>رضي‌الله‌عنه</w:t>
      </w:r>
      <w:r w:rsidR="00D80AC7" w:rsidRPr="00940AE5">
        <w:rPr>
          <w:rtl/>
        </w:rPr>
        <w:t xml:space="preserve"> </w:t>
      </w:r>
      <w:r w:rsidRPr="00CC78DB">
        <w:rPr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به دسته جات نگاه کرده و ا</w:t>
      </w:r>
      <w:r w:rsidRPr="00CC78DB">
        <w:rPr>
          <w:rFonts w:hint="eastAsia"/>
          <w:rtl/>
          <w:lang w:bidi="fa-IR"/>
        </w:rPr>
        <w:t>شک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ختم،</w:t>
      </w:r>
      <w:r w:rsidRPr="00CC78DB">
        <w:rPr>
          <w:rtl/>
          <w:lang w:bidi="fa-IR"/>
        </w:rPr>
        <w:t xml:space="preserve"> ناگهان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طرف صحن مقدس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برخ</w:t>
      </w:r>
      <w:r w:rsidR="00D80AC7">
        <w:rPr>
          <w:rFonts w:hint="cs"/>
          <w:rtl/>
          <w:lang w:bidi="fa-IR"/>
        </w:rPr>
        <w:t>و</w:t>
      </w:r>
      <w:r w:rsidRPr="00CC78DB">
        <w:rPr>
          <w:rtl/>
          <w:lang w:bidi="fa-IR"/>
        </w:rPr>
        <w:t>است و گفت: «لبّ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ک»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هرگوشه صحن مردم لباس روئ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ختند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لباس کفن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 و قمه ها برق زنان رفت بالا و مکرر به سرها فرود آمد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 «لبّ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ک»</w:t>
      </w:r>
      <w:r w:rsidRPr="00CC78DB">
        <w:rPr>
          <w:rtl/>
          <w:lang w:bidi="fa-IR"/>
        </w:rPr>
        <w:t xml:space="preserve"> تما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صحن مقدس شد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پارچه قمه زن خون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کفن پوشان عاشق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جرأت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شدن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را نداشتند و خون چشمانشان را گرفته و تمام صحن مقدس باخون عاشقان «حس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رنگ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 و پراز خون.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فوراً به بغداد مخابره کرده و اوضاع را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کردند و کسب تکل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نمودند، از بغداد دستور آمد که مانع نشوند و کنار رفته، از دور مراقب اوضاع باشند!!.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کربلا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اوضاع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منوال بوده و قمه زنان و عزاداران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ممنوع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را شکسته و آزادانه مشغول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 البته ناگفته نماند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نوپا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 هم از نظر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نبود که با مردم جبهه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 هم با عقا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عزاداران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از جان گذشته!!.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مطلب را بخوان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انات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دوران داشتم به دو مطلب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توجه 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مطلب</w:t>
      </w:r>
      <w:r w:rsidRPr="00CC78DB">
        <w:rPr>
          <w:rtl/>
          <w:lang w:bidi="fa-IR"/>
        </w:rPr>
        <w:t xml:space="preserve"> اول: بعد از انقلاب «عبدالکر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قاسم» که در زمان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من در عراق اتفاق افتاد بعد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کودتا ارتباط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قطع کامل شد و هر روز عربها به دَر مدرسه ما آمده و عربده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همه شما را قتل عام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کرد، چون پادشاه شما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آم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نوکر آنها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حالا</w:t>
      </w:r>
      <w:r w:rsidRPr="00CC78DB">
        <w:rPr>
          <w:rtl/>
          <w:lang w:bidi="fa-IR"/>
        </w:rPr>
        <w:t xml:space="preserve"> دقت کامل لازم است،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و با آن تنگدست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من چگونه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من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سه روز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لقمه نان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جز آب، خوردن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نکردم، که سدّ جوع کرده و شکمم را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D9777E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کتاب کهنه چرم جلد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وهالقلوب»</w:t>
      </w:r>
      <w:r w:rsidRPr="00CC78DB">
        <w:rPr>
          <w:rtl/>
          <w:lang w:bidi="fa-IR"/>
        </w:rPr>
        <w:t xml:space="preserve"> مرحوم مجلس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داشتم،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خودم را سرگرم کنم، آن را باز کردم مطالعه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اتفاقاً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چهارم،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مهر نان که مراجع به طلاب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دادند، 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 هست، من </w:t>
      </w:r>
      <w:r w:rsidRPr="00CC78DB">
        <w:rPr>
          <w:rtl/>
          <w:lang w:bidi="fa-IR"/>
        </w:rPr>
        <w:lastRenderedPageBreak/>
        <w:t>بناچار آن را برداشته و در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الله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D9777E" w:rsidRPr="00D9777E">
        <w:rPr>
          <w:rStyle w:val="libAlaemChar"/>
          <w:rtl/>
        </w:rPr>
        <w:t>رضي‌الله‌عنه</w:t>
      </w:r>
      <w:r w:rsidR="00D9777E" w:rsidRPr="00940AE5">
        <w:rPr>
          <w:rtl/>
        </w:rPr>
        <w:t xml:space="preserve"> </w:t>
      </w:r>
      <w:r w:rsidRPr="00D9777E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نانوائ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به نام شاطر عبّود برده و</w:t>
      </w:r>
    </w:p>
    <w:p w:rsidR="00CC78DB" w:rsidRPr="0005462D" w:rsidRDefault="0005462D" w:rsidP="0005462D">
      <w:pPr>
        <w:pStyle w:val="libLine"/>
        <w:rPr>
          <w:rtl/>
        </w:rPr>
      </w:pPr>
      <w:r>
        <w:rPr>
          <w:rFonts w:hint="cs"/>
          <w:rtl/>
          <w:lang w:bidi="fa-IR"/>
        </w:rPr>
        <w:t>___________________________________________</w:t>
      </w:r>
    </w:p>
    <w:p w:rsidR="00CC78DB" w:rsidRPr="00CC78DB" w:rsidRDefault="00CC78DB" w:rsidP="00D9777E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فعلا از خانه و نانوائ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اساساً از محله و مدارس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ندارد چون صدام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کتاتور،</w:t>
      </w:r>
      <w:r w:rsidRPr="00CC78DB">
        <w:rPr>
          <w:rtl/>
          <w:lang w:bidi="fa-IR"/>
        </w:rPr>
        <w:t xml:space="preserve"> همه را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مسافرخانه و هتل ساخته اند، من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1383 و 84 و 85 و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را که سفرهائ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داشتم و خواستم از آن محل که هتل ما هم در آنجا </w:t>
      </w:r>
      <w:r w:rsidRPr="00CC78DB">
        <w:rPr>
          <w:rFonts w:hint="eastAsia"/>
          <w:rtl/>
          <w:lang w:bidi="fa-IR"/>
        </w:rPr>
        <w:t>ساخته</w:t>
      </w:r>
      <w:r w:rsidRPr="00CC78DB">
        <w:rPr>
          <w:rtl/>
          <w:lang w:bidi="fa-IR"/>
        </w:rPr>
        <w:t xml:space="preserve"> شده بود، نشان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ابم،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دانکردم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خاطرات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در آنجا زنده شده بود و مانند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از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 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شد!!.</w:t>
      </w:r>
    </w:p>
    <w:p w:rsidR="00CC78DB" w:rsidRPr="00CC78DB" w:rsidRDefault="00D9777E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به</w:t>
      </w:r>
      <w:r w:rsidR="00CC78DB" w:rsidRPr="00CC78DB">
        <w:rPr>
          <w:rtl/>
          <w:lang w:bidi="fa-IR"/>
        </w:rPr>
        <w:t xml:space="preserve"> او دادم که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قرص نان بدهد، او با تعجب به من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ره</w:t>
      </w:r>
      <w:r w:rsidR="00CC78DB" w:rsidRPr="00CC78DB">
        <w:rPr>
          <w:rtl/>
          <w:lang w:bidi="fa-IR"/>
        </w:rPr>
        <w:t xml:space="preserve"> شد چون تا آن روز ند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بود که من از آن گونه مهر نان استفاده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نان</w:t>
      </w:r>
      <w:r w:rsidRPr="00CC78DB">
        <w:rPr>
          <w:rtl/>
          <w:lang w:bidi="fa-IR"/>
        </w:rPr>
        <w:t xml:space="preserve"> را داد من با عجله آمدم از سبز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فروش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مدرسه،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آنه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سبز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شسته و خود را به حجره رساندم، نان را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مطالعه ام گذاشتم و با شتاب تمام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لقمه برداشتم و سبز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گذاشته خواستم به دهنم ببرم،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دَر حجره را زدند، گفت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تفضّل، (بفرما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)، ناگهان عرب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چهره و لاغر اندام و لوچ چشم (هنوز هم آن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افه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 است) در را باز کرد و گفت: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أنا جوعان و 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أموت من الجوع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من گرسنه ام و به خدا از گرسنگ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به چه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مانم،</w:t>
      </w:r>
      <w:r w:rsidRPr="00CC78DB">
        <w:rPr>
          <w:rtl/>
          <w:lang w:bidi="fa-IR"/>
        </w:rPr>
        <w:t xml:space="preserve">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لقمه را هم گذاشتم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گفتم: واللّه ماعند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هذا تفضّل و کُل به خدا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جز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بخور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. و عرب هم باکمال آرامش،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قرص نان را با سبز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چند لقمه کرد و خورد و رفت!!؛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افتادم که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امتحان و گوشمال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به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نظرم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بلند شده به حرم رفته از حلّال مشکلات راه حلّ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بخواهم؛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حرم که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دوحالت داشتم،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قهر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التماس، با کمال پر روئ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 سوز دل ملتمسانه و باصدا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جسورانه که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لاعلاج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سر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عرض کردم 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مرا با آن مقدمات اعجازآم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D9777E">
        <w:rPr>
          <w:rStyle w:val="libFootnotenumChar"/>
          <w:rtl/>
        </w:rPr>
        <w:t xml:space="preserve">(1) </w:t>
      </w:r>
      <w:r w:rsidRPr="00CC78DB">
        <w:rPr>
          <w:rtl/>
          <w:lang w:bidi="fa-IR"/>
        </w:rPr>
        <w:t>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ازگرسنگ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گفتم، و باسوز و گداز، زدم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دلم را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افتان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خود را به منزل رساندم؛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جان آن مولا قسم،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ساعت از برگشتنم نگذشته بود، باز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را زدند، گفتم «تفضّل، بفرما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د»</w:t>
      </w:r>
      <w:r w:rsidRPr="00CC78DB">
        <w:rPr>
          <w:rtl/>
          <w:lang w:bidi="fa-IR"/>
        </w:rPr>
        <w:t xml:space="preserve"> من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گدا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باوقار وارد شد و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گذاشت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غام</w:t>
      </w:r>
      <w:r w:rsidRPr="00CC78DB">
        <w:rPr>
          <w:rtl/>
          <w:lang w:bidi="fa-IR"/>
        </w:rPr>
        <w:t xml:space="preserve"> را داد، «آقا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نصراللّه خلخال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</w:t>
      </w:r>
      <w:r w:rsidRPr="00CC78DB">
        <w:rPr>
          <w:rFonts w:hint="eastAsia"/>
          <w:rtl/>
          <w:lang w:bidi="fa-IR"/>
        </w:rPr>
        <w:t>رمود</w:t>
      </w:r>
      <w:r w:rsidRPr="00CC78DB">
        <w:rPr>
          <w:rtl/>
          <w:lang w:bidi="fa-IR"/>
        </w:rPr>
        <w:t>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پول را خرج کن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نرو از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گفت و از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رفت،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 افتادم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خود آمدم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عرق شرم از سر و صورت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tl/>
          <w:lang w:bidi="fa-IR"/>
        </w:rPr>
        <w:t>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پول</w:t>
      </w:r>
      <w:r w:rsidRPr="00CC78DB">
        <w:rPr>
          <w:rtl/>
          <w:lang w:bidi="fa-IR"/>
        </w:rPr>
        <w:t xml:space="preserve"> را شمردم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چهارصد تومان آن زمان است و پول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با دقت کامل در زوا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تفکر نما؛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D9777E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از ابتدا تا انتها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و امتحان من بود؟!.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آن مرد خدا چه رابطه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والائ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داشت که با آن سرعت حواله را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داشت و هرچه زودتر به روس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مثل من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به اصطلاح صدا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به گناهکار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گناه توجه کامل دارند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ازمندان</w:t>
      </w:r>
      <w:r w:rsidRPr="00CC78DB">
        <w:rPr>
          <w:rtl/>
          <w:lang w:bidi="fa-IR"/>
        </w:rPr>
        <w:t xml:space="preserve"> را بر طرف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را از دَر خود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و محروم بر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گردانند!!.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D9777E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اگر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را صادقانه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بلا شک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ازود</w:t>
      </w:r>
      <w:r w:rsidRPr="00CC78DB">
        <w:rPr>
          <w:rtl/>
          <w:lang w:bidi="fa-IR"/>
        </w:rPr>
        <w:t xml:space="preserve"> به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حال به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گفتن و خواستن و در چه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بستگ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D9777E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انسان در مواقع استثنائ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ناگوار تحمل نموده و صبر خود را از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در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گذرنامه،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انش</w:t>
      </w:r>
      <w:r w:rsidRPr="00CC78DB">
        <w:rPr>
          <w:rtl/>
          <w:lang w:bidi="fa-IR"/>
        </w:rPr>
        <w:t xml:space="preserve"> گذشت.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دست</w:t>
      </w:r>
      <w:r w:rsidRPr="00CC78DB">
        <w:rPr>
          <w:rtl/>
          <w:lang w:bidi="fa-IR"/>
        </w:rPr>
        <w:t xml:space="preserve"> ندهد وو ...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9777E" w:rsidP="00D9777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507934442"/>
      <w:r w:rsidR="00CC78DB" w:rsidRPr="00CC78DB">
        <w:rPr>
          <w:rFonts w:hint="eastAsia"/>
          <w:rtl/>
          <w:lang w:bidi="fa-IR"/>
        </w:rPr>
        <w:lastRenderedPageBreak/>
        <w:t>مطلب</w:t>
      </w:r>
      <w:r w:rsidR="00CC78DB" w:rsidRPr="00CC78DB">
        <w:rPr>
          <w:rtl/>
          <w:lang w:bidi="fa-IR"/>
        </w:rPr>
        <w:t xml:space="preserve"> دوم:</w:t>
      </w:r>
      <w:bookmarkEnd w:id="11"/>
    </w:p>
    <w:p w:rsidR="00CC78DB" w:rsidRPr="00CC78DB" w:rsidRDefault="00CC78DB" w:rsidP="00D9777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شخص موقر و محترم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حدود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ساله را، به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بسته و به اصطلاح 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انداخته است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و صدا، اشک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زد،</w:t>
      </w:r>
      <w:r w:rsidRPr="00CC78DB">
        <w:rPr>
          <w:rtl/>
          <w:lang w:bidi="fa-IR"/>
        </w:rPr>
        <w:t xml:space="preserve"> ما از حال او جو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گفتند: از تجّار بغداد است از قسمت اولاد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 را دارد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ناگهان مان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تکه گوشت افتاده است و قدرت حرکت ندارد (به اصطلاح امروز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ها، سکته مغز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است) و هرچه در توان داشته،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خرج نموده است و آن را به لندن و اسرائ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به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بغداد برده و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نگرفته است!؛</w:t>
      </w:r>
      <w:r w:rsidR="00D9777E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او گفته اند: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خوب 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اورا زجر نده، ببر اطاق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خدمتکار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او اختصاص بده تا عمرش به سر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!؛</w:t>
      </w:r>
      <w:r w:rsidR="00D9777E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او</w:t>
      </w:r>
      <w:r w:rsidRPr="00CC78DB">
        <w:rPr>
          <w:rtl/>
          <w:lang w:bidi="fa-IR"/>
        </w:rPr>
        <w:t xml:space="preserve">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را کرده است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کنار سفره،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زن خدمتکار که خدمت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را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آقا تو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آقازاده را به هرجا برد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خرج کرد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نگرفت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اجازه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بکنم!؛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9777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مادر تو هم بگو غرق شونده به هر خس و خاشاک دست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بگو،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آقا خودت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لاعلاج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را به مملکت 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آورند و به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امامان وبزرگان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بندند، چه مانع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تو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را ببر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کوفه به حضرت مسلم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مرد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خواب بوده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شد، بلافاصله صندل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را آماده کرده و بچه را در آن خوابانده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کوفه حرکت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کوفه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به خود گفتم: من که تا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آمده ام ببرم به بزرگ خانواده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دهم و آورده و 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کرده است ما معمولًا هر </w:t>
      </w:r>
      <w:r w:rsidRPr="00CC78DB">
        <w:rPr>
          <w:rtl/>
          <w:lang w:bidi="fa-IR"/>
        </w:rPr>
        <w:lastRenderedPageBreak/>
        <w:t>هفته پنجشنبه ها بعد از ظهر به کربلا</w:t>
      </w:r>
      <w:r w:rsidR="00D9777E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نماز مغرب و عشا را خوانده به نجف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حرم رفته و به منزل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آن هفته هم طبق معمول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 در حرم پس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نماز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ستادم</w:t>
      </w:r>
      <w:r w:rsidRPr="00CC78DB">
        <w:rPr>
          <w:rtl/>
          <w:lang w:bidi="fa-IR"/>
        </w:rPr>
        <w:t xml:space="preserve"> وسط نماز بودم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طرف قبله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که آن جوان به آنجا بسته </w:t>
      </w:r>
      <w:r w:rsidRPr="00CC78DB">
        <w:rPr>
          <w:rFonts w:hint="eastAsia"/>
          <w:rtl/>
          <w:lang w:bidi="fa-IR"/>
        </w:rPr>
        <w:t>شده</w:t>
      </w:r>
      <w:r w:rsidRPr="00CC78DB">
        <w:rPr>
          <w:rtl/>
          <w:lang w:bidi="fa-IR"/>
        </w:rPr>
        <w:t xml:space="preserve"> بود،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داد زن و مرد بلند شد و ضجه و ناله به حرم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زنها 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گفته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تکب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بلند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من با تعجب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آن جوان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تکه گوشت به دور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طواف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مردم لباس تن او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تبرک تکه پاره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تامن از نماز فارغ شوم، جوان را از حرم 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بردند و دور ساختند؛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بعد از نماز از مشروح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جو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شدم و سؤال کردم؟ آنهائ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آنجا بودند گفتند: ما به طور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ناگهان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جوان آن گونه که تمام قد دراز کرده بودند با همان وضع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کنده شد و به شبکه سمت قبله حرم که تا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شش متر فاصله داشت، خورد و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افتاد و بلند شد آن گونه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با تعجب از توجه حضرت، به منزل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رفقاء در مدسه بروجرد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اعجاز صحبت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رفقاء به نام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بهبهان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شوخ طبع بود گفت: بابا چرا گوشم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پدر آن جوان چند روز بود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گوش حضرت زار زار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حضرت لگد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او 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tl/>
          <w:lang w:bidi="fa-IR"/>
        </w:rPr>
        <w:t xml:space="preserve"> که گوشم را نبر بلند شو پسرت را ببر، از قدرت لگد امام بود که تمام قد به شبکه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شش متر با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فاصله داشت، خورد و بلند شد و رفت؛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21132">
      <w:pPr>
        <w:pStyle w:val="Heading1"/>
        <w:rPr>
          <w:rtl/>
          <w:lang w:bidi="fa-IR"/>
        </w:rPr>
      </w:pPr>
      <w:bookmarkStart w:id="12" w:name="_Toc507934443"/>
      <w:r w:rsidRPr="00CC78DB">
        <w:rPr>
          <w:rFonts w:hint="eastAsia"/>
          <w:rtl/>
          <w:lang w:bidi="fa-IR"/>
        </w:rPr>
        <w:lastRenderedPageBreak/>
        <w:t>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bookmarkEnd w:id="1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گفتگو در 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 گفت:</w:t>
      </w: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دوستان</w:t>
      </w:r>
      <w:r w:rsidRPr="00CC78DB">
        <w:rPr>
          <w:rtl/>
          <w:lang w:bidi="fa-IR"/>
        </w:rPr>
        <w:t>!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مسئله خدا پسندانه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کنم،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بادکوبه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داماد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ابوالحسن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421132" w:rsidRPr="00421132">
        <w:rPr>
          <w:rStyle w:val="libAlaemChar"/>
          <w:rtl/>
        </w:rPr>
        <w:t>رضي‌الله‌عنه</w:t>
      </w:r>
      <w:r w:rsidR="00421132" w:rsidRPr="00940AE5">
        <w:rPr>
          <w:rtl/>
        </w:rPr>
        <w:t xml:space="preserve"> </w:t>
      </w:r>
      <w:r w:rsidRPr="00CC78DB">
        <w:rPr>
          <w:rtl/>
          <w:lang w:bidi="fa-IR"/>
        </w:rPr>
        <w:t>را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گفت: او چهار نفر دختر دم بخت دارد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خاطر فقر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را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ما چهار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هر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ما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دخترها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مرد ازدواج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گفته و به گفته او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همان مجلس دختر بزرگ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شگه</w:t>
      </w:r>
      <w:r w:rsidRPr="00CC78DB">
        <w:rPr>
          <w:rtl/>
          <w:lang w:bidi="fa-IR"/>
        </w:rPr>
        <w:t xml:space="preserve"> سوئ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نامزد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و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 بزرگ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منزل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اجاره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تمام شد، حال نوبت من است، از شما چه پنهان، من که آه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بساط ندارم،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و دختر مردم را به خانه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اورم؛</w:t>
      </w: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چون</w:t>
      </w:r>
      <w:r w:rsidRPr="00CC78DB">
        <w:rPr>
          <w:rtl/>
          <w:lang w:bidi="fa-IR"/>
        </w:rPr>
        <w:t xml:space="preserve"> ماه محرم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بود قرار گذاشت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سفر کنم و در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روضه خوانده و برات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دربار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برگردم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حالا باچه پول مسافرت کنم و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خرج سفر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مصلحت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بروم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خ نصراللّه خلخال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سابق الذکر، قرض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بعد از برگشتن پرداخت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هدف به تالار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رفتم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مناصب متعدد و دائم سرش شلوغ بود، به تالار که وارد شدم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فقط بغل دست خود آقا که </w:t>
      </w:r>
      <w:r w:rsidRPr="00CC78DB">
        <w:rPr>
          <w:rtl/>
          <w:lang w:bidi="fa-IR"/>
        </w:rPr>
        <w:lastRenderedPageBreak/>
        <w:t>احتراماً به فاصله نشسته بودن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جا هست، من با کمال پر روئ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راست رفتم و طرف چپ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نشستم،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حرف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بزنم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اظهار مطلب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دست چپش را از آست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پنهان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مخف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آورد و از آست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عبا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داخل کرد و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دست من داد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پول تا دهتان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بلند شدم وبا تعجب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آن هم مانند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قبل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قاً</w:t>
      </w:r>
      <w:r w:rsidRPr="00CC78DB">
        <w:rPr>
          <w:rtl/>
          <w:lang w:bidi="fa-IR"/>
        </w:rPr>
        <w:t xml:space="preserve"> چهارصد تومان آن روز است</w:t>
      </w:r>
      <w:r w:rsidR="0042113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قاً</w:t>
      </w:r>
      <w:r w:rsidRPr="00CC78DB">
        <w:rPr>
          <w:rtl/>
          <w:lang w:bidi="fa-IR"/>
        </w:rPr>
        <w:t xml:space="preserve"> تومان آخرش در گلستان روستا</w:t>
      </w:r>
      <w:r w:rsidRPr="00CC78DB">
        <w:rPr>
          <w:rFonts w:hint="cs"/>
          <w:rtl/>
          <w:lang w:bidi="fa-IR"/>
        </w:rPr>
        <w:t>ی</w:t>
      </w:r>
      <w:r w:rsidR="00421132">
        <w:rPr>
          <w:rtl/>
          <w:lang w:bidi="fa-IR"/>
        </w:rPr>
        <w:t xml:space="preserve"> خودم تمام شد</w:t>
      </w:r>
      <w:r w:rsidR="00421132" w:rsidRPr="00CC78DB">
        <w:rPr>
          <w:rtl/>
          <w:lang w:bidi="fa-IR"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خواننده گرام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مانند مطلب اول در اطراف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هم، درست فکر کن که انسان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خود را به چه مقام و به کجاها برساند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مرد خدائ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رسانده بود از ماف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الضم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مردم باخبر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21132" w:rsidP="004211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507934444"/>
      <w:r w:rsidR="00CC78DB" w:rsidRPr="00CC78DB">
        <w:rPr>
          <w:rFonts w:hint="eastAsia"/>
          <w:rtl/>
          <w:lang w:bidi="fa-IR"/>
        </w:rPr>
        <w:lastRenderedPageBreak/>
        <w:t>دوم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حرکت به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ران</w:t>
      </w:r>
      <w:bookmarkEnd w:id="1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بعد از هشت ماه از حکومت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قاسم، عازم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شدم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منزل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 حصار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و به حرم مطهر مشرّف شده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وداع خوانده و با بدرقه کنندگان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نمودم،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بارها را در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گذاشته، به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</w:t>
      </w:r>
      <w:r w:rsidRPr="00CC78DB">
        <w:rPr>
          <w:rtl/>
          <w:lang w:bidi="fa-IR"/>
        </w:rPr>
        <w:t xml:space="preserve">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در بغداد رفتم که گواه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دانشجوئ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رم،</w:t>
      </w:r>
      <w:r w:rsidRPr="00CC78DB">
        <w:rPr>
          <w:rtl/>
          <w:lang w:bidi="fa-IR"/>
        </w:rPr>
        <w:t xml:space="preserve"> سراغ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اداره را از هرکس گرفتم،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آدرس داشتم،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جواب درد بخور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نداد، چون وضع عراق به خاطر کودتا بهم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و رنگ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گرفته و هنوز سر و سامان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ننموده و به وضع اجانب کاملًا مراقبند مخصوصاً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که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حساب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که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نوپا رنگ کمون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خود گرفته است، اتفاقاً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که به نظر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آمد، کاخ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من نشان داد و گفت: «ذاک اداره الثّقافه الإ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</w:t>
      </w:r>
      <w:r w:rsidRPr="00CC78DB">
        <w:rPr>
          <w:rFonts w:hint="eastAsia"/>
          <w:rtl/>
          <w:lang w:bidi="fa-IR"/>
        </w:rPr>
        <w:t>مش</w:t>
      </w:r>
      <w:r w:rsidRPr="00CC78DB">
        <w:rPr>
          <w:rtl/>
          <w:lang w:bidi="fa-IR"/>
        </w:rPr>
        <w:t xml:space="preserve">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هناک» آنجا اداره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است برو آنجا!؛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آن کاخ وارد شده و از پله ها بالا رفتم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به اطاق مجلّل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شدم و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فرد متشخص روبرو شدم نه زبان عرب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فارس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ونه ترک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بلد بود، برگشته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آمدم که اطراف کاخ را جستجو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که اداره خودمان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کنم به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در محله کرخ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آن سؤال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ناگهان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مچ مرا گرفت وگفت: در جستجو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 گفتم: اداره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را، گفت: مدارک هو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خود را نشان بده، نشان دادم، گفت: بفرمائ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درشکه نگهداشت و گفت: سوار شو، گفتم: کجا؟ گفت: «ال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اداره </w:t>
      </w:r>
      <w:r w:rsidRPr="00CC78DB">
        <w:rPr>
          <w:rtl/>
          <w:lang w:bidi="fa-IR"/>
        </w:rPr>
        <w:lastRenderedPageBreak/>
        <w:t>الأمن العام» به اداره ساواک! گفتم: «لأ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ش»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چه؟ گفت: تو </w:t>
      </w:r>
      <w:r w:rsidRPr="00CC78DB">
        <w:rPr>
          <w:rFonts w:hint="eastAsia"/>
          <w:rtl/>
          <w:lang w:bidi="fa-IR"/>
        </w:rPr>
        <w:t>جاسوس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گفتم: به چه 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ل؟</w:t>
      </w:r>
      <w:r w:rsidRPr="00CC78DB">
        <w:rPr>
          <w:rtl/>
          <w:lang w:bidi="fa-IR"/>
        </w:rPr>
        <w:t>! گفت: من مراقب تو بودم و تو مرتباً به ادارات سرزد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دستت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کاغذ پاره گرفته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آدرس است مخصوصاً آن کاخ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رفت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سفارت شورو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به همه 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سر 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 پاسخگو باش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حات</w:t>
      </w:r>
      <w:r w:rsidRPr="00CC78DB">
        <w:rPr>
          <w:rtl/>
          <w:lang w:bidi="fa-IR"/>
        </w:rPr>
        <w:t xml:space="preserve"> لازم را بده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زور مرا ب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درشکه سوار کرد و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بعد از ظهر بود که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اداره نبود، و مرا بازداشت نمودند، من داد و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راه انداختم و در گذرنامه مهر خروج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پروانه خروج از کشور عراق را نشان دادم و قبول نکردند، بالأخره به خانه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زنگ زدند «أ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الرّئ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انّ شاباً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اً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لباس المؤمن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ورد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سفاره الجماه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الشّورو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ظهر</w:t>
      </w:r>
      <w:r w:rsidRPr="00CC78DB">
        <w:rPr>
          <w:rtl/>
          <w:lang w:bidi="fa-IR"/>
        </w:rPr>
        <w:t xml:space="preserve"> بأنّه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فحص</w:t>
      </w:r>
      <w:r w:rsidRPr="00CC78DB">
        <w:rPr>
          <w:rtl/>
          <w:lang w:bidi="fa-IR"/>
        </w:rPr>
        <w:t xml:space="preserve"> عن اداره الثّقافه الإ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جوان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بالباس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سفارت جماه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شورو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شد و به جاهائ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سرزد و اظهار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که اداره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را، جستجو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کند</w:t>
      </w:r>
      <w:r w:rsidRPr="00CC78DB">
        <w:rPr>
          <w:rtl/>
          <w:lang w:bidi="fa-IR"/>
        </w:rPr>
        <w:t>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دستور داد مرا بازجوئ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مدارکم را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نند،</w:t>
      </w:r>
      <w:r w:rsidRPr="00CC78DB">
        <w:rPr>
          <w:rtl/>
          <w:lang w:bidi="fa-IR"/>
        </w:rPr>
        <w:t xml:space="preserve"> درد سرتان ندهم با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 و ج مرا رها ساخته و اداره 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را به من نشان دادند، اتفاقاً در آن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هم بوده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استراحت کوتاه و اخذ مدارک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برگشته و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کردم، در خانق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تمام کتابها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نمودند و اتفاقاً در لابلا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«جماعه العلماء» که بر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دولت </w:t>
      </w:r>
      <w:r w:rsidRPr="00CC78DB">
        <w:rPr>
          <w:rtl/>
          <w:lang w:bidi="fa-IR"/>
        </w:rPr>
        <w:lastRenderedPageBreak/>
        <w:t>چاپ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توق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فش</w:t>
      </w:r>
      <w:r w:rsidRPr="00CC78DB">
        <w:rPr>
          <w:rtl/>
          <w:lang w:bidi="fa-IR"/>
        </w:rPr>
        <w:t xml:space="preserve"> کردند، وجود داشت اما آنها را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حاش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کتاب ها مطالب</w:t>
      </w: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نوشته بودم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خلاصه از آن خطر هم 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مرز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آن مح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خفقان آور نجات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</w:t>
      </w:r>
      <w:r w:rsidRPr="00CC78DB">
        <w:rPr>
          <w:rtl/>
          <w:lang w:bidi="fa-IR"/>
        </w:rPr>
        <w:t xml:space="preserve"> و نفس 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را در کرمانشاه به سر برده فردا عازم تهران شدم و خدا را شکر به سلامت وارد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تخت</w:t>
      </w:r>
      <w:r w:rsidRPr="00CC78DB">
        <w:rPr>
          <w:rtl/>
          <w:lang w:bidi="fa-IR"/>
        </w:rPr>
        <w:t xml:space="preserve"> کشور خودمان شدم، و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دوره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 ماجرا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پس از پنج سال زحمات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نجف،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رنگ نوو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خود گرفت، پس از توقف کوتاه در تهران، عازم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گلستان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مانند سفر اول که از «ن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ر»</w:t>
      </w:r>
      <w:r w:rsidRPr="00CC78DB">
        <w:rPr>
          <w:rtl/>
          <w:lang w:bidi="fa-IR"/>
        </w:rPr>
        <w:t xml:space="preserve"> آمده بودم،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دفعه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با استقبال پر شور و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متعدد، با حضور رفقائ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مانند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پور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التفات صولت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الله عبدالله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که در آن چشم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گشوده ام، البته به ظاهر راحت شدم، اما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دانستم چه حوادث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سرنوشت وحشتناک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انتظار من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21132" w:rsidP="004211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507934445"/>
      <w:r w:rsidR="00CC78DB" w:rsidRPr="00CC78DB">
        <w:rPr>
          <w:rFonts w:hint="eastAsia"/>
          <w:rtl/>
          <w:lang w:bidi="fa-IR"/>
        </w:rPr>
        <w:lastRenderedPageBreak/>
        <w:t>آغاز</w:t>
      </w:r>
      <w:r w:rsidR="00CC78DB" w:rsidRPr="00CC78DB">
        <w:rPr>
          <w:rtl/>
          <w:lang w:bidi="fa-IR"/>
        </w:rPr>
        <w:t xml:space="preserve"> فصل نو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bookmarkEnd w:id="1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در آن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گشوده ام،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واقع در دامنه دو کوه کوچک به نام «سنگر داغ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و «قوروقچ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باب بالا خانه گل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هفت باب عمارت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باب ها خانه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نمناک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در سمت شر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 قرار گرفته است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درگذشت پدر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11/ 5/ 1361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داداش کوچکم حسن آن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نوساز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بود که در اثر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رانگر</w:t>
      </w:r>
      <w:r w:rsidRPr="00CC78DB">
        <w:rPr>
          <w:rtl/>
          <w:lang w:bidi="fa-IR"/>
        </w:rPr>
        <w:t xml:space="preserve"> 10/ 12/ 1375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112 بخش و روستا را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صد تا صد در صد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کرد و گلستان هم از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شدگان صد در صد بود، خانه ها و نشانه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از</w:t>
      </w:r>
      <w:r w:rsidR="00421132">
        <w:rPr>
          <w:rtl/>
          <w:lang w:bidi="fa-IR"/>
        </w:rPr>
        <w:t xml:space="preserve"> صفحه روزگار، محو و نابو</w:t>
      </w:r>
      <w:r w:rsidR="00421132">
        <w:rPr>
          <w:rFonts w:hint="cs"/>
          <w:rtl/>
          <w:lang w:bidi="fa-IR"/>
        </w:rPr>
        <w:t xml:space="preserve">د </w:t>
      </w:r>
      <w:r w:rsidRPr="00CC78DB">
        <w:rPr>
          <w:rFonts w:hint="eastAsia"/>
          <w:rtl/>
          <w:lang w:bidi="fa-IR"/>
        </w:rPr>
        <w:t>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بعدها محل روستا را از داخل درهّ به محل فعل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انتقال دادند.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211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بالاخانه ها دراز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ام، مادر کنار رختخوابم نشسته، آهسته آهسته، به گوشم زمزمه ازدواج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پدر به او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داده است که حتماً ازدواج کردن و متأهل شدن را، به من بقبولاند،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متوجه شده است که من در صدد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مبلغ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پول و برگشت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نجف و ازدواج با نوه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421132" w:rsidRPr="00421132">
        <w:rPr>
          <w:rStyle w:val="libAlaemChar"/>
          <w:rtl/>
        </w:rPr>
        <w:t>رضي‌الله‌عنه</w:t>
      </w:r>
      <w:r w:rsidR="00421132" w:rsidRPr="00940AE5">
        <w:rPr>
          <w:rtl/>
        </w:rPr>
        <w:t xml:space="preserve"> </w:t>
      </w:r>
      <w:r w:rsidRPr="00CC78DB">
        <w:rPr>
          <w:rtl/>
          <w:lang w:bidi="fa-IR"/>
        </w:rPr>
        <w:t>هستم و در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درد فراق را به دل آنها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نشانم،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اصرار دارد هرچه زودتر، با تأهل، دست و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ببندد و به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بکشد!!.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مادر</w:t>
      </w:r>
      <w:r w:rsidRPr="00CC78DB">
        <w:rPr>
          <w:rtl/>
          <w:lang w:bidi="fa-IR"/>
        </w:rPr>
        <w:t xml:space="preserve"> واقعاً مهربان و فداکارم، با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و دقت کامل، راه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رفتن</w:t>
      </w:r>
      <w:r w:rsidRPr="00CC78DB">
        <w:rPr>
          <w:rtl/>
          <w:lang w:bidi="fa-IR"/>
        </w:rPr>
        <w:t xml:space="preserve"> مرا هموار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سازد،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او هم به مراتب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پدر نگران من و ناراحت برگشتن من به نجف است، تا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پدر به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 بدون رو در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پرده خودش وارد مذاکره شد و متقاعد </w:t>
      </w:r>
      <w:r w:rsidRPr="00CC78DB">
        <w:rPr>
          <w:rFonts w:hint="eastAsia"/>
          <w:rtl/>
          <w:lang w:bidi="fa-IR"/>
        </w:rPr>
        <w:t>ساختن</w:t>
      </w:r>
      <w:r w:rsidRPr="00CC78DB">
        <w:rPr>
          <w:rtl/>
          <w:lang w:bidi="fa-IR"/>
        </w:rPr>
        <w:t xml:space="preserve"> مرا به عهده گرفت؛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اصرار</w:t>
      </w:r>
      <w:r w:rsidRPr="00CC78DB">
        <w:rPr>
          <w:rtl/>
          <w:lang w:bidi="fa-IR"/>
        </w:rPr>
        <w:t xml:space="preserve"> پدر، مرا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هدف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آماده ساخت پدر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421132">
        <w:rPr>
          <w:rStyle w:val="libFootnotenumChar"/>
          <w:rtl/>
        </w:rPr>
        <w:t xml:space="preserve"> (1)</w:t>
      </w:r>
      <w:r w:rsidRPr="00CC78DB">
        <w:rPr>
          <w:rtl/>
          <w:lang w:bidi="fa-IR"/>
        </w:rPr>
        <w:t xml:space="preserve"> عالم زاهد و پاک و موجّه و سالک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به نام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«عل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421132">
        <w:rPr>
          <w:rStyle w:val="libFootnotenumChar"/>
          <w:rtl/>
        </w:rPr>
        <w:t xml:space="preserve">(2) </w:t>
      </w:r>
      <w:r w:rsidRPr="00CC78DB">
        <w:rPr>
          <w:rtl/>
          <w:lang w:bidi="fa-IR"/>
        </w:rPr>
        <w:t>و از شاگردان علامه بزرگوار استادالفقهاء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نجف اشرف و از هم دوره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عظام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</w:t>
      </w:r>
    </w:p>
    <w:p w:rsidR="00CC78DB" w:rsidRPr="0005462D" w:rsidRDefault="0005462D" w:rsidP="0005462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.______________________________________________</w:t>
      </w:r>
    </w:p>
    <w:p w:rsidR="00CC78DB" w:rsidRPr="00CC78DB" w:rsidRDefault="00CC78DB" w:rsidP="004211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( 1)-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«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فعل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مناطق خوش آب و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کشور و هرسال محل تردد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ها مسافر و جهانگرد داخل و خارج کشور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 به سرعت رو به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گذاشته است.</w:t>
      </w:r>
    </w:p>
    <w:p w:rsidR="00CC78DB" w:rsidRPr="00CC78DB" w:rsidRDefault="00CC78DB" w:rsidP="004211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10/ 12/ 1360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وفات نمود و در قبرستان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خاک سپرده شدرحمه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421132" w:rsidP="0042113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خوئ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محسن حک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بود، و از زمره علمائ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بود که شبها را با عبادت و قر</w:t>
      </w:r>
      <w:r>
        <w:rPr>
          <w:rFonts w:hint="cs"/>
          <w:rtl/>
          <w:lang w:bidi="fa-IR"/>
        </w:rPr>
        <w:t>آ</w:t>
      </w:r>
      <w:r w:rsidR="00CC78DB" w:rsidRPr="00CC78DB">
        <w:rPr>
          <w:rtl/>
          <w:lang w:bidi="fa-IR"/>
        </w:rPr>
        <w:t>ن خوان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مناجات، به صبح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رسان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و پدرم با او عقد اخوّت داشت و به خانه ما رفت و آمد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 و به او احترام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شتر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نمود و اگر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گفتند: امام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زدهم</w:t>
      </w:r>
      <w:r w:rsidR="00CC78DB" w:rsidRPr="00CC78DB">
        <w:rPr>
          <w:rtl/>
          <w:lang w:bidi="fa-IR"/>
        </w:rPr>
        <w:t xml:space="preserve"> وجود دارد، پدر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گفت: او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است!!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داشتند،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پدر ازدواج با آن دختر بود،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نظر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شدم و اعلام موافقت کردم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خود پدر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صله</w:t>
      </w:r>
      <w:r w:rsidRPr="00CC78DB">
        <w:rPr>
          <w:rtl/>
          <w:lang w:bidi="fa-IR"/>
        </w:rPr>
        <w:t xml:space="preserve"> دادن به کارها، شخصاً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به اطلاع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سفر اول که من از نجف اشرف آمده بودم، همچون قرار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برادر بوده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عصر</w:t>
      </w:r>
      <w:r w:rsidRPr="00CC78DB">
        <w:rPr>
          <w:rtl/>
          <w:lang w:bidi="fa-IR"/>
        </w:rPr>
        <w:t xml:space="preserve"> همان روز پدر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 و فرمود: فردا خودت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ماً</w:t>
      </w:r>
      <w:r w:rsidRPr="00CC78DB">
        <w:rPr>
          <w:rtl/>
          <w:lang w:bidi="fa-IR"/>
        </w:rPr>
        <w:t xml:space="preserve"> با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وارد مذاکره شو و صحبت نما، فردا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من عازم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شدم و خانم خدمتکار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داشتند به نام «سار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 ننه»</w:t>
      </w:r>
      <w:r w:rsidRPr="00421132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هستم گفت: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درخانه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آ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خود را معرف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با اجازه حرمسرا، فوراً در اطاق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را باز کرد و مرا راهنما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نمود و چا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آورد و بعد رشته پلو به سفره گذاشته شد و پس از صرف غذا،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پرده سر سخن را باز کرد و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عاً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سر اصل مطلب و 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 و فرمود: من خودم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باره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نجف اشرف فرستاده بودم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جواب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نکردم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کردم شما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</w:p>
    <w:p w:rsidR="00CC78DB" w:rsidRPr="0005462D" w:rsidRDefault="0005462D" w:rsidP="0005462D">
      <w:pPr>
        <w:pStyle w:val="libLine"/>
        <w:rPr>
          <w:rtl/>
        </w:rPr>
      </w:pPr>
      <w:r>
        <w:rPr>
          <w:rFonts w:hint="cs"/>
          <w:rtl/>
          <w:lang w:bidi="fa-IR"/>
        </w:rPr>
        <w:t>__________________________________________</w:t>
      </w:r>
    </w:p>
    <w:p w:rsidR="00CC78DB" w:rsidRDefault="00CC78DB" w:rsidP="004211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به رحمت خدا رفته است و زحمات بزرگ کردن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مرا، مانند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مادر مهربان، متحمل شد مخصوصاً در بزرگ نمودن پسرم«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که علاقه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به او داشت و در پشت و گردن خود، نشو ونما داد، من هرشب درقنوت نماز شب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ارتگاهها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او را دعا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خد</w:t>
      </w:r>
      <w:r w:rsidRPr="00CC78DB">
        <w:rPr>
          <w:rFonts w:hint="eastAsia"/>
          <w:rtl/>
          <w:lang w:bidi="fa-IR"/>
        </w:rPr>
        <w:t>اوند</w:t>
      </w:r>
      <w:r w:rsidRPr="00CC78DB">
        <w:rPr>
          <w:rtl/>
          <w:lang w:bidi="fa-IR"/>
        </w:rPr>
        <w:t xml:space="preserve">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 خود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421132" w:rsidP="0042113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وصلت</w:t>
      </w:r>
      <w:r w:rsidR="00CC78DB" w:rsidRPr="00CC78DB">
        <w:rPr>
          <w:rtl/>
          <w:lang w:bidi="fa-IR"/>
        </w:rPr>
        <w:t xml:space="preserve"> راض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بد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نجهت</w:t>
      </w:r>
      <w:r w:rsidR="00CC78DB" w:rsidRPr="00CC78DB">
        <w:rPr>
          <w:rtl/>
          <w:lang w:bidi="fa-IR"/>
        </w:rPr>
        <w:t xml:space="preserve"> خواستم با خود شما مستق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ماً</w:t>
      </w:r>
      <w:r w:rsidR="00CC78DB" w:rsidRPr="00CC78DB">
        <w:rPr>
          <w:rtl/>
          <w:lang w:bidi="fa-IR"/>
        </w:rPr>
        <w:t xml:space="preserve"> صحبت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!!.</w:t>
      </w:r>
      <w:r w:rsidR="00CC78DB" w:rsidRPr="00421132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مذاکرات لازم، قرار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 فردا ما از گلستان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ماجرا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عصر</w:t>
      </w:r>
      <w:r w:rsidRPr="00CC78DB">
        <w:rPr>
          <w:rtl/>
          <w:lang w:bidi="fa-IR"/>
        </w:rPr>
        <w:t xml:space="preserve"> به گلستان برگشته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به اطلاع پدر رساندم، او هم باخوشروئ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استقبال نمود، فردا هنگام حرکت فرمود: مصلحت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خودت تنها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اگر لازم بود ماهم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آماده حرکت بودم که خبر آوردند زن جوان دائ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وفات کرد، دود از کله ام بالا رفت که اول کار با چه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روبرو شدم، م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را با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خاک سپرد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آنجا که همه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کار من بودند، گفتند: چون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با خانواده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و در آنجا منتظر است، شما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از وفات زن 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مطلع کرده با عذر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به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مو</w:t>
      </w:r>
      <w:r w:rsidRPr="00CC78DB">
        <w:rPr>
          <w:rFonts w:hint="eastAsia"/>
          <w:rtl/>
          <w:lang w:bidi="fa-IR"/>
        </w:rPr>
        <w:t>کول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 عصر برگرد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پس از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افتن</w:t>
      </w:r>
      <w:r w:rsidRPr="00CC78DB">
        <w:rPr>
          <w:rtl/>
          <w:lang w:bidi="fa-IR"/>
        </w:rPr>
        <w:t xml:space="preserve"> مجالس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زن دائ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باز به کار اقدام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عاقلانه و مورد پسند بود؛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صلاحد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رفتم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را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امر قرار دادم و پس از گذشت چند روز.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ED1A17" w:rsidP="00ED1A1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507934446"/>
      <w:r w:rsidR="00CC78DB" w:rsidRPr="00CC78DB">
        <w:rPr>
          <w:rFonts w:hint="eastAsia"/>
          <w:rtl/>
          <w:lang w:bidi="fa-IR"/>
        </w:rPr>
        <w:lastRenderedPageBreak/>
        <w:t>مجلس</w:t>
      </w:r>
      <w:r w:rsidR="00CC78DB" w:rsidRPr="00CC78DB">
        <w:rPr>
          <w:rtl/>
          <w:lang w:bidi="fa-IR"/>
        </w:rPr>
        <w:t xml:space="preserve"> عقد خوان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خوران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>!!</w:t>
      </w:r>
      <w:bookmarkEnd w:id="1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عنوان</w:t>
      </w:r>
      <w:r w:rsidRPr="00CC78DB">
        <w:rPr>
          <w:rtl/>
          <w:lang w:bidi="fa-IR"/>
        </w:rPr>
        <w:t xml:space="preserve"> بالا چه قدر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نشاط آور و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و هرکس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دوران عمر، همچون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انتظار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بار اتفاق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افتد،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دو سوم عمر، ارتباط دارد و دوران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 (خوب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بد) بوده و زمان</w:t>
      </w:r>
    </w:p>
    <w:p w:rsidR="00CC78DB" w:rsidRPr="00CC78DB" w:rsidRDefault="0090457B" w:rsidP="0090457B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CC78DB" w:rsidRPr="00CC78DB" w:rsidRDefault="00CC78DB" w:rsidP="0090457B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البته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دست من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و گرنه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پاسخ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گذاشتم.</w:t>
      </w:r>
    </w:p>
    <w:p w:rsidR="00CC78DB" w:rsidRPr="00CC78DB" w:rsidRDefault="0090457B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نان و نمک همچون مجلس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 خواهند خورد!!.</w:t>
      </w:r>
    </w:p>
    <w:p w:rsidR="00CC78DB" w:rsidRPr="00CC78DB" w:rsidRDefault="0090457B" w:rsidP="0090457B">
      <w:pPr>
        <w:pStyle w:val="libNormal"/>
        <w:rPr>
          <w:rtl/>
          <w:lang w:bidi="fa-IR"/>
        </w:rPr>
      </w:pPr>
      <w:r>
        <w:rPr>
          <w:lang w:bidi="fa-IR"/>
        </w:rPr>
        <w:t>.</w:t>
      </w:r>
      <w:r w:rsidR="00CC78DB" w:rsidRPr="00CC78DB">
        <w:rPr>
          <w:rFonts w:hint="eastAsia"/>
          <w:rtl/>
          <w:lang w:bidi="fa-IR"/>
        </w:rPr>
        <w:t>در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مجلس است که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وند</w:t>
      </w:r>
      <w:r w:rsidR="00CC78DB" w:rsidRPr="00CC78DB">
        <w:rPr>
          <w:rtl/>
          <w:lang w:bidi="fa-IR"/>
        </w:rPr>
        <w:t xml:space="preserve"> زناشوئ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دو جوان و دو انسان، به هم گره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خورد و بسته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شود،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نبا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در آرزو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چن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انتظار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روز را کش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فصل نو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رهگذر شروع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شود و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نده</w:t>
      </w:r>
      <w:r w:rsidR="00CC78DB" w:rsidRPr="00CC78DB">
        <w:rPr>
          <w:rtl/>
          <w:lang w:bidi="fa-IR"/>
        </w:rPr>
        <w:t xml:space="preserve"> هر انسان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(زن و مرد) با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شامدن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روز رقم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خورد و مرتبط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گردد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نبا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شاد و خرّم شد؟!!؛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1338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مز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شخص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و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طرف پدر، پخش شد (علماء و 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شهر در حدود صد و چند نفر) دعوت شدند،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داماد و پدر عروس را،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بخواند و ازخود براند؟!!؛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ظهر مدعوّ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حضور بهم</w:t>
      </w:r>
      <w:r w:rsidR="0090457B">
        <w:rPr>
          <w:lang w:bidi="fa-IR"/>
        </w:rPr>
        <w:t xml:space="preserve"> </w:t>
      </w:r>
      <w:r w:rsidRPr="00CC78DB">
        <w:rPr>
          <w:rtl/>
          <w:lang w:bidi="fa-IR"/>
        </w:rPr>
        <w:t>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الوان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کاکائو و 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 رنگ به مجلس، رونق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 و معرّف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(آقا داماد) به حضّار، مجلس را گرمتر کرده است، چون خواسته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پدرخانمم)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عقد</w:t>
      </w:r>
      <w:r w:rsidR="0090457B">
        <w:rPr>
          <w:rFonts w:hint="cs"/>
          <w:rtl/>
          <w:lang w:bidi="fa-IR"/>
        </w:rPr>
        <w:t xml:space="preserve"> به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دو عالم بزرگوار شهر خوانده شد و در دفتر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عالم سردفتر، به ثبت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مشغول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غرق در سرورند،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غروب آفتاب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دعوت شدگان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حضور در نماز جماعت مغرب و عشاء با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متفرق و مجلس را ترک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کنند؛</w:t>
      </w:r>
    </w:p>
    <w:p w:rsidR="00CC78DB" w:rsidRPr="00CC78DB" w:rsidRDefault="00CC78DB" w:rsidP="0090457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بشقاب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فنجان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رآلود</w:t>
      </w:r>
      <w:r w:rsidRPr="00CC78DB">
        <w:rPr>
          <w:rtl/>
          <w:lang w:bidi="fa-IR"/>
        </w:rPr>
        <w:t xml:space="preserve"> و کاکائو دار جمع شد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خروشان سماور به خاموش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پس از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ملاقات فردا، از من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و چراغها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رنگا رنگ و الوان با زدن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دکمه، به رخ خود نقاب زد و مجلس جشن و سرور به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مطلق، فرو رفت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محفل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  <w:r w:rsidR="0090457B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نشاط</w:t>
      </w:r>
      <w:r w:rsidRPr="00CC78DB">
        <w:rPr>
          <w:rtl/>
          <w:lang w:bidi="fa-IR"/>
        </w:rPr>
        <w:t xml:space="preserve">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عقد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عمر آرزو و انتظار پدر و مادر و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(چون من آن زمان تنها فرزند ذکور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بزرگ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بودم)،</w:t>
      </w:r>
      <w:r w:rsidRPr="0090457B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برچ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 و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«قربان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عروس»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چند</w:t>
      </w:r>
      <w:r w:rsidRPr="00CC78DB">
        <w:rPr>
          <w:rtl/>
          <w:lang w:bidi="fa-IR"/>
        </w:rPr>
        <w:t xml:space="preserve"> روز بعد با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قربان دهم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درست ده روز بعد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هاکه (مختصر از مطول نوشتم!!)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زوجها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خوشبخت با گلوبندها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رنگارنگ، با قوط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خوشمزه از 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دامادها، به 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عروس خانم ها توأم با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</w:t>
      </w:r>
      <w:r w:rsidRPr="00CC78DB">
        <w:rPr>
          <w:rFonts w:hint="eastAsia"/>
          <w:rtl/>
          <w:lang w:bidi="fa-IR"/>
        </w:rPr>
        <w:t>حرکتند،</w:t>
      </w:r>
      <w:r w:rsidRPr="00CC78DB">
        <w:rPr>
          <w:rtl/>
          <w:lang w:bidi="fa-IR"/>
        </w:rPr>
        <w:t xml:space="preserve"> به محض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تحفه ها به خانه عروس، فک و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عروس با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خرّم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خوش آمد گوئ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دور مهمان 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قوط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با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و قاه قاه خود،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عروس را پر از عطر خوش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عروس را در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تبار، سر بلند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اصولًا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عروس ما هم!!، حد اقل با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معمول فرستاده شود و موجبات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غرور او را فراهم ساخته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آرزوها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دل او کاشته شود، پدر با در دست گرفتن مهار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مادر با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لباسها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 و </w:t>
      </w:r>
      <w:r w:rsidRPr="00CC78DB">
        <w:rPr>
          <w:rtl/>
          <w:lang w:bidi="fa-IR"/>
        </w:rPr>
        <w:lastRenderedPageBreak/>
        <w:t>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باکف زدن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احساسات درون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استقبال دوست داران خانواده عروس (من و عروس)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زوج جوان را سربلند نموده و در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ما مخصوصاً در ماه عسل مثمر ثمر و اثر خواهد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!!؛</w:t>
      </w:r>
    </w:p>
    <w:p w:rsidR="00CC78DB" w:rsidRPr="0090457B" w:rsidRDefault="0090457B" w:rsidP="009045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C78DB" w:rsidRPr="00CC78DB" w:rsidRDefault="00CC78DB" w:rsidP="0090457B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احمد برادر جوانمرگم در آن زمان تازه چهار دست و پا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و برادر کوچکم حسن هم درسال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آمد.</w:t>
      </w:r>
    </w:p>
    <w:p w:rsidR="00CC78DB" w:rsidRPr="00CC78DB" w:rsidRDefault="0090457B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ناگهان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شاد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آور ومسرّت بخش!!، از در وارد و رو به پدر و مادرم نمود و گفت: خانواده عروس دستور فرمودند: کسان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قربان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عروس 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آورند، با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شال سرخ پر 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مت</w:t>
      </w:r>
      <w:r w:rsidR="00CC78DB" w:rsidRPr="00CC78DB">
        <w:rPr>
          <w:rtl/>
          <w:lang w:bidi="fa-IR"/>
        </w:rPr>
        <w:t xml:space="preserve"> به گردن قربان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خته</w:t>
      </w:r>
      <w:r w:rsidR="00CC78DB" w:rsidRPr="00CC78DB">
        <w:rPr>
          <w:rtl/>
          <w:lang w:bidi="fa-IR"/>
        </w:rPr>
        <w:t xml:space="preserve"> با غرور تمام از جلو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چشم زن و مرد اهال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گذشته و موقرانه، به خانه </w:t>
      </w:r>
      <w:r w:rsidR="00CC78DB" w:rsidRPr="00CC78DB">
        <w:rPr>
          <w:rFonts w:hint="eastAsia"/>
          <w:rtl/>
          <w:lang w:bidi="fa-IR"/>
        </w:rPr>
        <w:t>ما</w:t>
      </w:r>
      <w:r w:rsidR="00CC78DB" w:rsidRPr="00CC78DB">
        <w:rPr>
          <w:rtl/>
          <w:lang w:bidi="fa-IR"/>
        </w:rPr>
        <w:t xml:space="preserve"> وارد شوند، در غ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صورت 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سرافکندگ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اندوه ما و سبب شاد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دشمنان و بد خواهان، خواهد شد،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چند</w:t>
      </w:r>
      <w:r w:rsidRPr="00CC78DB">
        <w:rPr>
          <w:rtl/>
          <w:lang w:bidi="fa-IR"/>
        </w:rPr>
        <w:t xml:space="preserve"> نفر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و بزرگان محل، پدر را متقاعد کردند که،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عروس را با شرا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مذکور،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به خانه عروس، بفرستد و پدر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را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سوگوار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سالار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حضرت اباعبداللّه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أصحابه، آلاف التّح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الثّنا،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 و آمد متوقف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 با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ماه صفر و ورود ماه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الأوّل، ماه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دالزّهراء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و به تخت امامت نشستن 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اما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ف،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 زمزمه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آوردن عروس، توسط مادر و اقوام گوش پدر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نوازد،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90457B" w:rsidP="0090457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507934447"/>
      <w:r w:rsidR="00CC78DB" w:rsidRPr="00CC78DB">
        <w:rPr>
          <w:rFonts w:hint="eastAsia"/>
          <w:rtl/>
          <w:lang w:bidi="fa-IR"/>
        </w:rPr>
        <w:lastRenderedPageBreak/>
        <w:t>روز</w:t>
      </w:r>
      <w:r w:rsidR="00CC78DB" w:rsidRPr="00CC78DB">
        <w:rPr>
          <w:rtl/>
          <w:lang w:bidi="fa-IR"/>
        </w:rPr>
        <w:t xml:space="preserve"> نهم رب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</w:t>
      </w:r>
      <w:r w:rsidR="00CC78DB" w:rsidRPr="00CC78DB">
        <w:rPr>
          <w:rtl/>
          <w:lang w:bidi="fa-IR"/>
        </w:rPr>
        <w:t xml:space="preserve"> الأول روز پا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آرزوها</w:t>
      </w:r>
      <w:bookmarkEnd w:id="1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طبق</w:t>
      </w:r>
      <w:r w:rsidRPr="00CC78DB">
        <w:rPr>
          <w:rtl/>
          <w:lang w:bidi="fa-IR"/>
        </w:rPr>
        <w:t xml:space="preserve"> قرار داد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روز نهم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الأول همان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به امامت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روز به درک رفتن عمر، روز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انتظارها بود،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هفتم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مخارج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شهر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پس از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لوازم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گلستان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نهم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الأول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روز نهم رفقا و مهمانان متفرق شدند و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برگشتند.</w:t>
      </w:r>
    </w:p>
    <w:p w:rsidR="00CC78DB" w:rsidRPr="00CC78DB" w:rsidRDefault="00CC78DB" w:rsidP="0090457B">
      <w:pPr>
        <w:pStyle w:val="Heading1"/>
        <w:rPr>
          <w:rtl/>
          <w:lang w:bidi="fa-IR"/>
        </w:rPr>
      </w:pPr>
      <w:bookmarkStart w:id="17" w:name="_Toc507934448"/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خاک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وطن چشم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پوشم</w:t>
      </w:r>
      <w:bookmarkEnd w:id="1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نُه ماه تمام با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تأمل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</w:t>
      </w:r>
      <w:r w:rsidRPr="00CC78DB">
        <w:rPr>
          <w:rtl/>
          <w:lang w:bidi="fa-IR"/>
        </w:rPr>
        <w:t xml:space="preserve"> که خاک گلستان،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آن چشم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گشوده ام و دوران بچه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با خاطرات تلخ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در آن گذرانده ام و هرچه باشد وطن مادر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زادگاهم است،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ماندن و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من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ادامه درس و بحث </w:t>
      </w:r>
      <w:r w:rsidRPr="00CC78DB">
        <w:rPr>
          <w:rFonts w:hint="eastAsia"/>
          <w:rtl/>
          <w:lang w:bidi="fa-IR"/>
        </w:rPr>
        <w:t>دارم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به سرعت از آنجا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مراکز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حد اقل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منتقل شوم.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90457B" w:rsidP="0090457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507934449"/>
      <w:r w:rsidR="00CC78DB" w:rsidRPr="00CC78DB">
        <w:rPr>
          <w:rFonts w:hint="eastAsia"/>
          <w:rtl/>
          <w:lang w:bidi="fa-IR"/>
        </w:rPr>
        <w:lastRenderedPageBreak/>
        <w:t>سنگر</w:t>
      </w:r>
      <w:r w:rsidR="00CC78DB" w:rsidRPr="00CC78DB">
        <w:rPr>
          <w:rtl/>
          <w:lang w:bidi="fa-IR"/>
        </w:rPr>
        <w:t xml:space="preserve"> داغ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شه</w:t>
      </w:r>
      <w:r w:rsidR="00CC78DB" w:rsidRPr="00CC78DB">
        <w:rPr>
          <w:rtl/>
          <w:lang w:bidi="fa-IR"/>
        </w:rPr>
        <w:t xml:space="preserve"> خدا حافظ!</w:t>
      </w:r>
      <w:bookmarkEnd w:id="1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کوه</w:t>
      </w:r>
      <w:r w:rsidRPr="00CC78DB">
        <w:rPr>
          <w:rtl/>
          <w:lang w:bidi="fa-IR"/>
        </w:rPr>
        <w:t xml:space="preserve"> سنگر از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الأ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برج دفاع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سنگر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بود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مرور زمان و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کشور و در اثر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آن، رو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 و آن زمان ها که مردم به آن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داشتند آباد و سرپا بود و مردم را از حملات و هجوم اشرار و خان خان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نجات داده بود و درست در</w:t>
      </w:r>
      <w:r w:rsidRPr="00CC78DB">
        <w:rPr>
          <w:rFonts w:hint="eastAsia"/>
          <w:rtl/>
          <w:lang w:bidi="fa-IR"/>
        </w:rPr>
        <w:t>دامنه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کوه، خانه پدر واقع شده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کم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وطن، از نظرم ناپد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از دشت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سبز و خرم گلستان،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رهسپارم، عروس را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فرستادم تا من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سر وسامان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رفتم اما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مادر فداکار که همه وجودش را سپر 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ساخته بود،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غم، ماند مادر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همه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ش،</w:t>
      </w:r>
      <w:r w:rsidRPr="00CC78DB">
        <w:rPr>
          <w:rtl/>
          <w:lang w:bidi="fa-IR"/>
        </w:rPr>
        <w:t xml:space="preserve"> به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اف بر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روز خاک وطن را، بدرود گفته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سه روز طول نکش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تصوّرات گوناگون، افکار متغ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الات</w:t>
      </w:r>
      <w:r w:rsidRPr="00CC78DB">
        <w:rPr>
          <w:rtl/>
          <w:lang w:bidi="fa-IR"/>
        </w:rPr>
        <w:t xml:space="preserve"> وارونه، وادارم نمود تا پشت سر عروس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 و از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ورودش به خانه پدرش، اطلاع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15 شوال 1379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برابر با 17/ 6/ 1339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و وارد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شدم چون پدر خانم عازم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الحرام بود و به محرم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داشت که تابرگشتنش، از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خانه او، مواظبت و مراقبت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مادر</w:t>
      </w:r>
      <w:r w:rsidRPr="00CC78DB">
        <w:rPr>
          <w:rtl/>
          <w:lang w:bidi="fa-IR"/>
        </w:rPr>
        <w:t xml:space="preserve"> زن با محبت و مهربان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خود، به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ما، گرم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گشاده روئ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دلگرم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90457B" w:rsidP="0090457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507934450"/>
      <w:r w:rsidR="00CC78DB" w:rsidRPr="00CC78DB">
        <w:rPr>
          <w:rFonts w:hint="eastAsia"/>
          <w:rtl/>
          <w:lang w:bidi="fa-IR"/>
        </w:rPr>
        <w:lastRenderedPageBreak/>
        <w:t>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>- خاطرات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چهارده ساله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ن،</w:t>
      </w:r>
      <w:r w:rsidR="00CC78DB" w:rsidRPr="00CC78DB">
        <w:rPr>
          <w:rtl/>
          <w:lang w:bidi="fa-IR"/>
        </w:rPr>
        <w:t xml:space="preserve"> شروع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شود</w:t>
      </w:r>
      <w:bookmarkEnd w:id="1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1339 ببعد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ورود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15 شوال 1379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برابر با 17/ 6/ 1339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نام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«سرق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است، محل خوش آب و هوا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مناظر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آب گرم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مردم مهمان نواز دارد 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مردم کشور آنجا 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نامش را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بعد از سفر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به مکه، مرا به مسجد دعوت نمودند، تا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دو مجلس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ارشاد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باشم، البته به ظاهر دعوت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باطن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سنجش استعداد و مجلس آرائ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بود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کم بامن مأنوس شدند، دو ماه متوال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القعده و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سال 1379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در مسجد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18- 12 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پژمرده،</w:t>
      </w:r>
      <w:r w:rsidRPr="008F5BF8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به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اواخر</w:t>
      </w:r>
      <w:r w:rsidRPr="00CC78DB">
        <w:rPr>
          <w:rtl/>
          <w:lang w:bidi="fa-IR"/>
        </w:rPr>
        <w:t xml:space="preserve">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از سفر حج برگشت، مردم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استقبال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نمودند و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کشتند؛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چهارم ماه محرم 1380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2/ 9/ 1339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نخست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ثمره ازدواج و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فرزند ما، قدم به عرصه وجود گذاشت و چشم به </w:t>
      </w:r>
      <w:r w:rsidRPr="00CC78DB">
        <w:rPr>
          <w:rtl/>
          <w:lang w:bidi="fa-IR"/>
        </w:rPr>
        <w:lastRenderedPageBreak/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گشود و به نام مبارک مادر امام هفتم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 جعفر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«حم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ده»</w:t>
      </w:r>
      <w:r w:rsidRPr="00CC78DB">
        <w:rPr>
          <w:rtl/>
          <w:lang w:bidi="fa-IR"/>
        </w:rPr>
        <w:t xml:space="preserve"> نام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F5BF8">
      <w:pPr>
        <w:pStyle w:val="Heading1"/>
        <w:rPr>
          <w:rtl/>
          <w:lang w:bidi="fa-IR"/>
        </w:rPr>
      </w:pPr>
      <w:bookmarkStart w:id="20" w:name="_Toc507934451"/>
      <w:r w:rsidRPr="00CC78DB">
        <w:rPr>
          <w:rFonts w:hint="eastAsia"/>
          <w:rtl/>
          <w:lang w:bidi="fa-IR"/>
        </w:rPr>
        <w:t>سفر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ثامن الأئمه </w:t>
      </w:r>
      <w:r w:rsidR="00062930" w:rsidRPr="00062930">
        <w:rPr>
          <w:rStyle w:val="libAlaemChar"/>
          <w:rtl/>
        </w:rPr>
        <w:t>عليه‌السلام</w:t>
      </w:r>
      <w:bookmarkEnd w:id="20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منظور</w:t>
      </w:r>
      <w:r w:rsidRPr="00CC78DB">
        <w:rPr>
          <w:rtl/>
          <w:lang w:bidi="fa-IR"/>
        </w:rPr>
        <w:t xml:space="preserve">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سفر، شکر نعمت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و خضوع در برابر حجت خدا و عرض ارادت به آستان مقدس آن حضرت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و انشاءاللّه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برگشته و مشغول ارشاد بندگان خدا باشم؛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مسافرت از جهت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 محضر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 حائز اهم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آرامش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ماه، مسافرت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برگشتم و پس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وباز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چند روزه، برف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زمستان، راهها را مسدود نمود و رفت و آمد به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گرفت، هوا کاملًا سرد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خبندان</w:t>
      </w:r>
      <w:r w:rsidRPr="00CC78DB">
        <w:rPr>
          <w:rtl/>
          <w:lang w:bidi="fa-IR"/>
        </w:rPr>
        <w:t xml:space="preserve"> است که مردم در اثر آن در فشارند، هر روز صبح زنها تنور را آتش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نان روزانه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پزند و کرس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</w:t>
      </w:r>
    </w:p>
    <w:p w:rsidR="00CC78DB" w:rsidRPr="008F5BF8" w:rsidRDefault="008F5BF8" w:rsidP="008F5BF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8F5BF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در سال 1357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 شد و فعلًا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مساجد آباد است و دستگاه حرارت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شوفاژ آن به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در مدت ده روز نصب و آماده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8F5BF8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تنور گذاشته و اعضا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خانواده، دور آن گرد آمده و مشغول صحبت و داستانسرائ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گپ زن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شوند و 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زن و بچه ام را برداشته،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 از اهل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حرکت کرده و به خانه حضرت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8F5BF8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(که سابقه آشنائ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داشتم) به عنوان مهمان وارد شدم تا از فکر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استفاده کرده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حل مشکلات خود، نقشه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بکشم.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F5BF8">
      <w:pPr>
        <w:pStyle w:val="Heading1"/>
        <w:rPr>
          <w:rtl/>
          <w:lang w:bidi="fa-IR"/>
        </w:rPr>
      </w:pPr>
      <w:bookmarkStart w:id="21" w:name="_Toc507934452"/>
      <w:r w:rsidRPr="00CC78DB">
        <w:rPr>
          <w:rFonts w:hint="eastAsia"/>
          <w:rtl/>
          <w:lang w:bidi="fa-IR"/>
        </w:rPr>
        <w:t>شورش</w:t>
      </w:r>
      <w:r w:rsidRPr="00CC78DB">
        <w:rPr>
          <w:rtl/>
          <w:lang w:bidi="fa-IR"/>
        </w:rPr>
        <w:t xml:space="preserve"> و جنبش ملت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بازگرداندن من</w:t>
      </w:r>
      <w:bookmarkEnd w:id="2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هنوز</w:t>
      </w:r>
      <w:r w:rsidRPr="00CC78DB">
        <w:rPr>
          <w:rtl/>
          <w:lang w:bidi="fa-IR"/>
        </w:rPr>
        <w:t xml:space="preserve"> روز اول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نشده بود که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از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باخبر شده و سراغ مرا گرفته و محل مرا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کرده، با دوم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 پر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و بزرگان و معتمدان و محترم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دَم دَر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و با اجازه وارد خانه شده پس از تعارفات معمول، دست به دامن 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شدند و با اصرار و خواهش و تمنا، خواستار برگشتن من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قاطعانه پافشار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«گلستان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دوباره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برگردد چون اهل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ارزش او را نخواهند دانست؛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بالأخره</w:t>
      </w:r>
      <w:r w:rsidRPr="00CC78DB">
        <w:rPr>
          <w:rtl/>
          <w:lang w:bidi="fa-IR"/>
        </w:rPr>
        <w:t xml:space="preserve"> اشک چشمها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رمردان</w:t>
      </w:r>
      <w:r w:rsidRPr="00CC78DB">
        <w:rPr>
          <w:rtl/>
          <w:lang w:bidi="fa-IR"/>
        </w:rPr>
        <w:t xml:space="preserve"> 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کار خود را کرد و دل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نرم کرد و به رحم در آورد و موافقت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جلب کردند و مرا با صلوات و سلام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برگرداندند، مردم که ازبرگشت من مطلع شدند، در آن</w:t>
      </w:r>
    </w:p>
    <w:p w:rsidR="00CC78DB" w:rsidRPr="008F5BF8" w:rsidRDefault="008F5BF8" w:rsidP="008F5BF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8F5BF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lastRenderedPageBreak/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دادستان کل کشور و بعد از شهادت دکتر بهشت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کشور منصوب شدند،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رحلت رهبر کب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انقلاب امام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قدس سره دستش از مناصب خود، کوتاه و به« قم» هجرت نمودند و فعلًا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مرجع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اجتهاد مشغول و سرگرمند.</w:t>
      </w:r>
    </w:p>
    <w:p w:rsidR="00CC78DB" w:rsidRPr="00CC78DB" w:rsidRDefault="008F5BF8" w:rsidP="008F5BF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هوا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سرد، زن و مرد و کوچک و بزر</w:t>
      </w:r>
      <w:r>
        <w:rPr>
          <w:rFonts w:hint="cs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به استقبال آمدند و با احترام فوق العاده در خانه کربلا</w:t>
      </w:r>
      <w:r>
        <w:rPr>
          <w:rFonts w:hint="cs"/>
          <w:rtl/>
          <w:lang w:bidi="fa-IR"/>
        </w:rPr>
        <w:t>ی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ابراه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که قبلًا در همسا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خانه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آقا، (برا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دخترشان در دور دست نباشد و به همد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دسترس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داشته باشند ته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بودند)، اسکان دادند؛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F5BF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آن خانه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8F5BF8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شانس</w:t>
      </w:r>
      <w:r w:rsidRPr="00CC78DB">
        <w:rPr>
          <w:rtl/>
          <w:lang w:bidi="fa-IR"/>
        </w:rPr>
        <w:t xml:space="preserve"> خانه دار شدن دَر 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کوبد!!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رفتن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نبردم،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گذشت، بلکه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معنو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در مراکز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حوزو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مخصوصاً در نجف اشرف و در جوار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سکونت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کنم،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آرزوئ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جامه عمل نپوش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مشکلات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گرفتار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افزون و کثرت اولاد، روز به روز، پاها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بسته به ته چاه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فرستاد و اجازه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دو قدم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(اردب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) نقل مکان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لا اقل با علماء و فضلا همنش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هم بحث شوم، باز 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خام که جداً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وقت ها آدم با خوش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بد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F5BF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پشت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منزل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نشسته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(کُلُّک باغ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بود، ملک فرد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بود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آن باغ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فروشد، با صلاحد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دوستان، آن را به پنج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اما عمو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فروشنده به نام حاج (خداو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پسرانش، شبانه ب</w:t>
      </w:r>
      <w:r w:rsidRPr="00CC78DB">
        <w:rPr>
          <w:rFonts w:hint="eastAsia"/>
          <w:rtl/>
          <w:lang w:bidi="fa-IR"/>
        </w:rPr>
        <w:t>اغ</w:t>
      </w:r>
      <w:r w:rsidRPr="00CC78DB">
        <w:rPr>
          <w:rtl/>
          <w:lang w:bidi="fa-IR"/>
        </w:rPr>
        <w:t xml:space="preserve"> را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پولش را نقداً پرداخت کرده اند! امان از دست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تنگ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فردا مردم </w:t>
      </w:r>
      <w:r w:rsidRPr="00CC78DB">
        <w:rPr>
          <w:rtl/>
          <w:lang w:bidi="fa-IR"/>
        </w:rPr>
        <w:lastRenderedPageBreak/>
        <w:t>که از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باخبر شدند همگ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آنها را مورد عتاب و سرزنش قرار دادند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عالم محبوب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با</w:t>
      </w:r>
      <w:r w:rsidR="008F5BF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او</w:t>
      </w:r>
      <w:r w:rsidRPr="00CC78DB">
        <w:rPr>
          <w:rtl/>
          <w:lang w:bidi="fa-IR"/>
        </w:rPr>
        <w:t xml:space="preserve"> رقابت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همه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او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شه،</w:t>
      </w:r>
      <w:r w:rsidRPr="00CC78DB">
        <w:rPr>
          <w:rtl/>
          <w:lang w:bidi="fa-IR"/>
        </w:rPr>
        <w:t xml:space="preserve"> نگهدارند، پس از گفتگو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اد،</w:t>
      </w:r>
      <w:r w:rsidRPr="00CC78DB">
        <w:rPr>
          <w:rtl/>
          <w:lang w:bidi="fa-IR"/>
        </w:rPr>
        <w:t xml:space="preserve"> نصف باغ را به من بر گردانند،</w:t>
      </w:r>
      <w:r w:rsidR="008F5BF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 زمان مرا هم صاحب خانه کرد و در آن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ساکن کردم و با مرور زمان اولادم به هشت نفر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بود، پنج دختر 1-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ده،</w:t>
      </w:r>
      <w:r w:rsidRPr="00CC78DB">
        <w:rPr>
          <w:rtl/>
          <w:lang w:bidi="fa-IR"/>
        </w:rPr>
        <w:t xml:space="preserve"> 2-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نه،</w:t>
      </w:r>
      <w:r w:rsidRPr="00CC78DB">
        <w:rPr>
          <w:rtl/>
          <w:lang w:bidi="fa-IR"/>
        </w:rPr>
        <w:t xml:space="preserve"> 3-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ده،</w:t>
      </w:r>
      <w:r w:rsidRPr="00CC78DB">
        <w:rPr>
          <w:rtl/>
          <w:lang w:bidi="fa-IR"/>
        </w:rPr>
        <w:t xml:space="preserve"> 4-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مه،</w:t>
      </w:r>
      <w:r w:rsidRPr="00CC78DB">
        <w:rPr>
          <w:rtl/>
          <w:lang w:bidi="fa-IR"/>
        </w:rPr>
        <w:t xml:space="preserve"> 5- رضوانه و سه پسر 1-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2- حسن 3-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به «قم» بروم، پس از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ها، امکان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نشد، و پس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به مشهد نقل مکان کنم، خانه ام به فروش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 باز بعد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تهران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لااقل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منتقل شوم،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وجه ممکن نشد که نشد، از همه جا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و ناام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</w:t>
      </w:r>
      <w:r w:rsidRPr="00CC78DB">
        <w:rPr>
          <w:rFonts w:hint="eastAsia"/>
          <w:rtl/>
          <w:lang w:bidi="fa-IR"/>
        </w:rPr>
        <w:t>ندگار</w:t>
      </w:r>
      <w:r w:rsidRPr="00CC78DB">
        <w:rPr>
          <w:rtl/>
          <w:lang w:bidi="fa-IR"/>
        </w:rPr>
        <w:t xml:space="preserve"> شدم؛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دوران اقامتم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چون از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حوزو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درس و بحث و 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عقب مانده و دور افتادم، مصلحت انقضاء و از دست رفتن عمر گرانما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ام را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بنا به گفته بزرگان «مالا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درک</w:t>
      </w:r>
      <w:r w:rsidRPr="00CC78DB">
        <w:rPr>
          <w:rtl/>
          <w:lang w:bidi="fa-IR"/>
        </w:rPr>
        <w:t xml:space="preserve"> کلّه، 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ترک</w:t>
      </w:r>
      <w:r w:rsidRPr="00CC78DB">
        <w:rPr>
          <w:rtl/>
          <w:lang w:bidi="fa-IR"/>
        </w:rPr>
        <w:t xml:space="preserve"> کلّه»!! آن چه که همه اش درک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همه اش هم ترک نشود» اقلًاّ در آن منطقه، علاوه بر امامت جماعت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اطراف،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جاد</w:t>
      </w:r>
      <w:r w:rsidRPr="00CC78DB">
        <w:rPr>
          <w:rtl/>
          <w:lang w:bidi="fa-IR"/>
        </w:rPr>
        <w:t xml:space="preserve"> بناها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احداث مساجد و متعلقات آنها، و هم 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مسائل فقه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قرآن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وو .. اشتغال ورزم که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جبران مافات </w:t>
      </w:r>
      <w:r w:rsidRPr="00CC78DB">
        <w:rPr>
          <w:rFonts w:hint="eastAsia"/>
          <w:rtl/>
          <w:lang w:bidi="fa-IR"/>
        </w:rPr>
        <w:t>دور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حوزه و مزا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ازات</w:t>
      </w:r>
      <w:r w:rsidRPr="00CC78DB">
        <w:rPr>
          <w:rtl/>
          <w:lang w:bidi="fa-IR"/>
        </w:rPr>
        <w:t xml:space="preserve"> آن را نموده باشم و از عمر گرانما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ام حد اکثر استفاده را ببرم.</w:t>
      </w:r>
      <w:r w:rsidRPr="008F5BF8">
        <w:rPr>
          <w:rStyle w:val="libFootnotenumChar"/>
          <w:rtl/>
        </w:rPr>
        <w:t>(1)</w:t>
      </w:r>
    </w:p>
    <w:p w:rsidR="00CC78DB" w:rsidRPr="008F5BF8" w:rsidRDefault="008F5BF8" w:rsidP="008F5BF8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_________________________________________</w:t>
      </w:r>
    </w:p>
    <w:p w:rsidR="00CC78DB" w:rsidRPr="00CC78DB" w:rsidRDefault="00CC78DB" w:rsidP="008F5BF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البته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آن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ازات</w:t>
      </w:r>
      <w:r w:rsidRPr="00CC78DB">
        <w:rPr>
          <w:rtl/>
          <w:lang w:bidi="fa-IR"/>
        </w:rPr>
        <w:t xml:space="preserve"> از دست رفته را جبران ننموده و نخواهد کرد!!،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از هم 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فان</w:t>
      </w:r>
      <w:r w:rsidRPr="00CC78DB">
        <w:rPr>
          <w:rtl/>
          <w:lang w:bidi="fa-IR"/>
        </w:rPr>
        <w:t xml:space="preserve"> و هم دوره ها و هم کلاسان من در نجف اشرف و قم، الحمدللّه در اثر ممارست به درس و بحث، الان صاحبان رساله و مرجع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آثار فقه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اند، اما م</w:t>
      </w:r>
      <w:r w:rsidRPr="00CC78DB">
        <w:rPr>
          <w:rFonts w:hint="eastAsia"/>
          <w:rtl/>
          <w:lang w:bidi="fa-IR"/>
        </w:rPr>
        <w:t>ا«</w:t>
      </w:r>
      <w:r w:rsidRPr="00CC78DB">
        <w:rPr>
          <w:rtl/>
          <w:lang w:bidi="fa-IR"/>
        </w:rPr>
        <w:t xml:space="preserve"> هنوز اندر خم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کوچه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م»</w:t>
      </w:r>
      <w:r w:rsidRPr="00CC78DB">
        <w:rPr>
          <w:rtl/>
          <w:lang w:bidi="fa-IR"/>
        </w:rPr>
        <w:t xml:space="preserve"> اگرچه بعدها درسال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تهران به شهر مقدس« قم» مهاجرت نموده و مق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گشتم اما به قول شاعر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سخن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فرزند آذر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محمد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ار«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جانم به قربانت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حالا چرا»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از زوا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وارد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شوم و قلم به دست گرفته شروع به نوشتن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خدارا شکر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که در مدت کم، کتابها و نوشته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مانند« 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ات»</w:t>
      </w:r>
      <w:r w:rsidRPr="00CC78DB">
        <w:rPr>
          <w:rtl/>
          <w:lang w:bidi="fa-IR"/>
        </w:rPr>
        <w:t xml:space="preserve"> در 400 صفحه و« از مباهله تا عاشوراء» در 700 صفحه و« فلسفه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عدم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امامان:» در 200 صفحه و«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زمان» </w:t>
      </w:r>
      <w:r w:rsidRPr="00CC78DB">
        <w:rPr>
          <w:rFonts w:hint="eastAsia"/>
          <w:rtl/>
          <w:lang w:bidi="fa-IR"/>
        </w:rPr>
        <w:t>عجّل</w:t>
      </w:r>
      <w:r w:rsidRPr="00CC78DB">
        <w:rPr>
          <w:rtl/>
          <w:lang w:bidi="fa-IR"/>
        </w:rPr>
        <w:t xml:space="preserve"> اللّه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لتراب مقدمه الفداء در دوجلد قطور 1400 صفحه در تابستان 1385 مقرون به پانزده شعبان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مسجد مقدس جمکران چاپ و پخش شد و کتاب شعر« آغلار ساوالان» در باره از دست رفتگان زلزله 1375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کتابها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دست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آماده چاپ است مانند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در 507 صفحه و«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 چرا» و« 200 منبر»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به 1500 صفحه در دو جلد که نمونه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دوران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پنجاه ساله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سخنرانان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حال آماده چاپ و نشر است،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خدمات گوشه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عمر به هدر رفته مرا جبران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8F5BF8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به</w:t>
      </w:r>
      <w:r w:rsidR="00CC78DB" w:rsidRPr="00CC78DB">
        <w:rPr>
          <w:rtl/>
          <w:lang w:bidi="fa-IR"/>
        </w:rPr>
        <w:t xml:space="preserve"> خاطر داشته باش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شهر «سرع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ن»</w:t>
      </w:r>
      <w:r w:rsidR="00CC78DB" w:rsidRPr="00CC78DB">
        <w:rPr>
          <w:rtl/>
          <w:lang w:bidi="fa-IR"/>
        </w:rPr>
        <w:t xml:space="preserve"> فعل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آن زمان روستا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کوچک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نبود و فقط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باب مسجد قد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چوب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کار افتاده و فرسوده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داشت که بنده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اوّل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بار درمنطقه، با جمع آور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مبالغ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مردم،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دستگاه موتور برق و به تبع آن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دستگاه آمپل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با بلندگوها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قو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مسجد مزبور 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نموده و مورد استفاده قرار دادم در حال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در منطقه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سابقه نداشت که روستائ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وسا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بوده باشد.</w:t>
      </w:r>
    </w:p>
    <w:p w:rsidR="00CC78DB" w:rsidRPr="00CC78DB" w:rsidRDefault="00CC78DB" w:rsidP="008F5BF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دختر دومم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جهان گشود و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 و من همچنان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اداره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بودم.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جنگ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تهران به مبلغ چهارهزار و پانصد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به رانندگ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پسر عمو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آوردم.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F5BF8" w:rsidP="008F5BF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507934453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1341</w:t>
      </w:r>
      <w:bookmarkEnd w:id="2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به مکه معظمه مشرف شدم و بعد از آن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رفتم.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خداوند دختر سومم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را به ما عطا فرمود و قدم به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وجود گذاشت و چشم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گشود 1/ 8/ 1341.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F5BF8">
      <w:pPr>
        <w:pStyle w:val="Heading1"/>
        <w:rPr>
          <w:rtl/>
          <w:lang w:bidi="fa-IR"/>
        </w:rPr>
      </w:pPr>
      <w:bookmarkStart w:id="23" w:name="_Toc507934454"/>
      <w:r w:rsidRPr="00CC78DB">
        <w:rPr>
          <w:rFonts w:hint="eastAsia"/>
          <w:rtl/>
          <w:lang w:bidi="fa-IR"/>
        </w:rPr>
        <w:t>احداث</w:t>
      </w:r>
      <w:r w:rsidRPr="00CC78DB">
        <w:rPr>
          <w:rtl/>
          <w:lang w:bidi="fa-IR"/>
        </w:rPr>
        <w:t xml:space="preserve"> چشمه آب مشروب به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)</w:t>
      </w:r>
      <w:bookmarkEnd w:id="2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نظر اسلام بزرگتر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عبادت، خدمت به خلق خدا و دستگ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مستمندان و محرومان و مفلوک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اجتماع است، چون قهر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</w:t>
      </w:r>
      <w:r w:rsidRPr="00CC78DB">
        <w:rPr>
          <w:rtl/>
          <w:lang w:bidi="fa-IR"/>
        </w:rPr>
        <w:t xml:space="preserve"> در هر چند صباح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ممنون و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مغبون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تنها انسان هاست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دست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را گرفته به سرمنزل مقصود برسند.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امور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)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ده نسبتاً بزرگ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استفاده از آب آشام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درّه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کنار ده واقع است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شده، بازحمت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چند ظرف آب آورده تافردا به آن قناعت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محل جلسه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باره صحبت کردم، معلوم</w:t>
      </w:r>
      <w:r w:rsidR="00B40C8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شد</w:t>
      </w:r>
      <w:r w:rsidRPr="00CC78DB">
        <w:rPr>
          <w:rtl/>
          <w:lang w:bidi="fa-IR"/>
        </w:rPr>
        <w:t xml:space="preserve"> در زمستان، وضعشان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بدتر از حال است و متحمل خسارات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دره راه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 کوره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انسان و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وان،</w:t>
      </w:r>
      <w:r w:rsidRPr="00CC78DB">
        <w:rPr>
          <w:rtl/>
          <w:lang w:bidi="fa-IR"/>
        </w:rPr>
        <w:t xml:space="preserve"> در </w:t>
      </w:r>
      <w:r w:rsidRPr="00CC78DB">
        <w:rPr>
          <w:rtl/>
          <w:lang w:bidi="fa-IR"/>
        </w:rPr>
        <w:lastRenderedPageBreak/>
        <w:t>سرما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درجه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صفر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خبندان</w:t>
      </w:r>
      <w:r w:rsidRPr="00CC78DB">
        <w:rPr>
          <w:rtl/>
          <w:lang w:bidi="fa-IR"/>
        </w:rPr>
        <w:t xml:space="preserve"> لغز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وقتها به دره پرت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شکسته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در تابستان هم در ته دره آب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فاضل آب دهات بالاتر از آنهابه آن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مخلوط و آلوده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بهداشت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قابل استفاده، اما مردم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ده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ناچار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استفاده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آن هم اگر آب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داشته باشد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سبلان و دهات بالاتر آب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مزارع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ره،</w:t>
      </w:r>
      <w:r w:rsidRPr="00CC78DB">
        <w:rPr>
          <w:rtl/>
          <w:lang w:bidi="fa-IR"/>
        </w:rPr>
        <w:t xml:space="preserve">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دارند!؛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متعال و صرفاً به خاطر خدمت به خلق خدا، چشمه آب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آشام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حدّکاف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آنها، باخود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مردم، دست و پا کنم،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مسجد دعوت کرده و پس از چند جلسه ارشاد و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ق،</w:t>
      </w:r>
      <w:r w:rsidRPr="00CC78DB">
        <w:rPr>
          <w:rtl/>
          <w:lang w:bidi="fa-IR"/>
        </w:rPr>
        <w:t xml:space="preserve"> عموماً آمادگ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کمک جان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اعلام داشت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به مقدارامکان از کمک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مضا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نکنند؛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طبق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موافقت و وعده همگام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مسافت سه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«اسمبرز»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ارتفاع آنجا را با ده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سنج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لذا 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آنجا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آب برداشت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با اعتراض دهات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 روبرو شده و آنها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با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tl/>
          <w:lang w:bidi="fa-IR"/>
        </w:rPr>
        <w:t xml:space="preserve"> وموعظه، قانع و راض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سرعت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و مصالح لازمه را، سفارش کرده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عانه</w:t>
      </w:r>
      <w:r w:rsidRPr="00CC78DB">
        <w:rPr>
          <w:rtl/>
          <w:lang w:bidi="fa-IR"/>
        </w:rPr>
        <w:t xml:space="preserve"> دادم و برگشته دست به کار شدم و کار کانال 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کانال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دسته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مختلف، کنترات دادم، باجد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تمام کارها شروع شد و من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هر روز صبح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وقت اشتباهاً </w:t>
      </w:r>
      <w:r w:rsidRPr="00CC78DB">
        <w:rPr>
          <w:rFonts w:hint="eastAsia"/>
          <w:rtl/>
          <w:lang w:bidi="fa-IR"/>
        </w:rPr>
        <w:t>سحرها</w:t>
      </w:r>
      <w:r w:rsidRPr="00CC78DB">
        <w:rPr>
          <w:rtl/>
          <w:lang w:bidi="fa-IR"/>
        </w:rPr>
        <w:t xml:space="preserve"> با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و همراه استاد اسراف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عبدالله زاده (لوله گذار) سر کار حاضر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که خدا را شکر در مدت دوماه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با لوله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مسافت نسبتاً طولان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آب در دو انشعاب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 و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به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افتاد و</w:t>
      </w:r>
      <w:r w:rsidRPr="00CC78DB">
        <w:rPr>
          <w:rFonts w:hint="eastAsia"/>
          <w:rtl/>
          <w:lang w:bidi="fa-IR"/>
        </w:rPr>
        <w:t>مورد</w:t>
      </w:r>
      <w:r w:rsidRPr="00CC78DB">
        <w:rPr>
          <w:rtl/>
          <w:lang w:bidi="fa-IR"/>
        </w:rPr>
        <w:t xml:space="preserve">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 قرار گرفت </w:t>
      </w:r>
      <w:r w:rsidRPr="00B40C80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زمان ها بود که به مسجد آنجا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از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مجاور شرق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اختصاص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وضوخانه و آشپزخانه مسجد در آن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B40C80">
        <w:rPr>
          <w:rStyle w:val="libFootnotenumChar"/>
          <w:rtl/>
        </w:rPr>
        <w:t>.(2)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Heading1"/>
        <w:rPr>
          <w:rtl/>
          <w:lang w:bidi="fa-IR"/>
        </w:rPr>
      </w:pPr>
      <w:bookmarkStart w:id="24" w:name="_Toc507934455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1342</w:t>
      </w:r>
      <w:bookmarkEnd w:id="24"/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دختر چهارمم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خانم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هفت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عرض دو سه ساعت، به صورت ناگهان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پس از مراجعه به پزشک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رفت، فراموش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آن لحظه که جنازه دخترم را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آوردم که به خانه ببرم،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مادرش دَم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ستاده،</w:t>
      </w:r>
      <w:r w:rsidRPr="00CC78DB">
        <w:rPr>
          <w:rtl/>
          <w:lang w:bidi="fa-IR"/>
        </w:rPr>
        <w:t xml:space="preserve"> انت</w:t>
      </w:r>
      <w:r w:rsidRPr="00CC78DB">
        <w:rPr>
          <w:rFonts w:hint="eastAsia"/>
          <w:rtl/>
          <w:lang w:bidi="fa-IR"/>
        </w:rPr>
        <w:t>ظار</w:t>
      </w:r>
      <w:r w:rsidRPr="00CC78DB">
        <w:rPr>
          <w:rtl/>
          <w:lang w:bidi="fa-IR"/>
        </w:rPr>
        <w:t xml:space="preserve"> به سلامت برگشتن دخترش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کشد،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غسّالخانه بردم که مادر با جسد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جان</w:t>
      </w:r>
      <w:r w:rsidRPr="00CC78DB">
        <w:rPr>
          <w:rtl/>
          <w:lang w:bidi="fa-IR"/>
        </w:rPr>
        <w:t xml:space="preserve"> بچه اش روبرو نشود، در آنجا بود که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مظلوم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اباعبداللّه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افتادم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جنازه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اصغرش را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 و مادر کنار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چشم به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بود و انتظار فرزندش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در آغوش پدر به سلامت برگردد، وبس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اش</w:t>
      </w:r>
      <w:r w:rsidR="00B40C80">
        <w:rPr>
          <w:rFonts w:hint="cs"/>
          <w:rtl/>
          <w:lang w:bidi="fa-IR"/>
        </w:rPr>
        <w:t>ک</w:t>
      </w:r>
    </w:p>
    <w:p w:rsidR="00CC78DB" w:rsidRPr="00B40C80" w:rsidRDefault="00B40C80" w:rsidP="00B40C8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CC78DB" w:rsidRPr="00CC78DB" w:rsidRDefault="00CC78DB" w:rsidP="00B40C8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سال 1381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از بناها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 1346 خود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است،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حضور داشتم، سر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آنجا زدم،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خدا را شکر هنوز مردم از آن چشمه استفاده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سال 1385 که ماه رمضان در آنجا به منبر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دولت ا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 xml:space="preserve">آب گورگور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آب خوردن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کوه سبلان است،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آنجا و ده مجاور آن«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ر»</w:t>
      </w:r>
      <w:r w:rsidRPr="00CC78DB">
        <w:rPr>
          <w:rtl/>
          <w:lang w:bidi="fa-IR"/>
        </w:rPr>
        <w:t xml:space="preserve">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است</w:t>
      </w:r>
    </w:p>
    <w:p w:rsidR="00CC78DB" w:rsidRPr="00CC78DB" w:rsidRDefault="00CC78DB" w:rsidP="00B40C8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بعد از زلزله 1375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ده و مسجد،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شده بود، از طرف دولت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همان محل مسجد به اضافه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شده، مسجد مجهز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ساخته است که خداوند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B40C80" w:rsidP="00B40C8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ختم</w:t>
      </w:r>
      <w:r w:rsidR="00CC78DB" w:rsidRPr="00CC78DB">
        <w:rPr>
          <w:rtl/>
          <w:lang w:bidi="fa-IR"/>
        </w:rPr>
        <w:t>.</w:t>
      </w:r>
      <w:r w:rsidRPr="00CC78DB">
        <w:rPr>
          <w:rFonts w:hint="eastAsia"/>
          <w:rtl/>
          <w:lang w:bidi="fa-IR"/>
        </w:rPr>
        <w:t xml:space="preserve"> </w:t>
      </w:r>
      <w:r w:rsidR="00CC78DB" w:rsidRPr="00CC78DB">
        <w:rPr>
          <w:rFonts w:hint="eastAsia"/>
          <w:rtl/>
          <w:lang w:bidi="fa-IR"/>
        </w:rPr>
        <w:t>خلاصه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دختر با کم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سن و سال، علاقه مفرط به من داشت، شبها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طولان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زمستان که من از مجالس دهات اطراف با اسب بر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گشتم دَر 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اط</w:t>
      </w:r>
      <w:r w:rsidR="00CC78DB" w:rsidRPr="00CC78DB">
        <w:rPr>
          <w:rtl/>
          <w:lang w:bidi="fa-IR"/>
        </w:rPr>
        <w:t xml:space="preserve"> را که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زدم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هوا سرد و 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سخت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خبندان</w:t>
      </w:r>
      <w:r w:rsidR="00CC78DB" w:rsidRPr="00CC78DB">
        <w:rPr>
          <w:rtl/>
          <w:lang w:bidi="fa-IR"/>
        </w:rPr>
        <w:t xml:space="preserve"> بود، بلافاصله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دختر در را باز کرد مثل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پشت در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ستاده</w:t>
      </w:r>
      <w:r w:rsidR="00CC78DB" w:rsidRPr="00CC78DB">
        <w:rPr>
          <w:rtl/>
          <w:lang w:bidi="fa-IR"/>
        </w:rPr>
        <w:t xml:space="preserve"> بود که م</w:t>
      </w:r>
      <w:r w:rsidR="00CC78DB" w:rsidRPr="00CC78DB">
        <w:rPr>
          <w:rFonts w:hint="eastAsia"/>
          <w:rtl/>
          <w:lang w:bidi="fa-IR"/>
        </w:rPr>
        <w:t>بادا</w:t>
      </w:r>
      <w:r w:rsidR="00CC78DB" w:rsidRPr="00CC78DB">
        <w:rPr>
          <w:rtl/>
          <w:lang w:bidi="fa-IR"/>
        </w:rPr>
        <w:t xml:space="preserve"> «بابا» پشت در معطل شود، بلا فاصله لجام اسب 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گرفت و به طو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له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برد، تا من به خانه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خوابش نم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برد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فلک به زود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او را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شه</w:t>
      </w:r>
      <w:r w:rsidR="00CC78DB" w:rsidRPr="00CC78DB">
        <w:rPr>
          <w:rtl/>
          <w:lang w:bidi="fa-IR"/>
        </w:rPr>
        <w:t xml:space="preserve"> به خواب برد و به ابد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وست</w:t>
      </w:r>
      <w:r w:rsidR="00CC78DB" w:rsidRPr="00CC78DB">
        <w:rPr>
          <w:rtl/>
          <w:lang w:bidi="fa-IR"/>
        </w:rPr>
        <w:t xml:space="preserve"> و داغ فراق و خاطرات و نسگل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را در دل ما گذاشت،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دخترم به زود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هم پشت سرت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در سرا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ابد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زود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کنم و در آنجا نوازشت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چون تو در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دار فان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با، «بابا»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</w:t>
      </w:r>
      <w:r w:rsidR="00CC78DB" w:rsidRPr="00CC78DB">
        <w:rPr>
          <w:rtl/>
          <w:lang w:bidi="fa-IR"/>
        </w:rPr>
        <w:t xml:space="preserve"> نماند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تا بنوازمت، دخترم به زود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تو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دلم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تنگ شده است، نگران مباش، دخترم به خدا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از دن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شده ام خودت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دور از چشم </w:t>
      </w:r>
      <w:r w:rsidR="00CC78DB" w:rsidRPr="00CC78DB">
        <w:rPr>
          <w:rFonts w:hint="eastAsia"/>
          <w:rtl/>
          <w:lang w:bidi="fa-IR"/>
        </w:rPr>
        <w:t>مادرت</w:t>
      </w:r>
      <w:r w:rsidR="00CC78DB" w:rsidRPr="00CC78DB">
        <w:rPr>
          <w:rtl/>
          <w:lang w:bidi="fa-IR"/>
        </w:rPr>
        <w:t xml:space="preserve"> چقدر در فراقت اشک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خته</w:t>
      </w:r>
      <w:r w:rsidR="00CC78DB" w:rsidRPr="00CC78DB">
        <w:rPr>
          <w:rtl/>
          <w:lang w:bidi="fa-IR"/>
        </w:rPr>
        <w:t xml:space="preserve"> و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گر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سته</w:t>
      </w:r>
      <w:r w:rsidR="00CC78DB" w:rsidRPr="00CC78DB">
        <w:rPr>
          <w:rtl/>
          <w:lang w:bidi="fa-IR"/>
        </w:rPr>
        <w:t xml:space="preserve"> ام الآن که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جملات 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سم</w:t>
      </w:r>
      <w:r w:rsidR="00CC78DB" w:rsidRPr="00CC78DB">
        <w:rPr>
          <w:rtl/>
          <w:lang w:bidi="fa-IR"/>
        </w:rPr>
        <w:t xml:space="preserve">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مامانت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چا</w:t>
      </w:r>
      <w:r w:rsidR="00CC78DB" w:rsidRPr="00CC78DB">
        <w:rPr>
          <w:rFonts w:hint="cs"/>
          <w:rtl/>
          <w:lang w:bidi="fa-IR"/>
        </w:rPr>
        <w:t>یی</w:t>
      </w:r>
      <w:r w:rsidR="00CC78DB" w:rsidRPr="00CC78DB">
        <w:rPr>
          <w:rtl/>
          <w:lang w:bidi="fa-IR"/>
        </w:rPr>
        <w:t xml:space="preserve"> آورد و من زود اشکها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را پاک کردم که او نب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</w:t>
      </w:r>
      <w:r w:rsidR="00CC78DB" w:rsidRPr="00CC78DB">
        <w:rPr>
          <w:rtl/>
          <w:lang w:bidi="fa-IR"/>
        </w:rPr>
        <w:t xml:space="preserve"> و ناراحت نشود خدا حافظ دخترم به 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دار</w:t>
      </w:r>
      <w:r w:rsidR="00CC78DB" w:rsidRPr="00CC78DB">
        <w:rPr>
          <w:rtl/>
          <w:lang w:bidi="fa-IR"/>
        </w:rPr>
        <w:t>.</w:t>
      </w:r>
    </w:p>
    <w:p w:rsidR="00CC78DB" w:rsidRPr="00CC78DB" w:rsidRDefault="00B40C80" w:rsidP="00B40C8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507934456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1343</w:t>
      </w:r>
      <w:bookmarkEnd w:id="2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پدرم را به مکه معظمه بردم.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 دوم به مکه معظمه و اماکن مقدسه مشرف شدم و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حجاج را برعهده داشتم.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دونفر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به نام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کلب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آلوارس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حاج رکاب</w:t>
      </w:r>
      <w:r w:rsidR="00B40C8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مشتق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بودند که آنها را با چه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بردم و آوردم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نمونه اش آن بود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پشته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منا و مکه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امکان رفتن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!، من گفتم: هرکس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خود دست 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قش</w:t>
      </w:r>
      <w:r w:rsidRPr="00CC78DB">
        <w:rPr>
          <w:rtl/>
          <w:lang w:bidi="fa-IR"/>
        </w:rPr>
        <w:t xml:space="preserve"> 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برود چون منزل م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تقاطع بازار ابوسف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شعب عامر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بود و همه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شناختند و درنبش تقاطع هم قرار گرفته بود به محض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گفتم همه حرکت کردند و رفتند و من ماندم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از کار افتاده!؛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را با هزاران زحمت به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پشته رساندم و بازوها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بازوانم گره داده و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موس</w:t>
      </w:r>
      <w:r w:rsidRPr="00CC78DB">
        <w:rPr>
          <w:rtl/>
          <w:lang w:bidi="fa-IR"/>
        </w:rPr>
        <w:t xml:space="preserve"> غذاپز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هم در دست گرفته بودم،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پشته که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عرب با ارابه خرکش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او گفتم: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رمردها</w:t>
      </w:r>
      <w:r w:rsidRPr="00CC78DB">
        <w:rPr>
          <w:rtl/>
          <w:lang w:bidi="fa-IR"/>
        </w:rPr>
        <w:t xml:space="preserve"> را چند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(سعود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مکه برسان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 xml:space="preserve"> گفت: دور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گفتند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عرب که 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زورشان آمد، الاغش را زد و حرکت کرد هرچه گفتم: بابا نرو من کرا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دهم، گفت: مردن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بهتر است و رفت؛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با</w:t>
      </w:r>
      <w:r w:rsidRPr="00CC78DB">
        <w:rPr>
          <w:rtl/>
          <w:lang w:bidi="fa-IR"/>
        </w:rPr>
        <w:t xml:space="preserve"> هزاران فشار و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را بر سر دوراه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راه اسفالت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و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من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راه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است،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دونفر را از آن سمت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کشم تا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ناگهان هردو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افتادند و به حال اغماء در آمدند من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نکه جوان بودم خودم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افتادم و رو به آسمان گرفته و با حال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سوزدل گفتم: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اگر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بشرم مهمان وارد شود هرچه بتوانم از آنها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آخر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مهمان توأند و زدم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واقعاً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خطرناک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اگر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هرسه نفر ما را غارت کرده و هرچه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ما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و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خون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تبرک به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نانشان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زدند ناگهان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درعراق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="00B40C8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بودم</w:t>
      </w:r>
      <w:r w:rsidRPr="00CC78DB">
        <w:rPr>
          <w:rtl/>
          <w:lang w:bidi="fa-IR"/>
        </w:rPr>
        <w:t xml:space="preserve"> به راه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دست بلند کردم توقف نکرد و رد شد 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شدم، آخر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چند نفر از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زدند شوفر نگهدار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رفقا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>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متوقف شد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و ما را به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بردند و من از </w:t>
      </w:r>
      <w:r w:rsidR="00B40C80">
        <w:rPr>
          <w:rFonts w:hint="cs"/>
          <w:rtl/>
          <w:lang w:bidi="fa-IR"/>
        </w:rPr>
        <w:t>آ</w:t>
      </w:r>
      <w:r w:rsidRPr="00CC78DB">
        <w:rPr>
          <w:rtl/>
          <w:lang w:bidi="fa-IR"/>
        </w:rPr>
        <w:t>نها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شما که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وقت است رفته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منزل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 گفتند: ما از شما که جدا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سوار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منزل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ناگهان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شرطه چوب به دست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به سر راننده داد زد «ارجع» برگرد!!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کجا برگردم؟! گفت: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برگرد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از راه شوسه (جاده خاک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وارد شهر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راننده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زبانش بند آمد و نتوانست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 xml:space="preserve">که آخر راه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طرفه و تراف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و شرطه ها 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با چوب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کاپوت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 که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الان برگرد،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شرطه گفت حق ندار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هرچه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بابا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منزل ماست ما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اجازه نداد؛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رفقا قسم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خوردند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راننده آن راه پرتراف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طرفه را که از نظر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امکان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نبود، چگونه برگشت و به شما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اگر در آنجا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راننده نگه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 شما را سوار نکند!! خلاصه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اعجازآم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کار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که </w:t>
      </w:r>
      <w:r w:rsidRPr="00CC78DB">
        <w:rPr>
          <w:rFonts w:hint="eastAsia"/>
          <w:rtl/>
          <w:lang w:bidi="fa-IR"/>
        </w:rPr>
        <w:t>همه</w:t>
      </w:r>
      <w:r w:rsidRPr="00CC78DB">
        <w:rPr>
          <w:rtl/>
          <w:lang w:bidi="fa-IR"/>
        </w:rPr>
        <w:t xml:space="preserve"> را به تعجب واداشت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ناگفته نماند آنها خبرنداشتند که من بنده گناهکار باچه حالت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صاحب خانه متوسل شده و چه حرف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زده و جسارت کرده ام،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واقعاً از دست مهمانها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گرفت و سلامت به منزل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الحمدللّه و المنّه.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B40C8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حاج کلب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داً</w:t>
      </w:r>
      <w:r w:rsidRPr="00CC78DB">
        <w:rPr>
          <w:rtl/>
          <w:lang w:bidi="fa-IR"/>
        </w:rPr>
        <w:t xml:space="preserve"> سفارش کرده بودم تنها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نرود،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در مکه گم شد تاصبح گشتم و تا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ظهر فردا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نکردم بعد معلوم شد</w:t>
      </w:r>
      <w:r w:rsidR="00B40C80">
        <w:rPr>
          <w:rFonts w:hint="cs"/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زن 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به بازار رفته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پنهان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سوغات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بخرد و گم شده است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(آن سال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بعد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) هنگام حرکت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گم شد که داستان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مفصل است. خداوند آن زحمات مرا خود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B40C80" w:rsidP="00B40C8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507934457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1345</w:t>
      </w:r>
      <w:bookmarkEnd w:id="26"/>
    </w:p>
    <w:p w:rsidR="00CC78DB" w:rsidRPr="00CC78DB" w:rsidRDefault="00CC78DB" w:rsidP="0085011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 سوم باگروه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حجاج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الحرام مشرّف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منزل ما در وسط بازار ابوسف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بود و به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صفا و مروه کننده ها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بود که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فخرالد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ننه کران هم سرپرست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حجاج را به عهده داشت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آنها را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قرار داد و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="0085011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خانم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غه</w:t>
      </w:r>
      <w:r w:rsidRPr="00CC78DB">
        <w:rPr>
          <w:rtl/>
          <w:lang w:bidi="fa-IR"/>
        </w:rPr>
        <w:t xml:space="preserve"> کرده بود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 گذراند.</w:t>
      </w:r>
    </w:p>
    <w:p w:rsidR="00CC78DB" w:rsidRPr="00CC78DB" w:rsidRDefault="00CC78DB" w:rsidP="0085011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پسر اولم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متولدشد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</w:t>
      </w:r>
      <w:r w:rsidR="0085011F">
        <w:rPr>
          <w:rFonts w:hint="cs"/>
          <w:rtl/>
          <w:lang w:bidi="fa-IR"/>
        </w:rPr>
        <w:t>ج</w:t>
      </w:r>
      <w:r w:rsidRPr="00CC78DB">
        <w:rPr>
          <w:rtl/>
          <w:lang w:bidi="fa-IR"/>
        </w:rPr>
        <w:t>هان گشود 2/ 5/ 1345.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ناگفته نماند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رضوانه و در سال 1344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آمده است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نظر 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رضوانه بزرگتر است که به خاطر سرباز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سالش را پس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کرده و شناسنامه گرفته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85011F" w:rsidP="0085011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507934458"/>
      <w:r w:rsidR="00CC78DB" w:rsidRPr="00CC78DB">
        <w:rPr>
          <w:rFonts w:hint="eastAsia"/>
          <w:rtl/>
          <w:lang w:bidi="fa-IR"/>
        </w:rPr>
        <w:lastRenderedPageBreak/>
        <w:t>احداث</w:t>
      </w:r>
      <w:r w:rsidR="00CC78DB" w:rsidRPr="00CC78DB">
        <w:rPr>
          <w:rtl/>
          <w:lang w:bidi="fa-IR"/>
        </w:rPr>
        <w:t xml:space="preserve"> چشمه در قر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رگاز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bookmarkEnd w:id="27"/>
    </w:p>
    <w:p w:rsidR="00CC78DB" w:rsidRPr="00CC78DB" w:rsidRDefault="00CC78DB" w:rsidP="0085011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احداث چشمه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 مجاور آن «پ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ر»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که از نظر مض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قه،</w:t>
      </w:r>
      <w:r w:rsidRPr="00CC78DB">
        <w:rPr>
          <w:rtl/>
          <w:lang w:bidi="fa-IR"/>
        </w:rPr>
        <w:t xml:space="preserve"> مشابه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بود، کانال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لوله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از مسافت 1800 متر شروع و تا پنجاه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اما با عدم تما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سران ده که کانال از مزارع و مراتع آنها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شبانه </w:t>
      </w:r>
      <w:r w:rsidRPr="00CC78DB">
        <w:rPr>
          <w:rFonts w:hint="eastAsia"/>
          <w:rtl/>
          <w:lang w:bidi="fa-IR"/>
        </w:rPr>
        <w:t>هم</w:t>
      </w:r>
      <w:r w:rsidRPr="00CC78DB">
        <w:rPr>
          <w:rtl/>
          <w:lang w:bidi="fa-IR"/>
        </w:rPr>
        <w:t xml:space="preserve">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حساس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="0085011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ناتمام ماند و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</w:t>
      </w:r>
      <w:r w:rsidRPr="0085011F">
        <w:rPr>
          <w:rStyle w:val="libFootnotenumChar"/>
          <w:rtl/>
        </w:rPr>
        <w:t>.(1)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28" w:name="_Toc507934459"/>
      <w:r w:rsidRPr="00CC78DB">
        <w:rPr>
          <w:rFonts w:hint="eastAsia"/>
          <w:rtl/>
          <w:lang w:bidi="fa-IR"/>
        </w:rPr>
        <w:t>احداث</w:t>
      </w:r>
      <w:r w:rsidRPr="00CC78DB">
        <w:rPr>
          <w:rtl/>
          <w:lang w:bidi="fa-IR"/>
        </w:rPr>
        <w:t xml:space="preserve"> چشمه و آب مشروب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bookmarkEnd w:id="28"/>
    </w:p>
    <w:p w:rsidR="00CC78DB" w:rsidRPr="00CC78DB" w:rsidRDefault="00CC78DB" w:rsidP="0085011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اب»</w:t>
      </w:r>
      <w:r w:rsidRPr="00CC78DB">
        <w:rPr>
          <w:rtl/>
          <w:lang w:bidi="fa-IR"/>
        </w:rPr>
        <w:t xml:space="preserve"> وجود دار</w:t>
      </w:r>
      <w:r w:rsidRPr="0085011F">
        <w:rPr>
          <w:rStyle w:val="libFootnotenumChar"/>
          <w:rtl/>
        </w:rPr>
        <w:t>د(2)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چون در کنار دره 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قرار گرفته از آب مشروب محروم بود،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بات</w:t>
      </w:r>
      <w:r w:rsidR="0085011F">
        <w:rPr>
          <w:rFonts w:hint="cs"/>
          <w:rtl/>
          <w:lang w:bidi="fa-IR"/>
        </w:rPr>
        <w:t>ب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چند جلسه، مردم آماده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و کارها را با سرعت شروع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لوله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آب را، تا نز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ده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بامخالفت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ده، روبرو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ما، سبب از چشم افتادن او بود، شبانه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رفتند و کهنه و آشغال به تو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لوله رها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ما مجبور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کردن راه آب، هر روز متراژ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اصلاح بکن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سرنوشت چشمه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گرفتار شد.</w:t>
      </w:r>
      <w:r w:rsidRPr="0085011F">
        <w:rPr>
          <w:rStyle w:val="libFootnotenumChar"/>
          <w:rtl/>
        </w:rPr>
        <w:t>(3)</w:t>
      </w:r>
    </w:p>
    <w:p w:rsidR="00CC78DB" w:rsidRPr="0085011F" w:rsidRDefault="0085011F" w:rsidP="008501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 سال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حضور داشتم،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منزل 450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محصور در کنار دره به مبلغ هفت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بچه ها از تهران و قم و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به عنوان 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لاق</w:t>
      </w:r>
      <w:r w:rsidRPr="00CC78DB">
        <w:rPr>
          <w:rtl/>
          <w:lang w:bidi="fa-IR"/>
        </w:rPr>
        <w:t xml:space="preserve"> و تفر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از آن استفاده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. در سال 1387 آن را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ونه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فروخ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و به عمل باز قلبم 500/ 18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خرج کردم.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ازسال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1379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جزء محلات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شده است و دانشگاه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کنار آن بناشده است.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lastRenderedPageBreak/>
        <w:t>3- سال هابعد و بعد از درگذشت خان مذکور، از محل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لوله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موتور و پمپ آب نصب کرده، به ده آب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رساندند</w:t>
      </w:r>
      <w:r w:rsidRPr="00CC78DB">
        <w:rPr>
          <w:rtl/>
          <w:lang w:bidi="fa-IR"/>
        </w:rPr>
        <w:t xml:space="preserve"> و بعداز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انشعاب دادند و گاز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کرده اند.</w:t>
      </w:r>
    </w:p>
    <w:p w:rsidR="00CC78DB" w:rsidRPr="00CC78DB" w:rsidRDefault="0085011F" w:rsidP="0085011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507934460"/>
      <w:r w:rsidR="00CC78DB" w:rsidRPr="00CC78DB">
        <w:rPr>
          <w:rFonts w:hint="eastAsia"/>
          <w:rtl/>
          <w:lang w:bidi="fa-IR"/>
        </w:rPr>
        <w:lastRenderedPageBreak/>
        <w:t>احداث</w:t>
      </w:r>
      <w:r w:rsidR="00CC78DB" w:rsidRPr="00CC78DB">
        <w:rPr>
          <w:rtl/>
          <w:lang w:bidi="fa-IR"/>
        </w:rPr>
        <w:t xml:space="preserve"> لوله آب به مسجد روستا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گنزق</w:t>
      </w:r>
      <w:bookmarkEnd w:id="2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گنزق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از محل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سه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جهت شرق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است، راه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-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 که بعدها از کنار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راه اسفالته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مدتها، امور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روستاها به عهده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بود، با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مصلحت ا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وضوخانه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مسجد،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از دو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آب چشمه زلال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خان ده مانند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مخالفت کرد، اما چون من تجربه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داشتم، نگذاشتم موفق شود و الحمد للّه الان مورد استفاده عموم است</w:t>
      </w:r>
      <w:r w:rsidRPr="0085011F">
        <w:rPr>
          <w:rStyle w:val="libFootnotenumChar"/>
          <w:rtl/>
        </w:rPr>
        <w:t>.(1)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30" w:name="_Toc507934461"/>
      <w:r w:rsidRPr="00CC78DB">
        <w:rPr>
          <w:rFonts w:hint="eastAsia"/>
          <w:rtl/>
          <w:lang w:bidi="fa-IR"/>
        </w:rPr>
        <w:t>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صندوقها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حضرت ابوالفضل </w:t>
      </w:r>
      <w:r w:rsidR="00062930" w:rsidRPr="00062930">
        <w:rPr>
          <w:rStyle w:val="libAlaemChar"/>
          <w:rtl/>
        </w:rPr>
        <w:t>عليه‌السلام</w:t>
      </w:r>
      <w:bookmarkEnd w:id="30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خدمات مؤثّر بنده،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صندوق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مبارک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است، اساسنامه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صندوق ها مبتن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مخارج مسجد و احداث چشمه ها و ساختن راهها و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امور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در اول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مخالفت کردند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امر سبب برچ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شدن مجا</w:t>
      </w:r>
      <w:r w:rsidRPr="00CC78DB">
        <w:rPr>
          <w:rFonts w:hint="eastAsia"/>
          <w:rtl/>
          <w:lang w:bidi="fa-IR"/>
        </w:rPr>
        <w:t>لس</w:t>
      </w:r>
      <w:r w:rsidRPr="00CC78DB">
        <w:rPr>
          <w:rtl/>
          <w:lang w:bidi="fa-IR"/>
        </w:rPr>
        <w:t xml:space="preserve"> روضه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خواهد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حات</w:t>
      </w:r>
      <w:r w:rsidRPr="00CC78DB">
        <w:rPr>
          <w:rtl/>
          <w:lang w:bidi="fa-IR"/>
        </w:rPr>
        <w:t xml:space="preserve"> کاف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رفتند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صندوق ها نه تنها ضرر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رساند، بلکه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مجالس رونق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بخشد و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مبالغ متفرقه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</w:p>
    <w:p w:rsidR="00CC78DB" w:rsidRPr="0085011F" w:rsidRDefault="0085011F" w:rsidP="008501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 از زلزله 1375 روستا را به بالاتر از محل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انتقال دادند،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آب را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دولت به خانه ها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اند.</w:t>
      </w:r>
    </w:p>
    <w:p w:rsidR="00CC78DB" w:rsidRPr="00CC78DB" w:rsidRDefault="0085011F" w:rsidP="008501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جا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شود؛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کار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الحمدللّه با سرعت وصف ناپذ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همه دهات و روستاها تسرّ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</w:t>
      </w:r>
      <w:r w:rsidR="00CC78DB" w:rsidRPr="00CC78DB">
        <w:rPr>
          <w:rtl/>
          <w:lang w:bidi="fa-IR"/>
        </w:rPr>
        <w:t xml:space="preserve"> کرد و به صورت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فرهنگ عموم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آمد و در سطح استان جا باز کرد و در آمد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صندوقها احت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اجات</w:t>
      </w:r>
      <w:r w:rsidR="00CC78DB" w:rsidRPr="00CC78DB">
        <w:rPr>
          <w:rtl/>
          <w:lang w:bidi="fa-IR"/>
        </w:rPr>
        <w:t xml:space="preserve"> مساجد و مخارج احسانات و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رات</w:t>
      </w:r>
      <w:r w:rsidR="00CC78DB" w:rsidRPr="00CC78DB">
        <w:rPr>
          <w:rtl/>
          <w:lang w:bidi="fa-IR"/>
        </w:rPr>
        <w:t xml:space="preserve"> و مبرات آن تأم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31" w:name="_Toc507934462"/>
      <w:r w:rsidRPr="00CC78DB">
        <w:rPr>
          <w:rFonts w:hint="eastAsia"/>
          <w:rtl/>
          <w:lang w:bidi="fa-IR"/>
        </w:rPr>
        <w:t>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موتورها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برق و بلندگوها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مساجد</w:t>
      </w:r>
      <w:bookmarkEnd w:id="3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زمان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از برق و بلندگو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نبود، با ابتکار بنده،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به مسجد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موتور برق از کمپان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زاده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متعاقب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آمپل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(بلندگو) از فروشگاه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سرچشمه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بطور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اذان و مناجات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و دسته جات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به اطراف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چد</w:t>
      </w:r>
      <w:r w:rsidRPr="00CC78DB">
        <w:rPr>
          <w:rtl/>
          <w:lang w:bidi="fa-IR"/>
        </w:rPr>
        <w:t xml:space="preserve"> و مورد استفاده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>.</w:t>
      </w:r>
      <w:r w:rsidRPr="002B106E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5011F" w:rsidP="0085011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507934463"/>
      <w:r w:rsidR="00CC78DB" w:rsidRPr="00CC78DB">
        <w:rPr>
          <w:rFonts w:hint="eastAsia"/>
          <w:rtl/>
          <w:lang w:bidi="fa-IR"/>
        </w:rPr>
        <w:lastRenderedPageBreak/>
        <w:t>عمران</w:t>
      </w:r>
      <w:r w:rsidR="00CC78DB" w:rsidRPr="00CC78DB">
        <w:rPr>
          <w:rtl/>
          <w:lang w:bidi="fa-IR"/>
        </w:rPr>
        <w:t xml:space="preserve"> و آباد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حفظ احترام مساجد</w:t>
      </w:r>
      <w:bookmarkEnd w:id="3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قدم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گذاشتم و در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باز شد و در اثر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 و خدمات عامه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نجانب،</w:t>
      </w:r>
      <w:r w:rsidRPr="00CC78DB">
        <w:rPr>
          <w:rtl/>
          <w:lang w:bidi="fa-IR"/>
        </w:rPr>
        <w:t xml:space="preserve"> مساجد رو به آبادان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</w:p>
    <w:p w:rsidR="00CC78DB" w:rsidRPr="0085011F" w:rsidRDefault="0085011F" w:rsidP="008501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 از پانزده سال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و موتور مذکور را به مسجد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سولا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فروخته شد و بلندگو هنوز هم سرپاست و استفاده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شود.</w:t>
      </w:r>
    </w:p>
    <w:p w:rsidR="00CC78DB" w:rsidRPr="00CC78DB" w:rsidRDefault="0085011F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تعم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رات</w:t>
      </w:r>
      <w:r w:rsidR="00CC78DB" w:rsidRPr="00CC78DB">
        <w:rPr>
          <w:rtl/>
          <w:lang w:bidi="fa-IR"/>
        </w:rPr>
        <w:t xml:space="preserve"> اساس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تجد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بنا گذاشت و در اثر تبل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غات</w:t>
      </w:r>
      <w:r w:rsidR="00CC78DB" w:rsidRPr="00CC78DB">
        <w:rPr>
          <w:rtl/>
          <w:lang w:bidi="fa-IR"/>
        </w:rPr>
        <w:t xml:space="preserve"> حق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ر،</w:t>
      </w:r>
      <w:r w:rsidR="00CC78DB" w:rsidRPr="00CC78DB">
        <w:rPr>
          <w:rtl/>
          <w:lang w:bidi="fa-IR"/>
        </w:rPr>
        <w:t xml:space="preserve"> رونق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شتر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گرفته و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پوشش صندوقها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="00CC78DB" w:rsidRPr="00CC78DB">
        <w:rPr>
          <w:rtl/>
          <w:lang w:bidi="fa-IR"/>
        </w:rPr>
        <w:t xml:space="preserve">قرار گرفت که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نمونه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آن، مسجد متروکه قر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لاطران در دامنه کوه سبلان است که در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جلسه تبل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غ،</w:t>
      </w:r>
      <w:r w:rsidR="00CC78DB" w:rsidRPr="00CC78DB">
        <w:rPr>
          <w:rtl/>
          <w:lang w:bidi="fa-IR"/>
        </w:rPr>
        <w:t xml:space="preserve"> مسجد با فرش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اهدائ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دست بافت پر </w:t>
      </w:r>
      <w:r w:rsidR="00CC78DB" w:rsidRPr="00CC78DB">
        <w:rPr>
          <w:rFonts w:hint="eastAsia"/>
          <w:rtl/>
          <w:lang w:bidi="fa-IR"/>
        </w:rPr>
        <w:t>شد</w:t>
      </w:r>
      <w:r w:rsidR="00CC78DB" w:rsidRPr="00CC78DB">
        <w:rPr>
          <w:rtl/>
          <w:lang w:bidi="fa-IR"/>
        </w:rPr>
        <w:t xml:space="preserve"> و مورد استفاده قرار گرفت.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33" w:name="_Toc507934464"/>
      <w:r w:rsidRPr="00CC78DB">
        <w:rPr>
          <w:rFonts w:hint="eastAsia"/>
          <w:rtl/>
          <w:lang w:bidi="fa-IR"/>
        </w:rPr>
        <w:t>ساخت</w:t>
      </w:r>
      <w:r w:rsidRPr="00CC78DB">
        <w:rPr>
          <w:rtl/>
          <w:lang w:bidi="fa-IR"/>
        </w:rPr>
        <w:t xml:space="preserve"> پُل و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اماکن عموم</w:t>
      </w:r>
      <w:r w:rsidRPr="00CC78DB">
        <w:rPr>
          <w:rFonts w:hint="cs"/>
          <w:rtl/>
          <w:lang w:bidi="fa-IR"/>
        </w:rPr>
        <w:t>ی</w:t>
      </w:r>
      <w:bookmarkEnd w:id="3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دره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راه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 و 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و منطقه دورسونخواجه از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 و مردم در مض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و فشار بودند مخصوصاً در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زمستان که عبور و مرور به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گرفت، و پل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قابل اطم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نان</w:t>
      </w:r>
      <w:r w:rsidRPr="00CC78DB">
        <w:rPr>
          <w:rtl/>
          <w:lang w:bidi="fa-IR"/>
        </w:rPr>
        <w:t xml:space="preserve"> کم عرض 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داشت، با اقدام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</w:t>
      </w:r>
      <w:r w:rsidRPr="00CC78DB">
        <w:rPr>
          <w:rFonts w:hint="eastAsia"/>
          <w:rtl/>
          <w:lang w:bidi="fa-IR"/>
        </w:rPr>
        <w:t>ُل</w:t>
      </w:r>
      <w:r w:rsidRPr="00CC78DB">
        <w:rPr>
          <w:rtl/>
          <w:lang w:bidi="fa-IR"/>
        </w:rPr>
        <w:t xml:space="preserve"> قو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کوچک رو،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بنا کردم و به اتمام رساندم.</w:t>
      </w:r>
      <w:r w:rsidRPr="0085011F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34" w:name="_Toc507934465"/>
      <w:r w:rsidRPr="00CC78DB">
        <w:rPr>
          <w:rFonts w:hint="eastAsia"/>
          <w:rtl/>
          <w:lang w:bidi="fa-IR"/>
        </w:rPr>
        <w:t>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رراهها</w:t>
      </w:r>
      <w:bookmarkEnd w:id="3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هر روستائ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رفت و آمد داشتم، به راهها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دادم، احداث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تعر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ازجمله راهها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مزارع 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گنزق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کرده ده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کرده ده به لاطران و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</w:t>
      </w:r>
      <w:r w:rsidRPr="00CC78DB">
        <w:rPr>
          <w:rtl/>
          <w:lang w:bidi="fa-IR"/>
        </w:rPr>
        <w:t xml:space="preserve"> دره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گلستان و</w:t>
      </w:r>
    </w:p>
    <w:p w:rsidR="00CC78DB" w:rsidRPr="0085011F" w:rsidRDefault="0085011F" w:rsidP="008501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CC78DB" w:rsidRPr="00CC78DB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 حدود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جده</w:t>
      </w:r>
      <w:r w:rsidRPr="00CC78DB">
        <w:rPr>
          <w:rtl/>
          <w:lang w:bidi="fa-IR"/>
        </w:rPr>
        <w:t xml:space="preserve"> سال مورد استفاده بود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انقلاب، جهادسازندگ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در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پُل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ساخت.</w:t>
      </w:r>
    </w:p>
    <w:p w:rsidR="00CC78DB" w:rsidRPr="00CC78DB" w:rsidRDefault="0085011F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ورن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</w:t>
      </w:r>
      <w:r w:rsidR="00CC78DB" w:rsidRPr="00CC78DB">
        <w:rPr>
          <w:rtl/>
          <w:lang w:bidi="fa-IR"/>
        </w:rPr>
        <w:t xml:space="preserve"> و پاکساز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آنها بود، قر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آلداش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راه خطرناک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دره داشت که سبب سقوط ولغزش انسان و 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وان</w:t>
      </w:r>
      <w:r w:rsidR="00CC78DB" w:rsidRPr="00CC78DB">
        <w:rPr>
          <w:rtl/>
          <w:lang w:bidi="fa-IR"/>
        </w:rPr>
        <w:t xml:space="preserve"> به دره بود که آن را تعر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ض</w:t>
      </w:r>
      <w:r w:rsidR="00CC78DB" w:rsidRPr="00CC78DB">
        <w:rPr>
          <w:rtl/>
          <w:lang w:bidi="fa-IR"/>
        </w:rPr>
        <w:t xml:space="preserve"> و مطمئن کرد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5011F">
      <w:pPr>
        <w:pStyle w:val="Heading1"/>
        <w:rPr>
          <w:rtl/>
          <w:lang w:bidi="fa-IR"/>
        </w:rPr>
      </w:pPr>
      <w:bookmarkStart w:id="35" w:name="_Toc507934466"/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قبرستان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3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قبرستان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گرفته و قبرها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و فضله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کثافت ها بود، و آرامگاه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مورد هتک حرمت قرار گرفته بود و بسا شبها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متروکه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فضله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خشک کردن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ختند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حفظ حرمت و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آن، به اطراف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گورستان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چند جلسه مردم را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نمودم، اما اثر مثبت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خرج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و گورستان هم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بود، مردم توان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آن را نداشتند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اقدام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منبر اعلام کردم،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روم</w:t>
      </w:r>
      <w:r w:rsidRPr="00CC78DB">
        <w:rPr>
          <w:rtl/>
          <w:lang w:bidi="fa-IR"/>
        </w:rPr>
        <w:t xml:space="preserve"> کلنگ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گورستان را بزنم!! هرکس دوست دارد پشت سر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جز چند نفر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چپق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گار</w:t>
      </w:r>
      <w:r w:rsidRPr="00CC78DB">
        <w:rPr>
          <w:rtl/>
          <w:lang w:bidi="fa-IR"/>
        </w:rPr>
        <w:t xml:space="preserve"> به دست و پوست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دوش، مانند حاج آقا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حاج خداو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امد،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آنها تنها جوان من بودم،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کلنگ را ب</w:t>
      </w:r>
      <w:r w:rsidRPr="00CC78DB">
        <w:rPr>
          <w:rFonts w:hint="eastAsia"/>
          <w:rtl/>
          <w:lang w:bidi="fa-IR"/>
        </w:rPr>
        <w:t>زنم</w:t>
      </w:r>
      <w:r w:rsidRPr="00CC78DB">
        <w:rPr>
          <w:rtl/>
          <w:lang w:bidi="fa-IR"/>
        </w:rPr>
        <w:t xml:space="preserve"> آنها هم به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که چکار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مگر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با توکل به خدا شروع کردم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دورادور قبرستان کلًا به ارتفاع دومتر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چون کار خدائ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بدون چشم داشت 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بود، خداوند علناً خود کمک نمود و الحمدللّه </w:t>
      </w:r>
      <w:r w:rsidRPr="0085011F">
        <w:rPr>
          <w:rStyle w:val="libFootnotenumChar"/>
          <w:rtl/>
        </w:rPr>
        <w:t>(1).</w:t>
      </w:r>
    </w:p>
    <w:p w:rsidR="00CC78DB" w:rsidRPr="0085011F" w:rsidRDefault="0085011F" w:rsidP="008501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85011F" w:rsidRDefault="00CC78DB" w:rsidP="0085011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بعدها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را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نمود.</w:t>
      </w:r>
    </w:p>
    <w:p w:rsidR="00CC78DB" w:rsidRPr="00CC78DB" w:rsidRDefault="0085011F" w:rsidP="008501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تأس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tl/>
          <w:lang w:bidi="fa-IR"/>
        </w:rPr>
        <w:t xml:space="preserve">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="00CC78DB" w:rsidRPr="00CC78DB">
        <w:rPr>
          <w:rtl/>
          <w:lang w:bidi="fa-IR"/>
        </w:rPr>
        <w:t>درسرع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در سال 1346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لاقات</w:t>
      </w:r>
      <w:r w:rsidRPr="00CC78DB">
        <w:rPr>
          <w:rtl/>
          <w:lang w:bidi="fa-IR"/>
        </w:rPr>
        <w:t xml:space="preserve"> خوش آب و هوا و محل تردد جهانگردان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 از مناطق گرمس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تابستان به آنجا پناه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آورند، تا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گرم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پشت سر بگذارند، در وسط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داشت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مردم،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فکر افتادم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را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 نموده و توسعه دهم، تا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مخالفت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نژاد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 برو شدم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مسجد آباء و اجداد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نموده و آثار آنها را،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ببرند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منصرف شدم؛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کارشناسانه که به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زش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نگاه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به وضوح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نه چندان دور به شهر بزرگ و محل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کشور تبد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خواهد شد و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تاً</w:t>
      </w:r>
      <w:r w:rsidRPr="00CC78DB">
        <w:rPr>
          <w:rtl/>
          <w:lang w:bidi="fa-IR"/>
        </w:rPr>
        <w:t xml:space="preserve"> به مراکز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خواهد داشت و الان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مناسب اس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فرصت را از دست داد، حد اقل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اماکن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فراهم نمود،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چند روز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منبر راجع به اهم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مسجد و باق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صالحات و ثواب آنها صحبت نمودم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کردم اگر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بخواهد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به مسجد اختصاص دهد، من هم حاضرم ساختن آن را قبول </w:t>
      </w:r>
      <w:r w:rsidRPr="00CC78DB">
        <w:rPr>
          <w:rFonts w:hint="eastAsia"/>
          <w:rtl/>
          <w:lang w:bidi="fa-IR"/>
        </w:rPr>
        <w:t>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ملّاک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 به نام «آقا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غضنفر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حاضر شدند باغ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در کنار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روستا بود،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احداث مسجد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واگذار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39547A">
        <w:rPr>
          <w:rStyle w:val="libFootnotenumChar"/>
          <w:rFonts w:hint="eastAsia"/>
          <w:rtl/>
        </w:rPr>
        <w:t>،</w:t>
      </w:r>
      <w:r w:rsidRPr="0039547A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بنده</w:t>
      </w:r>
      <w:r w:rsidRPr="00CC78DB">
        <w:rPr>
          <w:rtl/>
          <w:lang w:bidi="fa-IR"/>
        </w:rPr>
        <w:t xml:space="preserve"> بدون فوت وقت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شدم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اداره اوقاف زمان محمد رضا شاه آن را تصرف ننما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با صلاح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بزرگان و خبرگان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 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آمده بودند، آن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محفوظ ماندن از تصرف اوقاف، به نام جامعه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ثبت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39547A">
        <w:rPr>
          <w:rStyle w:val="libFootnotenumChar"/>
          <w:rtl/>
        </w:rPr>
        <w:t>(2)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آنکه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به ثبت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محرز شد و مردم را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قرار دادم و زمزمه ساختن مسجد را، در منبر و کوچه و بازار،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مردم راه</w:t>
      </w:r>
    </w:p>
    <w:p w:rsidR="00CC78DB" w:rsidRPr="0039547A" w:rsidRDefault="0039547A" w:rsidP="0039547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39547A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بعدها وفات کرد خداوند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حاج غضنفر مرحوم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باغ ساختمان و مسافرخانه دو طبقه ساخته بود که در مدت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خراب شد معلوم نشد سبب خراب شدن آن چه بود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چون قسمت مسجد بود که ساختمان دوام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عوامل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دست داشت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داند؟!.</w:t>
      </w:r>
    </w:p>
    <w:p w:rsidR="00CC78DB" w:rsidRPr="00CC78DB" w:rsidRDefault="00CC78DB" w:rsidP="0039547A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در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شش سال بعد، جامعه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مقام ادعا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 و در سال 1381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نامه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طرف جامعه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و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و امام جماعت مسجد که خوشبختانه بنده خودم بعد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گراردب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سال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سرکش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آمده بودم،( که بعداً 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خواهم داد) همه آن ادعاها و نامه ها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فرستادند و بنده اصل قضا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را که به چه علت ما آن زمان 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دادم که فعلًا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منتف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تأک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جامع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 به آنجا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پرداخت نموده و نه اطلاع داشت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در جواب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کرده و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مشروحاً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نموده ام، مضافاً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حاج غضنفر مرحوم به مسجد وقف کرده است، تماماً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قرار گرفته است،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و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که الان در قسمت قبله مسجد است بعداً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را از مرحوم صفر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پول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آن مرحوم به مسجد اهداء نموده است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کند.</w:t>
      </w:r>
    </w:p>
    <w:p w:rsidR="00CC78DB" w:rsidRPr="00CC78DB" w:rsidRDefault="0039547A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انداختم،</w:t>
      </w:r>
      <w:r w:rsidR="00CC78DB" w:rsidRPr="00CC78DB">
        <w:rPr>
          <w:rtl/>
          <w:lang w:bidi="fa-IR"/>
        </w:rPr>
        <w:t xml:space="preserve"> از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مردم مخصوصاً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سف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دان</w:t>
      </w:r>
      <w:r w:rsidR="00CC78DB" w:rsidRPr="00CC78DB">
        <w:rPr>
          <w:rtl/>
          <w:lang w:bidi="fa-IR"/>
        </w:rPr>
        <w:t xml:space="preserve"> مخالفت شد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آغاز گرد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عنوان که ما به مسجد دوم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ندار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(چون جمع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کم بود) و آنجا در خارج از روستا است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باغات است، چه کس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خواهد آنجا برود،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واش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واش</w:t>
      </w:r>
      <w:r w:rsidR="00CC78DB" w:rsidRPr="00CC78DB">
        <w:rPr>
          <w:rtl/>
          <w:lang w:bidi="fa-IR"/>
        </w:rPr>
        <w:t xml:space="preserve"> تبل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</w:t>
      </w:r>
      <w:r w:rsidR="00CC78DB" w:rsidRPr="00CC78DB">
        <w:rPr>
          <w:rtl/>
          <w:lang w:bidi="fa-IR"/>
        </w:rPr>
        <w:t xml:space="preserve"> ها بر 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احداث مسجد صورت جدّ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خود گ</w:t>
      </w:r>
      <w:r w:rsidR="00CC78DB" w:rsidRPr="00CC78DB">
        <w:rPr>
          <w:rFonts w:hint="eastAsia"/>
          <w:rtl/>
          <w:lang w:bidi="fa-IR"/>
        </w:rPr>
        <w:t>رفت</w:t>
      </w:r>
      <w:r w:rsidR="00CC78DB" w:rsidRPr="00CC78DB">
        <w:rPr>
          <w:rtl/>
          <w:lang w:bidi="fa-IR"/>
        </w:rPr>
        <w:t xml:space="preserve"> و نام «مسجد ضرار»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آن گذاشته شد، فقط نفرات انگشت شمار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 من همسو بودند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بالأخره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پشت کار من، کارها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 و سم پاش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مخالف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راکُند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به 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در مدت چهار سال، با هزاران زحمت و تهمت ها و افتراها مسجد را ساخته و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رساندم (که هنوز هم دفتر مخارج آن موجود است) با توجه بر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از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تمام شد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مسجد از چهارصد و پنجاه هزار تومان آن فقط از خود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چهارده هزار و پانصد تومان توانستم وصول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از شهرستان ها مخصوصاً از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تهران و در قم از مراجع بزرگوار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وصول کرده و به اتمام رساندم </w:t>
      </w:r>
      <w:r w:rsidRPr="0039547A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که حالا باق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مانده آن نفرات و اولادشان بالإ</w:t>
      </w:r>
      <w:r w:rsidRPr="00CC78DB">
        <w:rPr>
          <w:rFonts w:hint="eastAsia"/>
          <w:rtl/>
          <w:lang w:bidi="fa-IR"/>
        </w:rPr>
        <w:t>تّفاق،</w:t>
      </w:r>
      <w:r w:rsidRPr="00CC78DB">
        <w:rPr>
          <w:rtl/>
          <w:lang w:bidi="fa-IR"/>
        </w:rPr>
        <w:t xml:space="preserve"> اعتراف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اگر آن زمان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ساخته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شد، ما در چه مض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و مخمصه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چه مشکلات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مواجه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مردم را به محل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آن روز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آمپل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بلند گوها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که به صورت باغ بود، و خودم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جوان بودم از درختها بالا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رفتم و بلندگوها را به شاخه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بستم و پائ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آمده و خودم به خواندن قرآن</w:t>
      </w:r>
    </w:p>
    <w:p w:rsidR="00CC78DB" w:rsidRPr="0039547A" w:rsidRDefault="0039547A" w:rsidP="0039547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C78DB" w:rsidRPr="00CC78DB" w:rsidRDefault="00CC78DB" w:rsidP="0039547A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به خاطر 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مشابه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بعد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هفت سال( در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1381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) درباره مسجد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در قسمت جنوب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هتل چالدران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در صدد احداث آن هستم تکرار شد منته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که به داستانش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39547A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شروع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کردم که شا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رهگذر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 شن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دن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صدا به آنجا سر زده و مبلغ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مسجد کمک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درست</w:t>
      </w:r>
      <w:r w:rsidRPr="00CC78DB">
        <w:rPr>
          <w:rtl/>
          <w:lang w:bidi="fa-IR"/>
        </w:rPr>
        <w:t xml:space="preserve"> مانند امروز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 مجسّم است که اوّل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دستم آمد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اهل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کلخوران از آنجا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به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قرآن آمد و از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زنانه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که فقط ده تومان داشت، به من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 و رفت!!.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باز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دارم من که قرآن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مسافرها حضور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جمله را که (آقا تو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زور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اسلام را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بکوب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!!) گفت و رد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اواخر</w:t>
      </w:r>
      <w:r w:rsidRPr="00CC78DB">
        <w:rPr>
          <w:rtl/>
          <w:lang w:bidi="fa-IR"/>
        </w:rPr>
        <w:t xml:space="preserve"> تابستان 1346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کلنگ مسجد را خودم به تنها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و با توکّل به خدا و مسجد رابه نام مبارک 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له الفداء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کلنگ زدن سبب افزا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مخالفت ها شد، من هرچه به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مخالفت ها شدت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عکس العمل و مخالفت مردم نتوانست، کوچکتر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خلل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 وارد آورد و متزلزل سازد،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بنّا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را احضار </w:t>
      </w:r>
      <w:r w:rsidRPr="00CC78DB">
        <w:rPr>
          <w:rFonts w:hint="eastAsia"/>
          <w:rtl/>
          <w:lang w:bidi="fa-IR"/>
        </w:rPr>
        <w:t>نمودم</w:t>
      </w:r>
      <w:r w:rsidRPr="00CC78DB">
        <w:rPr>
          <w:rtl/>
          <w:lang w:bidi="fa-IR"/>
        </w:rPr>
        <w:t xml:space="preserve"> و نقشه مسجد را که خودم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به او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و با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نقشه را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کار سنگ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>) شروع 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کار</w:t>
      </w:r>
      <w:r w:rsidRPr="00CC78DB">
        <w:rPr>
          <w:rtl/>
          <w:lang w:bidi="fa-IR"/>
        </w:rPr>
        <w:t xml:space="preserve"> با لطف خدا و توجه صاحب مسجد، بتدر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و من هم 24 عدد صندوق کوچک ساخته و درجلو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آبگرم ها و قهوه خانه ها نصب کردم و اعلام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متعدد به در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شهر، زدم از من اصرار و از مردم انکار و عدم توجه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مسافرها از اهل محل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آنها هم فکر آنها را منحرف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آنجا که اتکال من به خدا و چشم انتظار به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صاحب مسجد بود، با همه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راهزن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افکار،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tl/>
          <w:lang w:bidi="fa-IR"/>
        </w:rPr>
        <w:t xml:space="preserve"> بالا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رود، معمار مسجد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 جلد کار فارس بود، انصافاً باجد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تمام، کارها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tl/>
          <w:lang w:bidi="fa-IR"/>
        </w:rPr>
        <w:t xml:space="preserve"> که قد شده و به حد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خوشحال، 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خواب رفتم و طبق معمول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همه پرسنل و کارکنان در مسجد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افتم،</w:t>
      </w:r>
      <w:r w:rsidRPr="00CC78DB">
        <w:rPr>
          <w:rtl/>
          <w:lang w:bidi="fa-IR"/>
        </w:rPr>
        <w:t xml:space="preserve"> ناباورانه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24 متر طول باارتفاع پنج متر، فرو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و باخاک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کسان</w:t>
      </w:r>
      <w:r w:rsidRPr="00CC78DB">
        <w:rPr>
          <w:rtl/>
          <w:lang w:bidi="fa-IR"/>
        </w:rPr>
        <w:t xml:space="preserve"> شده است!!.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همه</w:t>
      </w:r>
      <w:r w:rsidRPr="00CC78DB">
        <w:rPr>
          <w:rtl/>
          <w:lang w:bidi="fa-IR"/>
        </w:rPr>
        <w:t xml:space="preserve"> گفتند: وزش باد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شب،</w:t>
      </w:r>
      <w:r w:rsidRPr="00CC78DB">
        <w:rPr>
          <w:rtl/>
          <w:lang w:bidi="fa-IR"/>
        </w:rPr>
        <w:t xml:space="preserve"> آن را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کرده است، حالا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 عوامل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آمده بود، فقط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اما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برکت آورد!،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مسجد را 170 متر بزرگش کردم و اگر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آمد، مسجد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نده،</w:t>
      </w:r>
      <w:r w:rsidRPr="00CC78DB">
        <w:rPr>
          <w:rtl/>
          <w:lang w:bidi="fa-IR"/>
        </w:rPr>
        <w:t xml:space="preserve"> تنگ و کوچک 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کار</w:t>
      </w:r>
      <w:r w:rsidRPr="00CC78DB">
        <w:rPr>
          <w:rtl/>
          <w:lang w:bidi="fa-IR"/>
        </w:rPr>
        <w:t xml:space="preserve"> مسجد راه افتاد و با آن پولها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به اتمام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 و از داخل محل هم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گونه جملات (که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مسافرها درست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ما که به آن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)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عه</w:t>
      </w:r>
      <w:r w:rsidRPr="00CC78DB">
        <w:rPr>
          <w:rtl/>
          <w:lang w:bidi="fa-IR"/>
        </w:rPr>
        <w:t xml:space="preserve"> پراکن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چون مسجد </w:t>
      </w:r>
      <w:r w:rsidRPr="00CC78DB">
        <w:rPr>
          <w:rtl/>
          <w:lang w:bidi="fa-IR"/>
        </w:rPr>
        <w:lastRenderedPageBreak/>
        <w:t>به نام نام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مبارک (حضرت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</w:t>
      </w:r>
      <w:r w:rsidRPr="00CC78DB">
        <w:rPr>
          <w:rFonts w:hint="eastAsia"/>
          <w:rtl/>
          <w:lang w:bidi="fa-IR"/>
        </w:rPr>
        <w:t>مام</w:t>
      </w:r>
      <w:r w:rsidRPr="00CC78DB">
        <w:rPr>
          <w:rtl/>
          <w:lang w:bidi="fa-IR"/>
        </w:rPr>
        <w:t xml:space="preserve">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لتراب مقدمه الفداء) شروع شد، ترد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نداشتم که مولا امام زمان (عجّل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) خود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کرد و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گونه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عه</w:t>
      </w:r>
      <w:r w:rsidRPr="00CC78DB">
        <w:rPr>
          <w:rtl/>
          <w:lang w:bidi="fa-IR"/>
        </w:rPr>
        <w:t xml:space="preserve"> و جوّ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تهمت و افترا هم واهمه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تند داشت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مسطح کردن آن 160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کمپرس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شن و خاک مخلوط کاظم آباد توسط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اسر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راننده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بود، خاک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شد تا هموار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طاق ها زده شد و به پشت بام مسجد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پوکه معدن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دولا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آسفالت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39547A">
        <w:rPr>
          <w:rStyle w:val="libFootnotenumChar"/>
          <w:rtl/>
        </w:rPr>
        <w:t>(1)</w:t>
      </w:r>
    </w:p>
    <w:p w:rsidR="00CC78DB" w:rsidRPr="0039547A" w:rsidRDefault="0039547A" w:rsidP="0039547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C78DB" w:rsidRPr="00CC78DB" w:rsidRDefault="00CC78DB" w:rsidP="0039547A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 به خاطر برف روب نکردن مردم،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توسط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زاده،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بعد از گذشت چهل سال از آن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خ،</w:t>
      </w:r>
      <w:r w:rsidRPr="00CC78DB">
        <w:rPr>
          <w:rtl/>
          <w:lang w:bidi="fa-IR"/>
        </w:rPr>
        <w:t xml:space="preserve"> هنوز هم کار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کند.</w:t>
      </w:r>
    </w:p>
    <w:p w:rsidR="00CC78DB" w:rsidRPr="00CC78DB" w:rsidRDefault="0039547A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خلاصه</w:t>
      </w:r>
      <w:r w:rsidR="00CC78DB" w:rsidRPr="00CC78DB">
        <w:rPr>
          <w:rtl/>
          <w:lang w:bidi="fa-IR"/>
        </w:rPr>
        <w:t xml:space="preserve"> با هر وس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له</w:t>
      </w:r>
      <w:r w:rsidR="00CC78DB" w:rsidRPr="00CC78DB">
        <w:rPr>
          <w:rtl/>
          <w:lang w:bidi="fa-IR"/>
        </w:rPr>
        <w:t xml:space="preserve"> و مشکلات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بود،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بار سنگ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 به منزل مقصود رساندم، روز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حضرت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اللّه موسو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مهمان آمده بود، مسجد و مساحت آن را که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گفت: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گلستان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از آن که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مسجد به اتمام برسد خودت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tl/>
          <w:lang w:bidi="fa-IR"/>
        </w:rPr>
        <w:t xml:space="preserve"> به پا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عمر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>!!.</w:t>
      </w:r>
    </w:p>
    <w:p w:rsidR="00CC78DB" w:rsidRPr="00CC78DB" w:rsidRDefault="00CC78DB" w:rsidP="0039547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الحمد</w:t>
      </w:r>
      <w:r w:rsidRPr="00CC78DB">
        <w:rPr>
          <w:rtl/>
          <w:lang w:bidi="fa-IR"/>
        </w:rPr>
        <w:t xml:space="preserve"> للّه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گاه</w:t>
      </w:r>
      <w:r w:rsidRPr="00CC78DB">
        <w:rPr>
          <w:rtl/>
          <w:lang w:bidi="fa-IR"/>
        </w:rPr>
        <w:t xml:space="preserve"> اسلام و قرآن، حالا به صورت دژ محکم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آمده است، خدا راشکر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خاک نشستن تابالا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منبر رفتن و روشن نمودن چراغ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رنگا رنگ مسجد، مقاومت کردم و به ثمر رساندم؛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تنها</w:t>
      </w:r>
      <w:r w:rsidRPr="00CC78DB">
        <w:rPr>
          <w:rtl/>
          <w:lang w:bidi="fa-IR"/>
        </w:rPr>
        <w:t xml:space="preserve"> عامل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</w:t>
      </w:r>
      <w:r w:rsidRPr="00CC78DB">
        <w:rPr>
          <w:rtl/>
          <w:lang w:bidi="fa-IR"/>
        </w:rPr>
        <w:t xml:space="preserve"> را در وجود من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و بلند آوازه کردن نام مبارک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له الفداء بود که، تا ابدالدّهر از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بام و فراز مناره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به آسمان بلند شود و چشم دشمنان او را کور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سات</w:t>
      </w:r>
      <w:r w:rsidRPr="00CC78DB">
        <w:rPr>
          <w:rtl/>
          <w:lang w:bidi="fa-IR"/>
        </w:rPr>
        <w:t xml:space="preserve">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خود مسجد در ابعاد 24+ 20.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کتابخانه و قرائتخانه در ابعاد 24+ 6.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شبستان زنانه در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کتابخانه در همان ابعاد.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وضوخانه مردانه به ابعاد 3+ 6.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وضوخانه زنانه.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9547A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موتورخانه شوفاژ و شوفاژ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توسط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راد منش به مبلغ</w:t>
      </w:r>
      <w:r w:rsidR="0039547A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چهل</w:t>
      </w:r>
      <w:r w:rsidRPr="00CC78DB">
        <w:rPr>
          <w:rtl/>
          <w:lang w:bidi="fa-IR"/>
        </w:rPr>
        <w:t xml:space="preserve"> و پنج هزار تومان با مصالح کنترات داده بودم.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آبدار خانه.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در طبقه فوقان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وضوخانه مردانه و موتور خانه و آبدار خانه 2 باب اطاق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 عالم مسجد.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سرو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بهداشت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مردانه و زنانه در دو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مسجد.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سه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سه ضلع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اضافه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و باغ بزرگ طرف قبله.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دو دَر منبّت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منبر منبت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مجلّل که آن زمان هرسه را به مبلغ دو هزار و پانصد تومان درست کرده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(قطعات آن را در گون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آورده و در مسجد به هم ترک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دادند).</w:t>
      </w:r>
      <w:r w:rsidRPr="001F468D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F468D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محراب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با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</w:t>
      </w:r>
      <w:r w:rsidR="001F468D">
        <w:rPr>
          <w:rFonts w:hint="cs"/>
          <w:rtl/>
          <w:lang w:bidi="fa-IR"/>
        </w:rPr>
        <w:t xml:space="preserve">به </w:t>
      </w:r>
      <w:r w:rsidRPr="00CC78DB">
        <w:rPr>
          <w:rtl/>
          <w:lang w:bidi="fa-IR"/>
        </w:rPr>
        <w:t>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کاران اصفهان که 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فرد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حاج آقا کب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شخص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قرار هر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هزار تومان در 20 متر مربع جمعاً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F468D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13- مرمرها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 تا دور داخل مسجد به ارتفاع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متر،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کارخانه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 شهر 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تهران، باهمکار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معمار با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1F468D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سات</w:t>
      </w:r>
      <w:r w:rsidRPr="00CC78DB">
        <w:rPr>
          <w:rtl/>
          <w:lang w:bidi="fa-IR"/>
        </w:rPr>
        <w:t xml:space="preserve"> شوفاژ و لوله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 و برق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Default="00CC78DB" w:rsidP="001F468D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14-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هزار و صد متر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قرار هر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هزار تومان از مرحوم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صفر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فرزند محرم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tl/>
          <w:lang w:bidi="fa-IR"/>
        </w:rPr>
        <w:t xml:space="preserve"> مرحوم و برادر زاده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غضنفر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</w:p>
    <w:p w:rsidR="001F468D" w:rsidRPr="001F468D" w:rsidRDefault="001F468D" w:rsidP="0094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9316E3" w:rsidRDefault="00CC78DB" w:rsidP="009316E3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در سال 1382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موقع توسعه و باز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هر نجار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مراجعه کردم ساختن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حلقه آن را، کمتر از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تومان، نساختند.</w:t>
      </w:r>
    </w:p>
    <w:p w:rsidR="00CC78DB" w:rsidRPr="00CC78DB" w:rsidRDefault="009316E3" w:rsidP="009316E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مرحوم</w:t>
      </w:r>
      <w:r w:rsidR="00CC78DB" w:rsidRPr="00CC78DB">
        <w:rPr>
          <w:rtl/>
          <w:lang w:bidi="fa-IR"/>
        </w:rPr>
        <w:t xml:space="preserve"> که نصف 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مت</w:t>
      </w:r>
      <w:r w:rsidR="00CC78DB" w:rsidRPr="00CC78DB">
        <w:rPr>
          <w:rtl/>
          <w:lang w:bidi="fa-IR"/>
        </w:rPr>
        <w:t xml:space="preserve"> آن را پنجاه و پنج هزار تومان گرفت و بق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را اهداء نمود.</w:t>
      </w:r>
      <w:r w:rsidR="00CC78DB" w:rsidRPr="009316E3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اتمام مسجد در هردو مسجد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نوبت، اقامه نماز جماعت و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حضرت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دالشّهداء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مراسم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توسط خود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نجانب،</w:t>
      </w:r>
      <w:r w:rsidRPr="00CC78DB">
        <w:rPr>
          <w:rtl/>
          <w:lang w:bidi="fa-IR"/>
        </w:rPr>
        <w:t xml:space="preserve"> به اجراء در آمد و مردم کم کم عادت کرده و مسجد مورد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گرفت.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</w:t>
      </w:r>
      <w:r w:rsidRPr="00CC78DB">
        <w:rPr>
          <w:rtl/>
          <w:lang w:bidi="fa-IR"/>
        </w:rPr>
        <w:t xml:space="preserve"> سال بعد از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مسجد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اقامت داشتم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بار بودن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عدم امکان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معاش و مسائل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بالإجبار در تابستان سال 1352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مردم سرگرم مسافر و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معاش خود بودند، بدون اطلاع مردم،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مه</w:t>
      </w:r>
      <w:r w:rsidRPr="00CC78DB">
        <w:rPr>
          <w:rFonts w:hint="eastAsia"/>
          <w:rtl/>
          <w:lang w:bidi="fa-IR"/>
        </w:rPr>
        <w:t>اجرت</w:t>
      </w:r>
      <w:r w:rsidRPr="00CC78DB">
        <w:rPr>
          <w:rtl/>
          <w:lang w:bidi="fa-IR"/>
        </w:rPr>
        <w:t xml:space="preserve"> نمودم،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به خود آمدند که کار از کار گذشته بود،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مانند</w:t>
      </w:r>
      <w:r w:rsidRPr="00CC78DB">
        <w:rPr>
          <w:rtl/>
          <w:lang w:bidi="fa-IR"/>
        </w:rPr>
        <w:t xml:space="preserve"> 14 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هرچه خواستند و خواهش و تمنا کردند، دوباره برگردم، چون مسئله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فرق کرده و احساس وظ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کردم که برنگردم بنا بعلل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لًا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9316E3" w:rsidP="009316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507934467"/>
      <w:r w:rsidR="00CC78DB" w:rsidRPr="00CC78DB">
        <w:rPr>
          <w:rFonts w:hint="eastAsia"/>
          <w:rtl/>
          <w:lang w:bidi="fa-IR"/>
        </w:rPr>
        <w:lastRenderedPageBreak/>
        <w:t>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دبستان جامعه تعل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مات</w:t>
      </w:r>
      <w:r w:rsidR="00CC78DB" w:rsidRPr="00CC78DB">
        <w:rPr>
          <w:rtl/>
          <w:lang w:bidi="fa-IR"/>
        </w:rPr>
        <w:t xml:space="preserve"> اسلام</w:t>
      </w:r>
      <w:r w:rsidR="00CC78DB" w:rsidRPr="00CC78DB">
        <w:rPr>
          <w:rFonts w:hint="cs"/>
          <w:rtl/>
          <w:lang w:bidi="fa-IR"/>
        </w:rPr>
        <w:t>ی</w:t>
      </w:r>
      <w:bookmarkEnd w:id="3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خلال شروع به ساختمان مسجد، سفر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تهران کردم و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</w:p>
    <w:p w:rsidR="00CC78DB" w:rsidRPr="009316E3" w:rsidRDefault="009316E3" w:rsidP="009316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در سال 1380 که بعد از 29 سال که از« قم»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دعوت شدم و مسجد را در اثر زلزله 1375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تفاوت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گردانندگان آن، رو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باز احساس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کردم و دامن همت به کمر زدم که نگذارم نشانه ها و آثار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برهه از زمان،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برود</w:t>
      </w:r>
      <w:r w:rsidRPr="00CC78DB">
        <w:rPr>
          <w:rtl/>
          <w:lang w:bidi="fa-IR"/>
        </w:rPr>
        <w:t xml:space="preserve"> و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سات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و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رات</w:t>
      </w:r>
      <w:r w:rsidRPr="00CC78DB">
        <w:rPr>
          <w:rtl/>
          <w:lang w:bidi="fa-IR"/>
        </w:rPr>
        <w:t xml:space="preserve"> اساس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توسعه کلّ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مسجد دادم که در وقابع سال 1380 ببعد، مطالعه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البته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تفاوت و فرق که آن زمان جوان برومند 35 ساله بودم و حالا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رمرد</w:t>
      </w:r>
      <w:r w:rsidRPr="00CC78DB">
        <w:rPr>
          <w:rtl/>
          <w:lang w:bidi="fa-IR"/>
        </w:rPr>
        <w:t xml:space="preserve"> 68 ساله!!.</w:t>
      </w:r>
    </w:p>
    <w:p w:rsidR="00CC78DB" w:rsidRPr="00CC78DB" w:rsidRDefault="009316E3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باسران</w:t>
      </w:r>
      <w:r w:rsidR="00CC78DB" w:rsidRPr="00CC78DB">
        <w:rPr>
          <w:rtl/>
          <w:lang w:bidi="fa-IR"/>
        </w:rPr>
        <w:t xml:space="preserve"> و 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ران</w:t>
      </w:r>
      <w:r w:rsidR="00CC78DB" w:rsidRPr="00CC78DB">
        <w:rPr>
          <w:rtl/>
          <w:lang w:bidi="fa-IR"/>
        </w:rPr>
        <w:t xml:space="preserve"> مرکز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جامعه تعل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مات</w:t>
      </w:r>
      <w:r w:rsidR="00CC78DB" w:rsidRPr="00CC78DB">
        <w:rPr>
          <w:rtl/>
          <w:lang w:bidi="fa-IR"/>
        </w:rPr>
        <w:t xml:space="preserve"> اسلام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ملاقات کرده، موافقت تأس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دستگاه دبستان شش کلاسه گرفتم و در ضلع غرب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مسجد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دبستان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tl/>
          <w:lang w:bidi="fa-IR"/>
        </w:rPr>
        <w:t xml:space="preserve"> به اتمام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 عدم درک واقع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ها و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تفاوت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مردم، عاطل و باطل ماند.</w:t>
      </w:r>
      <w:r w:rsidR="00CC78DB" w:rsidRPr="009316E3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9316E3">
      <w:pPr>
        <w:pStyle w:val="Heading1"/>
        <w:rPr>
          <w:rtl/>
          <w:lang w:bidi="fa-IR"/>
        </w:rPr>
      </w:pPr>
      <w:bookmarkStart w:id="37" w:name="_Toc507934468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1348</w:t>
      </w:r>
      <w:bookmarkEnd w:id="3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برابر</w:t>
      </w:r>
      <w:r w:rsidRPr="00CC78DB">
        <w:rPr>
          <w:rtl/>
          <w:lang w:bidi="fa-IR"/>
        </w:rPr>
        <w:t xml:space="preserve"> عقد نامه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20/ 11/ 1348 دختر پنجمم رضوانه خانم متولد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اصل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تولدش 1/ 6/ 1345 ش ش 748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 بعد از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متولد شده است که اشتباهاً پس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شده است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بعداً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استخدام به نهضت سواد آموز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سنش را کوچک کردم.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9316E3" w:rsidP="009316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07934469"/>
      <w:r w:rsidR="00CC78DB" w:rsidRPr="00CC78DB">
        <w:rPr>
          <w:rFonts w:hint="eastAsia"/>
          <w:rtl/>
          <w:lang w:bidi="fa-IR"/>
        </w:rPr>
        <w:lastRenderedPageBreak/>
        <w:t>علّت</w:t>
      </w:r>
      <w:r w:rsidR="00CC78DB" w:rsidRPr="00CC78DB">
        <w:rPr>
          <w:rtl/>
          <w:lang w:bidi="fa-IR"/>
        </w:rPr>
        <w:t xml:space="preserve">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مهاجرت من از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bookmarkEnd w:id="3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علت اساس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بود بعد از اقامت 14 ساله در آن، تازه متوجه شدم که از نظر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(درجا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زنم) با مرور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سال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امکانات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جهت معاش که شرط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افراد و آحاد بشر است (از 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گرفته تا اشق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) داشته باشم، صاحب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باشم، بر</w:t>
      </w:r>
      <w:r w:rsidRPr="00CC78DB">
        <w:rPr>
          <w:rFonts w:hint="eastAsia"/>
          <w:rtl/>
          <w:lang w:bidi="fa-IR"/>
        </w:rPr>
        <w:t>عکس</w:t>
      </w:r>
      <w:r w:rsidRPr="00CC78DB">
        <w:rPr>
          <w:rtl/>
          <w:lang w:bidi="fa-IR"/>
        </w:rPr>
        <w:t xml:space="preserve"> بدتر هم شده،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در بدو ورود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دو نفر بودم و حالا 10 نفر!!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متوجه شدم با ده سر عائله، وامانده ام، اگرچه عزت نفس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 از</w:t>
      </w:r>
    </w:p>
    <w:p w:rsidR="00CC78DB" w:rsidRPr="009316E3" w:rsidRDefault="009316E3" w:rsidP="009316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9316E3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 سال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درست 34 سال بعد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آشپزخانه مسجد را درست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9316E3" w:rsidP="009316E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دست</w:t>
      </w:r>
      <w:r w:rsidR="00CC78DB" w:rsidRPr="00CC78DB">
        <w:rPr>
          <w:rtl/>
          <w:lang w:bidi="fa-IR"/>
        </w:rPr>
        <w:t xml:space="preserve"> ندادم، بطور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همه آنها مرا از خود ثروتمدنتر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دانستند </w:t>
      </w:r>
      <w:r w:rsidR="00CC78DB" w:rsidRPr="009316E3">
        <w:rPr>
          <w:rStyle w:val="libAlaemChar"/>
          <w:rtl/>
        </w:rPr>
        <w:t>(</w:t>
      </w:r>
      <w:r w:rsidRPr="009316E3">
        <w:rPr>
          <w:rStyle w:val="libAieChar"/>
          <w:rFonts w:hint="cs"/>
          <w:rtl/>
        </w:rPr>
        <w:t>يَحْسَبُهُمُ الْجَاهِلُ أَغْنِيَاءَ مِنَ التَّعَفُّفِ</w:t>
      </w:r>
      <w:r w:rsidR="00CC78DB" w:rsidRPr="009316E3">
        <w:rPr>
          <w:rStyle w:val="libAlaemChar"/>
          <w:rtl/>
        </w:rPr>
        <w:t>)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علّت دوم بزرگ شدن دخترها و خواستگار آمدن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بود من با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اوضاع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و فعل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چهار نعل،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فساد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خود را در برابر خدا و آنها، مسؤل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آنها را از آن منجلاب حال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نجات دهم و نسل خود را به دام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ندازم</w:t>
      </w:r>
      <w:r w:rsidRPr="00CC78DB">
        <w:rPr>
          <w:rtl/>
          <w:lang w:bidi="fa-IR"/>
        </w:rPr>
        <w:t xml:space="preserve"> و در جرم 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شان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نباشم،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قطع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هجرت گرفتم.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3-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طلبه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دار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ترک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کرده و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اقامت داشت،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اسباب اذ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ومو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دماغ بود،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من به او حسادت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بلکه او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حسادت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صدد فرار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 من بود و من با ملاحظه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حرکات او،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گفتم: اول او ر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مجالس دعوت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مصلحت را در فرار بر قرار دانستم.</w:t>
      </w:r>
    </w:p>
    <w:p w:rsidR="00CC78DB" w:rsidRPr="00CC78DB" w:rsidRDefault="00CC78DB" w:rsidP="009316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با ملاحظه نجات دادن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آن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در تابستان سال 1352 که مردم غرق مهماندار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مسافر پرست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بودند،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متوجه شود،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اسباب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در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قبلًا از بانک رهن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وام برداشته و در سه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بخشعل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ساخته بودم، استقرا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طبق روال سابق، هر روز سروقت به نماز جماعت و وعظ وارشاد، در مسجد حاضر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شدم، تا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متوجه هجرت من نشود، اما بعد از برگشتن مسافرها و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مسافرخانه ها،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تازه 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بودند چه کلاه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سرشان رفته است و من به سادگ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دستشان رفته ام؛</w:t>
      </w:r>
      <w:r w:rsidRPr="00CC78DB">
        <w:rPr>
          <w:rtl/>
          <w:lang w:bidi="fa-IR"/>
        </w:rPr>
        <w:cr/>
      </w:r>
      <w:r w:rsidRPr="00CC78DB">
        <w:rPr>
          <w:rFonts w:hint="eastAsia"/>
          <w:rtl/>
          <w:lang w:bidi="fa-IR"/>
        </w:rPr>
        <w:lastRenderedPageBreak/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کراراً به آنها گوشزد کرده بودم که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خود نخواه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باور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چون من امکانات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نداشتم درجا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خانه بخرم و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الاتم</w:t>
      </w:r>
      <w:r w:rsidRPr="00CC78DB">
        <w:rPr>
          <w:rtl/>
          <w:lang w:bidi="fa-IR"/>
        </w:rPr>
        <w:t xml:space="preserve"> را اداره</w:t>
      </w:r>
      <w:r w:rsidR="009316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کنم؛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آنکه از برگشتن من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شدند گفتند: پس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معرف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کن، گفتم: به سراغ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بوده،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مرد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بودند، با صلاحد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از قم آوردند</w:t>
      </w:r>
      <w:r w:rsidRPr="009316E3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فرق که فقط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رمضان و محرم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در بازگشت با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هشت هزار تومان،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چهارصد تومان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 اختصاص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سر سوغات فراوان، به قم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فرستند!.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چون</w:t>
      </w:r>
      <w:r w:rsidRPr="00CC78DB">
        <w:rPr>
          <w:rtl/>
          <w:lang w:bidi="fa-IR"/>
        </w:rPr>
        <w:t xml:space="preserve">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بودند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برسند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مانند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نخواهد بود که، در طول سال با آنها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شرشان باشد و بسوزد و بسازد و دم نزند.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تعجب است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سران و بزرگان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نام حاج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اصغر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که بامن عقد اخوت داشت و باهم در اوا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ورودم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همسفر مشهد مقدس هم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بعدها در مجلس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خواهر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عبداللّه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صراحت گفت: زود متوجه شده و خود را نجات 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ال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صدسال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گرهم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همان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نگه</w:t>
      </w:r>
      <w:r w:rsidR="009316E3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محتاج ما باش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دست ما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lastRenderedPageBreak/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خاطرات فراموش نشدن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مخارج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حاج آقا پدر خانمم در خانه خود برپا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بامادر خانمم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زمستان بود و برف و کولاک، عصر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داشتم، پس از بالارفتن از سه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قشلاق،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راهها بسته است 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</w:p>
    <w:p w:rsidR="00CC78DB" w:rsidRPr="009316E3" w:rsidRDefault="009316E3" w:rsidP="009316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9316E3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درسال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هنوزهم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مسجد جامع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را،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مستقرند.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بعدها درقم به رخمت خدا رفت و در آنجا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رحمه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9316E3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در</w:t>
      </w:r>
      <w:r w:rsidR="00CC78DB" w:rsidRPr="00CC78DB">
        <w:rPr>
          <w:rtl/>
          <w:lang w:bidi="fa-IR"/>
        </w:rPr>
        <w:t xml:space="preserve"> جلو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محل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نام قره تپه به برف نشست و امکان حرکت از دست رفت و من ماندم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رزن</w:t>
      </w:r>
      <w:r w:rsidR="00CC78DB" w:rsidRPr="00CC78DB">
        <w:rPr>
          <w:rtl/>
          <w:lang w:bidi="fa-IR"/>
        </w:rPr>
        <w:t xml:space="preserve"> و شب تار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و گرگ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ابان،</w:t>
      </w:r>
      <w:r w:rsidR="00CC78DB" w:rsidRPr="00CC78DB">
        <w:rPr>
          <w:rtl/>
          <w:lang w:bidi="fa-IR"/>
        </w:rPr>
        <w:t xml:space="preserve">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داشتم و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 و صدا زن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چاره</w:t>
      </w:r>
      <w:r w:rsidR="00CC78DB" w:rsidRPr="00CC78DB">
        <w:rPr>
          <w:rtl/>
          <w:lang w:bidi="fa-IR"/>
        </w:rPr>
        <w:t xml:space="preserve"> را باخود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کشم و از ترس گرگ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درنده، صدا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را بلند نم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کنم، تقر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باً</w:t>
      </w:r>
      <w:r w:rsidR="00CC78DB" w:rsidRPr="00CC78DB">
        <w:rPr>
          <w:rtl/>
          <w:lang w:bidi="fa-IR"/>
        </w:rPr>
        <w:t xml:space="preserve"> چهار 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لومتر</w:t>
      </w:r>
      <w:r w:rsidR="00CC78DB" w:rsidRPr="00CC78DB">
        <w:rPr>
          <w:rtl/>
          <w:lang w:bidi="fa-IR"/>
        </w:rPr>
        <w:t xml:space="preserve"> راه را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بت</w:t>
      </w:r>
      <w:r w:rsidR="00CC78DB" w:rsidRPr="00CC78DB">
        <w:rPr>
          <w:rtl/>
          <w:lang w:bidi="fa-IR"/>
        </w:rPr>
        <w:t xml:space="preserve"> مادر را بازو</w:t>
      </w:r>
      <w:r>
        <w:rPr>
          <w:rFonts w:hint="cs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به بازو،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برف ها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کشم و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از نفس افتاد و نزد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مه</w:t>
      </w:r>
      <w:r w:rsidR="00CC78DB" w:rsidRPr="00CC78DB">
        <w:rPr>
          <w:rtl/>
          <w:lang w:bidi="fa-IR"/>
        </w:rPr>
        <w:t xml:space="preserve"> شب به ورن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</w:t>
      </w:r>
      <w:r w:rsidR="00CC78DB" w:rsidRPr="00CC78DB">
        <w:rPr>
          <w:rtl/>
          <w:lang w:bidi="fa-IR"/>
        </w:rPr>
        <w:t xml:space="preserve">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هردو تا خرخره به کانال آب افتاد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با هزاران زحمت، اورا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رون</w:t>
      </w:r>
      <w:r w:rsidR="00CC78DB" w:rsidRPr="00CC78DB">
        <w:rPr>
          <w:rtl/>
          <w:lang w:bidi="fa-IR"/>
        </w:rPr>
        <w:t xml:space="preserve"> کش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و کشان کشان به در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محمود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</w:t>
      </w:r>
      <w:r w:rsidR="00CC78DB" w:rsidRPr="00CC78DB">
        <w:rPr>
          <w:rtl/>
          <w:lang w:bidi="fa-IR"/>
        </w:rPr>
        <w:t xml:space="preserve"> حاتم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سگ ها اجازه نم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دادند در را بکوب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در آخ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من 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</w:t>
      </w:r>
      <w:r w:rsidR="00CC78DB" w:rsidRPr="00CC78DB">
        <w:rPr>
          <w:rtl/>
          <w:lang w:bidi="fa-IR"/>
        </w:rPr>
        <w:t xml:space="preserve"> کش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و آنهاب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رون</w:t>
      </w:r>
      <w:r w:rsidR="00CC78DB" w:rsidRPr="00CC78DB">
        <w:rPr>
          <w:rtl/>
          <w:lang w:bidi="fa-IR"/>
        </w:rPr>
        <w:t xml:space="preserve">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ختند</w:t>
      </w:r>
      <w:r w:rsidR="00CC78DB" w:rsidRPr="00CC78DB">
        <w:rPr>
          <w:rtl/>
          <w:lang w:bidi="fa-IR"/>
        </w:rPr>
        <w:t xml:space="preserve"> و ما را باهزار افسوس به داخل بردند و بخار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 روشن نمودند و مارا گرم کردند؛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tl/>
          <w:lang w:bidi="fa-IR"/>
        </w:rPr>
        <w:t xml:space="preserve"> اهل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ماجرا مطلع شده بودند،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الشان</w:t>
      </w:r>
      <w:r w:rsidRPr="00CC78DB">
        <w:rPr>
          <w:rtl/>
          <w:lang w:bidi="fa-IR"/>
        </w:rPr>
        <w:t xml:space="preserve"> ما مرده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خروارها برف، مدفون شده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!! از جاهائ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نظرشان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و جستجو کرده بودند و بعد خبردار شده بودند که در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برف در آورده،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آن همه راه را آورده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F6390" w:rsidP="007F639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507934470"/>
      <w:r w:rsidR="00CC78DB" w:rsidRPr="00CC78DB">
        <w:rPr>
          <w:rFonts w:hint="eastAsia"/>
          <w:rtl/>
          <w:lang w:bidi="fa-IR"/>
        </w:rPr>
        <w:lastRenderedPageBreak/>
        <w:t>خلاصه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14 سال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bookmarkEnd w:id="3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1339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همان سال در خانه حاج آقا، دخترم «حم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ده»</w:t>
      </w:r>
      <w:r w:rsidRPr="00CC78DB">
        <w:rPr>
          <w:rtl/>
          <w:lang w:bidi="fa-IR"/>
        </w:rPr>
        <w:t xml:space="preserve"> 2/ 9/ 1339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 و بعد از پشت سر گذاشتن ماجراها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که حد اکثر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پنجاهم آن را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خانه دهات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 و در سال دوم دخترم «ام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نه»</w:t>
      </w:r>
      <w:r w:rsidRPr="00CC78DB">
        <w:rPr>
          <w:rtl/>
          <w:lang w:bidi="fa-IR"/>
        </w:rPr>
        <w:t xml:space="preserve"> متولد شد و در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دخ</w:t>
      </w:r>
      <w:r w:rsidRPr="00CC78DB">
        <w:rPr>
          <w:rFonts w:hint="eastAsia"/>
          <w:rtl/>
          <w:lang w:bidi="fa-IR"/>
        </w:rPr>
        <w:t>تر</w:t>
      </w:r>
      <w:r w:rsidRPr="00CC78DB">
        <w:rPr>
          <w:rtl/>
          <w:lang w:bidi="fa-IR"/>
        </w:rPr>
        <w:t xml:space="preserve"> سوم «حک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مه»</w:t>
      </w:r>
      <w:r w:rsidRPr="00CC78DB">
        <w:rPr>
          <w:rtl/>
          <w:lang w:bidi="fa-IR"/>
        </w:rPr>
        <w:t xml:space="preserve"> و دختر چهارم «وح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ده»</w:t>
      </w:r>
      <w:r w:rsidRPr="00CC78DB">
        <w:rPr>
          <w:rtl/>
          <w:lang w:bidi="fa-IR"/>
        </w:rPr>
        <w:t xml:space="preserve"> و پسرم «حس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در در دهه اول ماه محرم و بعد از او دختر پنجم «رضوانه» و بعد پسر دوم «حسن» و بعد پسر سوم «عل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رضا»</w:t>
      </w:r>
      <w:r w:rsidRPr="00CC78DB">
        <w:rPr>
          <w:rtl/>
          <w:lang w:bidi="fa-IR"/>
        </w:rPr>
        <w:t xml:space="preserve">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آمدند، به قول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برادر خانمم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(عفت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بچه و آن سرسال 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بچه،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مدت 14 سال،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 بچه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پس دو 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آمدم و ده 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دست</w:t>
      </w:r>
      <w:r w:rsidRPr="00CC78DB">
        <w:rPr>
          <w:rtl/>
          <w:lang w:bidi="fa-IR"/>
        </w:rPr>
        <w:t xml:space="preserve">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وارد شدم و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پرق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دوران عمرم را در آنجا به هدر دادم و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جز آن ابن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نشانه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صالحات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خود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گذاشتم.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ولادت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دو نفر آنها بعد از آن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حاج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محمد</w:t>
      </w:r>
      <w:r w:rsidRPr="00CC78DB">
        <w:rPr>
          <w:rtl/>
          <w:lang w:bidi="fa-IR"/>
        </w:rPr>
        <w:t>: تولد: 16/ 11/ 1317 ش ش 15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عفت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تولد 7/ 2/ 1320 ش ش 955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20/ 3/ 1338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(فر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) 2/ 9/ 1339 ش ش 104423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25/ 10/ 1340 ش ش 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1/ 8/ 1341 ش ش 1431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1/ 11/ 1342 ش ش 1432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رضوانه 1/ 6/ 1344 ش ش 748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2/ 5/ 1345 ش ش 749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حسن 6/ 2/ 1349 ش ش 3</w:t>
      </w:r>
    </w:p>
    <w:p w:rsidR="007F6390" w:rsidRDefault="007F6390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1/ 1/ 1352 ش ش 104564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طاهر 4/ 6/ 1359 ش ش 1147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فاطمه 12/ 8/ 1366 ش ش 91423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لطف</w:t>
      </w:r>
      <w:r w:rsidRPr="00CC78DB">
        <w:rPr>
          <w:rtl/>
          <w:lang w:bidi="fa-IR"/>
        </w:rPr>
        <w:t xml:space="preserve"> خداوند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مهاجرت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فراهم کرد!!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1341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="007F6390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بعد را که نهضت مردم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برعل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محمدرضا شاه پهلو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وارد فصل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و بتدر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با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رفت، و در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شهرها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تشنج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به دستگ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رهبر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پانزده خرداد 1341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آمد، من هم به </w:t>
      </w:r>
      <w:r w:rsidRPr="00CC78DB">
        <w:rPr>
          <w:rFonts w:hint="eastAsia"/>
          <w:rtl/>
          <w:lang w:bidi="fa-IR"/>
        </w:rPr>
        <w:t>اندازه</w:t>
      </w:r>
      <w:r w:rsidRPr="00CC78DB">
        <w:rPr>
          <w:rtl/>
          <w:lang w:bidi="fa-IR"/>
        </w:rPr>
        <w:t xml:space="preserve"> خود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اطراف، مردم را دعوت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چاکان و چاک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بانان</w:t>
      </w:r>
      <w:r w:rsidRPr="00CC78DB">
        <w:rPr>
          <w:rtl/>
          <w:lang w:bidi="fa-IR"/>
        </w:rPr>
        <w:t xml:space="preserve"> انقلاب بودم، در مساجد و منابر سر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راه انداخته بودم و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به اطلاعات و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(ساواک)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احضار و مورد توب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قرار گرفتم، البته مردم دور و بر </w:t>
      </w:r>
      <w:r w:rsidRPr="00CC78DB">
        <w:rPr>
          <w:rFonts w:hint="eastAsia"/>
          <w:rtl/>
          <w:lang w:bidi="fa-IR"/>
        </w:rPr>
        <w:t>مرا</w:t>
      </w:r>
      <w:r w:rsidRPr="00CC78DB">
        <w:rPr>
          <w:rtl/>
          <w:lang w:bidi="fa-IR"/>
        </w:rPr>
        <w:t xml:space="preserve"> گرفته بودند و چون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تازه وارد شده ام، 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مورد توجه مردم بودم که اگر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نماز صبح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ظهر، جا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گرفت،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از مسجد نماز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خواند، و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شدند، اظهار علاقه و فداکار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نگو</w:t>
      </w:r>
      <w:r w:rsidRPr="00CC78DB">
        <w:rPr>
          <w:rtl/>
          <w:lang w:bidi="fa-IR"/>
        </w:rPr>
        <w:t xml:space="preserve"> که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مسافرها،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ششدانگ داشته ام و بعدها هم معلوم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سازمان اوقاف در تهران است، سال ها گذشت تا سال 1350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اداره و امور حجاج، از وزارت کشور به سازمان اوقاف، محوّل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</w:p>
    <w:p w:rsidR="00CC78DB" w:rsidRPr="00CC78DB" w:rsidRDefault="00CC78DB" w:rsidP="007F639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و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دست و پاقرص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بابا صفر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7F6390">
        <w:rPr>
          <w:rStyle w:val="libFootnotenumChar"/>
          <w:rtl/>
        </w:rPr>
        <w:t xml:space="preserve">(1) </w:t>
      </w:r>
      <w:r w:rsidRPr="00CC78DB">
        <w:rPr>
          <w:rtl/>
          <w:lang w:bidi="fa-IR"/>
        </w:rPr>
        <w:t>بعلت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اصلًا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خود، ملک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بود، هر سال تابستان ها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و تابستان آن سال هم در </w:t>
      </w:r>
      <w:r w:rsidRPr="00CC78DB">
        <w:rPr>
          <w:rtl/>
          <w:lang w:bidi="fa-IR"/>
        </w:rPr>
        <w:lastRenderedPageBreak/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و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از وضع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و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بار بودنم اط</w:t>
      </w:r>
      <w:r w:rsidRPr="00CC78DB">
        <w:rPr>
          <w:rFonts w:hint="eastAsia"/>
          <w:rtl/>
          <w:lang w:bidi="fa-IR"/>
        </w:rPr>
        <w:t>لاع</w:t>
      </w:r>
      <w:r w:rsidRPr="00CC78DB">
        <w:rPr>
          <w:rtl/>
          <w:lang w:bidi="fa-IR"/>
        </w:rPr>
        <w:t xml:space="preserve"> داشته است و (چون در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1341 و 45 و 43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حجاج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بودم و وارد در کار حج بودم)، به من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کرد شما امسال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کاروان حج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اوقاف بده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در تهران ترت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که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انتخاب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تقاضا نوشتم و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کردم اما فراموش کرده بودم که ه</w:t>
      </w:r>
      <w:r w:rsidRPr="00CC78DB">
        <w:rPr>
          <w:rFonts w:hint="eastAsia"/>
          <w:rtl/>
          <w:lang w:bidi="fa-IR"/>
        </w:rPr>
        <w:t>مچون</w:t>
      </w:r>
      <w:r w:rsidRPr="00CC78DB">
        <w:rPr>
          <w:rtl/>
          <w:lang w:bidi="fa-IR"/>
        </w:rPr>
        <w:t xml:space="preserve"> تقاضائ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داده ام؛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F639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طرف عصر بارفقاء (آقا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منصور ذاکر و اسماع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فضلعل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در مغازه ساعت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جواد شهباز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نشسته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="007F6390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ترانز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در تهران تلفن زده است که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رفقاء، به م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قبول شده اند به جز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خبر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 شده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از حد ناراحت شد،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در همان جلسه دستش را گرفتم و گفتم: برادر چرا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حالا که اسم من در آمده و ترا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خود قرار دادم مانند دو برادر کاروان را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آنجا ا</w:t>
      </w:r>
      <w:r w:rsidRPr="00CC78DB">
        <w:rPr>
          <w:rFonts w:hint="eastAsia"/>
          <w:rtl/>
          <w:lang w:bidi="fa-IR"/>
        </w:rPr>
        <w:t>ورا</w:t>
      </w:r>
      <w:r w:rsidRPr="00CC78DB">
        <w:rPr>
          <w:rtl/>
          <w:lang w:bidi="fa-IR"/>
        </w:rPr>
        <w:t xml:space="preserve"> برداشته و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دکتر 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مروج </w:t>
      </w:r>
      <w:r w:rsidRPr="007F6390">
        <w:rPr>
          <w:rStyle w:val="libFootnotenumChar"/>
          <w:rtl/>
        </w:rPr>
        <w:t xml:space="preserve">(2) </w:t>
      </w:r>
      <w:r w:rsidRPr="00CC78DB">
        <w:rPr>
          <w:rtl/>
          <w:lang w:bidi="fa-IR"/>
        </w:rPr>
        <w:t>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 شهادت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نوشته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دست خودم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که به عنوان معاون کاروان و در واقع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در آمد کاروان، هم سفر من خواهد بود؛</w:t>
      </w:r>
    </w:p>
    <w:p w:rsidR="00CC78DB" w:rsidRPr="007F6390" w:rsidRDefault="007F6390" w:rsidP="007F639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C78DB" w:rsidRPr="00CC78DB" w:rsidRDefault="00CC78DB" w:rsidP="007F639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کتاب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>(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گذرگاه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>) در سه جلد از آثار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است، بعدها وفات کرد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</w:p>
    <w:p w:rsidR="00CC78DB" w:rsidRPr="00CC78DB" w:rsidRDefault="00CC78DB" w:rsidP="007F639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امامت جمعه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منصوب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تا آخرعمر هم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سمت بود و بامردم خوشرفتار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در سال 1380 وفات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رحمت خدا براوباد.</w:t>
      </w:r>
    </w:p>
    <w:p w:rsidR="00CC78DB" w:rsidRPr="00CC78DB" w:rsidRDefault="007F639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نجهت</w:t>
      </w:r>
      <w:r w:rsidR="00CC78DB" w:rsidRPr="00CC78DB">
        <w:rPr>
          <w:rtl/>
          <w:lang w:bidi="fa-IR"/>
        </w:rPr>
        <w:t xml:space="preserve"> خدا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توانا وسا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مرا از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رو به آن رو کرد و فراهم نمود و چون تا خرخره به قرض افتاده بودم و خانه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را هم نم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دند،</w:t>
      </w:r>
      <w:r w:rsidR="00CC78DB" w:rsidRPr="00CC78DB">
        <w:rPr>
          <w:rtl/>
          <w:lang w:bidi="fa-IR"/>
        </w:rPr>
        <w:t xml:space="preserve"> وامانده بودم و از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نجا</w:t>
      </w:r>
      <w:r w:rsidR="00CC78DB" w:rsidRPr="00CC78DB">
        <w:rPr>
          <w:rtl/>
          <w:lang w:bidi="fa-IR"/>
        </w:rPr>
        <w:t xml:space="preserve"> ست که گفته شده است (در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بنده ببندد، دَر دگر باز است).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F6390">
      <w:pPr>
        <w:pStyle w:val="Heading1"/>
        <w:rPr>
          <w:rtl/>
          <w:lang w:bidi="fa-IR"/>
        </w:rPr>
      </w:pPr>
      <w:bookmarkStart w:id="40" w:name="_Toc507934471"/>
      <w:r w:rsidRPr="00CC78DB">
        <w:rPr>
          <w:rFonts w:hint="eastAsia"/>
          <w:rtl/>
          <w:lang w:bidi="fa-IR"/>
        </w:rPr>
        <w:t>انتخاب</w:t>
      </w:r>
      <w:r w:rsidRPr="00CC78DB">
        <w:rPr>
          <w:rtl/>
          <w:lang w:bidi="fa-IR"/>
        </w:rPr>
        <w:t xml:space="preserve"> به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کاروان</w:t>
      </w:r>
      <w:bookmarkEnd w:id="4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حرکت</w:t>
      </w:r>
      <w:r w:rsidRPr="00CC78DB">
        <w:rPr>
          <w:rtl/>
          <w:lang w:bidi="fa-IR"/>
        </w:rPr>
        <w:t xml:space="preserve"> به مکه تحت عنوان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کاروان حج شماره 147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طرف سازمان اوقاف در سال 1351</w:t>
      </w:r>
      <w:r w:rsidRPr="007F6390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پدرم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حج تمتّع بردم و مرتبه اول در سال 1343 بود.</w:t>
      </w:r>
    </w:p>
    <w:p w:rsidR="00CC78DB" w:rsidRPr="00CC78DB" w:rsidRDefault="00CC78DB" w:rsidP="007E7B9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1351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بود لذا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لازم را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عربستان،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کرده و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در باب المج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عماره وقف الدّندراو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بطور شراکت،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اسکان حجاج به مبلغ 26000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اجاره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در حدود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قدم به م</w:t>
      </w:r>
      <w:r w:rsidRPr="00CC78DB">
        <w:rPr>
          <w:rFonts w:hint="eastAsia"/>
          <w:rtl/>
          <w:lang w:bidi="fa-IR"/>
        </w:rPr>
        <w:t>سجد</w:t>
      </w:r>
      <w:r w:rsidRPr="00CC78DB">
        <w:rPr>
          <w:rtl/>
          <w:lang w:bidi="fa-IR"/>
        </w:rPr>
        <w:t xml:space="preserve"> النّب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7E7B92" w:rsidRPr="007E7B92">
        <w:rPr>
          <w:rStyle w:val="libAlaemChar"/>
          <w:rFonts w:eastAsiaTheme="minorHAnsi"/>
          <w:rtl/>
        </w:rPr>
        <w:t>صلى‌الله‌عليه‌وآله‌وسلم</w:t>
      </w:r>
      <w:r w:rsidR="007E7B92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بود و منزل مکه را در اول محله شعب عامر منزل عبداللّه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وف</w:t>
      </w:r>
      <w:r w:rsidRPr="00CC78DB">
        <w:rPr>
          <w:rtl/>
          <w:lang w:bidi="fa-IR"/>
        </w:rPr>
        <w:t xml:space="preserve"> و عمارت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مسعود بن محمدفهر که دو ساختمان جنب هم بود، اجاره کردم،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اسکان خانم ها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</w:t>
      </w:r>
    </w:p>
    <w:p w:rsidR="00CC78DB" w:rsidRPr="007E7B92" w:rsidRDefault="007E7B92" w:rsidP="007E7B9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C78DB" w:rsidRPr="00CC78DB" w:rsidRDefault="00CC78DB" w:rsidP="007E7B9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شماره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من در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قرار است، 1- سال 1351- 147، 2- 1352- 253 3- 1353- 166، 4- 1354- 376، 5- 1355- 2535،( سال 1356 از حج محروم گشتم) 6- 1357- 1255، 7- 1358- 2301، 8- 1359 و 1360 همان شماره.</w:t>
      </w:r>
    </w:p>
    <w:p w:rsidR="00CC78DB" w:rsidRPr="00CC78DB" w:rsidRDefault="007E7B92" w:rsidP="007E7B9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>.</w:t>
      </w:r>
      <w:r w:rsidR="00CC78DB" w:rsidRPr="00CC78DB">
        <w:rPr>
          <w:rFonts w:hint="eastAsia"/>
          <w:rtl/>
          <w:lang w:bidi="fa-IR"/>
        </w:rPr>
        <w:t>در</w:t>
      </w:r>
      <w:r w:rsidR="00CC78DB" w:rsidRPr="00CC78DB">
        <w:rPr>
          <w:rtl/>
          <w:lang w:bidi="fa-IR"/>
        </w:rPr>
        <w:t xml:space="preserve"> عربستان از طرف دولت سعود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مسؤل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اداره حجاج را به عهده گروه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اشخاص مقتدر و 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گذاشته که اصطلاحاً «مطوّف»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طواف دهنده و مطوف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عه</w:t>
      </w:r>
      <w:r w:rsidR="00CC78DB" w:rsidRPr="00CC78DB">
        <w:rPr>
          <w:rtl/>
          <w:lang w:bidi="fa-IR"/>
        </w:rPr>
        <w:t xml:space="preserve"> را از سنّ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ها جدا کرده اند که اختلاف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در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سال مطوف ما در مکه شخص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بنام حسن جمال و در 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نه</w:t>
      </w:r>
      <w:r w:rsidR="00CC78DB" w:rsidRPr="00CC78DB">
        <w:rPr>
          <w:rtl/>
          <w:lang w:bidi="fa-IR"/>
        </w:rPr>
        <w:t xml:space="preserve"> هم «مزوّر»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ارت</w:t>
      </w:r>
      <w:r w:rsidR="00CC78DB" w:rsidRPr="00CC78DB">
        <w:rPr>
          <w:rtl/>
          <w:lang w:bidi="fa-IR"/>
        </w:rPr>
        <w:t xml:space="preserve"> دهنده به نام «حُسن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بافق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ه»</w:t>
      </w:r>
      <w:r w:rsidR="00CC78DB" w:rsidRPr="00CC78DB">
        <w:rPr>
          <w:rtl/>
          <w:lang w:bidi="fa-IR"/>
        </w:rPr>
        <w:t xml:space="preserve"> بود و 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نه</w:t>
      </w:r>
      <w:r w:rsidR="00CC78DB" w:rsidRPr="00CC78DB">
        <w:rPr>
          <w:rtl/>
          <w:lang w:bidi="fa-IR"/>
        </w:rPr>
        <w:t xml:space="preserve"> اول بود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پدرم و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خانمم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«عفّت» را به مکه بردم؛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منوچهرارژنگ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فضلعل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غفور موجب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جعفر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نسب: آبدار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فرض اللّه طلسچ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عقوب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نماد: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کارگران</w:t>
      </w:r>
      <w:r w:rsidRPr="00CC78DB">
        <w:rPr>
          <w:rtl/>
          <w:lang w:bidi="fa-IR"/>
        </w:rPr>
        <w:t xml:space="preserve"> عرب: محمد صغ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حمود و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محمد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برف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راهها را بسته بود تا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با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آنجا ببعد راتا جاده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تهران با اسب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چون موتور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پاچ</w:t>
      </w:r>
      <w:r w:rsidRPr="00CC78DB">
        <w:rPr>
          <w:rtl/>
          <w:lang w:bidi="fa-IR"/>
        </w:rPr>
        <w:t xml:space="preserve"> کرده بود با بُکسل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برده بودند؛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سال اول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بود، خدمه کاروان همه خام 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تجربه بودند، دو روز به حرکت مانده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پروازها را به جدّه فرستادم.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از اول معلوم بود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به موقع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رفته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جده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اورند</w:t>
      </w:r>
      <w:r w:rsidRPr="00CC78DB">
        <w:rPr>
          <w:rtl/>
          <w:lang w:bidi="fa-IR"/>
        </w:rPr>
        <w:t xml:space="preserve"> (مد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)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رسند من سه روز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تخت</w:t>
      </w:r>
      <w:r w:rsidRPr="00CC78DB">
        <w:rPr>
          <w:rtl/>
          <w:lang w:bidi="fa-IR"/>
        </w:rPr>
        <w:t xml:space="preserve"> کشور اردن، عمّان به جده فرستادم که زودتر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پروازها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رفته،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ورود حجاج را به جده برساند.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در موعد مقرر به جده پرواز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فرض اللّه طلسچ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که جزء خدمه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پرواز بود، منتظر ماست و گفت: نگران نباش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حاضر است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انتقال حجاج از جده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کرده اند، خوشحال شدم وبعض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خدمه را با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اعزام کردم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</w:t>
      </w:r>
      <w:r w:rsidRPr="00CC78DB">
        <w:rPr>
          <w:rtl/>
          <w:lang w:bidi="fa-IR"/>
        </w:rPr>
        <w:lastRenderedPageBreak/>
        <w:t>دارها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شد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کار تمام شده و حجاج آماده پرواز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است،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از سخت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س کاروان، فرستادن حجاج از جده بود که وجود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کوچک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اثر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نداشت و عذر آورد من در اردن (عمان)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بعدها معلوم شد آقا وقت را غن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شمرده و سر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هم زده است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وقت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تنگ بود، احساس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نکرده بود چون گلس</w:t>
      </w:r>
      <w:r w:rsidRPr="00CC78DB">
        <w:rPr>
          <w:rFonts w:hint="eastAsia"/>
          <w:rtl/>
          <w:lang w:bidi="fa-IR"/>
        </w:rPr>
        <w:t>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جوابگو باشد به او چه!!؛</w:t>
      </w:r>
    </w:p>
    <w:p w:rsidR="00CC78DB" w:rsidRPr="00CC78DB" w:rsidRDefault="00CC78DB" w:rsidP="007E7B9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من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با حجاج بفرستم،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آنها را جابجا کند چون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کو</w:t>
      </w:r>
      <w:r w:rsidRPr="00CC78DB">
        <w:rPr>
          <w:rtl/>
          <w:lang w:bidi="fa-IR"/>
        </w:rPr>
        <w:t xml:space="preserve"> از بهارش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داست،</w:t>
      </w:r>
      <w:r w:rsidRPr="00CC78DB">
        <w:rPr>
          <w:rtl/>
          <w:lang w:bidi="fa-IR"/>
        </w:rPr>
        <w:t xml:space="preserve"> اورا با اجبار که قبول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با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فرستادم و پدرم حاج سردار را همراه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کردم که در راه معطل عمد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نکند!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مشخص بود که در صدد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سوابق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است،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مومنان</w:t>
      </w:r>
      <w:r w:rsidR="007E7B92">
        <w:rPr>
          <w:rFonts w:hint="cs"/>
          <w:rtl/>
          <w:lang w:bidi="fa-IR"/>
        </w:rPr>
        <w:t xml:space="preserve"> </w:t>
      </w:r>
      <w:r w:rsidR="00AA1844" w:rsidRPr="00AA1844">
        <w:rPr>
          <w:rStyle w:val="libAlaemChar"/>
          <w:rFonts w:hint="eastAsia"/>
          <w:rtl/>
        </w:rPr>
        <w:t xml:space="preserve">عليه‌السلام </w:t>
      </w:r>
      <w:r w:rsidRPr="00CC78DB">
        <w:rPr>
          <w:rtl/>
          <w:lang w:bidi="fa-IR"/>
        </w:rPr>
        <w:t>فرموده است «بترس از شرّ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او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7E7B92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از جده تا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حدود 450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است در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خوابد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صبح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برسند.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شبان</w:t>
      </w:r>
      <w:r w:rsidRPr="00CC78DB">
        <w:rPr>
          <w:rtl/>
          <w:lang w:bidi="fa-IR"/>
        </w:rPr>
        <w:t xml:space="preserve"> گاه ما باهوا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پرواز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در فرودگاه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نشست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دستگاه سوار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گرفته حجاج را با چمدان ها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منزل فرستادم و از فرو</w:t>
      </w:r>
      <w:r w:rsidR="007E7B92">
        <w:rPr>
          <w:rFonts w:hint="cs"/>
          <w:rtl/>
          <w:lang w:bidi="fa-IR"/>
        </w:rPr>
        <w:t>د</w:t>
      </w:r>
      <w:r w:rsidRPr="00CC78DB">
        <w:rPr>
          <w:rtl/>
          <w:lang w:bidi="fa-IR"/>
        </w:rPr>
        <w:t>گاه تا شهر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فاصله را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به منزل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 با وضع آشفته چون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از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جدا شده بودند و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حرم و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مطوّف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بودند، همه را گرد هم آوردم و در اطاق ها اسکان دادم و همه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تنها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خوابش نبرد من بودم بقول حافظ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سخن.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8"/>
        <w:gridCol w:w="3317"/>
      </w:tblGrid>
      <w:tr w:rsidR="007E7B92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7E7B92" w:rsidRDefault="007E7B92" w:rsidP="006C2AFD">
            <w:pPr>
              <w:pStyle w:val="libPoem"/>
            </w:pPr>
            <w:r w:rsidRPr="00CC78DB">
              <w:rPr>
                <w:rtl/>
                <w:lang w:bidi="fa-IR"/>
              </w:rPr>
              <w:t>همه آرام گرفتند و شب از ن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مه</w:t>
            </w:r>
            <w:r w:rsidRPr="00CC78DB">
              <w:rPr>
                <w:rtl/>
                <w:lang w:bidi="fa-IR"/>
              </w:rPr>
              <w:t xml:space="preserve">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7B92" w:rsidRDefault="007E7B92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7B92" w:rsidRDefault="007E7B92" w:rsidP="006C2AFD">
            <w:pPr>
              <w:pStyle w:val="libPoem"/>
            </w:pPr>
            <w:r w:rsidRPr="00CC78DB">
              <w:rPr>
                <w:rtl/>
                <w:lang w:bidi="fa-IR"/>
              </w:rPr>
              <w:t>آنکه خوابش نبرد چشم من و پرو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خورد و خوراک را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فرستاده ام اگر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برسند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صبحانه آماده نشود، چگونه پاسخ 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حجاج خواهم شد!.</w:t>
      </w:r>
    </w:p>
    <w:p w:rsidR="00CC78DB" w:rsidRPr="00CC78DB" w:rsidRDefault="00CC78DB" w:rsidP="007E7B9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صبح</w:t>
      </w:r>
      <w:r w:rsidRPr="00CC78DB">
        <w:rPr>
          <w:rtl/>
          <w:lang w:bidi="fa-IR"/>
        </w:rPr>
        <w:t xml:space="preserve"> زود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راحت شدم تا حجاج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شوند چا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و صبحانه حاضر بود و پس از صرف صبحانه، حجاج را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حرم رسول خدا </w:t>
      </w:r>
      <w:r w:rsidR="007E7B92" w:rsidRPr="007E7B92">
        <w:rPr>
          <w:rStyle w:val="libAlaemChar"/>
          <w:rFonts w:eastAsiaTheme="minorHAnsi"/>
          <w:rtl/>
        </w:rPr>
        <w:t>صلى‌الله‌عليه‌وآله‌وسلم</w:t>
      </w:r>
      <w:r w:rsidR="007E7B92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کرده واز باب جبرئ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وارد شده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ارتنامه</w:t>
      </w:r>
      <w:r w:rsidRPr="00CC78DB">
        <w:rPr>
          <w:rtl/>
          <w:lang w:bidi="fa-IR"/>
        </w:rPr>
        <w:t xml:space="preserve">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توسل مفصل در باب جبرئ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ل و داخل حرم مطهر بعمل آمد؛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از حرم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قبرستان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آنجا هم بعد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ارت،</w:t>
      </w:r>
      <w:r w:rsidRPr="00CC78DB">
        <w:rPr>
          <w:rtl/>
          <w:lang w:bidi="fa-IR"/>
        </w:rPr>
        <w:t xml:space="preserve"> با شور و حال وصف ناپذ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توسل و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شکر خدا، کاروان حالت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 و باز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شما چه پنهان، در اثر ناپختگ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خدمه و ندانستن روال کار،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ضجر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بعد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دو روز تازه متوجه شدم که، حاج خانم من</w:t>
      </w:r>
    </w:p>
    <w:p w:rsidR="00CC78DB" w:rsidRPr="007E7B92" w:rsidRDefault="007E7B92" w:rsidP="007E7B9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7E7B9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اتَّق شَرَّ مَنْ أحسنت 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7E7B92" w:rsidP="007E7B9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در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خانمها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مکارم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r w:rsidR="00CC78DB" w:rsidRPr="00CC78DB">
        <w:rPr>
          <w:rtl/>
          <w:lang w:bidi="fa-IR"/>
        </w:rPr>
        <w:t xml:space="preserve"> آن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کاروان است که ساختمان ما باهم بود رفتم آوردم و 12 روز در 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نه</w:t>
      </w:r>
      <w:r w:rsidR="00CC78DB" w:rsidRPr="00CC78DB">
        <w:rPr>
          <w:rtl/>
          <w:lang w:bidi="fa-IR"/>
        </w:rPr>
        <w:t xml:space="preserve"> بود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همه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ارتگاهها</w:t>
      </w:r>
      <w:r w:rsidR="00CC78DB" w:rsidRPr="00CC78DB">
        <w:rPr>
          <w:rtl/>
          <w:lang w:bidi="fa-IR"/>
        </w:rPr>
        <w:t xml:space="preserve"> را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ارت</w:t>
      </w:r>
      <w:r w:rsidR="00CC78DB" w:rsidRPr="00CC78DB">
        <w:rPr>
          <w:rtl/>
          <w:lang w:bidi="fa-IR"/>
        </w:rPr>
        <w:t xml:space="preserve"> کرد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در همه مقام ها و مساجد نماز خواند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روحان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کاروان من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حاج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احمد 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رزاده</w:t>
      </w:r>
      <w:r w:rsidR="00CC78DB" w:rsidRPr="00CC78DB">
        <w:rPr>
          <w:rtl/>
          <w:lang w:bidi="fa-IR"/>
        </w:rPr>
        <w:t xml:space="preserve"> </w:t>
      </w:r>
      <w:r w:rsidR="00CC78DB" w:rsidRPr="007E7B92">
        <w:rPr>
          <w:rStyle w:val="libFootnotenumChar"/>
          <w:rtl/>
        </w:rPr>
        <w:t>(1)</w:t>
      </w:r>
      <w:r w:rsidR="00CC78DB" w:rsidRPr="00CC78DB">
        <w:rPr>
          <w:rtl/>
          <w:lang w:bidi="fa-IR"/>
        </w:rPr>
        <w:t xml:space="preserve"> و پزش</w:t>
      </w:r>
      <w:r>
        <w:rPr>
          <w:rFonts w:hint="cs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کاروان دکتر ارژنگ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بود</w:t>
      </w:r>
      <w:r w:rsidR="00CC78DB" w:rsidRPr="007E7B92">
        <w:rPr>
          <w:rStyle w:val="libFootnotenumChar"/>
          <w:rtl/>
        </w:rPr>
        <w:t>(2)</w:t>
      </w:r>
      <w:r w:rsidR="00CC78DB" w:rsidRPr="00CC78DB">
        <w:rPr>
          <w:rtl/>
          <w:lang w:bidi="fa-IR"/>
        </w:rPr>
        <w:t xml:space="preserve"> شب ها در پشت بام هتل، حجاج را درس مناسک حج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م،</w:t>
      </w:r>
      <w:r w:rsidR="00CC78DB" w:rsidRPr="00CC78DB">
        <w:rPr>
          <w:rtl/>
          <w:lang w:bidi="fa-IR"/>
        </w:rPr>
        <w:t xml:space="preserve"> هم عمل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هم تؤر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بطور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کاملًا پخته شدند و الحمدللّه آماده حرکت به مکه معظمه شد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E7B92">
      <w:pPr>
        <w:pStyle w:val="Heading1"/>
        <w:rPr>
          <w:rtl/>
          <w:lang w:bidi="fa-IR"/>
        </w:rPr>
      </w:pPr>
      <w:bookmarkStart w:id="41" w:name="_Toc507934472"/>
      <w:r w:rsidRPr="00CC78DB">
        <w:rPr>
          <w:rFonts w:hint="eastAsia"/>
          <w:rtl/>
          <w:lang w:bidi="fa-IR"/>
        </w:rPr>
        <w:t>حرکت</w:t>
      </w:r>
      <w:r w:rsidRPr="00CC78DB">
        <w:rPr>
          <w:rtl/>
          <w:lang w:bidi="fa-IR"/>
        </w:rPr>
        <w:t xml:space="preserve">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عادگاه</w:t>
      </w:r>
      <w:r w:rsidRPr="00CC78DB">
        <w:rPr>
          <w:rtl/>
          <w:lang w:bidi="fa-IR"/>
        </w:rPr>
        <w:t xml:space="preserve"> عاشقان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bookmarkEnd w:id="4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چهارم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الحرام از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خداحافظ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مکه معظمه رهسپار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شب تاصبح نخواب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اثاث کاروان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به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ها بار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اتوبوسها را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 آماده حرکت نموده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طبق</w:t>
      </w:r>
      <w:r w:rsidRPr="00CC78DB">
        <w:rPr>
          <w:rtl/>
          <w:lang w:bidi="fa-IR"/>
        </w:rPr>
        <w:t xml:space="preserve"> روال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آشپزخانه و چند نفر از خدمه ها، زودتر حرکت کند تا به مکه زود برسند و شام حجاج را آماده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چون فقط من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بلد راه ها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خدمه بلد نبود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و زود منزل را در مک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آماده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چون مسؤل کاروان من بودم،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توانستم حجاج را به امان خدا، رها سازم، اما متأسفانه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رفتن امتناع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کشمکش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موافقت نمود و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آقا</w:t>
      </w:r>
      <w:r w:rsidRPr="00CC78DB">
        <w:rPr>
          <w:rFonts w:hint="cs"/>
          <w:rtl/>
          <w:lang w:bidi="fa-IR"/>
        </w:rPr>
        <w:t>ی</w:t>
      </w:r>
    </w:p>
    <w:p w:rsidR="00CC78DB" w:rsidRPr="007E7B92" w:rsidRDefault="007E7B92" w:rsidP="007E7B9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CC78DB" w:rsidRPr="00CC78DB" w:rsidRDefault="00CC78DB" w:rsidP="007E7B9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وفات کرد قدّس اللّه روحه.</w:t>
      </w:r>
    </w:p>
    <w:p w:rsidR="007E7B92" w:rsidRDefault="00CC78DB" w:rsidP="007E7B9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تهران پس از گذراندن سخت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بانک مل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سن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خداحافظ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و به لقا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پروردگار مهربان رفت و جوان مرگ شد </w:t>
      </w:r>
      <w:r w:rsidR="007E7B92" w:rsidRPr="007E7B92">
        <w:rPr>
          <w:rStyle w:val="libAlaemChar"/>
          <w:rtl/>
        </w:rPr>
        <w:t>رحمه‌الله</w:t>
      </w:r>
      <w:r w:rsidRPr="00CC78DB">
        <w:rPr>
          <w:rtl/>
          <w:lang w:bidi="fa-IR"/>
        </w:rPr>
        <w:t>.</w:t>
      </w:r>
    </w:p>
    <w:p w:rsidR="00CC78DB" w:rsidRPr="00CC78DB" w:rsidRDefault="007E7B92" w:rsidP="007E7B9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حاج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ربش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رئ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بلدچ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7E7B92">
        <w:rPr>
          <w:rStyle w:val="libFootnotenumChar"/>
          <w:rtl/>
        </w:rPr>
        <w:t>(1)</w:t>
      </w:r>
      <w:r w:rsidR="00CC78DB" w:rsidRPr="00CC78DB">
        <w:rPr>
          <w:rtl/>
          <w:lang w:bidi="fa-IR"/>
        </w:rPr>
        <w:t xml:space="preserve"> او بود، با هم حرکت کردند و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توص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اک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کرد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که از همد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جدا نشوند،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بعد از دو سه ساعت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راث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 کام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ون</w:t>
      </w:r>
      <w:r w:rsidR="00CC78DB" w:rsidRPr="00CC78DB">
        <w:rPr>
          <w:rtl/>
          <w:lang w:bidi="fa-IR"/>
        </w:rPr>
        <w:t xml:space="preserve"> برگشت، چرا برگشت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؟</w:t>
      </w:r>
      <w:r w:rsidR="00CC78DB" w:rsidRPr="00CC78DB">
        <w:rPr>
          <w:rtl/>
          <w:lang w:bidi="fa-IR"/>
        </w:rPr>
        <w:t>! گفت: پل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tl/>
          <w:lang w:bidi="fa-IR"/>
        </w:rPr>
        <w:t xml:space="preserve"> مانع شد، پس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کجاست؟ او رد شد و رفت!؛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بود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مسجل و روشن شد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فکر کار شکن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از کار بر کنار کردن من است (ا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بشکند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نمک ندارد،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دلسوز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کرده،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کردم و او از آغاز کار بد 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بد قلق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و بعدها ماف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الضم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خود را خود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کرد که به داستان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مجدّداً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وادار به حرکت کردم و من هم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ظهر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حرکت داده و در ذوالحل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(مسجد شجره)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قات</w:t>
      </w:r>
      <w:r w:rsidRPr="00CC78DB">
        <w:rPr>
          <w:rtl/>
          <w:lang w:bidi="fa-IR"/>
        </w:rPr>
        <w:t xml:space="preserve"> اهل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در شش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است، احرام بستند و «لبّ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أللّهمّ 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ک»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مکه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آه چه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 نور و پر برکت بود و ع</w:t>
      </w:r>
      <w:r w:rsidRPr="00CC78DB">
        <w:rPr>
          <w:rFonts w:hint="eastAsia"/>
          <w:rtl/>
          <w:lang w:bidi="fa-IR"/>
        </w:rPr>
        <w:t>شّاق</w:t>
      </w:r>
      <w:r w:rsidRPr="00CC78DB">
        <w:rPr>
          <w:rtl/>
          <w:lang w:bidi="fa-IR"/>
        </w:rPr>
        <w:t xml:space="preserve"> سر از پا نشناخته،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معشوق و معبود خود،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شتابند و در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روباز مشغول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با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خودند و با دو تکه لباس احرام از تمام علا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چشم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به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ش،</w:t>
      </w:r>
      <w:r w:rsidRPr="00CC78DB">
        <w:rPr>
          <w:rtl/>
          <w:lang w:bidi="fa-IR"/>
        </w:rPr>
        <w:t xml:space="preserve"> پناهنده شده اند، نهار را در مسجد شجره و شام را در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«رابُغ» 150 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لومتر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مکه معظمه صرف نموده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مسافت، شبانه وارد مکه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207EB4" w:rsidRDefault="00207EB4" w:rsidP="00207E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CC78DB" w:rsidRPr="00CC78DB" w:rsidRDefault="00CC78DB" w:rsidP="00207EB4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تهران با دستور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کشور،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زندان بود،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به« قم»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عقب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بوده که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جاده منحرف شده با نرده وسط راه تصادف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دَر عقب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</w:t>
      </w:r>
      <w:r w:rsidRPr="00CC78DB">
        <w:rPr>
          <w:rtl/>
          <w:lang w:bidi="fa-IR"/>
        </w:rPr>
        <w:t xml:space="preserve">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ماش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افتد و درجا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خداوند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207EB4" w:rsidP="00207EB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507934473"/>
      <w:r w:rsidR="00CC78DB" w:rsidRPr="00CC78DB">
        <w:rPr>
          <w:rFonts w:hint="eastAsia"/>
          <w:rtl/>
          <w:lang w:bidi="fa-IR"/>
        </w:rPr>
        <w:lastRenderedPageBreak/>
        <w:t>ورود</w:t>
      </w:r>
      <w:r w:rsidR="00CC78DB" w:rsidRPr="00CC78DB">
        <w:rPr>
          <w:rtl/>
          <w:lang w:bidi="fa-IR"/>
        </w:rPr>
        <w:t xml:space="preserve"> زائر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خدا به مکه معظمه</w:t>
      </w:r>
      <w:bookmarkEnd w:id="4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طول راه و باد اتوبوس روباز و لخت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لباس احرام و گرم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مکه بعد از ورود و تراف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حجاج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جان کرده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ورود به ساختمان، دستور دادم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دوش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غسل طواف کرده پس از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شبانه، با بلند گو و پرچم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الحرام، </w:t>
      </w:r>
      <w:r w:rsidRPr="00CC78DB">
        <w:rPr>
          <w:rFonts w:hint="eastAsia"/>
          <w:rtl/>
          <w:lang w:bidi="fa-IR"/>
        </w:rPr>
        <w:t>حرکت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شبانه اعمال واجب را در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معتدل سحر،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برسانند و گرنه اگر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عمل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شدت ازدحام و شلوغ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گرما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طاقت فرسا،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گرم مسجدالحرام نشسته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زاده دسته دسته، حجاج را طواف داده و نماز طواف خوانده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صفا و مروه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باکمک جوانان،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را هم باخود به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صفا و مروه برد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انجام داده و آن هم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 شور و شوق و دعا و </w:t>
      </w:r>
      <w:r w:rsidRPr="00CC78DB">
        <w:rPr>
          <w:rFonts w:hint="eastAsia"/>
          <w:rtl/>
          <w:lang w:bidi="fa-IR"/>
        </w:rPr>
        <w:t>مناجات</w:t>
      </w:r>
      <w:r w:rsidRPr="00CC78DB">
        <w:rPr>
          <w:rtl/>
          <w:lang w:bidi="fa-IR"/>
        </w:rPr>
        <w:t xml:space="preserve"> از مسجدالحرام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و به هتل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با کمال آرامش به خواب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هم چه خواب ناز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!!.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اعمال حج (عمره تمتع) را با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چرا خوشحال نباش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مگر آنجا محل طواف و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صفا و مروه مقدسات عالم، از 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گرفته تا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نبود؟! زه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سعادت و خوشبخت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اگر مورد قبول صاحب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207EB4" w:rsidP="00207EB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507934474"/>
      <w:r w:rsidR="00CC78DB" w:rsidRPr="00CC78DB">
        <w:rPr>
          <w:rFonts w:hint="eastAsia"/>
          <w:rtl/>
          <w:lang w:bidi="fa-IR"/>
        </w:rPr>
        <w:lastRenderedPageBreak/>
        <w:t>روز</w:t>
      </w:r>
      <w:r w:rsidR="00CC78DB" w:rsidRPr="00CC78DB">
        <w:rPr>
          <w:rtl/>
          <w:lang w:bidi="fa-IR"/>
        </w:rPr>
        <w:t xml:space="preserve"> هشتم روز جُنبش و حرکت</w:t>
      </w:r>
      <w:bookmarkEnd w:id="43"/>
    </w:p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هشتم روز تماشائ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اعمال حج است، چون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 عاشقان با عشق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عرفات در حرکتند، صحرائ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ها در آن دعا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طولان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عرفه را خوانده اند و با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خود،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ازها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کرده</w:t>
      </w:r>
      <w:r w:rsidRPr="00CC78DB">
        <w:rPr>
          <w:rtl/>
          <w:lang w:bidi="fa-IR"/>
        </w:rPr>
        <w:t xml:space="preserve"> اند؛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نژادها</w:t>
      </w:r>
      <w:r w:rsidRPr="00CC78DB">
        <w:rPr>
          <w:rtl/>
          <w:lang w:bidi="fa-IR"/>
        </w:rPr>
        <w:t xml:space="preserve"> و مل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 و رنگ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با لباس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متحد الشکل احرام لبّ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از مسجدالحرام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شده سواره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با اتوبوس و بار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 شتر و با استر وبا هر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ممکن،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خود را به صحرا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عاشقان برسانند؛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هر</w:t>
      </w:r>
      <w:r w:rsidRPr="00CC78DB">
        <w:rPr>
          <w:rtl/>
          <w:lang w:bidi="fa-IR"/>
        </w:rPr>
        <w:t xml:space="preserve">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خود پرچم زده و آفتابه آو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نموده و بلند گو در دست باس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سوزان و با عشق فراوان و با حاجت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بامو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وو ..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به کو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معشوق برسند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از من وتو (ما) بسازند،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باشند،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روح در صدها هزار قالب،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گ</w:t>
      </w:r>
      <w:r w:rsidRPr="00CC78DB">
        <w:rPr>
          <w:rFonts w:hint="eastAsia"/>
          <w:rtl/>
          <w:lang w:bidi="fa-IR"/>
        </w:rPr>
        <w:t>ناهان</w:t>
      </w:r>
      <w:r w:rsidRPr="00CC78DB">
        <w:rPr>
          <w:rtl/>
          <w:lang w:bidi="fa-IR"/>
        </w:rPr>
        <w:t xml:space="preserve">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ساله خود را در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رحمت و مغفرت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زند</w:t>
      </w:r>
      <w:r w:rsidRPr="00CC78DB">
        <w:rPr>
          <w:rtl/>
          <w:lang w:bidi="fa-IR"/>
        </w:rPr>
        <w:t xml:space="preserve"> و اعتراف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به زبان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اورند</w:t>
      </w:r>
      <w:r w:rsidRPr="00CC78DB">
        <w:rPr>
          <w:rtl/>
          <w:lang w:bidi="fa-IR"/>
        </w:rPr>
        <w:t xml:space="preserve"> و بگر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بنالند، خوار و ذل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ناچ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شوند،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در آن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کران</w:t>
      </w:r>
      <w:r w:rsidRPr="00CC78DB">
        <w:rPr>
          <w:rtl/>
          <w:lang w:bidi="fa-IR"/>
        </w:rPr>
        <w:t xml:space="preserve"> (خَس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قات</w:t>
      </w:r>
      <w:r w:rsidRPr="00CC78DB">
        <w:rPr>
          <w:rtl/>
          <w:lang w:bidi="fa-IR"/>
        </w:rPr>
        <w:t>) باشند و فنا شوند و از خود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خود</w:t>
      </w:r>
      <w:r w:rsidRPr="00CC78DB">
        <w:rPr>
          <w:rtl/>
          <w:lang w:bidi="fa-IR"/>
        </w:rPr>
        <w:t xml:space="preserve"> شوند، از ماد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ببُرند و به فنا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 ب</w:t>
      </w:r>
      <w:r w:rsidRPr="00CC78DB">
        <w:rPr>
          <w:rFonts w:hint="eastAsia"/>
          <w:rtl/>
          <w:lang w:bidi="fa-IR"/>
        </w:rPr>
        <w:t>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وندند؛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آه</w:t>
      </w:r>
      <w:r w:rsidRPr="00CC78DB">
        <w:rPr>
          <w:rtl/>
          <w:lang w:bidi="fa-IR"/>
        </w:rPr>
        <w:t xml:space="preserve"> چه ناله ها و چه سوز دلها، چه اش</w:t>
      </w:r>
      <w:r w:rsidR="00207EB4">
        <w:rPr>
          <w:rFonts w:hint="cs"/>
          <w:rtl/>
          <w:lang w:bidi="fa-IR"/>
        </w:rPr>
        <w:t>ک</w:t>
      </w:r>
      <w:r w:rsidRPr="00CC78DB">
        <w:rPr>
          <w:rtl/>
          <w:lang w:bidi="fa-IR"/>
        </w:rPr>
        <w:t xml:space="preserve"> ها و چه مروار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روان از رخسارها، مسجد با عظمت «نُمره» در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عرفات، از دور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داست،</w:t>
      </w:r>
      <w:r w:rsidRPr="00CC78DB">
        <w:rPr>
          <w:rtl/>
          <w:lang w:bidi="fa-IR"/>
        </w:rPr>
        <w:t xml:space="preserve"> مناره ها و چراغها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رنگا رنگ به آن صحرا، صفا و منظره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جلوتر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روباز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عروس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پوش آن طرف عرفات جلوه گر است، اکل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تاج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باعظمت بر سر،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خرامد و دلها در تاب و تب است!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هرچه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تر با ابهت تر و چشمها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عروس عرفات دوخته شده است که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موجو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پوش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شکوه فوق العاده بر آن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عروس ظاهر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بلکه عاشقان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پوش و رهروان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سوخته «جبل الرّحمه» است که در گوشه گوشه آن خز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بردامنش چسب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سنگها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جاگرفته و با معبود، در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ازند،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نالند و به رحمت ب</w:t>
      </w:r>
      <w:r w:rsidRPr="00CC78DB">
        <w:rPr>
          <w:rFonts w:hint="cs"/>
          <w:rtl/>
          <w:lang w:bidi="fa-IR"/>
        </w:rPr>
        <w:t>ی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او چشم دوخته اند؛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آر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فقط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شب، شب عرفه شب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شب رحمان شب رحمت و شب از قالب ناسوت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و (تخل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شدن و شب «تحل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ملکوت به پرواز در آمدن و به خدا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وستن</w:t>
      </w:r>
      <w:r w:rsidRPr="00CC78DB">
        <w:rPr>
          <w:rtl/>
          <w:lang w:bidi="fa-IR"/>
        </w:rPr>
        <w:t xml:space="preserve"> است، شب 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ناله ها و شب سوزها سازها پس چر 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شب، آر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احمر 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و ناب ها و پرق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ها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زالوجودند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فجر</w:t>
      </w:r>
      <w:r w:rsidRPr="00CC78DB">
        <w:rPr>
          <w:rtl/>
          <w:lang w:bidi="fa-IR"/>
        </w:rPr>
        <w:t xml:space="preserve"> فرام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بانک «اللّه أکبر» از هر طرف بلند و شل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توپ ها،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صبح را، اعلام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شب زنده داران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روح ملکوت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ضه</w:t>
      </w:r>
      <w:r w:rsidRPr="00CC78DB">
        <w:rPr>
          <w:rtl/>
          <w:lang w:bidi="fa-IR"/>
        </w:rPr>
        <w:t xml:space="preserve"> صبح بلند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آفتاب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(نابلدها) به چپ و راست و جلو و عقب قدم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زنند،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برافراشته، آر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چادره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انسان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پوش در واقع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پارچه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است، چون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به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شدن آمده اند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شستن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گنه هفتاد و هشتاد ساله، آمده اند مجرّد شوند به وجود 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خود، پشت و پا بزنند،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شوند و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بزدا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ند؛</w:t>
      </w:r>
    </w:p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عصر</w:t>
      </w:r>
      <w:r w:rsidRPr="00CC78DB">
        <w:rPr>
          <w:rtl/>
          <w:lang w:bidi="fa-IR"/>
        </w:rPr>
        <w:t xml:space="preserve"> روز نهم کلمات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از زبان انسان کامل عالم امکان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207EB4" w:rsidRPr="00207EB4">
        <w:rPr>
          <w:rStyle w:val="libAlaemChar"/>
          <w:rFonts w:eastAsiaTheme="minorHAnsi"/>
          <w:rtl/>
        </w:rPr>
        <w:t>عليهما‌السلام</w:t>
      </w:r>
      <w:r w:rsidR="00207EB4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» جار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است دعا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عرفات،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مناجات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زمزمه ها بلند شده است و قطرات اشک،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8"/>
        <w:gridCol w:w="3297"/>
      </w:tblGrid>
      <w:tr w:rsidR="00207EB4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207EB4" w:rsidRDefault="00207EB4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بنده</w:t>
            </w:r>
            <w:r w:rsidRPr="00CC78DB">
              <w:rPr>
                <w:rtl/>
                <w:lang w:bidi="fa-IR"/>
              </w:rPr>
              <w:t xml:space="preserve"> همان به که زتقص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ر</w:t>
            </w:r>
            <w:r w:rsidRPr="00CC78DB">
              <w:rPr>
                <w:rtl/>
                <w:lang w:bidi="fa-IR"/>
              </w:rPr>
              <w:t xml:space="preserve"> خو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7EB4" w:rsidRDefault="00207EB4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7EB4" w:rsidRDefault="00207EB4" w:rsidP="006C2AFD">
            <w:pPr>
              <w:pStyle w:val="libPoem"/>
            </w:pPr>
            <w:r w:rsidRPr="00CC78DB">
              <w:rPr>
                <w:rtl/>
                <w:lang w:bidi="fa-IR"/>
              </w:rPr>
              <w:t>عذر به درگاه خدا آورد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همه</w:t>
      </w:r>
      <w:r w:rsidRPr="00CC78DB">
        <w:rPr>
          <w:rtl/>
          <w:lang w:bidi="fa-IR"/>
        </w:rPr>
        <w:t xml:space="preserve"> عذر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ندامت و پش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همه استغفار بالأخره همه توبه و بازگشت؛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ناله ها،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دلها را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«کوفه»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 انسان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دهد،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مظلوم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را بگوش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رساند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کوچه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کوفه شمش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و مکرر رو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کرده و صدا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و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«اماما» به سو</w:t>
      </w:r>
      <w:r w:rsidRPr="00CC78DB">
        <w:rPr>
          <w:rFonts w:hint="cs"/>
          <w:rtl/>
          <w:lang w:bidi="fa-IR"/>
        </w:rPr>
        <w:t>ی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کوفه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پسر عمو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کوف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وفائ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خود را شکستند و به ستمگران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وستند،</w:t>
      </w:r>
      <w:r w:rsidRPr="00CC78DB">
        <w:rPr>
          <w:rtl/>
          <w:lang w:bidi="fa-IR"/>
        </w:rPr>
        <w:t xml:space="preserve"> آر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دعاها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عرفه، دلها،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بدرقه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سراپا شجاعت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ثار</w:t>
      </w:r>
      <w:r w:rsidRPr="00CC78DB">
        <w:rPr>
          <w:rtl/>
          <w:lang w:bidi="fa-IR"/>
        </w:rPr>
        <w:t xml:space="preserve"> و فداکار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شهادت، مگر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روز عرفه روز شهادت اوست «مسلم بن عق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ل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»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به هر نامرد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التماس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به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و به فرزند عمو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طرف من هرچه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تر برسان که به کوفه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کوف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پشت ما را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عمربن سعد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خواهش را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صد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ف،</w:t>
      </w:r>
      <w:r w:rsidRPr="00CC78DB">
        <w:rPr>
          <w:rtl/>
          <w:lang w:bidi="fa-IR"/>
        </w:rPr>
        <w:t xml:space="preserve"> بلکه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اسف،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روز هشتم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عرفه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همان روز خروج او، با اهل و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از مکه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کوفه حرکت کرده بود!!.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207EB4" w:rsidP="00207EB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4" w:name="_Toc507934475"/>
      <w:r w:rsidR="00CC78DB" w:rsidRPr="00CC78DB">
        <w:rPr>
          <w:rFonts w:hint="eastAsia"/>
          <w:rtl/>
          <w:lang w:bidi="fa-IR"/>
        </w:rPr>
        <w:lastRenderedPageBreak/>
        <w:t>شب</w:t>
      </w:r>
      <w:r w:rsidR="00CC78DB" w:rsidRPr="00CC78DB">
        <w:rPr>
          <w:rtl/>
          <w:lang w:bidi="fa-IR"/>
        </w:rPr>
        <w:t xml:space="preserve"> تماشائ</w:t>
      </w:r>
      <w:r w:rsidR="00CC78DB" w:rsidRPr="00CC78DB">
        <w:rPr>
          <w:rFonts w:hint="cs"/>
          <w:rtl/>
          <w:lang w:bidi="fa-IR"/>
        </w:rPr>
        <w:t>ی</w:t>
      </w:r>
      <w:bookmarkEnd w:id="4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آفتاب</w:t>
      </w:r>
      <w:r w:rsidRPr="00CC78DB">
        <w:rPr>
          <w:rtl/>
          <w:lang w:bidi="fa-IR"/>
        </w:rPr>
        <w:t xml:space="preserve"> روز عرفه رو به افول است، عرب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کارگر بند چادرها را با سرعت،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ها، مانند برگ خزان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زند</w:t>
      </w:r>
      <w:r w:rsidRPr="00CC78DB">
        <w:rPr>
          <w:rtl/>
          <w:lang w:bidi="fa-IR"/>
        </w:rPr>
        <w:t xml:space="preserve"> و در مدت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تمام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عرفات، به صورت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و دشت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در آمد،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اثر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چادرها نماند آخر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 همه چادر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دشت «منا» انتقال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و در آنجا بر افراشته شود، تا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همانان</w:t>
      </w:r>
      <w:r w:rsidRPr="00CC78DB">
        <w:rPr>
          <w:rtl/>
          <w:lang w:bidi="fa-IR"/>
        </w:rPr>
        <w:t xml:space="preserve"> خدائ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  <w:r w:rsidRPr="00CC78DB">
        <w:rPr>
          <w:rtl/>
          <w:lang w:bidi="fa-IR"/>
        </w:rPr>
        <w:t xml:space="preserve"> کاروانهاغذا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شام حجاج را توز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نمودند، چون شب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درهم برهم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گذراند، نه از چادر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نه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رانداز</w:t>
      </w:r>
      <w:r w:rsidRPr="00CC78DB">
        <w:rPr>
          <w:rtl/>
          <w:lang w:bidi="fa-IR"/>
        </w:rPr>
        <w:t xml:space="preserve"> اثر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07EB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موتور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روشن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شرطه ها بلند و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داد حجاج، به آسمان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همه باشتاب و بانورها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چراغ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و تراف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رکن دوم حج «مشعرالحرام»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«مزدلفه»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به ابد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وندند،</w:t>
      </w:r>
      <w:r w:rsidRPr="00CC78DB">
        <w:rPr>
          <w:rtl/>
          <w:lang w:bidi="fa-IR"/>
        </w:rPr>
        <w:t xml:space="preserve"> سواره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از پشته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عرفات و مشعر، بالا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عادگاه</w:t>
      </w:r>
      <w:r w:rsidRPr="00CC78DB">
        <w:rPr>
          <w:rtl/>
          <w:lang w:bidi="fa-IR"/>
        </w:rPr>
        <w:t xml:space="preserve"> دوم،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در وسطها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مشعر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="00207EB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نند</w:t>
      </w:r>
      <w:r w:rsidRPr="00CC78DB">
        <w:rPr>
          <w:rtl/>
          <w:lang w:bidi="fa-IR"/>
        </w:rPr>
        <w:t xml:space="preserve"> و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نور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برق ها، سنگر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جمع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به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زند</w:t>
      </w:r>
      <w:r w:rsidRPr="00CC78DB">
        <w:rPr>
          <w:rtl/>
          <w:lang w:bidi="fa-IR"/>
        </w:rPr>
        <w:t xml:space="preserve"> و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سنگسار کردن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 xml:space="preserve"> ها «رَمْ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جَمَرات» آماده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آخر 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فردا در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«من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سه روز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 خواهند ماند و آن سنگر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ها را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دشمن شناخته شده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(ش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>) پرتاب و او را سنگسار خواهند نمود و از خود دور خواهند کرد؟!!.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نور</w:t>
      </w:r>
      <w:r w:rsidRPr="00CC78DB">
        <w:rPr>
          <w:rtl/>
          <w:lang w:bidi="fa-IR"/>
        </w:rPr>
        <w:t xml:space="preserve"> افکن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بلند، 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مشعر را، مثل روز روشن کرده است، مردم دو دسته شده اند، دسته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خواب و استراحت و دسته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در دعا و مناجات و راز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با قاض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الحاجات؛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آنکه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در مشعرالحرام جابجا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و همه حجاج، روز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بود و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سوزان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گره خورده از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با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افراد کاروان و خورد و خوراک آنها وو .. کلافه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کردن محل چادرها </w:t>
      </w:r>
      <w:r w:rsidRPr="00CC78DB">
        <w:rPr>
          <w:rFonts w:hint="eastAsia"/>
          <w:rtl/>
          <w:lang w:bidi="fa-IR"/>
        </w:rPr>
        <w:t>سخت</w:t>
      </w:r>
      <w:r w:rsidRPr="00CC78DB">
        <w:rPr>
          <w:rtl/>
          <w:lang w:bidi="fa-IR"/>
        </w:rPr>
        <w:t xml:space="preserve"> خواهد بود، من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شبانه بروم در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چادرها را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و به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آماده بودن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صبحانه، سر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بزنم،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به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و به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راست و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سرکش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به مشعر برگشتم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وقوف نمودم و چون واقعاً خسته بودم و مختصر خلوت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خد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و باکم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چُرت زدن به صبح رساندم و حجاج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نمودم و نماز صبح را خوانده و منتظر طلوع آفتاب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از «مشعر» خارج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دودسته کردم،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دسته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که آنها را تاچادر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دسته دوم را خودم،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دسته همراه من با آرام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بدون درد سر به چادرها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از دسته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 و پس از مختصر انتظار که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امدند</w:t>
      </w:r>
      <w:r w:rsidRPr="00CC78DB">
        <w:rPr>
          <w:rtl/>
          <w:lang w:bidi="fa-IR"/>
        </w:rPr>
        <w:t xml:space="preserve">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کردن آنها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مشعر برگشتم؛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کوره راهها به چند نفر از حجاج کاروانم برخورد کردم که کلافه شده بودند، از حال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جو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شدم؟ گفتند: کجائ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آقا،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بهانه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از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انبر،</w:t>
      </w:r>
      <w:r w:rsidRPr="00CC78DB">
        <w:rPr>
          <w:rtl/>
          <w:lang w:bidi="fa-IR"/>
        </w:rPr>
        <w:t xml:space="preserve"> به چادرها برساند، آنها را از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و خط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منحرف کرده و در </w:t>
      </w:r>
      <w:r w:rsidRPr="00CC78DB">
        <w:rPr>
          <w:rtl/>
          <w:lang w:bidi="fa-IR"/>
        </w:rPr>
        <w:lastRenderedPageBreak/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چادرها و سنگ کلاخ ها، رها ساخته است، نه از خودش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نه از حجاج اثر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چکس</w:t>
      </w:r>
      <w:r w:rsidRPr="00CC78DB">
        <w:rPr>
          <w:rtl/>
          <w:lang w:bidi="fa-IR"/>
        </w:rPr>
        <w:t xml:space="preserve">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خبرندارد!!؛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با زحمات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گمشده ها را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به چادرها رساندم،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همه را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سالم در چادر، اسکان دادم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ارژنگ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پزشک کاروان مرا مخاطب قرار داد و گفت: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مواظب آقا</w:t>
      </w:r>
      <w:r w:rsidR="004B0237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 او در کاروان شما، علناً کار شکن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 باچه انگ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که نمونه اش امروز است که عمداً حجاج کاروانت را، دچار سردرگم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راه</w:t>
      </w:r>
      <w:r w:rsidRPr="00CC78DB">
        <w:rPr>
          <w:rtl/>
          <w:lang w:bidi="fa-IR"/>
        </w:rPr>
        <w:t xml:space="preserve"> زد سر و وضع آنها را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چگونه جمع کرده و با چه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چادرها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حجاج را برعل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تو بشوراند!؛</w:t>
      </w:r>
    </w:p>
    <w:p w:rsidR="00CC78DB" w:rsidRPr="00CC78DB" w:rsidRDefault="00CC78DB" w:rsidP="004B023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اعمال غرض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انت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افراد گروه هم به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برده بودند،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پرواز فرستادن و برگرداندن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بار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مشعر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="004B023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کاملًا</w:t>
      </w:r>
      <w:r w:rsidRPr="00CC78DB">
        <w:rPr>
          <w:rtl/>
          <w:lang w:bidi="fa-IR"/>
        </w:rPr>
        <w:t xml:space="preserve"> واضح و روشن بود که هدف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تعق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چکنم، خود کرده را تدب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خودم کردم و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لغزشش هم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 xml:space="preserve"> که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رحم کرد، من آن روز دلم به حال نزار او سوخت و همه رفقا خود را کنار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راحت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رسند و من جون جون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آوردم و آخر خود را گرفتار نمودم و حالا اول عشق است،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بعدها و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چه کرد و 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خواهد آورد!.</w:t>
      </w:r>
    </w:p>
    <w:p w:rsidR="00CC78DB" w:rsidRPr="00CC78DB" w:rsidRDefault="004B0237" w:rsidP="004B023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5" w:name="_Toc507934476"/>
      <w:r w:rsidR="00CC78DB" w:rsidRPr="00CC78DB">
        <w:rPr>
          <w:rFonts w:hint="eastAsia"/>
          <w:rtl/>
          <w:lang w:bidi="fa-IR"/>
        </w:rPr>
        <w:lastRenderedPageBreak/>
        <w:t>روز</w:t>
      </w:r>
      <w:r w:rsidR="00CC78DB" w:rsidRPr="00CC78DB">
        <w:rPr>
          <w:rtl/>
          <w:lang w:bidi="fa-IR"/>
        </w:rPr>
        <w:t xml:space="preserve"> 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قربان روز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عاد</w:t>
      </w:r>
      <w:r w:rsidR="00CC78DB" w:rsidRPr="00CC78DB">
        <w:rPr>
          <w:rtl/>
          <w:lang w:bidi="fa-IR"/>
        </w:rPr>
        <w:t xml:space="preserve"> عاشقان</w:t>
      </w:r>
      <w:bookmarkEnd w:id="4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عاشقان</w:t>
      </w:r>
      <w:r w:rsidRPr="00CC78DB">
        <w:rPr>
          <w:rtl/>
          <w:lang w:bidi="fa-IR"/>
        </w:rPr>
        <w:t xml:space="preserve"> «اللّه» سر از پا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شناسند، بعد از «رم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جمره عقبه کبر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«مسلخ»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قربانگاه در حرکتند، همه درتاب و تب انجام فرائض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مناسک مربوط به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مانند قهرمان توح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حضرت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خواهش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نفسان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در سرز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«من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سر ببرّند و با ملکوت اعل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ارتباط برقرار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عالم ماد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پا گذاشته به ابد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جاودانگ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برسند؛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از عالم ناسوت به جهان لاهوت پرواز کنند، در آن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معنا و فلسفه سربر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زبان را، بفهمند اگر چه به ظاهر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عوض حضرت اسماع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است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درک حکمت و علت آن را «خل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الرحمن»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تا به عمق فلسفه واقع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بب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چرا و چرا و دهها چراها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و عالم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در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قات</w:t>
      </w:r>
      <w:r w:rsidRPr="00CC78DB">
        <w:rPr>
          <w:rtl/>
          <w:lang w:bidi="fa-IR"/>
        </w:rPr>
        <w:t xml:space="preserve"> عشق، ذبح شود و به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او پشت پا زده و بر فراز «فنا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برسد و اوج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آن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عشق،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«خل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ل»</w:t>
      </w:r>
      <w:r w:rsidRPr="00CC78DB">
        <w:rPr>
          <w:rtl/>
          <w:lang w:bidi="fa-IR"/>
        </w:rPr>
        <w:t xml:space="preserve"> وار ندا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9"/>
        <w:gridCol w:w="3314"/>
      </w:tblGrid>
      <w:tr w:rsidR="004B0237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ترکت</w:t>
            </w:r>
            <w:r w:rsidRPr="00CC78DB">
              <w:rPr>
                <w:rtl/>
                <w:lang w:bidi="fa-IR"/>
              </w:rPr>
              <w:t xml:space="preserve"> الخلق تُرّاًف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هواکا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0237" w:rsidRDefault="004B0237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tl/>
                <w:lang w:bidi="fa-IR"/>
              </w:rPr>
              <w:t>و أ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تمتُ</w:t>
            </w:r>
            <w:r w:rsidRPr="00CC78DB">
              <w:rPr>
                <w:rtl/>
                <w:lang w:bidi="fa-IR"/>
              </w:rPr>
              <w:t xml:space="preserve"> الع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ال</w:t>
            </w:r>
            <w:r w:rsidRPr="00CC78DB">
              <w:rPr>
                <w:rtl/>
                <w:lang w:bidi="fa-IR"/>
              </w:rPr>
              <w:t xml:space="preserve"> لکَ</w:t>
            </w:r>
            <w:r w:rsidRPr="00CC78DB">
              <w:rPr>
                <w:rFonts w:hint="cs"/>
                <w:rtl/>
                <w:lang w:bidi="fa-IR"/>
              </w:rPr>
              <w:t>یْ</w:t>
            </w:r>
            <w:r w:rsidRPr="00CC78DB">
              <w:rPr>
                <w:rtl/>
                <w:lang w:bidi="fa-IR"/>
              </w:rPr>
              <w:t xml:space="preserve"> أراکا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عالم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قدم زد، چون در آنجا (من و تو و ما) وجود ندارد همه اوست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اوست،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چه منظره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باست</w:t>
      </w:r>
      <w:r w:rsidRPr="00CC78DB">
        <w:rPr>
          <w:rtl/>
          <w:lang w:bidi="fa-IR"/>
        </w:rPr>
        <w:t xml:space="preserve"> و همه به خود مشغول است، گروه گروه، از قربانگاه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و به چادرها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راه، به کنار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«حَلْقْ»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سر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</w:t>
      </w:r>
      <w:r w:rsidRPr="00CC78DB">
        <w:rPr>
          <w:rFonts w:hint="eastAsia"/>
          <w:rtl/>
          <w:lang w:bidi="fa-IR"/>
        </w:rPr>
        <w:t>راشند</w:t>
      </w:r>
      <w:r w:rsidRPr="00CC78DB">
        <w:rPr>
          <w:rtl/>
          <w:lang w:bidi="fa-IR"/>
        </w:rPr>
        <w:t xml:space="preserve"> و وظ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سوم روز اول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B023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ذبح هواها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ها، کاف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است؟! «نه» چون دام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خطرناک در طول راه هست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گسترده شده است، بن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آدم از همان</w:t>
      </w:r>
      <w:r w:rsidR="004B023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ساعت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«فردوس» و فروافتادگ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عالم خاک، 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دام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کشنده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دشمن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«عدوٌّ 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و دشمن آشکار، گرفتار شدند؛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همان ساعات نخست، در دامگه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دشمن ورز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ده،</w:t>
      </w:r>
      <w:r w:rsidRPr="00CC78DB">
        <w:rPr>
          <w:rtl/>
          <w:lang w:bidi="fa-IR"/>
        </w:rPr>
        <w:t xml:space="preserve"> دست و پا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زند، و افسوس گرفتارشدن در دام او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خورد و با زبان ندامت و حسرت، ناله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7"/>
        <w:gridCol w:w="268"/>
        <w:gridCol w:w="3287"/>
      </w:tblGrid>
      <w:tr w:rsidR="004B0237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من</w:t>
            </w:r>
            <w:r w:rsidRPr="00CC78DB">
              <w:rPr>
                <w:rtl/>
                <w:lang w:bidi="fa-IR"/>
              </w:rPr>
              <w:t xml:space="preserve"> ملک بودم وفردوس بر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جا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0237" w:rsidRDefault="004B0237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tl/>
                <w:lang w:bidi="fa-IR"/>
              </w:rPr>
              <w:t>آدم آورد بر 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د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ر</w:t>
            </w:r>
            <w:r w:rsidRPr="00CC78DB">
              <w:rPr>
                <w:rtl/>
                <w:lang w:bidi="fa-IR"/>
              </w:rPr>
              <w:t xml:space="preserve"> خراب آبادم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4B0237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مرغ</w:t>
            </w:r>
            <w:r w:rsidRPr="00CC78DB">
              <w:rPr>
                <w:rtl/>
                <w:lang w:bidi="fa-IR"/>
              </w:rPr>
              <w:t xml:space="preserve"> باغ ملکوتم ن</w:t>
            </w:r>
            <w:r w:rsidRPr="00CC78DB">
              <w:rPr>
                <w:rFonts w:hint="cs"/>
                <w:rtl/>
                <w:lang w:bidi="fa-IR"/>
              </w:rPr>
              <w:t>یَ</w:t>
            </w:r>
            <w:r w:rsidRPr="00CC78DB">
              <w:rPr>
                <w:rFonts w:hint="eastAsia"/>
                <w:rtl/>
                <w:lang w:bidi="fa-IR"/>
              </w:rPr>
              <w:t>م</w:t>
            </w:r>
            <w:r w:rsidRPr="00CC78DB">
              <w:rPr>
                <w:rtl/>
                <w:lang w:bidi="fa-IR"/>
              </w:rPr>
              <w:t xml:space="preserve"> از عالم خاک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0237" w:rsidRDefault="004B0237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tl/>
                <w:lang w:bidi="fa-IR"/>
              </w:rPr>
              <w:t>دو سه روز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بر 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د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ر</w:t>
            </w:r>
            <w:r w:rsidRPr="00CC78DB">
              <w:rPr>
                <w:rtl/>
                <w:lang w:bidi="fa-IR"/>
              </w:rPr>
              <w:t xml:space="preserve"> خراب افتاده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9"/>
        <w:gridCol w:w="3311"/>
      </w:tblGrid>
      <w:tr w:rsidR="004B0237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طا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ر</w:t>
            </w:r>
            <w:r w:rsidRPr="00CC78DB">
              <w:rPr>
                <w:rtl/>
                <w:lang w:bidi="fa-IR"/>
              </w:rPr>
              <w:t xml:space="preserve"> گلشن قدسم چه دهم شرح فراق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0237" w:rsidRDefault="004B0237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0237" w:rsidRDefault="004B0237" w:rsidP="006C2AFD">
            <w:pPr>
              <w:pStyle w:val="libPoem"/>
            </w:pPr>
            <w:r w:rsidRPr="00CC78DB">
              <w:rPr>
                <w:rtl/>
                <w:lang w:bidi="fa-IR"/>
              </w:rPr>
              <w:t>که در 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دامگه حادثه چون افتادم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مانند «آدم صف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»، دشمن قسم خورده خود (ش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)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سنگ باران نمود و از خود دور ساخت و دو روز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در سه موضع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شده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او را سنگسار نمود و از نفوذ او کاست!،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طول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پس بازگشت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عهد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مان،</w:t>
      </w:r>
      <w:r w:rsidRPr="00CC78DB">
        <w:rPr>
          <w:rtl/>
          <w:lang w:bidi="fa-IR"/>
        </w:rPr>
        <w:t xml:space="preserve">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دوباره به او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داد و او را به رقص آورده و دهن کج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متوجه خود ساخت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شکست!!.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پس</w:t>
      </w:r>
      <w:r w:rsidRPr="00CC78DB">
        <w:rPr>
          <w:rtl/>
          <w:lang w:bidi="fa-IR"/>
        </w:rPr>
        <w:t xml:space="preserve"> از پشت سر گذاشتن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بنا به دعوت قبل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وارد خانه دوست و تجل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عشق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سرسفره 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او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پرده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کعبه، به گناهان خود اعتراف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او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عفو و بخشش،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متقابلًا از طرف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زبان،</w:t>
      </w:r>
      <w:r w:rsidRPr="00CC78DB">
        <w:rPr>
          <w:rtl/>
          <w:lang w:bidi="fa-IR"/>
        </w:rPr>
        <w:t xml:space="preserve"> به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اشتباهات و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گذشته، خط بطلان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محو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ندا به گوش واقع شنوان و واقع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نان،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 (ا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بنده من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(تا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حساب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تصف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شد و پاک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بعد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مواظب باش که دوباره به دام دشمن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دور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زبان،</w:t>
      </w:r>
      <w:r w:rsidRPr="00CC78DB">
        <w:rPr>
          <w:rtl/>
          <w:lang w:bidi="fa-IR"/>
        </w:rPr>
        <w:t xml:space="preserve"> هفت بار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مقام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خواندن دورکعت نماز طواف، سر تعظ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فرود آورده و به «مَسع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بدو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باز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ظاهر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با «حلق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تقص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ر»</w:t>
      </w:r>
      <w:r w:rsidRPr="00CC78DB">
        <w:rPr>
          <w:rtl/>
          <w:lang w:bidi="fa-IR"/>
        </w:rPr>
        <w:t xml:space="preserve"> بهم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مجدداً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عشق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برگشته هفت بار دوم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حلال نمودن محرمات احرام (طواف النساء) بجا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نماز آن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آماده شده و با تشکر از دوست و مهمان نواز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او، با چشمان اشک بار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«جده» و سوار 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منتظران و چشم به راهان وطن، پرواز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بارخدا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کمتر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عمل را از ما بپذ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ارب</w:t>
      </w:r>
      <w:r w:rsidRPr="00CC78DB">
        <w:rPr>
          <w:rtl/>
          <w:lang w:bidi="fa-IR"/>
        </w:rPr>
        <w:t xml:space="preserve">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ممنونت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مهمان نواز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ملکوت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متشکر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B0237" w:rsidP="004B023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507934477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1352</w:t>
      </w:r>
      <w:bookmarkEnd w:id="4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تابستان سال 1352 خورش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مردم سرگرم مسافر و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معاش خود بودند، بدون اطلاع مردم،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مهاجرت نمودم،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به خود آمدند که کار از کار گذشته بود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دوباره مرا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برگردانند اما با مخالفت من روبرو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منزل خودم واقع در سه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بخشعل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مسجد که قبلًا با وام بانک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ساخته بودم، ساکن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من 253 بود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و مقدمات سفر بعد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پردازم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ثبت نام حجاج و اجاره منازل آنها در عربستان، آماده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سال قبل خود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«فتح اللّه صالح زاده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را به عنوان معاون گروه برگز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به سازمان اوقاف معرف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شعب عامر ساختمان احمد عبدالله الخف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>. مبلغ اجاره 35000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حسن محمد حمزه.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اباذر پلاک 6 ساختمان با دلال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هبوب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الشّاهر. مبلغ اجاره: 10500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غلامرضا لاشائ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بهدار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):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غفور موجب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جعفر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نسب: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فرو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شاه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عقوب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نماد: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قنبلان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شمس 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زنده دل: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329EC" w:rsidRDefault="00C329EC" w:rsidP="00CC78DB">
      <w:pPr>
        <w:pStyle w:val="libNormal"/>
        <w:rPr>
          <w:rtl/>
          <w:lang w:bidi="fa-IR"/>
        </w:rPr>
      </w:pPr>
    </w:p>
    <w:p w:rsidR="00CC78DB" w:rsidRPr="00CC78DB" w:rsidRDefault="00CC78DB" w:rsidP="00C329EC">
      <w:pPr>
        <w:pStyle w:val="Heading1"/>
        <w:rPr>
          <w:rtl/>
          <w:lang w:bidi="fa-IR"/>
        </w:rPr>
      </w:pPr>
      <w:bookmarkStart w:id="47" w:name="_Toc507934478"/>
      <w:r w:rsidRPr="00CC78DB">
        <w:rPr>
          <w:rFonts w:hint="eastAsia"/>
          <w:rtl/>
          <w:lang w:bidi="fa-IR"/>
        </w:rPr>
        <w:lastRenderedPageBreak/>
        <w:t>خاطرات</w:t>
      </w:r>
      <w:r w:rsidRPr="00CC78DB">
        <w:rPr>
          <w:rtl/>
          <w:lang w:bidi="fa-IR"/>
        </w:rPr>
        <w:t xml:space="preserve"> سال 1353</w:t>
      </w:r>
      <w:bookmarkEnd w:id="47"/>
    </w:p>
    <w:p w:rsidR="00CC78DB" w:rsidRPr="00CC78DB" w:rsidRDefault="00C329EC" w:rsidP="00C329E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CC78DB" w:rsidRPr="00CC78DB">
        <w:rPr>
          <w:rFonts w:hint="eastAsia"/>
          <w:rtl/>
          <w:lang w:bidi="fa-IR"/>
        </w:rPr>
        <w:t>در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سال مانند سال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گذشته به مسا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فراهم نمودن کارها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کاروان مشغول شدم و شماره کاروان 166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شعب عامر ساختمان مقابل مسجد بن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ساختمان محمدالسّو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مبلغ اجاره 58000 </w:t>
      </w:r>
      <w:r w:rsidR="00C329EC">
        <w:rPr>
          <w:rFonts w:hint="cs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حسن جمال.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13/ 8/ 1353.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اباذر العنّاب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والعائده ساختمان احمدبکر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محمد واحمد صبر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مبلغ اجاره: 40500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زادگان شاعر مشهور به «انور» با خانمش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محترم وهاب زاده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جمع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من بودند و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اشعار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سرود و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حاج عسکر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مجلس شبانه ما خوانده شد که آخر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جمله ختم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«اکبر دولانان شهرده او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گُن قوناق اولدوخ».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معمار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زاده</w:t>
      </w:r>
      <w:r w:rsidRPr="00CC78DB">
        <w:rPr>
          <w:rtl/>
          <w:lang w:bidi="fa-IR"/>
        </w:rPr>
        <w:t xml:space="preserve"> مؤمن: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جعفر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نسب: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نورمند: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عقوب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نماد: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قنبلان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التفات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329EC" w:rsidRDefault="00C329EC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خانم عصمت قدکچ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دست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زن.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13- مرسل اشکان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329EC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14- عفت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همسر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رگروه</w:t>
      </w:r>
      <w:r w:rsidRPr="00CC78DB">
        <w:rPr>
          <w:rtl/>
          <w:lang w:bidi="fa-IR"/>
        </w:rPr>
        <w:t>.</w:t>
      </w:r>
    </w:p>
    <w:p w:rsidR="00CC78DB" w:rsidRPr="00CC78DB" w:rsidRDefault="00C329EC" w:rsidP="00C329E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8" w:name="_Toc507934479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1354</w:t>
      </w:r>
      <w:bookmarkEnd w:id="4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شماره</w:t>
      </w:r>
      <w:r w:rsidRPr="00CC78DB">
        <w:rPr>
          <w:rtl/>
          <w:lang w:bidi="fa-IR"/>
        </w:rPr>
        <w:t xml:space="preserve"> کاروان- 376،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مانند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انجام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شعب عامر ساختمان مقابل مسجد بن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ساختمان محمدالسّو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مبلغ اجاره 130000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حسن جمال.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13/ 8/ 1354.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اباذر العنّاب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الشّخ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الزاحم مبلغ اجاره: 70000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عادله آتش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دست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زن.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مؤمن: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اکبر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اصل: آبدارو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عسکر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الله زرند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(رئ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اوقاف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): ناظر.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نورمند: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دختربزرگم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 ازدواج نمود و به خانه بخت رفت مبارک است انشاءاللّه خوشبخت و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دخترم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طبق روال 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خدا را با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سرفراز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حج برده و به سلامت برگرداندم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376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مشغول فراهم نمودن کارها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حج هستم، از اول شروع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حج تا حرکت به عربستان و پس از بجا آوردن مناسک حج،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بازگشته و در تهران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سپه، مسافرخانه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اوقات در منزل عموزاده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رخان،</w:t>
      </w:r>
      <w:r w:rsidRPr="00CC78DB">
        <w:rPr>
          <w:rtl/>
          <w:lang w:bidi="fa-IR"/>
        </w:rPr>
        <w:t xml:space="preserve"> اقامت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رفت و آمدها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امسال که در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شان،</w:t>
      </w:r>
      <w:r w:rsidRPr="00CC78DB">
        <w:rPr>
          <w:rtl/>
          <w:lang w:bidi="fa-IR"/>
        </w:rPr>
        <w:t xml:space="preserve"> مشغول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مدارک و اسناد خدمه کاروان،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اوقاف بودم،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آن سال ما پس از انجام اعمال عرفات و مشعر الحرام، وارد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جمره» حرکت دادم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رمردها</w:t>
      </w:r>
      <w:r w:rsidRPr="00CC78DB">
        <w:rPr>
          <w:rtl/>
          <w:lang w:bidi="fa-IR"/>
        </w:rPr>
        <w:t xml:space="preserve"> و خانمها را در چادر گذاشت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ابت</w:t>
      </w:r>
      <w:r w:rsidRPr="00CC78DB">
        <w:rPr>
          <w:rtl/>
          <w:lang w:bidi="fa-IR"/>
        </w:rPr>
        <w:t xml:space="preserve"> آن ها خودمان عمل آنها را انجام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بازگشت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راهها را بسته است با تعجب علت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سؤال کردم؟ گفتند: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حجاج آتش گرفته است، ما به کوهها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طرف جنوب، بالا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که به محل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آتش گرفته دقت کردم،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منطقه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است که آتش گرفته است و دارد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سوزد و خاکستر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شود!!؛</w:t>
      </w:r>
    </w:p>
    <w:p w:rsidR="00CC78DB" w:rsidRPr="00CC78DB" w:rsidRDefault="00CC78DB" w:rsidP="00C329EC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هر</w:t>
      </w:r>
      <w:r w:rsidRPr="00CC78DB">
        <w:rPr>
          <w:rtl/>
          <w:lang w:bidi="fa-IR"/>
        </w:rPr>
        <w:t xml:space="preserve"> کاروان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حد اقل 15 عدد کپسول گاز پر با خود آورده است و چادرها هم طناب به طناب، کپسول ها آتش گرفته به هوا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رود</w:t>
      </w:r>
      <w:r w:rsidRPr="00CC78DB">
        <w:rPr>
          <w:rtl/>
          <w:lang w:bidi="fa-IR"/>
        </w:rPr>
        <w:t xml:space="preserve"> و منفجر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چادرها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tl/>
          <w:lang w:bidi="fa-IR"/>
        </w:rPr>
        <w:t xml:space="preserve"> و آنجا آتش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لکوپترها،</w:t>
      </w:r>
      <w:r w:rsidRPr="00CC78DB">
        <w:rPr>
          <w:rtl/>
          <w:lang w:bidi="fa-IR"/>
        </w:rPr>
        <w:t xml:space="preserve"> از آسمان مواد</w:t>
      </w:r>
      <w:r w:rsidR="00C329EC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خاموش</w:t>
      </w:r>
      <w:r w:rsidRPr="00CC78DB">
        <w:rPr>
          <w:rtl/>
          <w:lang w:bidi="fa-IR"/>
        </w:rPr>
        <w:t xml:space="preserve"> کننده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زند</w:t>
      </w:r>
      <w:r w:rsidRPr="00CC78DB">
        <w:rPr>
          <w:rtl/>
          <w:lang w:bidi="fa-IR"/>
        </w:rPr>
        <w:t xml:space="preserve"> 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آتش نشان مثل مور وملخ،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و آن طرف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و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حجاج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لاست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ها، لهْ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و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پارچه جهنّم و آتش؛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منظره و منطقه 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خواستم به تنهائ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بدوم و از زنان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سراغ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که حتماً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وپاها و ناتوانان در آتش سوختند!!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به داد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روم اما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هم پشت سر من، هرچه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زنم، بابا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 گوش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 و من جل</w:t>
      </w:r>
      <w:r w:rsidRPr="00CC78DB">
        <w:rPr>
          <w:rFonts w:hint="eastAsia"/>
          <w:rtl/>
          <w:lang w:bidi="fa-IR"/>
        </w:rPr>
        <w:t>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 آنها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نگران در چادر مانده ها هستم، خلاصه درد سرتان ندهم محشر را با چشم خود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چادر و وسائل در مدت کمتر از دو ساعت، شد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لم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زرع</w:t>
      </w:r>
      <w:r w:rsidRPr="00CC78DB">
        <w:rPr>
          <w:rtl/>
          <w:lang w:bidi="fa-IR"/>
        </w:rPr>
        <w:t xml:space="preserve"> و خاکستر و دود،!!؛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ما</w:t>
      </w:r>
      <w:r w:rsidRPr="00CC78DB">
        <w:rPr>
          <w:rtl/>
          <w:lang w:bidi="fa-IR"/>
        </w:rPr>
        <w:t xml:space="preserve">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محل چادرها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خدمه عرب من که سه چهار نفر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بودند،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چادرها نشسته مانند بچه مرده ها زار زار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زدم، احمد، محمد،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وو .. کجا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زنها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چه شدند، باگر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گفتند: «س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د»</w:t>
      </w:r>
      <w:r w:rsidRPr="00CC78DB">
        <w:rPr>
          <w:rtl/>
          <w:lang w:bidi="fa-IR"/>
        </w:rPr>
        <w:t xml:space="preserve"> آقا نگران نباش ما که متوجه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ما، آتش گرفته، همه را که خواب بعد از ظهر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 گرفته و خسته و کوفته به خواب رفته بودند،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بموقع از محل خطر، خارج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کاروان ما، تلف نشده است، و در راه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خود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کاروان شده بود و چادرها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بغل هم بود، او هم گفت: نگران نباش همه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کرده فرار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جهت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راحت 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خدمتکاران عرب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گونه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 گفتند: پس چکن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 و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استکان و نعلبک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آب شده و مردم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خاکستر و گل،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آتش نشان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جا را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آب کرده بود؛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عرب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خدمتکار گفتم: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خدا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است و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به شدت سوخته بود دلدار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و منتظر برگشتن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 به کدام سو، فرار کرده است بودم چون مردم در کوه ودشت و دره و تپه بود و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خطرناک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</w:t>
      </w:r>
      <w:r w:rsidRPr="00CC78DB">
        <w:rPr>
          <w:rtl/>
          <w:lang w:bidi="fa-IR"/>
        </w:rPr>
        <w:t xml:space="preserve"> به کوهها، و</w:t>
      </w:r>
      <w:r w:rsidRPr="00CC78DB">
        <w:rPr>
          <w:rFonts w:hint="eastAsia"/>
          <w:rtl/>
          <w:lang w:bidi="fa-IR"/>
        </w:rPr>
        <w:t>حشت</w:t>
      </w:r>
      <w:r w:rsidRPr="00CC78DB">
        <w:rPr>
          <w:rtl/>
          <w:lang w:bidi="fa-IR"/>
        </w:rPr>
        <w:t xml:space="preserve"> کرده بودند، از لانه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چند نفر را هلاک کرده بودند و به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حمله ور شده بودند،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اوقاف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بود که بامادرش در کاروان من بود،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برگشته و خود را نجس کرده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خبر است؟! گفت: به کوه فرار کرده بودم، 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من حمله کر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از ترس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درآمده ام؛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خلاصه</w:t>
      </w:r>
      <w:r w:rsidRPr="00CC78DB">
        <w:rPr>
          <w:rtl/>
          <w:lang w:bidi="fa-IR"/>
        </w:rPr>
        <w:t xml:space="preserve"> تا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شب زن و مرد همه را جمع کردم، الحمد للّه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نرفته بود امانه آب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نه غذائ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انداز وفرش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همه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مردم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 افتاده بودند؛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بعد از فرو نشستن غائله، خدمه عرب را به مکه فرستادم تا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لازمه را آورده و مواد غذائ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هم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به منا رساندند و رفاه حجاج راتأم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مکه برگشته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اعمال را به جا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ومنتظر پرواز نشست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چون من پرواز اول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بودم پس از چند رو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تأخ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هم به تنگ آمده بودند و به حرم هم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رفتند، پروازها شروع شد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هم رفتند و من ماندم تا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انبار کرده و حرکت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آن سال حجاج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نامه مفصل به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سازمان اوقاف نوشتند (و در روزنامه ها هم چاپ شد) از من قدر 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329EC" w:rsidP="00C329E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9" w:name="_Toc507934480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1355</w:t>
      </w:r>
      <w:bookmarkEnd w:id="4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کاروان- 2535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شعب عامر قرب مسجد الجفال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 مصطف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 سالم باخزاد مبلغ اجاره 60000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حسن جمال.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المطار مقابل مدرسه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پمپ بنز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عمارت سرلشکر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منصور مبلغ اجاره: 30000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سادات بن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هاشم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درجه سرلشکر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ارتش داشت).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اسماع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مصطفو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مؤمن: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اکبر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اصل: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نصراللّه نظرزاده فردوس: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عدل گرده: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خانم عفت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بانوان.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داماد بزرگم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جزو پرسنل کاروان، همراه خود به مکه معظمه بردم تا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نعمت عظما محروم نباشد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329EC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خاطرات فراموش نشدن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سفر حج امسال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ساختمان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="00C329EC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آمد</w:t>
      </w:r>
      <w:r w:rsidRPr="00CC78DB">
        <w:rPr>
          <w:rtl/>
          <w:lang w:bidi="fa-IR"/>
        </w:rPr>
        <w:t xml:space="preserve"> که بد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به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اشاره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پس از گذراندن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منوره، آماده سفر به مکه معظمه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اتوبوس ناراحت نشوند، با پنچ دستگاه سوار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عسکر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اول صبح به مکه معظمه اعزام کردم که در مسجد شجره احرام بسته زود به منزل </w:t>
      </w:r>
      <w:r w:rsidRPr="00CC78DB">
        <w:rPr>
          <w:rFonts w:hint="eastAsia"/>
          <w:rtl/>
          <w:lang w:bidi="fa-IR"/>
        </w:rPr>
        <w:t>برسند</w:t>
      </w:r>
      <w:r w:rsidRPr="00CC78DB">
        <w:rPr>
          <w:rtl/>
          <w:lang w:bidi="fa-IR"/>
        </w:rPr>
        <w:t xml:space="preserve"> تا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آقاها حمام کنند و استراحت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مزاحم مردها نشوند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قسمت بانوان حمام جداگانه داشت.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طبق روال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حرکت کرده و در مسجد شجره احرام بست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آنجا نهارشان را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حرکت کرده شب وارد مکه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متأسفانه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هنوز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اند!!.</w:t>
      </w:r>
    </w:p>
    <w:p w:rsidR="00CC78DB" w:rsidRPr="00CC78DB" w:rsidRDefault="00CC78DB" w:rsidP="00C329EC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همه</w:t>
      </w:r>
      <w:r w:rsidRPr="00CC78DB">
        <w:rPr>
          <w:rtl/>
          <w:lang w:bidi="fa-IR"/>
        </w:rPr>
        <w:t xml:space="preserve"> بهت زده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آنها را که صبح فرستاد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تاظهر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چون مسافت 450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بود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لندر</w:t>
      </w:r>
      <w:r w:rsidRPr="00CC78DB">
        <w:rPr>
          <w:rtl/>
          <w:lang w:bidi="fa-IR"/>
        </w:rPr>
        <w:t xml:space="preserve"> با آن راه مجهز،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نبود.</w:t>
      </w:r>
      <w:r w:rsidR="00C329EC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قضا آن سال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خودم همراهم بود و منهم پشت سر اتوبوس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حجاج با وانت خودم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و مراقب کاروان و اعضا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بودم.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صاحبان بانوان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خانمها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پارچه آتش شدند که زنان ما را چه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!!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 خودش را همراه خود آورده و زنان مارا به امان خدا به دشت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عربستان رها ساخته است و نگذاشت دراتوبوس همراه خود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 هرچه قسم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خورم که باباجان من نخو</w:t>
      </w:r>
      <w:r w:rsidRPr="00CC78DB">
        <w:rPr>
          <w:rFonts w:hint="eastAsia"/>
          <w:rtl/>
          <w:lang w:bidi="fa-IR"/>
        </w:rPr>
        <w:t>استم</w:t>
      </w:r>
      <w:r w:rsidRPr="00CC78DB">
        <w:rPr>
          <w:rtl/>
          <w:lang w:bidi="fa-IR"/>
        </w:rPr>
        <w:t xml:space="preserve"> آنها ناراحت شوند و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را خواستم، گوش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بدهکارنبود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: پس چه شدند اگردر راه تصادف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آسمان که نرفته اند.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حق داشتندا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قدر آتش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چون در راه که اثر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نبود اگر در اثر تراف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اشلوغ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راه 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باز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بحال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من 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روم و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گردم و با آنها روبرو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 و خودم را هم ترس برداشته است که زنان مردم را چه کردم من رفاه آنها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برعکس شد و ساعتها گذشت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شب بود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عسکر آمد برق آسا خود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انداختم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اند</w:t>
      </w:r>
      <w:r w:rsidRPr="00CC78DB">
        <w:rPr>
          <w:rtl/>
          <w:lang w:bidi="fa-IR"/>
        </w:rPr>
        <w:t xml:space="preserve"> و همه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</w:t>
      </w:r>
      <w:r w:rsidRPr="00CC78DB">
        <w:rPr>
          <w:rtl/>
          <w:lang w:bidi="fa-IR"/>
        </w:rPr>
        <w:lastRenderedPageBreak/>
        <w:t>سالم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شوند!! من به سر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داد زدم کدام جهنم رفت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!!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واقعاً او هم داغون شده است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سخت نگرفتم تا آرامش خود را به دست آورد و بانوان به اطاقها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رفتند،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شده بود؟ گفت: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راه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eastAsia"/>
          <w:rtl/>
          <w:lang w:bidi="fa-IR"/>
        </w:rPr>
        <w:t>نزل</w:t>
      </w:r>
      <w:r w:rsidRPr="00CC78DB">
        <w:rPr>
          <w:rtl/>
          <w:lang w:bidi="fa-IR"/>
        </w:rPr>
        <w:t xml:space="preserve"> «رابُغ» شوفرمصر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زد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کشت!!.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زن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کاپوت و سقف و صندوق عقب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پرت شد و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افتاد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راننده حال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نبود و به راه خود ادامه داد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راه سر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اورا متوقف کرد و به محل تصادف برگردان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گفت: من صحنه تصادف و متلاش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آن زن و جمع شدن حجاج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اطراف جنازه و به سر زدن فرزندان آن خانم را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مرا وحشت برداشت، نقشه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نظرم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خودمان 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پنج نفر بودند به زبان ترک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گفتم: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اگر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مرحله هولناک و خطرناک نجات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به ما حمله نکنند فقط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چاره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کنار جنازه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ناله سرداده و خودتان را بزن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اشک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آرام 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من به شما اشاره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D08D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خانمها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نقشه از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ادشده</w:t>
      </w:r>
      <w:r w:rsidRPr="00CC78DB">
        <w:rPr>
          <w:rtl/>
          <w:lang w:bidi="fa-IR"/>
        </w:rPr>
        <w:t xml:space="preserve"> اطراف جنازه را گرفته خود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کوبند و شاخص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و اشک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زند</w:t>
      </w:r>
      <w:r w:rsidRPr="00CC78DB">
        <w:rPr>
          <w:rtl/>
          <w:lang w:bidi="fa-IR"/>
        </w:rPr>
        <w:t xml:space="preserve"> تا کار بجائ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پسران آن خانم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آمده به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دلدار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آرام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در آخر گفتند: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ناراحت نشو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مادر م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راه شد و اجرش</w:t>
      </w:r>
      <w:r w:rsidR="001D08D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باخداست؛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را مناسب تشخ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داده به آنها اشاره کردم و آرام گرفتند و راننده بازداشت شد و پل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از شرکت،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با راننده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خواست و ما را به مکه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انجام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ما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معطل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من خدا را شکر کردم که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سالم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اما ماجرا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راننده مصر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شوفر اهل مصر بود و تنومند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سرش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ازآن عربها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نتراش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نخراش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بود، با راننده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شب گذشته بدون اجازه آمده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تختخواب خدمه کاروان در منزل آنها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راننده هم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تخت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خُرناس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و رفقا از حرم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نند،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حشره کش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پاف را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تختخواب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اما مرتب بلند شده حشره کش را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راننده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تا او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تخت!! عرب است متوجه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که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خل</w:t>
      </w:r>
      <w:r w:rsidRPr="00CC78DB">
        <w:rPr>
          <w:rFonts w:hint="eastAsia"/>
          <w:rtl/>
          <w:lang w:bidi="fa-IR"/>
        </w:rPr>
        <w:t>اصه</w:t>
      </w:r>
      <w:r w:rsidRPr="00CC78DB">
        <w:rPr>
          <w:rtl/>
          <w:lang w:bidi="fa-IR"/>
        </w:rPr>
        <w:t xml:space="preserve"> تا صبح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حشره کش را کاملًا به دماغ او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اورا بنگ و منگ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آن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هم با آن حال حرکت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آن تصادف هولناک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اما خود متوجه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به راه خود ادامه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2- امسال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خدمه گروه بنام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عدل بود، مرد پاک و متد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مؤمن و ساده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 «گرده» بود اعضا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خدمه از او خوششان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و </w:t>
      </w:r>
      <w:r w:rsidRPr="00CC78DB">
        <w:rPr>
          <w:rtl/>
          <w:lang w:bidi="fa-IR"/>
        </w:rPr>
        <w:lastRenderedPageBreak/>
        <w:t>بعد از برگشتن از حرم با او سربه سر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گذاشتند و شوخ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خستگ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را از تن خود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ختند</w:t>
      </w:r>
      <w:r w:rsidRPr="00CC78DB">
        <w:rPr>
          <w:rtl/>
          <w:lang w:bidi="fa-IR"/>
        </w:rPr>
        <w:t xml:space="preserve"> چون به خدمه کاروا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منزل جداگانه اختصاص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دادم.</w:t>
      </w:r>
    </w:p>
    <w:p w:rsidR="00CC78DB" w:rsidRPr="00CC78DB" w:rsidRDefault="00CC78DB" w:rsidP="001D08D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ساختمان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شب از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گذشته و من در طبقه چهارم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="001D08D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بودم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ساختمان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اهو</w:t>
      </w:r>
      <w:r w:rsidRPr="00CC78DB">
        <w:rPr>
          <w:rtl/>
          <w:lang w:bidi="fa-IR"/>
        </w:rPr>
        <w:t xml:space="preserve"> بلند شده و مردم از پنجره ها به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نگرند و من هم سرم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آوردم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چوب کلفت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برداشته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را تعق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مردم مانع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 او هم داد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شما را به خدا بگذار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بکُشم بابا 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ندارد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ندارد من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نوحه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لامذهب را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از اولاد امامان است نگو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نداشته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مقوله 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هجوم کند و مردم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گذارند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هم آن طرف تر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به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لرزد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ترسد چون او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روستائ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بچه ناغولا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آمدم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که مرا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پارچه آتش شد،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در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آدم قحط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لامذهب را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آخر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نبود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خدا؟!!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شده است؟ گفت: از خود آن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بپرس، بچه ها گفتند: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شوخ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گل کرده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کلاه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زنانه گرفته و به سرش گذاشته و چادر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رختخواب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وارد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با</w:t>
      </w:r>
      <w:r w:rsidRPr="00CC78DB">
        <w:rPr>
          <w:rtl/>
          <w:lang w:bidi="fa-IR"/>
        </w:rPr>
        <w:t xml:space="preserve"> قلقلک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نرم نرم اورا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با او شروع به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خانم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رختخواب اوست از تختخواب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ملعونه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حرم خداست از من دور شو و الا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کشم آبرو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 وشوهرت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زم</w:t>
      </w:r>
      <w:r w:rsidRPr="00CC78DB">
        <w:rPr>
          <w:rtl/>
          <w:lang w:bidi="fa-IR"/>
        </w:rPr>
        <w:t xml:space="preserve"> از خدا بتر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ملعونه؛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متوجه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که ما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 و چوب را برداشته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او را لت و پار کند!!.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در همان ساختمان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دفترم نشسته 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وقت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چند نفر از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به دفتر وارد شدند صورت همه آغشته به کره نبات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و در وضع آشفته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هستند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ست؟</w:t>
      </w:r>
      <w:r w:rsidRPr="00CC78DB">
        <w:rPr>
          <w:rtl/>
          <w:lang w:bidi="fa-IR"/>
        </w:rPr>
        <w:t>!، گفتند: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ما از خواب بلند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صورتمان را با صابون بشو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صابون قالب کره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گذاشته اند و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صورت در آمد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کار حاج عسکر است احضارش کردم و اعتراض دادم آخر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کار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>! گفت: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به خدا خسته شده ام شما دستور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هارا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صابون نگذار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هر روز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صابون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گذارم تا به طبقه بالا برسم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</w:t>
      </w:r>
      <w:r w:rsidRPr="00CC78DB">
        <w:rPr>
          <w:rtl/>
          <w:lang w:bidi="fa-IR"/>
        </w:rPr>
        <w:t xml:space="preserve"> صابون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برداش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اند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لباس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بهمه حمام ها صابون و پودر رختشو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گذاشه ام،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را کردم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تنب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شوند و به خود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خلاصه آشت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و رفتند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تکرار نشد. (ا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از دسته گل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ناگفته نماند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 از نوحه خوان مشهور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بودند در طول سال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عضو خدمه گروه من بودند، خدمات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داد و هنوز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نوحه و مداح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از گوشم نرفته است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سوزان و آوا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دلنش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داشت، </w:t>
      </w:r>
      <w:r w:rsidRPr="00CC78DB">
        <w:rPr>
          <w:rtl/>
          <w:lang w:bidi="fa-IR"/>
        </w:rPr>
        <w:lastRenderedPageBreak/>
        <w:t>مرد خوب و زنده دل بود اما روزگار در آخر دل او را هم سو</w:t>
      </w:r>
      <w:r w:rsidRPr="00CC78DB">
        <w:rPr>
          <w:rFonts w:hint="eastAsia"/>
          <w:rtl/>
          <w:lang w:bidi="fa-IR"/>
        </w:rPr>
        <w:t>زاند</w:t>
      </w:r>
      <w:r w:rsidRPr="00CC78DB">
        <w:rPr>
          <w:rtl/>
          <w:lang w:bidi="fa-IR"/>
        </w:rPr>
        <w:t xml:space="preserve">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پسرجوانش که پزشک بود در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وفات کرده و ناکام ازدن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رفته است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 و به پدر و مادرش صبر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اجرجذ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مغازه بازار بزرگ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جلائ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مبلغ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پنجاه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گرفتم.</w:t>
      </w:r>
    </w:p>
    <w:p w:rsidR="00CC78DB" w:rsidRPr="00CC78DB" w:rsidRDefault="00CC78DB" w:rsidP="001D08D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رمضان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گذرانم؛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شبها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آمد و با اظهار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تأسف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گفت: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شدم!، چرا؟ گفت: تمام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در «نم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فروخته و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نقل مکان کرده ام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هم نتوانسته ام</w:t>
      </w:r>
      <w:r w:rsidR="001D08D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فراهم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باز</w:t>
      </w:r>
      <w:r w:rsidRPr="00CC78DB">
        <w:rPr>
          <w:rtl/>
          <w:lang w:bidi="fa-IR"/>
        </w:rPr>
        <w:t xml:space="preserve"> دلسوز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گُلْ کرد همان شب شبانه او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بازار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کردم </w:t>
      </w:r>
      <w:r w:rsidRPr="001D08D8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2535 بود و مانند سال ها گذشته، حجاج را برده و طبق روال برگرداندم.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1D08D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بازگشت از مکه مغازه بازار را 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کرده و به قماش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1D08D8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پرواضح است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فرد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را در مغازه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کنم تا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پسرها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خرد سال و بچه هستند و به درد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خورند،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دامادم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مغازه مستقر کردم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واقع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دو نشا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زدم،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دامادم </w:t>
      </w:r>
      <w:r w:rsidRPr="00CC78DB">
        <w:rPr>
          <w:rtl/>
          <w:lang w:bidi="fa-IR"/>
        </w:rPr>
        <w:lastRenderedPageBreak/>
        <w:t>که به منزله پسرم است کار فراهم کردم و هم عوض خودم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مغازه گماشتم.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چند</w:t>
      </w:r>
      <w:r w:rsidRPr="00CC78DB">
        <w:rPr>
          <w:rtl/>
          <w:lang w:bidi="fa-IR"/>
        </w:rPr>
        <w:t xml:space="preserve"> ماه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منوال گذشت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خواهران آقاداماد، اظهار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برادر ما را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سقف بازار کاشته و آفتاب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به او داده است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خواهد شد!!؛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طرف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از دست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چاک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آخر خودت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دم پا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و آن طرف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پلکم و نهار را از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آورم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با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نهار را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اما داماد شما با کفش واکس زده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صندل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پا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اندازد و تلفن را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و به چلو کباب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 (الو چلو کباب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قت،</w:t>
      </w:r>
      <w:r w:rsidRPr="00CC78DB">
        <w:rPr>
          <w:rtl/>
          <w:lang w:bidi="fa-IR"/>
        </w:rPr>
        <w:t xml:space="preserve"> به فروشگاه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پورس</w:t>
      </w:r>
    </w:p>
    <w:p w:rsidR="00CC78DB" w:rsidRPr="001D08D8" w:rsidRDefault="001D08D8" w:rsidP="001D08D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CC78DB" w:rsidRPr="00CC78DB" w:rsidRDefault="00CC78DB" w:rsidP="001D08D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درواقع اشتباهات سال اول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کردن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تکرار شد من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 چرا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جورم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ساده 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زودباورم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دل نازکم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از سرگذشت خود عبرت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در حافظه خود نگه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...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دانم!!.</w:t>
      </w:r>
    </w:p>
    <w:p w:rsidR="00CC78DB" w:rsidRPr="00CC78DB" w:rsidRDefault="001D08D8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چلو</w:t>
      </w:r>
      <w:r w:rsidR="00CC78DB" w:rsidRPr="00CC78DB">
        <w:rPr>
          <w:rtl/>
          <w:lang w:bidi="fa-IR"/>
        </w:rPr>
        <w:t xml:space="preserve"> کباب بفرست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>!!)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آقا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داماد شما مرا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کرده است!! حت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گفته است (اگر من بم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رم</w:t>
      </w:r>
      <w:r w:rsidR="00CC78DB" w:rsidRPr="00CC78DB">
        <w:rPr>
          <w:rtl/>
          <w:lang w:bidi="fa-IR"/>
        </w:rPr>
        <w:t xml:space="preserve"> بدان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 xml:space="preserve"> که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مهد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مرا دق مرگ کرده است!!).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زمزمه ها بو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مخالفت و جدائ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مشام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امسال هم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درد</w:t>
      </w:r>
      <w:r w:rsidRPr="00CC78DB">
        <w:rPr>
          <w:rtl/>
          <w:lang w:bidi="fa-IR"/>
        </w:rPr>
        <w:t xml:space="preserve"> سرتان ندهم عدم توافق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نفر به جا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من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مغازه را بفروشم و به صالح زاده گفتم: اگر خودت مشتر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روز بلکه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نتر</w:t>
      </w:r>
      <w:r w:rsidRPr="00CC78DB">
        <w:rPr>
          <w:rtl/>
          <w:lang w:bidi="fa-IR"/>
        </w:rPr>
        <w:t xml:space="preserve"> به خودت بفروشم،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گفت: من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ششدانگش را بفروش، به دلال سپردم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مشتر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شد و 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مت مشخص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بش</w:t>
      </w:r>
      <w:r w:rsidRPr="00CC78DB">
        <w:rPr>
          <w:rtl/>
          <w:lang w:bidi="fa-IR"/>
        </w:rPr>
        <w:t xml:space="preserve"> زد و پدر خانمش را فرستاده است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نان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نبرّد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 و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حرفها!!.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نگو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منتظر باز شدن سر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بوده است، خلاصه با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بازار مغازه را بعد از گذشت دوسال به مبلغ چهارصد و پنجاه هزار تومان از چنگ من در آورد و تصاحب نمود!!.</w:t>
      </w:r>
      <w:r w:rsidRPr="001D08D8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وقا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ناگوار امسال فوت برادر جوانم «احمد» در 19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او در اتوبان</w:t>
      </w:r>
    </w:p>
    <w:p w:rsidR="00CC78DB" w:rsidRPr="001D08D8" w:rsidRDefault="001D08D8" w:rsidP="001D08D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C78DB" w:rsidRPr="00CC78DB" w:rsidRDefault="00CC78DB" w:rsidP="001D08D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مغازه را بعدها بعد از آنکه از برکات و در آمد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مغازه، خود را به بالا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صاف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فروخت و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به کار بساز بفروش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شده است اقلًا دست شما درد نکند هم نگفت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بعد از هفت سال به عنوان معاون کاروان بردم و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سوابق</w:t>
      </w:r>
      <w:r w:rsidRPr="00CC78DB">
        <w:rPr>
          <w:rtl/>
          <w:lang w:bidi="fa-IR"/>
        </w:rPr>
        <w:t xml:space="preserve"> که به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کاروان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مرا کنار گذاشتند و تمام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کاروانم را در عربستان به او دادم حد اقل تعارف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نکرد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عنوان 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با هم به مکه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!!! عجب </w:t>
      </w:r>
      <w:r w:rsidRPr="00CC78DB">
        <w:rPr>
          <w:rtl/>
          <w:lang w:bidi="fa-IR"/>
        </w:rPr>
        <w:lastRenderedPageBreak/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  <w:r w:rsidRPr="00CC78DB">
        <w:rPr>
          <w:rtl/>
          <w:lang w:bidi="fa-IR"/>
        </w:rPr>
        <w:t xml:space="preserve"> گاه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پشت و 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گفتن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است که خلاصه کر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تا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فراموشده دوباره زنده نشود.</w:t>
      </w:r>
    </w:p>
    <w:p w:rsidR="00CC78DB" w:rsidRPr="00CC78DB" w:rsidRDefault="001D08D8" w:rsidP="0026084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تهران</w:t>
      </w:r>
      <w:r w:rsidR="00CC78DB" w:rsidRPr="00CC78DB">
        <w:rPr>
          <w:rtl/>
          <w:lang w:bidi="fa-IR"/>
        </w:rPr>
        <w:t xml:space="preserve"> قزو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با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ها نزد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شهرستان «آب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ک»</w:t>
      </w:r>
      <w:r w:rsidR="00CC78DB" w:rsidRPr="00CC78DB">
        <w:rPr>
          <w:rtl/>
          <w:lang w:bidi="fa-IR"/>
        </w:rPr>
        <w:t xml:space="preserve"> قزو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مشغول کار بود و رانندگ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کمپرس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کرد، من از مشهد بر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گشتم، به تهران که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در خانه پسر عمو حاج 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رخان،</w:t>
      </w:r>
      <w:r w:rsidR="00CC78DB" w:rsidRPr="00CC78DB">
        <w:rPr>
          <w:rtl/>
          <w:lang w:bidi="fa-IR"/>
        </w:rPr>
        <w:t xml:space="preserve"> خبر دادند احمد فوت شده است! من بلا فاصله از تهران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گرفته به محل کار او رفتم،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بل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س</w:t>
      </w:r>
      <w:r w:rsidR="00CC78DB" w:rsidRPr="00CC78DB">
        <w:rPr>
          <w:rFonts w:hint="eastAsia"/>
          <w:rtl/>
          <w:lang w:bidi="fa-IR"/>
        </w:rPr>
        <w:t>رد</w:t>
      </w:r>
      <w:r w:rsidR="00CC78DB" w:rsidRPr="00CC78DB">
        <w:rPr>
          <w:rtl/>
          <w:lang w:bidi="fa-IR"/>
        </w:rPr>
        <w:t xml:space="preserve"> خانه و گواه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پزش</w:t>
      </w:r>
      <w:r>
        <w:rPr>
          <w:rFonts w:hint="cs"/>
          <w:rtl/>
          <w:lang w:bidi="fa-IR"/>
        </w:rPr>
        <w:t>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هم گرفته اند که موقع آب تن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کانال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آب 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tl/>
          <w:lang w:bidi="fa-IR"/>
        </w:rPr>
        <w:t xml:space="preserve"> خورده و سرش به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مان</w:t>
      </w:r>
      <w:r w:rsidR="00CC78DB" w:rsidRPr="00CC78DB">
        <w:rPr>
          <w:rtl/>
          <w:lang w:bidi="fa-IR"/>
        </w:rPr>
        <w:t xml:space="preserve"> کانال خورده و مرده است، البته سرش جراحت عم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ق</w:t>
      </w:r>
      <w:r w:rsidR="00CC78DB" w:rsidRPr="00CC78DB">
        <w:rPr>
          <w:rtl/>
          <w:lang w:bidi="fa-IR"/>
        </w:rPr>
        <w:t xml:space="preserve"> داشت و از اصابت ضربه سخت حکا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کرد، بعدها بعض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کارگران آنجا گفتند: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ماش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جک زده بود و جک کنار رفته و ما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سرش افتاده و فوت شده بود، بعد از چند سال بعض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گر</w:t>
      </w:r>
      <w:r w:rsidR="00CC78DB" w:rsidRPr="00CC78DB">
        <w:rPr>
          <w:rtl/>
          <w:lang w:bidi="fa-IR"/>
        </w:rPr>
        <w:t xml:space="preserve"> گفتند: او چون راننده کام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ون</w:t>
      </w:r>
      <w:r w:rsidR="00CC78DB" w:rsidRPr="00CC78DB">
        <w:rPr>
          <w:rtl/>
          <w:lang w:bidi="fa-IR"/>
        </w:rPr>
        <w:t xml:space="preserve"> بود و اشتباهاً از کنار چادر برادر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مانکار</w:t>
      </w:r>
      <w:r w:rsidR="00CC78DB" w:rsidRPr="00CC78DB">
        <w:rPr>
          <w:rtl/>
          <w:lang w:bidi="fa-IR"/>
        </w:rPr>
        <w:t xml:space="preserve"> که اهل روستا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ران،</w:t>
      </w:r>
      <w:r w:rsidR="00CC78DB" w:rsidRPr="00CC78DB">
        <w:rPr>
          <w:rtl/>
          <w:lang w:bidi="fa-IR"/>
        </w:rPr>
        <w:t xml:space="preserve"> هم مرز گلستان بود، عبور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کرده و اوهم در چادر خواب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بوده اشتباهاً از رو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سر او رد شده و کشته شده بود، </w:t>
      </w:r>
      <w:r w:rsidR="00CC78DB" w:rsidRPr="00CC78DB">
        <w:rPr>
          <w:rFonts w:hint="eastAsia"/>
          <w:rtl/>
          <w:lang w:bidi="fa-IR"/>
        </w:rPr>
        <w:t>برادران</w:t>
      </w:r>
      <w:r w:rsidR="00CC78DB" w:rsidRPr="00CC78DB">
        <w:rPr>
          <w:rtl/>
          <w:lang w:bidi="fa-IR"/>
        </w:rPr>
        <w:t xml:space="preserve"> او هم احمد را به طرز مرموز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کشته بودند، من ماجرا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کشته شدنش را شن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خواستم شکا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</w:t>
      </w:r>
      <w:r w:rsidR="00CC78DB" w:rsidRPr="00CC78DB">
        <w:rPr>
          <w:rtl/>
          <w:lang w:bidi="fa-IR"/>
        </w:rPr>
        <w:t xml:space="preserve"> کنم و با کالبد شکاف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قض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مشخص شود، پدرم اجازه نداد و گفت: محاکمه من و قاتل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او به 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امت</w:t>
      </w:r>
      <w:r w:rsidR="00CC78DB" w:rsidRPr="00CC78DB">
        <w:rPr>
          <w:rtl/>
          <w:lang w:bidi="fa-IR"/>
        </w:rPr>
        <w:t xml:space="preserve"> و دادگاه خداوند عالم ماند لازم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ست</w:t>
      </w:r>
      <w:r w:rsidR="00CC78DB" w:rsidRPr="00CC78DB">
        <w:rPr>
          <w:rtl/>
          <w:lang w:bidi="fa-IR"/>
        </w:rPr>
        <w:t xml:space="preserve"> دوباره نبش قبر شود و نظر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پزشک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قانون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eastAsia"/>
          <w:rtl/>
          <w:lang w:bidi="fa-IR"/>
        </w:rPr>
        <w:t>را</w:t>
      </w:r>
      <w:r w:rsidR="00CC78DB" w:rsidRPr="00CC78DB">
        <w:rPr>
          <w:rtl/>
          <w:lang w:bidi="fa-IR"/>
        </w:rPr>
        <w:t xml:space="preserve"> بخواه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.</w:t>
      </w:r>
      <w:r w:rsidR="00CC78DB" w:rsidRPr="00CC78DB">
        <w:rPr>
          <w:rFonts w:hint="eastAsia"/>
          <w:rtl/>
          <w:lang w:bidi="fa-IR"/>
        </w:rPr>
        <w:t>خلاصه</w:t>
      </w:r>
      <w:r w:rsidR="00CC78DB" w:rsidRPr="00CC78DB">
        <w:rPr>
          <w:rtl/>
          <w:lang w:bidi="fa-IR"/>
        </w:rPr>
        <w:t xml:space="preserve"> جنازه را تحو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گرفته و با آمبولانس، به گلستان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برم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طول راه جر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هائ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ادم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آمد که روز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پدرم، هم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بچه را زده بود و از دماغش خون به 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خته</w:t>
      </w:r>
      <w:r w:rsidR="00CC78DB" w:rsidRPr="00CC78DB">
        <w:rPr>
          <w:rtl/>
          <w:lang w:bidi="fa-IR"/>
        </w:rPr>
        <w:t xml:space="preserve"> بود، مادر با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دن</w:t>
      </w:r>
      <w:r w:rsidR="00CC78DB" w:rsidRPr="00CC78DB">
        <w:rPr>
          <w:rtl/>
          <w:lang w:bidi="fa-IR"/>
        </w:rPr>
        <w:t xml:space="preserve"> خون او، به 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نشسته خون را با زبانش 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و بلع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بود،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طاقت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اورده</w:t>
      </w:r>
      <w:r w:rsidR="00CC78DB" w:rsidRPr="00CC78DB">
        <w:rPr>
          <w:rtl/>
          <w:lang w:bidi="fa-IR"/>
        </w:rPr>
        <w:t xml:space="preserve"> ب</w:t>
      </w:r>
      <w:r w:rsidR="00CC78DB" w:rsidRPr="00CC78DB">
        <w:rPr>
          <w:rFonts w:hint="eastAsia"/>
          <w:rtl/>
          <w:lang w:bidi="fa-IR"/>
        </w:rPr>
        <w:t>ود</w:t>
      </w:r>
      <w:r w:rsidR="00CC78DB" w:rsidRPr="00CC78DB">
        <w:rPr>
          <w:rtl/>
          <w:lang w:bidi="fa-IR"/>
        </w:rPr>
        <w:t xml:space="preserve"> خون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خته</w:t>
      </w:r>
      <w:r w:rsidR="00CC78DB" w:rsidRPr="00CC78DB">
        <w:rPr>
          <w:rtl/>
          <w:lang w:bidi="fa-IR"/>
        </w:rPr>
        <w:t xml:space="preserve"> شده احمد را بب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ند،</w:t>
      </w:r>
      <w:r w:rsidR="00CC78DB" w:rsidRPr="00CC78DB">
        <w:rPr>
          <w:rtl/>
          <w:lang w:bidi="fa-IR"/>
        </w:rPr>
        <w:t xml:space="preserve"> من حالا جنازه مجروح او را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برم، غرق در فکرم که چگونه به مادر خبر خواهم داد و مادر به چه حال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خواهد افتاد و پدر همچن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و خواهرها همچنان وو ...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6084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به گلستان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محشر و غوغائ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برپا شد که چشمها 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گوشها</w:t>
      </w:r>
      <w:r w:rsidR="0026084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نشنود</w:t>
      </w:r>
      <w:r w:rsidRPr="00CC78DB">
        <w:rPr>
          <w:rtl/>
          <w:lang w:bidi="fa-IR"/>
        </w:rPr>
        <w:t xml:space="preserve"> و مادر پشت سر هم غش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به هوش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آورند و خواهرها به سر و صورت خود زده و شاخص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چاک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که من از نوشتن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آن منظره ناتوانم.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260841" w:rsidP="002608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0" w:name="_Toc507934481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1356</w:t>
      </w:r>
      <w:bookmarkEnd w:id="5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نبود چون امسال از حج محروم شدم، شرح ماجرا؛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عنوان معاون باخود به مکه بردم تا دلشکسته و ناراحت نشود،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روز ببعد،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بنده خدا هرچه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در هر مقطع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کار شکن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در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من، برعل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 بدگوئ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من در سال 54 برده بودم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او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کرده و بنا به گفته او، برعل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 تحر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که چرا برعل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تو توجه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هر حال سال 1356 مرا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کاروان، حذف نمودند، به سازمان حج مراجعه کردم، گفتند: توسال گذشته در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چادر شاپور غلام رضا پهلو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برادر شاه، بر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محمد رضا شاه،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پرونده را آوردند،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پرونده است، هرچه بود و آن نوار را چ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آنجا داده بود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داند، به هر ترت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سال 56 مرا از کار انداختند و از حج محروم نمودند.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به مبارک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</w:t>
      </w:r>
      <w:r w:rsidRPr="00CC78DB">
        <w:rPr>
          <w:rtl/>
          <w:lang w:bidi="fa-IR"/>
        </w:rPr>
        <w:t xml:space="preserve"> دخترم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سروان رسول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کرد و به مرزن آباد چالوس رفت مبارک باشد و خوشبخت باش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دخترم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260841" w:rsidP="002608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1" w:name="_Toc507934482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1357</w:t>
      </w:r>
      <w:bookmarkEnd w:id="5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من- 1255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خانه سبز سه طبقه را به مبلغ هفتصد و پنجاه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آن را پرداخت کردم و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قرار شد سال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پس از بازگشت از سفر حج،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کجا</w:t>
      </w:r>
      <w:r w:rsidRPr="00CC78DB">
        <w:rPr>
          <w:rtl/>
          <w:lang w:bidi="fa-IR"/>
        </w:rPr>
        <w:t xml:space="preserve"> پرداخت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چون همه 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شناختند اعتماد داشتند و احترام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کوچ کردن ما به تهران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محروم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سال 56،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بمانم، چون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نفر از خدمه کاروان من،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گروه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نامردها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کدامشان ولو به ظاهر، به من تعارف هم نکردند، البته من به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نبودم و خوشحال هم بودم که دست پرورده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موفق شده اند اما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عاطفگ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مخصوصاً صالح زاده معاون هشت ساله من، مرا زجر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و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 ماف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بدب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کرده و باد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نگرستم!؛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که</w:t>
      </w:r>
      <w:r w:rsidRPr="00CC78DB">
        <w:rPr>
          <w:rtl/>
          <w:lang w:bidi="fa-IR"/>
        </w:rPr>
        <w:t xml:space="preserve">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تاً</w:t>
      </w:r>
      <w:r w:rsidRPr="00CC78DB">
        <w:rPr>
          <w:rtl/>
          <w:lang w:bidi="fa-IR"/>
        </w:rPr>
        <w:t xml:space="preserve"> سبب هجرت من به تهران شد آن هم در بحبوحه انقلاب و جوشش عموم ملت بر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شاه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هرچه بود به تهران کوچ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خانه 120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واقع در ناز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تَه خط کوچه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45 ساکن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 از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هم نماندم و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تعق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کردم، بالأخره موفق شدم و کاروان شماره 1255 را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به من اختصاص دادند خدا را شکر باموفق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حجاج گروه خود را بردم و برگرداندم.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شارع الحرم پشت مسجد جنّ ساختمان شاهر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مبلغ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اجاره</w:t>
      </w:r>
      <w:r w:rsidRPr="00CC78DB">
        <w:rPr>
          <w:rtl/>
          <w:lang w:bidi="fa-IR"/>
        </w:rPr>
        <w:t xml:space="preserve"> 80000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المطار مقابل مدرسه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پمپ بنز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عمارت سرلشکر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منصور مبلغ اجاره: 51000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سادات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درجه سرلشکر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داشت).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رحمن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عنگوت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سخت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شد و با صورت جلسه کمس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پزشک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برگرداندند.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اسماع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مصطفو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مؤمن: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عازم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نال</w:t>
      </w:r>
      <w:r w:rsidRPr="00CC78DB">
        <w:rPr>
          <w:rtl/>
          <w:lang w:bidi="fa-IR"/>
        </w:rPr>
        <w:t>: مأمورپذ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اصغر 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نظام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عوض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عبران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دلپذ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بابا زربار: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خانم زهرا منعم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خواهر منعم شاعر مشهور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بانوان 13- عسکرعز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260841" w:rsidP="002608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507934483"/>
      <w:r w:rsidR="00CC78DB" w:rsidRPr="00CC78DB">
        <w:rPr>
          <w:rFonts w:hint="eastAsia"/>
          <w:rtl/>
          <w:lang w:bidi="fa-IR"/>
        </w:rPr>
        <w:lastRenderedPageBreak/>
        <w:t>خلاصه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سکونت دوره اول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>!</w:t>
      </w:r>
      <w:bookmarkEnd w:id="5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تابستان سال 1352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هجرت نمودم و در خانه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کوچه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بخشعل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خودم ساخته بودم، ساکن گشتم و چند سال در آنجا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آن به خانه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 پشت حمام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که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 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بودم، نقل مکان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آن را فروخته در منزل نوساز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کوچه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اوچدکان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بودم، ساکن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باز آن را فروخته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منزل کلنگ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450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تازه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رحل اقامت افکند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در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منزل بود که نوه اولم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درضا</w:t>
      </w:r>
      <w:r w:rsidRPr="00CC78DB">
        <w:rPr>
          <w:rtl/>
          <w:lang w:bidi="fa-IR"/>
        </w:rPr>
        <w:t xml:space="preserve"> پسر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چهار دست و پا راه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او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eastAsia"/>
          <w:rtl/>
          <w:lang w:bidi="fa-IR"/>
        </w:rPr>
        <w:t>وچرخه</w:t>
      </w:r>
      <w:r w:rsidRPr="00CC78DB">
        <w:rPr>
          <w:rtl/>
          <w:lang w:bidi="fa-IR"/>
        </w:rPr>
        <w:t xml:space="preserve"> سوار و حسن و گربه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درخت را برداشتم و در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آقاپدر خانمم در منزل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 داشتند، چون مسافرخانه هزار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مغازه برخ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سند ششدانگ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مبلغ پانصد و ده هزار تومان به بانک 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فروختند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خانه در تهران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انک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پسر بزرگش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دادند و مبلغ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کوچک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جوار خانه ما دادند و ساکن شدند و در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رفتند و در قبرستان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رحمت خدا براوباد.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بالأخره</w:t>
      </w:r>
      <w:r w:rsidRPr="00CC78DB">
        <w:rPr>
          <w:rtl/>
          <w:lang w:bidi="fa-IR"/>
        </w:rPr>
        <w:t xml:space="preserve"> من خانه تازه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فروخته و منزل مجلل سه طبقه سبز رنگ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دوباب مغازه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راه اوچدکان را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در سال 1357 از آن خانه به تهران کوچ کرده و طبقه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 را به اجاره دادم تا از خانه مواظبت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چون درنبش کوچه قرار داشت دو دَر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داشت، درب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و درب ورود از شمال ساختمان؛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هجرت ما مصادف با بحران سال انقلاب بود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11 ماه در تهران نماند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دوباره به شرح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حوادث سال 1358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پس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پاساژ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</w:t>
      </w:r>
      <w:r w:rsidRPr="00CC78DB">
        <w:rPr>
          <w:rtl/>
          <w:lang w:bidi="fa-IR"/>
        </w:rPr>
        <w:t xml:space="preserve"> عائله ام، به کار و کاسب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پارچه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مشغول</w:t>
      </w:r>
      <w:r w:rsidRPr="00CC78DB">
        <w:rPr>
          <w:rtl/>
          <w:lang w:bidi="fa-IR"/>
        </w:rPr>
        <w:t xml:space="preserve">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طول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سکونتم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کاروان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اوقات درسرع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جلسات نوبه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درس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شبانه؛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8 سال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منوال گذشت تا هجرت دوم به تهران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که در حوادث سال 1465 به شرح ماجرا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260841" w:rsidP="0026084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3" w:name="_Toc507934484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1358</w:t>
      </w:r>
      <w:bookmarkEnd w:id="5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22 بهمن ماه امسال،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به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نظام سلطنت و شاهنشاه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2500 ساله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برچ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شده و نظام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نشست که مشروح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 را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انقلاب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2301 بود و مثل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گذشته، افراد کاروان را باسلامت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بردم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آن ها را فراهم کردم و برگرداندم و هرکس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محل خود رفت.</w:t>
      </w:r>
      <w:r w:rsidR="00AF3926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شعب عامر بئرالحمام قرب مسجد الجفال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 احمد محمد المعتوق مبلغ اجاره 80000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مطوف: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مغازل.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8/ 10/ 1358.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باب التّمّار عمارت عبدالرحمن اصغر قبلان مبلغ اجاره: 60000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مزوّر: 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قبل.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رزاده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غمام نو: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مؤمن: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دهقان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پور</w:t>
      </w:r>
      <w:r w:rsidRPr="00CC78DB">
        <w:rPr>
          <w:rtl/>
          <w:lang w:bidi="fa-IR"/>
        </w:rPr>
        <w:t xml:space="preserve"> گلستان: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عبران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گنجه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درق: کمک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رحمان جلا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خانم ام کلثوم درآباد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بانوان.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صد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معمار: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14-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غفور وث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>: مأمورپذ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پس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اقامت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نُه ماه در تهران، دوباره به فکر بازگشت به وطن «اردب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ل»</w:t>
      </w:r>
      <w:r w:rsidRPr="00CC78DB">
        <w:rPr>
          <w:rtl/>
          <w:lang w:bidi="fa-IR"/>
        </w:rPr>
        <w:t xml:space="preserve"> افتاد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مشورت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بازگشته و در خانه سبز سه طبقه واقع در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حمام حاج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رعبدالملک</w:t>
      </w:r>
      <w:r w:rsidRPr="00CC78DB">
        <w:rPr>
          <w:rtl/>
          <w:lang w:bidi="fa-IR"/>
        </w:rPr>
        <w:t xml:space="preserve"> که به</w:t>
      </w:r>
      <w:r w:rsidR="00AF392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اجاره</w:t>
      </w:r>
      <w:r w:rsidRPr="00CC78DB">
        <w:rPr>
          <w:rtl/>
          <w:lang w:bidi="fa-IR"/>
        </w:rPr>
        <w:t xml:space="preserve"> داده بودم تخل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کرده و ساکن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AF3926" w:rsidP="00AF39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4" w:name="_Toc507934485"/>
      <w:r w:rsidR="00CC78DB" w:rsidRPr="00CC78DB">
        <w:rPr>
          <w:rFonts w:hint="eastAsia"/>
          <w:rtl/>
          <w:lang w:bidi="fa-IR"/>
        </w:rPr>
        <w:lastRenderedPageBreak/>
        <w:t>جر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دزد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شدن پول!</w:t>
      </w:r>
      <w:bookmarkEnd w:id="54"/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باز شکر خدا به حج مشرف شدم و باکمال افتخار، خدمت به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همانان</w:t>
      </w:r>
      <w:r w:rsidRPr="00CC78DB">
        <w:rPr>
          <w:rtl/>
          <w:lang w:bidi="fa-IR"/>
        </w:rPr>
        <w:t xml:space="preserve"> خانه خدا را، به عهده گرفتم و با عشق و علاقه، مانند هرسال، همه را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سالم، از فرودگاه جده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پرواز دادم و با وانت خود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فرودگاه رفتم و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وصف ناپذ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که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تم</w:t>
      </w:r>
      <w:r w:rsidRPr="00CC78DB">
        <w:rPr>
          <w:rtl/>
          <w:lang w:bidi="fa-IR"/>
        </w:rPr>
        <w:t xml:space="preserve"> را با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ام، مشغول شستن شلوارم که چرک بود شدم و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که محتو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معادل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پول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دلار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 چند ساعت سوغات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و گذرنامه ام بود؛ به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پنجره ثابت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گذاشتم و 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نمازم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هم به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گذاشتم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نشود و از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رفتم و شلوارم را،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وانتم پهن کرده و برگشتم، ناباورانه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به سرقت رفته است!!.</w:t>
      </w: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را گم کردم چند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درجا به دور خودم چرخ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آن طرف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هم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به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برگشتم، باز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نبود، وا ماندم به ذهنم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دَرورود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و از مردم استمدادکرده آنهائ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بگرد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البته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متعدد بود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استحمام «دوش» گذاشته بودند و هم اجاق تطه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بود که آن سال سازمان حج در جده باما تصف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حساب کرده و همه پولها هم تو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بود برعکس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قبل که در تهران تصف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حساب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فکر مرا زجر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که پول خانه را به مردم قرض دارم و قول داده ام بعد از برگشتن از حج </w:t>
      </w:r>
      <w:r w:rsidRPr="00CC78DB">
        <w:rPr>
          <w:rFonts w:hint="eastAsia"/>
          <w:rtl/>
          <w:lang w:bidi="fa-IR"/>
        </w:rPr>
        <w:t>پول</w:t>
      </w:r>
      <w:r w:rsidRPr="00CC78DB">
        <w:rPr>
          <w:rtl/>
          <w:lang w:bidi="fa-IR"/>
        </w:rPr>
        <w:t xml:space="preserve"> آن ها را پرداخت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حالا من هرکه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پول را دزد برد،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باور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وانگه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جواب طلبکارها را چه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وضع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و به هرجا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کردم،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نگرفتم چون پول نقد نشانه ندارد و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 ثابت نمود، اتفاقاً رفقا که از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قرض من مسبوق بودند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اصرار کردند که بابا چرا پول نقد را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جنس بخر و ببر و بفروش با استفاده کامل قر</w:t>
      </w:r>
      <w:r w:rsidRPr="00CC78DB">
        <w:rPr>
          <w:rFonts w:hint="eastAsia"/>
          <w:rtl/>
          <w:lang w:bidi="fa-IR"/>
        </w:rPr>
        <w:t>ضها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را پرداخت کن، من نپذ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رفتم</w:t>
      </w:r>
      <w:r w:rsidRPr="00CC78DB">
        <w:rPr>
          <w:rtl/>
          <w:lang w:bidi="fa-IR"/>
        </w:rPr>
        <w:t xml:space="preserve"> گفتم: به مردم قول داده ام پس از برگشت، قرض آنها را بپردازم،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اجناس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فروخته شود و من شرمنده طلبکارها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شوم،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بلا به سرم آمد، تازه پس از سوار شدن به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ما،</w:t>
      </w:r>
      <w:r w:rsidRPr="00CC78DB">
        <w:rPr>
          <w:rtl/>
          <w:lang w:bidi="fa-IR"/>
        </w:rPr>
        <w:t xml:space="preserve"> متوجه شدم، من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پهن کردن شلوار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رفتم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رون نرفت حتماً،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حاضر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مرا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نظر داشته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را برداشته و داخل حمام شده و با باز کردن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دوش حمام رد 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پول ها را جابجا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است،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از کار گذشته بود و من در آسمان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وطن هرچه بود گذشت و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از کمان رهاشد.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بازگشت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طلبکارها را قانع کرده و بتدر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قرضهارا پرداخت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AF3926" w:rsidP="00AF39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5" w:name="_Toc507934486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1359</w:t>
      </w:r>
      <w:bookmarkEnd w:id="5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2301.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به علت بمباران فرودگاهها، اجاره منازل فسخ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پورصدق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آلانق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AF3926" w:rsidRDefault="00AF3926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مسعود زرگران: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نقد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زاده: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اوبه زرگر: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عبران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نورالله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گنزق: کمک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زاده: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خانم آصفه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(مادرم):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بانوان.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من در پاساژ تخت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مغازه پارچه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و مشغول کسب و کار بودم.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پسرم «طاهر» در خانه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عبدالملک،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خاطرات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ماندن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(طاهر)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در دو سه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دختر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هم سنّ خود، طرح آشنائ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و عاشق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شدند و هر روز در ساعت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هردو از خانه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 و در کوچه قدم زنان باهم صحبت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کردند!!!؛</w:t>
      </w: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پنجره طبقه دوم به کوچه نگاه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خبندان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هوا به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سرد و حداقل 24 درجه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صفر بود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دلداده دو و سه ساله، بازو به بازو، به نوع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سرگرم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بودند که من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و بچه ها را صدا زدم،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تماشا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باتعجب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آخر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به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مشغول چه صحبت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هستند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گونه تنگاتنگ بدون احساس سرد</w:t>
      </w:r>
      <w:r w:rsidRPr="00CC78DB">
        <w:rPr>
          <w:rFonts w:hint="cs"/>
          <w:rtl/>
          <w:lang w:bidi="fa-IR"/>
        </w:rPr>
        <w:t>ی</w:t>
      </w:r>
      <w:r w:rsidR="00AF392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هوا</w:t>
      </w:r>
      <w:r w:rsidRPr="00CC78DB">
        <w:rPr>
          <w:rtl/>
          <w:lang w:bidi="fa-IR"/>
        </w:rPr>
        <w:t xml:space="preserve"> باهم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برفها قدم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زنند 0</w:t>
      </w:r>
      <w:r w:rsidRPr="00CC78DB">
        <w:rPr>
          <w:rFonts w:hint="eastAsia"/>
          <w:rtl/>
          <w:lang w:bidi="fa-IR"/>
        </w:rPr>
        <w:t>باز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درسن سه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مغازه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اسباب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شد، آن را برد که پس دهد؛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بعد از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ساعت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دَرْ زدند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من با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تمام مغازه دارها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راسته به تماشا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اند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خندند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چه شده است؟ گفتند: مغازه دار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فروش، اسباب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را پس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طاهر هم رفته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طرف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کرده و پاسبان آورده است و با تحکم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پس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آخرهم پس داد و همه خوشحال بودند و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سه ساله، خوشش آمده و گفته بود پسرم اگر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تت</w:t>
      </w:r>
      <w:r w:rsidRPr="00CC78DB">
        <w:rPr>
          <w:rtl/>
          <w:lang w:bidi="fa-IR"/>
        </w:rPr>
        <w:t xml:space="preserve"> کرد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کن، من پاسبان بدهم ببر حق خودت 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باز 2301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بعد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بمب باران شهرها و فرودگاهها توسط صدام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جنا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تکار</w:t>
      </w:r>
      <w:r w:rsidRPr="00CC78DB">
        <w:rPr>
          <w:rtl/>
          <w:lang w:bidi="fa-IR"/>
        </w:rPr>
        <w:t xml:space="preserve"> عراق، شروع شد و حجاج از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باز گشتند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کاروان ها باهوا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اختصاص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هوائ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با بدرقه دو جت جنگ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«فانتوم» تا مرز عربستان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جابجائ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اثاث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کاروان و پرداخت اجاره بهاء به حج مشرف شدند!.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روز 29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صدام جنا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کار با تحر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</w:t>
      </w:r>
      <w:r w:rsidRPr="00CC78DB">
        <w:rPr>
          <w:rtl/>
          <w:lang w:bidi="fa-IR"/>
        </w:rPr>
        <w:t xml:space="preserve"> و اذنابش، به جمهور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حمله کرد و در تلو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عراق ظاهر شده و گفت: من تا سه روز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در تهران هستم،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آرزو وارد جنگ تمام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شد و باتمام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قهاره خود و هم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مانانش</w:t>
      </w:r>
      <w:r w:rsidRPr="00CC78DB">
        <w:rPr>
          <w:rtl/>
          <w:lang w:bidi="fa-IR"/>
        </w:rPr>
        <w:t xml:space="preserve"> به خاک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تجا</w:t>
      </w:r>
      <w:r w:rsidRPr="00CC78DB">
        <w:rPr>
          <w:rFonts w:hint="eastAsia"/>
          <w:rtl/>
          <w:lang w:bidi="fa-IR"/>
        </w:rPr>
        <w:t>وز</w:t>
      </w:r>
      <w:r w:rsidRPr="00CC78DB">
        <w:rPr>
          <w:rtl/>
          <w:lang w:bidi="fa-IR"/>
        </w:rPr>
        <w:t xml:space="preserve"> کرد و با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ارتش تضع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شده، اما فداکار و از جان گذشته، روبرو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هشت سال تمام جنگ را ادامه داد و بر ملت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تحم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نمود و از همان روز اول تمام شهرها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رس را، وحش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بمباران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بدون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 زن و بچه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جوان رحم نما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خلاصه در مدت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هشت سال ضرر و خسارت جبران نا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ملت مظلوم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متوجه ساخت و تمام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سات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ربنائ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کشور را به آتش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ساخت و با خاک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کسان</w:t>
      </w:r>
      <w:r w:rsidRPr="00CC78DB">
        <w:rPr>
          <w:rtl/>
          <w:lang w:bidi="fa-IR"/>
        </w:rPr>
        <w:t xml:space="preserve"> نمود!!.</w:t>
      </w:r>
    </w:p>
    <w:p w:rsidR="00CC78DB" w:rsidRPr="00CC78DB" w:rsidRDefault="00AF3926" w:rsidP="00AF39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6" w:name="_Toc507934487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1360</w:t>
      </w:r>
      <w:bookmarkEnd w:id="5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شماره کاروان 2301.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مکه: مطوف: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منزل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شارع المطار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شارع اباذر و مستشف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بابالمج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عمارت الس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صدقه و سراج الکعک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مبلغ اجاره: 31000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سعود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مزوّر: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حسن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بعد.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کارکنان کاروان من به قرار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حجّت 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پورصدق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آلانق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مسعود زرگران: پزشک.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فتح الله صالح زاده: معاون.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خراط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سر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نقد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زاده: کمک آشپز.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6-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اوبه زرگر: خدمتکار.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عبران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نورالله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گنزق: کمک آبدار.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زاده: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خانم آصفه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(مادرم):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بانوان.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(پسرعمو): مأمور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13- راض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صفار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همسر معاون گروه: دست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زن.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حجاج سال گذشته که در اثر بمباران صدام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کتاتور</w:t>
      </w:r>
      <w:r w:rsidRPr="00CC78DB">
        <w:rPr>
          <w:rtl/>
          <w:lang w:bidi="fa-IR"/>
        </w:rPr>
        <w:t xml:space="preserve"> عراق از فرودگاه برگشته و نتوانستند مشرف شوند، به حج رفتند.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حجاج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اصلان صفر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سقاواز متولد 1281 ش ش 321 1360 پس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شدن ازماش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رو سکته قلب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کرد و پس از انجام مراحل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قبرستان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چون امسال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بعد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اعمال حج را بطور کامل انجام داده بود </w:t>
      </w:r>
      <w:r w:rsidR="00AF3926" w:rsidRPr="00AF3926">
        <w:rPr>
          <w:rStyle w:val="libAlaemChar"/>
          <w:rtl/>
        </w:rPr>
        <w:t>رحمه‌الله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10/ 12/ 1360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 خانمم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وفات نمود و به رحمت خدا رفت </w:t>
      </w:r>
      <w:r w:rsidR="00AF3926" w:rsidRPr="00AF3926">
        <w:rPr>
          <w:rStyle w:val="libAlaemChar"/>
          <w:rtl/>
        </w:rPr>
        <w:t>رحمه‌الله</w:t>
      </w:r>
      <w:r w:rsidR="00AF3926" w:rsidRPr="00940AE5">
        <w:rPr>
          <w:rtl/>
        </w:rPr>
        <w:t xml:space="preserve"> </w:t>
      </w:r>
      <w:r w:rsidRPr="00CC78DB">
        <w:rPr>
          <w:rtl/>
          <w:lang w:bidi="fa-IR"/>
        </w:rPr>
        <w:t>و در قبرستان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خاک سپرده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F3926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شماره</w:t>
      </w:r>
      <w:r w:rsidRPr="00CC78DB">
        <w:rPr>
          <w:rtl/>
          <w:lang w:bidi="fa-IR"/>
        </w:rPr>
        <w:t xml:space="preserve"> کاروان 2301 و حجاج برگشته از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سال قبل، امسال مشرف شدند</w:t>
      </w:r>
      <w:r w:rsidR="00AF3926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زاده آبم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وه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خدمه هاکه با اصرار و خواهش تمنّا در گروه من، به مکه رفت و در آنجا با حجاج بد 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و در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ما گل آلود شد و به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امسال</w:t>
      </w:r>
      <w:r w:rsidRPr="00CC78DB">
        <w:rPr>
          <w:rtl/>
          <w:lang w:bidi="fa-IR"/>
        </w:rPr>
        <w:t xml:space="preserve"> مغازه پاساژ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بازار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به مبلغ چهارصد و پنجاه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مشغول کاسب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AF3926" w:rsidP="00AF392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7" w:name="_Toc507934488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1361</w:t>
      </w:r>
      <w:bookmarkEnd w:id="5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خانمانسوز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مشمار</w:t>
      </w:r>
      <w:r w:rsidRPr="00CC78DB">
        <w:rPr>
          <w:rtl/>
          <w:lang w:bidi="fa-IR"/>
        </w:rPr>
        <w:t xml:space="preserve"> جنگ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کاروان خود را طبق صورت حساب در حضور چند شاهد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صالح زاده که معاون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ساله من بود و خود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کاروان شده بود، به صد هزار تومان فروختم.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حوادث ناگوار متعدد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که به چندتا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اشاره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به علت نامعلوم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لغو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ازات</w:t>
      </w:r>
      <w:r w:rsidRPr="00CC78DB">
        <w:rPr>
          <w:rtl/>
          <w:lang w:bidi="fa-IR"/>
        </w:rPr>
        <w:t xml:space="preserve"> کلّ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کاروان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لباس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بودند و محروم شدن از خدمت به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الحرام و تشرف من با کاروان «دم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کاروان و فروش 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فوت پدر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11/ 5/ 1361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خانه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 من، هرچه معالجه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کارگر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فتاد</w:t>
      </w:r>
      <w:r w:rsidRPr="00CC78DB">
        <w:rPr>
          <w:rtl/>
          <w:lang w:bidi="fa-IR"/>
        </w:rPr>
        <w:t xml:space="preserve"> چون دکترها سرطان تشخ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داده بودند و جنازه را به گلستان برد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تغس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تکف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درکنار قبر پسر جوانمرگش احمد به خاک سپرد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765E54" w:rsidRPr="00765E54">
        <w:rPr>
          <w:rStyle w:val="libAlaemChar"/>
          <w:rtl/>
        </w:rPr>
        <w:t>رحمه‌الله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پس از وفات پدرم،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قربان نامزد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دخترش را با برادرم حسن لغو کرد و گفت: اگر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خود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هرجا که باشد به دختر من جا بدهد مانع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 و گرنه من به حسن دختر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خلاصه لغو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نوروز به مناسبت فوت پدر،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ما بود و در گلستان مجلس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بود و دسته دسته مردم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فاتحه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هم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منابست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مجلس داشتم.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65E54">
      <w:pPr>
        <w:pStyle w:val="Heading1"/>
        <w:rPr>
          <w:rtl/>
          <w:lang w:bidi="fa-IR"/>
        </w:rPr>
      </w:pPr>
      <w:bookmarkStart w:id="58" w:name="_Toc507934489"/>
      <w:r w:rsidRPr="00CC78DB">
        <w:rPr>
          <w:rFonts w:hint="eastAsia"/>
          <w:rtl/>
          <w:lang w:bidi="fa-IR"/>
        </w:rPr>
        <w:t>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خانوادگ</w:t>
      </w:r>
      <w:r w:rsidRPr="00CC78DB">
        <w:rPr>
          <w:rFonts w:hint="cs"/>
          <w:rtl/>
          <w:lang w:bidi="fa-IR"/>
        </w:rPr>
        <w:t>ی</w:t>
      </w:r>
      <w:bookmarkEnd w:id="58"/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توجه به مطالب بالا من با اعضا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خانواده مجلس مشورت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که چکنم از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رس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دور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من که چشم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ندارند و</w:t>
      </w:r>
      <w:r w:rsidR="00765E5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چون</w:t>
      </w:r>
      <w:r w:rsidRPr="00CC78DB">
        <w:rPr>
          <w:rtl/>
          <w:lang w:bidi="fa-IR"/>
        </w:rPr>
        <w:t xml:space="preserve"> خودشان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توانند در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مداخله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هر از چند گاه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نادان و نفهم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مانند برادرم را با دست مرموز و نامرئ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تحر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کرده و به جان من خواهند انداخت وزندگ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تباه خواهند کرد؛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صحبت ها و مشاوره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 از دست رس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کوچ کرده و گم و گور بشو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 مشهد مقدس مورد تصو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قرار گرفت چون آنجا هم فال است و هم تماشا، هم شهر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هم دور از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رس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نهاست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65E54" w:rsidP="00765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9" w:name="_Toc507934490"/>
      <w:r w:rsidR="00CC78DB" w:rsidRPr="00CC78DB">
        <w:rPr>
          <w:rFonts w:hint="eastAsia"/>
          <w:rtl/>
          <w:lang w:bidi="fa-IR"/>
        </w:rPr>
        <w:lastRenderedPageBreak/>
        <w:t>سفر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مشهد مقدس</w:t>
      </w:r>
      <w:bookmarkEnd w:id="59"/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</w:t>
      </w:r>
      <w:r w:rsidR="00765E54">
        <w:rPr>
          <w:rFonts w:hint="cs"/>
          <w:rtl/>
          <w:lang w:bidi="fa-IR"/>
        </w:rPr>
        <w:t>گ</w:t>
      </w:r>
      <w:r w:rsidRPr="00CC78DB">
        <w:rPr>
          <w:rtl/>
          <w:lang w:bidi="fa-IR"/>
        </w:rPr>
        <w:t>اراژ «ت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پنجشنبه،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ماً</w:t>
      </w:r>
      <w:r w:rsidRPr="00CC78DB">
        <w:rPr>
          <w:rtl/>
          <w:lang w:bidi="fa-IR"/>
        </w:rPr>
        <w:t xml:space="preserve"> به مشهد حرکت کردم و فردا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به مشهد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اطاق دو تختخواب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مهمان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پارس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تهران کوچه حوض نو، رزو کردم و بعد از تشرف به حرم، نُه روز تمام به بنگاهها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معاملات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زدم و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خانه و مغازه ها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من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و مغازه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معادل آن را در مشهد مقدس بخرم،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با 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تهران پرواز کردم و با عموزاده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هم مشورت نمودم او هم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صادقه خانم برادر زنم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مخالفت کرد، البته مخالفت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مصالح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در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من،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بدهد و از تهران به قلعه </w:t>
      </w:r>
      <w:r w:rsidR="00765E54">
        <w:rPr>
          <w:rFonts w:hint="cs"/>
          <w:rtl/>
          <w:lang w:bidi="fa-IR"/>
        </w:rPr>
        <w:t>ح</w:t>
      </w:r>
      <w:r w:rsidRPr="00CC78DB">
        <w:rPr>
          <w:rtl/>
          <w:lang w:bidi="fa-IR"/>
        </w:rPr>
        <w:t>سنخان رفتم،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خانه دختر بزرگم «حم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ده»</w:t>
      </w:r>
      <w:r w:rsidRPr="00CC78DB">
        <w:rPr>
          <w:rtl/>
          <w:lang w:bidi="fa-IR"/>
        </w:rPr>
        <w:t xml:space="preserve"> خانم ماندم و با آنها هم مشورت کردم، آنها هم</w:t>
      </w:r>
      <w:r w:rsidR="00765E5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رفتن</w:t>
      </w:r>
      <w:r w:rsidRPr="00CC78DB">
        <w:rPr>
          <w:rtl/>
          <w:lang w:bidi="fa-IR"/>
        </w:rPr>
        <w:t xml:space="preserve">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مصلحت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>.</w:t>
      </w:r>
      <w:r w:rsidRPr="00765E54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65E54" w:rsidP="00765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0" w:name="_Toc507934491"/>
      <w:r w:rsidR="00CC78DB" w:rsidRPr="00CC78DB">
        <w:rPr>
          <w:rFonts w:hint="eastAsia"/>
          <w:rtl/>
          <w:lang w:bidi="fa-IR"/>
        </w:rPr>
        <w:lastRenderedPageBreak/>
        <w:t>مراجعت</w:t>
      </w:r>
      <w:r w:rsidR="00CC78DB" w:rsidRPr="00CC78DB">
        <w:rPr>
          <w:rtl/>
          <w:lang w:bidi="fa-IR"/>
        </w:rPr>
        <w:t xml:space="preserve"> به اردب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bookmarkEnd w:id="6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تهران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برگشته و به بنگاه ها فروش خانه و مغازه را، سفارش دادم اما دو عامل سبب کُند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رفت شد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خانه و مغازه روز به روز پا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 بطور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زمستان به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ندادم و در خرداد ماه، به دو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هم دادم،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Default="00CC78DB" w:rsidP="00765E54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زمزمه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امسال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ما را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آورند و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کاروان بده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با دوستان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اوقاف، تماس گرفتم، گفتند: هنوز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ساعت 8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منصور ذاکر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کاروان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من زنگ زد به خانه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اداره 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راهنما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حج درخانه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نشسته است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دوستان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بود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عازم تبر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بودند و راهش را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انتخاب کرده هم با ما ملاقات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باشد و هم به ما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داد که امسال انتخاب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قرار شد بعد از چند روز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تماس 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مشروط بر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رمز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صحبت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چون در اداره، استراق سمع گذاشته اند.</w:t>
      </w:r>
    </w:p>
    <w:p w:rsidR="00765E54" w:rsidRPr="00765E54" w:rsidRDefault="00765E54" w:rsidP="00765E5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765E54" w:rsidRPr="00CC78DB" w:rsidRDefault="00765E54" w:rsidP="00765E54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 از انقلاب نام قلعه حسنخان را به« شهر قدس»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داده اند.</w:t>
      </w:r>
    </w:p>
    <w:p w:rsidR="00765E54" w:rsidRPr="00CC78DB" w:rsidRDefault="00765E54" w:rsidP="00765E54">
      <w:pPr>
        <w:pStyle w:val="libNormal"/>
        <w:rPr>
          <w:rtl/>
          <w:lang w:bidi="fa-IR"/>
        </w:rPr>
      </w:pPr>
    </w:p>
    <w:p w:rsidR="00CC78DB" w:rsidRPr="00CC78DB" w:rsidRDefault="00765E54" w:rsidP="00765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1" w:name="_Toc507934492"/>
      <w:r w:rsidR="00CC78DB" w:rsidRPr="00CC78DB">
        <w:rPr>
          <w:rFonts w:hint="eastAsia"/>
          <w:rtl/>
          <w:lang w:bidi="fa-IR"/>
        </w:rPr>
        <w:lastRenderedPageBreak/>
        <w:t>مژده</w:t>
      </w:r>
      <w:r w:rsidR="00CC78DB" w:rsidRPr="00CC78DB">
        <w:rPr>
          <w:rtl/>
          <w:lang w:bidi="fa-IR"/>
        </w:rPr>
        <w:t xml:space="preserve"> انتخاب به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است</w:t>
      </w:r>
      <w:r w:rsidR="00CC78DB" w:rsidRPr="00CC78DB">
        <w:rPr>
          <w:rtl/>
          <w:lang w:bidi="fa-IR"/>
        </w:rPr>
        <w:t xml:space="preserve"> کاروان!</w:t>
      </w:r>
      <w:bookmarkEnd w:id="61"/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ساعت 7 صبح تلفن من به صدا در آمد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مژده داد پرونده من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ذاکر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مورد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تصو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قرار گرفت و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گروه انتخاب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گذاشتم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دانم،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او هم اطلاع داده اند؛ پس از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خبر مسرّت بخش، از شدت عمل هجرت به مشهد مقدس، کاسته شد، چون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بحران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کار بر خلاف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انجام داد فعلًا لطف خداوند شامل حال ما شده است، نبا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عجله کرد و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ما را جزء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گروه مشهد ق</w:t>
      </w:r>
      <w:r w:rsidRPr="00CC78DB">
        <w:rPr>
          <w:rFonts w:hint="eastAsia"/>
          <w:rtl/>
          <w:lang w:bidi="fa-IR"/>
        </w:rPr>
        <w:t>رار</w:t>
      </w:r>
      <w:r w:rsidRPr="00CC78DB">
        <w:rPr>
          <w:rtl/>
          <w:lang w:bidi="fa-IR"/>
        </w:rPr>
        <w:t xml:space="preserve"> داده اند و بعد دروغ از آب در آمد؛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صفت گذشت و فراموش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دوباره مرا وادار کرد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معاون 51 من که آن کارشکن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کرد، تلفن زده و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گذاشتم که زود به تهران حرکت کند و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ما هم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محبوب ترب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حج بود، خواهش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باره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eastAsia"/>
          <w:rtl/>
          <w:lang w:bidi="fa-IR"/>
        </w:rPr>
        <w:t>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توجه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قول داد؛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</w:t>
      </w:r>
      <w:r w:rsidRPr="00CC78DB">
        <w:rPr>
          <w:rtl/>
          <w:lang w:bidi="fa-IR"/>
        </w:rPr>
        <w:t xml:space="preserve"> روز بعد از تلفن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تهران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هتل ورسا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(که بعدها به هتل «بستان»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نام کرد،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پهلو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سازمان حج بود، منزل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اطاق 419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در سازمان حج که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بالاتر از هتل بود رفته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نان،</w:t>
      </w:r>
      <w:r w:rsidRPr="00CC78DB">
        <w:rPr>
          <w:rtl/>
          <w:lang w:bidi="fa-IR"/>
        </w:rPr>
        <w:t xml:space="preserve"> حضوراً </w:t>
      </w:r>
      <w:r w:rsidRPr="00CC78DB">
        <w:rPr>
          <w:rFonts w:hint="eastAsia"/>
          <w:rtl/>
          <w:lang w:bidi="fa-IR"/>
        </w:rPr>
        <w:t>سؤال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گفت: بابا معطل چه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تان</w:t>
      </w:r>
      <w:r w:rsidRPr="00CC78DB">
        <w:rPr>
          <w:rtl/>
          <w:lang w:bidi="fa-IR"/>
        </w:rPr>
        <w:t xml:space="preserve"> را انجام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من دوباره 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گفتم: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سال گذشته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کاروانم را فروخته ام بروم دوباره بخرم؟!، گفت: برو بخر </w:t>
      </w:r>
      <w:r w:rsidRPr="00CC78DB">
        <w:rPr>
          <w:rtl/>
          <w:lang w:bidi="fa-IR"/>
        </w:rPr>
        <w:lastRenderedPageBreak/>
        <w:t>ونگران نباش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هم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مژده داد </w:t>
      </w:r>
      <w:r w:rsidRPr="00CC78DB">
        <w:rPr>
          <w:rFonts w:hint="eastAsia"/>
          <w:rtl/>
          <w:lang w:bidi="fa-IR"/>
        </w:rPr>
        <w:t>او</w:t>
      </w:r>
      <w:r w:rsidRPr="00CC78DB">
        <w:rPr>
          <w:rtl/>
          <w:lang w:bidi="fa-IR"/>
        </w:rPr>
        <w:t xml:space="preserve"> هم انتخاب شد؛</w:t>
      </w:r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بود که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زاده آبم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وه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که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من باز هم به حج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روم، شروع به داد و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کرد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مرا هم باخود ببر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پزش</w:t>
      </w:r>
      <w:r w:rsidR="00765E54">
        <w:rPr>
          <w:rFonts w:hint="cs"/>
          <w:rtl/>
          <w:lang w:bidi="fa-IR"/>
        </w:rPr>
        <w:t>ک</w:t>
      </w:r>
      <w:r w:rsidRPr="00CC78DB">
        <w:rPr>
          <w:rtl/>
          <w:lang w:bidi="fa-IR"/>
        </w:rPr>
        <w:t xml:space="preserve"> حنجره من قدغن کرده است من عصبان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نشوم و بلند حرف نزنم، آن نامرد طور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مرا</w:t>
      </w:r>
      <w:r w:rsidRPr="00CC78DB">
        <w:rPr>
          <w:rtl/>
          <w:lang w:bidi="fa-IR"/>
        </w:rPr>
        <w:t xml:space="preserve"> عصبان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مرا تهد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کرد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ترا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مراهم ببر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مجدداً شروع به درد کرد، چون سال گذشته در مکه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نابخرد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به حجاج زحمت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داده بود که ابداً حاضر به بردنش نبودم و از کجا معلوم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بد خواهان، او را تحر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کرده بو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65E54" w:rsidP="00765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2" w:name="_Toc507934493"/>
      <w:r w:rsidR="00CC78DB" w:rsidRPr="00CC78DB">
        <w:rPr>
          <w:rFonts w:hint="eastAsia"/>
          <w:rtl/>
          <w:lang w:bidi="fa-IR"/>
        </w:rPr>
        <w:lastRenderedPageBreak/>
        <w:t>سفر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تهران</w:t>
      </w:r>
      <w:bookmarkEnd w:id="62"/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کارها</w:t>
      </w:r>
      <w:r w:rsidRPr="00CC78DB">
        <w:rPr>
          <w:rtl/>
          <w:lang w:bidi="fa-IR"/>
        </w:rPr>
        <w:t xml:space="preserve"> روال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کرده،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دسته دسته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در دفتر من ثبت نام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با خوش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گردند،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با رفقاء دوباره به تهران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وباز در همان هتل منزل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البته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علت رفتنم به تهران،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حنجره ام که در بگو مگو ب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اللّه سر ازدواج حسن برادرم، تارها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ضربه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قادر به صحبت نبودم، خواستم به پزش</w:t>
      </w:r>
      <w:r w:rsidR="00765E54">
        <w:rPr>
          <w:rFonts w:hint="cs"/>
          <w:rtl/>
          <w:lang w:bidi="fa-IR"/>
        </w:rPr>
        <w:t>ک</w:t>
      </w:r>
      <w:r w:rsidRPr="00CC78DB">
        <w:rPr>
          <w:rtl/>
          <w:lang w:bidi="fa-IR"/>
        </w:rPr>
        <w:t>ان تهران مراجعه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از دکترها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شده بودم فردا به سازمان حج رفته و باز جواب مثبت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آنجا به مطب دکتر محسن مقدم متخصص گلو و حن</w:t>
      </w:r>
      <w:r w:rsidRPr="00CC78DB">
        <w:rPr>
          <w:rFonts w:hint="eastAsia"/>
          <w:rtl/>
          <w:lang w:bidi="fa-IR"/>
        </w:rPr>
        <w:t>جره</w:t>
      </w:r>
      <w:r w:rsidRPr="00CC78DB">
        <w:rPr>
          <w:rtl/>
          <w:lang w:bidi="fa-IR"/>
        </w:rPr>
        <w:t xml:space="preserve"> در اول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کاخ مراجعه و روز دوشنبه ناشتا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«آس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ا»</w:t>
      </w:r>
      <w:r w:rsidRPr="00CC78DB">
        <w:rPr>
          <w:rtl/>
          <w:lang w:bidi="fa-IR"/>
        </w:rPr>
        <w:t xml:space="preserve"> درخ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بخارست،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و از رفقا جدا شدم و بعد از ظهر به حنجره ام عمل کردند؛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عصر</w:t>
      </w:r>
      <w:r w:rsidRPr="00CC78DB">
        <w:rPr>
          <w:rtl/>
          <w:lang w:bidi="fa-IR"/>
        </w:rPr>
        <w:t xml:space="preserve"> من به هوش آمدم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نظرم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و تار است و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شدت درد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دکتر تأک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کرده بود غذا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نرم دهند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غذا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خشک دادند که دردم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شد، فردا دکتر آمد و گفت: گوشت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شده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فرستادم و فعلًا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نسخه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تا 14 روز بعد 17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جواب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عصر</w:t>
      </w:r>
      <w:r w:rsidRPr="00CC78DB">
        <w:rPr>
          <w:rtl/>
          <w:lang w:bidi="fa-IR"/>
        </w:rPr>
        <w:t xml:space="preserve"> روز عمل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ادتم</w:t>
      </w:r>
      <w:r w:rsidRPr="00CC78DB">
        <w:rPr>
          <w:rtl/>
          <w:lang w:bidi="fa-IR"/>
        </w:rPr>
        <w:t xml:space="preserve"> آمدند، چون پولها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گفتند: ما فردا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من گفتم: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عمو زاده</w:t>
      </w:r>
      <w:r w:rsidR="00765E5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اطلاع</w:t>
      </w:r>
      <w:r w:rsidRPr="00CC78DB">
        <w:rPr>
          <w:rtl/>
          <w:lang w:bidi="fa-IR"/>
        </w:rPr>
        <w:t xml:space="preserve"> دهند، چون عملم را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نگفته بودم، اتفاقاً فردا پسر عمو </w:t>
      </w:r>
      <w:r w:rsidRPr="00CC78DB">
        <w:rPr>
          <w:rtl/>
          <w:lang w:bidi="fa-IR"/>
        </w:rPr>
        <w:lastRenderedPageBreak/>
        <w:t>آمد و مرا هم با اخذ پنج هزار و چهار صد تومان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روز،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مرخص کردند.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 روزها گذشت و من در موعد مقرر به دکتر مراجعه کردم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خدارا شکر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سالم است من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سرطان حنجره باشد اما جواب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65E5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دوا و درمان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نگرفتم،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مادرم فرمود: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خرج کرد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زجر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درمان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ضرر ندارد، گفتم: بگو مادر، فرمود: من که در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حامله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شدم، صدا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بکل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 و پدرت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«ا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درقاخ»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آن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به گلو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صدا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شد؛ به بازار رفته از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داننده عطار در راسته بازار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سؤال کردم نام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دارو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ست؟</w:t>
      </w:r>
      <w:r w:rsidRPr="00CC78DB">
        <w:rPr>
          <w:rtl/>
          <w:lang w:bidi="fa-IR"/>
        </w:rPr>
        <w:t xml:space="preserve"> گفت: عرب ها آن را «عاقر قرحا»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نامند و فارس ها «ر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تلخون» و ترک ها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درقاخ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آن 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داشتم تمام شده است، اصرار کردم به تَه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نگاه کن،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را آورد در ته آن خورده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 آن را گرفتم گفت: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زبان بگذار خودش حلّ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62A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آن</w:t>
      </w:r>
      <w:r w:rsidRPr="00CC78DB">
        <w:rPr>
          <w:rtl/>
          <w:lang w:bidi="fa-IR"/>
        </w:rPr>
        <w:t xml:space="preserve">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زبانم گذاشتم هرچه آب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هم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جا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نکردم و دوست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در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شاه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نام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فرو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سالها او را به عنوان خدمتکار به مکه برده بودم،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من آمده بود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گفتم: گفت نگران نب</w:t>
      </w:r>
      <w:r w:rsidRPr="00CC78DB">
        <w:rPr>
          <w:rFonts w:hint="eastAsia"/>
          <w:rtl/>
          <w:lang w:bidi="fa-IR"/>
        </w:rPr>
        <w:t>اش</w:t>
      </w:r>
      <w:r w:rsidRPr="00CC78DB">
        <w:rPr>
          <w:rtl/>
          <w:lang w:bidi="fa-IR"/>
        </w:rPr>
        <w:t xml:space="preserve"> من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آورم چون در ده ما، زنها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دارند، فردا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 و من با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زبان گذاشتن و آب شدن آن، سلامت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</w:t>
      </w:r>
      <w:r w:rsidRPr="00CC78DB">
        <w:rPr>
          <w:rtl/>
          <w:lang w:bidi="fa-IR"/>
        </w:rPr>
        <w:t xml:space="preserve"> (ا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برکت پزش</w:t>
      </w:r>
      <w:r w:rsidR="00462AA1">
        <w:rPr>
          <w:rFonts w:hint="cs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طبابت مادرم بود).</w:t>
      </w:r>
      <w:r w:rsidR="00462AA1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 هستم و حجاج دسته دسته به دفترم آمده و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واسطه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واسطه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خدمه رفتن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17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به تهران رفته و با دکتر در مطب ملاقات نمودم و از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مرا مطلع ساخت و نسخه نوشت و توص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کرد که از صحبت کردن پره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شب آن روز به 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مپور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رفقا و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چون پدر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مپور</w:t>
      </w:r>
      <w:r w:rsidRPr="00CC78DB">
        <w:rPr>
          <w:rtl/>
          <w:lang w:bidi="fa-IR"/>
        </w:rPr>
        <w:t xml:space="preserve"> وفات نموده بود، فاتحه خوانده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شاه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مجلس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مش</w:t>
      </w:r>
      <w:r w:rsidRPr="00CC78DB">
        <w:rPr>
          <w:rtl/>
          <w:lang w:bidi="fa-IR"/>
        </w:rPr>
        <w:t xml:space="preserve"> رفته بودم،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تماس گرفتم، اظهار داشتند،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چهل نفر از معاون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گروهها که (مربوط به سردمداران هستند) انتخاب کرده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با چهل نفر از شماها 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کنند، پس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دست به کارشو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 پارت</w:t>
      </w:r>
      <w:r w:rsidR="00462AA1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خودتان را ثابت نگهدار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گرنه خطر تهد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دتان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پس از گذشت چند روز معلوم شد،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ذاکر و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مانده اند و من وآقا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رد کرده اند (عجب روزگار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وا داشتم و او در آمد و من مردود شدم!!).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با</w:t>
      </w:r>
      <w:r w:rsidRPr="00CC78DB">
        <w:rPr>
          <w:rtl/>
          <w:lang w:bidi="fa-IR"/>
        </w:rPr>
        <w:t xml:space="preserve"> آن همه به کار افتادن و تکاپو و نام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خدمه وو ... در آخر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کلمه «نه» کنار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آبرو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پس از چند روز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ذاکر با سمت معاونت گروه حاج احمد اصفهان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پرواز به جده رفت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به عنوان ذخ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رفته که اگر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گرو</w:t>
      </w:r>
      <w:r w:rsidRPr="00CC78DB">
        <w:rPr>
          <w:rFonts w:hint="eastAsia"/>
          <w:rtl/>
          <w:lang w:bidi="fa-IR"/>
        </w:rPr>
        <w:t>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تخلف کرد، او را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بگذارند و خلاصه اقلًا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موفق شدند و من ماندم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مکارم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از دور تماشاگر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بعد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 xml:space="preserve"> کاروان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اسماع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گروه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سازمان حج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 که مرا به معاونت گروه بپذ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کمس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حج موافقت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 عوامل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باعث شد که آن هم نشد، اما باز او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کار مثبت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خودم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فتح اللّه صالح زاده را که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انتخاب کرده بودند (چون درسال 60 پس از دوندگ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اد،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علت عدم انتخاب شدنم را بدانم پاسخ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گفتند: چون اخلاق معاون شما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است، لذا شما را رد کرده اند) لا اقل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نامرد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تعارف درو</w:t>
      </w:r>
      <w:r w:rsidRPr="00CC78DB">
        <w:rPr>
          <w:rFonts w:hint="eastAsia"/>
          <w:rtl/>
          <w:lang w:bidi="fa-IR"/>
        </w:rPr>
        <w:t>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نکرد و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را هم به او دادم که در واقع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از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عوض نشد و صالح زاده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نشست!.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باعث</w:t>
      </w:r>
      <w:r w:rsidRPr="00CC78DB">
        <w:rPr>
          <w:rtl/>
          <w:lang w:bidi="fa-IR"/>
        </w:rPr>
        <w:t xml:space="preserve"> تعجب است اولًا اگر اخلاق معاونم بد بود او را اجازه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 و عوض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چرا مرا، و ثان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اً</w:t>
      </w:r>
      <w:r w:rsidRPr="00CC78DB">
        <w:rPr>
          <w:rtl/>
          <w:lang w:bidi="fa-IR"/>
        </w:rPr>
        <w:t xml:space="preserve"> مرا به خاطر بد اخلاق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ردّ کردند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او را انتخاب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کاروان نمودند!!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کارهابا چه منطق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!، 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قبول دارم در هر رژ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حق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روابط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ضوابط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>.</w:t>
      </w:r>
    </w:p>
    <w:p w:rsidR="00CC78DB" w:rsidRPr="00CC78DB" w:rsidRDefault="00462AA1" w:rsidP="00462A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3" w:name="_Toc507934494"/>
      <w:r w:rsidR="00CC78DB" w:rsidRPr="00CC78DB">
        <w:rPr>
          <w:rFonts w:hint="eastAsia"/>
          <w:rtl/>
          <w:lang w:bidi="fa-IR"/>
        </w:rPr>
        <w:lastRenderedPageBreak/>
        <w:t>صدا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دلنواز چاوشها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به گوش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رسد</w:t>
      </w:r>
      <w:bookmarkEnd w:id="63"/>
    </w:p>
    <w:p w:rsidR="00CC78DB" w:rsidRPr="00CC78DB" w:rsidRDefault="00CC78DB" w:rsidP="00462A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</w:t>
      </w:r>
      <w:r w:rsidRPr="00CC78DB">
        <w:rPr>
          <w:rtl/>
          <w:lang w:bidi="fa-IR"/>
        </w:rPr>
        <w:t xml:space="preserve"> که عطف به سوابق درخشان من، باچه دلخوش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خواستند در گروه من به حج بروند،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افسردگ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متفرق شدند و در کاروانها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ثبت نام نمودند، 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اللّه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عازم مکه بود در کا</w:t>
      </w:r>
      <w:r w:rsidR="00462AA1">
        <w:rPr>
          <w:rFonts w:hint="cs"/>
          <w:rtl/>
          <w:lang w:bidi="fa-IR"/>
        </w:rPr>
        <w:t>ر</w:t>
      </w:r>
      <w:r w:rsidRPr="00CC78DB">
        <w:rPr>
          <w:rtl/>
          <w:lang w:bidi="fa-IR"/>
        </w:rPr>
        <w:t>وان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قبلًا از خدمه کاروان من بود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سال 1361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انتخاب شد، ثبت نام کردم، روز 31 مرداد ماه در اطاقم در خانه سه طبقه سبز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 نشسته ام و گروهها در مسجد اوچ دکان،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وداع و خدا</w:t>
      </w:r>
      <w:r w:rsidRPr="00CC78DB">
        <w:rPr>
          <w:rFonts w:hint="eastAsia"/>
          <w:rtl/>
          <w:lang w:bidi="fa-IR"/>
        </w:rPr>
        <w:t>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نشسته اند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چاوش ها از هر طرف، به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دلها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نوازد.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مادرم</w:t>
      </w:r>
      <w:r w:rsidRPr="00CC78DB">
        <w:rPr>
          <w:rtl/>
          <w:lang w:bidi="fa-IR"/>
        </w:rPr>
        <w:t xml:space="preserve"> آمد و گفت: دائ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اقلًا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قدم را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 من خداحافظ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بدرقه ام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گفتم: مادر! 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حق دارد اما به خدا طاقت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ظلم را تحمل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که، مرا به خاطر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حذف و خود اورا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انتخاب کنند،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به خ</w:t>
      </w:r>
      <w:r w:rsidRPr="00CC78DB">
        <w:rPr>
          <w:rFonts w:hint="eastAsia"/>
          <w:rtl/>
          <w:lang w:bidi="fa-IR"/>
        </w:rPr>
        <w:t>اطر</w:t>
      </w:r>
      <w:r w:rsidRPr="00CC78DB">
        <w:rPr>
          <w:rtl/>
          <w:lang w:bidi="fa-IR"/>
        </w:rPr>
        <w:t xml:space="preserve"> مادر خواستم بلند شوم بروم،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زانوها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آخر تا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من بودم، چرا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از من سلب شده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قسمت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62AA1" w:rsidP="00462A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4" w:name="_Toc507934495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1362</w:t>
      </w:r>
      <w:bookmarkEnd w:id="6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خانمانسوز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مشمار</w:t>
      </w:r>
      <w:r w:rsidRPr="00CC78DB">
        <w:rPr>
          <w:rtl/>
          <w:lang w:bidi="fa-IR"/>
        </w:rPr>
        <w:t xml:space="preserve"> جنگ، و من روزها در پاساژ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مشغول کار و شبها در منازل دوستان، به نوبت، مشغول گفتن درس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قرآن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هستم و روزها و شب 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گذرد و سال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62AA1">
      <w:pPr>
        <w:pStyle w:val="Heading1"/>
        <w:rPr>
          <w:rtl/>
          <w:lang w:bidi="fa-IR"/>
        </w:rPr>
      </w:pPr>
      <w:bookmarkStart w:id="65" w:name="_Toc507934496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1363</w:t>
      </w:r>
      <w:bookmarkEnd w:id="6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خانمانسوز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مشمار</w:t>
      </w:r>
      <w:r w:rsidRPr="00CC78DB">
        <w:rPr>
          <w:rtl/>
          <w:lang w:bidi="fa-IR"/>
        </w:rPr>
        <w:t xml:space="preserve"> جنگ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62AA1">
      <w:pPr>
        <w:pStyle w:val="Heading1"/>
        <w:rPr>
          <w:rtl/>
          <w:lang w:bidi="fa-IR"/>
        </w:rPr>
      </w:pPr>
      <w:bookmarkStart w:id="66" w:name="_Toc507934497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1364</w:t>
      </w:r>
      <w:bookmarkEnd w:id="6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خانمانسوز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 جنگ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462AA1" w:rsidP="00462A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7" w:name="_Toc507934498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1365</w:t>
      </w:r>
      <w:bookmarkEnd w:id="6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خانمانسوز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 جنگ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اول امسال دخترم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باآقا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جهانبخش (نادر آقا)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خانه سبز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عبدالملک، نامزد و به عقد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در آمدند و بعد از مهاجرت ما به تهران،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شان انجام گرفت و به مشهد رفته و برگشتند، خداوند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کام و موفق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مبارک است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گذشت ماهها و سالها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اولاد به شرح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امسال مجدداً مهاجرت تهران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آمد، ناگفته نماند علت اصل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تحر</w:t>
      </w:r>
      <w:r w:rsidR="00462AA1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ک و جابجا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چون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فرد بلند پرواز و توسر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نخور بودم و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با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وجب گردنم را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بالا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رم،</w:t>
      </w:r>
      <w:r w:rsidRPr="00CC78DB">
        <w:rPr>
          <w:rtl/>
          <w:lang w:bidi="fa-IR"/>
        </w:rPr>
        <w:t xml:space="preserve"> خود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و متمول جلوه دهم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نکه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کس انتظار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نداشتم تا خود را 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بشناسانم تا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بتراشم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من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کم نداشتم،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هم مانند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از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طلبگ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استفاده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از مصرف سهم امام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پره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داشتم،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گذراندم (که در </w:t>
      </w:r>
      <w:r w:rsidRPr="00CC78DB">
        <w:rPr>
          <w:rFonts w:hint="eastAsia"/>
          <w:rtl/>
          <w:lang w:bidi="fa-IR"/>
        </w:rPr>
        <w:t>ماجراها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در نجف و قم و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شرح دادم)؛</w:t>
      </w:r>
    </w:p>
    <w:p w:rsidR="00CC78DB" w:rsidRPr="00CC78DB" w:rsidRDefault="00462AA1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بد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نجهت</w:t>
      </w:r>
      <w:r w:rsidR="00CC78DB" w:rsidRPr="00CC78DB">
        <w:rPr>
          <w:rtl/>
          <w:lang w:bidi="fa-IR"/>
        </w:rPr>
        <w:t xml:space="preserve">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رازه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از دستم خارج نشود، خود را بنا به اقتضا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ضرور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ام تطب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ق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دادم، مکرراً شغل عوض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کردم و منزل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دم</w:t>
      </w:r>
      <w:r w:rsidR="00CC78DB" w:rsidRPr="00CC78DB">
        <w:rPr>
          <w:rtl/>
          <w:lang w:bidi="fa-IR"/>
        </w:rPr>
        <w:t xml:space="preserve"> و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فروختم تا به نوع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گذران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را بچرخانم و از آن طرف هم بعد از انقلاب،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دلم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راث</w:t>
      </w:r>
      <w:r w:rsidRPr="00CC78DB">
        <w:rPr>
          <w:rtl/>
          <w:lang w:bidi="fa-IR"/>
        </w:rPr>
        <w:t xml:space="preserve"> خوار انقلاب باشم،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ستادم</w:t>
      </w:r>
      <w:r w:rsidRPr="00CC78DB">
        <w:rPr>
          <w:rtl/>
          <w:lang w:bidi="fa-IR"/>
        </w:rPr>
        <w:t xml:space="preserve"> تا نگذارم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از،</w:t>
      </w:r>
      <w:r w:rsidRPr="00CC78DB">
        <w:rPr>
          <w:rtl/>
          <w:lang w:bidi="fa-IR"/>
        </w:rPr>
        <w:t xml:space="preserve"> مرا به شغل و مقام ها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که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آور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اخرو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وادارم کند و تن دردهم آخر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ادتان</w:t>
      </w:r>
      <w:r w:rsidRPr="00CC78DB">
        <w:rPr>
          <w:rtl/>
          <w:lang w:bidi="fa-IR"/>
        </w:rPr>
        <w:t xml:space="preserve"> نرفته که من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از کفالت مادر و برادر و خرج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گر،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دوازده سر عائله بودم و چرخاندن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همه عائله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تورم روز مره و بدون پشتوانه، هنر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و همت و دوندگ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خستگ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</w:t>
      </w:r>
      <w:r w:rsidRPr="00CC78DB">
        <w:rPr>
          <w:rtl/>
          <w:lang w:bidi="fa-IR"/>
        </w:rPr>
        <w:t xml:space="preserve"> را شکرگذارم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لحظه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مطالب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سم،</w:t>
      </w:r>
      <w:r w:rsidRPr="00CC78DB">
        <w:rPr>
          <w:rtl/>
          <w:lang w:bidi="fa-IR"/>
        </w:rPr>
        <w:t xml:space="preserve"> جز خدا احد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اطلاع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پسر کوچکم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طاهر داداش،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جمع خانواده گفت: اگر بابام پولها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 از بانکها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بکشد، بانک ها ورشکست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شوند!، بالاتر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خانم و </w:t>
      </w:r>
      <w:r w:rsidRPr="00CC78DB">
        <w:rPr>
          <w:rFonts w:hint="eastAsia"/>
          <w:rtl/>
          <w:lang w:bidi="fa-IR"/>
        </w:rPr>
        <w:t>همسر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خودم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باور نکرد که من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فقر و ندار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لمس کرده باشم و در طول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بامن، نفهم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من چه دارم و ندارم اگر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و اتفاقاً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گفتم ندارم، گوشه مقنعه اش را با دست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 به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«وا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نَنُونْ اوُلسون گَت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گوزوو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نْ</w:t>
      </w:r>
      <w:r w:rsidRPr="00CC78DB">
        <w:rPr>
          <w:rtl/>
          <w:lang w:bidi="fa-IR"/>
        </w:rPr>
        <w:t xml:space="preserve"> 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مْ</w:t>
      </w:r>
      <w:r w:rsidRPr="00CC78DB">
        <w:rPr>
          <w:rtl/>
          <w:lang w:bidi="fa-IR"/>
        </w:rPr>
        <w:t xml:space="preserve"> آغلاماآغلاما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سته</w:t>
      </w:r>
      <w:r w:rsidRPr="00CC78DB">
        <w:rPr>
          <w:rtl/>
          <w:lang w:bidi="fa-IR"/>
        </w:rPr>
        <w:t xml:space="preserve"> مدوک» (وا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مادرت 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اشک چشمانت را پاک کنم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نکن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نکن دگه نخواست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بابا)!!.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lastRenderedPageBreak/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بلند پرواز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غرور با جا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کار خودش را کرد،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دور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وقت باور نکرد که من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 شده ام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چه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سخت و کمر شکن را گذرانده ام اما نگذاشته ام افراد خانواده ام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ببرند و ناراحت و دلگ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شوند ب</w:t>
      </w:r>
      <w:r w:rsidRPr="00CC78DB">
        <w:rPr>
          <w:rFonts w:hint="eastAsia"/>
          <w:rtl/>
          <w:lang w:bidi="fa-IR"/>
        </w:rPr>
        <w:t>لکه</w:t>
      </w:r>
      <w:r w:rsidRPr="00CC78DB">
        <w:rPr>
          <w:rtl/>
          <w:lang w:bidi="fa-IR"/>
        </w:rPr>
        <w:t xml:space="preserve"> همه را تاحد توان باعزت و کرامت بزرگ کرده ام للّه الحمد و المنّه.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62A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اول سال 1365 مقدمات هجرت به تهران را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گونه آماده کردم، مغازه واقع در پاساژ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 مغازه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تهران، بازار عباس آباد کوچه حمام چال سرا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11 همکف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محمد آرامش و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کانش</w:t>
      </w:r>
      <w:r w:rsidRPr="00CC78DB">
        <w:rPr>
          <w:rtl/>
          <w:lang w:bidi="fa-IR"/>
        </w:rPr>
        <w:t xml:space="preserve"> که در پاساژ</w:t>
      </w:r>
      <w:r w:rsidR="00462AA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معاوضه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مغازه من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ششصد هزار تومان و مغازه تهران را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چهارصد هزار تومان،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نموده و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سر گرفته و به هم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طبقه</w:t>
      </w:r>
      <w:r w:rsidRPr="00CC78DB">
        <w:rPr>
          <w:rtl/>
          <w:lang w:bidi="fa-IR"/>
        </w:rPr>
        <w:t xml:space="preserve"> همکف خانه فرد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منصور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محله شهران تهران بالاتر از شهر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با،</w:t>
      </w:r>
      <w:r w:rsidRPr="00CC78DB">
        <w:rPr>
          <w:rtl/>
          <w:lang w:bidi="fa-IR"/>
        </w:rPr>
        <w:t xml:space="preserve"> اجاره نمودم و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سال به تهران هجرت نمودم و در خانه مذکور ساکن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بچه ها را در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«کَنْ» به مدرسه ثبت نام کرده و خودم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بازار، به کار قماش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نقل وانتقالها در روزهائ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گرفت که صدام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تهران و همه شهرها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ررس</w:t>
      </w:r>
      <w:r w:rsidRPr="00CC78DB">
        <w:rPr>
          <w:rtl/>
          <w:lang w:bidi="fa-IR"/>
        </w:rPr>
        <w:t xml:space="preserve"> را، بمباران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 و کشته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مردم مانده بود و شهرها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شده بود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مادرم را از گلستان،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خودم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آوردم که در </w:t>
      </w:r>
      <w:r w:rsidRPr="00CC78DB">
        <w:rPr>
          <w:rtl/>
          <w:lang w:bidi="fa-IR"/>
        </w:rPr>
        <w:lastRenderedPageBreak/>
        <w:t>کنار ورزشگاه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آژ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خطر به صدا در آمد و من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کنار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چراغها را خاموش کردم و همه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به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فرورفت؛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بمباران تمام شد و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عراق برگشتند، چراغ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شهرروشن شد و ما به راهمان ادامه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خانه شهران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462AA1">
      <w:pPr>
        <w:pStyle w:val="Heading1"/>
        <w:rPr>
          <w:rtl/>
          <w:lang w:bidi="fa-IR"/>
        </w:rPr>
      </w:pPr>
      <w:bookmarkStart w:id="68" w:name="_Toc507934499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1366</w:t>
      </w:r>
      <w:bookmarkEnd w:id="68"/>
    </w:p>
    <w:p w:rsidR="00CC78DB" w:rsidRPr="00CC78DB" w:rsidRDefault="00CC78DB" w:rsidP="00462A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جنگ صدام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 شهداء </w:t>
      </w:r>
    </w:p>
    <w:p w:rsidR="002A6932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</w:t>
      </w:r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جنگ</w:t>
      </w:r>
      <w:r w:rsidR="002A693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خانه ها بطور سرسام آور بالا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رفت؛ من خانه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</w:t>
      </w:r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فروخته</w:t>
      </w:r>
      <w:r w:rsidRPr="00CC78DB">
        <w:rPr>
          <w:rtl/>
          <w:lang w:bidi="fa-IR"/>
        </w:rPr>
        <w:t xml:space="preserve"> بودم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در تهران خانه بخرم،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خانه را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قطع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طرف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بعد از ظهر و اگر بعداز ظهر بود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فردا قولنامه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موعد مقرر چون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بالا رفته بود: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قولش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خلاصه مستأصل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چاره</w:t>
      </w:r>
      <w:r w:rsidRPr="00CC78DB">
        <w:rPr>
          <w:rtl/>
          <w:lang w:bidi="fa-IR"/>
        </w:rPr>
        <w:t xml:space="preserve"> ش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نتوانستم خانه بخرم و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دست داشتم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نا بسامان مسکن،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درد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من هم با 10 نفر عائله، کجا به ما 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 وانگه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آخر تا 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آواره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و آن در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آقا طاهر پسرکوچکم را برداشته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مشهد مقدس </w:t>
      </w:r>
      <w:r w:rsidRPr="00CC78DB">
        <w:rPr>
          <w:rFonts w:hint="eastAsia"/>
          <w:rtl/>
          <w:lang w:bidi="fa-IR"/>
        </w:rPr>
        <w:t>برده</w:t>
      </w:r>
      <w:r w:rsidRPr="00CC78DB">
        <w:rPr>
          <w:rtl/>
          <w:lang w:bidi="fa-IR"/>
        </w:rPr>
        <w:t xml:space="preserve"> و به امام هشتم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پناهنده شدم چون او بچه کوچک وطفل معصوم بود و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فرد گناهکار، به او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دادم به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بچسبد، و فقط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حرف را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که، آقا من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و آن هم خانه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باشد!؛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سه</w:t>
      </w:r>
      <w:r w:rsidRPr="00CC78DB">
        <w:rPr>
          <w:rtl/>
          <w:lang w:bidi="fa-IR"/>
        </w:rPr>
        <w:t xml:space="preserve"> روز ماند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سه روز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سر به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گذاشته و از آن حضرت خانه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خواست!!؛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سه روز به تهران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توجه آن حضرت در مدت سه روز خانه 250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حرّ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کوچه قادر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123 را به آسان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سال از خانه اجاره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جنت آباد به آنجا منتقل شده و راحت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شکرت.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69" w:name="_Toc507934500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1367</w:t>
      </w:r>
      <w:bookmarkEnd w:id="6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جنگ</w:t>
      </w:r>
      <w:r w:rsidRPr="00CC78DB">
        <w:rPr>
          <w:rtl/>
          <w:lang w:bidi="fa-IR"/>
        </w:rPr>
        <w:t xml:space="preserve"> ادامه داشت 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شمار! و درا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قطعنامه متارکه جنگ 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امام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(با جمله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جام زهر را سر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کشم)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رفته</w:t>
      </w:r>
      <w:r w:rsidRPr="00CC78DB">
        <w:rPr>
          <w:rtl/>
          <w:lang w:bidi="fa-IR"/>
        </w:rPr>
        <w:t xml:space="preserve"> شده و جنگ تحم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خانمانسوز هشت سال با خسارات جبران ناپذ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</w:p>
    <w:p w:rsidR="00CC78DB" w:rsidRPr="00CC78DB" w:rsidRDefault="002A6932" w:rsidP="002A69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507934501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1368</w:t>
      </w:r>
      <w:bookmarkEnd w:id="7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29/ 11/ 1368 دخترم رضوانه خانم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(اصغر) آقاازدواج کرد به خانه بخت رفت و مبارک است و خوشبخت باشند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گذشت سال ها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پسر به نام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آقااحسان و آقا رضا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«لندرور» شاس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مدل 1971 را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و هفتاد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کامل نموده و دوازده سال تمام با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از او کار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فقط دوبار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نگ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ستون</w:t>
      </w:r>
      <w:r w:rsidRPr="00CC78DB">
        <w:rPr>
          <w:rtl/>
          <w:lang w:bidi="fa-IR"/>
        </w:rPr>
        <w:t xml:space="preserve"> عوض کردم و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سال 1375 بعد از انتقال به شهر مقدس قم،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نفر</w:t>
      </w:r>
      <w:r w:rsidRPr="00CC78DB">
        <w:rPr>
          <w:rtl/>
          <w:lang w:bidi="fa-IR"/>
        </w:rPr>
        <w:t xml:space="preserve"> از اهل قم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فروختم.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71" w:name="_Toc507934502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1369</w:t>
      </w:r>
      <w:bookmarkEnd w:id="7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سرا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بازار مشغول کسب و کار قماش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بوده و عمر را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72" w:name="_Toc507934503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1370</w:t>
      </w:r>
      <w:bookmarkEnd w:id="7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خانه «و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ره»</w:t>
      </w:r>
      <w:r w:rsidRPr="00CC78DB">
        <w:rPr>
          <w:rtl/>
          <w:lang w:bidi="fa-IR"/>
        </w:rPr>
        <w:t xml:space="preserve"> (شهرک مصطف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را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که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مغازه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بود که ما هم در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باب خانه ساخت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دست تمام شد.</w:t>
      </w:r>
    </w:p>
    <w:p w:rsidR="00CC78DB" w:rsidRPr="00CC78DB" w:rsidRDefault="002A6932" w:rsidP="002A69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3" w:name="_Toc507934504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1371</w:t>
      </w:r>
      <w:bookmarkEnd w:id="7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در خانه پسر عمو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قربانعل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دانشور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چهار راه عباس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مستقر شده و خانه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کوچه قادر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123 را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شروع به ساختمان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نمودم البته اخذ جواز از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ساختن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خانه، به علت ناپختگ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سخت بود و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سرما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بازار و فروش خانه و مغازه «شهرک مصطف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ره،</w:t>
      </w:r>
      <w:r w:rsidRPr="00CC78DB">
        <w:rPr>
          <w:rtl/>
          <w:lang w:bidi="fa-IR"/>
        </w:rPr>
        <w:t xml:space="preserve">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هفتصد هزار تومان و فروش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متصل به 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مبلغ هفتصد و پنجاه هزار تومان</w:t>
      </w:r>
      <w:r w:rsidRPr="002A6932">
        <w:rPr>
          <w:rStyle w:val="libFootnotenumChar"/>
          <w:rtl/>
        </w:rPr>
        <w:t xml:space="preserve"> (1)</w:t>
      </w:r>
      <w:r w:rsidRPr="00CC78DB">
        <w:rPr>
          <w:rtl/>
          <w:lang w:bidi="fa-IR"/>
        </w:rPr>
        <w:t xml:space="preserve"> و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از بانک صادرات وام برداشتم، ب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صرف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مبالغ در طول دو سال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ساختمان در هشت واحد 66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مورد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گرفت، بانک صادرات گفت: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چهار واحد به نام چهار نفر از فرزندانت ثبت 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 وام را به چهار نفر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 نفر،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وام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دستور، چهار واحد به نام حسن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و طاهر، به ثبت رساندم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در مدت کوتاه آپارتمان خود را فروختند و جمع ما به پراکندگ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مبدّل شد،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هدف من از ساختن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ساختمان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مجتمع، دورهم گرد آمده و </w:t>
      </w: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هم چوپان زن و بچه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باشم اگر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سفر رفت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حوادث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tl/>
          <w:lang w:bidi="fa-IR"/>
        </w:rPr>
        <w:t xml:space="preserve">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باشند؛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قلعه حسنخان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 هزاران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tl/>
          <w:lang w:bidi="fa-IR"/>
        </w:rPr>
        <w:t xml:space="preserve"> که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جانش تمام شد، ساخت و نشست،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هم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سه بر </w:t>
      </w:r>
      <w:r w:rsidRPr="00CC78DB">
        <w:rPr>
          <w:rtl/>
          <w:lang w:bidi="fa-IR"/>
        </w:rPr>
        <w:lastRenderedPageBreak/>
        <w:t>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بعد به نادر آقا داماد سوم فروخت و او هم به رسول آقا داماد دوم</w:t>
      </w:r>
    </w:p>
    <w:p w:rsidR="00CC78DB" w:rsidRPr="002A6932" w:rsidRDefault="002A6932" w:rsidP="002A69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C78DB" w:rsidRPr="00CC78DB" w:rsidRDefault="00CC78DB" w:rsidP="002A69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را در سال 1384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و شصت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بانک کشاورز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کرد.</w:t>
      </w:r>
    </w:p>
    <w:p w:rsidR="00CC78DB" w:rsidRPr="00CC78DB" w:rsidRDefault="002A6932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فروخت</w:t>
      </w:r>
      <w:r w:rsidR="00CC78DB" w:rsidRPr="002A6932">
        <w:rPr>
          <w:rStyle w:val="libFootnotenumChar"/>
          <w:rtl/>
        </w:rPr>
        <w:t xml:space="preserve"> (1)</w:t>
      </w:r>
      <w:r w:rsidR="00CC78DB" w:rsidRPr="00CC78DB">
        <w:rPr>
          <w:rtl/>
          <w:lang w:bidi="fa-IR"/>
        </w:rPr>
        <w:t xml:space="preserve"> و عل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رضا</w:t>
      </w:r>
      <w:r w:rsidR="00CC78DB" w:rsidRPr="00CC78DB">
        <w:rPr>
          <w:rtl/>
          <w:lang w:bidi="fa-IR"/>
        </w:rPr>
        <w:t xml:space="preserve"> هم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خانه با وام بانک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افت</w:t>
      </w:r>
      <w:r w:rsidR="00CC78DB" w:rsidRPr="00CC78DB">
        <w:rPr>
          <w:rtl/>
          <w:lang w:bidi="fa-IR"/>
        </w:rPr>
        <w:t xml:space="preserve"> آباد 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آن را فروخت با طاهر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مغازه در جلو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خانه دانشگاه جنگ خر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>.</w:t>
      </w:r>
      <w:r w:rsidR="00CC78DB" w:rsidRPr="002A6932">
        <w:rPr>
          <w:rStyle w:val="libFootnotenumChar"/>
          <w:rtl/>
        </w:rPr>
        <w:t>(2)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حسن</w:t>
      </w:r>
      <w:r w:rsidRPr="00CC78DB">
        <w:rPr>
          <w:rtl/>
          <w:lang w:bidi="fa-IR"/>
        </w:rPr>
        <w:t xml:space="preserve"> هم قبلًا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پلم</w:t>
      </w:r>
      <w:r w:rsidRPr="00CC78DB">
        <w:rPr>
          <w:rtl/>
          <w:lang w:bidi="fa-IR"/>
        </w:rPr>
        <w:t xml:space="preserve"> گرفته و در دانشگاه ترب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معلم قبول شد،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چون رشته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را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کرد، به مدرسه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مجتهد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تهران و بعد به مدرسه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هاشم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ذر</w:t>
      </w:r>
      <w:r w:rsidRPr="00CC78DB">
        <w:rPr>
          <w:rtl/>
          <w:lang w:bidi="fa-IR"/>
        </w:rPr>
        <w:t xml:space="preserve"> و بعد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قم رفت و در مدرسه دارالشّفا مستقر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بعداً به داستانش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2A6932" w:rsidRDefault="002A6932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74" w:name="_Toc507934505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1372</w:t>
      </w:r>
      <w:bookmarkEnd w:id="7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عروس بزرگم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شهربانو (مهش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) خانم ازدواج نمود و خوش بخت باشند انشاء 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شهرستان «نور» مازندران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گذشت سالها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 بنام آقا محمدرضا و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معصومه (ساناز) خانم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1372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مادرم به مهمان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بود، نزد برادرکوچکم حسن وفات کرد و من پس از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وفات مادر بلا فاصله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حرکت کرده و مادر را در قبرستان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دَر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قبرستان به خاک سپرد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مشغول برپائ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مجالس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احسانات او </w:t>
      </w:r>
      <w:r w:rsidRPr="00CC78DB">
        <w:rPr>
          <w:rFonts w:hint="eastAsia"/>
          <w:rtl/>
          <w:lang w:bidi="fa-IR"/>
        </w:rPr>
        <w:t>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2A6932" w:rsidRPr="002A6932">
        <w:rPr>
          <w:rStyle w:val="libAlaemChar"/>
          <w:rtl/>
        </w:rPr>
        <w:t>رحمه‌الله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ساخت</w:t>
      </w:r>
      <w:r w:rsidRPr="00CC78DB">
        <w:rPr>
          <w:rtl/>
          <w:lang w:bidi="fa-IR"/>
        </w:rPr>
        <w:t xml:space="preserve"> خانه تا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سال ادامه داشت و من هم طبق روال در بازار مشغول</w:t>
      </w:r>
    </w:p>
    <w:p w:rsidR="00CC78DB" w:rsidRPr="002A6932" w:rsidRDefault="002A6932" w:rsidP="002A69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2A69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او هم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معاوضه کرد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سر داد چون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</w:t>
      </w:r>
      <w:r w:rsidRPr="00CC78DB">
        <w:rPr>
          <w:rtl/>
          <w:lang w:bidi="fa-IR"/>
        </w:rPr>
        <w:t xml:space="preserve"> و چهل متر و بهتر از محل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است.</w:t>
      </w:r>
    </w:p>
    <w:p w:rsidR="00CC78DB" w:rsidRPr="00CC78DB" w:rsidRDefault="00CC78DB" w:rsidP="002A69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آن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1/ 1/ 1389 فروخت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مغازه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آذربا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جان</w:t>
      </w:r>
      <w:r w:rsidRPr="00CC78DB">
        <w:rPr>
          <w:rtl/>
          <w:lang w:bidi="fa-IR"/>
        </w:rPr>
        <w:t xml:space="preserve"> تهران، رهن و اجاره کرد.</w:t>
      </w:r>
    </w:p>
    <w:p w:rsidR="00CC78DB" w:rsidRPr="00CC78DB" w:rsidRDefault="002A6932" w:rsidP="002A693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کسب</w:t>
      </w:r>
      <w:r w:rsidR="00CC78DB" w:rsidRPr="00CC78DB">
        <w:rPr>
          <w:rtl/>
          <w:lang w:bidi="fa-IR"/>
        </w:rPr>
        <w:t xml:space="preserve"> و کار بودم؛</w:t>
      </w:r>
      <w:r w:rsidR="00CC78DB" w:rsidRPr="00CC78DB">
        <w:rPr>
          <w:rFonts w:hint="eastAsia"/>
          <w:rtl/>
          <w:lang w:bidi="fa-IR"/>
        </w:rPr>
        <w:t>در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مه</w:t>
      </w:r>
      <w:r w:rsidR="00CC78DB" w:rsidRPr="00CC78DB">
        <w:rPr>
          <w:rtl/>
          <w:lang w:bidi="fa-IR"/>
        </w:rPr>
        <w:t xml:space="preserve"> دوم سال کار ساختمان به پا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رس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75" w:name="_Toc507934506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1373</w:t>
      </w:r>
      <w:bookmarkEnd w:id="7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من طبق معمول در بازار مشغول بودم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هم بازار را ترک کرده و مرا تنها گذاشتند.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آپارتمان خودم و پسرم حسن را فروختم و در جنت آباد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باب خانه بطور اشتراک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باحسن: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از خانه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به آنجا منتقل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چون سند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نداشت، زحمت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و دوندگ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فراوان کردم تا سند ششدانگ اخذ کردم و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رات</w:t>
      </w:r>
      <w:r w:rsidRPr="00CC78DB">
        <w:rPr>
          <w:rtl/>
          <w:lang w:bidi="fa-IR"/>
        </w:rPr>
        <w:t xml:space="preserve"> اندک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آن دادم.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A6932">
      <w:pPr>
        <w:pStyle w:val="Heading1"/>
        <w:rPr>
          <w:rtl/>
          <w:lang w:bidi="fa-IR"/>
        </w:rPr>
      </w:pPr>
      <w:bookmarkStart w:id="76" w:name="_Toc507934507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1374</w:t>
      </w:r>
      <w:bookmarkEnd w:id="76"/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در بازار مشغول بودم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فکر افتادم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ام،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نظر کنم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سفر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قم کرده و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خانه ها،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البته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املاک در حال رکود بود و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مگر اندک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؛خانه</w:t>
      </w:r>
      <w:r w:rsidRPr="00CC78DB">
        <w:rPr>
          <w:rtl/>
          <w:lang w:bidi="fa-IR"/>
        </w:rPr>
        <w:t xml:space="preserve"> اشتراک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و حسن آقا در جنت آباد به فروش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باموقع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خوب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 جنت آباد (م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اتوبان همت و شاه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نور) قرار داشت، از طرف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گرفته بودم به قم منتقل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قم هرچه گشتم، همه فروشنده بود نه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دار،</w:t>
      </w:r>
      <w:r w:rsidRPr="00CC78DB">
        <w:rPr>
          <w:rtl/>
          <w:lang w:bidi="fa-IR"/>
        </w:rPr>
        <w:t xml:space="preserve"> آخر در اوا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سال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توسط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بنگاه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قم،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او هم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در قم خانه اش را در پشت صدا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20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اسحاق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کوچه گل لادن </w:t>
      </w:r>
      <w:r w:rsidRPr="002A6932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پلاک 10 را بفروشد و به تهران انتقال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ابد</w:t>
      </w:r>
      <w:r w:rsidRPr="00CC78DB">
        <w:rPr>
          <w:rtl/>
          <w:lang w:bidi="fa-IR"/>
        </w:rPr>
        <w:t xml:space="preserve"> و هردو آماده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معاوضه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پس از گفتگوها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خانه مرا به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eastAsia"/>
          <w:rtl/>
          <w:lang w:bidi="fa-IR"/>
        </w:rPr>
        <w:t>پنج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و خانه قم که نوساز و دوطبقه، به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وپنج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پانصد هزارتومان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نمودند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پانصد هزار تومان سر بده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اسناد</w:t>
      </w:r>
      <w:r w:rsidRPr="00CC78DB">
        <w:rPr>
          <w:rtl/>
          <w:lang w:bidi="fa-IR"/>
        </w:rPr>
        <w:t xml:space="preserve"> نوشته شد و قرار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 که روز چهاردهم شعبان المعظم هردو حرکت نموده و در خانه مقابل مستقر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شعبان روز ولادت 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الفداء، هر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خانه نوخر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خود باشد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مّن</w:t>
      </w:r>
      <w:r w:rsidRPr="00CC78DB">
        <w:rPr>
          <w:rtl/>
          <w:lang w:bidi="fa-IR"/>
        </w:rPr>
        <w:t xml:space="preserve"> و تبرّک در آن روز شر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ف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="002A6932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2A6932" w:rsidP="002A69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7" w:name="_Toc507934508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1375</w:t>
      </w:r>
      <w:bookmarkEnd w:id="7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روز چهاردهم شعبان المعظم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قبل از 15 شعبان که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مهم جهان تش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است، به خانه قم، نقل مکان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را، در خانه تازه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به علت ترک کردن بچه ها بازار را، مغازه بازار را از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به اجاره دادم.</w:t>
      </w:r>
      <w:r w:rsidR="002A6932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رانگر</w:t>
      </w:r>
      <w:r w:rsidRPr="00CC78DB">
        <w:rPr>
          <w:rtl/>
          <w:lang w:bidi="fa-IR"/>
        </w:rPr>
        <w:t xml:space="preserve"> و خانمان سوز در مناطق مختلف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وقوع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</w:t>
      </w:r>
      <w:r w:rsidRPr="00CC78DB">
        <w:rPr>
          <w:rtl/>
          <w:lang w:bidi="fa-IR"/>
        </w:rPr>
        <w:t xml:space="preserve"> و 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غرق عزا و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tl/>
          <w:lang w:bidi="fa-IR"/>
        </w:rPr>
        <w:t xml:space="preserve"> نمود.</w:t>
      </w:r>
    </w:p>
    <w:p w:rsidR="00CC78DB" w:rsidRPr="002A6932" w:rsidRDefault="002A6932" w:rsidP="002A69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CC78DB" w:rsidRPr="00CC78DB" w:rsidRDefault="00CC78DB" w:rsidP="002A693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بعداً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کوچه به کوچه 7 و پلاک خانه به 44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کرد.</w:t>
      </w:r>
    </w:p>
    <w:p w:rsidR="00CC78DB" w:rsidRPr="00CC78DB" w:rsidRDefault="002A6932" w:rsidP="002A693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8" w:name="_Toc507934509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1376</w:t>
      </w:r>
      <w:bookmarkEnd w:id="78"/>
    </w:p>
    <w:p w:rsidR="00CC78DB" w:rsidRPr="00CC78DB" w:rsidRDefault="00CC78DB" w:rsidP="002A693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نوشتن کتاب «سرچشمه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ات»</w:t>
      </w:r>
      <w:r w:rsidRPr="00CC78DB">
        <w:rPr>
          <w:rtl/>
          <w:lang w:bidi="fa-IR"/>
        </w:rPr>
        <w:t xml:space="preserve"> را شروع نمودم و به تحق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در موضوع آن پرداختم و تا در سال بعد فارغ شده و در سال 1379 به چاپ رساندم.</w:t>
      </w:r>
      <w:r w:rsidR="002A6932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کتاب «آغلار ساوالان» که درباره زلزله زدگان گلستان سروده ام،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پخش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332B9">
      <w:pPr>
        <w:pStyle w:val="Heading1"/>
        <w:rPr>
          <w:rtl/>
          <w:lang w:bidi="fa-IR"/>
        </w:rPr>
      </w:pPr>
      <w:bookmarkStart w:id="79" w:name="_Toc507934510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1377</w:t>
      </w:r>
      <w:bookmarkEnd w:id="7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با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خانم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عروس دومم ازدواج نمودند و خوش بخت باشند انشاءاللّه.</w:t>
      </w:r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خانم نوه پسر عمو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بزرگوارم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که قبل از ازدواج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رحمت خدا رفت </w:t>
      </w:r>
      <w:r w:rsidR="00D332B9" w:rsidRPr="00D332B9">
        <w:rPr>
          <w:rStyle w:val="libAlaemChar"/>
          <w:rtl/>
        </w:rPr>
        <w:t>رحمه‌الله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گذشت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چهار سال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به نام 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tl/>
          <w:lang w:bidi="fa-IR"/>
        </w:rPr>
        <w:t xml:space="preserve"> خانم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332B9">
      <w:pPr>
        <w:pStyle w:val="Heading1"/>
        <w:rPr>
          <w:rtl/>
          <w:lang w:bidi="fa-IR"/>
        </w:rPr>
      </w:pPr>
      <w:bookmarkStart w:id="80" w:name="_Toc507934511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1378</w:t>
      </w:r>
      <w:bookmarkEnd w:id="80"/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شروع</w:t>
      </w:r>
      <w:r w:rsidRPr="00CC78DB">
        <w:rPr>
          <w:rtl/>
          <w:lang w:bidi="fa-IR"/>
        </w:rPr>
        <w:t xml:space="preserve"> به نوشتن از مباهله تا عاشورا در 689 صفحه و «فلسفه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عدم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امامان </w:t>
      </w:r>
      <w:r w:rsidR="00D332B9" w:rsidRPr="00D332B9">
        <w:rPr>
          <w:rStyle w:val="libAlaemChar"/>
          <w:rFonts w:eastAsiaTheme="minorHAnsi"/>
          <w:rtl/>
        </w:rPr>
        <w:t>عليهم‌السلام</w:t>
      </w:r>
      <w:r w:rsidR="00D332B9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» در 200 صفحه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و اتمام آنها بعد از دوسال و به چاپ رساندن آنها و تمام شدن آنها در 45 روز و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چاپ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روزمره.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332B9" w:rsidP="00D332B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1" w:name="_Toc507934512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1379</w:t>
      </w:r>
      <w:bookmarkEnd w:id="8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زمستان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«سرچشمه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ات»</w:t>
      </w:r>
      <w:r w:rsidRPr="00CC78DB">
        <w:rPr>
          <w:rtl/>
          <w:lang w:bidi="fa-IR"/>
        </w:rPr>
        <w:t xml:space="preserve"> در 401 صفحه و 2000 هزار نسخه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روزانه و گذران عمر.</w:t>
      </w:r>
      <w:r w:rsidR="00D332B9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در گلستان ساختن مسجد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چهار سال از زلزله گذشته بود، هنوز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باره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دولت، اقدام و توجه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 در صد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نشده بود،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از مردم گلستان به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در وسط روستا، دعوت نمودم و آنها را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توأم با توب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نمودم که چرا تابه حال خود مردم سست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نشان داده، نه از دولت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نکرده اند و نه خود اقدام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اند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مقدمه و آماده ساز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همان جلسه کلنگ مسجد را در همان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باز،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زدم و با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شروع نمودم و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 روش نوبت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کوچه</w:t>
      </w:r>
      <w:r w:rsidRPr="00CC78DB">
        <w:rPr>
          <w:rtl/>
          <w:lang w:bidi="fa-IR"/>
        </w:rPr>
        <w:t xml:space="preserve"> به کوچه، کنترات دادم و خودم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tl/>
          <w:lang w:bidi="fa-IR"/>
        </w:rPr>
        <w:t xml:space="preserve"> ننشستم؛</w:t>
      </w:r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قم از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درخواست کمک نمودم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حواله دادند و در جلسه هفتگ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تهران داشتم و بازار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بزرگان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آن حاضر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شدند،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مطرح نمودم، در آن جلسه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زاده برادر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مروج اما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جمعه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گفت: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ما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پول ساخت مسجد گلستان را به حساب دولت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زکرده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سخن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آمده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خودم را با سرعت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برم تا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شد و شروع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در ابعاد 16 در 25 شروع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بتون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تمام نموده و قالب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مانکاران</w:t>
      </w:r>
      <w:r w:rsidRPr="00CC78DB">
        <w:rPr>
          <w:rtl/>
          <w:lang w:bidi="fa-IR"/>
        </w:rPr>
        <w:t xml:space="preserve"> دولت هم آمدند و گفتند: ما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را از </w:t>
      </w:r>
      <w:r w:rsidRPr="00CC78DB">
        <w:rPr>
          <w:rtl/>
          <w:lang w:bidi="fa-IR"/>
        </w:rPr>
        <w:lastRenderedPageBreak/>
        <w:t>دولت در ابعاد 10 در 10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بست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 قبول نکردم و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با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هلال احمر ملاقات کردم، او</w:t>
      </w:r>
      <w:r w:rsidR="00D332B9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گفت</w:t>
      </w:r>
      <w:r w:rsidRPr="00CC78DB">
        <w:rPr>
          <w:rtl/>
          <w:lang w:bidi="fa-IR"/>
        </w:rPr>
        <w:t>: مسئله تمام شده و مابه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داده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م؛من</w:t>
      </w:r>
      <w:r w:rsidRPr="00CC78DB">
        <w:rPr>
          <w:rtl/>
          <w:lang w:bidi="fa-IR"/>
        </w:rPr>
        <w:t xml:space="preserve"> اعتراض کردم که مساحت صد متر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بنا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نفوس گلستان کاف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خلاصه پس از گفتگوها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گفتم: من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اضافه بنا را خودم پرداخت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گفت: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استاندار موافقت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!، بلادرنگ و بدون معطل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استاندار رفته و موافقت او را گرفتم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 به بزرگ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نقش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من و نه به کوچک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نقشه آنها در ابعاد 12 در 15 به اضافه شبستان زنانه در طبقه دوم، کار شروع شد و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دوباره آشپز خانه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و نرده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توالت زنانه و مردانه را در دو گوشه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متعلقات آن را، خارج از نقشه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 سال 1380، با کمک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اتمام رسانده و مورد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دادم و به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درس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ترب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مدارس شروع نموده و ماه مبارک رمضان 1380 را منبر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که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از حضور من اطلاع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بودند که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رمضان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محترم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آنجا به </w:t>
      </w:r>
      <w:r w:rsidRPr="00CC78DB">
        <w:rPr>
          <w:rFonts w:hint="eastAsia"/>
          <w:rtl/>
          <w:lang w:bidi="fa-IR"/>
        </w:rPr>
        <w:t>مسجد</w:t>
      </w:r>
      <w:r w:rsidRPr="00CC78DB">
        <w:rPr>
          <w:rtl/>
          <w:lang w:bidi="fa-IR"/>
        </w:rPr>
        <w:t xml:space="preserve"> آمدند و با خواهش سماجت از من دعوت کردند اقلًاّ ده شب در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صحبت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  <w:r w:rsidR="00D332B9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قبول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دعوت بود که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و اوضاع مسجد را آشفته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هم از اثر زلزله و هم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توجه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و مسؤل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رو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کامل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که با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چند روزه و با ثبت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کنندگان به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برنامه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آنجا هم شروع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332B9" w:rsidP="00D332B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2" w:name="_Toc507934513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1380</w:t>
      </w:r>
      <w:bookmarkEnd w:id="82"/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 و تشرّف به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</w:p>
    <w:p w:rsidR="00CC78DB" w:rsidRPr="00CC78DB" w:rsidRDefault="00CC78DB" w:rsidP="00D332B9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4/ 5/ 1380 با سمت سرپرست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بهنام گشت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حج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به کربلا مشرف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را هم با خود بردم و مدت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15 روز در دوران صدام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</w:t>
      </w:r>
      <w:r w:rsidR="00D332B9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سکونت</w:t>
      </w:r>
      <w:r w:rsidRPr="00CC78DB">
        <w:rPr>
          <w:rtl/>
          <w:lang w:bidi="fa-IR"/>
        </w:rPr>
        <w:t xml:space="preserve"> ما در بهتر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هتل ها بود، نجف هتل بحر النجف، کربلا هتل الشارقه، در بغداد هتل و سامرا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کرده به بغداد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332B9" w:rsidP="00D332B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3" w:name="_Toc507934514"/>
      <w:r w:rsidR="00CC78DB" w:rsidRPr="00CC78DB">
        <w:rPr>
          <w:rFonts w:hint="eastAsia"/>
          <w:rtl/>
          <w:lang w:bidi="fa-IR"/>
        </w:rPr>
        <w:lastRenderedPageBreak/>
        <w:t>فروش</w:t>
      </w:r>
      <w:r w:rsidR="00CC78DB" w:rsidRPr="00CC78DB">
        <w:rPr>
          <w:rtl/>
          <w:lang w:bidi="fa-IR"/>
        </w:rPr>
        <w:t xml:space="preserve"> مغازه بازار</w:t>
      </w:r>
      <w:bookmarkEnd w:id="8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سال، مغازه بازار تهران سرا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11 را فروختم، سبب فروش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بچه ها به بازار برنگشتند و مستأجر هم از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استفاده و گفت: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اجاره که از سال 75 به بعد 165 هزار تومان بود و در آخر بعد از پنج سال،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هزار تومان هم راض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و من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مغازه را در بازار،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100 هزار هم، اجاره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به فکر فروش افتادم البته بازار به شدت کساد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به مبلغ هفده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فروختم و ده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نقد و هفت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ماه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ون،</w:t>
      </w:r>
      <w:r w:rsidRPr="00CC78DB">
        <w:rPr>
          <w:rtl/>
          <w:lang w:bidi="fa-IR"/>
        </w:rPr>
        <w:t xml:space="preserve"> خوب حالا مغازه به هوا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اقلًّا پول آن را به ملک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بدهم که پولش از دست نرود؛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C2AFD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تهران دنبال خانه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گشتم در آخر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آپارتمان ده سال ساخت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محبوب مجاز «س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نا»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داخل کوچه فرد پلاک 123 طبقه اول شمال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مبلغ 18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مراحل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ثبت،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گرفته به 90 هزار تومان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عه،</w:t>
      </w:r>
      <w:r w:rsidRPr="00CC78DB">
        <w:rPr>
          <w:rtl/>
          <w:lang w:bidi="fa-IR"/>
        </w:rPr>
        <w:t xml:space="preserve"> به اجار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دادم.</w:t>
      </w:r>
      <w:r w:rsidR="006C2AFD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شعبان کتاب «س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زمان» در دو جلد در 1270 صفحه که با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مسجد مقدس «جم</w:t>
      </w:r>
      <w:r w:rsidR="006C2AFD">
        <w:rPr>
          <w:rFonts w:hint="cs"/>
          <w:rtl/>
          <w:lang w:bidi="fa-IR"/>
        </w:rPr>
        <w:t>ک</w:t>
      </w:r>
      <w:r w:rsidRPr="00CC78DB">
        <w:rPr>
          <w:rtl/>
          <w:lang w:bidi="fa-IR"/>
        </w:rPr>
        <w:t>ران» در 5000 هزار نسخه 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10000 جلد،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بود، منتشر شد و در دسترس عاشقان آن حضرت قرار گرفت.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C2AFD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کتاب «والد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نش»</w:t>
      </w:r>
      <w:r w:rsidRPr="00CC78DB">
        <w:rPr>
          <w:rtl/>
          <w:lang w:bidi="fa-IR"/>
        </w:rPr>
        <w:t xml:space="preserve"> را در 485 صفحه پس از برگشتن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به اتمام رسانده و آماده چاپ نمودم</w:t>
      </w:r>
      <w:r w:rsidR="006C2AFD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لندرور را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و صد تومان در تهران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قم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فروختم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صفر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بعد از ماه رمضان 1380 به قم برگشتم.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6C2AFD" w:rsidP="006C2AF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4" w:name="_Toc507934515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1381</w:t>
      </w:r>
      <w:bookmarkEnd w:id="8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توسعه و محکم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در 29/ 2/ 1381 شروع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 روز از گلستان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آمده و شب بعد از نماز مغرب و عشاء به گلستان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شهروز نظر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جوان 25 ساله و ناکام پسر خواهرم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در اثر تصادف با موتور در حصار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مجلس ختم آن مرحوم روز شنبه 21/ 10/ 1381 ساعت 3 ال 5 در مسجد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دالشهداء</w:t>
      </w:r>
      <w:r w:rsidRPr="00CC78DB">
        <w:rPr>
          <w:rtl/>
          <w:lang w:bidi="fa-IR"/>
        </w:rPr>
        <w:t xml:space="preserve"> حصار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منبر رفتن مکرر من، صدر اعلام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از زبان پدر و مادرش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گونه شروع شده است،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8"/>
        <w:gridCol w:w="268"/>
        <w:gridCol w:w="3296"/>
      </w:tblGrid>
      <w:tr w:rsidR="006C2AFD" w:rsidTr="006C2AFD">
        <w:trPr>
          <w:trHeight w:val="350"/>
        </w:trPr>
        <w:tc>
          <w:tcPr>
            <w:tcW w:w="3920" w:type="dxa"/>
            <w:shd w:val="clear" w:color="auto" w:fill="auto"/>
          </w:tcPr>
          <w:p w:rsidR="006C2AFD" w:rsidRDefault="006C2AFD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صد</w:t>
            </w:r>
            <w:r w:rsidRPr="00CC78DB">
              <w:rPr>
                <w:rtl/>
                <w:lang w:bidi="fa-IR"/>
              </w:rPr>
              <w:t xml:space="preserve"> بار خدا مرث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ه</w:t>
            </w:r>
            <w:r w:rsidRPr="00CC78DB">
              <w:rPr>
                <w:rtl/>
                <w:lang w:bidi="fa-IR"/>
              </w:rPr>
              <w:t xml:space="preserve"> خوان کرد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C2AFD" w:rsidRDefault="006C2AFD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C2AFD" w:rsidRDefault="006C2AFD" w:rsidP="006C2AFD">
            <w:pPr>
              <w:pStyle w:val="libPoem"/>
            </w:pPr>
            <w:r w:rsidRPr="00CC78DB">
              <w:rPr>
                <w:rtl/>
                <w:lang w:bidi="fa-IR"/>
              </w:rPr>
              <w:t>در بوته صبر امتحان کرد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2AFD" w:rsidTr="006C2AFD">
        <w:trPr>
          <w:trHeight w:val="350"/>
        </w:trPr>
        <w:tc>
          <w:tcPr>
            <w:tcW w:w="3920" w:type="dxa"/>
          </w:tcPr>
          <w:p w:rsidR="006C2AFD" w:rsidRDefault="006C2AFD" w:rsidP="006C2AFD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هرگز</w:t>
            </w:r>
            <w:r w:rsidRPr="00CC78DB">
              <w:rPr>
                <w:rtl/>
                <w:lang w:bidi="fa-IR"/>
              </w:rPr>
              <w:t xml:space="preserve"> نشکست پشتم از ه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چ</w:t>
            </w:r>
            <w:r w:rsidRPr="00CC78DB">
              <w:rPr>
                <w:rtl/>
                <w:lang w:bidi="fa-IR"/>
              </w:rPr>
              <w:t xml:space="preserve"> غم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C2AFD" w:rsidRDefault="006C2AFD" w:rsidP="006C2A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C2AFD" w:rsidRDefault="006C2AFD" w:rsidP="006C2AFD">
            <w:pPr>
              <w:pStyle w:val="libPoem"/>
            </w:pPr>
            <w:r w:rsidRPr="00CC78DB">
              <w:rPr>
                <w:rtl/>
                <w:lang w:bidi="fa-IR"/>
              </w:rPr>
              <w:t>جز مرگ پسر که ناتوان کرد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6C2AFD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10/ 12/ 1375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رانگر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اطراف آن که، به وقوع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</w:t>
      </w:r>
      <w:r w:rsidRPr="00CC78DB">
        <w:rPr>
          <w:rtl/>
          <w:lang w:bidi="fa-IR"/>
        </w:rPr>
        <w:t xml:space="preserve"> و تعداد 120 روستا را از 25 در صد تا صد در صد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نمود و از جمله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شدگان صد در صد، زادگاه من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«گلستان» بود که حد اقل 77 نفر از اقارب و</w:t>
      </w:r>
      <w:r w:rsidR="006C2AFD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و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جان دادند!!</w:t>
      </w:r>
    </w:p>
    <w:p w:rsidR="00CC78DB" w:rsidRPr="00CC78DB" w:rsidRDefault="00CC78DB" w:rsidP="006C2AFD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بازماندگان دور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خود، متناوباً، از قم به آنجا رفت و آمد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حضور من در گلستان مطلع شدند و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دوستان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از بزرگان خود اوصاف مرا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بودند به گلستان آمده، دوباره مرا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دعوت نمودند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دعوت سبب حضور مجدّد من بعد از گذشت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سال،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مشاهده اوضاع نا بسامان و رو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تنگ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 به 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مرا وادار ساخت تا دوباره دست به کار شوم، هم مسجد را توسعه </w:t>
      </w:r>
      <w:r w:rsidRPr="00CC78DB">
        <w:rPr>
          <w:rtl/>
          <w:lang w:bidi="fa-IR"/>
        </w:rPr>
        <w:lastRenderedPageBreak/>
        <w:t>دهم و هم جاها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خراب آن را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اواخر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ماه سال 1380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ضرور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شروع نمودم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اوائل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اقامت خودم جا و منزل نداشتم، هر روز از گلستان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آمدم و کارها را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و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مسجد خانه عالم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 داشت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من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طرف طرح هجرت قم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نظر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آن سکونت داشت،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حاضر به تخل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نبود</w:t>
      </w:r>
    </w:p>
    <w:p w:rsidR="00CC78DB" w:rsidRPr="00CC78DB" w:rsidRDefault="00CC78DB" w:rsidP="00A501D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با تماس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مکرر با قم و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بالأخره در سال 1381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 تمام، خانه عالم تخل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شد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قرار گرفت،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من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مدت چهارسال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جاها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 التخر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اصلاح و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توسعه مسجد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گرد و غبار و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آف</w:t>
      </w:r>
      <w:r w:rsidRPr="00CC78DB">
        <w:rPr>
          <w:rFonts w:hint="eastAsia"/>
          <w:rtl/>
          <w:lang w:bidi="fa-IR"/>
        </w:rPr>
        <w:t>تاب</w:t>
      </w:r>
      <w:r w:rsidRPr="00CC78DB">
        <w:rPr>
          <w:rtl/>
          <w:lang w:bidi="fa-IR"/>
        </w:rPr>
        <w:t xml:space="preserve"> و گرما و سرما و عدم استراحت و با کهولت سنّ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جسم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چه زحمات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و پنجه نرم کردم، اگر نبود عشق به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 جان من و جان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فدا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خاک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ب</w:t>
      </w:r>
      <w:r w:rsidRPr="00CC78DB">
        <w:rPr>
          <w:rFonts w:hint="eastAsia"/>
          <w:rtl/>
          <w:lang w:bidi="fa-IR"/>
        </w:rPr>
        <w:t>اد،</w:t>
      </w:r>
      <w:r w:rsidRPr="00CC78DB">
        <w:rPr>
          <w:rtl/>
          <w:lang w:bidi="fa-IR"/>
        </w:rPr>
        <w:t xml:space="preserve"> و زنده نگه</w:t>
      </w:r>
      <w:r w:rsidRPr="00CC78DB">
        <w:rPr>
          <w:rFonts w:hint="eastAsia"/>
          <w:rtl/>
          <w:lang w:bidi="fa-IR"/>
        </w:rPr>
        <w:t>داشتن</w:t>
      </w:r>
      <w:r w:rsidRPr="00CC78DB">
        <w:rPr>
          <w:rtl/>
          <w:lang w:bidi="fa-IR"/>
        </w:rPr>
        <w:t xml:space="preserve"> نام او.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خودم، زحمت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آن را تحمل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امّا چه کنم عشق و علاقه چه کارها که نکند.</w:t>
      </w: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خانه عالم ساکن گشته و با فراغت خاطر،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نمودم،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اول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ماه سال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دوباره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محترم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قرار گرفت و آماده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اما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توجه داشت که با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مرح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اول مسجد تفاوتها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داشت که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لًا</w:t>
      </w:r>
      <w:r w:rsidRPr="00CC78DB">
        <w:rPr>
          <w:rtl/>
          <w:lang w:bidi="fa-IR"/>
        </w:rPr>
        <w:t xml:space="preserve"> به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اشاره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1- در مرحله نخست، وضع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جاب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کمک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اما در مرحله دوم خدارا شکر، وضع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با آن زمان قابل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</w:t>
      </w:r>
      <w:r w:rsidRPr="00CC78DB">
        <w:rPr>
          <w:rtl/>
          <w:lang w:bidi="fa-IR"/>
        </w:rPr>
        <w:t xml:space="preserve"> نبود.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آن زمان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مسجد جز نفرات اندک،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مخالفت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در مرحله دوم، هم دور 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هم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مبرم، مردم را وادار کرد تا با اتحاد کامل به جلو آمدند و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کمک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نکردند.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از سال 1380 تا اواخر سال 1383 که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رو به اتمام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در امور مردم نوع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که من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هرکس دست دراز کردم، با دست پُر بر گشتم و از نظر مال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گونه سخت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آن معنا نکش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«مولا»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مرحله توجه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نموده و از </w:t>
      </w:r>
      <w:r w:rsidRPr="00CC78DB">
        <w:rPr>
          <w:rFonts w:hint="eastAsia"/>
          <w:rtl/>
          <w:lang w:bidi="fa-IR"/>
        </w:rPr>
        <w:t>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کمکم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که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در مرحله اول از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تمام شده چهارصد و پنجاه هزار تومان 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فقط چهار ده هزار و پانصد تومان، توانستم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وصول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!، اما در مرحله دوم برخلاف انتظار و برخلاف مرحله اول،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جنس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که از مرز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شصت تومان گ</w:t>
      </w:r>
      <w:r w:rsidRPr="00CC78DB">
        <w:rPr>
          <w:rFonts w:hint="eastAsia"/>
          <w:rtl/>
          <w:lang w:bidi="fa-IR"/>
        </w:rPr>
        <w:t>ذشت،</w:t>
      </w:r>
      <w:r w:rsidRPr="00CC78DB">
        <w:rPr>
          <w:rtl/>
          <w:lang w:bidi="fa-IR"/>
        </w:rPr>
        <w:t xml:space="preserve"> جز اندک مبلغ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همه را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عاشقانه و باعلاقه و عشق کامل به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ف،</w:t>
      </w:r>
      <w:r w:rsidRPr="00CC78DB">
        <w:rPr>
          <w:rtl/>
          <w:lang w:bidi="fa-IR"/>
        </w:rPr>
        <w:t xml:space="preserve"> دو 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رساندند، خداوند اجر و مزدشان را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خود</w:t>
      </w:r>
      <w:r w:rsidRPr="00CC78DB">
        <w:rPr>
          <w:rtl/>
          <w:lang w:bidi="fa-IR"/>
        </w:rPr>
        <w:t xml:space="preserve"> عطا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ذخ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آخرتشان قرار دهد انشاء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501D1">
      <w:pPr>
        <w:pStyle w:val="Heading1"/>
        <w:rPr>
          <w:rtl/>
          <w:lang w:bidi="fa-IR"/>
        </w:rPr>
      </w:pPr>
      <w:bookmarkStart w:id="85" w:name="_Toc507934516"/>
      <w:r w:rsidRPr="00CC78DB">
        <w:rPr>
          <w:rFonts w:hint="eastAsia"/>
          <w:rtl/>
          <w:lang w:bidi="fa-IR"/>
        </w:rPr>
        <w:t>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شده</w:t>
      </w:r>
      <w:bookmarkEnd w:id="8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اما</w:t>
      </w:r>
      <w:r w:rsidRPr="00CC78DB">
        <w:rPr>
          <w:rtl/>
          <w:lang w:bidi="fa-IR"/>
        </w:rPr>
        <w:t xml:space="preserve"> کارهائ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1380 تا اواخر خرداد ماه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گرفته به طور خلاصه به شرح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بتون آرمه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بافته شده.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ستون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tl/>
          <w:lang w:bidi="fa-IR"/>
        </w:rPr>
        <w:t xml:space="preserve"> و نصب پلها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فلز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وارها</w:t>
      </w:r>
      <w:r w:rsidRPr="00CC78DB">
        <w:rPr>
          <w:rtl/>
          <w:lang w:bidi="fa-IR"/>
        </w:rPr>
        <w:t xml:space="preserve"> به صورت اسکلت فلز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بتون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ستونها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ششگانه وسط مسجد و اتصال آنها به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صورت شطرنج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توسعه قسمت قبله مسجد به صورت وضع موجود.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محراب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مجلّل.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جاد</w:t>
      </w:r>
      <w:r w:rsidRPr="00CC78DB">
        <w:rPr>
          <w:rtl/>
          <w:lang w:bidi="fa-IR"/>
        </w:rPr>
        <w:t xml:space="preserve"> سرو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زنانه و مردانه در وضع موجود.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7- احداث گنبد در دو طبقه (گنبد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شده کوچک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شده بالا بزرگ.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مناره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در دو ستون.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9- احداث چهار باب مغازه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درآمد ضرور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10- الحاق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ها را به مسجد به صورت وضع موجود.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11- سنگ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تز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ستونها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ششگانه مسجد با ستون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ها.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12-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قسمت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دورهادور مخصوصاً نما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طرف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>.</w:t>
      </w:r>
    </w:p>
    <w:p w:rsidR="00A501D1" w:rsidRDefault="00A501D1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13-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گنبد و مناره ها.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14-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دَر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فقط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گنبد و مناره ها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قلم بالغ به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15- احداث آشپزخانه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 تمام لوازم 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آشپزخانه با لوازم آن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فرزند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مرحوم است خداوند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16- نصب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مختصر مسجد با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جنب دَر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17- احداث آبدارخانه زنانه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18- سنگ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طرف کوچه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19- نصب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توسعه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اضاف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الحاق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رنگ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20-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محل آبدارخانه مردانه و تزئ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21-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رات</w:t>
      </w:r>
      <w:r w:rsidRPr="00CC78DB">
        <w:rPr>
          <w:rtl/>
          <w:lang w:bidi="fa-IR"/>
        </w:rPr>
        <w:t xml:space="preserve"> کتابخانه و قرائتخانه.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A501D1" w:rsidP="00A501D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6" w:name="_Toc507934517"/>
      <w:r w:rsidR="00CC78DB" w:rsidRPr="00CC78DB">
        <w:rPr>
          <w:rFonts w:hint="eastAsia"/>
          <w:rtl/>
          <w:lang w:bidi="fa-IR"/>
        </w:rPr>
        <w:lastRenderedPageBreak/>
        <w:t>مطالب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دانستن آنها لازم است</w:t>
      </w:r>
      <w:bookmarkEnd w:id="86"/>
    </w:p>
    <w:p w:rsidR="00CC78DB" w:rsidRPr="00CC78DB" w:rsidRDefault="00CC78DB" w:rsidP="00A501D1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راجع به طرف شمال مسجد که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محمد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پور فرزندان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مرحوم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حسن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پور فرزند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مرحوم، اوّلًا در زمان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پدرانشان که مسجد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ساختم، پدرانشان خدا رحمتشان کند، اجازه</w:t>
      </w:r>
      <w:r w:rsidR="00A501D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دادند</w:t>
      </w:r>
      <w:r w:rsidRPr="00CC78DB">
        <w:rPr>
          <w:rtl/>
          <w:lang w:bidi="fa-IR"/>
        </w:rPr>
        <w:t xml:space="preserve"> من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پنجره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قسمت شمال مسجد را به طرف آنها باز کنم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قسمت را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درسال 1381 که مسجد را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اساس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اضافه بنا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خود آن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اجازه دادند، من پنجره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قسمت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را به طرف آنها بگذارم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سا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1383 که آشپزخانه مسجد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گذاشتن روشنائ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طرف آنها مانع نشدند در سال 1384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اقدام به احداث هتل در آن قسمت شدند، خواستند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پنجره ها را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که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و سازمان اوقاف، بادلا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چند، جلوگ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الف</w:t>
      </w:r>
      <w:r w:rsidRPr="00CC78DB">
        <w:rPr>
          <w:rtl/>
          <w:lang w:bidi="fa-IR"/>
        </w:rPr>
        <w:t>: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36 سال است با اجازه پدرانشان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در آن زمان بچه بودند، ما به طرف ملک آنها روشنائ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گذاشته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خم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>: درسال 1382 با اجازه مجدد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ان،</w:t>
      </w:r>
      <w:r w:rsidRPr="00CC78DB">
        <w:rPr>
          <w:rtl/>
          <w:lang w:bidi="fa-IR"/>
        </w:rPr>
        <w:t xml:space="preserve"> کت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نصب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مشخص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>: از کنار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مسجد 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بولاغ» قرار داشت که آب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کشاورز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منطقه از آنجا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از توالتها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داشت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تفاص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مصوبه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تصو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پورها ملزم به سه متر عقب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 که اجرا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مسجد و هتل آنها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جاد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تمام اسناد و مدارک مربوط به مسجد، در پوشه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صورت مدوّن در صندوق گاوآهن مسجد موجود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صورت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وصول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چک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توسعه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مسجد با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اشخاص، تماماً در دفاتر مربوطه مخصوصاً در دفتر کل موجود است در هر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 باشد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توانند به آن رجوع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A501D1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صورت اجناس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و فاکتورها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در زُنکن مربوطه موجود</w:t>
      </w:r>
      <w:r w:rsidR="00A501D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صورت اجناس اهدائ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اشخاص در دفتر کل موجود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6- مبالغ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موجود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مسجد در حساب جار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1344 بانک 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شعبه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منعکس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A501D1" w:rsidP="00866B38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7" w:name="_Toc507934518"/>
      <w:r w:rsidR="00CC78DB" w:rsidRPr="00CC78DB">
        <w:rPr>
          <w:rFonts w:hint="eastAsia"/>
          <w:rtl/>
          <w:lang w:bidi="fa-IR"/>
        </w:rPr>
        <w:lastRenderedPageBreak/>
        <w:t>جر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خانه عالم</w:t>
      </w:r>
      <w:bookmarkEnd w:id="8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باب خانه عالم که در قسمت قبله مسجد در انتها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باغ ساخته شده است،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مدع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او ساخته است و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آن را تملک نموده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گرفته بود اما من پس از مراجعه به سند آن که دست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و در آرش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سازمان موجود است،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در تا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که به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چند نفر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است، در آن شرط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تصر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شده است که با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عالم مسجد ساخته شده است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اگر سازمان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کرده باشد، به عنوان کمک به مسجد است نه آنکه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آن را تملک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لذا با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رکل</w:t>
      </w:r>
      <w:r w:rsidRPr="00CC78DB">
        <w:rPr>
          <w:rtl/>
          <w:lang w:bidi="fa-IR"/>
        </w:rPr>
        <w:t xml:space="preserve"> وقت سازمان؛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</w:t>
      </w:r>
      <w:r w:rsidRPr="00CC78DB">
        <w:rPr>
          <w:rFonts w:hint="eastAsia"/>
          <w:rtl/>
          <w:lang w:bidi="fa-IR"/>
        </w:rPr>
        <w:t>مطرح</w:t>
      </w:r>
      <w:r w:rsidRPr="00CC78DB">
        <w:rPr>
          <w:rtl/>
          <w:lang w:bidi="fa-IR"/>
        </w:rPr>
        <w:t xml:space="preserve"> نمودم،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بظاهر متقاعد شدند،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بعدها گفتم: که پشت بام خانه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به آسفالت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خود ساختمان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به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دارد، در پاسخ من صراحتاً گفتند: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آنجا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کرده و خرج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!.</w:t>
      </w:r>
    </w:p>
    <w:p w:rsidR="00CC78DB" w:rsidRPr="00CC78DB" w:rsidRDefault="00CC78DB" w:rsidP="00F836B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آن خانه باهز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ساخته شده است، قرار داد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و عالم وقت مسجد حج</w:t>
      </w:r>
      <w:r w:rsidR="00F836B7">
        <w:rPr>
          <w:rFonts w:hint="cs"/>
          <w:rtl/>
          <w:lang w:bidi="fa-IR"/>
        </w:rPr>
        <w:t xml:space="preserve">ت </w:t>
      </w:r>
      <w:r w:rsidRPr="00CC78DB">
        <w:rPr>
          <w:rtl/>
          <w:lang w:bidi="fa-IR"/>
        </w:rPr>
        <w:t>الإسلام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محمدعل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راث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در مسجد تابلو و پلاکارت زده و از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مردم محل پول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آنجا را ساخته است (فتو کپ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سند نوشته شده و اصل قر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دادپ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در پرونده مسجد، در صندوق گاو آهن مسجد موجود است)؛</w:t>
      </w:r>
    </w:p>
    <w:p w:rsidR="00CC78DB" w:rsidRPr="00CC78DB" w:rsidRDefault="00F836B7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من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tl/>
          <w:lang w:bidi="fa-IR"/>
        </w:rPr>
        <w:t xml:space="preserve"> بجهت نبود 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اط</w:t>
      </w:r>
      <w:r w:rsidR="00CC78DB" w:rsidRPr="00CC78DB">
        <w:rPr>
          <w:rtl/>
          <w:lang w:bidi="fa-IR"/>
        </w:rPr>
        <w:t xml:space="preserve"> خانه و سخت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عالم مستقر در آن، مقدار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مسجد را به عنوان 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اط</w:t>
      </w:r>
      <w:r w:rsidR="00CC78DB" w:rsidRPr="00CC78DB">
        <w:rPr>
          <w:rtl/>
          <w:lang w:bidi="fa-IR"/>
        </w:rPr>
        <w:t xml:space="preserve"> و پارک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نگ</w:t>
      </w:r>
      <w:r w:rsidR="00CC78DB" w:rsidRPr="00CC78DB">
        <w:rPr>
          <w:rtl/>
          <w:lang w:bidi="fa-IR"/>
        </w:rPr>
        <w:t xml:space="preserve"> به آن اضافه کردم که اهل و 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ال</w:t>
      </w:r>
      <w:r w:rsidR="00CC78DB" w:rsidRPr="00CC78DB">
        <w:rPr>
          <w:rtl/>
          <w:lang w:bidi="fa-IR"/>
        </w:rPr>
        <w:t xml:space="preserve"> عالم مستقر در آن در مض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قه</w:t>
      </w:r>
      <w:r w:rsidR="00CC78DB" w:rsidRPr="00CC78DB">
        <w:rPr>
          <w:rtl/>
          <w:lang w:bidi="fa-IR"/>
        </w:rPr>
        <w:t xml:space="preserve"> نباشد، اگر روز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نبود حضور من، سازمان زور گوئ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کرده و بخواهد دوباره به آن دست دراز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کند، ه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ئت</w:t>
      </w:r>
      <w:r w:rsidR="00CC78DB" w:rsidRPr="00CC78DB">
        <w:rPr>
          <w:rtl/>
          <w:lang w:bidi="fa-IR"/>
        </w:rPr>
        <w:t xml:space="preserve"> امنا و اهال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محل بلافاصله دَرْ و پنجره بازشده به ح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اط</w:t>
      </w:r>
      <w:r w:rsidR="00CC78DB" w:rsidRPr="00CC78DB">
        <w:rPr>
          <w:rtl/>
          <w:lang w:bidi="fa-IR"/>
        </w:rPr>
        <w:t xml:space="preserve"> را مسدود نموده و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tl/>
          <w:lang w:bidi="fa-IR"/>
        </w:rPr>
        <w:t xml:space="preserve"> قض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شده و در دادگاه صالحه، اقامه دعوا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F836B7" w:rsidP="00F836B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8" w:name="_Toc507934519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1382</w:t>
      </w:r>
      <w:bookmarkEnd w:id="8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آذر ماه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سازمان حج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تعداد 80 نفر زوار را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دو اتوبوس مجهز به کربلا حرکت دادم،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زمان حمله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</w:t>
      </w:r>
      <w:r w:rsidRPr="00CC78DB">
        <w:rPr>
          <w:rtl/>
          <w:lang w:bidi="fa-IR"/>
        </w:rPr>
        <w:t xml:space="preserve"> به عراق و سقوط صدام بود اما با آرامش به همه اماکن مقدسه رفته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15 روز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پسرم حس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را هم باخودم برده بودم در بازگشت در مرز مهران از زوار جدا شده ما به قم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آنها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F836B7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ادامه</w:t>
      </w:r>
      <w:r w:rsidR="00CC78DB" w:rsidRPr="00CC78DB">
        <w:rPr>
          <w:rtl/>
          <w:lang w:bidi="fa-IR"/>
        </w:rPr>
        <w:t xml:space="preserve"> کارها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مسجد و شروع به تأل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r w:rsidR="00CC78DB" w:rsidRPr="00CC78DB">
        <w:rPr>
          <w:rtl/>
          <w:lang w:bidi="fa-IR"/>
        </w:rPr>
        <w:t xml:space="preserve"> کتاب «س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جهان در عصر امام زمان عجّل اللّه تعال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فرجه الشّر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ثبت نام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شروع</w:t>
      </w:r>
      <w:r w:rsidRPr="00CC78DB">
        <w:rPr>
          <w:rtl/>
          <w:lang w:bidi="fa-IR"/>
        </w:rPr>
        <w:t xml:space="preserve"> به فراهم آوردن مقدمات مسجد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مره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قم.</w:t>
      </w:r>
    </w:p>
    <w:p w:rsidR="00CC78DB" w:rsidRPr="00CC78DB" w:rsidRDefault="00F836B7" w:rsidP="00F836B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9" w:name="_Toc507934520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1383</w:t>
      </w:r>
      <w:bookmarkEnd w:id="89"/>
    </w:p>
    <w:p w:rsidR="00CC78DB" w:rsidRPr="00CC78DB" w:rsidRDefault="00CC78DB" w:rsidP="00F836B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و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و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صفر به شماره 22- 952 ب 24 ماه سوم از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شماره تهران که خودم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آمدن به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از شماره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و دادن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انتقال به نام او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="00F836B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مسجد مجلّل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 «جن قشلاق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را در منطقه 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ورتچ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شروع و در اثر دو جلسه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من در مسجد آنها در تهران، تمام مخارج مسجد را نقد ونس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صورت بند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الحمد للّه در سال 1384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قابل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836B7">
      <w:pPr>
        <w:pStyle w:val="Heading1"/>
        <w:rPr>
          <w:rtl/>
          <w:lang w:bidi="fa-IR"/>
        </w:rPr>
      </w:pPr>
      <w:bookmarkStart w:id="90" w:name="_Toc507934521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1384</w:t>
      </w:r>
      <w:bookmarkEnd w:id="9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کار مسجد تا اول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که همه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خداوند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ادامه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و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از اداره مسکن و شهر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تسط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</w:t>
      </w:r>
      <w:r w:rsidR="00F836B7">
        <w:rPr>
          <w:rFonts w:hint="cs"/>
          <w:rtl/>
          <w:lang w:bidi="fa-IR"/>
        </w:rPr>
        <w:t xml:space="preserve"> به 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روزانه نماز و منبر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ذلک.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F836B7" w:rsidP="00F836B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1" w:name="_Toc507934522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1385</w:t>
      </w:r>
      <w:bookmarkEnd w:id="9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عادگاه</w:t>
      </w:r>
      <w:r w:rsidRPr="00CC78DB">
        <w:rPr>
          <w:rtl/>
          <w:lang w:bidi="fa-IR"/>
        </w:rPr>
        <w:t xml:space="preserve"> عشق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مان،</w:t>
      </w:r>
    </w:p>
    <w:p w:rsidR="00CC78DB" w:rsidRPr="00CC78DB" w:rsidRDefault="00CC78DB" w:rsidP="00F836B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20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قم با آژانس سجاد 55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اسر</w:t>
      </w:r>
      <w:r w:rsidRPr="00CC78DB">
        <w:rPr>
          <w:rtl/>
          <w:lang w:bidi="fa-IR"/>
        </w:rPr>
        <w:t xml:space="preserve"> سرکوچه 28</w:t>
      </w:r>
      <w:r w:rsidR="00F836B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کربلا رفتم و در کربلا در هتل فلکه حرم و در نجف در هتل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اسکان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انجام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و نجف اشرف و کوفه و حرّ بعد از 8 روز به قم برگشتم.</w:t>
      </w:r>
      <w:r w:rsidR="00F836B7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علت ناامن بودن به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سامرا نرفت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نبردند!.</w:t>
      </w:r>
      <w:r w:rsidRPr="00CC78DB">
        <w:rPr>
          <w:rFonts w:hint="eastAsia"/>
          <w:rtl/>
          <w:lang w:bidi="fa-IR"/>
        </w:rPr>
        <w:t>ادامه</w:t>
      </w:r>
      <w:r w:rsidRPr="00CC78DB">
        <w:rPr>
          <w:rtl/>
          <w:lang w:bidi="fa-IR"/>
        </w:rPr>
        <w:t xml:space="preserve"> کار مسجد باب الحوائج و برپائ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موقت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اهدائ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و اقامه نماز ظهر در آن و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مردم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مانند شروع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در مسجد امام و قرار اقامه نماز ظهر او و شب من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>.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طول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مانند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با افسردگ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اواخر سال او را در تهران به دکتر اعصاب بردم پس از معا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گفت: فعلًا دو راه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در سه روز حد اقل، او را سم زدائ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هفتصد هزار تومان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نسخه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در مدت سه ماه معالجه سم از بدنش برطرف شود؛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اگر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دوراه را انجام نده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ممکن است به تعو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کبد منجرشود که شصت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برد!!؛</w:t>
      </w:r>
    </w:p>
    <w:p w:rsidR="00F836B7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در همانجا به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گرفته و از دکتر نامه گرفتم،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تا به حال نتوانسته 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آماده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 چون معتقد است حرف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اساس است و بالاخره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</w:t>
      </w:r>
      <w:r w:rsidRPr="00CC78DB">
        <w:rPr>
          <w:rtl/>
          <w:lang w:bidi="fa-IR"/>
        </w:rPr>
        <w:t xml:space="preserve"> مراجعه نموده و نسخه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کرده و استفاده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کند.</w:t>
      </w:r>
    </w:p>
    <w:p w:rsidR="00CC78DB" w:rsidRPr="00CC78DB" w:rsidRDefault="00F836B7" w:rsidP="00F836B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2" w:name="_Toc507934523"/>
      <w:r w:rsidR="00CC78DB" w:rsidRPr="00CC78DB">
        <w:rPr>
          <w:rFonts w:hint="eastAsia"/>
          <w:rtl/>
          <w:lang w:bidi="fa-IR"/>
        </w:rPr>
        <w:lastRenderedPageBreak/>
        <w:t>احداث</w:t>
      </w:r>
      <w:r w:rsidR="00CC78DB" w:rsidRPr="00CC78DB">
        <w:rPr>
          <w:rtl/>
          <w:lang w:bidi="fa-IR"/>
        </w:rPr>
        <w:t xml:space="preserve"> مسجد باب الحوائج حضرت ابوالفضل </w:t>
      </w:r>
      <w:r w:rsidR="00062930" w:rsidRPr="00062930">
        <w:rPr>
          <w:rStyle w:val="libAlaemChar"/>
          <w:rtl/>
        </w:rPr>
        <w:t>عليه‌السلام</w:t>
      </w:r>
      <w:bookmarkEnd w:id="92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F836B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="00F836B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طول سالهائ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توسعه و تعم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مسجد حضرت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الأعظم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الفداء، مشغول بودم، باز مسئله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شرفتها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مرا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فکر انداخت که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به شدت ترق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الان ب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صورت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شهر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مجلل در آمده است و دو باب مسجد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حالا کم است و در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احساس خواهد شد، حالاست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دست به کار شد و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36 سال قبل را، تکرار نمود،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در صدد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ساخت مسجد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آمدم که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تاً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آق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عبداللّه 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مرحوم در قسمت غرب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دوم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کلانتر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وقف نموده است را با فرزندمحترمش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ونس</w:t>
      </w:r>
      <w:r w:rsidRPr="00CC78DB">
        <w:rPr>
          <w:rtl/>
          <w:lang w:bidi="fa-IR"/>
        </w:rPr>
        <w:t xml:space="preserve"> 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گذاشته و صحبت کردم که انشاءاللّه شروع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Pr="007A2A88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اما مسجد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که در صدد احداث آن برآمدم، مسجد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به نام مبارک حضرت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در کنار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35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گنزق، در قسمت جنوب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هتل معروف چالدران در نظر گرفتم که در مرکز هتل ها و در دسترس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اهل محل آن قسمت ش</w:t>
      </w:r>
      <w:r w:rsidRPr="00CC78DB">
        <w:rPr>
          <w:rFonts w:hint="eastAsia"/>
          <w:rtl/>
          <w:lang w:bidi="fa-IR"/>
        </w:rPr>
        <w:t>هر</w:t>
      </w:r>
      <w:r w:rsidRPr="00CC78DB">
        <w:rPr>
          <w:rtl/>
          <w:lang w:bidi="fa-IR"/>
        </w:rPr>
        <w:t xml:space="preserve"> باشد، لذا در زمان تصد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عباسقل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زادگان شهردار محترم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مکرر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مراجعه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نمودم که در آن منطقه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در نظر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موافقت نمودند که در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«دگ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رمان</w:t>
      </w:r>
      <w:r w:rsidRPr="00CC78DB">
        <w:rPr>
          <w:rtl/>
          <w:lang w:bidi="fa-IR"/>
        </w:rPr>
        <w:t xml:space="preserve"> قاباق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که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سازمان منابع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به متراژ 250 متر به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من بدهد، اگرچه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</w:p>
    <w:p w:rsidR="00CC78DB" w:rsidRPr="007A2A88" w:rsidRDefault="007A2A88" w:rsidP="007A2A8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7A2A88" w:rsidRDefault="00CC78DB" w:rsidP="007A2A8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تاتار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20/ 11/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 بعلل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هنوز به ساخت آن موافقت نکرده اند!!.</w:t>
      </w:r>
    </w:p>
    <w:p w:rsidR="00CC78DB" w:rsidRPr="00CC78DB" w:rsidRDefault="007A2A88" w:rsidP="007A2A8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سخن</w:t>
      </w:r>
      <w:r w:rsidR="00CC78DB" w:rsidRPr="00CC78DB">
        <w:rPr>
          <w:rtl/>
          <w:lang w:bidi="fa-IR"/>
        </w:rPr>
        <w:t xml:space="preserve"> گفته شد اما جامه عمل نپوش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دانستم</w:t>
      </w:r>
      <w:r w:rsidR="00CC78DB" w:rsidRPr="00CC78DB">
        <w:rPr>
          <w:rtl/>
          <w:lang w:bidi="fa-IR"/>
        </w:rPr>
        <w:t xml:space="preserve"> 250 متر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مسجد و متعلقات آن کاف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نخواهد بود، اما خواستم جا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باز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که بعدها بتوانم از 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چسب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r w:rsidR="00CC78DB" w:rsidRPr="00CC78DB">
        <w:rPr>
          <w:rtl/>
          <w:lang w:bidi="fa-IR"/>
        </w:rPr>
        <w:t xml:space="preserve"> به آن که متعلق به عموم است، الحاق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>.</w:t>
      </w:r>
    </w:p>
    <w:p w:rsidR="00CC78DB" w:rsidRPr="00CC78DB" w:rsidRDefault="00CC78DB" w:rsidP="007A2A8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روز آخر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که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ترک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در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ساعت نوشته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امضاء کرد و رفت،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چرا تا به حال به تأخ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انداخت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 xml:space="preserve"> گفت:</w:t>
      </w:r>
      <w:r w:rsidR="007A2A88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واللّه</w:t>
      </w:r>
      <w:r w:rsidRPr="00CC78DB">
        <w:rPr>
          <w:rtl/>
          <w:lang w:bidi="fa-IR"/>
        </w:rPr>
        <w:t xml:space="preserve">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که صاحبان هتل اطراف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مرا تحت فشار قرار داده بودند که موافقت نکنم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طرف از شما هم خجالت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توانستم «نه» بگو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حالا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روم</w:t>
      </w:r>
      <w:r w:rsidRPr="00CC78DB">
        <w:rPr>
          <w:rtl/>
          <w:lang w:bidi="fa-IR"/>
        </w:rPr>
        <w:t xml:space="preserve"> امضاء نمودم، بعد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تصد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پست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من مسئله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همان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 اشتغالش بامن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صادقانه نمود و در هر مرحله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دچار مشکل شدم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حل آن اقدام نمود خداوند جزا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دهد و در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موفق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از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مطرح کردم 250 متر را 300 متر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بعد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500 متر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همه آن قسمت از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بالغ بر 2000 دو هزار متر بود، کلّا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گذاشت و سند در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نوشته شد و به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بخشدار و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و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شهردا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امام جمعه و من،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راحت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اخذ سند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ثبت اسناد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بازرگان ملاقات نمودم،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قول مساعد دادند مشروط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اداره منابع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موافقت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همه پرسنل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</w:t>
      </w:r>
      <w:r w:rsidRPr="00CC78DB">
        <w:rPr>
          <w:rtl/>
          <w:lang w:bidi="fa-IR"/>
        </w:rPr>
        <w:lastRenderedPageBreak/>
        <w:t>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بازرگان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ثبت اسناد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دونفر از مهند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مسئول منابع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سَر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مزبور بردم و در آنجا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قول دادند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عاً</w:t>
      </w:r>
      <w:r w:rsidRPr="00CC78DB">
        <w:rPr>
          <w:rtl/>
          <w:lang w:bidi="fa-IR"/>
        </w:rPr>
        <w:t xml:space="preserve"> سند آن را صادر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باز</w:t>
      </w:r>
    </w:p>
    <w:p w:rsidR="00CC78DB" w:rsidRPr="00CC78DB" w:rsidRDefault="00CC78DB" w:rsidP="007A2A8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روزها جناب حج</w:t>
      </w:r>
      <w:r w:rsidR="007A2A88">
        <w:rPr>
          <w:rFonts w:hint="cs"/>
          <w:rtl/>
          <w:lang w:bidi="fa-IR"/>
        </w:rPr>
        <w:t xml:space="preserve">ت </w:t>
      </w:r>
      <w:r w:rsidRPr="00CC78DB">
        <w:rPr>
          <w:rtl/>
          <w:lang w:bidi="fa-IR"/>
        </w:rPr>
        <w:t>الاسلام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حسن عامل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محترم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همراه حج</w:t>
      </w:r>
      <w:r w:rsidR="007A2A88">
        <w:rPr>
          <w:rFonts w:hint="cs"/>
          <w:rtl/>
          <w:lang w:bidi="fa-IR"/>
        </w:rPr>
        <w:t xml:space="preserve">ت </w:t>
      </w:r>
      <w:r w:rsidRPr="00CC78DB">
        <w:rPr>
          <w:rtl/>
          <w:lang w:bidi="fa-IR"/>
        </w:rPr>
        <w:t>الاسلام و المسلم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حاتم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مجلس خبرگان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جناب حج</w:t>
      </w:r>
      <w:r w:rsidR="007A2A88">
        <w:rPr>
          <w:rFonts w:hint="cs"/>
          <w:rtl/>
          <w:lang w:bidi="fa-IR"/>
        </w:rPr>
        <w:t xml:space="preserve">ت </w:t>
      </w:r>
      <w:r w:rsidRPr="00CC78DB">
        <w:rPr>
          <w:rtl/>
          <w:lang w:bidi="fa-IR"/>
        </w:rPr>
        <w:t>الاسلام والمسلم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شف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آمده بودند و مرا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دعوت کرده بودند هر دو بزرگوار را به سر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باب الحوائج بردم،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قول دادند در خلال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سند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صادر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من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باخوشحال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که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سند،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حل شد، خدا را شکر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کردم. هفته ها گذشت از سند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تابستان و ماه مبارک رمضان تم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شد و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 و من به قم برگشتم بعد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قم تلفن زدم و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را خواستم، گفتند: متأسفانه سازمان مسکن و شهر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تملک نموده و سند را به نام خود صادر کرده است؛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قبلًا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که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نگارنده استاندار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عنوان که آنجا کاربر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اماکن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ندارد، موافق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در آن محل و در مرکز هتل ها مسجد ساخته شود و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چون هتل چالدران که مربوط به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انتظام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است و در رأس آن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باف</w:t>
      </w:r>
      <w:r w:rsidRPr="00CC78DB">
        <w:rPr>
          <w:rtl/>
          <w:lang w:bidi="fa-IR"/>
        </w:rPr>
        <w:t xml:space="preserve"> قرار دارد، م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از دست رفتن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نگران شدم و در قم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حضرت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مطرح کردم،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فرمودند موافقت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نفر به عهده من، هم به استاندار زنگ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زنم و هم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باف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او توص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</w:t>
      </w:r>
      <w:r w:rsidRPr="00CC78DB">
        <w:rPr>
          <w:rtl/>
          <w:lang w:bidi="fa-IR"/>
        </w:rPr>
        <w:lastRenderedPageBreak/>
        <w:t>مزاحم تو نشود و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واد</w:t>
      </w:r>
      <w:r w:rsidRPr="00CC78DB">
        <w:rPr>
          <w:rFonts w:hint="eastAsia"/>
          <w:rtl/>
          <w:lang w:bidi="fa-IR"/>
        </w:rPr>
        <w:t>ارش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خودش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به ساخت مسجد کمک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7A2A88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 فا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سند به نام سازمان مسکن و شهر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صادر شده بود، اما به خود اجازه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ندادم بلافاصله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رفتم و با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کنعانپور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رکل</w:t>
      </w:r>
      <w:r w:rsidRPr="00CC78DB">
        <w:rPr>
          <w:rtl/>
          <w:lang w:bidi="fa-IR"/>
        </w:rPr>
        <w:t xml:space="preserve"> محترم سازمان مسکن و شهر ساز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ملاقات نمودم پس از بحث و گفتگوها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موافقت نمودند که زم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را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سازمان اوقاف قرار</w:t>
      </w:r>
      <w:r w:rsidR="007A2A88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دهند،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موافقت نکردم چون اگر نام اوقاف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نه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 مسجد کمک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نه دست من در کارها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ماند،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هرکار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درشت موافقت اوقاف را جلب بنما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لذا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تلاش کردم، نگو که با موافقت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بوده که به اوقا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داده شود، من بلافاصله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ملاقات کردم و اعلام نمودم که من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خود را کنار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گفتند:</w:t>
      </w:r>
      <w:r w:rsidRPr="00CC78DB">
        <w:rPr>
          <w:rFonts w:hint="eastAsia"/>
          <w:rtl/>
          <w:lang w:bidi="fa-IR"/>
        </w:rPr>
        <w:t>اگر</w:t>
      </w:r>
      <w:r w:rsidRPr="00CC78DB">
        <w:rPr>
          <w:rtl/>
          <w:lang w:bidi="fa-IR"/>
        </w:rPr>
        <w:t xml:space="preserve"> شما کنار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در آنجا مسجد بسازد و نه مردم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اعتماد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شما متقبل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چون سوابق درخشان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منطقه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صرفاً مردم به شما اعتماد دارند؛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گفتم</w:t>
      </w:r>
      <w:r w:rsidRPr="00CC78DB">
        <w:rPr>
          <w:rtl/>
          <w:lang w:bidi="fa-IR"/>
        </w:rPr>
        <w:t>: پس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گردد،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خارج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 و نه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جلو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بلکه مانند زمان سابق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بر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که در آنجا مسجد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بالأخره آن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طابق </w:t>
      </w:r>
      <w:r w:rsidRPr="00CC78DB">
        <w:rPr>
          <w:rFonts w:hint="eastAsia"/>
          <w:rtl/>
          <w:lang w:bidi="fa-IR"/>
        </w:rPr>
        <w:t>النعل</w:t>
      </w:r>
      <w:r w:rsidRPr="00CC78DB">
        <w:rPr>
          <w:rtl/>
          <w:lang w:bidi="fa-IR"/>
        </w:rPr>
        <w:t xml:space="preserve"> بالنعل تکرار شده است؛ خلاصه پس از جلسات متعدد با تلاش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و موافقت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مسکن و شهرساز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صورت جلسه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امام جمعه محترم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محترم سازمان مسکن و شهرساز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رکل</w:t>
      </w:r>
      <w:r w:rsidRPr="00CC78DB">
        <w:rPr>
          <w:rtl/>
          <w:lang w:bidi="fa-IR"/>
        </w:rPr>
        <w:t xml:space="preserve"> محترم اوقاف استان </w:t>
      </w:r>
      <w:r w:rsidRPr="00CC78DB">
        <w:rPr>
          <w:rtl/>
          <w:lang w:bidi="fa-IR"/>
        </w:rPr>
        <w:lastRenderedPageBreak/>
        <w:t>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مورد بحث را، به طور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منطقه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خود من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واگذار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مشروط بر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منطقه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 به حساب دولت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زم،</w:t>
      </w:r>
      <w:r w:rsidRPr="00CC78DB">
        <w:rPr>
          <w:rtl/>
          <w:lang w:bidi="fa-IR"/>
        </w:rPr>
        <w:t xml:space="preserve">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چون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شهر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نه محل دفتر وجود داشت و نه محل منزل،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500 متر از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آن منظور اختصاص دادند و در مابق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1500 متر بود، من عمل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ساختمان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اما باکدام پشتوانه و کدام پول،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دست نرود، تعهد دادم و قبول نمودم و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برگشتم با هرکس صحبت نمودم،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گوشش بدهکار نبود و اهم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نداد،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دَرْ و آن دَرْ زدم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نگرفتم</w:t>
      </w:r>
      <w:r w:rsidRPr="00CC78DB">
        <w:rPr>
          <w:rtl/>
          <w:lang w:bidi="fa-IR"/>
        </w:rPr>
        <w:t xml:space="preserve"> که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منطقه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بالغ بر 000/ 200/ 38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(سه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هشتصد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هزار) تومان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(در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کارشناس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آزاد آن، حد اقل هفتصد و پنجاه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بود)، به حساب دولت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تلاشم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از پول مسجد امام زمان </w:t>
      </w:r>
      <w:r w:rsidRPr="00CC78DB">
        <w:rPr>
          <w:rFonts w:hint="eastAsia"/>
          <w:rtl/>
          <w:lang w:bidi="fa-IR"/>
        </w:rPr>
        <w:t>عجّل</w:t>
      </w:r>
      <w:r w:rsidRPr="00CC78DB">
        <w:rPr>
          <w:rtl/>
          <w:lang w:bidi="fa-IR"/>
        </w:rPr>
        <w:t xml:space="preserve">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هشتصد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که موجود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 برداشت کرده، به عنوان قرض به حضرت ابوالفضل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به حساب دولت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کردم که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تثب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شود و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 به مبلغ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خودم چک دادم تا در ماه محرم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ماند</w:t>
      </w:r>
      <w:r w:rsidRPr="00CC78DB">
        <w:rPr>
          <w:rtl/>
          <w:lang w:bidi="fa-IR"/>
        </w:rPr>
        <w:t xml:space="preserve"> جور </w:t>
      </w:r>
      <w:r w:rsidRPr="00CC78DB">
        <w:rPr>
          <w:rFonts w:hint="eastAsia"/>
          <w:rtl/>
          <w:lang w:bidi="fa-IR"/>
        </w:rPr>
        <w:t>کرده</w:t>
      </w:r>
      <w:r w:rsidRPr="00CC78DB">
        <w:rPr>
          <w:rtl/>
          <w:lang w:bidi="fa-IR"/>
        </w:rPr>
        <w:t xml:space="preserve"> و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القصه</w:t>
      </w:r>
      <w:r w:rsidRPr="00CC78DB">
        <w:rPr>
          <w:rtl/>
          <w:lang w:bidi="fa-IR"/>
        </w:rPr>
        <w:t xml:space="preserve"> در ماه محرم هم ره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نبردم فقط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جوانان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محل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محمود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چک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24/ 4/ 1385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فاضل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پانصد هزارتومان به صورت نقد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کردند و من به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آن دو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چک را نقد کرده و به حساب دولت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نمودم و با سازمان مسکن و شهرساز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داد بسته شد و رسم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اما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خاتمه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کرد، ابداً چند نفر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علم شنگه راه انداختند و با بهانه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چرا فلان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را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آنجا داده است در 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فقط 000/ 820 هزار تومان آن هم به صورت قرض </w:t>
      </w:r>
      <w:r w:rsidRPr="007A2A88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آن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سرسام آور ازدست نرود و در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وجب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سرگردان نمانند، به هر صورت در زمان نوشتن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من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خودم به سر کار آورده و در جامعه بها داده و</w:t>
      </w:r>
    </w:p>
    <w:p w:rsidR="00CC78DB" w:rsidRPr="007A2A88" w:rsidRDefault="007A2A88" w:rsidP="007A2A8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C78DB" w:rsidRPr="00CC78DB" w:rsidRDefault="00CC78DB" w:rsidP="007A2A88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بعدها تا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نار</w:t>
      </w:r>
      <w:r w:rsidRPr="00CC78DB">
        <w:rPr>
          <w:rtl/>
          <w:lang w:bidi="fa-IR"/>
        </w:rPr>
        <w:t xml:space="preserve"> آخرش پول مسجد امام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برگرداندم و به خود مسجد خرج شد.</w:t>
      </w:r>
    </w:p>
    <w:p w:rsidR="00CC78DB" w:rsidRPr="00CC78DB" w:rsidRDefault="007A2A88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شناسانده</w:t>
      </w:r>
      <w:r w:rsidR="00CC78DB" w:rsidRPr="00CC78DB">
        <w:rPr>
          <w:rtl/>
          <w:lang w:bidi="fa-IR"/>
        </w:rPr>
        <w:t xml:space="preserve"> ام، شکر آب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به وجود آمده است و به گونه مخف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انه</w:t>
      </w:r>
      <w:r w:rsidR="00CC78DB" w:rsidRPr="00CC78DB">
        <w:rPr>
          <w:rtl/>
          <w:lang w:bidi="fa-IR"/>
        </w:rPr>
        <w:t xml:space="preserve"> سع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کنند مرا از آمدن به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ممانعت 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</w:t>
      </w:r>
      <w:r w:rsidR="00CC78DB" w:rsidRPr="00CC78DB">
        <w:rPr>
          <w:rtl/>
          <w:lang w:bidi="fa-IR"/>
        </w:rPr>
        <w:t xml:space="preserve"> تا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است</w:t>
      </w:r>
      <w:r w:rsidR="00CC78DB" w:rsidRPr="00CC78DB">
        <w:rPr>
          <w:rtl/>
          <w:lang w:bidi="fa-IR"/>
        </w:rPr>
        <w:t xml:space="preserve"> آنها متزلزل نشود که بعدها چه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د،</w:t>
      </w:r>
      <w:r w:rsidR="00CC78DB" w:rsidRPr="00CC78DB">
        <w:rPr>
          <w:rtl/>
          <w:lang w:bidi="fa-IR"/>
        </w:rPr>
        <w:t xml:space="preserve"> آ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به کارم ادامه دهم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</w:t>
      </w:r>
      <w:r w:rsidR="00CC78DB" w:rsidRPr="00CC78DB">
        <w:rPr>
          <w:rtl/>
          <w:lang w:bidi="fa-IR"/>
        </w:rPr>
        <w:t xml:space="preserve"> وزر وبال ترک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خدمات را به گردن آن چند نفر گذاشته که شا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عه</w:t>
      </w:r>
      <w:r w:rsidR="00CC78DB" w:rsidRPr="00CC78DB">
        <w:rPr>
          <w:rtl/>
          <w:lang w:bidi="fa-IR"/>
        </w:rPr>
        <w:t xml:space="preserve"> پراکن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و جوساز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eastAsia"/>
          <w:rtl/>
          <w:lang w:bidi="fa-IR"/>
        </w:rPr>
        <w:t>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ند،</w:t>
      </w:r>
      <w:r w:rsidR="00CC78DB" w:rsidRPr="00CC78DB">
        <w:rPr>
          <w:rtl/>
          <w:lang w:bidi="fa-IR"/>
        </w:rPr>
        <w:t xml:space="preserve"> رها سازم خدا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داند.</w:t>
      </w:r>
      <w:r w:rsidR="00CC78DB" w:rsidRPr="007A2A88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A2A88">
      <w:pPr>
        <w:pStyle w:val="Heading1"/>
        <w:rPr>
          <w:rtl/>
          <w:lang w:bidi="fa-IR"/>
        </w:rPr>
      </w:pPr>
      <w:bookmarkStart w:id="93" w:name="_Toc507934524"/>
      <w:r w:rsidRPr="00CC78DB">
        <w:rPr>
          <w:rFonts w:hint="eastAsia"/>
          <w:rtl/>
          <w:lang w:bidi="fa-IR"/>
        </w:rPr>
        <w:t>دانستن</w:t>
      </w:r>
      <w:r w:rsidRPr="00CC78DB">
        <w:rPr>
          <w:rtl/>
          <w:lang w:bidi="fa-IR"/>
        </w:rPr>
        <w:t xml:space="preserve"> مطالب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ضرورت دارد</w:t>
      </w:r>
      <w:bookmarkEnd w:id="9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صورت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وصول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نقد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چک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اشخاص، تماماً در دفاتر مربوطه مخصوصاً در دفتر کل مسجد باب الحوائج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موجود است در هر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 باشد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توانند به آن رجوع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صورت اجناس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و فاکتورها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در زُنکن مربوطه موجود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صورت اجناس اهدائ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اشخاص در دفتر کل موجود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مبالغ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موجود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مسجد در حساب جار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شماره 431 در بانک صادرات شعبه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باز است.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حساب قرض الحسنه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در چهار راه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بنام خود مسجد موجود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اگر موانع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و به خاطر اهال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توض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28/ 12/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امناء مسجد </w:t>
      </w:r>
      <w:r w:rsidR="007A2A88">
        <w:rPr>
          <w:rFonts w:hint="cs"/>
          <w:rtl/>
          <w:lang w:bidi="fa-IR"/>
        </w:rPr>
        <w:t xml:space="preserve">به </w:t>
      </w:r>
      <w:r w:rsidRPr="00CC78DB">
        <w:rPr>
          <w:rtl/>
          <w:lang w:bidi="fa-IR"/>
        </w:rPr>
        <w:t>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بارأ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عوض شدند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در اثر کاند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نبودن اشخاص، دونفر از همان سنگ اندازان دوباره به صحنه آمده اند که بعدها چه خواهد شد.</w:t>
      </w: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دوستشان دارم، به کارم ادامه دهم، با جلب نظر موافق مراجع عظام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شهر مقدس «قم» در نظر دارم در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 و در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طبقه، درمانگاه و حوزه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برادران احداث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حوزه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خواهر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دور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="00FA4952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ازات</w:t>
      </w:r>
      <w:r w:rsidRPr="00CC78DB">
        <w:rPr>
          <w:rtl/>
          <w:lang w:bidi="fa-IR"/>
        </w:rPr>
        <w:t xml:space="preserve"> برخوردار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اگر عمر من وفا نکرد و زودتر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رفتم 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شخص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دلسوز،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آرزوها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ادامه داده و جامه عمل بپوشانند انشاءاللّه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احترام مقدسات عالم و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رسول خدا </w:t>
      </w:r>
      <w:r w:rsidR="00FA4952" w:rsidRPr="00FA4952">
        <w:rPr>
          <w:rStyle w:val="libAlaemChar"/>
          <w:rFonts w:eastAsiaTheme="minorHAnsi"/>
          <w:rtl/>
        </w:rPr>
        <w:t>صلى‌الله‌عليه‌وآله‌وسلم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شهر و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 از بلا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آسمان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محفوظ بدار و آنها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جلب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خودت، موفق بگردان و در آستان در بار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ثابت قدم بفرما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ارب</w:t>
      </w:r>
      <w:r w:rsidRPr="00CC78DB">
        <w:rPr>
          <w:rtl/>
          <w:lang w:bidi="fa-IR"/>
        </w:rPr>
        <w:t xml:space="preserve">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8/ 1/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27 صفرالمظفر 1427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روزها</w:t>
      </w:r>
      <w:r w:rsidRPr="00CC78DB">
        <w:rPr>
          <w:rtl/>
          <w:lang w:bidi="fa-IR"/>
        </w:rPr>
        <w:t xml:space="preserve"> گذشت در 25/ 3/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برگشته و بدون توجه به کار شکن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آن،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الحوائج، اقدام نمودم چون سال گذشته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دار مسجد را بنا به تقاضا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بالغ به دو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پانصد هزار تومان، تسط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ه</w:t>
      </w:r>
      <w:r w:rsidRPr="00CC78DB">
        <w:rPr>
          <w:rFonts w:hint="eastAsia"/>
          <w:rtl/>
          <w:lang w:bidi="fa-IR"/>
        </w:rPr>
        <w:t>موار</w:t>
      </w:r>
      <w:r w:rsidRPr="00CC78DB">
        <w:rPr>
          <w:rtl/>
          <w:lang w:bidi="fa-IR"/>
        </w:rPr>
        <w:t xml:space="preserve"> کرده بود امسال با خواهش از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لازمه را گرفته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مسجد موقت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بنا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نمازها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ظهر و عصر را در آنجا اقامه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سه بلندگو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موقت نصب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خادم تمام وقت گذاشتم که موقع نمازها، هر روز و شب قرآن و اذان را باز کند، تا مردم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موقت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از آنها کمک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(ع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تکرار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شود).</w:t>
      </w: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تابستان</w:t>
      </w:r>
      <w:r w:rsidRPr="00CC78DB">
        <w:rPr>
          <w:rtl/>
          <w:lang w:bidi="fa-IR"/>
        </w:rPr>
        <w:t xml:space="preserve"> را نماز ظهر و عصر را در مسجد موقت اقامه کردم و تابستان تمام شد و</w:t>
      </w:r>
      <w:r w:rsidR="00FA495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رمضان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برگشتند و شهر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گانه،</w:t>
      </w:r>
      <w:r w:rsidRPr="00CC78DB">
        <w:rPr>
          <w:rtl/>
          <w:lang w:bidi="fa-IR"/>
        </w:rPr>
        <w:t xml:space="preserve">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ما هم مسجد موقت را جمع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 را به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انتقال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رماه</w:t>
      </w:r>
      <w:r w:rsidRPr="00CC78DB">
        <w:rPr>
          <w:rtl/>
          <w:lang w:bidi="fa-IR"/>
        </w:rPr>
        <w:t xml:space="preserve">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استاندار ملاقات کرده و مبلغ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گرفتم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لگرد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دفن کردم تا سال 1386 از آن استفاده شود؛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(برادر خانمم) زنگ زدم و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گذاشتم،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مبلغ دو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</w:t>
      </w:r>
      <w:r w:rsidRPr="00CC78DB">
        <w:rPr>
          <w:rtl/>
          <w:lang w:bidi="fa-IR"/>
        </w:rPr>
        <w:t xml:space="preserve"> و پنجاه هزار تومان،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آب و برق و گاز و تلفن مسجد، از تهران به حساب مسجد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نمودند و در سفر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محمود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تاب</w:t>
      </w:r>
      <w:r w:rsidRPr="00CC78DB">
        <w:rPr>
          <w:rFonts w:hint="eastAsia"/>
          <w:rtl/>
          <w:lang w:bidi="fa-IR"/>
        </w:rPr>
        <w:t>ستان</w:t>
      </w:r>
      <w:r w:rsidRPr="00CC78DB">
        <w:rPr>
          <w:rtl/>
          <w:lang w:bidi="fa-IR"/>
        </w:rPr>
        <w:t xml:space="preserve"> امسال،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دادم و قول مساعد دادند تا چه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مبالغ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جزئ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دست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حساب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شده است که حسابش در دفتر کل مسجد و در صندوق گاو آهن خود مسجد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در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موجود ا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.</w:t>
      </w:r>
      <w:r w:rsidRPr="00FA4952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حساب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صندوق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شماره 401 باز کرده ام، اعلام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ها و پلاکاردها در همه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نصب کرده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چهارده صندوق در اماکن مختلف، نصب نموده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موکت از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ره،</w:t>
      </w:r>
      <w:r w:rsidRPr="00CC78DB">
        <w:rPr>
          <w:rtl/>
          <w:lang w:bidi="fa-IR"/>
        </w:rPr>
        <w:t xml:space="preserve">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نموده ام، و در تابستان روز ولادت حضرت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تمام رؤسا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ادارات و بزرگان شهر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اطلاع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="00FA4952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دعوت نمودم و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افتند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صحبت کرده و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امر قرار دادم.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انجام دادم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بود، به علت قرار گرفتن</w:t>
      </w:r>
    </w:p>
    <w:p w:rsidR="00CC78DB" w:rsidRPr="00FA4952" w:rsidRDefault="00FA4952" w:rsidP="00FA495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C78DB" w:rsidRPr="00CC78DB" w:rsidRDefault="00CC78DB" w:rsidP="00FA4952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البته حالا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صندوق در خود مسجد است چون آن زمان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نداشت.</w:t>
      </w:r>
    </w:p>
    <w:p w:rsidR="00CC78DB" w:rsidRPr="00CC78DB" w:rsidRDefault="00FA4952" w:rsidP="00FA495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زم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در سراش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دره، به دو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وار</w:t>
      </w:r>
      <w:r w:rsidR="00CC78DB" w:rsidRPr="00CC78DB">
        <w:rPr>
          <w:rtl/>
          <w:lang w:bidi="fa-IR"/>
        </w:rPr>
        <w:t xml:space="preserve"> حا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در واقع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وار</w:t>
      </w:r>
      <w:r w:rsidR="00CC78DB" w:rsidRPr="00CC78DB">
        <w:rPr>
          <w:rtl/>
          <w:lang w:bidi="fa-IR"/>
        </w:rPr>
        <w:t xml:space="preserve"> بتون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سد در جلو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هتل چالدران و کنار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ابان</w:t>
      </w:r>
      <w:r w:rsidR="00CC78DB" w:rsidRPr="00CC78DB">
        <w:rPr>
          <w:rtl/>
          <w:lang w:bidi="fa-IR"/>
        </w:rPr>
        <w:t xml:space="preserve"> 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متر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از</w:t>
      </w:r>
      <w:r w:rsidR="00CC78DB" w:rsidRPr="00CC78DB">
        <w:rPr>
          <w:rtl/>
          <w:lang w:bidi="fa-IR"/>
        </w:rPr>
        <w:t xml:space="preserve"> مبرم دارد و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دو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وار</w:t>
      </w:r>
      <w:r w:rsidR="00CC78DB" w:rsidRPr="00CC78DB">
        <w:rPr>
          <w:rtl/>
          <w:lang w:bidi="fa-IR"/>
        </w:rPr>
        <w:t xml:space="preserve"> هر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به طول 45 و ارتفاع ده متر جمعاً 900 متر که هز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نه</w:t>
      </w:r>
      <w:r w:rsidR="00CC78DB" w:rsidRPr="00CC78DB">
        <w:rPr>
          <w:rtl/>
          <w:lang w:bidi="fa-IR"/>
        </w:rPr>
        <w:t xml:space="preserve"> آن بالغ بر پنجاه و پنج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ون</w:t>
      </w:r>
      <w:r w:rsidR="00CC78DB" w:rsidRPr="00CC78DB">
        <w:rPr>
          <w:rtl/>
          <w:lang w:bidi="fa-IR"/>
        </w:rPr>
        <w:t xml:space="preserve"> تومان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باشد، در ابتدا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کار،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</w:t>
      </w:r>
      <w:r w:rsidR="00CC78DB" w:rsidRPr="00CC78DB">
        <w:rPr>
          <w:rFonts w:hint="eastAsia"/>
          <w:rtl/>
          <w:lang w:bidi="fa-IR"/>
        </w:rPr>
        <w:t>کمر</w:t>
      </w:r>
      <w:r w:rsidR="00CC78DB" w:rsidRPr="00CC78DB">
        <w:rPr>
          <w:rtl/>
          <w:lang w:bidi="fa-IR"/>
        </w:rPr>
        <w:t xml:space="preserve"> شکن بود، لذا از شهردار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خ</w:t>
      </w:r>
      <w:r w:rsidR="00CC78DB" w:rsidRPr="00CC78DB">
        <w:rPr>
          <w:rtl/>
          <w:lang w:bidi="fa-IR"/>
        </w:rPr>
        <w:t>واست نمودم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دو 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وار</w:t>
      </w:r>
      <w:r w:rsidR="00CC78DB" w:rsidRPr="00CC78DB">
        <w:rPr>
          <w:rtl/>
          <w:lang w:bidi="fa-IR"/>
        </w:rPr>
        <w:t xml:space="preserve"> را بسازد و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شان</w:t>
      </w:r>
      <w:r w:rsidR="00CC78DB" w:rsidRPr="00CC78DB">
        <w:rPr>
          <w:rtl/>
          <w:lang w:bidi="fa-IR"/>
        </w:rPr>
        <w:t xml:space="preserve"> 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tl/>
          <w:lang w:bidi="fa-IR"/>
        </w:rPr>
        <w:t xml:space="preserve"> با کمال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قبول نمودند و از شورا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شهر هم خواستم پ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شنهاد</w:t>
      </w:r>
      <w:r w:rsidR="00CC78DB" w:rsidRPr="00CC78DB">
        <w:rPr>
          <w:rtl/>
          <w:lang w:bidi="fa-IR"/>
        </w:rPr>
        <w:t xml:space="preserve"> شهردار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 درا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باره، رد ننما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ند</w:t>
      </w:r>
      <w:r w:rsidR="00CC78DB" w:rsidRPr="00CC78DB">
        <w:rPr>
          <w:rtl/>
          <w:lang w:bidi="fa-IR"/>
        </w:rPr>
        <w:t xml:space="preserve"> و قرار داد آن را با حاج جاهد معمار بستند و شروع به سنگ 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نمودند.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Heading1"/>
        <w:rPr>
          <w:rtl/>
          <w:lang w:bidi="fa-IR"/>
        </w:rPr>
      </w:pPr>
      <w:bookmarkStart w:id="94" w:name="_Toc507934525"/>
      <w:r w:rsidRPr="00CC78DB">
        <w:rPr>
          <w:rFonts w:hint="eastAsia"/>
          <w:rtl/>
          <w:lang w:bidi="fa-IR"/>
        </w:rPr>
        <w:t>درخواست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امناء</w:t>
      </w:r>
      <w:bookmarkEnd w:id="9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عجل الله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از من خواستند که طول سال را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بمانم، چون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روم مسجد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امام جمعه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و او هم ما را اذ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کند!!،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حرف آنها حق بود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توانستم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را از قم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منتقل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وآنها به خوب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دانستند که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را نخواهم کرد و در نظر داشتند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بهانه ها،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واش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واش</w:t>
      </w:r>
      <w:r w:rsidRPr="00CC78DB">
        <w:rPr>
          <w:rtl/>
          <w:lang w:bidi="fa-IR"/>
        </w:rPr>
        <w:t xml:space="preserve"> دست مرا کوتاه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مسجد هم مثل عروس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دسته گل، تکم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شده و بودن من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کامل آنها را بهم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tl/>
          <w:lang w:bidi="fa-IR"/>
        </w:rPr>
        <w:t xml:space="preserve"> و به ساخته شدن مسجد حضرت باب الحوائج هم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نبودند و خانه عالم هم دست من بود،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مقدمات به بودن من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راض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نبودند و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بهانه 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محترمانه عذر مرا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خواستند چون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من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کل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مسجد ر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دست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من</w:t>
      </w:r>
      <w:r w:rsidRPr="00CC78DB">
        <w:rPr>
          <w:rtl/>
          <w:lang w:bidi="fa-IR"/>
        </w:rPr>
        <w:t xml:space="preserve"> گفتم: مانع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ندارد هر وقت 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با خانواده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مرا</w:t>
      </w:r>
      <w:r w:rsidR="00FA495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اطاق 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باا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چراغ سبز دادن من بلافاصله دست به کار شده از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درخواست کرده و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زدان</w:t>
      </w:r>
      <w:r w:rsidRPr="00CC78DB">
        <w:rPr>
          <w:rtl/>
          <w:lang w:bidi="fa-IR"/>
        </w:rPr>
        <w:t xml:space="preserve"> رستم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آورده و ساکن نموده اند،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مقدمات برنامه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ناتمام من در سال 1386 چه خواهد شد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داند؟!.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Heading1"/>
        <w:rPr>
          <w:rtl/>
          <w:lang w:bidi="fa-IR"/>
        </w:rPr>
      </w:pPr>
      <w:bookmarkStart w:id="95" w:name="_Toc507934526"/>
      <w:r w:rsidRPr="00CC78DB">
        <w:rPr>
          <w:rFonts w:hint="eastAsia"/>
          <w:rtl/>
          <w:lang w:bidi="fa-IR"/>
        </w:rPr>
        <w:t>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غسّالخانه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9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امسال در ماه رمضان امسال مرا به ده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دعوت نمودند و نماز ظهر و عصر را در مسجد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اقامه نمودم و شبها در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پس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محل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چکدام</w:t>
      </w:r>
      <w:r w:rsidRPr="00CC78DB">
        <w:rPr>
          <w:rtl/>
          <w:lang w:bidi="fa-IR"/>
        </w:rPr>
        <w:t xml:space="preserve">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روستا (مرده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خانه</w:t>
      </w:r>
      <w:r w:rsidRPr="00CC78DB">
        <w:rPr>
          <w:rtl/>
          <w:lang w:bidi="fa-IR"/>
        </w:rPr>
        <w:t>) ندارد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مردم را تشو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نمودم که در هر دو محل ساختن (مرده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خانه) که تا اواخر ماه رمضان ادامه داشت و به قد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من به قم حرکت کردم و تأک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نمودم تا برگشتن من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اتمام برسد.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Heading1"/>
        <w:rPr>
          <w:rtl/>
          <w:lang w:bidi="fa-IR"/>
        </w:rPr>
      </w:pPr>
      <w:bookmarkStart w:id="96" w:name="_Toc507934527"/>
      <w:r w:rsidRPr="00CC78DB">
        <w:rPr>
          <w:rFonts w:hint="eastAsia"/>
          <w:rtl/>
          <w:lang w:bidi="fa-IR"/>
        </w:rPr>
        <w:t>«خواب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شده در 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در مورد مسجدها»</w:t>
      </w:r>
      <w:bookmarkEnd w:id="9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1346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به ساختن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شروع کردم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و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محل مخالفت کرده و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عه</w:t>
      </w:r>
      <w:r w:rsidRPr="00CC78DB">
        <w:rPr>
          <w:rtl/>
          <w:lang w:bidi="fa-IR"/>
        </w:rPr>
        <w:t xml:space="preserve"> پران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 و بر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مسجد،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کردند،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نکه،</w:t>
      </w:r>
      <w:r w:rsidRPr="00CC78DB">
        <w:rPr>
          <w:rtl/>
          <w:lang w:bidi="fa-IR"/>
        </w:rPr>
        <w:t xml:space="preserve"> مسجد ضرار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سازد، محلّ را به دو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انداخت،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مسافر مسجد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سازد ما آن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چکار؟!.</w:t>
      </w: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مادر</w:t>
      </w:r>
      <w:r w:rsidRPr="00CC78DB">
        <w:rPr>
          <w:rtl/>
          <w:lang w:bidi="fa-IR"/>
        </w:rPr>
        <w:t xml:space="preserve"> خانم من،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محبوبه (آخوند باج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 نقل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="00FA495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دودل و بدب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شده بودم؛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علماء مانند آقا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رزامحمد</w:t>
      </w:r>
      <w:r w:rsidRPr="00CC78DB">
        <w:rPr>
          <w:rtl/>
          <w:lang w:bidi="fa-IR"/>
        </w:rPr>
        <w:t xml:space="preserve"> آقا، و آقا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آقا، و آقا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حسن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طرف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روند،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به کجا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روند؟! گفتند: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روند در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کار کنند و آن را بسازند،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همه آنها در مسج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مشغول کار شدند؛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شدم و آن شک و بدب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من بر طرف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بعد از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رانگر</w:t>
      </w:r>
      <w:r w:rsidRPr="00CC78DB">
        <w:rPr>
          <w:rtl/>
          <w:lang w:bidi="fa-IR"/>
        </w:rPr>
        <w:t xml:space="preserve">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112 بخش و رو ستارا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صد تا صد در صد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کرد و به خاک و خون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هم از شهر مقدس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(قم) به زادگاهم گلستان که صد در صد خراب شده بود و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وتبار دور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من، هفتاد و هفت ن</w:t>
      </w:r>
      <w:r w:rsidRPr="00CC78DB">
        <w:rPr>
          <w:rFonts w:hint="eastAsia"/>
          <w:rtl/>
          <w:lang w:bidi="fa-IR"/>
        </w:rPr>
        <w:t>فر</w:t>
      </w:r>
      <w:r w:rsidRPr="00CC78DB">
        <w:rPr>
          <w:rtl/>
          <w:lang w:bidi="fa-IR"/>
        </w:rPr>
        <w:t xml:space="preserve"> کوچک و بزرگ و مرد و زن به هلاکت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بودند، رفت و آمد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کردم،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به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صدمات متعدد وارد شده است،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خاطر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واقعاً شکست و بست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و اگر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اصلاح نشود در مدت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رو به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رفت، لذا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گرفتم خراب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را، اصلاح و بعلت 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مسجد را توسعه دهم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مردّد بودم که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مردم به اندازه کاف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ناتمام مانده، پش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ببار خواهد آمد؛</w:t>
      </w:r>
      <w:r w:rsidRPr="00CC78DB">
        <w:rPr>
          <w:rFonts w:hint="eastAsia"/>
          <w:rtl/>
          <w:lang w:bidi="fa-IR"/>
        </w:rPr>
        <w:t>اما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دها</w:t>
      </w:r>
      <w:r w:rsidRPr="00CC78DB">
        <w:rPr>
          <w:rtl/>
          <w:lang w:bidi="fa-IR"/>
        </w:rPr>
        <w:t xml:space="preserve"> مرا از اقدام باز نداشت و به خدا توکّل نموده و دست به کار شدم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اهل محل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عزّت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مرا گرفت و گفت: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من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مشرّف شده بودم و تازه برگشته ام، در مشهد 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را در </w:t>
      </w:r>
      <w:r w:rsidRPr="00CC78DB">
        <w:rPr>
          <w:rtl/>
          <w:lang w:bidi="fa-IR"/>
        </w:rPr>
        <w:lastRenderedPageBreak/>
        <w:t>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به من فرمود: از طرف من به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بگو از مخارج مسجد نگران نشو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 انشاءاللّه؛</w:t>
      </w:r>
    </w:p>
    <w:p w:rsidR="00CC78DB" w:rsidRPr="00CC78DB" w:rsidRDefault="00CC78DB" w:rsidP="00FA495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واقعاً</w:t>
      </w:r>
      <w:r w:rsidRPr="00CC78DB">
        <w:rPr>
          <w:rtl/>
          <w:lang w:bidi="fa-IR"/>
        </w:rPr>
        <w:t xml:space="preserve"> هم آن طور شد، درست از شروع به کار من، گشا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فروش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="00FA495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و مردم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غرق در پول شدند که من به هر کس اظهار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کمک نمودم بلا درنگ نقد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چک داد و پول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مانند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شد، به 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به توسعه و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تقو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ها و ساخت گنبد و مناره ها و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و شصت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خرج برداشت و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شد وکوچک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کمبود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خرداد ماه 1381 کارها را شروع و در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ماه 1384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افت،</w:t>
      </w:r>
      <w:r w:rsidRPr="00CC78DB">
        <w:rPr>
          <w:rtl/>
          <w:lang w:bidi="fa-IR"/>
        </w:rPr>
        <w:t xml:space="preserve"> با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ساخت و ساز مسجد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فروش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به طور کامل متوقف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همه جا قفل شد و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مسئله همه مردم اعتراف دارند!.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تابستان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منبر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راجع به قبر گمشده حضرت فاطمه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صحبت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بعد از ظهور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قبر آن بانو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هر دوعالم آشکار خواهد شد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اهمانگونه</w:t>
      </w:r>
      <w:r w:rsidRPr="00CC78DB">
        <w:rPr>
          <w:rtl/>
          <w:lang w:bidi="fa-IR"/>
        </w:rPr>
        <w:t xml:space="preserve"> مخف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انه؟</w:t>
      </w:r>
      <w:r w:rsidRPr="00CC78DB">
        <w:rPr>
          <w:rtl/>
          <w:lang w:bidi="fa-IR"/>
        </w:rPr>
        <w:t>! پس از اتمام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من آمد و گفت: حاج آقا من سال گذشته هم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بودم، 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شما در محضر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ف،</w:t>
      </w:r>
      <w:r w:rsidRPr="00CC78DB">
        <w:rPr>
          <w:rtl/>
          <w:lang w:bidi="fa-IR"/>
        </w:rPr>
        <w:t xml:space="preserve"> به 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 xml:space="preserve">قبر فاطمه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من هم پشت سر شما راه افتادم و از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از پا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شناختم؛</w:t>
      </w:r>
    </w:p>
    <w:p w:rsidR="00CC78DB" w:rsidRPr="00CC78DB" w:rsidRDefault="00CC78DB" w:rsidP="00F962F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مردمان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گرد هم آمده اند، من از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آنها صدا زدم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ما به کجا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م؟</w:t>
      </w:r>
      <w:r w:rsidRPr="00CC78DB">
        <w:rPr>
          <w:rtl/>
          <w:lang w:bidi="fa-IR"/>
        </w:rPr>
        <w:t>!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قبر حضرت زهرا</w:t>
      </w:r>
      <w:r w:rsidR="00FA4952" w:rsidRPr="00FA4952">
        <w:rPr>
          <w:rStyle w:val="libAlaemChar"/>
          <w:rtl/>
        </w:rPr>
        <w:t xml:space="preserve"> </w:t>
      </w:r>
      <w:r w:rsidR="00FA4952" w:rsidRPr="00062930">
        <w:rPr>
          <w:rStyle w:val="libAlaemChar"/>
          <w:rtl/>
        </w:rPr>
        <w:t>عليها‌السلام</w:t>
      </w:r>
      <w:r w:rsidRPr="00CC78DB">
        <w:rPr>
          <w:rtl/>
          <w:lang w:bidi="fa-IR"/>
        </w:rPr>
        <w:t xml:space="preserve">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حرف را زدم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شما از نظرم غا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شما را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از خواب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تأسف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که </w:t>
      </w: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چرا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F962F0">
        <w:rPr>
          <w:rtl/>
          <w:lang w:bidi="fa-IR"/>
        </w:rPr>
        <w:t>کار را کردم</w:t>
      </w:r>
      <w:r w:rsidR="00F962F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معلوم است آن بانو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عالم که با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قبرش تا ابد پنهان بماند و از گفتار آن آقا محل قبر به آن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معلوم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 که</w:t>
      </w:r>
      <w:r w:rsidR="00F962F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خود</w:t>
      </w:r>
      <w:r w:rsidRPr="00CC78DB">
        <w:rPr>
          <w:rtl/>
          <w:lang w:bidi="fa-IR"/>
        </w:rPr>
        <w:t xml:space="preserve">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آن قبر گمشده محروم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در مرداد ماه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محل مسجد حضرت ابوالفضل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مسجد موقت درست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نماز ظهر و عصر را در آنجا اقامه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مردم و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آنجا بکشم و از کمک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مسجد نوبن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شبها هم نماز مغرب و عشا را در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با جماعت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خواندم؛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شبها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همان مرداد ماه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اسبر امام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با من نداشت گفت: حاج آقا اگر مژدگان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مطلب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شما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گفتم</w:t>
      </w:r>
      <w:r w:rsidRPr="00CC78DB">
        <w:rPr>
          <w:rtl/>
          <w:lang w:bidi="fa-IR"/>
        </w:rPr>
        <w:t xml:space="preserve"> تا چه باشد، گفت: آقائ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شما اورا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من گفت: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در 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دَم دَر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حضرت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اند و حضرت زهراء او را نوازش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خواستم </w:t>
      </w:r>
      <w:r w:rsidRPr="00CC78DB">
        <w:rPr>
          <w:rtl/>
          <w:lang w:bidi="fa-IR"/>
        </w:rPr>
        <w:lastRenderedPageBreak/>
        <w:t>جلو بروم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شدند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شدم نذر کردم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مخارج مسجد پانصد هزار تومان پرداخت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962F0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بعد از خواب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شب گذشته بود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بابا عبداللّه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جوان خوب و از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خدمت گذاران مسجد جامع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به من تلفن زد و گفت: حاج آقا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خبر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شما بدهم، گفتم: بفرمائ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گفت: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(که شغل کره فروش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دارد)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خواب شماره 4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نقل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را نگفت، فقط نوازش حضرت زهراء </w:t>
      </w:r>
      <w:r w:rsidR="00F962F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>را نقل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962F0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6- الان که در صدد شروع احداث مسجد حضرت باب الحوائج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هستم، باز مانند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دغدغه دارم که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سرمنزل مقصود برسانم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انه،</w:t>
      </w:r>
      <w:r w:rsidRPr="00CC78DB">
        <w:rPr>
          <w:rtl/>
          <w:lang w:bidi="fa-IR"/>
        </w:rPr>
        <w:t xml:space="preserve"> چون طبق محاسبه مهندس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حدود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اردتومان</w:t>
      </w:r>
      <w:r w:rsidRPr="00CC78DB">
        <w:rPr>
          <w:rtl/>
          <w:lang w:bidi="fa-IR"/>
        </w:rPr>
        <w:t xml:space="preserve"> خرج برم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دارد</w:t>
      </w:r>
      <w:r w:rsidRPr="00CC78DB">
        <w:rPr>
          <w:rtl/>
          <w:lang w:bidi="fa-IR"/>
        </w:rPr>
        <w:t xml:space="preserve"> و مردم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دست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هستند</w:t>
      </w:r>
      <w:r w:rsidRPr="00F962F0">
        <w:rPr>
          <w:rStyle w:val="libFootnotenumChar"/>
          <w:rtl/>
        </w:rPr>
        <w:t>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مغازه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رضوان زنده دل رد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گفت: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1/ 7/ 1385 در 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شما در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مردم آن قدر پول اسکناس به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خته</w:t>
      </w:r>
      <w:r w:rsidRPr="00CC78DB">
        <w:rPr>
          <w:rtl/>
          <w:lang w:bidi="fa-IR"/>
        </w:rPr>
        <w:t xml:space="preserve"> اند که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پول غرق شده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شما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: از مخارج ساختمان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راحت شد،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دار شدم.</w:t>
      </w:r>
      <w:r w:rsidRPr="00F962F0">
        <w:rPr>
          <w:rStyle w:val="libFootnotenumChar"/>
          <w:rtl/>
        </w:rPr>
        <w:t>(2)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7- روز چهارم مهر ماه هشتاد و پنج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نقل کرد و گفت: حاج آقا من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در 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منطقه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ام قطعات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خانه در آن منطقه</w:t>
      </w:r>
    </w:p>
    <w:p w:rsidR="00CC78DB" w:rsidRPr="00F962F0" w:rsidRDefault="00F962F0" w:rsidP="00F962F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C78DB" w:rsidRPr="00CC78DB" w:rsidRDefault="00CC78DB" w:rsidP="00F962F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البته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15/ 8/ 1385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حا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هتل چالدران از طرف شمال و طرف دره که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سلامت را با در خواست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و با مجوز 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محترم شهر که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آن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بالغ بر 55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شهردار محترم سر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پس از سه بار آگه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مناقصه به معمار جاهد که برنده شده بود، واگذار کرد و قرار داد نوشته شد و عملًا کار شروع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خداوند به همه اشخاص خ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مخصوصاً به عوامل و پرسنل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واقعاً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گونه سرپ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نکرده اند،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و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اما درسال بعد مسا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F962F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2- واقعا آن طور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 پس از شروع کار مسجد، شب عاشورا به مسجد جامع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و پس از صحبت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مقدمات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راجع به مسجد و ثواب آن، مسئله را مطرح کردم، مردم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استقبال کردند که در مدت کمتر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هفتاد و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تومان، نقد و چک جمع شد و منهم با د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باز شروع بکار کردم و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بعد از آن هم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همت کردند که خدارا شکر الان آن مسجد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1388 با طرز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و با دو مناره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گنبد مجلل مورد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قرار گرفت و در سال 1392 تز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نات</w:t>
      </w:r>
      <w:r w:rsidRPr="00CC78DB">
        <w:rPr>
          <w:rtl/>
          <w:lang w:bidi="fa-IR"/>
        </w:rPr>
        <w:t xml:space="preserve"> داخل و خارج گنبد باعظمت آن، بپا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F962F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وجود</w:t>
      </w:r>
      <w:r w:rsidR="00CC78DB" w:rsidRPr="00CC78DB">
        <w:rPr>
          <w:rtl/>
          <w:lang w:bidi="fa-IR"/>
        </w:rPr>
        <w:t xml:space="preserve"> دارد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راهها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همه آنها همه کج و کوله است 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در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آنها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قطعه ساختمان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مجلل وجود دارد که راهش مستق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و راحت بود؛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من گفتند: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ساختمان متعلّق به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ست؟</w:t>
      </w:r>
      <w:r w:rsidRPr="00CC78DB">
        <w:rPr>
          <w:rtl/>
          <w:lang w:bidi="fa-IR"/>
        </w:rPr>
        <w:t xml:space="preserve"> گفتم: نه، گفتند: مال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و آن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مال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است که راهها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کج و معوج است اما راه 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راست و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بدون انحناء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8- خواب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 طباطبائ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29 ماه صفر سال 1386 در روز آخر روضه دخترم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 در شهر قدس من صحبت کردم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خانمها مسائل گفته و موعظه کرده و درنها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چون روز شهادت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بود، به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توسل نمودم، چند روز بعد دخترم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گفت: بابا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ه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به نام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طباطبائ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آن روز در مجلس روضه حضور داشت باگر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گفت: از مجلس شما که رفتم شب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خواب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درمجلس روضه شما هستم، ناگهان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تا آن روز شخص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چنان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آن نوران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وارد شد و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ماً</w:t>
      </w:r>
      <w:r w:rsidRPr="00CC78DB">
        <w:rPr>
          <w:rtl/>
          <w:lang w:bidi="fa-IR"/>
        </w:rPr>
        <w:t xml:space="preserve"> رفت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ر</w:t>
      </w:r>
      <w:r w:rsidRPr="00CC78DB">
        <w:rPr>
          <w:rFonts w:hint="eastAsia"/>
          <w:rtl/>
          <w:lang w:bidi="fa-IR"/>
        </w:rPr>
        <w:t>وبرو</w:t>
      </w:r>
      <w:r w:rsidRPr="00CC78DB">
        <w:rPr>
          <w:rtl/>
          <w:lang w:bidi="fa-IR"/>
        </w:rPr>
        <w:t xml:space="preserve"> نشست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در دستش دو جلد کتاب بود و با زبان عرب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باهم صحبت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نمودند و من هم پشت سر آن آقا نشسته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به من متوجه شده و فرمود: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نکن چشمها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خراب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تو که هرهفته نزد من هست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دوباره با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به صحبت ادامه دادند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</w:t>
      </w:r>
      <w:r w:rsidRPr="00CC78DB">
        <w:rPr>
          <w:rFonts w:hint="eastAsia"/>
          <w:rtl/>
          <w:lang w:bidi="fa-IR"/>
        </w:rPr>
        <w:t>نستم</w:t>
      </w:r>
      <w:r w:rsidRPr="00CC78DB">
        <w:rPr>
          <w:rtl/>
          <w:lang w:bidi="fa-IR"/>
        </w:rPr>
        <w:t xml:space="preserve"> راجع به آن کتاب صحبت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آن دو جلد کتاب را به آن آقا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هم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گرفتند و چون آش شما را من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آن آقا به من فرمود: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F962F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به</w:t>
      </w:r>
      <w:r w:rsidRPr="00CC78DB">
        <w:rPr>
          <w:rtl/>
          <w:lang w:bidi="fa-IR"/>
        </w:rPr>
        <w:t xml:space="preserve"> هرکس که از آش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هم نامش را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هم آن را مهر نموده به من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ما هم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دستور عمل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را 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گذاشت و با</w:t>
      </w:r>
      <w:r w:rsidR="00F962F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خود</w:t>
      </w:r>
      <w:r w:rsidRPr="00CC78DB">
        <w:rPr>
          <w:rtl/>
          <w:lang w:bidi="fa-IR"/>
        </w:rPr>
        <w:t xml:space="preserve"> برد،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 من به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خودم از خواب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آن دو جلد کتاب (س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) است که در باره حالات و نحوه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حکومت آن حضرت بعد از ظهور نوشته ام که انشاء اللّه مورد قبول آن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قرار گرفته است و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آن را مسجد مقدس جمکران قم از من گرفت و خودشان چاپ کردند که خدا را شکر مورد قبول اقشارمختلف جامعه قرار گرفته است که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مدت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 دوبار با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راژ</w:t>
      </w:r>
      <w:r w:rsidRPr="00CC78DB">
        <w:rPr>
          <w:rtl/>
          <w:lang w:bidi="fa-IR"/>
        </w:rPr>
        <w:t xml:space="preserve"> بالا 16 هزار جلد چاپ شده است والحمدللّه.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F962F0" w:rsidP="00F962F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7" w:name="_Toc507934528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1386</w:t>
      </w:r>
      <w:bookmarkEnd w:id="9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کتاب «والد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نش»</w:t>
      </w:r>
      <w:r w:rsidRPr="00CC78DB">
        <w:rPr>
          <w:rtl/>
          <w:lang w:bidi="fa-IR"/>
        </w:rPr>
        <w:t xml:space="preserve">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شدم و با وجود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نوروز و با شلوغ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خانه، توانستم در روز 15/ 3/ 1386 در 320 صفحه به اتمام رسانده و آماده چاپ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وکتاب</w:t>
      </w:r>
      <w:r w:rsidRPr="00CC78DB">
        <w:rPr>
          <w:rtl/>
          <w:lang w:bidi="fa-IR"/>
        </w:rPr>
        <w:t xml:space="preserve"> آداب ازدواج و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که با کتاب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باهم بود جدا کردم و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آماده و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F962F0">
        <w:rPr>
          <w:rStyle w:val="libFootnotenumChar"/>
          <w:rtl/>
        </w:rPr>
        <w:t>.(1)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اوا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شروع امسال باز حال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افسردگ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خانم، رو به وخامت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و در روز 15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اعصاب، با طاهر به تهران فرستادم و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رضوانه خانم به دکتر بردند و نسخه و دواگرفتند، الان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حالش مساعد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متعدد قلب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قلبش و دواها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</w:p>
    <w:p w:rsidR="00CC78DB" w:rsidRPr="00F962F0" w:rsidRDefault="00F962F0" w:rsidP="00F962F0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C78DB" w:rsidRPr="00CC78DB" w:rsidRDefault="00CC78DB" w:rsidP="00F962F0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1- خدارا شکر آن هم چاپ شد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قرار گرفت.</w:t>
      </w:r>
    </w:p>
    <w:p w:rsidR="00CC78DB" w:rsidRPr="00CC78DB" w:rsidRDefault="00F962F0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اعصابش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خورد و وجودش روز به روز به تحل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و ناتوان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رود و کم کم آب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شود با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نکه</w:t>
      </w:r>
      <w:r w:rsidR="00CC78DB" w:rsidRPr="00CC78DB">
        <w:rPr>
          <w:rtl/>
          <w:lang w:bidi="fa-IR"/>
        </w:rPr>
        <w:t xml:space="preserve"> من خودم هم برا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فشار خون و قند خون و چرب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خون روزانه 7 عدد قرص و کپسول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خورم اما 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خودم را فراموش کرده ام و فقط در فکر بهبود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خانم هستم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را</w:t>
      </w:r>
      <w:r w:rsidR="00CC78DB" w:rsidRPr="00CC78DB">
        <w:rPr>
          <w:rtl/>
          <w:lang w:bidi="fa-IR"/>
        </w:rPr>
        <w:t xml:space="preserve"> رکن و قوام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من با وجود اوست و ناراحت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او ناراحت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تمام اعضا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خانواده بخصوص خود من است!.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مزمن پسر بزرگم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هنوز هم ادامه دارد تا خدا چه بخواهد.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خدارا</w:t>
      </w:r>
      <w:r w:rsidRPr="00CC78DB">
        <w:rPr>
          <w:rtl/>
          <w:lang w:bidi="fa-IR"/>
        </w:rPr>
        <w:t xml:space="preserve"> به مقدسات عالم و پنج تن آل عبا قسم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دهم، به تمام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مارها</w:t>
      </w:r>
      <w:r w:rsidRPr="00CC78DB">
        <w:rPr>
          <w:rtl/>
          <w:lang w:bidi="fa-IR"/>
        </w:rPr>
        <w:t xml:space="preserve"> شفا عطا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هم با آنهاشفا دهد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10/ 2/ 86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وصول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حواله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با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از قم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مربوط به مسجد هم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بعد از پنج روز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29/ 3/ 86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نمودم تابه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مربوط به آن نواح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  <w:r w:rsidRPr="00CC78DB">
        <w:rPr>
          <w:rtl/>
          <w:lang w:bidi="fa-IR"/>
        </w:rPr>
        <w:t xml:space="preserve">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مرده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) که در مرداد ماه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زنانه و مردانه و آشپزخانه مسجد گلستان را سنگ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که در اواسط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F962F0" w:rsidRDefault="00CC78DB" w:rsidP="00F962F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اما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: به علت بد قول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لتراب قدمه الفداء و عجّل اللّه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که قرار بود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 موقت من، خانه فراهم کنند، نکردند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زدان</w:t>
      </w:r>
      <w:r w:rsidRPr="00CC78DB">
        <w:rPr>
          <w:rtl/>
          <w:lang w:bidi="fa-IR"/>
        </w:rPr>
        <w:t xml:space="preserve"> رستم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خلخال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آورده بودند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نشان دهن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به وجود من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</w:t>
      </w:r>
      <w:r w:rsidRPr="00CC78DB">
        <w:rPr>
          <w:rtl/>
          <w:lang w:bidi="fa-IR"/>
        </w:rPr>
        <w:t xml:space="preserve"> ندارند اما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F962F0" w:rsidTr="002B106E">
        <w:trPr>
          <w:trHeight w:val="350"/>
        </w:trPr>
        <w:tc>
          <w:tcPr>
            <w:tcW w:w="3920" w:type="dxa"/>
            <w:shd w:val="clear" w:color="auto" w:fill="auto"/>
          </w:tcPr>
          <w:p w:rsidR="00F962F0" w:rsidRDefault="00F962F0" w:rsidP="002B106E">
            <w:pPr>
              <w:pStyle w:val="libPoem"/>
            </w:pPr>
            <w:r w:rsidRPr="00CC78DB">
              <w:rPr>
                <w:rtl/>
                <w:lang w:bidi="fa-IR"/>
              </w:rPr>
              <w:t>چراغ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که 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زد</w:t>
            </w:r>
            <w:r w:rsidRPr="00CC78DB">
              <w:rPr>
                <w:rtl/>
                <w:lang w:bidi="fa-IR"/>
              </w:rPr>
              <w:t xml:space="preserve"> برفروزد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62F0" w:rsidRDefault="00F962F0" w:rsidP="002B10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62F0" w:rsidRDefault="00F962F0" w:rsidP="002B106E">
            <w:pPr>
              <w:pStyle w:val="libPoem"/>
            </w:pPr>
            <w:r w:rsidRPr="00CC78DB">
              <w:rPr>
                <w:rtl/>
                <w:lang w:bidi="fa-IR"/>
              </w:rPr>
              <w:t>هر آن کس پف کند ر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شش</w:t>
            </w:r>
            <w:r w:rsidRPr="00CC78DB">
              <w:rPr>
                <w:rtl/>
                <w:lang w:bidi="fa-IR"/>
              </w:rPr>
              <w:t xml:space="preserve"> بسوزد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962F0" w:rsidRDefault="00CC78DB" w:rsidP="00F962F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بنا به مثل مشهور «العبد </w:t>
      </w:r>
      <w:r w:rsidRPr="00CC78DB">
        <w:rPr>
          <w:rFonts w:hint="cs"/>
          <w:rtl/>
          <w:lang w:bidi="fa-IR"/>
        </w:rPr>
        <w:t>یُ</w:t>
      </w:r>
      <w:r w:rsidRPr="00CC78DB">
        <w:rPr>
          <w:rFonts w:hint="eastAsia"/>
          <w:rtl/>
          <w:lang w:bidi="fa-IR"/>
        </w:rPr>
        <w:t>دبّر</w:t>
      </w:r>
      <w:r w:rsidRPr="00CC78DB">
        <w:rPr>
          <w:rtl/>
          <w:lang w:bidi="fa-IR"/>
        </w:rPr>
        <w:t xml:space="preserve"> واللّه </w:t>
      </w:r>
      <w:r w:rsidRPr="00CC78DB">
        <w:rPr>
          <w:rFonts w:hint="cs"/>
          <w:rtl/>
          <w:lang w:bidi="fa-IR"/>
        </w:rPr>
        <w:t>یُ</w:t>
      </w:r>
      <w:r w:rsidRPr="00CC78DB">
        <w:rPr>
          <w:rFonts w:hint="eastAsia"/>
          <w:rtl/>
          <w:lang w:bidi="fa-IR"/>
        </w:rPr>
        <w:t>قدّر»</w:t>
      </w:r>
      <w:r w:rsidRPr="00CC78DB">
        <w:rPr>
          <w:rtl/>
          <w:lang w:bidi="fa-IR"/>
        </w:rPr>
        <w:t xml:space="preserve"> (بنده تدب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نقشه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خداوند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نقشه آنها را، نقش بر آب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نه مسجد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 و نه منزل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6"/>
        <w:gridCol w:w="268"/>
        <w:gridCol w:w="3298"/>
      </w:tblGrid>
      <w:tr w:rsidR="00F962F0" w:rsidTr="002B106E">
        <w:trPr>
          <w:trHeight w:val="350"/>
        </w:trPr>
        <w:tc>
          <w:tcPr>
            <w:tcW w:w="3920" w:type="dxa"/>
            <w:shd w:val="clear" w:color="auto" w:fill="auto"/>
          </w:tcPr>
          <w:p w:rsidR="00F962F0" w:rsidRDefault="00F962F0" w:rsidP="002B106E">
            <w:pPr>
              <w:pStyle w:val="libPoem"/>
            </w:pPr>
            <w:r w:rsidRPr="00CC78DB">
              <w:rPr>
                <w:rtl/>
                <w:lang w:bidi="fa-IR"/>
              </w:rPr>
              <w:t>مدع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خواست که از ب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خ</w:t>
            </w:r>
            <w:r w:rsidRPr="00CC78DB">
              <w:rPr>
                <w:rtl/>
                <w:lang w:bidi="fa-IR"/>
              </w:rPr>
              <w:t xml:space="preserve"> کَنَد ر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شه</w:t>
            </w:r>
            <w:r w:rsidRPr="00CC78DB">
              <w:rPr>
                <w:rtl/>
                <w:lang w:bidi="fa-IR"/>
              </w:rPr>
              <w:t xml:space="preserve">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62F0" w:rsidRDefault="00F962F0" w:rsidP="002B10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62F0" w:rsidRDefault="00F962F0" w:rsidP="002B106E">
            <w:pPr>
              <w:pStyle w:val="libPoem"/>
            </w:pPr>
            <w:r w:rsidRPr="00CC78DB">
              <w:rPr>
                <w:rtl/>
                <w:lang w:bidi="fa-IR"/>
              </w:rPr>
              <w:t>غافل از ا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نکه</w:t>
            </w:r>
            <w:r w:rsidRPr="00CC78DB">
              <w:rPr>
                <w:rtl/>
                <w:lang w:bidi="fa-IR"/>
              </w:rPr>
              <w:t xml:space="preserve"> خدا هست در اند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شه</w:t>
            </w:r>
            <w:r w:rsidRPr="00CC78DB">
              <w:rPr>
                <w:rtl/>
                <w:lang w:bidi="fa-IR"/>
              </w:rPr>
              <w:t xml:space="preserve">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بخشدار محترم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بعداز اوهم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واحد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بخشدار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خانه سازمان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قرار داد و تا آخر تابستان در آن ساکن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تابستان با درخواست خودم که در خانه تنها بودم و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به قم برگشته بودند، خانه را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اما بزرگان </w:t>
      </w:r>
      <w:r w:rsidRPr="00CC78DB">
        <w:rPr>
          <w:rFonts w:hint="eastAsia"/>
          <w:rtl/>
          <w:lang w:bidi="fa-IR"/>
        </w:rPr>
        <w:t>مسجد</w:t>
      </w:r>
      <w:r w:rsidRPr="00CC78DB">
        <w:rPr>
          <w:rtl/>
          <w:lang w:bidi="fa-IR"/>
        </w:rPr>
        <w:t xml:space="preserve"> جامع خانه مجلل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ارم،</w:t>
      </w:r>
      <w:r w:rsidRPr="00CC78DB">
        <w:rPr>
          <w:rtl/>
          <w:lang w:bidi="fa-IR"/>
        </w:rPr>
        <w:t xml:space="preserve"> گذاشتند و خداوند به صاحب آن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کرامت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اجر آخرت و سعادت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ارزان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5B4E9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و</w:t>
      </w:r>
      <w:r w:rsidRPr="00CC78DB">
        <w:rPr>
          <w:rtl/>
          <w:lang w:bidi="fa-IR"/>
        </w:rPr>
        <w:t xml:space="preserve"> به علت بدقول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معاون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که قرار بود شبها من در مسجد امام زمان عجل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نماز جماعت اقامه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علت اصرار مخالفت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امناء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عمل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نشد و در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ماندم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جدّ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eastAsia"/>
          <w:rtl/>
          <w:lang w:bidi="fa-IR"/>
        </w:rPr>
        <w:t>ودم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هم به علت مخالفت شهردار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کنعانپور که سه ماه متوال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بدقول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مکرر، به جا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در اواسط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ورماه</w:t>
      </w:r>
      <w:r w:rsidRPr="00CC78DB">
        <w:rPr>
          <w:rtl/>
          <w:lang w:bidi="fa-IR"/>
        </w:rPr>
        <w:t xml:space="preserve"> واواخر ماه مبارک رمضان،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و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استاندار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کزاد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نموده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کردم،</w:t>
      </w:r>
      <w:r w:rsidRPr="00CC78DB">
        <w:rPr>
          <w:rtl/>
          <w:lang w:bidi="fa-IR"/>
        </w:rPr>
        <w:t xml:space="preserve"> فوراً در حضور من به شهردار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دستور 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داد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وارحا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مسجد را بنا کرده و به اتمام برسان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هم خودش از محل حوادث بودجه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نمودند پس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دستور باگذشت چند روز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باز شهردار وقت گذران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تا فصل کار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من دوباره در اواخر ماه رمضان به</w:t>
      </w:r>
      <w:r w:rsidR="005B4E9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رفته و با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دفتر استاندار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ملاقات کرده و موضوع را که خودشان اطلاع داشتند، گفتم، مجدداً در حضور من به شهردار 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داً</w:t>
      </w:r>
      <w:r w:rsidRPr="00CC78DB">
        <w:rPr>
          <w:rtl/>
          <w:lang w:bidi="fa-IR"/>
        </w:rPr>
        <w:t xml:space="preserve"> دستور دادند که من با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راحت، به علت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به قم برگشتم.</w:t>
      </w:r>
      <w:r w:rsidR="005B4E93" w:rsidRPr="00CC78DB">
        <w:rPr>
          <w:rtl/>
          <w:lang w:bidi="fa-IR"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25 روز با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مسجد تماس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گرفتم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تا به حال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حا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تمام شده باشد، بر خلاف انتظار گفت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شهردار و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امور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 انداز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عنوان که مابا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دوباره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پروژه را به مناقصه بگذار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آن مناقصه ه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 امضا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شهردار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قبول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من</w:t>
      </w:r>
      <w:r w:rsidRPr="00CC78DB">
        <w:rPr>
          <w:rtl/>
          <w:lang w:bidi="fa-IR"/>
        </w:rPr>
        <w:t xml:space="preserve"> با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بادفتر استاندار و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دفتر تماس گرفتم، آنها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داً</w:t>
      </w:r>
      <w:r w:rsidRPr="00CC78DB">
        <w:rPr>
          <w:rtl/>
          <w:lang w:bidi="fa-IR"/>
        </w:rPr>
        <w:t xml:space="preserve"> ناراحت شده بلافاصله دستور دادند که بدون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دست به کار شده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پس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دستور صر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که شهردار نتوانست تعلل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دستور شروع به کار را صاد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مرا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به مسجد جامع شهر دعوت نمودند که با استقبال پرشور مردم که سالها آرزو داشتند من مانند چهل سال قبل در آن مسجد که آن زمان چوب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مخروبه بود؛ به منبر روم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بودنم در مسجد امام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خودم ساخته بودم،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مأ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</w:t>
      </w:r>
      <w:r w:rsidRPr="00CC78DB">
        <w:rPr>
          <w:rtl/>
          <w:lang w:bidi="fa-IR"/>
        </w:rPr>
        <w:t xml:space="preserve"> بو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امسال به علت عدم دعوت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به دستشان بهانه افتاد که مرا دعوت کردند و زن و مرد وپ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جوان تا آخر ماه رمضان با آن شور و حال در مسجد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افتند</w:t>
      </w:r>
      <w:r w:rsidRPr="00CC78DB">
        <w:rPr>
          <w:rtl/>
          <w:lang w:bidi="fa-IR"/>
        </w:rPr>
        <w:t xml:space="preserve"> و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مردم مسجد امام هم به خاطر من و به علت آشکار کردن اعتراض و مخالفت با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</w:t>
      </w:r>
      <w:r w:rsidRPr="00CC78DB">
        <w:rPr>
          <w:rFonts w:hint="eastAsia"/>
          <w:rtl/>
          <w:lang w:bidi="fa-IR"/>
        </w:rPr>
        <w:t>ناء،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مسجد جامع رو آوردند که عملا مسجد امام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شد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امناء مورد نفرت و لعنت مردم قرار گرفتند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خودشان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به همدگر نفر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او کرد و او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کرد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دانستند</w:t>
      </w:r>
    </w:p>
    <w:p w:rsidR="00CC78DB" w:rsidRPr="00CC78DB" w:rsidRDefault="005B4E93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 </w:t>
      </w:r>
      <w:r w:rsidR="00CC78DB" w:rsidRPr="00CC78DB">
        <w:rPr>
          <w:rtl/>
          <w:lang w:bidi="fa-IR"/>
        </w:rPr>
        <w:t>(در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که بنده ببندد، دَر دگر باز) است!!.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ماه مبارک رمضان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مسجد جامع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من، به منزل مجلل دوطبقه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کرامت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را که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گذاشته بودند،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افتند</w:t>
      </w:r>
      <w:r w:rsidRPr="00CC78DB">
        <w:rPr>
          <w:rtl/>
          <w:lang w:bidi="fa-IR"/>
        </w:rPr>
        <w:t xml:space="preserve"> و با اصرار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که (آن زمان پول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بود) با احترام ت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من گذاشتند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چگونه</w:t>
      </w:r>
      <w:r w:rsidRPr="00CC78DB">
        <w:rPr>
          <w:rtl/>
          <w:lang w:bidi="fa-IR"/>
        </w:rPr>
        <w:t xml:space="preserve"> قصد گرفتن نداشتم،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خواست خدا بود هم من در مقابل </w:t>
      </w:r>
      <w:r w:rsidRPr="00CC78DB">
        <w:rPr>
          <w:rtl/>
          <w:lang w:bidi="fa-IR"/>
        </w:rPr>
        <w:lastRenderedPageBreak/>
        <w:t>چند تن بد خواهان، سرشکسته نشوم و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در حدود نُه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تومان، پول جمع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ماه مبارک رمضان امسال علاوه بر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هر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مساجد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گلستان، تجرق: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و اسمبرز و ورگه سران هر روز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شده و خدارا شکر باا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سن وسال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 با توجه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امام زمان </w:t>
      </w:r>
      <w:r w:rsidR="002B106E" w:rsidRPr="002B106E">
        <w:rPr>
          <w:rStyle w:val="libAlaemChar"/>
          <w:rFonts w:eastAsiaTheme="minorHAnsi"/>
          <w:rtl/>
        </w:rPr>
        <w:t>عليهما‌السلام</w:t>
      </w:r>
      <w:r w:rsidR="002B106E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 xml:space="preserve">و با </w:t>
      </w:r>
      <w:r w:rsidRPr="00CC78DB">
        <w:rPr>
          <w:rFonts w:hint="eastAsia"/>
          <w:rtl/>
          <w:lang w:bidi="fa-IR"/>
        </w:rPr>
        <w:t>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صحت و سلامت، همه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سکونت خود و عائله ام که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داً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داشتم،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مساحت 300 متر 30* 10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که چسب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است، به مبلغ هفت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</w:t>
      </w:r>
      <w:r w:rsidRPr="00CC78DB">
        <w:rPr>
          <w:rtl/>
          <w:lang w:bidi="fa-IR"/>
        </w:rPr>
        <w:t xml:space="preserve">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از وام روستائ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استفاده کرده و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دادم و فعلًا که مورخه 14/ 8/ 1386 است به 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مشغولند خداوند به همه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خانمان ها خانه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 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اواخر</w:t>
      </w:r>
      <w:r w:rsidRPr="00CC78DB">
        <w:rPr>
          <w:rtl/>
          <w:lang w:bidi="fa-IR"/>
        </w:rPr>
        <w:t xml:space="preserve"> ماه مبارک رمضان امسال به من خبردادند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در وضع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قرار گرفته است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خودت را برسان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 حالا من سر دو 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سخت قرار گرفته ام، مجالس 7 روستا رارها سازم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موقتاً از وضع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چشم پوش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مردم را سرگردان ننما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آخر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جه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خدا را شکر حاج</w:t>
      </w:r>
      <w:r w:rsidRPr="00CC78DB">
        <w:rPr>
          <w:rFonts w:hint="cs"/>
          <w:rtl/>
          <w:lang w:bidi="fa-IR"/>
        </w:rPr>
        <w:t>ی</w:t>
      </w:r>
      <w:r w:rsidR="002B106E">
        <w:rPr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 xml:space="preserve"> تنها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دو پسر هم قواره من در خدمتش هست، آنها </w:t>
      </w:r>
      <w:r w:rsidRPr="00CC78DB">
        <w:rPr>
          <w:rtl/>
          <w:lang w:bidi="fa-IR"/>
        </w:rPr>
        <w:lastRenderedPageBreak/>
        <w:t>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من هم به وظ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اخلاق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عمل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مرتب با تلفن از حالش با خبر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روزها</w:t>
      </w:r>
      <w:r w:rsidRPr="00CC78DB">
        <w:rPr>
          <w:rtl/>
          <w:lang w:bidi="fa-IR"/>
        </w:rPr>
        <w:t xml:space="preserve">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منوال گذشت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ماه رمضان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درمورخه 22/ 7/ 1386 من بعد از ماه رمضان به قم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گشتم خبر دادند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به شهر قدس (قلعه حسنخان)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دختر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آورده اند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مقدار اعصابش آرامش خود را باز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غروب به خانه دخترم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آنجا بود،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الحمدللّه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حالش خوب است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شبها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حالش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خراب بود،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شب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مشغول معالجه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شدم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نظر 4 دکتر فوق تخصص قرار دادم 1- دکتر اعصاب و روان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و بعدها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نظر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محمد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2- دکتر متخصص قلب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رضا صابر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3- دکتر فوق تخصص معده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هومن هوشنگ، 4- فوق تخصص قند خانم دکتر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ناگفته نماند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چهار دکتر در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نظر گرفتند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دکترها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در تهران و قم و اصفهان مراجعه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شمردن آنها به طول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زمستان</w:t>
      </w:r>
      <w:r w:rsidRPr="00CC78DB">
        <w:rPr>
          <w:rtl/>
          <w:lang w:bidi="fa-IR"/>
        </w:rPr>
        <w:t xml:space="preserve"> امسال از زمستان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سابقه بود که سرما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خبندان</w:t>
      </w:r>
      <w:r w:rsidRPr="00CC78DB">
        <w:rPr>
          <w:rtl/>
          <w:lang w:bidi="fa-IR"/>
        </w:rPr>
        <w:t xml:space="preserve"> همه جارا فراگرفته است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مناطق گرمس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مانند شهر قم سرد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هوا به </w:t>
      </w:r>
      <w:r w:rsidRPr="00CC78DB">
        <w:rPr>
          <w:rtl/>
          <w:lang w:bidi="fa-IR"/>
        </w:rPr>
        <w:lastRenderedPageBreak/>
        <w:t>35 درجه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صفر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تمام درختان گرمس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زد و خشک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تماماً نابود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جوانه نزد مگر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که از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جوانه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تنه همه خشک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شهردار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را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خت،</w:t>
      </w:r>
      <w:r w:rsidRPr="00CC78DB">
        <w:rPr>
          <w:rtl/>
          <w:lang w:bidi="fa-IR"/>
        </w:rPr>
        <w:t xml:space="preserve"> بهر حال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سال ها</w:t>
      </w:r>
      <w:r w:rsidRPr="00CC78DB">
        <w:rPr>
          <w:rFonts w:hint="cs"/>
          <w:rtl/>
          <w:lang w:bidi="fa-IR"/>
        </w:rPr>
        <w:t>ی</w:t>
      </w:r>
      <w:r w:rsidR="002B106E">
        <w:rPr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سرجا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هست و روز بروز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حالش نا مساعد شد،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بعد او را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بردم که حالش جا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گذشت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روز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نگرفته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طول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از دوستان سراغ دو دختر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پسرانم حسن وطاهر.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آدرس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(شبنم «فاطمه» ارجمند 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) را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انش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طاهر آورد، من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شدم و پس از پرس جو مصلحت در آن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وصلت سر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و خدا را شکر در مدت کمتر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هفته،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و آمدها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مکرر و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ع،</w:t>
      </w:r>
      <w:r w:rsidRPr="00CC78DB">
        <w:rPr>
          <w:rtl/>
          <w:lang w:bidi="fa-IR"/>
        </w:rPr>
        <w:t xml:space="preserve"> قض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صله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پدر دخت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 ارجمند 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کرمانشاه مشغول ساختمان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آمد و در شب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جدهم</w:t>
      </w:r>
      <w:r w:rsidRPr="00CC78DB">
        <w:rPr>
          <w:rtl/>
          <w:lang w:bidi="fa-IR"/>
        </w:rPr>
        <w:t xml:space="preserve">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</w:t>
      </w:r>
      <w:r w:rsidR="002B106E">
        <w:rPr>
          <w:lang w:bidi="fa-IR"/>
        </w:rPr>
        <w:t xml:space="preserve"> </w:t>
      </w:r>
      <w:r w:rsidRPr="00CC78DB">
        <w:rPr>
          <w:rtl/>
          <w:lang w:bidi="fa-IR"/>
        </w:rPr>
        <w:t>الحرام 1428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شب 8/ 10/ 1386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جشن گرفته و بچه ها از تهران و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آمدند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روز شنبه روز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غد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در دفتر خانه شماره 36 قم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گلستان کوچه گلستا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1 به مبارک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منت،</w:t>
      </w:r>
      <w:r w:rsidRPr="00CC78DB">
        <w:rPr>
          <w:rtl/>
          <w:lang w:bidi="fa-IR"/>
        </w:rPr>
        <w:t xml:space="preserve"> بنا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</w:t>
      </w:r>
      <w:r w:rsidRPr="00CC78DB">
        <w:rPr>
          <w:rtl/>
          <w:lang w:bidi="fa-IR"/>
        </w:rPr>
        <w:t xml:space="preserve"> خود عروس خانم با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تبرکاً و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مناً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شمعدان و 14 سکه تمام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14 معصوم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 xml:space="preserve">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سفر حج تمتع واجب» عقد جار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 و من پس از </w:t>
      </w:r>
      <w:r w:rsidRPr="00CC78DB">
        <w:rPr>
          <w:rtl/>
          <w:lang w:bidi="fa-IR"/>
        </w:rPr>
        <w:lastRenderedPageBreak/>
        <w:t>پاگشائ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عروس با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راحت روز 25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حجه</w:t>
      </w:r>
      <w:r w:rsidRPr="00CC78DB">
        <w:rPr>
          <w:rtl/>
          <w:lang w:bidi="fa-IR"/>
        </w:rPr>
        <w:t xml:space="preserve"> ب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سالار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اباعبداللّه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امسال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دهه محرم را از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دعوت نداشتم و مسجد جامع را هم امام جمعه محل تصرف کرده بود و در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من در دهات اطراف (آلداش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گاز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اب،</w:t>
      </w:r>
      <w:r w:rsidRPr="00CC78DB">
        <w:rPr>
          <w:rtl/>
          <w:lang w:bidi="fa-IR"/>
        </w:rPr>
        <w:t xml:space="preserve"> و تجرق، گلستان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با فراغت کامل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5 روستا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بودم و خدا را شکر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هفتصد</w:t>
      </w:r>
      <w:r w:rsidR="002B106E">
        <w:rPr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هزار</w:t>
      </w:r>
      <w:r w:rsidRPr="00CC78DB">
        <w:rPr>
          <w:rtl/>
          <w:lang w:bidi="fa-IR"/>
        </w:rPr>
        <w:t xml:space="preserve"> تومان برات نمود و 5 روز بعد از سوم امام به قم برگشتم.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مثبت و مورد پسند خداوند که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آمد، من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</w:t>
      </w:r>
      <w:r w:rsidR="002B106E">
        <w:rPr>
          <w:lang w:bidi="fa-IR"/>
        </w:rPr>
        <w:t xml:space="preserve"> </w:t>
      </w:r>
      <w:r w:rsidRPr="00CC78DB">
        <w:rPr>
          <w:rtl/>
          <w:lang w:bidi="fa-IR"/>
        </w:rPr>
        <w:t>قبض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شکفته دل فرزند آقا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مرحوم که از دوستان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 شخص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خسته نشو بود، دادم که اقلًا از طرف من در دو مسجد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مشغول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نقد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آن مسجد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او</w:t>
      </w:r>
      <w:r w:rsidRPr="00CC78DB">
        <w:rPr>
          <w:rtl/>
          <w:lang w:bidi="fa-IR"/>
        </w:rPr>
        <w:t xml:space="preserve"> هم با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تمام مشغول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کار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وضع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نخواهد رفت و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پول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جزئ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رسد،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شرمنده نشوم و اتمام حجت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انصرافم ازا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تصم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شود و به طورکل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رها سازم و در قم به نوشته جات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گرم</w:t>
      </w:r>
      <w:r w:rsidRPr="00CC78DB">
        <w:rPr>
          <w:rtl/>
          <w:lang w:bidi="fa-IR"/>
        </w:rPr>
        <w:t xml:space="preserve"> برسم.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روز</w:t>
      </w:r>
      <w:r w:rsidRPr="00CC78DB">
        <w:rPr>
          <w:rtl/>
          <w:lang w:bidi="fa-IR"/>
        </w:rPr>
        <w:t xml:space="preserve"> تاسوعا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شب عاشورا را به مسجد جامع بروم و از مردم کمک بخواهم،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دانستم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دست نخواهم آورد، شب به مسجد جامع رفتم،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سر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فرا گرفته بود به منبر رفتم و خطبه مختصر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خواندم، انگار نه </w:t>
      </w:r>
      <w:r w:rsidRPr="00CC78DB">
        <w:rPr>
          <w:rFonts w:hint="eastAsia"/>
          <w:rtl/>
          <w:lang w:bidi="fa-IR"/>
        </w:rPr>
        <w:t>انگار</w:t>
      </w:r>
      <w:r w:rsidRPr="00CC78DB">
        <w:rPr>
          <w:rtl/>
          <w:lang w:bidi="fa-IR"/>
        </w:rPr>
        <w:t xml:space="preserve"> که من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منبر هستم مخصوصاً سر و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بچه ها و خانمها!!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نشد گوش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حرف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بدهکار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من شبها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رمضان در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منبر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نه صدائ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نه حس و حرکت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اما برعکس، حالا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حرفم گوش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دهد!!!.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زدم</w:t>
      </w:r>
      <w:r w:rsidRPr="00CC78DB">
        <w:rPr>
          <w:rtl/>
          <w:lang w:bidi="fa-IR"/>
        </w:rPr>
        <w:t xml:space="preserve"> به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آخر باصدا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شروع کردم به خواندن اشعار و مرث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پشت سرش خواندن روضه که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داخل مسجد را آرام کردم و فرصت را غن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شمرده با نا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کامل شروع کردم به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شنهادها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مسجد.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امام 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آمده است «ان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لما لا أرْجُوا أرْج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لما أرْجُوا» من به</w:t>
      </w:r>
      <w:r w:rsidR="002B106E">
        <w:rPr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آنچه</w:t>
      </w:r>
      <w:r w:rsidRPr="00CC78DB">
        <w:rPr>
          <w:rtl/>
          <w:lang w:bidi="fa-IR"/>
        </w:rPr>
        <w:t xml:space="preserve"> که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ندارم،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دوارترم</w:t>
      </w:r>
      <w:r w:rsidRPr="00CC78DB">
        <w:rPr>
          <w:rtl/>
          <w:lang w:bidi="fa-IR"/>
        </w:rPr>
        <w:t xml:space="preserve"> از آنچه که به آن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دارم)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</w:t>
      </w:r>
      <w:r w:rsidRPr="00CC78DB">
        <w:rPr>
          <w:rtl/>
          <w:lang w:bidi="fa-IR"/>
        </w:rPr>
        <w:t xml:space="preserve">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تجربه کرده به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</w:t>
      </w:r>
      <w:r w:rsidRPr="00CC78DB">
        <w:rPr>
          <w:rtl/>
          <w:lang w:bidi="fa-IR"/>
        </w:rPr>
        <w:t xml:space="preserve"> بودم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نداشتم به آسان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دست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افتم</w:t>
      </w:r>
      <w:r w:rsidRPr="00CC78DB">
        <w:rPr>
          <w:rtl/>
          <w:lang w:bidi="fa-IR"/>
        </w:rPr>
        <w:t xml:space="preserve">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موارد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شب بود که درعرض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مردم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چنان مرا چک باران کردند، حتّ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هم که ساعت منبرش بود، مردم مانع شدند که آقا اجازه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من) کارش را انجام دهد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هم موافقت کردند و بگونه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جوّ مسجد</w:t>
      </w:r>
      <w:r w:rsidR="002B106E">
        <w:rPr>
          <w:lang w:bidi="fa-IR"/>
        </w:rPr>
        <w:t xml:space="preserve"> </w:t>
      </w:r>
      <w:r w:rsidRPr="00CC78DB">
        <w:rPr>
          <w:rtl/>
          <w:lang w:bidi="fa-IR"/>
        </w:rPr>
        <w:t>او</w:t>
      </w:r>
      <w:r w:rsidR="002B106E">
        <w:rPr>
          <w:lang w:bidi="fa-IR"/>
        </w:rPr>
        <w:t xml:space="preserve"> </w:t>
      </w:r>
      <w:r w:rsidRPr="00CC78DB">
        <w:rPr>
          <w:rtl/>
          <w:lang w:bidi="fa-IR"/>
        </w:rPr>
        <w:t>را گرفته بود خودش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هزار تومان نقداً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</w:t>
      </w:r>
      <w:r w:rsidRPr="00CC78DB">
        <w:rPr>
          <w:rtl/>
          <w:lang w:bidi="fa-IR"/>
        </w:rPr>
        <w:lastRenderedPageBreak/>
        <w:t xml:space="preserve">پرداخت کرد و چون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شب فرارس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eastAsia"/>
          <w:rtl/>
          <w:lang w:bidi="fa-IR"/>
        </w:rPr>
        <w:t>زنج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زنان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آماده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از وقتشان گذشته بود، من مجلس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بردم و اعلام نمودم که دو شماره حساب مسجد در بانک صادرات و صندوق قرض الحسنه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باز کرده ام هرکس بعداً خواست چک و نقد بدهد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به آن حساب ها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مغازه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ارشد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دهد؛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2B106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خلاصه</w:t>
      </w:r>
      <w:r w:rsidRPr="00CC78DB">
        <w:rPr>
          <w:rtl/>
          <w:lang w:bidi="fa-IR"/>
        </w:rPr>
        <w:t xml:space="preserve"> با توجه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باکور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 حسودان مبلغ شصت و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نقد و چک در آن شب جمع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فردا شب هم شام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tl/>
          <w:lang w:bidi="fa-IR"/>
        </w:rPr>
        <w:t xml:space="preserve"> را به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رفتم و در آنجا هم باحضور خائن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مسجد و با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</w:t>
      </w:r>
      <w:r w:rsidRPr="00CC78DB">
        <w:rPr>
          <w:rtl/>
          <w:lang w:bidi="fa-IR"/>
        </w:rPr>
        <w:t xml:space="preserve"> و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افه</w:t>
      </w:r>
      <w:r w:rsidRPr="00CC78DB">
        <w:rPr>
          <w:rtl/>
          <w:lang w:bidi="fa-IR"/>
        </w:rPr>
        <w:t xml:space="preserve"> </w:t>
      </w:r>
      <w:r w:rsidR="002B106E">
        <w:rPr>
          <w:rFonts w:hint="cs"/>
          <w:rtl/>
          <w:lang w:bidi="fa-IR"/>
        </w:rPr>
        <w:t>ج</w:t>
      </w:r>
      <w:r w:rsidRPr="00CC78DB">
        <w:rPr>
          <w:rtl/>
          <w:lang w:bidi="fa-IR"/>
        </w:rPr>
        <w:t>هنّم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أمناء مبلغ ده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هم در </w:t>
      </w:r>
      <w:r w:rsidRPr="00CC78DB">
        <w:rPr>
          <w:rFonts w:hint="eastAsia"/>
          <w:rtl/>
          <w:lang w:bidi="fa-IR"/>
        </w:rPr>
        <w:t>آنجا</w:t>
      </w:r>
      <w:r w:rsidRPr="00CC78DB">
        <w:rPr>
          <w:rtl/>
          <w:lang w:bidi="fa-IR"/>
        </w:rPr>
        <w:t xml:space="preserve">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که خدا را شکر با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راحت به قم برگشتم تا اگر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شامد</w:t>
      </w:r>
      <w:r w:rsidRPr="00CC78DB">
        <w:rPr>
          <w:rtl/>
          <w:lang w:bidi="fa-IR"/>
        </w:rPr>
        <w:t xml:space="preserve"> نا خواسته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نباشد، فصل بهار را که فصل کار است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برگشته، کار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مسجد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من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خواستم به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حضرت ابالفضل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اتمام حجت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آقاجان مردم دستم را نگرفتند و من هم در رفتم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دفعه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من اتمام حجت نمود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خودت را کنار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ساختن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را ترک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تعجب است من به قم که برگشتم روز 9/ 11/ 1386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چند روز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بعد</w:t>
      </w:r>
      <w:r w:rsidRPr="00CC78DB">
        <w:rPr>
          <w:rtl/>
          <w:lang w:bidi="fa-IR"/>
        </w:rPr>
        <w:t xml:space="preserve"> موبا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زنگ زد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با تأخ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آمدم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زنگ قطع نگرد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با کمال نا باور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از دفتر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محمود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 است که اطلاع دادند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ازکتاب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» و «از مباهله تاعاشورا» 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تشکر و قد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 و چون به استان بوشهر عازم بودند گفتند اگر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من) امر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دارند، کتباً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سند،</w:t>
      </w:r>
      <w:r w:rsidRPr="00CC78DB">
        <w:rPr>
          <w:rtl/>
          <w:lang w:bidi="fa-IR"/>
        </w:rPr>
        <w:t xml:space="preserve">!!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ادم</w:t>
      </w:r>
      <w:r w:rsidRPr="00CC78DB">
        <w:rPr>
          <w:rtl/>
          <w:lang w:bidi="fa-IR"/>
        </w:rPr>
        <w:t xml:space="preserve"> آمد روزهائ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را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برده بودم،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با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دولت، سفردوم را به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آمده و از آنجا هم پس از مطلع شدن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به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زلزله زده صد در صد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شده «گلستان»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زادگاه و وطن مادر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رفته و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دلجوئ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کتابها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بالا به دستش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بعد نامه دعوت به دستم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صبح فردا ساعت 5/ 7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 هم نامه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درخواست کمک به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مسجد باب الحوا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به دستشان دادم 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تلفن را هم به فال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گرفته فرصت را غن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شمردم نامه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را با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</w:t>
      </w:r>
      <w:r w:rsidRPr="00CC78DB">
        <w:rPr>
          <w:rFonts w:hint="eastAsia"/>
          <w:rtl/>
          <w:lang w:bidi="fa-IR"/>
        </w:rPr>
        <w:t>فرشته</w:t>
      </w:r>
      <w:r w:rsidRPr="00CC78DB">
        <w:rPr>
          <w:rtl/>
          <w:lang w:bidi="fa-IR"/>
        </w:rPr>
        <w:t xml:space="preserve">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و فلسفه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عدم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امامان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آغلار ساوالان»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13/ 11/ 1386 به خدمت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فرستادم.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بسمه</w:t>
      </w:r>
      <w:r w:rsidRPr="00CC78DB">
        <w:rPr>
          <w:rtl/>
          <w:lang w:bidi="fa-IR"/>
        </w:rPr>
        <w:t xml:space="preserve"> تعال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محضر</w:t>
      </w:r>
      <w:r w:rsidRPr="00CC78DB">
        <w:rPr>
          <w:rtl/>
          <w:lang w:bidi="fa-IR"/>
        </w:rPr>
        <w:t xml:space="preserve"> مبارک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محترم و محبوب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 دامت برکاته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سلامٌ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ورحمه اللّه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سته</w:t>
      </w:r>
      <w:r w:rsidRPr="00CC78DB">
        <w:rPr>
          <w:rtl/>
          <w:lang w:bidi="fa-IR"/>
        </w:rPr>
        <w:t xml:space="preserve">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سلام.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سفر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حضرتعال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با تقد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سه جلد کتاب از نوشته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به نام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» و «از مباهله تا عاشورا»، به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محترمتان،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«گلستان»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زادگاه و وطن مادر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ارادت قلب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ابراز داشته بودم،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مراتب لطف و ذرّه نواز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جنابعال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ابلاغ نموده و سبب سرفراز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مسرت را فراهم آوردند،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</w:t>
      </w:r>
      <w:r w:rsidRPr="00CC78DB">
        <w:rPr>
          <w:rtl/>
          <w:lang w:bidi="fa-IR"/>
        </w:rPr>
        <w:t xml:space="preserve"> مجدداً با ارسال چهار جلد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از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فاتم،</w:t>
      </w:r>
      <w:r w:rsidRPr="00CC78DB">
        <w:rPr>
          <w:rtl/>
          <w:lang w:bidi="fa-IR"/>
        </w:rPr>
        <w:t xml:space="preserve"> مراتب قدر 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تشکر خود را اظه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داشته نظر مبارک را به مطالب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معطوف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آن سفر، با آن همه اشتغالات فراوان و گرفتار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 که 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به فکر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مظلوم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زلزله زده و صد در صد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شده افتاده و بر دلها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رنجور آنها، الت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خوشحال نموده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فرض و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واجب دانستم که در حرم مطهر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</w:t>
      </w:r>
      <w:r w:rsidRPr="00CC78DB">
        <w:rPr>
          <w:rFonts w:hint="eastAsia"/>
          <w:rtl/>
          <w:lang w:bidi="fa-IR"/>
        </w:rPr>
        <w:t>هل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حضرت 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>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حضرتعال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بزرگوارتان، 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الزّ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اره</w:t>
      </w:r>
      <w:r w:rsidRPr="00CC78DB">
        <w:rPr>
          <w:rtl/>
          <w:lang w:bidi="fa-IR"/>
        </w:rPr>
        <w:t xml:space="preserve"> شده و در مظانّ استجابت دعا، مخصوصاً در دعاها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سحر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فراموشتان نکرده و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قات</w:t>
      </w:r>
      <w:r w:rsidRPr="00CC78DB">
        <w:rPr>
          <w:rtl/>
          <w:lang w:bidi="fa-IR"/>
        </w:rPr>
        <w:t xml:space="preserve"> روز افزون و سلامت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مبارکتان را از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توانامسئلت دارم.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به علت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ماندن و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رفتن 77 نفر از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نسب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سبب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در اثر زلزله 1375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در رثا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آنان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برف و طوفان و </w:t>
      </w:r>
      <w:r w:rsidRPr="00CC78DB">
        <w:rPr>
          <w:rFonts w:hint="cs"/>
          <w:rtl/>
          <w:lang w:bidi="fa-IR"/>
        </w:rPr>
        <w:lastRenderedPageBreak/>
        <w:t>ی</w:t>
      </w:r>
      <w:r w:rsidRPr="00CC78DB">
        <w:rPr>
          <w:rFonts w:hint="eastAsia"/>
          <w:rtl/>
          <w:lang w:bidi="fa-IR"/>
        </w:rPr>
        <w:t>خبندان</w:t>
      </w:r>
      <w:r w:rsidRPr="00CC78DB">
        <w:rPr>
          <w:rtl/>
          <w:lang w:bidi="fa-IR"/>
        </w:rPr>
        <w:t xml:space="preserve"> آن روزها، اشعار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زبان محل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سروده و با نام «آغلار ساوالان»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«سبلان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ان»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منتشر</w:t>
      </w:r>
      <w:r w:rsidRPr="00CC78DB">
        <w:rPr>
          <w:rtl/>
          <w:lang w:bidi="fa-IR"/>
        </w:rPr>
        <w:t xml:space="preserve"> کردم تا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از دست رفته و نوا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غم به بازماندگان داغد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tl/>
          <w:lang w:bidi="fa-IR"/>
        </w:rPr>
        <w:t xml:space="preserve"> زده بوده باشد،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نسخه از آن را به خدمت مبارک فرستادم تا حد اقل با خواندن مقدمه آن، به طور اختصار از تألّمات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باز ماندگان آن رفته گان، واقف گشته و بدان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سفر حضرت</w:t>
      </w:r>
      <w:r w:rsidRPr="00CC78DB">
        <w:rPr>
          <w:rFonts w:hint="eastAsia"/>
          <w:rtl/>
          <w:lang w:bidi="fa-IR"/>
        </w:rPr>
        <w:t>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آنها، چه اندازه اثر کل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روح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آنها داشت.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از تلو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به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شات</w:t>
      </w:r>
      <w:r w:rsidRPr="00CC78DB">
        <w:rPr>
          <w:rtl/>
          <w:lang w:bidi="fa-IR"/>
        </w:rPr>
        <w:t xml:space="preserve"> شما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دادم،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دوارم</w:t>
      </w:r>
      <w:r w:rsidRPr="00CC78DB">
        <w:rPr>
          <w:rtl/>
          <w:lang w:bidi="fa-IR"/>
        </w:rPr>
        <w:t xml:space="preserve"> آنگونه که وعده فرموده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گلستان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را به گلستان آباد، تبد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نموده و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امتنان قرار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E6CD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به استحضار آن برادر بزرگوار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رسانم که در آن روستا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مجموعه غار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وجود دارد بنا به اظهار کارشناسان، قدمت آن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چهار هزار سال برم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گردد که نه تنها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بلکه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 گفت، دردن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مثل و مانند آن وجود ندارد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سازمان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راث</w:t>
      </w:r>
      <w:r w:rsidRPr="00CC78DB">
        <w:rPr>
          <w:rtl/>
          <w:lang w:bidi="fa-IR"/>
        </w:rPr>
        <w:t xml:space="preserve">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اطلاع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و به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اقدام نموده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عدم بودجه، کار به کند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دوارم</w:t>
      </w:r>
      <w:r w:rsidRPr="00CC78DB">
        <w:rPr>
          <w:rtl/>
          <w:lang w:bidi="fa-IR"/>
        </w:rPr>
        <w:t xml:space="preserve"> با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حضرتعال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آنجا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محل گردشگر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مهم در آمده و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سر و سامان گرفتن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سامان گردد.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آن برادر بزرگوار به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مستحضر است </w:t>
      </w:r>
      <w:r w:rsidRPr="007E6CD7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که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آبگرم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مورد توجه مردم داخل و خارج کشور قرار </w:t>
      </w:r>
      <w:r w:rsidRPr="00CC78DB">
        <w:rPr>
          <w:rtl/>
          <w:lang w:bidi="fa-IR"/>
        </w:rPr>
        <w:lastRenderedPageBreak/>
        <w:t>گرفته است و در طول سال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ها مسافر به آنجا سراز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در امتداد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شرفت</w:t>
      </w:r>
      <w:r w:rsidRPr="00CC78DB">
        <w:rPr>
          <w:rtl/>
          <w:lang w:bidi="fa-IR"/>
        </w:rPr>
        <w:t xml:space="preserve"> ها، آنجا به اماکن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دارد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در سال 1346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شهر، مسجد مجلل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نام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حضرت «بق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هاللّه</w:t>
      </w:r>
      <w:r w:rsidRPr="00CC78DB">
        <w:rPr>
          <w:rtl/>
          <w:lang w:bidi="fa-IR"/>
        </w:rPr>
        <w:t xml:space="preserve"> الأعظم امام زمان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شغل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استاندار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بودند و از موقع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کاملا آگاه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أرواح</w:t>
      </w:r>
      <w:r w:rsidRPr="00CC78DB">
        <w:rPr>
          <w:rtl/>
          <w:lang w:bidi="fa-IR"/>
        </w:rPr>
        <w:t xml:space="preserve">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الفداء» بنا نموده و در مدت سه سال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رساندم،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گذشت چهل سال تمام، باز جوابگو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اجات</w:t>
      </w:r>
      <w:r w:rsidRPr="00CC78DB">
        <w:rPr>
          <w:rtl/>
          <w:lang w:bidi="fa-IR"/>
        </w:rPr>
        <w:t xml:space="preserve"> مردم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در مرکز هتلها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شهر،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مساحت 1500 متر فراهم آورده و مشغول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کردن مسجد مجلل 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باب الحوا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هستم و از آنجائ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با متعلقات آن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(درمانگاه و حوزه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شبستان زنانه 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>)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بالغ بر 4500 متر است و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آن از مردم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پر واضح است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 به سادگ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دست نخواهد آمد و کهولت سن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هم مز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برعلت ناتمام ماندن آن و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آن عاطل و باطل خواهد ماند،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هذا</w:t>
      </w:r>
      <w:r w:rsidRPr="00CC78DB">
        <w:rPr>
          <w:rtl/>
          <w:lang w:bidi="fa-IR"/>
        </w:rPr>
        <w:t xml:space="preserve"> استدعا دارد دستور بفرما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بودجه مناسب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اختصاص داده شود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به مقصد برسد چون «سرع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و مسافر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وارد بر آن،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مبرم دار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E6CD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فرموده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اگر خواسته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باشم کتباً به عرض برسانم، البته پنجاه سال است سر به آستان مقدس سالار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ابا 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هنوز هم بنا به فرموده قرآن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="007E6CD7" w:rsidRPr="007E6CD7">
        <w:rPr>
          <w:rStyle w:val="libAlaemChar"/>
          <w:rFonts w:hint="cs"/>
          <w:rtl/>
        </w:rPr>
        <w:t>(</w:t>
      </w:r>
      <w:r w:rsidRPr="007E6CD7">
        <w:rPr>
          <w:rStyle w:val="libAieChar"/>
          <w:rtl/>
        </w:rPr>
        <w:t>وَ کَلْبُهُمْ باسطٌ ذراعَ</w:t>
      </w:r>
      <w:r w:rsidRPr="007E6CD7">
        <w:rPr>
          <w:rStyle w:val="libAieChar"/>
          <w:rFonts w:hint="cs"/>
          <w:rtl/>
        </w:rPr>
        <w:t>یْ</w:t>
      </w:r>
      <w:r w:rsidRPr="007E6CD7">
        <w:rPr>
          <w:rStyle w:val="libAieChar"/>
          <w:rFonts w:hint="eastAsia"/>
          <w:rtl/>
        </w:rPr>
        <w:t>ه</w:t>
      </w:r>
      <w:r w:rsidRPr="007E6CD7">
        <w:rPr>
          <w:rStyle w:val="libAieChar"/>
          <w:rtl/>
        </w:rPr>
        <w:t xml:space="preserve"> باْلوَص</w:t>
      </w:r>
      <w:r w:rsidRPr="007E6CD7">
        <w:rPr>
          <w:rStyle w:val="libAieChar"/>
          <w:rFonts w:hint="cs"/>
          <w:rtl/>
        </w:rPr>
        <w:t>ی</w:t>
      </w:r>
      <w:r w:rsidRPr="007E6CD7">
        <w:rPr>
          <w:rStyle w:val="libAieChar"/>
          <w:rFonts w:hint="eastAsia"/>
          <w:rtl/>
        </w:rPr>
        <w:t>د</w:t>
      </w:r>
      <w:r w:rsidR="007E6CD7" w:rsidRPr="007E6CD7">
        <w:rPr>
          <w:rStyle w:val="libAlaemChar"/>
          <w:rFonts w:hint="cs"/>
          <w:rtl/>
        </w:rPr>
        <w:t>)</w:t>
      </w:r>
      <w:r w:rsidRPr="00CC78DB">
        <w:rPr>
          <w:rtl/>
          <w:lang w:bidi="fa-IR"/>
        </w:rPr>
        <w:t xml:space="preserve"> سر به آن آستان عرش مق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گذاشته ام و خواسته شخص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ندارم، جز دعاگوئ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وجود آن سرور بزرگوار و خانواده محترمتان، در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استدعا دارد اگر به عرا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tl/>
          <w:lang w:bidi="fa-IR"/>
        </w:rPr>
        <w:t xml:space="preserve"> مشروحه بالا توجه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بنده را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اطلاع نگذار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والسّلام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ورحمه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اللّه و برکاته.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نشان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- قم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صادق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اسحاق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کوچه 7 پلاک 44.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تلفن</w:t>
      </w:r>
      <w:r w:rsidRPr="00CC78DB">
        <w:rPr>
          <w:rtl/>
          <w:lang w:bidi="fa-IR"/>
        </w:rPr>
        <w:t xml:space="preserve"> منزل 2939569 همراه 09123793915.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11/ 11/ 1386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7E6CD7" w:rsidP="007E6CD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507934529"/>
      <w:r w:rsidR="00CC78DB" w:rsidRPr="00CC78DB">
        <w:rPr>
          <w:rFonts w:hint="eastAsia"/>
          <w:rtl/>
          <w:lang w:bidi="fa-IR"/>
        </w:rPr>
        <w:lastRenderedPageBreak/>
        <w:t>وفات</w:t>
      </w:r>
      <w:r w:rsidR="00CC78DB" w:rsidRPr="00CC78DB">
        <w:rPr>
          <w:rtl/>
          <w:lang w:bidi="fa-IR"/>
        </w:rPr>
        <w:t xml:space="preserve"> حاج سهراب شوهر خواهرم زب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</w:t>
      </w:r>
      <w:bookmarkEnd w:id="98"/>
    </w:p>
    <w:p w:rsidR="00CC78DB" w:rsidRPr="00CC78DB" w:rsidRDefault="00CC78DB" w:rsidP="007E6CD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حالا که مشغول نوشتن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 بودم تلفن زنگ زد،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پسر خواهرم «زب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خانم»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دانش است که اطلاع داد پدرش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سهراب مرحوم ساکن صالح آباد شهرک گلستان بود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فوت شده است، قرار شد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شرکت در مراسم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شرکت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کند.</w:t>
      </w:r>
      <w:r w:rsidR="007E6CD7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حالات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روز به روز به وخامت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و اعصابش داغون است و شبها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و روزها افسرده و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معده و قلب را تحمل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بنا</w:t>
      </w:r>
      <w:r w:rsidRPr="00CC78DB">
        <w:rPr>
          <w:rtl/>
          <w:lang w:bidi="fa-IR"/>
        </w:rPr>
        <w:t xml:space="preserve"> به اظهار خودش چون در ماه رمضان تاب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دوم روزه گرفته و شبها ماب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افطار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سحر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تعداد 17 کپسول و قرص از انواع مختلف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خورده که بعد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دوم ماه رمضان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افتد ووضع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جسمان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اش، روز به روز وخ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الان</w:t>
      </w:r>
      <w:r w:rsidRPr="00CC78DB">
        <w:rPr>
          <w:rtl/>
          <w:lang w:bidi="fa-IR"/>
        </w:rPr>
        <w:t xml:space="preserve"> که 3 و 43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بعد از ظهر روز شنبه 13 ماه بهمن 1386 است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سطرها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سم،</w:t>
      </w:r>
      <w:r w:rsidRPr="00CC78DB">
        <w:rPr>
          <w:rtl/>
          <w:lang w:bidi="fa-IR"/>
        </w:rPr>
        <w:t xml:space="preserve"> با آرزو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مختصر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تختخواب فاطمه دراز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 و من هم غمگ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ناراحت تا خدا چه بخواهد.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E6CD7" w:rsidP="007E6CD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9" w:name="_Toc507934530"/>
      <w:r w:rsidR="00CC78DB" w:rsidRPr="00CC78DB">
        <w:rPr>
          <w:rFonts w:hint="eastAsia"/>
          <w:rtl/>
          <w:lang w:bidi="fa-IR"/>
        </w:rPr>
        <w:lastRenderedPageBreak/>
        <w:t>چاپ</w:t>
      </w:r>
      <w:r w:rsidR="00CC78DB" w:rsidRPr="00CC78DB">
        <w:rPr>
          <w:rtl/>
          <w:lang w:bidi="fa-IR"/>
        </w:rPr>
        <w:t xml:space="preserve"> کتاب (آداب ازدواج و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خانوادگ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>)</w:t>
      </w:r>
      <w:bookmarkEnd w:id="9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زمستان امسال کتاب آداب ازدواج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="007E6CD7">
        <w:rPr>
          <w:rFonts w:hint="cs"/>
          <w:rtl/>
          <w:lang w:bidi="fa-IR"/>
        </w:rPr>
        <w:t>ا</w:t>
      </w:r>
      <w:r w:rsidRPr="00CC78DB">
        <w:rPr>
          <w:rtl/>
          <w:lang w:bidi="fa-IR"/>
        </w:rPr>
        <w:t>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جوانان نوشته ام، به چاپ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در دست علاقه مندان قرار گرفت،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تحل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باره ازدواج و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خانواده، خدا را شکر مورد استقبال قرار گرفته است.</w:t>
      </w:r>
    </w:p>
    <w:p w:rsidR="007E6CD7" w:rsidRDefault="007E6CD7" w:rsidP="00CC78DB">
      <w:pPr>
        <w:pStyle w:val="libNormal"/>
        <w:rPr>
          <w:rFonts w:hint="cs"/>
          <w:rtl/>
          <w:lang w:bidi="fa-IR"/>
        </w:rPr>
      </w:pPr>
    </w:p>
    <w:p w:rsidR="00CC78DB" w:rsidRPr="00CC78DB" w:rsidRDefault="00CC78DB" w:rsidP="007E6CD7">
      <w:pPr>
        <w:pStyle w:val="Heading1"/>
        <w:rPr>
          <w:rtl/>
          <w:lang w:bidi="fa-IR"/>
        </w:rPr>
      </w:pPr>
      <w:bookmarkStart w:id="100" w:name="_Toc507934531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1387</w:t>
      </w:r>
      <w:bookmarkEnd w:id="10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مورخه 18/ 1/ 1387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را برداشته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گلستان بردم تا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داشته باشد و من هم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نقشه وفراهم نمودن مصالح ساختمان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مشغول شدم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 با مصالح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دادم که خرج آن به 31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بالغ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گرد مسجد را علاوه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گرد 6 تن دوسال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که در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هتل چالدران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خاک پنهان نموده بودم، دوباره 13 تُن به مبلغ 14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از بازار آهن فروشان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با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لر</w:t>
      </w:r>
      <w:r w:rsidRPr="00CC78DB">
        <w:rPr>
          <w:rtl/>
          <w:lang w:bidi="fa-IR"/>
        </w:rPr>
        <w:t xml:space="preserve">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مسجد، حمل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E6CD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حواله</w:t>
      </w:r>
      <w:r w:rsidRPr="00CC78DB">
        <w:rPr>
          <w:rtl/>
          <w:lang w:bidi="fa-IR"/>
        </w:rPr>
        <w:t xml:space="preserve"> 200 تن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را از سازمان اوقاف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وزارت بازرگان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از آنجا</w:t>
      </w:r>
      <w:r w:rsidR="007E6CD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کارخانه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فراهم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E6CD7" w:rsidP="007E6CD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1" w:name="_Toc507934532"/>
      <w:r w:rsidR="00CC78DB" w:rsidRPr="00CC78DB">
        <w:rPr>
          <w:rFonts w:hint="eastAsia"/>
          <w:rtl/>
          <w:lang w:bidi="fa-IR"/>
        </w:rPr>
        <w:lastRenderedPageBreak/>
        <w:t>به</w:t>
      </w:r>
      <w:r w:rsidR="00CC78DB" w:rsidRPr="00CC78DB">
        <w:rPr>
          <w:rtl/>
          <w:lang w:bidi="fa-IR"/>
        </w:rPr>
        <w:t xml:space="preserve">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عادگاه</w:t>
      </w:r>
      <w:r w:rsidR="00CC78DB" w:rsidRPr="00CC78DB">
        <w:rPr>
          <w:rtl/>
          <w:lang w:bidi="fa-IR"/>
        </w:rPr>
        <w:t xml:space="preserve"> عشق (کربلا)</w:t>
      </w:r>
      <w:bookmarkEnd w:id="101"/>
    </w:p>
    <w:p w:rsidR="00CC78DB" w:rsidRPr="00CC78DB" w:rsidRDefault="00CC78DB" w:rsidP="007E6CD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موازات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 و روزها،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دوستان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من فشار آوردند که</w:t>
      </w:r>
      <w:r w:rsidR="007E6CD7"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t>(حاج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ترا به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ما را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ببر)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راه بسته بود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درخواست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را اجابت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همراه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نان</w:t>
      </w:r>
      <w:r w:rsidRPr="00CC78DB">
        <w:rPr>
          <w:rtl/>
          <w:lang w:bidi="fa-IR"/>
        </w:rPr>
        <w:t xml:space="preserve"> ب</w:t>
      </w:r>
      <w:r w:rsidR="007E6CD7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 مشرف شوم،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کل محترم سازمان حج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تماس گرفتم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31/ 1/ 1387 را نوبت د</w:t>
      </w:r>
      <w:r w:rsidRPr="00CC78DB">
        <w:rPr>
          <w:rFonts w:hint="eastAsia"/>
          <w:rtl/>
          <w:lang w:bidi="fa-IR"/>
        </w:rPr>
        <w:t>ادند</w:t>
      </w:r>
      <w:r w:rsidRPr="00CC78DB">
        <w:rPr>
          <w:rtl/>
          <w:lang w:bidi="fa-IR"/>
        </w:rPr>
        <w:t xml:space="preserve"> مشروط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راهها و مرزها باز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مشغول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مقدمات مسافرت شده و تعداد 36 زوار را آماده ساختم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عصر روز 28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آژانس مسافرت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رضوانگشت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زنگ زدند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مسافرانت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حرکت در روز 30 آماده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واقعاً</w:t>
      </w:r>
      <w:r w:rsidRPr="00CC78DB">
        <w:rPr>
          <w:rtl/>
          <w:lang w:bidi="fa-IR"/>
        </w:rPr>
        <w:t xml:space="preserve"> آماده حرکت نمودن آنها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ضرب الأجل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سخت بود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دخترم فاطمه از قم و عروس بزرگم مهش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خانم را از تهران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با پسر بزرگم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تماس گرفتم که شبانه به قم رفته فاطمه را آورده و روز 29 صبح آنها را با اتوبوس،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برساند با هر شرا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شب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من به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نال</w:t>
      </w:r>
      <w:r w:rsidRPr="00CC78DB">
        <w:rPr>
          <w:rtl/>
          <w:lang w:bidi="fa-IR"/>
        </w:rPr>
        <w:t xml:space="preserve"> رفته و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رساندم که فردا صبح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 رهسپار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ساعت</w:t>
      </w:r>
      <w:r w:rsidRPr="00CC78DB">
        <w:rPr>
          <w:rtl/>
          <w:lang w:bidi="fa-IR"/>
        </w:rPr>
        <w:t xml:space="preserve"> 4 شب به مرز مهران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صبح با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مرز عراق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وبعد از ظهر از مرز 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به نجف اشرف شهر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وارد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به 6 سال جوان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 را باخواندن درس در آنجا گذراندم و خاطرات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در روح و </w:t>
      </w:r>
      <w:r w:rsidRPr="00CC78DB">
        <w:rPr>
          <w:rtl/>
          <w:lang w:bidi="fa-IR"/>
        </w:rPr>
        <w:lastRenderedPageBreak/>
        <w:t xml:space="preserve">روانم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گذاشته بود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ساعت 10 شب به حرم مطهر مشرف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کرده به «هتل الجواد» که منزل ما بود،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صبح</w:t>
      </w:r>
      <w:r w:rsidRPr="00CC78DB">
        <w:rPr>
          <w:rtl/>
          <w:lang w:bidi="fa-IR"/>
        </w:rPr>
        <w:t xml:space="preserve"> فردا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صبح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ارت،</w:t>
      </w:r>
      <w:r w:rsidRPr="00CC78DB">
        <w:rPr>
          <w:rtl/>
          <w:lang w:bidi="fa-IR"/>
        </w:rPr>
        <w:t xml:space="preserve"> به حرم مشرّف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منزل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صرف صبحانه، زوار را (با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به خاطر حفظ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ممنوع بود) به قبرستان بزرگ «واد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السّلام» بردم و پس از قرائت فاتحه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دو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غمبر</w:t>
      </w:r>
      <w:r w:rsidRPr="00CC78DB">
        <w:rPr>
          <w:rtl/>
          <w:lang w:bidi="fa-IR"/>
        </w:rPr>
        <w:t xml:space="preserve"> بزرگوار حضرت «هود و صالح </w:t>
      </w:r>
      <w:r w:rsidR="00CB468E" w:rsidRPr="00CB468E">
        <w:rPr>
          <w:rStyle w:val="libAlaemChar"/>
          <w:rFonts w:eastAsiaTheme="minorHAnsi"/>
          <w:rtl/>
        </w:rPr>
        <w:t>عليهما‌السلام</w:t>
      </w:r>
      <w:r w:rsidR="00CB468E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» بر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سپس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مقام امام 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بردم و پس از اتمام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ظهر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شنبه بعد از ظهر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اعمال مسجد مقدس «سهله»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نخست به مسجد «ز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 صوحان» که از اصحاب کبار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بود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مسجد به نوه اما</w:t>
      </w:r>
      <w:r w:rsidR="00CB468E">
        <w:rPr>
          <w:rFonts w:hint="cs"/>
          <w:rtl/>
          <w:lang w:bidi="fa-IR"/>
        </w:rPr>
        <w:t>م</w:t>
      </w:r>
      <w:r w:rsidRPr="00CC78DB">
        <w:rPr>
          <w:rtl/>
          <w:lang w:bidi="fa-IR"/>
        </w:rPr>
        <w:t xml:space="preserve"> سجاد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سمت چپ مسجد است، فاتحه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وارد مسجد سهله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7 مورد اعمال مسجد را، بجا آورد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غروب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به مسجد</w:t>
      </w:r>
      <w:r w:rsidRPr="00CC78DB">
        <w:rPr>
          <w:rFonts w:hint="eastAsia"/>
          <w:rtl/>
          <w:lang w:bidi="fa-IR"/>
        </w:rPr>
        <w:t>«صعصعه</w:t>
      </w:r>
      <w:r w:rsidR="00CB468E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بن</w:t>
      </w:r>
      <w:r w:rsidRPr="00CC78DB">
        <w:rPr>
          <w:rtl/>
          <w:lang w:bidi="fa-IR"/>
        </w:rPr>
        <w:t xml:space="preserve"> صوحان» که او هم از اصحاب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بود،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حرم مشرف شده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اعمال مسجد کوفه،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کوفه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نخست «م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ثم</w:t>
      </w:r>
      <w:r w:rsidRPr="00CC78DB">
        <w:rPr>
          <w:rtl/>
          <w:lang w:bidi="fa-IR"/>
        </w:rPr>
        <w:t xml:space="preserve"> تمّار»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به خانه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محل غسل دادن آن حضرت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به مسجد رفته توسط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راهنما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عرب مسجد در 17 مورد و محراب ضربت خوردن حضرت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lastRenderedPageBreak/>
        <w:t>و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دو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بزرگوار حضرت مسلم و 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 عروه رفته و در حرم حضرت مسلم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مختار بن 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ثقف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فاتحه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وبه محراب برگشته و نماز ظهر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با جماعت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خواندن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وداع، بعد از ظهر به کربلا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غروب وارد ک</w:t>
      </w:r>
      <w:r w:rsidRPr="00CC78DB">
        <w:rPr>
          <w:rFonts w:hint="eastAsia"/>
          <w:rtl/>
          <w:lang w:bidi="fa-IR"/>
        </w:rPr>
        <w:t>ربلا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هتل الزّهراء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استقرار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پس از جابجا شدن به حرم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مشرّف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علت گذشتن وقت نتوانست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حرم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شرف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صبح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حرم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گذراندن، به حرم حضرت ابوالفضل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نماز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صرف صبحانه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ظهر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«تلّ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ه»</w:t>
      </w:r>
      <w:r w:rsidRPr="00CC78DB">
        <w:rPr>
          <w:rtl/>
          <w:lang w:bidi="fa-IR"/>
        </w:rPr>
        <w:t xml:space="preserve"> و از آنجا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گاه حرم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آنجا اتاقک منسوب به حضرت قاسم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شهداء 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سرراه به محل افتادن دو دست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رفته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محل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خوردن حضرت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اصغر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محل از اسب افتادن حضرت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اکبر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امکنه مقدسه به مسجد منسوب به</w:t>
      </w:r>
      <w:r w:rsidR="00CB468E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مقام</w:t>
      </w:r>
      <w:r w:rsidRPr="00CC78DB">
        <w:rPr>
          <w:rtl/>
          <w:lang w:bidi="fa-IR"/>
        </w:rPr>
        <w:t xml:space="preserve">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و بعد از آن به مقام و مسجد امام جعفر 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رفته و نماز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ظهر به منزل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چهارشنبه، پنجشنبه، جمعه در کربلاء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شنبه 8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پس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وداع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ظهر به خاک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وارد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هنگام وضو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بانوان به نام کربلائ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وصال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خورد و افتاد و دستش شکست و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در مهران فرستاد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گچ گرفتند و فردا بعد از ظهر وارد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. پس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توقف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19/ 2/ 1387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طاهر با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خاص در تالار خاطره قم به مبارک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منت،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دوشنبه 23/ 2/ 87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پابوس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مشهد رفتند و من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دادم تا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را به قم برگرداند و خودم به فرودگاه رفتم و با 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برگردم و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برسم، شب به علت بد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هوا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طها</w:t>
      </w:r>
      <w:r w:rsidRPr="00CC78DB">
        <w:rPr>
          <w:rtl/>
          <w:lang w:bidi="fa-IR"/>
        </w:rPr>
        <w:t xml:space="preserve"> را باطل اعلام نمو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و ما با اتوبوس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ظهر وارد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شدم پس از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روزدوشنبه 29/ 2/ 87 با همراه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مقام معظم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غلامرضائ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همراه دونفر بنام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جواد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اقوت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من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گرم،</w:t>
      </w:r>
      <w:r w:rsidRPr="00CC78DB">
        <w:rPr>
          <w:rtl/>
          <w:lang w:bidi="fa-IR"/>
        </w:rPr>
        <w:t xml:space="preserve"> به سر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آمده بودند، در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چا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وه</w:t>
      </w:r>
      <w:r w:rsidRPr="00CC78DB">
        <w:rPr>
          <w:rtl/>
          <w:lang w:bidi="fa-IR"/>
        </w:rPr>
        <w:t xml:space="preserve">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از پروژه مسجد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پس از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کامل از زوا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پروژه، چهارنفر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راننده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 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آب درمان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رفته و از آنجا به </w:t>
      </w:r>
      <w:r w:rsidRPr="00CC78DB">
        <w:rPr>
          <w:rFonts w:hint="eastAsia"/>
          <w:rtl/>
          <w:lang w:bidi="fa-IR"/>
        </w:rPr>
        <w:t>مسجد</w:t>
      </w:r>
      <w:r w:rsidRPr="00CC78DB">
        <w:rPr>
          <w:rtl/>
          <w:lang w:bidi="fa-IR"/>
        </w:rPr>
        <w:t xml:space="preserve"> جامع: شهر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نماز مغرب و عشا را بخوان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از درمسجد وارد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مسجد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با صدا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بلند گفت: ها</w:t>
      </w:r>
      <w:r w:rsidRPr="00CC78DB">
        <w:rPr>
          <w:rFonts w:hint="eastAsia"/>
          <w:rtl/>
          <w:lang w:bidi="fa-IR"/>
        </w:rPr>
        <w:t>خدا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 نفر رساند، 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چه؟! گفت: امام جمعه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عبدالله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امروز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گفت: من شب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! چون امشب شب شهادت حضرت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است، پس از صرف 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جماعت را اقامه کردم و بلافاصله به منبر رفته پس از ذ</w:t>
      </w:r>
      <w:r w:rsidRPr="00CC78DB">
        <w:rPr>
          <w:rFonts w:hint="eastAsia"/>
          <w:rtl/>
          <w:lang w:bidi="fa-IR"/>
        </w:rPr>
        <w:t>کر</w:t>
      </w:r>
      <w:r w:rsidRPr="00CC78DB">
        <w:rPr>
          <w:rtl/>
          <w:lang w:bidi="fa-IR"/>
        </w:rPr>
        <w:t xml:space="preserve"> مختصر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فضا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آن بانو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دوعالم روضه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خواندم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اقوت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منبر خواند و از مسجد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آمده و سالن چلوکباب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قاسمعل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شام را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مرا درکارشناسان دم در دخترم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کردند.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فردا</w:t>
      </w:r>
      <w:r w:rsidRPr="00CC78DB">
        <w:rPr>
          <w:rtl/>
          <w:lang w:bidi="fa-IR"/>
        </w:rPr>
        <w:t xml:space="preserve"> ساعت 5/ 8 به فرودگارفتم،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با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دفتر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خامنه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تهران بازگشت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آنجا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وارد قم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31/ 2/ 87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 را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داشت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ساعت</w:t>
      </w:r>
      <w:r w:rsidRPr="00CC78DB">
        <w:rPr>
          <w:rtl/>
          <w:lang w:bidi="fa-IR"/>
        </w:rPr>
        <w:t xml:space="preserve"> چهار همان روز دوشنبه 29/ 2/ 87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مغازه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ارشد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بودم که موبا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</w:t>
      </w:r>
      <w:r w:rsidRPr="00CC78DB">
        <w:rPr>
          <w:rtl/>
          <w:lang w:bidi="fa-IR"/>
        </w:rPr>
        <w:t xml:space="preserve"> زنگ زد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دفتر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نژاد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بود، پس از احوال پرس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کتاب «از مباهله تا عاشورا» 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به دست آقا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دستور دادند از شماسؤا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درخواست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بفرمائ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 xml:space="preserve"> من گفتم: درخواست بخصوص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ندارم مگر مفاد نامه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راجع کمک به مسجد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بود، خداحافظ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بعد از چند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دوباره زنگ زد (ما از سازمان اوقاف که به آنجا دستور داده شده </w:t>
      </w:r>
      <w:r w:rsidRPr="00CC78DB">
        <w:rPr>
          <w:rtl/>
          <w:lang w:bidi="fa-IR"/>
        </w:rPr>
        <w:lastRenderedPageBreak/>
        <w:t>است)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پس از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مذاکرات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ارشد گفت: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مثل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ما شمارا نشناخته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عرض چند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دوبار از طرف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جمهور، به شما زنگ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زنند و از آن طرف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مقام معظم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شما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چه خبره؟!!.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B468E" w:rsidP="00CB468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2" w:name="_Toc507934533"/>
      <w:r w:rsidR="00CC78DB" w:rsidRPr="00CC78DB">
        <w:rPr>
          <w:rFonts w:hint="eastAsia"/>
          <w:rtl/>
          <w:lang w:bidi="fa-IR"/>
        </w:rPr>
        <w:lastRenderedPageBreak/>
        <w:t>به</w:t>
      </w:r>
      <w:r w:rsidR="00CC78DB" w:rsidRPr="00CC78DB">
        <w:rPr>
          <w:rtl/>
          <w:lang w:bidi="fa-IR"/>
        </w:rPr>
        <w:t xml:space="preserve"> سو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پابوس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امام رضا </w:t>
      </w:r>
      <w:r w:rsidR="00062930" w:rsidRPr="00062930">
        <w:rPr>
          <w:rStyle w:val="libAlaemChar"/>
          <w:rtl/>
        </w:rPr>
        <w:t>عليه‌السلام</w:t>
      </w:r>
      <w:bookmarkEnd w:id="102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روز پس از وارد شدن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به قم با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دو نفر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باتور مشهد مقدس،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قطار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امام رضا در هتل «نع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م»</w:t>
      </w:r>
      <w:r w:rsidRPr="00CC78DB">
        <w:rPr>
          <w:rtl/>
          <w:lang w:bidi="fa-IR"/>
        </w:rPr>
        <w:t xml:space="preserve">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 دو روز در مشهد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سوم باز با قطار به قم رهسپار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Heading1"/>
        <w:rPr>
          <w:rtl/>
          <w:lang w:bidi="fa-IR"/>
        </w:rPr>
      </w:pPr>
      <w:bookmarkStart w:id="103" w:name="_Toc507934534"/>
      <w:r w:rsidRPr="00CC78DB">
        <w:rPr>
          <w:rFonts w:hint="eastAsia"/>
          <w:rtl/>
          <w:lang w:bidi="fa-IR"/>
        </w:rPr>
        <w:t>عمل</w:t>
      </w:r>
      <w:r w:rsidRPr="00CC78DB">
        <w:rPr>
          <w:rtl/>
          <w:lang w:bidi="fa-IR"/>
        </w:rPr>
        <w:t xml:space="preserve"> باز قلب</w:t>
      </w:r>
      <w:bookmarkEnd w:id="10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پس از ورود به قم روز دوم به اخبار ساعت دو، تلو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گوش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کوقت</w:t>
      </w:r>
      <w:r w:rsidRPr="00CC78DB">
        <w:rPr>
          <w:rtl/>
          <w:lang w:bidi="fa-IR"/>
        </w:rPr>
        <w:t xml:space="preserve"> احساس کردم قفسه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سوزد به بچه ها گفتم مرا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عصر</w:t>
      </w:r>
      <w:r w:rsidRPr="00CC78DB">
        <w:rPr>
          <w:rtl/>
          <w:lang w:bidi="fa-IR"/>
        </w:rPr>
        <w:t xml:space="preserve"> قم ببر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مرا در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مراقبت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قرار دادند!!.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مگر چه شده است؟ گفتند: حمله قلب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سکته کوچک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آمده و رد شده است، بعد از چهار روز به بخش انتقال دادند و توسط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رضا صابر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«آنژ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وگراف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کردند و گفتند: سه رگ قلبت تمام گرفته شده است و با بالون هم باز 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عمل قلب باز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قبول نکردم و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آنژ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وگراف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گرفته و به تهران رفتم و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قلب و عروق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 روز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آنها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گفتند: کم</w:t>
      </w:r>
      <w:r w:rsidR="00CB468E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پزشک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تشک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عمل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از</w:t>
      </w:r>
      <w:r w:rsidRPr="00CC78DB">
        <w:rPr>
          <w:rtl/>
          <w:lang w:bidi="fa-IR"/>
        </w:rPr>
        <w:t xml:space="preserve"> آنجا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مرخص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گرفتم تا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بررس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مسئله عمل قلب ساده نبود و به ساختمان پزشکان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«د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تهران رفتم و پس از مراجعه به دونفر دکتر فوق تخصص قلب آنها هم تأ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کردند که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عمل شو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در 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در همان</w:t>
      </w:r>
      <w:r w:rsidR="00CB468E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ساختمان</w:t>
      </w:r>
      <w:r w:rsidRPr="00CC78DB">
        <w:rPr>
          <w:rtl/>
          <w:lang w:bidi="fa-IR"/>
        </w:rPr>
        <w:t xml:space="preserve">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جرّاح قلب مراجعه نمودم و شب ساعت ده در همان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«د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»</w:t>
      </w:r>
      <w:r w:rsidRPr="00CC78DB">
        <w:rPr>
          <w:rtl/>
          <w:lang w:bidi="fa-IR"/>
        </w:rPr>
        <w:t xml:space="preserve">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 و صبح روز 29/ 3/ 1387 ساعت شش مرا به اطاق عمل بردند و پس از چهار ساعت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خواباندن قلب 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هشت ساعت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برداشتن رگهااز دو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چهار رگ قلبم را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وند</w:t>
      </w:r>
      <w:r w:rsidRPr="00CC78DB">
        <w:rPr>
          <w:rtl/>
          <w:lang w:bidi="fa-IR"/>
        </w:rPr>
        <w:t xml:space="preserve"> زدند و به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منتقل و سه روز در آنجا و سه روز دربخش با صورت حساب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جده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و باتخف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ون،</w:t>
      </w:r>
      <w:r w:rsidRPr="00CC78DB">
        <w:rPr>
          <w:rtl/>
          <w:lang w:bidi="fa-IR"/>
        </w:rPr>
        <w:t xml:space="preserve"> پانزده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اخذ و مرا مرخص نمودند.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اول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در خانه دخترم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 در شهر قدس (قلعه حسنخان)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هفته دوم را در خانه پسرم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استراحت و روز 11/ 3/ 1387 به مطب دکتر در ساختمان پزشکان مراجعه و بخ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زخمها را برداشتند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روز به قم حرکت و در خانه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شدم و دوران نقاهت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2/ 6/ 1387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چکاب و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مجدد به مطب دکتر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تهران رفتم و پس از «اکو»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متخصص قلب خانم دکتر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روشن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با دکتر جرّاح، روز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4/ 6/ 87 بعد از ظهر با طاهر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البته</w:t>
      </w:r>
      <w:r w:rsidRPr="00CC78DB">
        <w:rPr>
          <w:rtl/>
          <w:lang w:bidi="fa-IR"/>
        </w:rPr>
        <w:t xml:space="preserve"> در دوران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انجام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 به طور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با مبلغ 31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متعاقباً روز چهارشنبه 6/ 6/ 87 بتن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را به متراژ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500 متر مکعب آغاز خواهند ن</w:t>
      </w:r>
      <w:r w:rsidRPr="00CC78DB">
        <w:rPr>
          <w:rFonts w:hint="eastAsia"/>
          <w:rtl/>
          <w:lang w:bidi="fa-IR"/>
        </w:rPr>
        <w:t>مود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B468E">
      <w:pPr>
        <w:pStyle w:val="Heading1"/>
        <w:rPr>
          <w:rtl/>
          <w:lang w:bidi="fa-IR"/>
        </w:rPr>
      </w:pPr>
      <w:bookmarkStart w:id="104" w:name="_Toc507934535"/>
      <w:r w:rsidRPr="00CC78DB">
        <w:rPr>
          <w:rFonts w:hint="eastAsia"/>
          <w:rtl/>
          <w:lang w:bidi="fa-IR"/>
        </w:rPr>
        <w:t>ازدواج</w:t>
      </w:r>
      <w:r w:rsidRPr="00CC78DB">
        <w:rPr>
          <w:rtl/>
          <w:lang w:bidi="fa-IR"/>
        </w:rPr>
        <w:t xml:space="preserve"> فرزندانم آقا طاهر و حسن آقا و فاطمه خانم</w:t>
      </w:r>
      <w:bookmarkEnd w:id="10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18 ماه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الحرام 1428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غد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پسرکوچکم</w:t>
      </w:r>
      <w:r w:rsidRPr="00CC78DB">
        <w:rPr>
          <w:rtl/>
          <w:lang w:bidi="fa-IR"/>
        </w:rPr>
        <w:t xml:space="preserve"> آقا طاهر با شبنم خانم ارجمند دختر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احمد آقا ارجمند با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14 سکه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چهارده معصوم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جشن عقد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حضور تمام بچه ها و دامادها و روز 19/ 2/ 87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تالار خاطره قم اول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مبارک است انشاءاللّه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29/ 3/ 87 روز تولد حضرت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نب</w:t>
      </w:r>
      <w:r w:rsidRPr="00CC78DB">
        <w:rPr>
          <w:rtl/>
          <w:lang w:bidi="fa-IR"/>
        </w:rPr>
        <w:t xml:space="preserve"> کبرا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من در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تخت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بودم که با اصرار خودم عقد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آقا در خانه پدر خانمش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محمد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سالار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قم مانند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شبنم خانم، انجام گرفت و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21/ 5/ 1387 برابر با 9 شعبان ال</w:t>
      </w:r>
      <w:r w:rsidRPr="00CC78DB">
        <w:rPr>
          <w:rFonts w:hint="eastAsia"/>
          <w:rtl/>
          <w:lang w:bidi="fa-IR"/>
        </w:rPr>
        <w:t>معظم</w:t>
      </w:r>
      <w:r w:rsidRPr="00CC78DB">
        <w:rPr>
          <w:rtl/>
          <w:lang w:bidi="fa-IR"/>
        </w:rPr>
        <w:t xml:space="preserve"> 1429 درتالار خاطره قم جشن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برپا و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مبارک است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27 رجب المرجب 1429 برابر با 10/ 5/ 87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بعثت رسول اکرم </w:t>
      </w:r>
      <w:r w:rsidR="00DE2D1A" w:rsidRPr="00DE2D1A">
        <w:rPr>
          <w:rStyle w:val="libAlaemChar"/>
          <w:rFonts w:eastAsiaTheme="minorHAnsi"/>
          <w:rtl/>
        </w:rPr>
        <w:t>صلى‌الله‌عليه‌وآله‌وسلم</w:t>
      </w:r>
      <w:r w:rsidR="00DE2D1A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عقد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دخترم فاطمه خانم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برادر خانم حسن آقا با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اللّه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114 سکه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تعداد سوره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مبارکه قرآن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ان</w:t>
      </w:r>
      <w:r w:rsidRPr="00CC78DB">
        <w:rPr>
          <w:rFonts w:hint="eastAsia"/>
          <w:rtl/>
          <w:lang w:bidi="fa-IR"/>
        </w:rPr>
        <w:t>جام</w:t>
      </w:r>
      <w:r w:rsidRPr="00CC78DB">
        <w:rPr>
          <w:rtl/>
          <w:lang w:bidi="fa-IR"/>
        </w:rPr>
        <w:t xml:space="preserve"> گرفت مبارک است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Heading1"/>
        <w:rPr>
          <w:rtl/>
          <w:lang w:bidi="fa-IR"/>
        </w:rPr>
      </w:pPr>
      <w:bookmarkStart w:id="105" w:name="_Toc507934536"/>
      <w:r w:rsidRPr="00CC78DB">
        <w:rPr>
          <w:rFonts w:hint="eastAsia"/>
          <w:rtl/>
          <w:lang w:bidi="fa-IR"/>
        </w:rPr>
        <w:t>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مسجد باب الحوائج </w:t>
      </w:r>
      <w:r w:rsidR="00062930" w:rsidRPr="00062930">
        <w:rPr>
          <w:rStyle w:val="libAlaemChar"/>
          <w:rtl/>
        </w:rPr>
        <w:t>عليه‌السلام</w:t>
      </w:r>
      <w:bookmarkEnd w:id="105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چهارشنبه 6/ 6/ 1387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برابر با 25 شعبان المعظم 1429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مسجد به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آغاز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روز پنجشنبه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بزرگان شهر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امام جمعه و بخشدار و شهردار و معتمد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 مانند حاج عبدالعظ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حاج احد </w:t>
      </w:r>
      <w:r w:rsidRPr="00CC78DB">
        <w:rPr>
          <w:rFonts w:hint="eastAsia"/>
          <w:rtl/>
          <w:lang w:bidi="fa-IR"/>
        </w:rPr>
        <w:t>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سهراب موس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زاده و حاج خل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وطنپور و حاج بابا عبدالله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مهندس انورا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ناظر مسجد وو .. را،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شکفته دل، با دستور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از قم،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محل مسجد دعوت و با ذبح قربان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لمبردار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وضع موجود مسجد، به 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ادامه دادند.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32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برداشت و به فونداس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که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500 متر مکعب است مبلغ تومان طبق فاکتور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چون حضور من به علت عمل باز قلب امکان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نبود لذا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مأمور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نمودم مخصوصاً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شکفته دل که واقعاً جانانه کار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ازقب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مصالح وفراهم نمودن مجر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آن وکارها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وصول چکها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و 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</w:t>
      </w:r>
      <w:r w:rsidRPr="00CC78DB">
        <w:rPr>
          <w:rFonts w:hint="eastAsia"/>
          <w:rtl/>
          <w:lang w:bidi="fa-IR"/>
        </w:rPr>
        <w:t>پرداخت</w:t>
      </w:r>
      <w:r w:rsidRPr="00CC78DB">
        <w:rPr>
          <w:rtl/>
          <w:lang w:bidi="fa-IR"/>
        </w:rPr>
        <w:t xml:space="preserve"> مربوط به مسجد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فراوان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را، به عهده گرفته و اجرا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خداوند خود و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صاحب مسجد اورا به تمام آرزوها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برساند و اجر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21/ 7/ 1387 روز شنبه ساعت ده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از آنجا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نادر آقا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تا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سرکش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ده روز توقف نمودم و زن ومرد هرکس مرا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اظهار محبت نموده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گفتند: در طول ماه مبارک رمضان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شما، ختم گرفته و دعا نموده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مخصوصاً در دهات اطراف در مساجد و تکا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مجلس ختم و توسل گرف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و شفا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عاجل مرا از خداوند خواسته اند که از همه آنها تشکر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مدت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ده روز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کارها را انجام دادم،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وصول چکها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معوقه و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بنّائ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پرداخت دستمزد به معمار و آلماتور بند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>.</w:t>
      </w:r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تا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سقف به ارتفاع شش متر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سانت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متر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 و در روز سه شنبه ساعت 12 ظهر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پرواز و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شده از فرودگاه با پژو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دربست به قم حرکت و ساعت سه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خانه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خدا را شکر.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تشرّف</w:t>
      </w:r>
      <w:r w:rsidRPr="00CC78DB">
        <w:rPr>
          <w:rtl/>
          <w:lang w:bidi="fa-IR"/>
        </w:rPr>
        <w:t xml:space="preserve"> فرزند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زم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حاج حسن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مکه مکرّمه</w:t>
      </w:r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7/ 9/ 1387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 پنجشنبه ساعت 6 صبح، فرزندم حاج حسن آقا</w:t>
      </w:r>
      <w:r w:rsidR="00DE2D1A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اللَّه الحرام و قبر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رسول خدا </w:t>
      </w:r>
      <w:r w:rsidR="00DE2D1A" w:rsidRPr="00DE2D1A">
        <w:rPr>
          <w:rStyle w:val="libAlaemChar"/>
          <w:rFonts w:eastAsiaTheme="minorHAnsi"/>
          <w:rtl/>
        </w:rPr>
        <w:t>صلى‌الله‌عليه‌وآله‌وسلم</w:t>
      </w:r>
      <w:r w:rsidRPr="00CC78DB">
        <w:rPr>
          <w:rtl/>
          <w:lang w:bidi="fa-IR"/>
        </w:rPr>
        <w:t xml:space="preserve"> و ائمه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اماکن مقدسه از فرودگاه مهر آباد تهران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جده پرواز نمود انشاء اللَّه 29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الحرام 1429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منوره به تهران پرواز خواهند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پس از گذراندن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مناسک حج و اعمال واجب مکه معظمه روز جمعه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حجه</w:t>
      </w:r>
      <w:r w:rsidRPr="00CC78DB">
        <w:rPr>
          <w:rtl/>
          <w:lang w:bidi="fa-IR"/>
        </w:rPr>
        <w:t xml:space="preserve"> 1429 به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منوره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ائمه مظلوم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مشرف و در روز جمعه 27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حجه</w:t>
      </w:r>
      <w:r w:rsidRPr="00CC78DB">
        <w:rPr>
          <w:rtl/>
          <w:lang w:bidi="fa-IR"/>
        </w:rPr>
        <w:t xml:space="preserve"> ساعت 50/ 4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50/ 5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وطن پرواز و در ساعت 15/ 8 در فرودگاه مهر آباد به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نش</w:t>
      </w:r>
      <w:r w:rsidRPr="00CC78DB">
        <w:rPr>
          <w:rFonts w:hint="eastAsia"/>
          <w:rtl/>
          <w:lang w:bidi="fa-IR"/>
        </w:rPr>
        <w:t>سته</w:t>
      </w:r>
      <w:r w:rsidRPr="00CC78DB">
        <w:rPr>
          <w:rtl/>
          <w:lang w:bidi="fa-IR"/>
        </w:rPr>
        <w:t xml:space="preserve"> و پس از انجان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ساعت 50/ 11 شب وارد قم و مورد استقبال پدر و مادر و خواهرها و دامادها و برادرها قرار گرفتند و خدارا شکر که در منزل خود مستقر گشتند.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Heading1"/>
        <w:rPr>
          <w:rtl/>
          <w:lang w:bidi="fa-IR"/>
        </w:rPr>
      </w:pPr>
      <w:bookmarkStart w:id="106" w:name="_Toc507934537"/>
      <w:r w:rsidRPr="00CC78DB">
        <w:rPr>
          <w:rFonts w:hint="eastAsia"/>
          <w:rtl/>
          <w:lang w:bidi="fa-IR"/>
        </w:rPr>
        <w:t>رفتن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10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روز دوم محرم همراه دامادم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نرگس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حاج حسن آقاآمده بوند،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روز 5 محرم 1430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تا حساب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معما ران را تصف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هشتم در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صورت نوشت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بالغ </w:t>
      </w:r>
      <w:r w:rsidRPr="00CC78DB">
        <w:rPr>
          <w:rFonts w:hint="eastAsia"/>
          <w:rtl/>
          <w:lang w:bidi="fa-IR"/>
        </w:rPr>
        <w:t>بر</w:t>
      </w:r>
      <w:r w:rsidRPr="00CC78DB">
        <w:rPr>
          <w:rtl/>
          <w:lang w:bidi="fa-IR"/>
        </w:rPr>
        <w:t xml:space="preserve"> دو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شد و شب تاسوعا هم در مسجد جامع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صورت نوشت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18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نقد و چک شدکه آهن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نقداً به مبلغ هفت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پانصد و چهل هزار تومان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7543000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به علت برف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بندان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مسجد، در کنار هتل چالدران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انشاءاللَّه در بهار 1388 خرپا و گنبد مسجد را شروع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به خاطر استقبال بانوان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دادن از طلاجاتشان فراموش نشدن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خداوند به همه زن و مرد آنها کمک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درروز</w:t>
      </w:r>
      <w:r w:rsidRPr="00CC78DB">
        <w:rPr>
          <w:rtl/>
          <w:lang w:bidi="fa-IR"/>
        </w:rPr>
        <w:t xml:space="preserve"> شنبه 21/ 10/ 1387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فرودگاه مهر آباد و از آنجا با سمند دربست به قم و به خانه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جشن</w:t>
      </w:r>
      <w:r w:rsidRPr="00CC78DB">
        <w:rPr>
          <w:rtl/>
          <w:lang w:bidi="fa-IR"/>
        </w:rPr>
        <w:t xml:space="preserve"> عقدخوان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نوه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زم</w:t>
      </w:r>
      <w:r w:rsidRPr="00CC78DB">
        <w:rPr>
          <w:rtl/>
          <w:lang w:bidi="fa-IR"/>
        </w:rPr>
        <w:t xml:space="preserve"> مهندس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جلسات</w:t>
      </w:r>
      <w:r w:rsidRPr="00CC78DB">
        <w:rPr>
          <w:rtl/>
          <w:lang w:bidi="fa-IR"/>
        </w:rPr>
        <w:t xml:space="preserve"> جشن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خانم دختر حاج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اواخر سال 1387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) فرهاد منعقد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دوم خود، قدم نهاد خوشبخت و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باشد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Heading1"/>
        <w:rPr>
          <w:rtl/>
          <w:lang w:bidi="fa-IR"/>
        </w:rPr>
      </w:pPr>
      <w:bookmarkStart w:id="107" w:name="_Toc507934538"/>
      <w:r w:rsidRPr="00CC78DB">
        <w:rPr>
          <w:rFonts w:hint="eastAsia"/>
          <w:rtl/>
          <w:lang w:bidi="fa-IR"/>
        </w:rPr>
        <w:t>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!!</w:t>
      </w:r>
      <w:bookmarkEnd w:id="107"/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1375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قبر دو طبقه در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</w:t>
      </w:r>
      <w:r w:rsidRPr="00CC78DB">
        <w:rPr>
          <w:rtl/>
          <w:lang w:bidi="fa-IR"/>
        </w:rPr>
        <w:t xml:space="preserve"> قبرستان ابو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قم آنجا که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العظم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کاظم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عتمدار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DE2D1A" w:rsidRPr="00DE2D1A">
        <w:rPr>
          <w:rStyle w:val="libAlaemChar"/>
          <w:rtl/>
        </w:rPr>
        <w:t>قدس‌سره</w:t>
      </w:r>
      <w:r w:rsidR="00DE2D1A" w:rsidRPr="00940AE5">
        <w:rPr>
          <w:rtl/>
        </w:rPr>
        <w:t xml:space="preserve"> </w:t>
      </w:r>
      <w:r w:rsidRPr="00CC78DB">
        <w:rPr>
          <w:rtl/>
          <w:lang w:bidi="fa-IR"/>
        </w:rPr>
        <w:t>مدفون است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گذشت 12 سال از طرف دولت دفن اموات در آن قبرستان را ممنوع اعلام نمود چون وسط شهر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حضرت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ا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دوباره در اواخرسال 1387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قبرستان معروف به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واقع در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قم و تهران کنار اتوبان، در قطعه 12 در محل قبرها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شماره 82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متراژ 48 متر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تومان معادل 000/ 000/ 15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="00DE2D1A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نمودم</w:t>
      </w:r>
      <w:r w:rsidRPr="00CC78DB">
        <w:rPr>
          <w:rtl/>
          <w:lang w:bidi="fa-IR"/>
        </w:rPr>
        <w:t xml:space="preserve"> که طبق قانون آن قبرستان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 قبر جهت 4 نفر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بهار سال 1388 آنجا را به مبلغ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قبرستان به 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صمد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دادم که قبرها را آماده سازد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بان زده و </w:t>
      </w:r>
      <w:r w:rsidRPr="00CC78DB">
        <w:rPr>
          <w:rtl/>
          <w:lang w:bidi="fa-IR"/>
        </w:rPr>
        <w:lastRenderedPageBreak/>
        <w:t>سنگ فرش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و ضمناً 6 قطعه سنگ نوشته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بود به 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پدرم حاج سردار مدفون در زاد گاهش گلستان و مادرم </w:t>
      </w:r>
      <w:r w:rsidRPr="00CC78DB">
        <w:rPr>
          <w:rFonts w:hint="eastAsia"/>
          <w:rtl/>
          <w:lang w:bidi="fa-IR"/>
        </w:rPr>
        <w:t>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آصفه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در قبرستان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پدرخانمم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در قبرستان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مادر خانمم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محبوبه خانم مدفون در بهشت زهرا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قطعه 12 و برادر جوان مرگم احمد در سن 19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در گلستان کنار پدرم و خواهر جوان مرگ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مشجر در سن 12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در گلستان کنار مادر بزرگم و دختر نوجوانم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در سن 7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در قبرستان شهر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 تا در همان محل در اطراف 4 قبر نصب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سنگ تابلو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سنگ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سرم در لحد بگذارد.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tl/>
          <w:lang w:bidi="fa-IR"/>
        </w:rPr>
        <w:t xml:space="preserve"> با قطار همراه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مشهد مشرف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آنجا با دخترم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با شوهرش آمده بودند با هم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رفته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قبرها را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گرفتم مبارک است انشاءاللّه اگر آن هم قسمت شود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E2D1A" w:rsidP="00DE2D1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8" w:name="_Toc507934539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1388</w:t>
      </w:r>
      <w:bookmarkEnd w:id="108"/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شروع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نوروز سال 1388، شب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فرزندانم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از تهران به قم آمدند و روز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از تهران و شهر قدس (قلعه حسنخان)</w:t>
      </w:r>
      <w:r w:rsidR="00DE2D1A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قم آمدند و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ما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Heading1"/>
        <w:rPr>
          <w:rtl/>
          <w:lang w:bidi="fa-IR"/>
        </w:rPr>
      </w:pPr>
      <w:bookmarkStart w:id="109" w:name="_Toc507934540"/>
      <w:r w:rsidRPr="00CC78DB">
        <w:rPr>
          <w:rFonts w:hint="eastAsia"/>
          <w:rtl/>
          <w:lang w:bidi="fa-IR"/>
        </w:rPr>
        <w:t>نصب</w:t>
      </w:r>
      <w:r w:rsidRPr="00CC78DB">
        <w:rPr>
          <w:rtl/>
          <w:lang w:bidi="fa-IR"/>
        </w:rPr>
        <w:t xml:space="preserve"> اسکلت گنبد مسجد</w:t>
      </w:r>
      <w:bookmarkEnd w:id="10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12/ 2/ 1388 اطلاع دادند که کار جوشکار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اسکلت گنبد مسجد و خرپاها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آماده نصب است که در 20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ماه بعداز 5 روز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 و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نصب شده گنبد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را از جوشکار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گرفته و در مس</w:t>
      </w:r>
      <w:r w:rsidRPr="00CC78DB">
        <w:rPr>
          <w:rFonts w:hint="eastAsia"/>
          <w:rtl/>
          <w:lang w:bidi="fa-IR"/>
        </w:rPr>
        <w:t>جد</w:t>
      </w:r>
      <w:r w:rsidRPr="00CC78DB">
        <w:rPr>
          <w:rtl/>
          <w:lang w:bidi="fa-IR"/>
        </w:rPr>
        <w:t xml:space="preserve"> امام زمان عجّل اللّه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پنج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هشتصدهزار تومان تسو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حساب نمودم و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کارها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اجراء با مشروحه بعد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ها دادم.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Heading1"/>
        <w:rPr>
          <w:rtl/>
          <w:lang w:bidi="fa-IR"/>
        </w:rPr>
      </w:pPr>
      <w:bookmarkStart w:id="110" w:name="_Toc507934541"/>
      <w:r w:rsidRPr="00CC78DB">
        <w:rPr>
          <w:rFonts w:hint="eastAsia"/>
          <w:rtl/>
          <w:lang w:bidi="fa-IR"/>
        </w:rPr>
        <w:t>کنترات</w:t>
      </w:r>
      <w:r w:rsidRPr="00CC78DB">
        <w:rPr>
          <w:rtl/>
          <w:lang w:bidi="fa-IR"/>
        </w:rPr>
        <w:t xml:space="preserve"> به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و معمار</w:t>
      </w:r>
      <w:bookmarkEnd w:id="110"/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20/ 2/ 1388 باهواپ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(هما)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از آنجا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و ده روز اقامت کردم تا 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سقف شبستان زنانه در دو طبقه و سقف مسجد</w:t>
      </w:r>
      <w:r w:rsidR="00DE2D1A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به شش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به معمار سلطانعل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حائل را به مبلغ 27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تومان. به معمار جاهد دادم وهمچن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پنجره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به 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آقاوطنپور از آلم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بسازد و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دهد و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1/ 3/ 1388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تهران برگشته و به قلعه حسنخان (شهرقدس) رفتم و پس از </w:t>
      </w:r>
      <w:r w:rsidRPr="00CC78DB">
        <w:rPr>
          <w:rtl/>
          <w:lang w:bidi="fa-IR"/>
        </w:rPr>
        <w:lastRenderedPageBreak/>
        <w:t>سه روز اقامت که آقاطاهر خانه ابر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شم</w:t>
      </w:r>
      <w:r w:rsidRPr="00CC78DB">
        <w:rPr>
          <w:rtl/>
          <w:lang w:bidi="fa-IR"/>
        </w:rPr>
        <w:t xml:space="preserve"> را که رنگ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زد منتظر شده و بامع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طاهر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قم هستم اما هرروز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من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آقا</w:t>
      </w:r>
      <w:r w:rsidRPr="00CC78DB">
        <w:rPr>
          <w:rFonts w:hint="cs"/>
          <w:rtl/>
          <w:lang w:bidi="fa-IR"/>
        </w:rPr>
        <w:t>ی</w:t>
      </w:r>
      <w:r w:rsidR="00DE2D1A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حاج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شکفته دل که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نظارت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با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تماس برقرار کرده و دستور کارها را صادر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و از دور مراقب اوضاع هستم.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آب و برق مسجد را وصل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به ساخت و ساز مسجد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مشغول شدم و بطور جد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دادم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گنبد با عظمت مسجد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تمام سقف مسجد زده شد و سر 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گشت و در ماه رمضان سه روز 19 و 21 و 23، مردم را به آنجا دعوت نمودم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کمک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نمودند و خدا را شکر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محرم همان سال آماده گشت و دستجات عزاداران شهر به آن مسجد رو آوردند و با جلال و با شکوه دهه محرم هم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 و من به قم برگشتم.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DE2D1A" w:rsidP="00DE2D1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1" w:name="_Toc507934542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1389</w:t>
      </w:r>
      <w:bookmarkEnd w:id="11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آغاز امسال پس از گذراندن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آن، در 26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ماه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 و در منزل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ساکن گشته، مشغول ادامه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مانده</w:t>
      </w:r>
      <w:r w:rsidRPr="00CC78DB">
        <w:rPr>
          <w:rtl/>
          <w:lang w:bidi="fa-IR"/>
        </w:rPr>
        <w:t xml:space="preserve"> مسجد باب الحوائج شدم و سر 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مناره ها و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خانه عالم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بردم وبه ع</w:t>
      </w:r>
      <w:r w:rsidRPr="00CC78DB">
        <w:rPr>
          <w:rFonts w:hint="eastAsia"/>
          <w:rtl/>
          <w:lang w:bidi="fa-IR"/>
        </w:rPr>
        <w:t>ظمت</w:t>
      </w:r>
      <w:r w:rsidRPr="00CC78DB">
        <w:rPr>
          <w:rtl/>
          <w:lang w:bidi="fa-IR"/>
        </w:rPr>
        <w:t xml:space="preserve"> و شکوه آن افزوده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تابستان</w:t>
      </w:r>
      <w:r w:rsidRPr="00CC78DB">
        <w:rPr>
          <w:rtl/>
          <w:lang w:bidi="fa-IR"/>
        </w:rPr>
        <w:t xml:space="preserve"> امسال را بچه ها و دامادها متناوباً به خانه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 و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دادند</w:t>
      </w:r>
      <w:r w:rsidRPr="00CC78DB">
        <w:rPr>
          <w:rtl/>
          <w:lang w:bidi="fa-IR"/>
        </w:rPr>
        <w:t xml:space="preserve"> و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گشتند تاا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رو به اتمام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 که برنامه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آمد.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DE2D1A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چون</w:t>
      </w:r>
      <w:r w:rsidRPr="00CC78DB">
        <w:rPr>
          <w:rtl/>
          <w:lang w:bidi="fa-IR"/>
        </w:rPr>
        <w:t xml:space="preserve">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باهم اختلاف داشتند و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رستم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طرف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اقامه نماز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کرد، هم نماز جماعت</w:t>
      </w:r>
      <w:r w:rsidR="00DE2D1A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نموده و وضوخانه و آبدارخانه فرو نشسته بود و درواقع مسجد به صورت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آمده بود،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احساس وظ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نمودم که مسجد را دوباره اح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اول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هشت</w:t>
      </w:r>
      <w:r w:rsidRPr="00CC78DB">
        <w:rPr>
          <w:rtl/>
          <w:lang w:bidi="fa-IR"/>
        </w:rPr>
        <w:t xml:space="preserve"> ماه مشغول اقامه نماز جماعت ظهر و عصر و مغرب و عشاء شدم در مدت سه چهار روز مردم بگو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مسجد رو آوردند که من باورم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دوباره مسجد رونق خود را باز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آباد گشت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سازمان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ستوده کل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خانه عالم مسجد را به من نداد و لج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خلاصه</w:t>
      </w:r>
      <w:r w:rsidRPr="00CC78DB">
        <w:rPr>
          <w:rtl/>
          <w:lang w:bidi="fa-IR"/>
        </w:rPr>
        <w:t xml:space="preserve"> من ماه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بهار و تابستان را در همان خانه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و بچه هاهم متناوباً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آمدند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 و 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حال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افسردگ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 بود و تامرز مرگ رفت و تلفن زدم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او را از قلعه حسنخان آورد و در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به من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 و بعداً خانواده اش را هم آوردند و معالجه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حال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 و به خانه اش برگرداندم.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ماه رمضان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دو وعده نماز و شبها منبر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چند روز گذشت و اطلاع دادند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امام جمعه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آمده است و مرا به فرماندار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دعوت نمودند تا در جلسه معارفه شرکت نمودم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من حضوراً خواهش نمود که از امام ج</w:t>
      </w:r>
      <w:r w:rsidRPr="00CC78DB">
        <w:rPr>
          <w:rFonts w:hint="eastAsia"/>
          <w:rtl/>
          <w:lang w:bidi="fa-IR"/>
        </w:rPr>
        <w:t>معه</w:t>
      </w:r>
      <w:r w:rsidRPr="00CC78DB">
        <w:rPr>
          <w:rtl/>
          <w:lang w:bidi="fa-IR"/>
        </w:rPr>
        <w:t xml:space="preserve">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 نام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محمود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اهل شبستر هم پشت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مسجد ته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درنها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را در مسجد خودم مستقر نمودم که ظهرها هم نماز اقامه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وهم به منبر بروند.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6F38E3" w:rsidP="006F38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2" w:name="_Toc507934543"/>
      <w:r w:rsidR="00CC78DB" w:rsidRPr="00CC78DB">
        <w:rPr>
          <w:rFonts w:hint="eastAsia"/>
          <w:rtl/>
          <w:lang w:bidi="fa-IR"/>
        </w:rPr>
        <w:lastRenderedPageBreak/>
        <w:t>ادامه</w:t>
      </w:r>
      <w:r w:rsidR="00CC78DB" w:rsidRPr="00CC78DB">
        <w:rPr>
          <w:rtl/>
          <w:lang w:bidi="fa-IR"/>
        </w:rPr>
        <w:t xml:space="preserve"> ساخت متعلقات مسجد باب الحوائج </w:t>
      </w:r>
      <w:r w:rsidR="00062930" w:rsidRPr="00062930">
        <w:rPr>
          <w:rStyle w:val="libAlaemChar"/>
          <w:rtl/>
        </w:rPr>
        <w:t>عليه‌السلام</w:t>
      </w:r>
      <w:bookmarkEnd w:id="112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سر در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ساخته شد و 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محراب و سقاخانه انجام گرفت و دو عدد مناره به مبلغ 12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توسط استاد حاج صفر شام اسب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ساخت و نصب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دستشوئ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و در بالا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خانه عالم ساخته و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پله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از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سلامت تا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گاز مسجد را با مکافات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وصل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6F38E3" w:rsidP="006F38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3" w:name="_Toc507934544"/>
      <w:r w:rsidR="00CC78DB" w:rsidRPr="00CC78DB">
        <w:rPr>
          <w:rFonts w:hint="eastAsia"/>
          <w:rtl/>
          <w:lang w:bidi="fa-IR"/>
        </w:rPr>
        <w:lastRenderedPageBreak/>
        <w:t>چاپ</w:t>
      </w:r>
      <w:r w:rsidR="00CC78DB" w:rsidRPr="00CC78DB">
        <w:rPr>
          <w:rtl/>
          <w:lang w:bidi="fa-IR"/>
        </w:rPr>
        <w:t xml:space="preserve"> کتاب اسلام فراتر اززمان</w:t>
      </w:r>
      <w:bookmarkEnd w:id="11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اواخر بهمن ماه امسال کتاب اسلام فراتر اززمان از چاپ خارج شد و مورد استفاده عموم قرار گرفت.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حرکت</w:t>
      </w:r>
      <w:r w:rsidRPr="00CC78DB">
        <w:rPr>
          <w:rtl/>
          <w:lang w:bidi="fa-IR"/>
        </w:rPr>
        <w:t xml:space="preserve">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عشق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</w:t>
      </w:r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ماه رمضان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من در 9 مهر ماه با 38 نفر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معلا توسط آژانس هما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عنوان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کاروان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ازمرز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عراق گشته و شب در کنار حرم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Fonts w:eastAsiaTheme="minorHAnsi"/>
          <w:rtl/>
        </w:rPr>
        <w:t>عليهما‌السلام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در هتل مستقر شده و شب و صبح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مشرف شده و توسل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صرف صبحانه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سامراء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ظهر وارد سامراء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حرم عسکر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Fonts w:eastAsiaTheme="minorHAnsi"/>
          <w:rtl/>
        </w:rPr>
        <w:t>عليهما‌السلام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بزرگان مانند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خاتون و نرگس خاتون مادر بزرگوار امام زمان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چون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حرمها و گنبد و منار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ها را وهاب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ودشمنان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خاندان با بمب منفجر نموده و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ساخته بودند و در اثر کوشش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و ما در حرم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تمام مشغول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ظهر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اشرف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در هتل مستقر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مشرف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سه شب در آن شهر مقدس اقامت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گذراندن اعمال مسجد کوفه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حضرات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ثم</w:t>
      </w:r>
      <w:r w:rsidRPr="00CC78DB">
        <w:rPr>
          <w:rtl/>
          <w:lang w:bidi="fa-IR"/>
        </w:rPr>
        <w:t xml:space="preserve"> و حضرت مسلم و 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مختار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روز چهارم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سر راه اعمال مسجد سهله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وارد کربلا و در هتل برکه الزهراء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استقرار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و در آن شهر مقدس هم سه روز اقامت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گذراندن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شهدا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و حضرت ابوالفضل </w:t>
      </w:r>
      <w:r w:rsidR="00AA1844" w:rsidRPr="00AA1844">
        <w:rPr>
          <w:rStyle w:val="libAlaemChar"/>
          <w:rtl/>
        </w:rPr>
        <w:lastRenderedPageBreak/>
        <w:t xml:space="preserve">عليهم‌السلام </w:t>
      </w:r>
      <w:r w:rsidRPr="00CC78DB">
        <w:rPr>
          <w:rtl/>
          <w:lang w:bidi="fa-IR"/>
        </w:rPr>
        <w:t>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اماکن روز 18 مهرماه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سر راه طفلان مسلم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عراق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19 مهر وارد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خداوند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اقامت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بعد از ظهر 20 مهرماه به شهر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«قم»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در شهر قدس در منزل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مانده و فردا هم به قم وارد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سفر پسر بزرگم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 دوم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خانمم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عفت خانم و دخترم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 با شوهرش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نادر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همراه من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در طول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متماد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همان گرفتار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و امراض جسم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بار به کربلا و مشهد بردم بلکه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بزرگان بخواه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شفا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از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توانا باشند و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انشاء 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6F38E3" w:rsidP="006F38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4" w:name="_Toc507934545"/>
      <w:r w:rsidR="00CC78DB" w:rsidRPr="00CC78DB">
        <w:rPr>
          <w:rFonts w:hint="eastAsia"/>
          <w:rtl/>
          <w:lang w:bidi="fa-IR"/>
        </w:rPr>
        <w:lastRenderedPageBreak/>
        <w:t>فاتحه</w:t>
      </w:r>
      <w:r w:rsidR="00CC78DB" w:rsidRPr="00CC78DB">
        <w:rPr>
          <w:rtl/>
          <w:lang w:bidi="fa-IR"/>
        </w:rPr>
        <w:t xml:space="preserve"> به روح خودم!</w:t>
      </w:r>
      <w:bookmarkEnd w:id="114"/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امروز</w:t>
      </w:r>
      <w:r w:rsidRPr="00CC78DB">
        <w:rPr>
          <w:rtl/>
          <w:lang w:bidi="fa-IR"/>
        </w:rPr>
        <w:t xml:space="preserve"> 31/ 8/ 1389 به قبرستان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درقم رفته و به قبرها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سرکش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گرد و خاک گرفته است، با آب آنها را شستم و هوا هم خوب بود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قبرها نماز ظهر و عصرم را خواندم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 خودم نشستم و سوره مبارکه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خواندم، هم به روح خودم و هم به ارواح 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مؤمنات و اموات خودم 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نمودم خدا قبول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15" w:name="_Toc507934546"/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محرم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11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روز 8/ 9/ 1389 بامع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هرسه مسجد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مسجد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به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شدم و پس از گذراندن سوم امام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آماده سفر کربلا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16" w:name="_Toc507934547"/>
      <w:r w:rsidRPr="00CC78DB">
        <w:rPr>
          <w:rFonts w:hint="eastAsia"/>
          <w:rtl/>
          <w:lang w:bidi="fa-IR"/>
        </w:rPr>
        <w:t>تشرف</w:t>
      </w:r>
      <w:r w:rsidRPr="00CC78DB">
        <w:rPr>
          <w:rtl/>
          <w:lang w:bidi="fa-IR"/>
        </w:rPr>
        <w:t xml:space="preserve"> به کربلا</w:t>
      </w:r>
      <w:bookmarkEnd w:id="11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سه شنبه 30/ 9/ 89 بعد از ظهر ساعت 9 شب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اتوبوس بتعداد 40 نفر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هم همراهم بود، نماز صبح را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سنقر خواند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بعد از ظهر ساعت 4 به قصر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شب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صبح فردا پس از انجام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</w:t>
      </w:r>
      <w:r w:rsidRPr="00CC78DB">
        <w:rPr>
          <w:rFonts w:hint="eastAsia"/>
          <w:rtl/>
          <w:lang w:bidi="fa-IR"/>
        </w:rPr>
        <w:t>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وارد خاک عراق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راهها</w:t>
      </w:r>
      <w:r w:rsidRPr="00CC78DB">
        <w:rPr>
          <w:rtl/>
          <w:lang w:bidi="fa-IR"/>
        </w:rPr>
        <w:t xml:space="preserve">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مراحل شب به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Fonts w:eastAsiaTheme="minorHAnsi"/>
          <w:rtl/>
        </w:rPr>
        <w:t>عليهما‌السلام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وارد شده و به حرم مطهر مشرّف 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شب را در هتل «النّور»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سپر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دو ساعت به صبح دوباره به حرم مشرف و پس ازاقامه نماز صبح، به سامراء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ساعت ده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به حرم ام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عسکر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Fonts w:eastAsiaTheme="minorHAnsi"/>
          <w:rtl/>
        </w:rPr>
        <w:t>عليهما‌السلام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مشرف و عمه و مادر حضرت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اللّه الاعظم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لتراب مقدمه الفداء و سرداب مقدس تشرّف پس از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نماز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محمد فرزند امام 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نماز ظهر را ساعت 2 خوانده و پس صرف نهار در صحن،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اشرف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به نجف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پس از گذاشتن وسا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 هتل به حرم مشرف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خواندن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توسل به هتل برگشته و استراحت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روز در آن شهر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والائ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اعمال کامل مسجد کوفه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حضرت مسلم و 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و فاتحه قبر مختار ثقف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ثم</w:t>
      </w:r>
      <w:r w:rsidRPr="00CC78DB">
        <w:rPr>
          <w:rtl/>
          <w:lang w:bidi="fa-IR"/>
        </w:rPr>
        <w:t xml:space="preserve"> تمار و 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السلام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حضرت آدم و نوح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در حرم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حضرت هود و صالح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در 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السلام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انجام داده و روز چهارم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معلا حرکت و در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راه اعمال کامل مسجد سهله را انجام داده و ظهر به کربلاء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ابتداء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سقا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مشرف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ودعا و توسل و سپس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حرکت نموده و در آن بارگاه ملکوت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مشغول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سه روز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نمنوال</w:t>
      </w:r>
      <w:r w:rsidRPr="00CC78DB">
        <w:rPr>
          <w:rtl/>
          <w:lang w:bidi="fa-IR"/>
        </w:rPr>
        <w:t xml:space="preserve"> گذشت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مربوطه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گاه و مقام امام صادق و امام زمان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روز پنجشنبه صبح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و در طول راه در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جسر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طفلان مظلوم حضرت </w:t>
      </w:r>
      <w:r w:rsidRPr="00CC78DB">
        <w:rPr>
          <w:rtl/>
          <w:lang w:bidi="fa-IR"/>
        </w:rPr>
        <w:lastRenderedPageBreak/>
        <w:t xml:space="preserve">مسلم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نموده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مودن</w:t>
      </w:r>
      <w:r w:rsidRPr="00CC78DB">
        <w:rPr>
          <w:rtl/>
          <w:lang w:bidi="fa-IR"/>
        </w:rPr>
        <w:t xml:space="preserve"> طول روز و شب ساعت 10 روز جمعه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افراد کاروان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سالم وارد شهر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 راشکر فراوان.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سه روز اقامت به تهران حرکت و پس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با فرزندانم در شهر قدس و تهران روز جمعه 16/ 10/ 1389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قم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17" w:name="_Toc507934548"/>
      <w:r w:rsidRPr="00CC78DB">
        <w:rPr>
          <w:rFonts w:hint="eastAsia"/>
          <w:rtl/>
          <w:lang w:bidi="fa-IR"/>
        </w:rPr>
        <w:t>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خانه طاهر</w:t>
      </w:r>
      <w:bookmarkEnd w:id="117"/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12/ 11/ 1389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طاهر در مجتمع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«صبا» 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در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بلوک</w:t>
      </w:r>
      <w:r w:rsidRPr="00CC78DB">
        <w:rPr>
          <w:rtl/>
          <w:lang w:bidi="fa-IR"/>
        </w:rPr>
        <w:t xml:space="preserve"> 39 طبقه اول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واحد آپارتمان به مبلغ 80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عارف تهران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مبارک است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18" w:name="_Toc507934549"/>
      <w:r w:rsidRPr="00CC78DB">
        <w:rPr>
          <w:rFonts w:hint="eastAsia"/>
          <w:rtl/>
          <w:lang w:bidi="fa-IR"/>
        </w:rPr>
        <w:t>متعلقات</w:t>
      </w:r>
      <w:r w:rsidRPr="00CC78DB">
        <w:rPr>
          <w:rtl/>
          <w:lang w:bidi="fa-IR"/>
        </w:rPr>
        <w:t xml:space="preserve"> مسجد امام زمان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لتراب مقده الفداء</w:t>
      </w:r>
      <w:bookmarkEnd w:id="11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پشت بام مسجد امام زمان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زوگام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ناودان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بام سرتاسر دور مسجد را انجام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6F38E3" w:rsidP="006F38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9" w:name="_Toc507934550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1390 و تشرف به کربلا</w:t>
      </w:r>
      <w:bookmarkEnd w:id="119"/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بالاخره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نوروز سال 1390 به مبارک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منت،</w:t>
      </w:r>
      <w:r w:rsidRPr="00CC78DB">
        <w:rPr>
          <w:rtl/>
          <w:lang w:bidi="fa-IR"/>
        </w:rPr>
        <w:t xml:space="preserve"> فرارس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پس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دها</w:t>
      </w:r>
      <w:r w:rsidRPr="00CC78DB">
        <w:rPr>
          <w:rtl/>
          <w:lang w:bidi="fa-IR"/>
        </w:rPr>
        <w:t xml:space="preserve"> و دشت اول سال دادن ها وو ...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در 23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ماه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80 نفر 2 اتوبوس کامل شب چهارشنبه ساعت 9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معلا، </w:t>
      </w:r>
      <w:r w:rsidR="006F38E3">
        <w:rPr>
          <w:rFonts w:hint="cs"/>
          <w:rtl/>
          <w:lang w:bidi="fa-IR"/>
        </w:rPr>
        <w:t>ح</w:t>
      </w:r>
      <w:r w:rsidRPr="00CC78DB">
        <w:rPr>
          <w:rtl/>
          <w:lang w:bidi="fa-IR"/>
        </w:rPr>
        <w:t>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راه طولان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ن تا قصر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نموده و شب بعد را در آن شهر استراحت نموده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25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پس از انجام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وارد خاک عراق گشته و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ماً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اشرف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هنگام غروب شب جمعه به آن شهر مقدس، وارد شده و در هتل الملاذ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کوفه مس</w:t>
      </w:r>
      <w:r w:rsidRPr="00CC78DB">
        <w:rPr>
          <w:rFonts w:hint="eastAsia"/>
          <w:rtl/>
          <w:lang w:bidi="fa-IR"/>
        </w:rPr>
        <w:t>تقر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مشرف شده و پس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هتل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سعادت و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ما بود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روزها مصادف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شهادت حضرت صد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کبرا فاطمه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13 جماد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الاول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فردا بعد از ظهر روز جمعه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اعمال مسجد مقدس سهله بردم و روز شنبه به انجام اعمال مسجد مقدس کوفه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ثم</w:t>
      </w:r>
      <w:r w:rsidRPr="00CC78DB">
        <w:rPr>
          <w:rtl/>
          <w:lang w:bidi="fa-IR"/>
        </w:rPr>
        <w:t xml:space="preserve"> تمار و حضرت مسلم و 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Fonts w:eastAsiaTheme="minorHAnsi"/>
          <w:rtl/>
        </w:rPr>
        <w:t>عليهم‌السلام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، بردم و روز</w:t>
      </w:r>
      <w:r w:rsidR="006F38E3">
        <w:rPr>
          <w:rFonts w:hint="cs"/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کشنبه</w:t>
      </w:r>
      <w:r w:rsidRPr="00CC78DB">
        <w:rPr>
          <w:rtl/>
          <w:lang w:bidi="fa-IR"/>
        </w:rPr>
        <w:t xml:space="preserve"> و شب دوشنبه شب شهادت فاطمه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توسلات مکرر انجام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دوشنبه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طفلان مسلم و از آنجا به کربلا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</w:t>
      </w:r>
      <w:r w:rsidR="006F38E3">
        <w:rPr>
          <w:rFonts w:hint="cs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توسلها و به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گاه و مقام امام زمان و مسجد امام صادق </w:t>
      </w:r>
      <w:r w:rsidR="006F38E3" w:rsidRPr="006F38E3">
        <w:rPr>
          <w:rStyle w:val="libAlaemChar"/>
          <w:rFonts w:eastAsiaTheme="minorHAnsi"/>
          <w:rtl/>
        </w:rPr>
        <w:t>عليهم‌السلام</w:t>
      </w:r>
      <w:r w:rsidR="006F38E3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، روز چهار شنبه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سامراء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عسکر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قبر 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خاتون ونرگس خاتون و سرداب مقدس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به بغداد برگشته و در هتل باخان استراحت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صبح روز پنجشنبه 1/ 2/ 1390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مشرف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انجام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توسل و دعا، به مرز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حرکت و پس از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عراق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بعد از ظهر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وساعت 5/ 9 روز جمعه وارد سرعبن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دوروز اقامت و تنظ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الحوابج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روز دوشنبه به شهر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«قم» حرکت و ساعت 5 بعد از ظهر در خانه استقرار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للّه الحمد.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20" w:name="_Toc507934551"/>
      <w:r w:rsidRPr="00CC78DB">
        <w:rPr>
          <w:rFonts w:hint="eastAsia"/>
          <w:rtl/>
          <w:lang w:bidi="fa-IR"/>
        </w:rPr>
        <w:t>حال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12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امسال و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ماه، باز حال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 به وخامت گرائ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به مرز مرگ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شد و رفتم از قلعه حسنخان به قم آوردم و بعد از معالجه فراوان، به حال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 و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خودم و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مادرش به خانه اش برگرداندم.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6F38E3">
      <w:pPr>
        <w:pStyle w:val="Heading1"/>
        <w:rPr>
          <w:rtl/>
          <w:lang w:bidi="fa-IR"/>
        </w:rPr>
      </w:pPr>
      <w:bookmarkStart w:id="121" w:name="_Toc507934552"/>
      <w:r w:rsidRPr="00CC78DB">
        <w:rPr>
          <w:rFonts w:hint="eastAsia"/>
          <w:rtl/>
          <w:lang w:bidi="fa-IR"/>
        </w:rPr>
        <w:t>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متعلقات مسجد باب الحوائج </w:t>
      </w:r>
      <w:r w:rsidR="00062930" w:rsidRPr="00062930">
        <w:rPr>
          <w:rStyle w:val="libAlaemChar"/>
          <w:rtl/>
        </w:rPr>
        <w:t>عليه‌السلام</w:t>
      </w:r>
      <w:bookmarkEnd w:id="121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نرده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از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تا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خانه عالم را، انجام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سنگ نما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مسسجد را از اصفهان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سنگ</w:t>
      </w:r>
      <w:r w:rsidRPr="00CC78DB">
        <w:rPr>
          <w:rtl/>
          <w:lang w:bidi="fa-IR"/>
        </w:rPr>
        <w:t xml:space="preserve"> نما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شروع و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26/ 6/ 1390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به اتمام است. خدا را شکر تمام شد.</w:t>
      </w:r>
      <w:r w:rsidR="00812694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قرارداد 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سردر ورود</w:t>
      </w:r>
      <w:r w:rsidRPr="00CC78DB">
        <w:rPr>
          <w:rFonts w:hint="cs"/>
          <w:rtl/>
          <w:lang w:bidi="fa-IR"/>
        </w:rPr>
        <w:t>ی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مسجد مقدس جمکران، منعقد و قسمت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اجراگرد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</w:t>
      </w:r>
      <w:r w:rsidRPr="00CC78DB">
        <w:rPr>
          <w:rtl/>
          <w:lang w:bidi="fa-IR"/>
        </w:rPr>
        <w:t xml:space="preserve">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ماند.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Heading1"/>
        <w:rPr>
          <w:rtl/>
          <w:lang w:bidi="fa-IR"/>
        </w:rPr>
      </w:pPr>
      <w:bookmarkStart w:id="122" w:name="_Toc507934553"/>
      <w:r w:rsidRPr="00CC78DB">
        <w:rPr>
          <w:rFonts w:hint="eastAsia"/>
          <w:rtl/>
          <w:lang w:bidi="fa-IR"/>
        </w:rPr>
        <w:t>عمل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صفراء</w:t>
      </w:r>
      <w:bookmarkEnd w:id="122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16/ 6/ 1390 درد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صفراء شروع شد و در حال انفجار بود و باد کرده بود و پزشکان انتقال به تهران را قدغن نمودند و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آرتادر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بطور اورژانس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عمل کرده و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را درآوردند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رون</w:t>
      </w:r>
      <w:r w:rsidRPr="00CC78DB">
        <w:rPr>
          <w:rtl/>
          <w:lang w:bidi="fa-IR"/>
        </w:rPr>
        <w:t xml:space="preserve"> انداختند.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سه روز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به خانه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منتقل و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تا خدا چه بخواهد.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 با خبر شده از قم و تهران و قلعه حسنخان (شهر قدس)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آمدند و پس از بهبود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من، بتدر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برگشتند.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چون</w:t>
      </w:r>
      <w:r w:rsidRPr="00CC78DB">
        <w:rPr>
          <w:rtl/>
          <w:lang w:bidi="fa-IR"/>
        </w:rPr>
        <w:t xml:space="preserve"> قرار است در 16/ 7/ 90 مهرماه بامع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دوماش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زوار و با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پسرم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کربلا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هم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افته</w:t>
      </w:r>
      <w:r w:rsidRPr="00CC78DB">
        <w:rPr>
          <w:rtl/>
          <w:lang w:bidi="fa-IR"/>
        </w:rPr>
        <w:t xml:space="preserve"> است، خداکند و با توجه معنو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حال نقاهت،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تشرف را داشته باشم و گرنه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غم و غصه خواهد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بعلت رو ب</w:t>
      </w:r>
      <w:r w:rsidR="00812694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وخامت گذاشتن حال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نتوانست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کربلا مشرف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از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به شهر قدس آمده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روانپزشک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بعد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نتوانست بماند مرخص شده و در خانه خود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چند روز دوباره شروع به خود زن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که اگر ده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دم،</w:t>
      </w:r>
      <w:r w:rsidRPr="00CC78DB">
        <w:rPr>
          <w:rtl/>
          <w:lang w:bidi="fa-IR"/>
        </w:rPr>
        <w:t xml:space="preserve"> تمام کرده بود چون نه اورژانس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داشد</w:t>
      </w:r>
      <w:r w:rsidRPr="00CC78DB">
        <w:rPr>
          <w:rtl/>
          <w:lang w:bidi="fa-IR"/>
        </w:rPr>
        <w:t xml:space="preserve"> و نه آمبولانس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خودم به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شهر قدس و از آنجا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منتقل و ازآنجا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منت</w:t>
      </w:r>
      <w:r w:rsidRPr="00CC78DB">
        <w:rPr>
          <w:rtl/>
          <w:lang w:bidi="fa-IR"/>
        </w:rPr>
        <w:t xml:space="preserve">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انتقال دادند.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بعداز</w:t>
      </w:r>
      <w:r w:rsidRPr="00CC78DB">
        <w:rPr>
          <w:rtl/>
          <w:lang w:bidi="fa-IR"/>
        </w:rPr>
        <w:t xml:space="preserve"> شش روز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 (که هر روز را 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محاسبه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کردند) و بهبود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نسب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باز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نماند و ترخ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نموده و تا امروز 4/ 8/ 1390 در خانه خود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Heading1"/>
        <w:rPr>
          <w:rtl/>
          <w:lang w:bidi="fa-IR"/>
        </w:rPr>
      </w:pPr>
      <w:bookmarkStart w:id="123" w:name="_Toc507934554"/>
      <w:r w:rsidRPr="00CC78DB">
        <w:rPr>
          <w:rFonts w:hint="eastAsia"/>
          <w:rtl/>
          <w:lang w:bidi="fa-IR"/>
        </w:rPr>
        <w:t>قرعه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برندگ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bookmarkEnd w:id="12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3/ 8/ 1390 از بانک انصار شعبه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خبر خوشحال کننده دادند که مبلغ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پنج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در قرعه 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آمده است ممکن است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خبر و فضل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دهد و رو به بهبود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رود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12694" w:rsidP="0081269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4" w:name="_Toc507934555"/>
      <w:r w:rsidR="00CC78DB" w:rsidRPr="00CC78DB">
        <w:rPr>
          <w:rFonts w:hint="eastAsia"/>
          <w:rtl/>
          <w:lang w:bidi="fa-IR"/>
        </w:rPr>
        <w:lastRenderedPageBreak/>
        <w:t>فروش</w:t>
      </w:r>
      <w:r w:rsidR="00CC78DB" w:rsidRPr="00CC78DB">
        <w:rPr>
          <w:rtl/>
          <w:lang w:bidi="fa-IR"/>
        </w:rPr>
        <w:t xml:space="preserve"> خانه پشت صدا وس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ما</w:t>
      </w:r>
      <w:bookmarkEnd w:id="12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10/ 7/ 1390 خانه پشت صدا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مارا</w:t>
      </w:r>
      <w:r w:rsidRPr="00CC78DB">
        <w:rPr>
          <w:rtl/>
          <w:lang w:bidi="fa-IR"/>
        </w:rPr>
        <w:t xml:space="preserve"> که با پسرم حسن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بودم به مبلغ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صدو</w:t>
      </w:r>
      <w:r w:rsidRPr="00CC78DB">
        <w:rPr>
          <w:rtl/>
          <w:lang w:bidi="fa-IR"/>
        </w:rPr>
        <w:t xml:space="preserve"> هفتادم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به فروش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15/ 7/ 1390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واحد آپارتمان 155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طبقه اول درکوچه 39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حضرت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پلاک 24 مجتمع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به 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و نود سه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هفتصد و پنجاه هزار تومان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 مبارک است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Heading1"/>
        <w:rPr>
          <w:rtl/>
          <w:lang w:bidi="fa-IR"/>
        </w:rPr>
      </w:pPr>
      <w:bookmarkStart w:id="125" w:name="_Toc507934556"/>
      <w:r w:rsidRPr="00CC78DB">
        <w:rPr>
          <w:rFonts w:hint="eastAsia"/>
          <w:rtl/>
          <w:lang w:bidi="fa-IR"/>
        </w:rPr>
        <w:t>تشرف</w:t>
      </w:r>
      <w:r w:rsidRPr="00CC78DB">
        <w:rPr>
          <w:rtl/>
          <w:lang w:bidi="fa-IR"/>
        </w:rPr>
        <w:t xml:space="preserve"> به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bookmarkEnd w:id="125"/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28 ذ</w:t>
      </w:r>
      <w:r w:rsidRPr="00CC78DB">
        <w:rPr>
          <w:rFonts w:hint="cs"/>
          <w:rtl/>
          <w:lang w:bidi="fa-IR"/>
        </w:rPr>
        <w:t>ی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حج</w:t>
      </w:r>
      <w:r w:rsidR="00812694">
        <w:rPr>
          <w:rFonts w:hint="cs"/>
          <w:rtl/>
          <w:lang w:bidi="fa-IR"/>
        </w:rPr>
        <w:t xml:space="preserve">ت </w:t>
      </w:r>
      <w:r w:rsidRPr="00CC78DB">
        <w:rPr>
          <w:rFonts w:hint="eastAsia"/>
          <w:rtl/>
          <w:lang w:bidi="fa-IR"/>
        </w:rPr>
        <w:t>الحرام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شهر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نمودم و پس از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گذراندن</w:t>
      </w:r>
      <w:r w:rsidRPr="00CC78DB">
        <w:rPr>
          <w:rtl/>
          <w:lang w:bidi="fa-IR"/>
        </w:rPr>
        <w:t xml:space="preserve"> دهه عاشورا در 17 محرم الحرام مطابق با 22 آذرماه 1390 با 38 نفر زا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عراق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شب را در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بعد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مراحل گمرک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از مرز 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راه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عراق، جلو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را بستند و گفتند جلو شلوغ است و راه ها بسته است چون کردها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عراق خود مختار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خواهند و درگ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عه</w:t>
      </w:r>
      <w:r w:rsidRPr="00CC78DB">
        <w:rPr>
          <w:rtl/>
          <w:lang w:bidi="fa-IR"/>
        </w:rPr>
        <w:t xml:space="preserve"> بالا گرفته است؛</w:t>
      </w: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</w:t>
      </w:r>
      <w:r w:rsidRPr="00CC78DB">
        <w:rPr>
          <w:rtl/>
          <w:lang w:bidi="fa-IR"/>
        </w:rPr>
        <w:t xml:space="preserve"> از ظهر گفتند راه باز شد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31 اتوبوس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چند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نرفته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باز گفتند راهها بسته است، دوباره مارا بجا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 برگرداندند، دوباره سروصدابلند شد که راه باز شد، دوباره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چند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tl/>
          <w:lang w:bidi="fa-IR"/>
        </w:rPr>
        <w:t xml:space="preserve"> رفته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گفتند</w:t>
      </w:r>
      <w:r w:rsidRPr="00CC78DB">
        <w:rPr>
          <w:rtl/>
          <w:lang w:bidi="fa-IR"/>
        </w:rPr>
        <w:t xml:space="preserve"> راه بسته شد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شب در </w:t>
      </w:r>
      <w:r w:rsidRPr="00CC78DB">
        <w:rPr>
          <w:rtl/>
          <w:lang w:bidi="fa-IR"/>
        </w:rPr>
        <w:lastRenderedPageBreak/>
        <w:t>مرز بخواب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مارا به مرز عراق برگرداندند و شب داخل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تا صبح نشست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سرما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لرز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نه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گرما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بود و نه سرو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بهداشت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مص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بت</w:t>
      </w:r>
      <w:r w:rsidRPr="00CC78DB">
        <w:rPr>
          <w:rtl/>
          <w:lang w:bidi="fa-IR"/>
        </w:rPr>
        <w:t xml:space="preserve"> تمام به صبح رساند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قرار شد از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مهران حرکت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چون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اله</w:t>
      </w:r>
      <w:r w:rsidRPr="00CC78DB">
        <w:rPr>
          <w:rtl/>
          <w:lang w:bidi="fa-IR"/>
        </w:rPr>
        <w:t xml:space="preserve"> عراق </w:t>
      </w:r>
      <w:r w:rsidRPr="00CC78DB">
        <w:rPr>
          <w:rFonts w:hint="eastAsia"/>
          <w:rtl/>
          <w:lang w:bidi="fa-IR"/>
        </w:rPr>
        <w:t>وکرد</w:t>
      </w:r>
      <w:r w:rsidRPr="00CC78DB">
        <w:rPr>
          <w:rtl/>
          <w:lang w:bidi="fa-IR"/>
        </w:rPr>
        <w:t xml:space="preserve">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و اختلاف هم در آن استان است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دوباره گفتند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باز شد 31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گوشه چند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بسته شده را باز کردند و گذشت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دوباره گفتند جلو نرو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راه بسته است، حالا ما ماند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دو راه بسته نه راه به جلو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ونه راه برگشت!!،</w:t>
      </w: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باتانک وزره پوش و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ربار</w:t>
      </w:r>
      <w:r w:rsidRPr="00CC78DB">
        <w:rPr>
          <w:rtl/>
          <w:lang w:bidi="fa-IR"/>
        </w:rPr>
        <w:t xml:space="preserve"> و با اسلحه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اطراف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ما را گرفته بودند گفتند از راه فرع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را به بغداد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شما در بغداد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فردا به نجف اشرف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کوشش کردند ما را از جاده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ببرند به هر جاده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بسته بود!، مان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نخلستان ها و در محاصره کردها همه نگران و با ترس ولرز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توانست همه ما را نابود کند،</w:t>
      </w:r>
      <w:r w:rsidRPr="00CC78DB">
        <w:rPr>
          <w:rFonts w:hint="eastAsia"/>
          <w:rtl/>
          <w:lang w:bidi="fa-IR"/>
        </w:rPr>
        <w:t>ساعت</w:t>
      </w:r>
      <w:r w:rsidRPr="00CC78DB">
        <w:rPr>
          <w:rtl/>
          <w:lang w:bidi="fa-IR"/>
        </w:rPr>
        <w:t xml:space="preserve"> چهار بعد از ظهر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غروب مانده، من باسازمان حج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در بغداد تماس گرفتم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شر ح دادم گفتند آقا ما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تله افتاده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معاون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عراق جلسه داشت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اول بنا بود آن 31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برگردان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صلاح ندانستند و قرار بر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 از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 xml:space="preserve"> آن منطقه اجازه بدهند راهها را به شما باز کنند و عبور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دوباره ببندند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نصورت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غروب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اصرار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راننده ها شبانه به نجف اشرف حرکت کنند و در بغداد نمان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شب به نجف اشرف شهر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مؤمنان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هتل نوبن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روت</w:t>
      </w:r>
      <w:r w:rsidRPr="00CC78DB">
        <w:rPr>
          <w:rtl/>
          <w:lang w:bidi="fa-IR"/>
        </w:rPr>
        <w:t xml:space="preserve"> استقرار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و </w:t>
      </w:r>
      <w:r w:rsidRPr="00CC78DB">
        <w:rPr>
          <w:rtl/>
          <w:lang w:bidi="fa-IR"/>
        </w:rPr>
        <w:lastRenderedPageBreak/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صبح همه را به حرم بردم و پس از ادا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صبح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توسل به هتل برگشته و استراحت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اول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بطور 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جزء برنامه نبود،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حضرت هود و صالح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در واد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السّلام بردم و روز دوم به مسجد کوفه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حضرات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ثم</w:t>
      </w:r>
      <w:r w:rsidRPr="00CC78DB">
        <w:rPr>
          <w:rtl/>
          <w:lang w:bidi="fa-IR"/>
        </w:rPr>
        <w:t xml:space="preserve"> و مسلم و هان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بردم و روز سوم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رمان</w:t>
      </w:r>
      <w:r w:rsidRPr="00CC78DB">
        <w:rPr>
          <w:rtl/>
          <w:lang w:bidi="fa-IR"/>
        </w:rPr>
        <w:t xml:space="preserve"> طفلان حضرت مسلم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چهار روز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عوض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معطل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مرز) اماکن مقدسه کربلا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بعد به سامرارفته و تابعد از ظهر اماکن مقدسه سامرا 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برگشتن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حرم مقدس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محمد فرزند امام 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نهارمان گرفته و در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در بغداد در هتل ماند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صبح به حرم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مشرف شده و پس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و توسلات از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مهران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812694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به خاطر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و دوروز معطل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مرز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ما را در کربلا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نگهداشتند که جبران آن زحمت و به هر نفر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سنگ حرم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را که عوض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به عنوان تبرک و دل جوئ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دادند خدا را شکر پس از</w:t>
      </w:r>
      <w:r w:rsidR="00812694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عبور</w:t>
      </w:r>
      <w:r w:rsidRPr="00CC78DB">
        <w:rPr>
          <w:rtl/>
          <w:lang w:bidi="fa-IR"/>
        </w:rPr>
        <w:t xml:space="preserve"> از مرز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ساعت 8 صبح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دو روز به قم حرکت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غروب به قم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در آپارتمان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الحمد للّه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 ما در منزل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 و عتبات مقدسه ائمه عراق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دورهم جمع شدن بچه ها بود و خداوند ب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همه آرزومندان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کند انشاءاللّه.</w:t>
      </w:r>
    </w:p>
    <w:p w:rsidR="00CC78DB" w:rsidRPr="00CC78DB" w:rsidRDefault="00812694" w:rsidP="0081269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شروع</w:t>
      </w:r>
      <w:r w:rsidR="00CC78DB" w:rsidRPr="00CC78DB">
        <w:rPr>
          <w:rtl/>
          <w:lang w:bidi="fa-IR"/>
        </w:rPr>
        <w:t xml:space="preserve"> نماز جماعت و تبل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غ</w:t>
      </w:r>
      <w:r w:rsidR="00CC78DB" w:rsidRPr="00CC78DB">
        <w:rPr>
          <w:rtl/>
          <w:lang w:bidi="fa-IR"/>
        </w:rPr>
        <w:t xml:space="preserve"> در مسجدرق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</w:t>
      </w:r>
      <w:r w:rsidRPr="00062930">
        <w:rPr>
          <w:rStyle w:val="libAlaemChar"/>
          <w:rtl/>
        </w:rPr>
        <w:t>عليه‌السلام</w:t>
      </w:r>
    </w:p>
    <w:p w:rsidR="00CC78DB" w:rsidRPr="00CC78DB" w:rsidRDefault="00CC78DB" w:rsidP="00812694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آپارتمان تازه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ما مسجد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حضرت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="00812694" w:rsidRPr="00812694">
        <w:rPr>
          <w:rStyle w:val="libAlaemChar"/>
          <w:rFonts w:eastAsiaTheme="minorHAnsi"/>
          <w:rtl/>
        </w:rPr>
        <w:t>عليها‌السلام</w:t>
      </w:r>
      <w:r w:rsidR="00812694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هست مسجد مجهز و مورد توجه مردم محل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باشد، پس از بازگشت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21 ماه صفر 1434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برابر با 16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1390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عمل باز قلب امام جماعت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مسجد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eastAsia"/>
          <w:rtl/>
          <w:lang w:bidi="fa-IR"/>
        </w:rPr>
        <w:t>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در خواست مردم محل نماز جماعت و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شروع نمودم خداوند همه را به اعمال مورد رضا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خود موفق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2694">
      <w:pPr>
        <w:pStyle w:val="Heading1"/>
        <w:rPr>
          <w:rtl/>
          <w:lang w:bidi="fa-IR"/>
        </w:rPr>
      </w:pPr>
      <w:bookmarkStart w:id="126" w:name="_Toc507934557"/>
      <w:r w:rsidRPr="00CC78DB">
        <w:rPr>
          <w:rFonts w:hint="eastAsia"/>
          <w:rtl/>
          <w:lang w:bidi="fa-IR"/>
        </w:rPr>
        <w:t>خاطرات</w:t>
      </w:r>
      <w:r w:rsidRPr="00CC78DB">
        <w:rPr>
          <w:rtl/>
          <w:lang w:bidi="fa-IR"/>
        </w:rPr>
        <w:t xml:space="preserve"> سال 1391 شمس</w:t>
      </w:r>
      <w:r w:rsidRPr="00CC78DB">
        <w:rPr>
          <w:rFonts w:hint="cs"/>
          <w:rtl/>
          <w:lang w:bidi="fa-IR"/>
        </w:rPr>
        <w:t>ی</w:t>
      </w:r>
      <w:bookmarkEnd w:id="12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تشرّف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ثامن الحجج </w:t>
      </w:r>
      <w:r w:rsidR="00062930" w:rsidRPr="00062930">
        <w:rPr>
          <w:rStyle w:val="libAlaemChar"/>
          <w:rtl/>
        </w:rPr>
        <w:t xml:space="preserve">عليه‌السلام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15/ 2/ 1391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داده با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مادر بچه ها به تهران حرکت و از آنجا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17/ 2/ 1391 باهواپ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ما،</w:t>
      </w:r>
      <w:r w:rsidRPr="00CC78DB">
        <w:rPr>
          <w:rtl/>
          <w:lang w:bidi="fa-IR"/>
        </w:rPr>
        <w:t xml:space="preserve"> به مشهد مقدس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امام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حرکت کرده در مهمان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نوساز فدائ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سر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طبرس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مدت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هفته،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حرم مطهر رفته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را شروع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خدارا</w:t>
      </w:r>
      <w:r w:rsidRPr="00CC78DB">
        <w:rPr>
          <w:rtl/>
          <w:lang w:bidi="fa-IR"/>
        </w:rPr>
        <w:t xml:space="preserve"> شکر توف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خوب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ازگذراندن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هفته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ارت،</w:t>
      </w:r>
      <w:r w:rsidRPr="00CC78DB">
        <w:rPr>
          <w:rtl/>
          <w:lang w:bidi="fa-IR"/>
        </w:rPr>
        <w:t xml:space="preserve"> باز 24/ 2/ 1391 باهواپ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تهران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آنجا پس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بچه ها به قم مراجعت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قم به ترم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معالجه دندان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شروع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انشاءاللّه پس از اتمام آن،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کارها و 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حرکت 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20/ 3/ 1391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و چند روز بعد 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</w:t>
      </w:r>
      <w:r w:rsidRPr="00CC78DB">
        <w:rPr>
          <w:rtl/>
          <w:lang w:bidi="fa-IR"/>
        </w:rPr>
        <w:t xml:space="preserve"> ودر ورود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توسط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 قم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شروع و در اواخر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رماه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>. ماه رمضان و تا دهم مهر ماه آنجا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 مهرماه باهمراه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اتوبوس از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کربلا به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حرکت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طبق معمول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اماکن مقدسه را تمام کرده و در 23 مهر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تهران و قلعه حسنخان و از آنجا به قم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آپارتمان مستقر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از اول سال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قبول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دانشگاه قم، نوه ام محمد رضا فرزند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آپارتمان ما با ما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و به درسش ادامه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25 ذ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الحجه موافق با 20 آبان ماه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محرم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برگشتم و پس گذراندن 12 محرم سال 1433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دو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زوار آماده حرکت به کربلا بودند و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اصرار کردند که همراه آنها مشرف شوم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به علت درد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کمر و پاهانتوانستم بروم به تهر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بعدازد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داربچه</w:t>
      </w:r>
      <w:r w:rsidRPr="00CC78DB">
        <w:rPr>
          <w:rtl/>
          <w:lang w:bidi="fa-IR"/>
        </w:rPr>
        <w:t xml:space="preserve"> ها به قم برگشتم.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باتحمل</w:t>
      </w:r>
      <w:r w:rsidRPr="00CC78DB">
        <w:rPr>
          <w:rtl/>
          <w:lang w:bidi="fa-IR"/>
        </w:rPr>
        <w:t xml:space="preserve"> درد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کمر و پاها تا 14/ 10/ 91 صبرکردم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ناراحتم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حضرت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 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طالب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دکتر ارتوپد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علاءالد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اردکان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مراجعه کردم و پس از معا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ازپشت و دنده ها،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مهره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پشت ازهم فاصله گرفته وآرتوروز شروع شده داروها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متعدد نوشت و ده جلسه هم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وتراب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زر</w:t>
      </w:r>
      <w:r w:rsidRPr="00CC78DB">
        <w:rPr>
          <w:rtl/>
          <w:lang w:bidi="fa-IR"/>
        </w:rPr>
        <w:t xml:space="preserve"> نوشت که 17/ 10 شروع شد الان روز پنجم آن است که تا چه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داند. آن ده ج</w:t>
      </w:r>
      <w:r w:rsidRPr="00CC78DB">
        <w:rPr>
          <w:rFonts w:hint="eastAsia"/>
          <w:rtl/>
          <w:lang w:bidi="fa-IR"/>
        </w:rPr>
        <w:t>لسه</w:t>
      </w:r>
      <w:r w:rsidRPr="00CC78DB">
        <w:rPr>
          <w:rtl/>
          <w:lang w:bidi="fa-IR"/>
        </w:rPr>
        <w:t xml:space="preserve"> هم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نگرفتم دردها بهمان صورت، اذ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دهد و داروها هم 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بخش نبود تا خدا چه بخواهد.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7/ 10/ 1391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14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الاول سال 1434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 بزرگم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با شوهرش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اعمال عمره مفرده به مدت 12 روز به مکه مشرف شدند و اتفاقاً باولادت رسول خدا </w:t>
      </w:r>
      <w:r w:rsidR="000B41AF" w:rsidRPr="000B41AF">
        <w:rPr>
          <w:rStyle w:val="libAlaemChar"/>
          <w:rFonts w:eastAsiaTheme="minorHAnsi"/>
          <w:rtl/>
        </w:rPr>
        <w:t>صلى‌الله‌عليه‌وآله‌وسلم</w:t>
      </w:r>
      <w:r w:rsidR="000B41AF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 xml:space="preserve">و امام جعفرصادق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مصادف شد که در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بودند و چون رانندگ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دکترها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قدغن کرده اند پسرم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به قم آمد و مرا به شهر قدس برد و منبر رفتم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5/ 1 منبرم طول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چون راجع 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بنا و اعمال مناسک حج بود،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چکس</w:t>
      </w:r>
      <w:r w:rsidRPr="00CC78DB">
        <w:rPr>
          <w:rtl/>
          <w:lang w:bidi="fa-IR"/>
        </w:rPr>
        <w:t xml:space="preserve"> احساس کم حوصلگ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نکرد بلکه علاقه داشتند،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ادامه دهم و به علت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نتوانستم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ادامه دهم. و قرار است انشاءاللّه صبح روز جمعه 20 بهمن در فرودگاه مهرآباد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شوند.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منهم</w:t>
      </w:r>
      <w:r w:rsidRPr="00CC78DB">
        <w:rPr>
          <w:rtl/>
          <w:lang w:bidi="fa-IR"/>
        </w:rPr>
        <w:t xml:space="preserve"> قرار است بامع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دختر کوچکم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فاطمه خانم همراه با شوهرش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مهندس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قبول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همان روز به شهر قدس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رستوران به نهار شرکت کرده و پس از اتمام به خانه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مراسم خانه به منزل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  <w:r w:rsidR="000B41AF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انتقال</w:t>
      </w:r>
      <w:r w:rsidRPr="00CC78DB">
        <w:rPr>
          <w:rtl/>
          <w:lang w:bidi="fa-IR"/>
        </w:rPr>
        <w:t xml:space="preserve">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حضرت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دالشهداء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از قم به کربلاء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نوساز حضرت اباعبداللّه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در تالار مدرسه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قم واقع در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در دست استادان فن، ساخته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 پس از چهارسال آماده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ششم 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ماه 6/ 9/ 1391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مطابق با 12 ماه صفرالمظفر 1433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مقدس، درحال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باران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پس از حرکت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حرم مطهر حضرت 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از آنجا با بدرقه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همگان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 ولا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تمدار</w:t>
      </w:r>
      <w:r w:rsidRPr="00CC78DB">
        <w:rPr>
          <w:rtl/>
          <w:lang w:bidi="fa-IR"/>
        </w:rPr>
        <w:t xml:space="preserve"> قم در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باران به طرف تهران و با </w:t>
      </w:r>
      <w:r w:rsidRPr="00CC78DB">
        <w:rPr>
          <w:rFonts w:hint="eastAsia"/>
          <w:rtl/>
          <w:lang w:bidi="fa-IR"/>
        </w:rPr>
        <w:t>استقبال</w:t>
      </w:r>
      <w:r w:rsidRPr="00CC78DB">
        <w:rPr>
          <w:rtl/>
          <w:lang w:bidi="fa-IR"/>
        </w:rPr>
        <w:t xml:space="preserve"> پرشور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تخت</w:t>
      </w:r>
      <w:r w:rsidRPr="00CC78DB">
        <w:rPr>
          <w:rtl/>
          <w:lang w:bidi="fa-IR"/>
        </w:rPr>
        <w:t xml:space="preserve"> و از آنجا از شهرها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با استقبال و بردقه عج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مرد وزن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جوان و کوچک بزرگ، با آب پاش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اشک چشمان شور و شوق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شمار</w:t>
      </w:r>
      <w:r w:rsidRPr="00CC78DB">
        <w:rPr>
          <w:rtl/>
          <w:lang w:bidi="fa-IR"/>
        </w:rPr>
        <w:t xml:space="preserve">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شلمچه وارد عراق شد و در شهرها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عراق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با استقبال مردم و بدرقه آنها،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اول ب</w:t>
      </w:r>
      <w:r w:rsidRPr="00CC78DB">
        <w:rPr>
          <w:rFonts w:hint="eastAsia"/>
          <w:rtl/>
          <w:lang w:bidi="fa-IR"/>
        </w:rPr>
        <w:t>همن</w:t>
      </w:r>
      <w:r w:rsidRPr="00CC78DB">
        <w:rPr>
          <w:rtl/>
          <w:lang w:bidi="fa-IR"/>
        </w:rPr>
        <w:t xml:space="preserve"> ماه به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شد.</w:t>
      </w:r>
      <w:r w:rsidR="000B41AF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45 روز با دست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ئت</w:t>
      </w:r>
      <w:r w:rsidRPr="00CC78DB">
        <w:rPr>
          <w:rtl/>
          <w:lang w:bidi="fa-IR"/>
        </w:rPr>
        <w:t xml:space="preserve"> امنا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مقدس، استاد محمود فرشچ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همکاران،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قبل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و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به 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آن، نصب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الان روز سه شنبه 15 اسفند ماه 1391 برابر با 22 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الثان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1433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ساعت 5/ 3 بعد از ظهر، مراسم پرده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در کربلا از شبکه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مقدسه که بطور زنده و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پخش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گردد،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و درست ساعت 53/ 5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بعد از ظهر، در حرم باز شد و پرده ها را از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مقدس کنار زدند و مردم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ختند</w:t>
      </w:r>
      <w:r w:rsidRPr="00CC78DB">
        <w:rPr>
          <w:rtl/>
          <w:lang w:bidi="fa-IR"/>
        </w:rPr>
        <w:t xml:space="preserve"> داخل حرم الان تماشا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مردم خود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کشند تا دست به آن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برسانند.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احترام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امام مظلوم هرچه زودتر به من هم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سک</w:t>
      </w:r>
      <w:r w:rsidRPr="00CC78DB">
        <w:rPr>
          <w:rtl/>
          <w:lang w:bidi="fa-IR"/>
        </w:rPr>
        <w:t xml:space="preserve"> کمر و درد پا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امراضم با تمام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ضها،</w:t>
      </w:r>
      <w:r w:rsidRPr="00CC78DB">
        <w:rPr>
          <w:rtl/>
          <w:lang w:bidi="fa-IR"/>
        </w:rPr>
        <w:t xml:space="preserve"> شفا بده تا هرچه زودتر،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آن اعتاب مقدسه را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ارتشان</w:t>
      </w:r>
      <w:r w:rsidRPr="00CC78DB">
        <w:rPr>
          <w:rtl/>
          <w:lang w:bidi="fa-IR"/>
        </w:rPr>
        <w:t xml:space="preserve"> برسانم و خودم هم خاک در اورا بازبان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و توت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چشمم کنم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ارب</w:t>
      </w:r>
      <w:r w:rsidRPr="00CC78DB">
        <w:rPr>
          <w:rtl/>
          <w:lang w:bidi="fa-IR"/>
        </w:rPr>
        <w:t xml:space="preserve"> العال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نماند، پس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مردم عاشق و جان فدا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گنبد و مناره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صحن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اعتاب مقدسه و سقف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حضرت اباالفضل العباس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در عراق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نو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حرم</w:t>
      </w:r>
      <w:r w:rsidRPr="00CC78DB">
        <w:rPr>
          <w:rtl/>
          <w:lang w:bidi="fa-IR"/>
        </w:rPr>
        <w:t xml:space="preserve">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شده سامراء در عراق به دست دشمنان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وهاب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سلف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رهم</w:t>
      </w:r>
      <w:r w:rsidRPr="00CC78DB">
        <w:rPr>
          <w:rtl/>
          <w:lang w:bidi="fa-IR"/>
        </w:rPr>
        <w:t xml:space="preserve"> و بنا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گنبد و مناره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و توسعه سرداب مقدس و نوساز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باز 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تذه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طلاکار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زدگان مدفون در عراق و طلاکار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نوساز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طفلان مسلم در سه فرسخ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و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جسر 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ب را، بطور محکم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با،</w:t>
      </w:r>
      <w:r w:rsidRPr="00CC78DB">
        <w:rPr>
          <w:rtl/>
          <w:lang w:bidi="fa-IR"/>
        </w:rPr>
        <w:t xml:space="preserve">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رسانده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در دست انجام است مخصوصاً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مقدس ائمه سامرا در قم الان دردست ساخت است که انشاءاللّه پس از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معمار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حرم مطهر، آن هم به سامراء منتقل خواهد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9/ 12/ 1391 به دخترم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خاتم الانب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عمل جراح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برون</w:t>
      </w:r>
      <w:r w:rsidRPr="00CC78DB">
        <w:rPr>
          <w:rtl/>
          <w:lang w:bidi="fa-IR"/>
        </w:rPr>
        <w:t xml:space="preserve"> و رحمش را برداشتند و من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و دخترم فاطمه، هم روز جمعه از قم به شهر قدس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در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رمان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خواهران و دختران آنها و برادرم حسن خانواده اش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داد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به خواهرم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که تازه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کربلابرگشته بود مهمان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 </w:t>
      </w:r>
      <w:r w:rsidRPr="00CC78DB">
        <w:rPr>
          <w:rtl/>
          <w:lang w:bidi="fa-IR"/>
        </w:rPr>
        <w:lastRenderedPageBreak/>
        <w:t>شنبه به شهر قدس رفته و سه روز به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خانم،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و روز دوشنبه بعد از ظهر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41AF" w:rsidP="000B41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7" w:name="_Toc507934558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1392 شمس</w:t>
      </w:r>
      <w:r w:rsidR="00CC78DB" w:rsidRPr="00CC78DB">
        <w:rPr>
          <w:rFonts w:hint="cs"/>
          <w:rtl/>
          <w:lang w:bidi="fa-IR"/>
        </w:rPr>
        <w:t>ی</w:t>
      </w:r>
      <w:bookmarkEnd w:id="127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نوروز امسال، مثل سالها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گذشته با آمدن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خانواده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با خانواده و حاج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نادر آقا و اصغر آقا با خانواده و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درضا</w:t>
      </w:r>
      <w:r w:rsidRPr="00CC78DB">
        <w:rPr>
          <w:rtl/>
          <w:lang w:bidi="fa-IR"/>
        </w:rPr>
        <w:t xml:space="preserve"> و غلامرضا و محمدآقا با خانواده و حاج رسول با شهرام و بهنام (چون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تازه عمل کرده بود) و آقا طاهر و آقا محمد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باخانواده و. و.، خدارا شکر با خوش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گذشت.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تشرف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خانم زن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مکه معظمه در 12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بازگشت در صبح 24 به سار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از آنجا به شهرقدس انجام گرفت خدا قبول کند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هم باحاج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قبول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گذراندن مهمان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دوباره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10/ 3/ 1392 با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خانم،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رفته و در خانه عالم، مسجد، اقامت نموده و مشغول اقامه نماز در مسجد باب الحوائج حضرت اباالفضل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شدم.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41AF" w:rsidP="000B41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507934559"/>
      <w:r w:rsidR="00CC78DB" w:rsidRPr="00CC78DB">
        <w:rPr>
          <w:rFonts w:hint="eastAsia"/>
          <w:rtl/>
          <w:lang w:bidi="fa-IR"/>
        </w:rPr>
        <w:lastRenderedPageBreak/>
        <w:t>سفر</w:t>
      </w:r>
      <w:r w:rsidR="00CC78DB" w:rsidRPr="00CC78DB">
        <w:rPr>
          <w:rtl/>
          <w:lang w:bidi="fa-IR"/>
        </w:rPr>
        <w:t xml:space="preserve"> بچه ها به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bookmarkEnd w:id="128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بچه ها متناوبا باخانواده،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آمده و در خانه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اب،</w:t>
      </w:r>
      <w:r w:rsidRPr="00CC78DB">
        <w:rPr>
          <w:rtl/>
          <w:lang w:bidi="fa-IR"/>
        </w:rPr>
        <w:t xml:space="preserve"> مشغول خوشگذران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شدند خداوند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همه آنها را باتمام مسلمان ها، شاد و خرّم کند و از حوادث ناگوار محفوظشان بدارد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Heading1"/>
        <w:rPr>
          <w:rtl/>
          <w:lang w:bidi="fa-IR"/>
        </w:rPr>
      </w:pPr>
      <w:bookmarkStart w:id="129" w:name="_Toc507934560"/>
      <w:r w:rsidRPr="00CC78DB">
        <w:rPr>
          <w:rFonts w:hint="eastAsia"/>
          <w:rtl/>
          <w:lang w:bidi="fa-IR"/>
        </w:rPr>
        <w:t>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گنبد باب الحوا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bookmarkEnd w:id="129"/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10/ 6/ 1392.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گنبد مسجد باب الحوائج و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تزئ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نات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رو کش رنگ طلائ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بمبلغ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و چهل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صفر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شام اسب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</w:t>
      </w:r>
      <w:r w:rsidRPr="00CC78DB">
        <w:rPr>
          <w:rtl/>
          <w:lang w:bidi="fa-IR"/>
        </w:rPr>
        <w:t xml:space="preserve"> دادم تا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برده و بعدها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خرده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زش</w:t>
      </w:r>
      <w:r w:rsidRPr="00CC78DB">
        <w:rPr>
          <w:rtl/>
          <w:lang w:bidi="fa-IR"/>
        </w:rPr>
        <w:t xml:space="preserve"> برس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تمام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کارها به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خدارا شکر مسجد از هر جهت آماده بهره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41AF" w:rsidP="000B41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0" w:name="_Toc507934561"/>
      <w:r w:rsidR="00CC78DB" w:rsidRPr="00CC78DB">
        <w:rPr>
          <w:rFonts w:hint="eastAsia"/>
          <w:rtl/>
          <w:lang w:bidi="fa-IR"/>
        </w:rPr>
        <w:lastRenderedPageBreak/>
        <w:t>وفات</w:t>
      </w:r>
      <w:r w:rsidR="00CC78DB" w:rsidRPr="00CC78DB">
        <w:rPr>
          <w:rtl/>
          <w:lang w:bidi="fa-IR"/>
        </w:rPr>
        <w:t xml:space="preserve"> مشهد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اللّه</w:t>
      </w:r>
      <w:r>
        <w:rPr>
          <w:rFonts w:hint="cs"/>
          <w:rtl/>
          <w:lang w:bidi="fa-IR"/>
        </w:rPr>
        <w:t xml:space="preserve"> </w:t>
      </w:r>
      <w:r w:rsidR="00CC78DB" w:rsidRPr="00CC78DB">
        <w:rPr>
          <w:rtl/>
          <w:lang w:bidi="fa-IR"/>
        </w:rPr>
        <w:t>و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نظر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شوهر خواهرم</w:t>
      </w:r>
      <w:bookmarkEnd w:id="13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تابستان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الله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نظر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شوهر خواهرم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در حصار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تهران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و متاسفانه من به علت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ناتوان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نتوانستم در حصار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حضور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کنم خدا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رحمتش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درمجلس چهلمش که در زادگاهش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پرنق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گرفتند من هم شرکت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عقد موقت معصومه (ساناز) متولد 17/ 6/ 1376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>/ 17/ 6/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نوه ام ساناز (معصومه) خانم دختر پسرم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شمس محراب نامزد کرده و من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درخانه دخترم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با اخذ وکالت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عقد محرم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خواندم، مبارک باشد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بعد از ظهر همان روز،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17/ 6/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ساعت چهار بعد از ظهر، در دفترخانه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نوه 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8/ 2/ 1371 فرزند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جهانبخش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حاج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خانم، جشن عقدخوان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 عقد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دائم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خواندم و باهم به منزلشان در کارشناسان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برگشته و پس از صرف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41AF" w:rsidP="000B41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1" w:name="_Toc507934562"/>
      <w:r w:rsidR="00CC78DB" w:rsidRPr="00CC78DB">
        <w:rPr>
          <w:rFonts w:hint="eastAsia"/>
          <w:rtl/>
          <w:lang w:bidi="fa-IR"/>
        </w:rPr>
        <w:lastRenderedPageBreak/>
        <w:t>تشرّف</w:t>
      </w:r>
      <w:r w:rsidR="00CC78DB" w:rsidRPr="00CC78DB">
        <w:rPr>
          <w:rtl/>
          <w:lang w:bidi="fa-IR"/>
        </w:rPr>
        <w:t xml:space="preserve"> به عتبات عال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ات</w:t>
      </w:r>
      <w:bookmarkEnd w:id="131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15 مهر ماه 1392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دو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اطراف با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از طر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مهران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اشرف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چون مرز خسرو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بسته بود پس از سه روز اقامت در نجف اشرف و انجام اعمال مربوط به آن و اعمال مسجد کوفه به کربلا حرکت نموده و سه روز اقامت در آن و اعمال آن را از قب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اماکن متعدد روز عرفه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ناامن بودن شهر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ب،</w:t>
      </w:r>
      <w:r w:rsidRPr="00CC78DB">
        <w:rPr>
          <w:rtl/>
          <w:lang w:bidi="fa-IR"/>
        </w:rPr>
        <w:t xml:space="preserve">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طفلان مسلم، موفق نشد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در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اقامت کرده و فردا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حرکت نمود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سامرا هم به خاطر ناامن بودن آن</w:t>
      </w:r>
      <w:r w:rsidRPr="00CC78DB">
        <w:rPr>
          <w:rFonts w:hint="eastAsia"/>
          <w:rtl/>
          <w:lang w:bidi="fa-IR"/>
        </w:rPr>
        <w:t>جا</w:t>
      </w:r>
      <w:r w:rsidRPr="00CC78DB">
        <w:rPr>
          <w:rtl/>
          <w:lang w:bidi="fa-IR"/>
        </w:rPr>
        <w:t xml:space="preserve"> موفق نشد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روز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راه فردا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ظهر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 را شکر.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41AF" w:rsidP="000B41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2" w:name="_Toc507934563"/>
      <w:r w:rsidR="00CC78DB" w:rsidRPr="00CC78DB">
        <w:rPr>
          <w:rFonts w:hint="eastAsia"/>
          <w:rtl/>
          <w:lang w:bidi="fa-IR"/>
        </w:rPr>
        <w:lastRenderedPageBreak/>
        <w:t>مر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ض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فرزندم آقا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دکتر حاج حسن 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گلستان</w:t>
      </w:r>
      <w:r w:rsidR="00CC78DB" w:rsidRPr="00CC78DB">
        <w:rPr>
          <w:rFonts w:hint="cs"/>
          <w:rtl/>
          <w:lang w:bidi="fa-IR"/>
        </w:rPr>
        <w:t>ی</w:t>
      </w:r>
      <w:bookmarkEnd w:id="132"/>
    </w:p>
    <w:p w:rsidR="00CC78DB" w:rsidRPr="00CC78DB" w:rsidRDefault="00CC78DB" w:rsidP="000B41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بعداز</w:t>
      </w:r>
      <w:r w:rsidRPr="00CC78DB">
        <w:rPr>
          <w:rtl/>
          <w:lang w:bidi="fa-IR"/>
        </w:rPr>
        <w:t xml:space="preserve"> مراجعت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چون کار روکش گنبد مسجد به اتمام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 من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اتمام آن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ماندم تاماه محرم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شروع شد و من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مسجد باب الحوائج و دو مسجد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شروع به 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نمودم هفتم محرم از قم خبر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فرزندم حسن صورت چپش در اثر سکته، کج شده و پس از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مراحل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دکتر بهشت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تهران انتقال</w:t>
      </w:r>
      <w:r w:rsidR="000B41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با فعال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پسرم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دکتر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با خود حسن آقا تماس گرفتم باحال عاد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صحبت کرد و گفت: مجالس مردم را تعط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نکنم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من هر روز ارتباط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داشتم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در 12 محرم بعد از ظهر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به تهران حرکت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وقت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هنوز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اورژانس بخش خون است که تا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شات</w:t>
      </w:r>
      <w:r w:rsidRPr="00CC78DB">
        <w:rPr>
          <w:rtl/>
          <w:lang w:bidi="fa-IR"/>
        </w:rPr>
        <w:t xml:space="preserve"> لازمه را انجام داده و به بخش منتقل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14 روز طول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پس از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شات</w:t>
      </w:r>
      <w:r w:rsidRPr="00CC78DB">
        <w:rPr>
          <w:rtl/>
          <w:lang w:bidi="fa-IR"/>
        </w:rPr>
        <w:t xml:space="preserve"> متعدد تشخ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دادند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سرطان خون بدخ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است و از آن طرف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از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به پائ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فلج شد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قادر به حرکت نشد و به بخش منتقل کردند و علت فلج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دنبال کردند و پس ازعکس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ام آر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معلوم شد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طومور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سه سانت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داخل نخاع کمر سبب فلج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است و 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عمل جراح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کم خون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عمل نکردند و هرچه خون و پلاک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خون زدند خون به حال ع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نرمال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پائ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نرمال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صدهزار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به اتاق عمل بردند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متأسفانه باز خون به پائ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 و از اطاق عمل برگرداندند دوباره دو سه روز معطل شد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پزشکان به عمل جراح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آماده نشد و نپذ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با فشار من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سروش رئ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دکتر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جراحان را وادار کرد عمل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ساعت 8 شب شروع به عمل جرّاح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ساعت دو بعد از نصف شب تمام شد و به اتاق آ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منتقل شد و از آنجا به بخش انتقال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از بخش جراح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بخش خون منتقل ش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پزشکان معالج اظهار داشتند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تشخ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</w:t>
      </w:r>
      <w:r w:rsidRPr="00CC78DB">
        <w:rPr>
          <w:rtl/>
          <w:lang w:bidi="fa-IR"/>
        </w:rPr>
        <w:t xml:space="preserve"> داده شد سرطان خون بدخ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است منتها دارو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قسمت پشت که زخم دارد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 و به آن دارو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مرضش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در واقع وا</w:t>
      </w:r>
      <w:r w:rsidR="00314F0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ماندند</w:t>
      </w:r>
      <w:r w:rsidRPr="00CC78DB">
        <w:rPr>
          <w:rtl/>
          <w:lang w:bidi="fa-IR"/>
        </w:rPr>
        <w:t xml:space="preserve"> که چکار کنند و چند نفر از پزشکان معالج گفتند ما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سال است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کار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صورت 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بالاخره</w:t>
      </w:r>
      <w:r w:rsidRPr="00CC78DB">
        <w:rPr>
          <w:rtl/>
          <w:lang w:bidi="fa-IR"/>
        </w:rPr>
        <w:t xml:space="preserve"> گفتند: ماندنش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به صلاح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خصوص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نپذ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رفتند</w:t>
      </w:r>
      <w:r w:rsidRPr="00CC78DB">
        <w:rPr>
          <w:rtl/>
          <w:lang w:bidi="fa-IR"/>
        </w:rPr>
        <w:t xml:space="preserve"> و خود حسن آقا هم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اصرار داشت مرا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به خانه ببر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دارم خفه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شوم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ماندن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قابل تحمل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ست،</w:t>
      </w:r>
      <w:r w:rsidRPr="00CC78DB">
        <w:rPr>
          <w:rtl/>
          <w:lang w:bidi="fa-IR"/>
        </w:rPr>
        <w:t xml:space="preserve"> اجبارا اورا به قم انتقال داده و درخانه اش بست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سوم ازخونش نمونه بردار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 و پس از آزما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معلوم شد به هشت هزار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که کمتر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بود و دوباره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بهشت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بستر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خون زدند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گفتند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کهزار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که در حال خطر است باز خون و پلاک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خون تزر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کردند حالش مقدار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 آمد، من تا ساعت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بعد از نصف شب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بودم و حسن آقا گفت: بابا حالم خوب و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ماندن شما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سن و سال و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خودتان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آنهم بعد از نصف شب به صلاح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هروقت</w:t>
      </w:r>
      <w:r w:rsidRPr="00CC78DB">
        <w:rPr>
          <w:rtl/>
          <w:lang w:bidi="fa-IR"/>
        </w:rPr>
        <w:t xml:space="preserve"> من با مادرش که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مارا دلدار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قوت قلب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که بابا من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امانت خدا در دست شما بودم حالا صاحب امانت امانتش را پس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شما چرا از دادن امانت به صاحبش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د؟</w:t>
      </w:r>
      <w:r w:rsidRPr="00CC78DB">
        <w:rPr>
          <w:rtl/>
          <w:lang w:bidi="fa-IR"/>
        </w:rPr>
        <w:t>!!!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Heading1"/>
        <w:rPr>
          <w:rtl/>
          <w:lang w:bidi="fa-IR"/>
        </w:rPr>
      </w:pPr>
      <w:bookmarkStart w:id="133" w:name="_Toc507934564"/>
      <w:r w:rsidRPr="00CC78DB">
        <w:rPr>
          <w:rFonts w:hint="eastAsia"/>
          <w:rtl/>
          <w:lang w:bidi="fa-IR"/>
        </w:rPr>
        <w:t>فاجعه</w:t>
      </w:r>
      <w:r w:rsidRPr="00CC78DB">
        <w:rPr>
          <w:rtl/>
          <w:lang w:bidi="fa-IR"/>
        </w:rPr>
        <w:t xml:space="preserve"> اسفناک درگذشت فرزند جوانمرگم دکتر حاج حسن</w:t>
      </w:r>
      <w:bookmarkEnd w:id="133"/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به خانه برگشتم و کم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استراحت نمودم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7 به من خبر دادند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بعداز رفتن شما، حسن آقا تشنّج کرد و به آ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منتقل کردند، خودم را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رساندم و به اتاقش رفتم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به کُما رفته است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صحبت</w:t>
      </w:r>
      <w:r w:rsidR="00314F0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امکان نداشت و شب به خانه برگشتم صبح خبر دادند چهار شنبه شب باکمال تأسف حسن آقا دار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گفته است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پنجشنبه 20 ماه آذر 1392 چند نفر از بچه هارا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گرفتن جنازه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فرستادم و خودم در بهشت معصومه </w:t>
      </w:r>
      <w:r w:rsidR="00314F00" w:rsidRPr="00314F00">
        <w:rPr>
          <w:rStyle w:val="libAlaemChar"/>
          <w:rFonts w:eastAsiaTheme="minorHAnsi"/>
          <w:rtl/>
        </w:rPr>
        <w:t>عليها‌السلام</w:t>
      </w:r>
      <w:r w:rsidRPr="00CC78DB">
        <w:rPr>
          <w:rtl/>
          <w:lang w:bidi="fa-IR"/>
        </w:rPr>
        <w:t xml:space="preserve"> مقبره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قبلا آماده کرده بودم رفته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قبرها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چهارگانه را دادم آماده کنند و </w:t>
      </w:r>
      <w:r w:rsidRPr="00CC78DB">
        <w:rPr>
          <w:rtl/>
          <w:lang w:bidi="fa-IR"/>
        </w:rPr>
        <w:lastRenderedPageBreak/>
        <w:t>مراحل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جسد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خارج و به بهشت معصومه </w:t>
      </w:r>
      <w:r w:rsidR="00314F00" w:rsidRPr="00314F00">
        <w:rPr>
          <w:rStyle w:val="libAlaemChar"/>
          <w:rFonts w:eastAsiaTheme="minorHAnsi"/>
          <w:rtl/>
        </w:rPr>
        <w:t>عليها‌السلام</w:t>
      </w:r>
      <w:r w:rsidR="00314F00" w:rsidRPr="00940AE5">
        <w:rPr>
          <w:rFonts w:eastAsiaTheme="minorHAnsi"/>
          <w:rtl/>
        </w:rPr>
        <w:t xml:space="preserve"> </w:t>
      </w:r>
      <w:r w:rsidRPr="00314F00">
        <w:rPr>
          <w:rtl/>
          <w:lang w:bidi="fa-IR"/>
        </w:rPr>
        <w:t>منتقل و غسال ها مشغول غسل دادن شدند ومنهم بالا</w:t>
      </w:r>
      <w:r w:rsidRPr="00314F00">
        <w:rPr>
          <w:rFonts w:hint="cs"/>
          <w:rtl/>
          <w:lang w:bidi="fa-IR"/>
        </w:rPr>
        <w:t>ی</w:t>
      </w:r>
      <w:r w:rsidRPr="00314F00">
        <w:rPr>
          <w:rtl/>
          <w:lang w:bidi="fa-IR"/>
        </w:rPr>
        <w:t xml:space="preserve"> سرش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با کفن خاص خودم که از کربلا آورده بودم و با احرام حج مخصوص خود و باتربتها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کفن کرده و حنوط کردند و من پس از غسل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را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باهزاران غم و ان</w:t>
      </w:r>
      <w:r w:rsidRPr="00CC78DB">
        <w:rPr>
          <w:rFonts w:hint="eastAsia"/>
          <w:rtl/>
          <w:lang w:bidi="fa-IR"/>
        </w:rPr>
        <w:t>دوه</w:t>
      </w:r>
      <w:r w:rsidRPr="00CC78DB">
        <w:rPr>
          <w:rtl/>
          <w:lang w:bidi="fa-IR"/>
        </w:rPr>
        <w:t xml:space="preserve"> با نورچشم و جگر گوشه ام خداحافظ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با اشک چشم او را وداع نمودم و روز پنجشنبه بعد از ظهر با جلالت کامل دفن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من</w:t>
      </w:r>
      <w:r w:rsidRPr="00CC78DB">
        <w:rPr>
          <w:rtl/>
          <w:lang w:bidi="fa-IR"/>
        </w:rPr>
        <w:t xml:space="preserve"> مانند حضرت اباذر صحاب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بزرگوار رسول خدا </w:t>
      </w:r>
      <w:r w:rsidR="00314F00" w:rsidRPr="00314F00">
        <w:rPr>
          <w:rStyle w:val="libAlaemChar"/>
          <w:rFonts w:eastAsiaTheme="minorHAnsi"/>
          <w:rtl/>
        </w:rPr>
        <w:t>صلى‌الله‌عليه‌وآله‌وسلم</w:t>
      </w:r>
      <w:r w:rsidR="00314F00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که در صحرا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ربذه کنار قبر پسرش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رو به آسمان گرفته عرض کرد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سلسله حقوق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پدر در گردن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عبد ذل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لت</w:t>
      </w:r>
      <w:r w:rsidRPr="00CC78DB">
        <w:rPr>
          <w:rtl/>
          <w:lang w:bidi="fa-IR"/>
        </w:rPr>
        <w:t xml:space="preserve"> که بتو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دادم، قرار داده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من با عبود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بندگ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تمام حق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حقوق خودم را به او بخش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و گذشت کردم و از درگاه با ع</w:t>
      </w:r>
      <w:r w:rsidR="00314F00">
        <w:rPr>
          <w:rFonts w:hint="cs"/>
          <w:rtl/>
          <w:lang w:bidi="fa-IR"/>
        </w:rPr>
        <w:t>ظ</w:t>
      </w:r>
      <w:r w:rsidRPr="00CC78DB">
        <w:rPr>
          <w:rtl/>
          <w:lang w:bidi="fa-IR"/>
        </w:rPr>
        <w:t>متت عاجزانه در خواست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تو هم با بزرگوار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محبت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کرانت</w:t>
      </w:r>
      <w:r w:rsidRPr="00CC78DB">
        <w:rPr>
          <w:rtl/>
          <w:lang w:bidi="fa-IR"/>
        </w:rPr>
        <w:t xml:space="preserve"> حقوق خودت را به او ببخش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امرز</w:t>
      </w:r>
      <w:r w:rsidRPr="00CC78DB">
        <w:rPr>
          <w:rtl/>
          <w:lang w:bidi="fa-IR"/>
        </w:rPr>
        <w:t xml:space="preserve"> منهم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جملات را کنار قبر فرزندم حسن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ستاده</w:t>
      </w:r>
      <w:r w:rsidRPr="00CC78DB">
        <w:rPr>
          <w:rtl/>
          <w:lang w:bidi="fa-IR"/>
        </w:rPr>
        <w:t xml:space="preserve"> و به درگاه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مهربان مناجات کرده و به عرض رساندم و م</w:t>
      </w:r>
      <w:r w:rsidRPr="00CC78DB">
        <w:rPr>
          <w:rFonts w:hint="eastAsia"/>
          <w:rtl/>
          <w:lang w:bidi="fa-IR"/>
        </w:rPr>
        <w:t>ردم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گفتند.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جمعه شام غر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در مسجد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دالشهدا</w:t>
      </w:r>
      <w:r w:rsidRPr="00CC78DB">
        <w:rPr>
          <w:rtl/>
          <w:lang w:bidi="fa-IR"/>
        </w:rPr>
        <w:t xml:space="preserve"> (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) واقع در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30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مالک اشتر قم که حاج حسن آقا در آنجا نماز جماعت اقامه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 و به بچه ها درس قرآن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برپا و روز سوم را در مسجد حضرت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="00314F00" w:rsidRPr="00314F00">
        <w:rPr>
          <w:rStyle w:val="libAlaemChar"/>
          <w:rFonts w:hint="eastAsia"/>
          <w:rtl/>
        </w:rPr>
        <w:t xml:space="preserve"> </w:t>
      </w:r>
      <w:r w:rsidR="00314F00" w:rsidRPr="00062930">
        <w:rPr>
          <w:rStyle w:val="libAlaemChar"/>
          <w:rFonts w:hint="eastAsia"/>
          <w:rtl/>
        </w:rPr>
        <w:t xml:space="preserve">عليها‌السلام </w:t>
      </w:r>
      <w:r w:rsidRPr="00CC78DB">
        <w:rPr>
          <w:rtl/>
          <w:lang w:bidi="fa-IR"/>
        </w:rPr>
        <w:t>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ام برپا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هفتم باز در مسجد </w:t>
      </w:r>
      <w:r w:rsidRPr="00CC78DB">
        <w:rPr>
          <w:rtl/>
          <w:lang w:bidi="fa-IR"/>
        </w:rPr>
        <w:lastRenderedPageBreak/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دالشهداء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مجالس متعدد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شروع شد و مردم مخصوصا اهل مسجد واقعا متأثر و اشک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ختند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چهار شنبه 27 آذرماه بعد از ظهر به شهر قدس (قلعه حسنخان) تهران که دامادها وپسرانم آنجا ساکن هستند رفته و روز پنج شنبه 28 ماه ساعت دو تا چهار بعد از ظهر در مسجد باب الحوائج همان شهر مجلس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برپا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به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را بعلت ناتوان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حال بدشان، از شهر قدس به قم برگرداند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وفردا روز جمعه 29 آذر ماه با رانندگ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پسر بزرگم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همراه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خواهرم مکرم که باخواهران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گرم</w:t>
      </w:r>
      <w:r w:rsidRPr="00CC78DB">
        <w:rPr>
          <w:rtl/>
          <w:lang w:bidi="fa-IR"/>
        </w:rPr>
        <w:t xml:space="preserve"> در قم بود،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ساعت 5/ 4 بعد از ظهر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روز شنبه 30 ماه آذر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زادگاهم از ساعت 2 تا 4 مجلس عزادار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برپا شد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کشنبه</w:t>
      </w:r>
      <w:r w:rsidRPr="00CC78DB">
        <w:rPr>
          <w:rtl/>
          <w:lang w:bidi="fa-IR"/>
        </w:rPr>
        <w:t xml:space="preserve"> 1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از ساعت 2 تا 4 با حضور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عامل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محترم و ائمه جماعات و اقشار مختلف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روز 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2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محل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54 ساله من) و روز سه شنبه 3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محل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54 ساله ام از ساعت 2 تا 4 مجلس ختم مجلل و با شکوه و باحضور اقشار مختلف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و خود شهر و ائمه جمعه و جماعات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عبدالّله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 جمعه شهرکوثر و امام جمعه محترم خود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محمود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برپا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مجالس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ها اقشار سرشناس و ارگان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ردولت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ومحل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بن</w:t>
      </w:r>
      <w:r w:rsidRPr="00CC78DB">
        <w:rPr>
          <w:rFonts w:hint="eastAsia"/>
          <w:rtl/>
          <w:lang w:bidi="fa-IR"/>
        </w:rPr>
        <w:t>رها</w:t>
      </w:r>
      <w:r w:rsidRPr="00CC78DB">
        <w:rPr>
          <w:rtl/>
          <w:lang w:bidi="fa-IR"/>
        </w:rPr>
        <w:t xml:space="preserve"> و پلاکارت ها و تابلوها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اعلام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داده و اظهار همدرد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غم بودن نموده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اتمام مجلس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غروب روز سه شنبه 3 آذر ماه 92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چهار شنبه 4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شهر قدس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پنجشنبه 5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صبح از شهر قدس به قم حرکت کردم و به 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طاهر پسر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گرم</w:t>
      </w:r>
      <w:r w:rsidRPr="00CC78DB">
        <w:rPr>
          <w:rtl/>
          <w:lang w:bidi="fa-IR"/>
        </w:rPr>
        <w:t xml:space="preserve"> که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آنجا بود رفتم و شب جمعه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باخانواد و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باخانواده از تهران آمدند و پس از صرف شام به خانه خودم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امروز جمعه 6 آذر ماه بعد از ظهر بچه ها به تهران بازگشتند.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امروز 7/ 9/ 1392 سنگ قبر باعکس و نوشته ها نصب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14F0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نوشته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سنگ قبر: حج</w:t>
      </w:r>
      <w:r w:rsidR="00314F00">
        <w:rPr>
          <w:rFonts w:hint="cs"/>
          <w:rtl/>
          <w:lang w:bidi="fa-IR"/>
        </w:rPr>
        <w:t xml:space="preserve">ت </w:t>
      </w:r>
      <w:r w:rsidRPr="00CC78DB">
        <w:rPr>
          <w:rtl/>
          <w:lang w:bidi="fa-IR"/>
        </w:rPr>
        <w:t>الاسلام دکتر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فرزندگرام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="00314F00">
        <w:rPr>
          <w:rFonts w:hint="cs"/>
          <w:rtl/>
          <w:lang w:bidi="fa-IR"/>
        </w:rPr>
        <w:t xml:space="preserve">ت </w:t>
      </w:r>
      <w:r w:rsidRPr="00CC78DB">
        <w:rPr>
          <w:rFonts w:hint="eastAsia"/>
          <w:rtl/>
          <w:lang w:bidi="fa-IR"/>
        </w:rPr>
        <w:t>اللّه</w:t>
      </w:r>
      <w:r w:rsidRPr="00CC78DB">
        <w:rPr>
          <w:rtl/>
          <w:lang w:bidi="fa-IR"/>
        </w:rPr>
        <w:t xml:space="preserve"> حاج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ولادت: 6/ 2/ 1349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درگذشت: 20/ 9/ 1393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(اله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رک</w:t>
      </w:r>
      <w:r w:rsidRPr="00CC78DB">
        <w:rPr>
          <w:rtl/>
          <w:lang w:bidi="fa-IR"/>
        </w:rPr>
        <w:t>).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0B62A1" w:rsidTr="00940AE5">
        <w:trPr>
          <w:trHeight w:val="350"/>
        </w:trPr>
        <w:tc>
          <w:tcPr>
            <w:tcW w:w="3920" w:type="dxa"/>
            <w:shd w:val="clear" w:color="auto" w:fill="auto"/>
          </w:tcPr>
          <w:p w:rsidR="000B62A1" w:rsidRDefault="000B62A1" w:rsidP="00940AE5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عاقبت</w:t>
            </w:r>
            <w:r w:rsidRPr="00CC78DB">
              <w:rPr>
                <w:rtl/>
                <w:lang w:bidi="fa-IR"/>
              </w:rPr>
              <w:t xml:space="preserve"> ز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دار فان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پر کش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دم</w:t>
            </w:r>
            <w:r w:rsidRPr="00CC78DB">
              <w:rPr>
                <w:rtl/>
                <w:lang w:bidi="fa-IR"/>
              </w:rPr>
              <w:t xml:space="preserve"> 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احس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B62A1" w:rsidRDefault="000B62A1" w:rsidP="00940A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B62A1" w:rsidRDefault="000B62A1" w:rsidP="00940AE5">
            <w:pPr>
              <w:pStyle w:val="libPoem"/>
            </w:pPr>
            <w:r w:rsidRPr="00CC78DB">
              <w:rPr>
                <w:rtl/>
                <w:lang w:bidi="fa-IR"/>
              </w:rPr>
              <w:t>عشق تو مهر عل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در س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نه</w:t>
            </w:r>
            <w:r w:rsidRPr="00CC78DB">
              <w:rPr>
                <w:rtl/>
                <w:lang w:bidi="fa-IR"/>
              </w:rPr>
              <w:t xml:space="preserve"> دارم 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احس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62A1" w:rsidTr="00940AE5">
        <w:trPr>
          <w:trHeight w:val="350"/>
        </w:trPr>
        <w:tc>
          <w:tcPr>
            <w:tcW w:w="3920" w:type="dxa"/>
          </w:tcPr>
          <w:p w:rsidR="000B62A1" w:rsidRDefault="000B62A1" w:rsidP="00940AE5">
            <w:pPr>
              <w:pStyle w:val="libPoem"/>
            </w:pPr>
            <w:r w:rsidRPr="00CC78DB">
              <w:rPr>
                <w:rFonts w:hint="eastAsia"/>
                <w:rtl/>
                <w:lang w:bidi="fa-IR"/>
              </w:rPr>
              <w:t>من</w:t>
            </w:r>
            <w:r w:rsidRPr="00CC78DB">
              <w:rPr>
                <w:rtl/>
                <w:lang w:bidi="fa-IR"/>
              </w:rPr>
              <w:t xml:space="preserve"> در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CC78DB">
              <w:rPr>
                <w:rtl/>
                <w:lang w:bidi="fa-IR"/>
              </w:rPr>
              <w:t xml:space="preserve"> واد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tl/>
                <w:lang w:bidi="fa-IR"/>
              </w:rPr>
              <w:t xml:space="preserve"> غر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بم</w:t>
            </w:r>
            <w:r w:rsidRPr="00CC78DB">
              <w:rPr>
                <w:rtl/>
                <w:lang w:bidi="fa-IR"/>
              </w:rPr>
              <w:t xml:space="preserve"> جان زهرا مادرت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B62A1" w:rsidRDefault="000B62A1" w:rsidP="00940A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B62A1" w:rsidRDefault="000B62A1" w:rsidP="00940AE5">
            <w:pPr>
              <w:pStyle w:val="libPoem"/>
            </w:pPr>
            <w:r w:rsidRPr="00CC78DB">
              <w:rPr>
                <w:rtl/>
                <w:lang w:bidi="fa-IR"/>
              </w:rPr>
              <w:t xml:space="preserve">هرشب جمعه گذر کن بر مزارم 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احس</w:t>
            </w:r>
            <w:r w:rsidRPr="00CC78DB">
              <w:rPr>
                <w:rFonts w:hint="cs"/>
                <w:rtl/>
                <w:lang w:bidi="fa-IR"/>
              </w:rPr>
              <w:t>ی</w:t>
            </w:r>
            <w:r w:rsidRPr="00CC78DB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B62A1" w:rsidRDefault="000B62A1" w:rsidP="00CC78DB">
      <w:pPr>
        <w:pStyle w:val="libNormal"/>
        <w:rPr>
          <w:rtl/>
          <w:lang w:bidi="fa-IR"/>
        </w:rPr>
      </w:pPr>
    </w:p>
    <w:p w:rsidR="00CC78DB" w:rsidRPr="00CC78DB" w:rsidRDefault="000B62A1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Fonts w:hint="eastAsia"/>
          <w:rtl/>
          <w:lang w:bidi="fa-IR"/>
        </w:rPr>
        <w:lastRenderedPageBreak/>
        <w:t>اطراف</w:t>
      </w:r>
      <w:r w:rsidR="00CC78DB" w:rsidRPr="00CC78DB">
        <w:rPr>
          <w:rtl/>
          <w:lang w:bidi="fa-IR"/>
        </w:rPr>
        <w:t xml:space="preserve"> قبر هم سوره مبارکه انّا أنزلنا نوشته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در مناسبت ها و شب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جمعه با مادرش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تنهائ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فاتحه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کنار مزارش حضور </w:t>
      </w:r>
      <w:r w:rsidR="000B62A1">
        <w:rPr>
          <w:rFonts w:hint="cs"/>
          <w:rtl/>
          <w:lang w:bidi="fa-IR"/>
        </w:rPr>
        <w:t>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کرده و اشک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با کمال معرفت و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مش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رضا به رضا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مراحل گذرانده ام و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با حضور خودم تغسل و تکف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نماز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تش</w:t>
      </w:r>
      <w:r w:rsidRPr="00CC78DB">
        <w:rPr>
          <w:rtl/>
          <w:lang w:bidi="fa-IR"/>
        </w:rPr>
        <w:t xml:space="preserve"> را خودم خوانده ام و بقبر گذاشته و مراسمش را اداره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و ماهها 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ماجرا گذشته هنوز هم باور ندارم حسن من مرده است چشم به راه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از در وارد شود و کنارم بنش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حال و احوال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من و مادر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رش</w:t>
      </w:r>
      <w:r w:rsidRPr="00CC78DB">
        <w:rPr>
          <w:rtl/>
          <w:lang w:bidi="fa-IR"/>
        </w:rPr>
        <w:t xml:space="preserve"> بپرسد.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احترام مقرب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درگاهت، از تمام تقص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راتش</w:t>
      </w:r>
      <w:r w:rsidRPr="00CC78DB">
        <w:rPr>
          <w:rtl/>
          <w:lang w:bidi="fa-IR"/>
        </w:rPr>
        <w:t xml:space="preserve"> در گذر و در بهشت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نت</w:t>
      </w:r>
      <w:r w:rsidRPr="00CC78DB">
        <w:rPr>
          <w:rtl/>
          <w:lang w:bidi="fa-IR"/>
        </w:rPr>
        <w:t xml:space="preserve"> جا بده رحمه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  <w:r w:rsidR="000B62A1"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انّا</w:t>
      </w:r>
      <w:r w:rsidRPr="00CC78DB">
        <w:rPr>
          <w:rtl/>
          <w:lang w:bidi="fa-IR"/>
        </w:rPr>
        <w:t xml:space="preserve"> للّه و انّا 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راجعون.</w:t>
      </w:r>
    </w:p>
    <w:p w:rsidR="00CC78DB" w:rsidRPr="00CC78DB" w:rsidRDefault="000B62A1" w:rsidP="000B62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4" w:name="_Toc507934565"/>
      <w:r w:rsidR="00CC78DB" w:rsidRPr="00CC78DB">
        <w:rPr>
          <w:rFonts w:hint="eastAsia"/>
          <w:rtl/>
          <w:lang w:bidi="fa-IR"/>
        </w:rPr>
        <w:lastRenderedPageBreak/>
        <w:t>مجلس</w:t>
      </w:r>
      <w:r w:rsidR="00CC78DB" w:rsidRPr="00CC78DB">
        <w:rPr>
          <w:rtl/>
          <w:lang w:bidi="fa-IR"/>
        </w:rPr>
        <w:t xml:space="preserve"> ختم چهلم</w:t>
      </w:r>
      <w:bookmarkEnd w:id="134"/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26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1392 روز پنجشنبه از ساعت 5/ 2 تا 5/ 3 مجلس چهلم آن مرحوم با حضور دوستان وآشنا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و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خودم، در مسجد حضرت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="000B62A1" w:rsidRPr="000B62A1">
        <w:rPr>
          <w:rStyle w:val="libAlaemChar"/>
          <w:rFonts w:eastAsiaTheme="minorHAnsi"/>
          <w:rtl/>
        </w:rPr>
        <w:t>عليها‌السلام</w:t>
      </w:r>
      <w:r w:rsidR="000B62A1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خانه خودمان در قم برپا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مجلس باشکوه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علما و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ندگان</w:t>
      </w:r>
      <w:r w:rsidRPr="00CC78DB">
        <w:rPr>
          <w:rtl/>
          <w:lang w:bidi="fa-IR"/>
        </w:rPr>
        <w:t xml:space="preserve"> مراجع عظام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اقشار مختلف شرکت کردند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البته چهلم روز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کشنبه</w:t>
      </w:r>
      <w:r w:rsidRPr="00CC78DB">
        <w:rPr>
          <w:rtl/>
          <w:lang w:bidi="fa-IR"/>
        </w:rPr>
        <w:t xml:space="preserve"> 30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بود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علت مصادف بودن آن روز با روز ولادت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امبر</w:t>
      </w:r>
      <w:r w:rsidRPr="00CC78DB">
        <w:rPr>
          <w:rtl/>
          <w:lang w:bidi="fa-IR"/>
        </w:rPr>
        <w:t xml:space="preserve"> اسلام </w:t>
      </w:r>
      <w:r w:rsidR="000B62A1" w:rsidRPr="000B62A1">
        <w:rPr>
          <w:rStyle w:val="libAlaemChar"/>
          <w:rFonts w:eastAsiaTheme="minorHAnsi"/>
          <w:rtl/>
        </w:rPr>
        <w:t>صلى‌الله‌عليه‌وآله‌وسلم</w:t>
      </w:r>
      <w:r w:rsidR="000B62A1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 xml:space="preserve">و امام جعفر صادق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که مردم جشن و سرور برپا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کردند، ما سه روز جلوکش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مزاحم مسافرت و گشت و گذار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گران</w:t>
      </w:r>
      <w:r w:rsidRPr="00CC78DB">
        <w:rPr>
          <w:rtl/>
          <w:lang w:bidi="fa-IR"/>
        </w:rPr>
        <w:t xml:space="preserve"> نشو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ببخشد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امرزد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62A1" w:rsidP="000B62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5" w:name="_Toc507934566"/>
      <w:r w:rsidR="00CC78DB" w:rsidRPr="00CC78DB">
        <w:rPr>
          <w:rFonts w:hint="eastAsia"/>
          <w:rtl/>
          <w:lang w:bidi="fa-IR"/>
        </w:rPr>
        <w:lastRenderedPageBreak/>
        <w:t>خاطرات</w:t>
      </w:r>
      <w:r w:rsidR="00CC78DB" w:rsidRPr="00CC78DB">
        <w:rPr>
          <w:rtl/>
          <w:lang w:bidi="fa-IR"/>
        </w:rPr>
        <w:t xml:space="preserve"> سال 1393 شمس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>.</w:t>
      </w:r>
      <w:bookmarkEnd w:id="135"/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امسال بعلت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پسرم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</w:t>
      </w:r>
      <w:r w:rsidR="000B62A1" w:rsidRPr="000B62A1">
        <w:rPr>
          <w:rStyle w:val="libAlaemChar"/>
          <w:rtl/>
        </w:rPr>
        <w:t>رحمه‌الله</w:t>
      </w:r>
      <w:r w:rsidR="000B62A1" w:rsidRPr="00940AE5">
        <w:rPr>
          <w:rtl/>
        </w:rPr>
        <w:t xml:space="preserve"> </w:t>
      </w:r>
      <w:r w:rsidRPr="00CC78DB">
        <w:rPr>
          <w:rtl/>
          <w:lang w:bidi="fa-IR"/>
        </w:rPr>
        <w:t>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لها</w:t>
      </w:r>
      <w:r w:rsidRPr="00CC78DB">
        <w:rPr>
          <w:rtl/>
          <w:lang w:bidi="fa-IR"/>
        </w:rPr>
        <w:t xml:space="preserve"> و همه بچه ها و دامادها ونوه هادر قم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افتند</w:t>
      </w:r>
      <w:r w:rsidRPr="00CC78DB">
        <w:rPr>
          <w:rtl/>
          <w:lang w:bidi="fa-IR"/>
        </w:rPr>
        <w:t xml:space="preserve"> تا با من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غم بشوند روز دوم فرورد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ماه</w:t>
      </w:r>
      <w:r w:rsidRPr="00CC78DB">
        <w:rPr>
          <w:rtl/>
          <w:lang w:bidi="fa-IR"/>
        </w:rPr>
        <w:t xml:space="preserve"> ما را به تهران بردند تا با فام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لها</w:t>
      </w:r>
      <w:r w:rsidRPr="00CC78DB">
        <w:rPr>
          <w:rtl/>
          <w:lang w:bidi="fa-IR"/>
        </w:rPr>
        <w:t xml:space="preserve"> و دوستان هم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هم تش</w:t>
      </w:r>
      <w:r w:rsidRPr="00CC78DB">
        <w:rPr>
          <w:rFonts w:hint="eastAsia"/>
          <w:rtl/>
          <w:lang w:bidi="fa-IR"/>
        </w:rPr>
        <w:t>کر</w:t>
      </w:r>
      <w:r w:rsidRPr="00CC78DB">
        <w:rPr>
          <w:rtl/>
          <w:lang w:bidi="fa-IR"/>
        </w:rPr>
        <w:t xml:space="preserve"> از زحمات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بودند و در مجالس متعدد در قم و تهران شرکت کرده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چند روز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بازد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انجام گرفت و دوباره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0B62A1" w:rsidP="000B62A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6" w:name="_Toc507934567"/>
      <w:r w:rsidR="00CC78DB" w:rsidRPr="00CC78DB">
        <w:rPr>
          <w:rFonts w:hint="eastAsia"/>
          <w:rtl/>
          <w:lang w:bidi="fa-IR"/>
        </w:rPr>
        <w:lastRenderedPageBreak/>
        <w:t>تشرف</w:t>
      </w:r>
      <w:r w:rsidR="00CC78DB" w:rsidRPr="00CC78DB">
        <w:rPr>
          <w:rtl/>
          <w:lang w:bidi="fa-IR"/>
        </w:rPr>
        <w:t xml:space="preserve"> به ز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ارت</w:t>
      </w:r>
      <w:r w:rsidR="00CC78DB" w:rsidRPr="00CC78DB">
        <w:rPr>
          <w:rtl/>
          <w:lang w:bidi="fa-IR"/>
        </w:rPr>
        <w:t xml:space="preserve"> امام رضا </w:t>
      </w:r>
      <w:r w:rsidR="00062930" w:rsidRPr="00062930">
        <w:rPr>
          <w:rStyle w:val="libAlaemChar"/>
          <w:rtl/>
        </w:rPr>
        <w:t>عليه‌السلام</w:t>
      </w:r>
      <w:bookmarkEnd w:id="136"/>
      <w:r w:rsidR="00062930" w:rsidRPr="00062930">
        <w:rPr>
          <w:rStyle w:val="libAlaemChar"/>
          <w:rtl/>
        </w:rPr>
        <w:t xml:space="preserve"> 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20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دهم رجب المرجب 1335 روز شنبه امسال همراه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با قطار عازم مشهد شده در اول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طبرس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حرم، هتل آذربا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جان</w:t>
      </w:r>
      <w:r w:rsidRPr="00CC78DB">
        <w:rPr>
          <w:rtl/>
          <w:lang w:bidi="fa-IR"/>
        </w:rPr>
        <w:t xml:space="preserve"> شب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چهل هزار تومان منزل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نُه روز اقامت کرده و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سه مرتبه بحرم مشرف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13 رجب را خدمت پدر واقع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معنو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امام</w:t>
      </w:r>
      <w:r w:rsidRPr="00CC78DB">
        <w:rPr>
          <w:rtl/>
          <w:lang w:bidi="fa-IR"/>
        </w:rPr>
        <w:t xml:space="preserve"> رضا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حضور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چند روز را موفق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رجب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آن حضرت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روز دوشنبه 29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ب</w:t>
      </w:r>
      <w:r w:rsidR="000B62A1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قم حرکت کرده ساعت 5/ 3 صبح سه شنبه به قم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سفر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دوبار اعصاب مرا داغون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صحن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کرده بودم بعد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به آنجا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آمدم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حدود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ساعت اس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شدم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نکردم تاا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خودش آمد و طلبکارانه گفت من کنار حوض منتظرت بودم چرا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روز حرکت که در راه آهن مشهد ساعت حرکت 10/ 1 بعد از ظهر بود من 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نماز ظهر و عصر را خواندم و او را هم به نمازخانه برده و راه مستق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سالن را نشان دادم که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شم</w:t>
      </w:r>
      <w:r w:rsidRPr="00CC78DB">
        <w:rPr>
          <w:rtl/>
          <w:lang w:bidi="fa-IR"/>
        </w:rPr>
        <w:t xml:space="preserve"> برگردد هرچه منتظر شدم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tl/>
          <w:lang w:bidi="fa-IR"/>
        </w:rPr>
        <w:t xml:space="preserve"> و چهاربار به نمازخانه رفته و به خانم مأمور آنجاگفتم صدا زد در ن</w:t>
      </w:r>
      <w:r w:rsidRPr="00CC78DB">
        <w:rPr>
          <w:rFonts w:hint="eastAsia"/>
          <w:rtl/>
          <w:lang w:bidi="fa-IR"/>
        </w:rPr>
        <w:t>مازخانه</w:t>
      </w:r>
      <w:r w:rsidRPr="00CC78DB">
        <w:rPr>
          <w:rtl/>
          <w:lang w:bidi="fa-IR"/>
        </w:rPr>
        <w:t xml:space="preserve"> نبود و به اطلاعات گفتم با بلندگو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صدا زد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tl/>
          <w:lang w:bidi="fa-IR"/>
        </w:rPr>
        <w:t xml:space="preserve"> با ناتوان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کامل که نم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توانم</w:t>
      </w:r>
      <w:r w:rsidRPr="00CC78DB">
        <w:rPr>
          <w:rtl/>
          <w:lang w:bidi="fa-IR"/>
        </w:rPr>
        <w:t xml:space="preserve"> راه روم لحظات آخر حرکت قطار پشت سرهم اعلام سوار شدن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من واماندم چکار کنم بروم او در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ماند نروم 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سوار قطار شده با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آن امکان را نداشت بالاخره در ل</w:t>
      </w:r>
      <w:r w:rsidRPr="00CC78DB">
        <w:rPr>
          <w:rFonts w:hint="eastAsia"/>
          <w:rtl/>
          <w:lang w:bidi="fa-IR"/>
        </w:rPr>
        <w:t>حظات</w:t>
      </w:r>
      <w:r w:rsidRPr="00CC78DB">
        <w:rPr>
          <w:rtl/>
          <w:lang w:bidi="fa-IR"/>
        </w:rPr>
        <w:t xml:space="preserve"> آخر که قطار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خواهد حرکت کند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من چه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ناگهان موبا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زنگ زد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گفت: آقا خانمت در قطار است خودت را برسان قطار حرکت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داند من چجور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به قطار انداختم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خانم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شم</w:t>
      </w:r>
      <w:r w:rsidRPr="00CC78DB">
        <w:rPr>
          <w:rtl/>
          <w:lang w:bidi="fa-IR"/>
        </w:rPr>
        <w:t xml:space="preserve"> آمد و باز طلبکارانه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!!!! نگو مأمور از او ب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خواسته او هم گفته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شوهرم است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شماره</w:t>
      </w:r>
      <w:r w:rsidRPr="00CC78DB">
        <w:rPr>
          <w:rtl/>
          <w:lang w:bidi="fa-IR"/>
        </w:rPr>
        <w:t xml:space="preserve"> اش زنگ بزن او هم زنگ زده من خود را رساندم و ساعت 5/ 3 شب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ستگاه</w:t>
      </w:r>
      <w:r w:rsidRPr="00CC78DB">
        <w:rPr>
          <w:rtl/>
          <w:lang w:bidi="fa-IR"/>
        </w:rPr>
        <w:t xml:space="preserve"> قم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چند روز استراحت آماده حرکت ب</w:t>
      </w:r>
      <w:r w:rsidR="000B62A1">
        <w:rPr>
          <w:rFonts w:hint="cs"/>
          <w:rtl/>
          <w:lang w:bidi="fa-IR"/>
        </w:rPr>
        <w:t>ه</w:t>
      </w:r>
      <w:r w:rsidRPr="00CC78DB">
        <w:rPr>
          <w:rtl/>
          <w:lang w:bidi="fa-IR"/>
        </w:rPr>
        <w:t xml:space="preserve">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0B62A1">
      <w:pPr>
        <w:pStyle w:val="Heading1"/>
        <w:rPr>
          <w:rtl/>
          <w:lang w:bidi="fa-IR"/>
        </w:rPr>
      </w:pPr>
      <w:bookmarkStart w:id="137" w:name="_Toc507934568"/>
      <w:r w:rsidRPr="00CC78DB">
        <w:rPr>
          <w:rFonts w:hint="eastAsia"/>
          <w:rtl/>
          <w:lang w:bidi="fa-IR"/>
        </w:rPr>
        <w:t>تشرّف</w:t>
      </w:r>
      <w:r w:rsidRPr="00CC78DB">
        <w:rPr>
          <w:rtl/>
          <w:lang w:bidi="fa-IR"/>
        </w:rPr>
        <w:t xml:space="preserve"> به عتبات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bookmarkEnd w:id="137"/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tl/>
          <w:lang w:bidi="fa-IR"/>
        </w:rPr>
        <w:t xml:space="preserve"> سه شنبه هفتم خرداد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tl/>
          <w:lang w:bidi="fa-IR"/>
        </w:rPr>
        <w:t xml:space="preserve"> به خواست خدا با اتوبوس همراه کاروان قم از قم به کربلا حرکت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سوم و چهارم و پنجم شعبان المعظم را که روزها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ولادت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حضرت ابالفضل و امام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العابد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0B62A1" w:rsidRPr="000B62A1">
        <w:rPr>
          <w:rStyle w:val="libAlaemChar"/>
          <w:rFonts w:eastAsiaTheme="minorHAnsi"/>
          <w:rtl/>
        </w:rPr>
        <w:t>عليهم‌السلام</w:t>
      </w:r>
      <w:r w:rsidR="000B62A1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را در کربلا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قبل از آ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هم در نجف اشرف خدمت مولا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بود خداوند ب</w:t>
      </w:r>
      <w:r w:rsidR="000B62A1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همه دوستدارانش قسمت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انشاءالله.</w:t>
      </w: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خدارا</w:t>
      </w:r>
      <w:r w:rsidRPr="00CC78DB">
        <w:rPr>
          <w:rtl/>
          <w:lang w:bidi="fa-IR"/>
        </w:rPr>
        <w:t xml:space="preserve"> شکر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کاروان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ساعت 30/ 1 بعد از ظهر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شب به مرز مهران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فردا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مرز مهران گذشته و پس</w:t>
      </w:r>
      <w:r w:rsidR="000B62A1">
        <w:rPr>
          <w:rFonts w:hint="cs"/>
          <w:rtl/>
          <w:lang w:bidi="fa-IR"/>
        </w:rPr>
        <w:t xml:space="preserve"> از</w:t>
      </w:r>
      <w:r w:rsidRPr="00CC78DB">
        <w:rPr>
          <w:rtl/>
          <w:lang w:bidi="fa-IR"/>
        </w:rPr>
        <w:t xml:space="preserve"> انجام تشر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گمرک عراق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نجف اشرف حرکت کرده و شب به نجف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سه روز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حرم مطهر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و پرداخت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بابت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 و صحن نوبن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فاطمه زهراء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و انجام اعمال مسجد کوفه و مسجد سهله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رهسپار 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ظهر بکربلا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پس از سه روز اقامت و انجام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ارات</w:t>
      </w:r>
      <w:r w:rsidRPr="00CC78DB">
        <w:rPr>
          <w:rtl/>
          <w:lang w:bidi="fa-IR"/>
        </w:rPr>
        <w:t xml:space="preserve"> حرم مطهر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باب الحوائج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وسائر اماکن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tl/>
          <w:lang w:bidi="fa-IR"/>
        </w:rPr>
        <w:lastRenderedPageBreak/>
        <w:t>پرداخت هفتصد هزار تومان بابت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کمک به بناها و تز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نات</w:t>
      </w:r>
      <w:r w:rsidRPr="00CC78DB">
        <w:rPr>
          <w:rtl/>
          <w:lang w:bidi="fa-IR"/>
        </w:rPr>
        <w:t xml:space="preserve"> حرم عباس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شب اقامت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و پرداخت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مخارج تجد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بناهاو تزئ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نات</w:t>
      </w:r>
      <w:r w:rsidRPr="00CC78DB">
        <w:rPr>
          <w:rtl/>
          <w:lang w:bidi="fa-IR"/>
        </w:rPr>
        <w:t xml:space="preserve"> گنبد و مناره ها و</w:t>
      </w: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هزار تومان به صندوق سامراء واقع در دفتر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در همه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کمک رسان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در باره احسان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جوانمرگم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آقا </w:t>
      </w:r>
      <w:r w:rsidR="000B62A1" w:rsidRPr="000B62A1">
        <w:rPr>
          <w:rStyle w:val="libAlaemChar"/>
          <w:rtl/>
        </w:rPr>
        <w:t>رحمه‌الله</w:t>
      </w:r>
      <w:r w:rsidR="000B62A1" w:rsidRPr="00940AE5">
        <w:rPr>
          <w:rtl/>
        </w:rPr>
        <w:t xml:space="preserve"> </w:t>
      </w:r>
      <w:r w:rsidRPr="00CC78DB">
        <w:rPr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مورد نظرم بود، به علت نا امن بودن شهر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و سامراء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طفلان مسلم و عسکر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موفق نشد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خداوند خودش شر اشرار گروه ضد تش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داعش و وهاب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سلف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تکف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را از سر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عراق و سور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لبنان بر طرف و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کن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حرم مطهر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خادمان حرم بنام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(قُصَ</w:t>
      </w:r>
      <w:r w:rsidRPr="00CC78DB">
        <w:rPr>
          <w:rFonts w:hint="cs"/>
          <w:rtl/>
          <w:lang w:bidi="fa-IR"/>
        </w:rPr>
        <w:t>یْ</w:t>
      </w:r>
      <w:r w:rsidRPr="00CC78DB">
        <w:rPr>
          <w:rtl/>
          <w:lang w:bidi="fa-IR"/>
        </w:rPr>
        <w:t xml:space="preserve"> موسو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دوست شدم وبعد از چند روز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به قم آمده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من شده و به مشهد مقدس رفت و من هم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رفتم از مشهد با من تماس گرفت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tl/>
          <w:lang w:bidi="fa-IR"/>
        </w:rPr>
        <w:t xml:space="preserve"> شما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با هوا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آنجا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آمد و بعد از سه روز اقامت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</w:t>
      </w:r>
      <w:r w:rsidRPr="00CC78DB">
        <w:rPr>
          <w:rtl/>
          <w:lang w:bidi="fa-IR"/>
        </w:rPr>
        <w:t xml:space="preserve">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گرفتم و به تهران و از آنجا به بغداد رفت و هر چند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من تماس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دارد و بهش 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سفارش کردم که در حرم مطهر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فرزند جوانمرگ و از دست رفته ام را فراموش نکند و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 هر روز از</w:t>
      </w:r>
      <w:r w:rsidRPr="00CC78DB">
        <w:rPr>
          <w:rFonts w:hint="eastAsia"/>
          <w:rtl/>
          <w:lang w:bidi="fa-IR"/>
        </w:rPr>
        <w:t>جانب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6F38E3" w:rsidRPr="006F38E3">
        <w:rPr>
          <w:rStyle w:val="libAlaemChar"/>
          <w:rtl/>
        </w:rPr>
        <w:t xml:space="preserve">عليهما‌السلام </w:t>
      </w:r>
      <w:r w:rsidRPr="00CC78DB">
        <w:rPr>
          <w:rtl/>
          <w:lang w:bidi="fa-IR"/>
        </w:rPr>
        <w:t>را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 خداقبول کند و فرزندم را به احترام آن بزرگواران ببخشا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امرزد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حرکت</w:t>
      </w:r>
      <w:r w:rsidRPr="00CC78DB">
        <w:rPr>
          <w:rtl/>
          <w:lang w:bidi="fa-IR"/>
        </w:rPr>
        <w:t xml:space="preserve"> به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اتمام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</w:t>
      </w:r>
      <w:r w:rsidR="00062930" w:rsidRPr="00062930">
        <w:rPr>
          <w:rStyle w:val="libAlaemChar"/>
          <w:rtl/>
        </w:rPr>
        <w:t xml:space="preserve">عليه‌السلام </w:t>
      </w:r>
    </w:p>
    <w:p w:rsidR="00CC78DB" w:rsidRPr="00CC78DB" w:rsidRDefault="00CC78DB" w:rsidP="000B62A1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اواخر خرداد ماه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همراه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خانم،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حرکت کرد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تسو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حساب با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مانکاران</w:t>
      </w:r>
      <w:r w:rsidRPr="00CC78DB">
        <w:rPr>
          <w:rtl/>
          <w:lang w:bidi="fa-IR"/>
        </w:rPr>
        <w:t xml:space="preserve"> تز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نات</w:t>
      </w:r>
      <w:r w:rsidRPr="00CC78DB">
        <w:rPr>
          <w:rtl/>
          <w:lang w:bidi="fa-IR"/>
        </w:rPr>
        <w:t xml:space="preserve"> داخل و خارج گنبد مسجد که بالغ بر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کصد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="000B62A1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وپنج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معادل (000/ 000/ 000/ 125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باشد) و پرداخت چکها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اشخاص به تز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نات</w:t>
      </w:r>
      <w:r w:rsidRPr="00CC78DB">
        <w:rPr>
          <w:rtl/>
          <w:lang w:bidi="fa-IR"/>
        </w:rPr>
        <w:t xml:space="preserve"> گنبد سازان که خدارا شکر که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از هرجهت به طور کامل بپا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ازجهت 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کاملا تاد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نار</w:t>
      </w:r>
      <w:r w:rsidRPr="00CC78DB">
        <w:rPr>
          <w:rtl/>
          <w:lang w:bidi="fa-IR"/>
        </w:rPr>
        <w:t xml:space="preserve"> آخر مزد کارکنان پرداخت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فرارس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ماه مبارک رمضان،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شدم و پس از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ماه مبارک به علت قطع راه مسجد از طرف ساختمان ائمه جمعه که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توان بالا رفتن از پله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74 عدد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از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را نداشتم و از طرف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بد جور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حوصله اش سر رفته و زجر 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20 مرداد ماه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دخترم فاطمه خانم که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آمده بود ب</w:t>
      </w:r>
      <w:r w:rsidR="008D16B0">
        <w:rPr>
          <w:rFonts w:hint="cs"/>
          <w:rtl/>
          <w:lang w:bidi="fa-IR"/>
        </w:rPr>
        <w:t xml:space="preserve">ه </w:t>
      </w:r>
      <w:r w:rsidRPr="00CC78DB">
        <w:rPr>
          <w:rtl/>
          <w:lang w:bidi="fa-IR"/>
        </w:rPr>
        <w:t>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فعلا با گرما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 قم دست و پنجه نرم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تمام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زحمات آب و هوا را با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کبار</w:t>
      </w:r>
      <w:r w:rsidRPr="00CC78DB">
        <w:rPr>
          <w:rtl/>
          <w:lang w:bidi="fa-IR"/>
        </w:rPr>
        <w:t xml:space="preserve"> مشرف شدن به حرم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حضرت فاطمه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تحمل نموده و زحمتش را با جان ودل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دند</w:t>
      </w:r>
      <w:r w:rsidRPr="00CC78DB">
        <w:rPr>
          <w:rtl/>
          <w:lang w:bidi="fa-IR"/>
        </w:rPr>
        <w:t xml:space="preserve"> مجنون در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کوچه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بوسد،! گفتند: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وانه</w:t>
      </w:r>
      <w:r w:rsidRPr="00CC78DB">
        <w:rPr>
          <w:rtl/>
          <w:lang w:bidi="fa-IR"/>
        </w:rPr>
        <w:t xml:space="preserve"> چرا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سنگ و کلوخ ها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؟</w:t>
      </w:r>
      <w:r w:rsidRPr="00CC78DB">
        <w:rPr>
          <w:rtl/>
          <w:lang w:bidi="fa-IR"/>
        </w:rPr>
        <w:t xml:space="preserve"> گفت: من سنگ و کلوخ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بوسم بلکه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بوسم چون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</w:t>
      </w:r>
      <w:r w:rsidRPr="00CC78DB">
        <w:rPr>
          <w:rtl/>
          <w:lang w:bidi="fa-IR"/>
        </w:rPr>
        <w:t xml:space="preserve"> کوچه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منسوب به اوست، ما هم </w:t>
      </w:r>
      <w:r w:rsidRPr="00CC78DB">
        <w:rPr>
          <w:rtl/>
          <w:lang w:bidi="fa-IR"/>
        </w:rPr>
        <w:lastRenderedPageBreak/>
        <w:t>با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در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وار</w:t>
      </w:r>
      <w:r w:rsidRPr="00CC78DB">
        <w:rPr>
          <w:rtl/>
          <w:lang w:bidi="fa-IR"/>
        </w:rPr>
        <w:t xml:space="preserve"> 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خودمان (کر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فاطمه معص</w:t>
      </w:r>
      <w:r w:rsidRPr="00CC78DB">
        <w:rPr>
          <w:rFonts w:hint="eastAsia"/>
          <w:rtl/>
          <w:lang w:bidi="fa-IR"/>
        </w:rPr>
        <w:t>ومه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>) همه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 و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 را با جان و دل قبول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در کنار بارگاه مقدس او، به خاک سپرده شو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مانند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قبل بچه ها با خانواده آمده و در خانه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نشسته و از آب و هوا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استفاده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شب</w:t>
      </w:r>
      <w:r w:rsidRPr="00CC78DB">
        <w:rPr>
          <w:rtl/>
          <w:lang w:bidi="fa-IR"/>
        </w:rPr>
        <w:t xml:space="preserve"> 24 مرداد ماه ما و فاطمه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صرف شام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آقاطاهر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25 آقا طاهر و ما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فاطمه خانم بود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شب 27 مرداد آقا طاهر و فاطمه خانم هم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صرف شام،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ما بودند.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12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با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فاطمه خانم و آقا طاهر به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پس از تنوع و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 و هوا، در 19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به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آقا طاهر آماده سفر حج تمتمع شود.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از طرف دفتر رهبر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بخاطر تسلط به زبان انگل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آلمان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عرب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در مکه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با حجاج کشورها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بزرگان وهاب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انتخاب شده و قرار است بطور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بعد، به حج بروند.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8" w:name="_Toc507934569"/>
      <w:r w:rsidR="00CC78DB" w:rsidRPr="00CC78DB">
        <w:rPr>
          <w:rFonts w:hint="eastAsia"/>
          <w:rtl/>
          <w:lang w:bidi="fa-IR"/>
        </w:rPr>
        <w:lastRenderedPageBreak/>
        <w:t>آقا</w:t>
      </w:r>
      <w:r w:rsidR="00CC78DB" w:rsidRPr="00CC78DB">
        <w:rPr>
          <w:rtl/>
          <w:lang w:bidi="fa-IR"/>
        </w:rPr>
        <w:t xml:space="preserve"> طاهر و سفر حج تمتع</w:t>
      </w:r>
      <w:bookmarkEnd w:id="138"/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روز 27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ماه ساعت 2 از خانه خود در قم به فرودگاه امام 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حرکت و ساعت 20/ 8 دق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قه</w:t>
      </w:r>
      <w:r w:rsidRPr="00CC78DB">
        <w:rPr>
          <w:rtl/>
          <w:lang w:bidi="fa-IR"/>
        </w:rPr>
        <w:t xml:space="preserve"> با هواپ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به جده پرواز نمودند و پس از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جحفه حرکت نموده و احرام بستند و پس از انجام مراسم مربوط به آنجا به طرف سرزم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(مکه معظمه) حرکت نمودند و </w:t>
      </w: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وصول به آنجا و استقرار درمنزل به مسجدالحرام مشرف و اعمال عمره تمتع را انجام دادند و از احرام درآمدند و مشغول انجام وظائف و مأمور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در عربستان هستند.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خدارا</w:t>
      </w:r>
      <w:r w:rsidRPr="00CC78DB">
        <w:rPr>
          <w:rtl/>
          <w:lang w:bidi="fa-IR"/>
        </w:rPr>
        <w:t xml:space="preserve"> شکر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 آبانماه ساعت 5/ 4 بعد از ظهر روز چهار شنبه با موفق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از سفر حج به قم برگشتند و در روز جمعه نهار را در رستوران خاطره، اول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صدوق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مهمانان وارده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عمل آمد و دوباره با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تمام به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ادامه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دهند.</w:t>
      </w: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9" w:name="_Toc507934570"/>
      <w:r w:rsidR="00CC78DB" w:rsidRPr="00CC78DB">
        <w:rPr>
          <w:rFonts w:hint="eastAsia"/>
          <w:rtl/>
          <w:lang w:bidi="fa-IR"/>
        </w:rPr>
        <w:lastRenderedPageBreak/>
        <w:t>ماه</w:t>
      </w:r>
      <w:r w:rsidR="00CC78DB" w:rsidRPr="00CC78DB">
        <w:rPr>
          <w:rtl/>
          <w:lang w:bidi="fa-IR"/>
        </w:rPr>
        <w:t xml:space="preserve"> محرم در سرع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bookmarkEnd w:id="13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</w:t>
      </w:r>
      <w:r w:rsidRPr="00CC78DB">
        <w:rPr>
          <w:rtl/>
          <w:lang w:bidi="fa-IR"/>
        </w:rPr>
        <w:t xml:space="preserve"> از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همانان</w:t>
      </w:r>
      <w:r w:rsidRPr="00CC78DB">
        <w:rPr>
          <w:rtl/>
          <w:lang w:bidi="fa-IR"/>
        </w:rPr>
        <w:t xml:space="preserve"> حاج آقاطاهر روز شنبه صبح باحاج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اقامه عزا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اباعبداللّه الحس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سلام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له الفداء به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ل،</w:t>
      </w:r>
      <w:r w:rsidRPr="00CC78DB">
        <w:rPr>
          <w:rtl/>
          <w:lang w:bidi="fa-IR"/>
        </w:rPr>
        <w:t xml:space="preserve"> حرکت کردم و پس از گذراندن دهه عاشوراء و سوم امام به شهر قم برگشت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Heading1"/>
        <w:rPr>
          <w:rtl/>
          <w:lang w:bidi="fa-IR"/>
        </w:rPr>
      </w:pPr>
      <w:bookmarkStart w:id="140" w:name="_Toc507934571"/>
      <w:r w:rsidRPr="00CC78DB">
        <w:rPr>
          <w:rFonts w:hint="eastAsia"/>
          <w:rtl/>
          <w:lang w:bidi="fa-IR"/>
        </w:rPr>
        <w:t>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آسانسور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(باب الحوائج ع)</w:t>
      </w:r>
      <w:bookmarkEnd w:id="140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خلال انجام وظائف عاشورا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مخارج آسانسور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مسجد، اقدام و مبالغ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حدود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پنج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چک و نقد از اهال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شد، البته ساخت آن و متعلقاتش حدود 120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خواهد بود که انشاللّه خداوند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اش را هم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رساند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1" w:name="_Toc507934572"/>
      <w:r w:rsidR="00CC78DB" w:rsidRPr="00CC78DB">
        <w:rPr>
          <w:rFonts w:hint="eastAsia"/>
          <w:rtl/>
          <w:lang w:bidi="fa-IR"/>
        </w:rPr>
        <w:lastRenderedPageBreak/>
        <w:t>اول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سالگرد فرزند دلبند و جوانمرگم</w:t>
      </w:r>
      <w:bookmarkEnd w:id="141"/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 xml:space="preserve"> آذر ماه 20/ 9/ 1393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سالگرد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از دست رفته ام حجه الاسلام و المسلم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جناب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دکتر حاج حسن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هم با بچه ها و اعضا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خانواده، آماده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همانان</w:t>
      </w:r>
      <w:r w:rsidRPr="00CC78DB">
        <w:rPr>
          <w:rtl/>
          <w:lang w:bidi="fa-IR"/>
        </w:rPr>
        <w:t xml:space="preserve"> محترم وارده از قم و تهران و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شهر قدس و نص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آباد </w:t>
      </w: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باشم خداوند عالم به همه شان اجر جز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و خاصه به مادر داغد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اش، صبر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عنا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2" w:name="_Toc507934573"/>
      <w:r w:rsidR="00CC78DB" w:rsidRPr="00CC78DB">
        <w:rPr>
          <w:rFonts w:hint="eastAsia"/>
          <w:rtl/>
          <w:lang w:bidi="fa-IR"/>
        </w:rPr>
        <w:lastRenderedPageBreak/>
        <w:t>اربع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دشمن شکن</w:t>
      </w:r>
      <w:bookmarkEnd w:id="142"/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امسال</w:t>
      </w:r>
      <w:r w:rsidRPr="00CC78DB">
        <w:rPr>
          <w:rtl/>
          <w:lang w:bidi="fa-IR"/>
        </w:rPr>
        <w:t xml:space="preserve"> با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شهادت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، مردم به جوش و خروش افتادند و درنت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جه</w:t>
      </w:r>
      <w:r w:rsidRPr="00CC78DB">
        <w:rPr>
          <w:rtl/>
          <w:lang w:bidi="fa-IR"/>
        </w:rPr>
        <w:t xml:space="preserve"> مسئول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کشور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عبور از مرز را آسان گرفتند در واقع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شه</w:t>
      </w:r>
      <w:r w:rsidRPr="00CC78DB">
        <w:rPr>
          <w:rtl/>
          <w:lang w:bidi="fa-IR"/>
        </w:rPr>
        <w:t xml:space="preserve"> گفت، مرزها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مهران و شلمچه و چذابه را باز کردند تا عاشقان «</w:t>
      </w:r>
      <w:r w:rsidRPr="00CC78DB">
        <w:rPr>
          <w:rFonts w:hint="eastAsia"/>
          <w:rtl/>
          <w:lang w:bidi="fa-IR"/>
        </w:rPr>
        <w:t>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 xml:space="preserve"> به آسان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بتوانند در کنار ضر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شش گوشه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ابند</w:t>
      </w:r>
      <w:r w:rsidRPr="00CC78DB">
        <w:rPr>
          <w:rtl/>
          <w:lang w:bidi="fa-IR"/>
        </w:rPr>
        <w:t xml:space="preserve"> و عرض ارادت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Heading1"/>
        <w:rPr>
          <w:rtl/>
          <w:lang w:bidi="fa-IR"/>
        </w:rPr>
      </w:pPr>
      <w:bookmarkStart w:id="143" w:name="_Toc507934574"/>
      <w:r w:rsidRPr="00CC78DB">
        <w:rPr>
          <w:rFonts w:hint="eastAsia"/>
          <w:rtl/>
          <w:lang w:bidi="fa-IR"/>
        </w:rPr>
        <w:t>پا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به کربلا</w:t>
      </w:r>
      <w:bookmarkEnd w:id="143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عاشقان</w:t>
      </w:r>
      <w:r w:rsidRPr="00CC78DB">
        <w:rPr>
          <w:rtl/>
          <w:lang w:bidi="fa-IR"/>
        </w:rPr>
        <w:t xml:space="preserve"> از زن و مرد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جوان و خرد و کلان و صح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</w:t>
      </w:r>
      <w:r w:rsidRPr="00CC78DB">
        <w:rPr>
          <w:rtl/>
          <w:lang w:bidi="fa-IR"/>
        </w:rPr>
        <w:t xml:space="preserve"> و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وب</w:t>
      </w:r>
      <w:r w:rsidRPr="00CC78DB">
        <w:rPr>
          <w:rtl/>
          <w:lang w:bidi="fa-IR"/>
        </w:rPr>
        <w:t xml:space="preserve"> و سالم و چلاق و. و. و.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اده،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عاشقان، به حرکت درآمدند با هزاران عشق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مان،</w:t>
      </w:r>
      <w:r w:rsidRPr="00CC78DB">
        <w:rPr>
          <w:rtl/>
          <w:lang w:bidi="fa-IR"/>
        </w:rPr>
        <w:t xml:space="preserve"> رو به کو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دوست گذاشتند، غلغله و غوغا بود.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رسانه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حرکت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عاشقان با زوا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مختلفش به تصو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کشند و نرفته ها را 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عشقبازان،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4" w:name="_Toc507934575"/>
      <w:r w:rsidR="00CC78DB" w:rsidRPr="00CC78DB">
        <w:rPr>
          <w:rFonts w:hint="eastAsia"/>
          <w:rtl/>
          <w:lang w:bidi="fa-IR"/>
        </w:rPr>
        <w:lastRenderedPageBreak/>
        <w:t>ب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اثر بودن تهد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دها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داعش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ان</w:t>
      </w:r>
      <w:r w:rsidR="00CC78DB" w:rsidRPr="00CC78DB">
        <w:rPr>
          <w:rtl/>
          <w:lang w:bidi="fa-IR"/>
        </w:rPr>
        <w:t xml:space="preserve"> و گروهکها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تکف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ر</w:t>
      </w:r>
      <w:r w:rsidR="00CC78DB" w:rsidRPr="00CC78DB">
        <w:rPr>
          <w:rFonts w:hint="cs"/>
          <w:rtl/>
          <w:lang w:bidi="fa-IR"/>
        </w:rPr>
        <w:t>ی</w:t>
      </w:r>
      <w:bookmarkEnd w:id="144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گروهک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تکف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عراق و سور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ه،</w:t>
      </w:r>
      <w:r w:rsidRPr="00CC78DB">
        <w:rPr>
          <w:rtl/>
          <w:lang w:bidi="fa-IR"/>
        </w:rPr>
        <w:t xml:space="preserve"> با دولت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جنگند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قتل عام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کشتار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بمب گذار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انواع اعدام ها تهد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 گوش شنوا؟!!!.</w:t>
      </w: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مگر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شود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عاشقان از جان گذشته را از رفتن به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معشوق، بازداشت؟!!!! از سراسر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و شصت کشور جهان،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در حرکتند و سر ازپا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شناسند و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و سواره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اه</w:t>
      </w:r>
      <w:r w:rsidRPr="00CC78DB">
        <w:rPr>
          <w:rtl/>
          <w:lang w:bidi="fa-IR"/>
        </w:rPr>
        <w:t xml:space="preserve"> و سف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عرب و عجم، از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قا</w:t>
      </w:r>
      <w:r w:rsidRPr="00CC78DB">
        <w:rPr>
          <w:rtl/>
          <w:lang w:bidi="fa-IR"/>
        </w:rPr>
        <w:t xml:space="preserve"> و آس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واروپا و آمر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</w:t>
      </w:r>
      <w:r w:rsidRPr="00CC78DB">
        <w:rPr>
          <w:rtl/>
          <w:lang w:bidi="fa-IR"/>
        </w:rPr>
        <w:t xml:space="preserve"> بالاخره از تمام قاره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جهان، جان بر کفان، در حرکتند و وارد عراق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شوند، از سه 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نجف اشرف و حلّه و بغداد، و بصورت دسته 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اده</w:t>
      </w:r>
      <w:r w:rsidRPr="00CC78DB">
        <w:rPr>
          <w:rtl/>
          <w:lang w:bidi="fa-IR"/>
        </w:rPr>
        <w:t xml:space="preserve">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کربلا در حرکتند تا خود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به روز 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برسانند واقعا تماشائ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است، جان من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رناتوان</w:t>
      </w:r>
      <w:r w:rsidRPr="00CC78DB">
        <w:rPr>
          <w:rtl/>
          <w:lang w:bidi="fa-IR"/>
        </w:rPr>
        <w:t xml:space="preserve"> فدا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خاک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باد.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5" w:name="_Toc507934576"/>
      <w:r w:rsidR="00CC78DB" w:rsidRPr="00CC78DB">
        <w:rPr>
          <w:rFonts w:hint="eastAsia"/>
          <w:rtl/>
          <w:lang w:bidi="fa-IR"/>
        </w:rPr>
        <w:lastRenderedPageBreak/>
        <w:t>تعداد</w:t>
      </w:r>
      <w:r w:rsidR="00CC78DB" w:rsidRPr="00CC78DB">
        <w:rPr>
          <w:rtl/>
          <w:lang w:bidi="fa-IR"/>
        </w:rPr>
        <w:t xml:space="preserve"> 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tl/>
          <w:lang w:bidi="fa-IR"/>
        </w:rPr>
        <w:t xml:space="preserve"> گرد هما</w:t>
      </w:r>
      <w:r w:rsidR="00CC78DB" w:rsidRPr="00CC78DB">
        <w:rPr>
          <w:rFonts w:hint="cs"/>
          <w:rtl/>
          <w:lang w:bidi="fa-IR"/>
        </w:rPr>
        <w:t>یی</w:t>
      </w:r>
      <w:r w:rsidR="00CC78DB" w:rsidRPr="00CC78DB">
        <w:rPr>
          <w:rtl/>
          <w:lang w:bidi="fa-IR"/>
        </w:rPr>
        <w:t xml:space="preserve"> و خ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ل</w:t>
      </w:r>
      <w:r w:rsidR="00CC78DB" w:rsidRPr="00CC78DB">
        <w:rPr>
          <w:rtl/>
          <w:lang w:bidi="fa-IR"/>
        </w:rPr>
        <w:t xml:space="preserve"> عظ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م</w:t>
      </w:r>
      <w:r w:rsidR="00CC78DB" w:rsidRPr="00CC78DB">
        <w:rPr>
          <w:rtl/>
          <w:lang w:bidi="fa-IR"/>
        </w:rPr>
        <w:t xml:space="preserve"> انسان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،</w:t>
      </w:r>
      <w:bookmarkEnd w:id="145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بنا</w:t>
      </w:r>
      <w:r w:rsidRPr="00CC78DB">
        <w:rPr>
          <w:rtl/>
          <w:lang w:bidi="fa-IR"/>
        </w:rPr>
        <w:t xml:space="preserve"> به اظهارات مکرر مسئول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عراق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به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نفر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طبق</w:t>
      </w:r>
      <w:r w:rsidRPr="00CC78DB">
        <w:rPr>
          <w:rtl/>
          <w:lang w:bidi="fa-IR"/>
        </w:rPr>
        <w:t xml:space="preserve"> آمار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عراق، از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از شصت کشور جهان، چهار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از خود عراق و آنهائ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به شمارش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امده</w:t>
      </w:r>
      <w:r w:rsidRPr="00CC78DB">
        <w:rPr>
          <w:rtl/>
          <w:lang w:bidi="fa-IR"/>
        </w:rPr>
        <w:t xml:space="preserve"> اند.</w:t>
      </w:r>
      <w:r w:rsidR="008D16B0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بنازم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عشق و علاقه و از جان گذشتگ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الان که دارم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سطور و مطالب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سوم ماه صفر و سه روز بعداز 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است، هنوز عده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مقصد نرس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اند و به مقصد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ها هم با ماش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اتوبوس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بوس فراوان پنج و شش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هزار دستگاه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شاد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خوشحال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پس از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به بوس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خاک دَر معشوق، به وطن باز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گردند و هنوز هم عده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آماده حرکت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مرزها هستند که دولت جلوشان را گرفته تا رونده ها باز گردند.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ناگفته</w:t>
      </w:r>
      <w:r w:rsidRPr="00CC78DB">
        <w:rPr>
          <w:rtl/>
          <w:lang w:bidi="fa-IR"/>
        </w:rPr>
        <w:t xml:space="preserve"> نماند نخست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عراق هم خود در کربلا حضور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زوار دستور اک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داد و با همکار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مردم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مأمور امن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عراق، خدارا شکر کوچکتر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ناراحت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شکست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امد</w:t>
      </w:r>
      <w:r w:rsidRPr="00CC78DB">
        <w:rPr>
          <w:rtl/>
          <w:lang w:bidi="fa-IR"/>
        </w:rPr>
        <w:t xml:space="preserve"> و باز گفتن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که مردم عاشق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تمام وسائل رفاه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</w:t>
      </w:r>
      <w:r w:rsidRPr="00CC78DB">
        <w:rPr>
          <w:rFonts w:hint="eastAsia"/>
          <w:rtl/>
          <w:lang w:bidi="fa-IR"/>
        </w:rPr>
        <w:t>ورد</w:t>
      </w:r>
      <w:r w:rsidRPr="00CC78DB">
        <w:rPr>
          <w:rtl/>
          <w:lang w:bidi="fa-IR"/>
        </w:rPr>
        <w:t xml:space="preserve"> و خوراک زوار را در</w:t>
      </w:r>
      <w:r w:rsidRPr="00CC78DB">
        <w:rPr>
          <w:rFonts w:hint="eastAsia"/>
          <w:rtl/>
          <w:lang w:bidi="fa-IR"/>
        </w:rPr>
        <w:t>مس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مختلف به گونه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فراهم کرده اند و عاشقانه خدمت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 که مورد تعجب داخل و خارج و رسانه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گروه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قرار گرفته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آرزو داشتم همراه آنها باشم اما چکنم فرا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سالگرد در گذشت فرزند جوانمرگ کمر شکنم حاج حسن آقا، که مصادف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کروز</w:t>
      </w:r>
      <w:r w:rsidRPr="00CC78DB">
        <w:rPr>
          <w:rtl/>
          <w:lang w:bidi="fa-IR"/>
        </w:rPr>
        <w:t xml:space="preserve"> قبل از </w:t>
      </w:r>
      <w:r w:rsidRPr="00CC78DB">
        <w:rPr>
          <w:rtl/>
          <w:lang w:bidi="fa-IR"/>
        </w:rPr>
        <w:lastRenderedPageBreak/>
        <w:t>اربع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بود، مجلس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ادبود</w:t>
      </w:r>
      <w:r w:rsidRPr="00CC78DB">
        <w:rPr>
          <w:rtl/>
          <w:lang w:bidi="fa-IR"/>
        </w:rPr>
        <w:t xml:space="preserve"> در مسجد حضرت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دالشهداء</w:t>
      </w:r>
      <w:r w:rsidRPr="00CC78DB">
        <w:rPr>
          <w:rtl/>
          <w:lang w:bidi="fa-IR"/>
        </w:rPr>
        <w:t xml:space="preserve"> واقع در 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مالک اشتر غرب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قم،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همانان</w:t>
      </w:r>
      <w:r w:rsidRPr="00CC78DB">
        <w:rPr>
          <w:rtl/>
          <w:lang w:bidi="fa-IR"/>
        </w:rPr>
        <w:t xml:space="preserve">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کردم و انجا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نمودم.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اگر</w:t>
      </w:r>
      <w:r w:rsidRPr="00CC78DB">
        <w:rPr>
          <w:rtl/>
          <w:lang w:bidi="fa-IR"/>
        </w:rPr>
        <w:t xml:space="preserve"> عمر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سال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نده</w:t>
      </w:r>
      <w:r w:rsidRPr="00CC78DB">
        <w:rPr>
          <w:rtl/>
          <w:lang w:bidi="fa-IR"/>
        </w:rPr>
        <w:t xml:space="preserve"> به خواست خدا من هم خود را جزو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زائر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قرار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D16B0" w:rsidP="008D16B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6" w:name="_Toc507934577"/>
      <w:r w:rsidR="00CC78DB" w:rsidRPr="00CC78DB">
        <w:rPr>
          <w:rFonts w:hint="eastAsia"/>
          <w:rtl/>
          <w:lang w:bidi="fa-IR"/>
        </w:rPr>
        <w:lastRenderedPageBreak/>
        <w:t>مختصر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زندگ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نامه مؤلّف کتاب</w:t>
      </w:r>
      <w:bookmarkEnd w:id="146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نام</w:t>
      </w:r>
      <w:r w:rsidRPr="00CC78DB">
        <w:rPr>
          <w:rtl/>
          <w:lang w:bidi="fa-IR"/>
        </w:rPr>
        <w:t>: محمد نام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 ش 15 فرزند: حاج سردار مرحوم کشور: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ران،</w:t>
      </w:r>
      <w:r w:rsidRPr="00CC78DB">
        <w:rPr>
          <w:rtl/>
          <w:lang w:bidi="fa-IR"/>
        </w:rPr>
        <w:t xml:space="preserve"> استان: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تخصّص</w:t>
      </w:r>
      <w:r w:rsidRPr="00CC78DB">
        <w:rPr>
          <w:rtl/>
          <w:lang w:bidi="fa-IR"/>
        </w:rPr>
        <w:t>: فلسفه و فقه و اصول،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>.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(22).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(خارج فقه و اصول و فلسفه). استادان معروف (11 نفر).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1329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زادگاهش 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گلستان در 30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لومتر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مدرسه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ملا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وارد و پس از گذراندن دوره مقدمات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صرف و نحو و منطق از استاد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مسلم خلخال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سع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رهما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اول مهر ماه 1331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وارد شهر مقدس قم شده، نزد اسات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آنجا (آقا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عبدالکر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جواد خط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احمد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مسلم ملکوت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رزا</w:t>
      </w:r>
      <w:r w:rsidRPr="00CC78DB">
        <w:rPr>
          <w:rtl/>
          <w:lang w:bidi="fa-IR"/>
        </w:rPr>
        <w:t xml:space="preserve"> محسن دوزدوزان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رهم</w:t>
      </w:r>
      <w:r w:rsidRPr="00CC78DB">
        <w:rPr>
          <w:rtl/>
          <w:lang w:bidi="fa-IR"/>
        </w:rPr>
        <w:t>) استفاده نموده است، و در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دوم سال 1334 به نجف اشرف وارد شده و از اسات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</w:t>
      </w:r>
      <w:r w:rsidRPr="00CC78DB">
        <w:rPr>
          <w:rFonts w:hint="eastAsia"/>
          <w:rtl/>
          <w:lang w:bidi="fa-IR"/>
        </w:rPr>
        <w:t>جا</w:t>
      </w:r>
      <w:r w:rsidRPr="00CC78DB">
        <w:rPr>
          <w:rtl/>
          <w:lang w:bidi="fa-IR"/>
        </w:rPr>
        <w:t xml:space="preserve"> (آ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عظام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خو</w:t>
      </w:r>
      <w:r w:rsidRPr="00CC78DB">
        <w:rPr>
          <w:rFonts w:hint="cs"/>
          <w:rtl/>
          <w:lang w:bidi="fa-IR"/>
        </w:rPr>
        <w:t>یی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محسن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مجتب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لنکران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عارف بزرگ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محمدعل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تسوج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اسدالله مدن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آذرشهر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رهم</w:t>
      </w:r>
      <w:r w:rsidRPr="00CC78DB">
        <w:rPr>
          <w:rtl/>
          <w:lang w:bidi="fa-IR"/>
        </w:rPr>
        <w:t xml:space="preserve"> دروس فقه و اصول و فلسفه و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>)، استفاده نموده است. و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1340 از نجف اشرف مراجعت نموده و در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صب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الله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از شاگردان علامه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هم دوره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عظام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ابوالقاسم خوئ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محسن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(ازدواج کرده و به مدت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سال در آن شهر که آن وقت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کوچک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نبود </w:t>
      </w:r>
      <w:r w:rsidRPr="00CC78DB">
        <w:rPr>
          <w:rtl/>
          <w:lang w:bidi="fa-IR"/>
        </w:rPr>
        <w:lastRenderedPageBreak/>
        <w:t>اقامت نموده است. در طول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مدت مشغول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فره</w:t>
      </w:r>
      <w:r w:rsidRPr="00CC78DB">
        <w:rPr>
          <w:rFonts w:hint="eastAsia"/>
          <w:rtl/>
          <w:lang w:bidi="fa-IR"/>
        </w:rPr>
        <w:t>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و بناها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مجلل از خود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گذاشته.</w:t>
      </w:r>
      <w:r w:rsidRPr="00CC78DB">
        <w:rPr>
          <w:rFonts w:hint="eastAsia"/>
          <w:rtl/>
          <w:lang w:bidi="fa-IR"/>
        </w:rPr>
        <w:t>مانند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مسجد مجلل و بزرگ حضرت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الله الأعظم امام زمان (عجل الله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>) به مساحت 800 متر به اضافه کتابخانه و شبستان زنانه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متعلقات و فضا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باز مسجد 1400 متر.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احداث چشمه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 شرب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صندوق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بنام حضرت باب الحوائج ابوالفضل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 که اول از 17 صندوق شروع و فعلًا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شتر</w:t>
      </w:r>
      <w:r w:rsidRPr="00CC78DB">
        <w:rPr>
          <w:rtl/>
          <w:lang w:bidi="fa-IR"/>
        </w:rPr>
        <w:t xml:space="preserve"> مناطق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فراگرفته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1351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مهاجرت نموده و مق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گشته و در خلال مدت 14 سال اقامت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11 سال سرپرست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حجاج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الله الحرام را ادامه داده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1357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به تهران مهاجرت کرده و در بحبوحه انقلاب اسلام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ناز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آباد ساکن شده و پس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انقلاب.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1359 به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برگشته مشغول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خود شده و به 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و 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قرآن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اشتغال داشته است.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سال 1365 دوباره به تهران برگشته و در خانه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ساکن گشته و مشغول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و </w:t>
      </w:r>
      <w:r w:rsidRPr="00CC78DB">
        <w:rPr>
          <w:rtl/>
          <w:lang w:bidi="fa-IR"/>
        </w:rPr>
        <w:lastRenderedPageBreak/>
        <w:t>تفس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مربوط به روحان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شده است. تا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در سال 1375 از تهران به قم هجرت نموده و در خانه پشت صدا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ساکن شدند.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1375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زلزله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رانگر</w:t>
      </w:r>
      <w:r w:rsidRPr="00CC78DB">
        <w:rPr>
          <w:rtl/>
          <w:lang w:bidi="fa-IR"/>
        </w:rPr>
        <w:t xml:space="preserve"> به وقوع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وست</w:t>
      </w:r>
      <w:r w:rsidRPr="00CC78DB">
        <w:rPr>
          <w:rtl/>
          <w:lang w:bidi="fa-IR"/>
        </w:rPr>
        <w:t xml:space="preserve"> که در اثر آن تعداد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صد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روستا را از 25 درصد تا صد در صد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گروه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به کام مرگ فرستاد.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D16B0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1381 بنا به دعوت بزرگان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جهت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tl/>
          <w:lang w:bidi="fa-IR"/>
        </w:rPr>
        <w:t xml:space="preserve"> ماه مبارک رمضان، به آنجارفته و با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tl/>
          <w:lang w:bidi="fa-IR"/>
        </w:rPr>
        <w:t xml:space="preserve"> وضع مسجد امام زمان (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) که در اثر زلزله مقاومت خود را از دست داده بود بازساز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تقو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و توسعه داده و تعداد چهار باب مغازه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مسجد،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جاد</w:t>
      </w:r>
      <w:r w:rsidRPr="00CC78DB">
        <w:rPr>
          <w:rtl/>
          <w:lang w:bidi="fa-IR"/>
        </w:rPr>
        <w:t xml:space="preserve"> گنبد و مناره ه</w:t>
      </w:r>
      <w:r w:rsidRPr="00CC78DB">
        <w:rPr>
          <w:rFonts w:hint="eastAsia"/>
          <w:rtl/>
          <w:lang w:bidi="fa-IR"/>
        </w:rPr>
        <w:t>او</w:t>
      </w:r>
      <w:r w:rsidRPr="00CC78DB">
        <w:rPr>
          <w:rtl/>
          <w:lang w:bidi="fa-IR"/>
        </w:rPr>
        <w:t xml:space="preserve"> کاش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آنرا انجام داده است.</w:t>
      </w:r>
      <w:r w:rsidR="008D16B0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سفر باز به کارها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امور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شروع و ادامه داده است از جمله.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مسجد مجلل باب الحوائج حضرت ابوالفضل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مساحت 1500 متر با متعلقات آن که در سال 1382 تا سال 1392 ادامه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کرد، و الان مورد استفاده مردم محل و دهها هزار مسافر شهرتور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 در نظر است که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حوزه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درمانگاه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15 باب مغازه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را شروع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انشاءالله.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زادگاهش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گلستان، که در اثر زلزله دو مسجد آنجا خراب شده بود، مسجد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رالمومن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(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) را بنا و تأس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نموده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سال 1382 مسجد مجلل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(جن قشلاق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از دهستان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ورتچ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احداث و در سال 1384 تقر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باً</w:t>
      </w:r>
      <w:r w:rsidRPr="00CC78DB">
        <w:rPr>
          <w:rtl/>
          <w:lang w:bidi="fa-IR"/>
        </w:rPr>
        <w:t xml:space="preserve"> به اتمام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احداث غسال 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متعدد در روستاها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اطراف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با حصارکش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در وسط شهر،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وانات</w:t>
      </w:r>
      <w:r w:rsidRPr="00CC78DB">
        <w:rPr>
          <w:rtl/>
          <w:lang w:bidi="fa-IR"/>
        </w:rPr>
        <w:t xml:space="preserve"> و مورد تجاوز ساکن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دور و بر قبرستان بود، محافظت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دوران سکونت جد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قم مشغول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متعدد گشته که تعداد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را از نظر خوانندگان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گذران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فات</w:t>
      </w:r>
      <w:r w:rsidRPr="00CC78DB">
        <w:rPr>
          <w:rtl/>
          <w:lang w:bidi="fa-IR"/>
        </w:rPr>
        <w:t xml:space="preserve"> چاپ شده از مؤلّف.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8D16B0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سرچشمه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>-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402 صفحه.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مطالب ارزنده علم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فلسف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طب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درباره آب و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مخلوقات از آن از نظر قرآن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کلمات بزرگان فن که مورد استقبال دانشمندان و محققان داخل و خارج کشور قرار گرفت که در مدت کوتاه 4 مرتبه چاپ شد و فعلًا 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 عجل الله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در دوجلد ضخ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1283 صفحه در باره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کشوردار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آن حضرت کشور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وسعت کره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را از نظر فرهنگ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قضائ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واقتصاد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tl/>
          <w:lang w:bidi="fa-IR"/>
        </w:rPr>
        <w:lastRenderedPageBreak/>
        <w:t>نظام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اجتماع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هزاران مطالب نو و متنوع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مورد که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ازش</w:t>
      </w:r>
      <w:r w:rsidRPr="00CC78DB">
        <w:rPr>
          <w:rtl/>
          <w:lang w:bidi="fa-IR"/>
        </w:rPr>
        <w:t xml:space="preserve"> را ب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انتشارات مسجد مقدس جمکران، واگذار و آن را چاپ و نشر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از مباهله تا عاشورا-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684 صفحه در باره مباهله رسول خدا </w:t>
      </w:r>
      <w:r w:rsidR="008177F7" w:rsidRPr="008177F7">
        <w:rPr>
          <w:rStyle w:val="libAlaemChar"/>
          <w:rFonts w:eastAsiaTheme="minorHAnsi"/>
          <w:rtl/>
        </w:rPr>
        <w:t>صلى‌الله‌عليه‌وآله‌وسلم</w:t>
      </w:r>
      <w:r w:rsidR="008177F7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با نصارا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نجران و سر انجام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آنها و مقا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آن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باسرگذشت پنج تن آل عبا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عدم تسل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مسلمان نماها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دشت کربلا به امام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فرزن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آن حضرت و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کردن آن امام را با مظلوم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تمام.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حاو</w:t>
      </w:r>
      <w:r w:rsidRPr="00CC78DB">
        <w:rPr>
          <w:rFonts w:hint="cs"/>
          <w:rtl/>
          <w:lang w:bidi="fa-IR"/>
        </w:rPr>
        <w:t>ی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مطالب</w:t>
      </w:r>
      <w:r w:rsidRPr="00CC78DB">
        <w:rPr>
          <w:rtl/>
          <w:lang w:bidi="fa-IR"/>
        </w:rPr>
        <w:t xml:space="preserve"> جالب و مف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فراوان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-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320 صفحه در باره حقوق متقابل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اولاد در برابر هم از نظر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اخبار وگفتار بزرگان و مطالب فراوان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آداب ازدواج و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-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276 صفحه.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تحق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تحل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درباره ازدواج جوانان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راهنمائ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آنها در انتخاب همسر و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مادام العمر، از منظر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اخبار و ... که در واقع مکمّل کتاب والد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دو فرشته جهان آفر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نش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کتاب مهم اسلام فراتر از زمان- درباره پاسخ به کسان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راد</w:t>
      </w:r>
      <w:r w:rsidRPr="00CC78DB">
        <w:rPr>
          <w:rtl/>
          <w:lang w:bidi="fa-IR"/>
        </w:rPr>
        <w:t xml:space="preserve"> نموده و اشکال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اسلام چگونه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تواند تا دامنه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امت،</w:t>
      </w:r>
      <w:r w:rsidRPr="00CC78DB">
        <w:rPr>
          <w:rtl/>
          <w:lang w:bidi="fa-IR"/>
        </w:rPr>
        <w:t xml:space="preserve">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 به ترق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روزانه را اداره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اساساً رهبران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چه 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گاه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علم و دانش داشتند که 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جهان را تا آخر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دست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>.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</w:t>
      </w:r>
      <w:r w:rsidRPr="00CC78DB">
        <w:rPr>
          <w:rtl/>
          <w:lang w:bidi="fa-IR"/>
        </w:rPr>
        <w:lastRenderedPageBreak/>
        <w:t>قسمت مهم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شگوئ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بزرگان اسلام آورده شده است (مانند فرما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به 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کم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هاهنا موضع قبرک ثمّ أشار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المبارکه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ناً</w:t>
      </w:r>
      <w:r w:rsidRPr="00CC78DB">
        <w:rPr>
          <w:rtl/>
          <w:lang w:bidi="fa-IR"/>
        </w:rPr>
        <w:t xml:space="preserve"> و شمالًا و قال ستبن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هاهنا و هاهنا دور و قصور ما من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ذلک الزّ</w:t>
      </w:r>
      <w:r w:rsidRPr="00CC78DB">
        <w:rPr>
          <w:rFonts w:hint="eastAsia"/>
          <w:rtl/>
          <w:lang w:bidi="fa-IR"/>
        </w:rPr>
        <w:t>مان</w:t>
      </w:r>
      <w:r w:rsidRPr="00CC78DB">
        <w:rPr>
          <w:rtl/>
          <w:lang w:bidi="fa-IR"/>
        </w:rPr>
        <w:t xml:space="preserve"> الّا و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طاناً</w:t>
      </w:r>
      <w:r w:rsidRPr="00CC78DB">
        <w:rPr>
          <w:rtl/>
          <w:lang w:bidi="fa-IR"/>
        </w:rPr>
        <w:t xml:space="preserve"> أر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کلمه</w:t>
      </w:r>
      <w:r w:rsidRPr="00CC78DB">
        <w:rPr>
          <w:rtl/>
          <w:lang w:bidi="fa-IR"/>
        </w:rPr>
        <w:t xml:space="preserve"> أر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لغت انگل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 که به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رنده</w:t>
      </w:r>
      <w:r w:rsidRPr="00CC78DB">
        <w:rPr>
          <w:rtl/>
          <w:lang w:bidi="fa-IR"/>
        </w:rPr>
        <w:t xml:space="preserve"> و آنتن أر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گو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ند،</w:t>
      </w:r>
      <w:r w:rsidRPr="00CC78DB">
        <w:rPr>
          <w:rtl/>
          <w:lang w:bidi="fa-IR"/>
        </w:rPr>
        <w:t xml:space="preserve"> حضرت 1400 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نه انگل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و نه از صنعت آنتن اثر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را داشتند. رسول خدا صل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آله و سلم فرمود: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زمان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أمّت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یُ</w:t>
      </w:r>
      <w:r w:rsidRPr="00CC78DB">
        <w:rPr>
          <w:rFonts w:hint="eastAsia"/>
          <w:rtl/>
          <w:lang w:bidi="fa-IR"/>
        </w:rPr>
        <w:t>خربون</w:t>
      </w:r>
      <w:r w:rsidRPr="00CC78DB">
        <w:rPr>
          <w:rtl/>
          <w:lang w:bidi="fa-IR"/>
        </w:rPr>
        <w:t xml:space="preserve"> قباب الأئمّه بالبناد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به زود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زمان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 ام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من، قبه (و گنبد)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امامان را با بندق ها (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نارنجک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بمب) 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سازند!!. دقت بفرمائ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کلام در زمان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گفته شده است که نه امام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شده و نه در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مدفون شده بود و نه از گنبد حرمها و اختراع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بمب</w:t>
      </w:r>
      <w:r w:rsidRPr="00CC78DB">
        <w:rPr>
          <w:rtl/>
          <w:lang w:bidi="fa-IR"/>
        </w:rPr>
        <w:t xml:space="preserve"> خبر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بود که پس از قرنها در سامرا و قبلًا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بق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اتفاق افتاد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در مورد ازدواج همجنسها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تزوّج</w:t>
      </w:r>
      <w:r w:rsidRPr="00CC78DB">
        <w:rPr>
          <w:rtl/>
          <w:lang w:bidi="fa-IR"/>
        </w:rPr>
        <w:t xml:space="preserve"> الرّجال بالرّجال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تزوّج</w:t>
      </w:r>
      <w:r w:rsidRPr="00CC78DB">
        <w:rPr>
          <w:rtl/>
          <w:lang w:bidi="fa-IR"/>
        </w:rPr>
        <w:t xml:space="preserve"> النساء بالنساء،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لعن اللَّه المتشبّه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الرّجال بالنّساء و المتشبّهات من النّساء بالرّجال درباره تغ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جنس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دهند</w:t>
      </w:r>
      <w:r w:rsidRPr="00CC78DB">
        <w:rPr>
          <w:rFonts w:hint="eastAsia"/>
          <w:rtl/>
          <w:lang w:bidi="fa-IR"/>
        </w:rPr>
        <w:t>گان</w:t>
      </w:r>
      <w:r w:rsidRPr="00CC78DB">
        <w:rPr>
          <w:rtl/>
          <w:lang w:bidi="fa-IR"/>
        </w:rPr>
        <w:t xml:space="preserve"> و صدها امثال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تها،</w:t>
      </w:r>
      <w:r w:rsidRPr="00CC78DB">
        <w:rPr>
          <w:rtl/>
          <w:lang w:bidi="fa-IR"/>
        </w:rPr>
        <w:t xml:space="preserve"> در 688 صفحه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شگوئ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ات،</w:t>
      </w:r>
      <w:r w:rsidRPr="00CC78DB">
        <w:rPr>
          <w:rtl/>
          <w:lang w:bidi="fa-IR"/>
        </w:rPr>
        <w:t xml:space="preserve"> از بزرگان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باره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شرفت</w:t>
      </w:r>
      <w:r w:rsidRPr="00CC78DB">
        <w:rPr>
          <w:rtl/>
          <w:lang w:bidi="fa-IR"/>
        </w:rPr>
        <w:t xml:space="preserve"> علوم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ندگان</w:t>
      </w:r>
      <w:r w:rsidRPr="00CC78DB">
        <w:rPr>
          <w:rtl/>
          <w:lang w:bidi="fa-IR"/>
        </w:rPr>
        <w:t xml:space="preserve"> و اوضاع 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رت</w:t>
      </w:r>
      <w:r w:rsidRPr="00CC78DB">
        <w:rPr>
          <w:rtl/>
          <w:lang w:bidi="fa-IR"/>
        </w:rPr>
        <w:t xml:space="preserve"> انگ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جهان،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در نوع خود منحصر به فرد و حاو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مطالب نو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آغلار ساولان- سبلان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سبلان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: رقع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50 صفحه. با زبان آذر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باره زلزله سال 1375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تخر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111 بخش و </w:t>
      </w:r>
      <w:r w:rsidRPr="00CC78DB">
        <w:rPr>
          <w:rtl/>
          <w:lang w:bidi="fa-IR"/>
        </w:rPr>
        <w:lastRenderedPageBreak/>
        <w:t xml:space="preserve">روستا از 25 در صد تا صد در صد که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 زادگاه مؤلف و کشته شدن 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ماندن 77 نفر ا ز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کان</w:t>
      </w:r>
      <w:r w:rsidRPr="00CC78DB">
        <w:rPr>
          <w:rtl/>
          <w:lang w:bidi="fa-IR"/>
        </w:rPr>
        <w:t xml:space="preserve"> نسب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سبب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نام تک تک آنها.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- 111 پرسش و پاسخ دربار</w:t>
      </w:r>
      <w:r w:rsidR="008177F7">
        <w:rPr>
          <w:rFonts w:hint="cs"/>
          <w:rtl/>
          <w:lang w:bidi="fa-IR"/>
        </w:rPr>
        <w:t>ه</w:t>
      </w:r>
      <w:r w:rsidRPr="00CC78DB">
        <w:rPr>
          <w:rtl/>
          <w:lang w:bidi="fa-IR"/>
        </w:rPr>
        <w:t xml:space="preserve"> امام زمان عجل الله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>- رقع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295 صفحه سوال و جواب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متنوع در طول سال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مؤلف در شهر تور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لاق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مطالب نو.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فلسفه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عدم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امامان- در 198 صفحه 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چرا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 بزرگواران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tl/>
          <w:lang w:bidi="fa-IR"/>
        </w:rPr>
        <w:t xml:space="preserve"> و اکثرشان قعود نمودند و اساسا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وجود داشت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 xml:space="preserve"> تحم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نمودند و مطالب متنوع و مف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گلستان سخنوران شامل 110 مجلس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دو جلد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1511 صفحه چک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تبل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غات</w:t>
      </w:r>
      <w:r w:rsidRPr="00CC78DB">
        <w:rPr>
          <w:rtl/>
          <w:lang w:bidi="fa-IR"/>
        </w:rPr>
        <w:t xml:space="preserve"> متنوع مؤلف.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8177F7" w:rsidP="008177F7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7" w:name="_Toc507934578"/>
      <w:r w:rsidR="00CC78DB" w:rsidRPr="00CC78DB">
        <w:rPr>
          <w:rFonts w:hint="eastAsia"/>
          <w:rtl/>
          <w:lang w:bidi="fa-IR"/>
        </w:rPr>
        <w:lastRenderedPageBreak/>
        <w:t>کتاب</w:t>
      </w:r>
      <w:r w:rsidR="00CC78DB" w:rsidRPr="00CC78DB">
        <w:rPr>
          <w:rtl/>
          <w:lang w:bidi="fa-IR"/>
        </w:rPr>
        <w:t xml:space="preserve"> ها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آماده به چاپ و در دست تأل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ف</w:t>
      </w:r>
      <w:bookmarkEnd w:id="147"/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و چرا- درباره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سؤال بردن برادران اهل سنت و علما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آنان و آوردن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فراوان از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معتبر خود آنان دربار 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رمؤمنان</w:t>
      </w:r>
      <w:r w:rsidRPr="00CC78DB">
        <w:rPr>
          <w:rtl/>
          <w:lang w:bidi="fa-IR"/>
        </w:rPr>
        <w:t xml:space="preserve"> و فاطمه زهراء </w:t>
      </w:r>
      <w:r w:rsidR="008177F7" w:rsidRPr="008177F7">
        <w:rPr>
          <w:rStyle w:val="libAlaemChar"/>
          <w:rFonts w:eastAsiaTheme="minorHAnsi"/>
          <w:rtl/>
        </w:rPr>
        <w:t>عليهما‌السلام</w:t>
      </w:r>
      <w:r w:rsidR="008177F7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و به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سوال بردن آنها در عمل نکردن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لها</w:t>
      </w:r>
      <w:r w:rsidRPr="00CC78DB">
        <w:rPr>
          <w:rtl/>
          <w:lang w:bidi="fa-IR"/>
        </w:rPr>
        <w:t xml:space="preserve"> و اسناد خودشان.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- 600 مجلس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منبرها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55 ساله مؤلّف و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مطالب متنوع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اسناد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فراوان در هر مقوله، که سخنرانان مذهب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منبر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محترم را از مراجعه به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متفرقه و جمع آور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مطالب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در سخنران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</w:t>
      </w:r>
      <w:r w:rsidRPr="00CC78DB">
        <w:rPr>
          <w:rtl/>
          <w:lang w:bidi="fa-IR"/>
        </w:rPr>
        <w:t>.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سازد در 12 جلد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eastAsia"/>
          <w:rtl/>
          <w:lang w:bidi="fa-IR"/>
        </w:rPr>
        <w:t>اشد،</w:t>
      </w:r>
      <w:r w:rsidRPr="00CC78DB">
        <w:rPr>
          <w:rtl/>
          <w:lang w:bidi="fa-IR"/>
        </w:rPr>
        <w:t xml:space="preserve"> بخواست خدا، بتدر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ج</w:t>
      </w:r>
      <w:r w:rsidRPr="00CC78DB">
        <w:rPr>
          <w:rtl/>
          <w:lang w:bidi="fa-IR"/>
        </w:rPr>
        <w:t xml:space="preserve"> به چاپ خواهد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رحمت واسعه- درباره رحمت عالمگ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فراگ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متعال و آوردن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متنوع و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توبه کنند گان و شمول غفران اله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باره آنها.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دهنده گناهکاران و دور ساختن آنان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أس</w:t>
      </w:r>
      <w:r w:rsidRPr="00CC78DB">
        <w:rPr>
          <w:rtl/>
          <w:lang w:bidi="fa-IR"/>
        </w:rPr>
        <w:t xml:space="preserve"> و نوم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جذب دور شدگان از خدا را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پروردگار بخشنده و مهربان.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شب-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در باره برکات و فضا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ازات</w:t>
      </w:r>
      <w:r w:rsidRPr="00CC78DB">
        <w:rPr>
          <w:rtl/>
          <w:lang w:bidi="fa-IR"/>
        </w:rPr>
        <w:t xml:space="preserve"> شب و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شب مردان خدا روز جهان افروز است و شب خود از مورد توجه بزرگان عالم و خلوتگه راز 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آنان با معبودشان و مطالب فراوان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عتابات قرآن- درباره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چرا خداوند متعال بعض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را، مورد عتاب قرار داده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عتاب ها با عصمت آنها منافات دارد؟ مانند (عفا الله عنک لم اذنت لهم)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مسئله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خاطرات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سرگذشت تلخ و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نوشته حاو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شرح حال دوران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بدو تولد تا امروز 30/ 6/ 1393 که به 400 صفحه رس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است و هنوز هم خلاصه و امهات اوضاع و زوا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اش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دعا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برفرش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- درباره استغفار فرشتگان و حاملان عرش خدا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آدم به استناد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7 سوره غافر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ات،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به اتمام.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نشانه 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او-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در باره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کننده نشانه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خدا شناس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رامون</w:t>
      </w:r>
      <w:r w:rsidRPr="00CC78DB">
        <w:rPr>
          <w:rtl/>
          <w:lang w:bidi="fa-IR"/>
        </w:rPr>
        <w:t xml:space="preserve"> 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مرزها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- از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مرزخوراک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 و نوش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ها- از منظر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احاد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ث</w:t>
      </w:r>
      <w:r w:rsidRPr="00CC78DB">
        <w:rPr>
          <w:rtl/>
          <w:lang w:bidi="fa-IR"/>
        </w:rPr>
        <w:t xml:space="preserve"> و پزشک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نوادر- روا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و سرگذشت ها و نوادر جر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گوناگون به صورت کشکول.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طان</w:t>
      </w:r>
      <w:r w:rsidRPr="00CC78DB">
        <w:rPr>
          <w:rtl/>
          <w:lang w:bidi="fa-IR"/>
        </w:rPr>
        <w:t>: علت وجود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و پرسش و پاسخهائ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درباره 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متفّرقات مطالب گلچ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از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فراوان گوناگون.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14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تحد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دعوت به مقابله به مثل در باره اعجاز قرآن.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نف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سه</w:t>
      </w:r>
      <w:r w:rsidRPr="00CC78DB">
        <w:rPr>
          <w:rtl/>
          <w:lang w:bidi="fa-IR"/>
        </w:rPr>
        <w:t xml:space="preserve"> خاتون دختر حسن بن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بن حسن 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امام حسن مجتب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</w:t>
      </w:r>
      <w:r w:rsidRPr="00CC78DB">
        <w:rPr>
          <w:rtl/>
          <w:lang w:bidi="fa-IR"/>
        </w:rPr>
        <w:t xml:space="preserve">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ناتمام و در دست 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و مقاله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>.</w:t>
      </w:r>
    </w:p>
    <w:p w:rsidR="00CC78DB" w:rsidRPr="00CC78DB" w:rsidRDefault="008177F7" w:rsidP="00CC78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C78DB" w:rsidRPr="00CC78DB">
        <w:rPr>
          <w:rtl/>
          <w:lang w:bidi="fa-IR"/>
        </w:rPr>
        <w:lastRenderedPageBreak/>
        <w:t>(وص</w:t>
      </w:r>
      <w:r w:rsidR="00CC78DB" w:rsidRPr="00CC78DB">
        <w:rPr>
          <w:rFonts w:hint="cs"/>
          <w:rtl/>
          <w:lang w:bidi="fa-IR"/>
        </w:rPr>
        <w:t>یّ</w:t>
      </w:r>
      <w:r w:rsidR="00CC78DB" w:rsidRPr="00CC78DB">
        <w:rPr>
          <w:rFonts w:hint="eastAsia"/>
          <w:rtl/>
          <w:lang w:bidi="fa-IR"/>
        </w:rPr>
        <w:t>تنامه</w:t>
      </w:r>
      <w:r w:rsidR="00CC78DB" w:rsidRPr="00CC78DB">
        <w:rPr>
          <w:rtl/>
          <w:lang w:bidi="fa-IR"/>
        </w:rPr>
        <w:t xml:space="preserve"> من)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بسم</w:t>
      </w:r>
      <w:r w:rsidRPr="00CC78DB">
        <w:rPr>
          <w:rtl/>
          <w:lang w:bidi="fa-IR"/>
        </w:rPr>
        <w:t xml:space="preserve"> اللّه الرّحمن الرّح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الحمد</w:t>
      </w:r>
      <w:r w:rsidRPr="00CC78DB">
        <w:rPr>
          <w:rtl/>
          <w:lang w:bidi="fa-IR"/>
        </w:rPr>
        <w:t xml:space="preserve"> للّه ربّ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والصّلوه والسّلام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الانب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المرسل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الطّ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الطّاهر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لاس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هاللّه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الارض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حجّه بن الحسن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الفداء. و الّلعنهالدّئمه الابد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</w:t>
      </w:r>
      <w:r w:rsidRPr="00CC78DB">
        <w:rPr>
          <w:rFonts w:hint="eastAsia"/>
          <w:rtl/>
          <w:lang w:bidi="fa-IR"/>
        </w:rPr>
        <w:t>عدائهم</w:t>
      </w:r>
      <w:r w:rsidRPr="00CC78DB">
        <w:rPr>
          <w:rtl/>
          <w:lang w:bidi="fa-IR"/>
        </w:rPr>
        <w:t xml:space="preserve"> أجمع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من رض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بفعلهم و قولهم أجمع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الان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بقاء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وم</w:t>
      </w:r>
      <w:r w:rsidRPr="00CC78DB">
        <w:rPr>
          <w:rtl/>
          <w:lang w:bidi="fa-IR"/>
        </w:rPr>
        <w:t xml:space="preserve"> الدّ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ربّ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امّابعد</w:t>
      </w:r>
      <w:r w:rsidRPr="00CC78DB">
        <w:rPr>
          <w:rtl/>
          <w:lang w:bidi="fa-IR"/>
        </w:rPr>
        <w:t xml:space="preserve"> من محمد شهرت 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شماره شناسنامه 15 فرزند حاج سردار مرحوم متولد سال 16/ 11/ 1317 هجر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صادره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شهرستان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 ساکن شهر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آش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آل محمد </w:t>
      </w:r>
      <w:r w:rsidR="008177F7" w:rsidRPr="008177F7">
        <w:rPr>
          <w:rStyle w:val="libAlaemChar"/>
          <w:rFonts w:eastAsiaTheme="minorHAnsi"/>
          <w:rtl/>
        </w:rPr>
        <w:t>صلى‌الله‌عليه‌وآله‌وسلم</w:t>
      </w:r>
      <w:r w:rsidRPr="00CC78DB">
        <w:rPr>
          <w:rtl/>
          <w:lang w:bidi="fa-IR"/>
        </w:rPr>
        <w:t xml:space="preserve"> «قم»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کوچه 39 مجتمع مسک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(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) پلاک 24 طبقه اول تلفن 2940876 و 2915812 و همراه 09123793914 بنا به فرموده رسول خدا </w:t>
      </w:r>
      <w:r w:rsidR="008177F7" w:rsidRPr="008177F7">
        <w:rPr>
          <w:rStyle w:val="libAlaemChar"/>
          <w:rFonts w:eastAsiaTheme="minorHAnsi"/>
          <w:rtl/>
        </w:rPr>
        <w:t>صلى‌الله‌عليه‌وآله‌وسلم</w:t>
      </w:r>
      <w:r w:rsidRPr="00CC78DB">
        <w:rPr>
          <w:rtl/>
          <w:lang w:bidi="fa-IR"/>
        </w:rPr>
        <w:t xml:space="preserve"> من مات بلا وص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فقد مات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جاهل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هرکس بدون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مانند مرده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جاهل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مرده است، در کمال ص</w:t>
      </w:r>
      <w:r w:rsidRPr="00CC78DB">
        <w:rPr>
          <w:rFonts w:hint="eastAsia"/>
          <w:rtl/>
          <w:lang w:bidi="fa-IR"/>
        </w:rPr>
        <w:t>حت</w:t>
      </w:r>
      <w:r w:rsidRPr="00CC78DB">
        <w:rPr>
          <w:rtl/>
          <w:lang w:bidi="fa-IR"/>
        </w:rPr>
        <w:t xml:space="preserve"> و سلامت، بدون اکراه و اجبار و بااخت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کامل مطالب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به عنوان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نامه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با دستخط 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سم</w:t>
      </w:r>
      <w:r w:rsidRPr="00CC78DB">
        <w:rPr>
          <w:rtl/>
          <w:lang w:bidi="fa-IR"/>
        </w:rPr>
        <w:t xml:space="preserve"> و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دوارم</w:t>
      </w:r>
      <w:r w:rsidRPr="00CC78DB">
        <w:rPr>
          <w:rtl/>
          <w:lang w:bidi="fa-IR"/>
        </w:rPr>
        <w:t xml:space="preserve"> ورثه من باکمال محبت و علاقه، به مندرجات و مفاد آن عمل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تا درپ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شگاه</w:t>
      </w:r>
      <w:r w:rsidRPr="00CC78DB">
        <w:rPr>
          <w:rtl/>
          <w:lang w:bidi="fa-IR"/>
        </w:rPr>
        <w:t xml:space="preserve"> خداوند، مأجور و در صورت مخالفت، در روز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جوابگو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باشند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قبل</w:t>
      </w:r>
      <w:r w:rsidRPr="00CC78DB">
        <w:rPr>
          <w:rtl/>
          <w:lang w:bidi="fa-IR"/>
        </w:rPr>
        <w:t xml:space="preserve"> از همه مندرجات از وارثانم تقاضا دارم به خاطر مال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با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برخورد نداشته باشند و با کمال احترام و برادرانه، با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tl/>
          <w:lang w:bidi="fa-IR"/>
        </w:rPr>
        <w:lastRenderedPageBreak/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چکس</w:t>
      </w:r>
      <w:r w:rsidRPr="00CC78DB">
        <w:rPr>
          <w:rtl/>
          <w:lang w:bidi="fa-IR"/>
        </w:rPr>
        <w:t xml:space="preserve"> وفا ندارد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پدرتان پس از دوندگ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مدت طولان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عمر خود،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 کفن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45 سال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 ا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آنهم قسمت شود باخود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برم!!!.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مطلب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که دانستن آن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شما لازم است من تا توانسته ام از سهم مبارک امام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وجوهات استفاده نکرده ام حت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دوران تحص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لات</w:t>
      </w:r>
      <w:r w:rsidRPr="00CC78DB">
        <w:rPr>
          <w:rtl/>
          <w:lang w:bidi="fa-IR"/>
        </w:rPr>
        <w:t xml:space="preserve"> نجف اشرف هم با وجود دو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سه روز گرسنگ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نخواسته ام به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مال دست بزنم تا اخ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راً</w:t>
      </w:r>
      <w:r w:rsidRPr="00CC78DB">
        <w:rPr>
          <w:rtl/>
          <w:lang w:bidi="fa-IR"/>
        </w:rPr>
        <w:t xml:space="preserve"> که به قم آمدم،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دوستان و آشنا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گ</w:t>
      </w:r>
      <w:r w:rsidRPr="00CC78DB">
        <w:rPr>
          <w:rFonts w:hint="eastAsia"/>
          <w:rtl/>
          <w:lang w:bidi="fa-IR"/>
        </w:rPr>
        <w:t>فتند</w:t>
      </w:r>
      <w:r w:rsidRPr="00CC78DB">
        <w:rPr>
          <w:rtl/>
          <w:lang w:bidi="fa-IR"/>
        </w:rPr>
        <w:t>: اگر در دفاتر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مراجع نام نداشته باش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شناخته شده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شهر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گرفتم اما آنها را جمع کرده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کتابها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چاپ و در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طلبه ها قرار داده ام. و ضمناً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در بانک دارم همه از دسترنج و داد و ستد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بازار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و پس از انتقال به تهران، مدت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بازار تهران و همچن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فروش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خانه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رفعا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ها، در دوران عمرم کم کم پس انداز کرده ام که در زمان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افتادگ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به دردم بخورد وگرنه، نه در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استخدام بودم و نه حقوق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و نه از جائ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پول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امفت</w:t>
      </w:r>
      <w:r w:rsidRPr="00CC78DB">
        <w:rPr>
          <w:rtl/>
          <w:lang w:bidi="fa-IR"/>
        </w:rPr>
        <w:t xml:space="preserve"> به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آمده است. حال به م</w:t>
      </w:r>
      <w:r w:rsidRPr="00CC78DB">
        <w:rPr>
          <w:rFonts w:hint="eastAsia"/>
          <w:rtl/>
          <w:lang w:bidi="fa-IR"/>
        </w:rPr>
        <w:t>طالب</w:t>
      </w:r>
      <w:r w:rsidRPr="00CC78DB">
        <w:rPr>
          <w:rtl/>
          <w:lang w:bidi="fa-IR"/>
        </w:rPr>
        <w:t xml:space="preserve"> بعد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دقت نمائ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أشهدأن لا اله الااللّه وحده لاشر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له، و أشهدأنّ محمّداً صلّ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آله عبده و رسوله و أشهدأنّ 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رالمؤمن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اً</w:t>
      </w:r>
      <w:r w:rsidRPr="00CC78DB">
        <w:rPr>
          <w:rtl/>
          <w:lang w:bidi="fa-IR"/>
        </w:rPr>
        <w:t xml:space="preserve"> و أولاده المعصوم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الاءحدعشر حجج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خلقه، حقّ و أنّ الموت حقّ و البعث و النّشر، حق و الصّراط حق والم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و الجنّه حق والنّار حق و أنّ السّاعه آت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لار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و أنّ اللّه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بعث</w:t>
      </w:r>
      <w:r w:rsidRPr="00CC78DB">
        <w:rPr>
          <w:rtl/>
          <w:lang w:bidi="fa-IR"/>
        </w:rPr>
        <w:t xml:space="preserve"> من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القبور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حصّل</w:t>
      </w:r>
      <w:r w:rsidRPr="00CC78DB">
        <w:rPr>
          <w:rtl/>
          <w:lang w:bidi="fa-IR"/>
        </w:rPr>
        <w:t xml:space="preserve"> ماف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الصّدور.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همسر دائم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مادر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عفّت شهرت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 ش 955 متولد 7/ 2/ 1320 فرزند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مرحوم صادره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ساکن آدرس فوق.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پسران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2/ 5/ 1345 ش ش 749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حسن 6/ 2/ 1349 ش ش 3 «متأسفانه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آذرماه سال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پروردگار مهربانش پر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رفت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 و در بهشت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دهد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1/ 1/ 1352 ش ش 104564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طاهر 4/ 6/ 1359 ش ش 1147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دختران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(فر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) 1/ 3/ 1339 ش ش 104423/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25/ 10/ 1340 ش ش 5.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1/ 8/ 1341 ش ش 1431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4-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1/ 11/ 1342 ش ش 1432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سن هفت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و در قبرستان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رضوانه 1/ 6/ 1344 ش ش 748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فاطمه 12/ 8/ 1366 ش ش 91423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مادر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مستقل و اولاد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8177F7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فهرست اموال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منقول من. 1-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باب خانه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واقع در راه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کلخوران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متراژ 500 متر اصل به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متراژ فرع و راهرو تا راه کلخوران، چسب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به هم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خانه،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باب الله داداش پور فرزند مرحوم حسن داداشپور، متولد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ساکن تهران برادر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رجب داداش پور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اراض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همان روستا کنار جاده اسفالته قد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به متراژ طول 20 عرض 11 جمعاً 220 متر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عشقل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فرزند محمد باقر مرحوم متولد 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</w:t>
      </w:r>
      <w:r w:rsidRPr="00CC78DB">
        <w:rPr>
          <w:rtl/>
          <w:lang w:bidi="fa-IR"/>
        </w:rPr>
        <w:t xml:space="preserve"> ساکن تهران، برادر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اسناد همه آنها در 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اسناد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659AF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8177F7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اماآپارتمان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منم</w:t>
      </w:r>
      <w:r w:rsidRPr="00CC78DB">
        <w:rPr>
          <w:rtl/>
          <w:lang w:bidi="fa-IR"/>
        </w:rPr>
        <w:t xml:space="preserve"> در شهر قم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کوچه 39 روبرو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حضرت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مجتع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طبقه اول که دو آپارتمان بصورت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آپارتمان، (که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توانند مانند طبقات بالا دو آپارتمان مجزا و مستقل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>) سه دانگ آن اختصاصاً مال دخترانم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 و د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سه دانگ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آن تمام وراث حق دارند و مانند ماترک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گرم</w:t>
      </w:r>
      <w:r w:rsidRPr="00CC78DB">
        <w:rPr>
          <w:rtl/>
          <w:lang w:bidi="fa-IR"/>
        </w:rPr>
        <w:t xml:space="preserve"> دختر و پسر از آن ارث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برند،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من به هر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از پسرانم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دان</w:t>
      </w:r>
      <w:r w:rsidRPr="00CC78DB">
        <w:rPr>
          <w:rtl/>
          <w:lang w:bidi="fa-IR"/>
        </w:rPr>
        <w:t xml:space="preserve"> حرّ تهران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آپارتمان باسند رسم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داده ام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دختران 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نداده ام بد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نجهت</w:t>
      </w:r>
      <w:r w:rsidRPr="00CC78DB">
        <w:rPr>
          <w:rtl/>
          <w:lang w:bidi="fa-IR"/>
        </w:rPr>
        <w:t xml:space="preserve"> پس از فروش آپارتمان نشم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نم</w:t>
      </w:r>
      <w:r w:rsidRPr="00CC78DB">
        <w:rPr>
          <w:rtl/>
          <w:lang w:bidi="fa-IR"/>
        </w:rPr>
        <w:t xml:space="preserve"> اول نصف پول آن 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به دخترها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دهند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خود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نصف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را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بطور ما فرض اللّه دختر و پسر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شرط دادن نصف آپارتمان 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منم</w:t>
      </w:r>
      <w:r w:rsidRPr="00CC78DB">
        <w:rPr>
          <w:rtl/>
          <w:lang w:bidi="fa-IR"/>
        </w:rPr>
        <w:t xml:space="preserve"> به دخترها آنست، مادام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مادرشان زنده است، در آن بنش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از سود مضاربه بانک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مگر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خودش طور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بخواهد که 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باخودش است.</w:t>
      </w:r>
    </w:p>
    <w:p w:rsidR="003659AF" w:rsidRDefault="003659AF" w:rsidP="00CC78DB">
      <w:pPr>
        <w:pStyle w:val="libNormal"/>
        <w:rPr>
          <w:rFonts w:hint="cs"/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تهران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آپارتمان داشتم که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پسر سومم، با اجازه خودم، آن را به پنجاه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فروخت و من پنجاه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آن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کتاب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کمال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صاحبان شرکت ورق فولاد درقم </w:t>
      </w:r>
      <w:r w:rsidRPr="00CC78DB">
        <w:rPr>
          <w:rtl/>
          <w:lang w:bidi="fa-IR"/>
        </w:rPr>
        <w:lastRenderedPageBreak/>
        <w:t>به مضاربه داده ام و خمس آن را تماماً پرداخت نموده ا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تخم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</w:t>
      </w:r>
      <w:r w:rsidRPr="00CC78DB">
        <w:rPr>
          <w:rtl/>
          <w:lang w:bidi="fa-IR"/>
        </w:rPr>
        <w:t xml:space="preserve"> آن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>. که به عنوان ثلث مالم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مخارج کفن و دفن و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خودم 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خانم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اختصاص داده ام که در موقع لزوم هز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خرج گردد.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اگر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بعد از من زنده بود مبلغ 28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 در بانک مل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شعبه 2729- 45 متر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آباد بنام هردو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 حساب باز کرده ام که هرکدام مستقلًا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را برداشت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فعلًا سود آن به دفترچه مخصوص دو نفر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وار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شود، بعد از من تا زنده است مال اوست اصلش و سودش و بعد از فوت او ورّاث طبق مواز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اگر در بانکها پول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داشتم مانند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اموال منقول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منقولم، بطور مافرض اللّه ورثه ها (دختر و پسر)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خود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659AF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من امت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</w:t>
      </w:r>
      <w:r w:rsidRPr="00CC78DB">
        <w:rPr>
          <w:rtl/>
          <w:lang w:bidi="fa-IR"/>
        </w:rPr>
        <w:t xml:space="preserve"> کتاب (س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جهان در عصر امام زمان)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الفداء. را به انتشارات مسجد مقدس جمکران، واگذار کرده ام که در هر نوبت چاپ، 20 دوره از خود کتاب و 7 درصد از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 بعنوان حق التأل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به م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بدهند، آن پول را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نوشته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را چاپ کرده به طلبه ها پخش کنند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از خود آن کتاب با 40 درصد تخف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طبق قرار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داد،</w:t>
      </w:r>
      <w:r w:rsidRPr="00CC78DB">
        <w:rPr>
          <w:rtl/>
          <w:lang w:bidi="fa-IR"/>
        </w:rPr>
        <w:t xml:space="preserve"> بخرند و به طلبه ها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اهل مطالعه ها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کنند، درباره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کتاب با انتشارات مسجد قرار داد کتب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که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اسناد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گذاشته ام.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11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چاپخانه و انتشارات سپهر آذ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مرا چاپ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کند،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چگونه</w:t>
      </w:r>
      <w:r w:rsidRPr="00CC78DB">
        <w:rPr>
          <w:rtl/>
          <w:lang w:bidi="fa-IR"/>
        </w:rPr>
        <w:t xml:space="preserve"> حق و حقوق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اصل کتاب ندارد فقط پول چاپش را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رد،</w:t>
      </w:r>
      <w:r w:rsidRPr="00CC78DB">
        <w:rPr>
          <w:rtl/>
          <w:lang w:bidi="fa-IR"/>
        </w:rPr>
        <w:t xml:space="preserve"> در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مورد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نوشته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اسناد است.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مورد کتاب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کتابخانه ام به کتابخانه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عموم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قم، وقف کنند تا مورد استفاده عموم قرار 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من در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کنار اتوبان تهران، قطعه 1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10 شماره 5 پلاک 82، چهار قبر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کجا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 و به آن سا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بان زده و سرپوش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و اختصاص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ام و سندش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اسناد و ضم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تنامه</w:t>
      </w:r>
      <w:r w:rsidRPr="00CC78DB">
        <w:rPr>
          <w:rtl/>
          <w:lang w:bidi="fa-IR"/>
        </w:rPr>
        <w:t xml:space="preserve"> است،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مال 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الم</w:t>
      </w:r>
      <w:r w:rsidRPr="00CC78DB">
        <w:rPr>
          <w:rtl/>
          <w:lang w:bidi="fa-IR"/>
        </w:rPr>
        <w:t xml:space="preserve"> است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اگر قسمت شود مال خودم و آن دوتا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هم به هرکس از ورّاث قسمت شود و خمس آنها را هم پرداخت کرده ام، تا به زحمت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مورد آزار واذ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شما نشوم.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659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متأسفانه</w:t>
      </w:r>
      <w:r w:rsidRPr="00CC78DB">
        <w:rPr>
          <w:rtl/>
          <w:lang w:bidi="fa-IR"/>
        </w:rPr>
        <w:t xml:space="preserve"> 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از من فرزند جوانمرگم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آنها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3659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البته</w:t>
      </w:r>
      <w:r w:rsidRPr="00CC78DB">
        <w:rPr>
          <w:rtl/>
          <w:lang w:bidi="fa-IR"/>
        </w:rPr>
        <w:t xml:space="preserve"> علت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نکه</w:t>
      </w:r>
      <w:r w:rsidRPr="00CC78DB">
        <w:rPr>
          <w:rtl/>
          <w:lang w:bidi="fa-IR"/>
        </w:rPr>
        <w:t xml:space="preserve"> در کنار اتوبان تهران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بود که اگر روز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روزگار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بچه ها، مارا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</w:t>
      </w:r>
      <w:r w:rsidRPr="00CC78DB">
        <w:rPr>
          <w:rtl/>
          <w:lang w:bidi="fa-IR"/>
        </w:rPr>
        <w:t xml:space="preserve"> کرد و با آمدن به کنار قبر، مارا خوشحال نمود، به شلوغ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داخل شهر برنخورند و به زحمت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فتند</w:t>
      </w:r>
      <w:r w:rsidRPr="00CC78DB">
        <w:rPr>
          <w:rtl/>
          <w:lang w:bidi="fa-IR"/>
        </w:rPr>
        <w:t xml:space="preserve"> قبلًا در قبرستان ابوحس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حرم «قبرستان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عتمدار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="003659AF" w:rsidRPr="003659AF">
        <w:rPr>
          <w:rStyle w:val="libAlaemChar"/>
          <w:rtl/>
        </w:rPr>
        <w:t>قدس‌سره</w:t>
      </w:r>
      <w:r w:rsidR="003659AF" w:rsidRPr="00940AE5">
        <w:rPr>
          <w:rtl/>
        </w:rPr>
        <w:t xml:space="preserve"> </w:t>
      </w:r>
      <w:r w:rsidRPr="00CC78DB">
        <w:rPr>
          <w:rtl/>
          <w:lang w:bidi="fa-IR"/>
        </w:rPr>
        <w:t xml:space="preserve">مدفون است بود» بعدها در آنجا دفن اموات را، ممنوع کردند و از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در کنار راه اتوبان تهران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کردم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14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من فرد 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بچه ها خودشان دست به دست داده،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همان</w:t>
      </w:r>
      <w:r w:rsidRPr="00CC78DB">
        <w:rPr>
          <w:rtl/>
          <w:lang w:bidi="fa-IR"/>
        </w:rPr>
        <w:t xml:space="preserve">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پذ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به مفاد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تنامه</w:t>
      </w:r>
      <w:r w:rsidRPr="00CC78DB">
        <w:rPr>
          <w:rtl/>
          <w:lang w:bidi="fa-IR"/>
        </w:rPr>
        <w:t xml:space="preserve"> عمل 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15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خدارا شکر تا آنجا که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دانم، قضا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نماز و روزه و بده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ذمه ندارم و ضمناً نه ازکس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طلب دارم و نه به کس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بدهکارم فقط در شب اول نماز وحشت را فراموش نکنند.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16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در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از همه شما تمنا دارم باهمد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با خوش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خرم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روح مارا خوشنود و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خودتان دعاگو کن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من هم حق پدر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همه شما حلال کردم تا در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در دادگاه خداوند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سؤل رفته و زجر نکش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همگ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تان</w:t>
      </w:r>
      <w:r w:rsidRPr="00CC78DB">
        <w:rPr>
          <w:rtl/>
          <w:lang w:bidi="fa-IR"/>
        </w:rPr>
        <w:t xml:space="preserve"> را به خدا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مهربان سپردم واللّه خل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فت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و السّلام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کم</w:t>
      </w:r>
      <w:r w:rsidRPr="00CC78DB">
        <w:rPr>
          <w:rtl/>
          <w:lang w:bidi="fa-IR"/>
        </w:rPr>
        <w:t xml:space="preserve"> ورحمه اللّه و برکاته.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اول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ماه سال هزار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</w:t>
      </w:r>
      <w:r w:rsidRPr="00CC78DB">
        <w:rPr>
          <w:rtl/>
          <w:lang w:bidi="fa-IR"/>
        </w:rPr>
        <w:t xml:space="preserve"> نود و سه 1/ 2/ 1393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مطابق</w:t>
      </w:r>
      <w:r w:rsidRPr="00CC78DB">
        <w:rPr>
          <w:rtl/>
          <w:lang w:bidi="fa-IR"/>
        </w:rPr>
        <w:t xml:space="preserve"> با 20/ 6/ 1435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20 ماه مارس 2014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3659AF" w:rsidP="003659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8" w:name="_Toc507934579"/>
      <w:r w:rsidR="00CC78DB" w:rsidRPr="00CC78DB">
        <w:rPr>
          <w:rtl/>
          <w:lang w:bidi="fa-IR"/>
        </w:rPr>
        <w:lastRenderedPageBreak/>
        <w:t>(وص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تنامه</w:t>
      </w:r>
      <w:r w:rsidR="00CC78DB" w:rsidRPr="00CC78DB">
        <w:rPr>
          <w:rtl/>
          <w:lang w:bidi="fa-IR"/>
        </w:rPr>
        <w:t xml:space="preserve"> حاج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ه</w:t>
      </w:r>
      <w:r w:rsidR="00CC78DB" w:rsidRPr="00CC78DB">
        <w:rPr>
          <w:rtl/>
          <w:lang w:bidi="fa-IR"/>
        </w:rPr>
        <w:t xml:space="preserve"> خانم مادر بچه ها)</w:t>
      </w:r>
      <w:bookmarkEnd w:id="148"/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بسم</w:t>
      </w:r>
      <w:r w:rsidRPr="00CC78DB">
        <w:rPr>
          <w:rtl/>
          <w:lang w:bidi="fa-IR"/>
        </w:rPr>
        <w:t xml:space="preserve"> اللّه الرّحمن الرّح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الحمد</w:t>
      </w:r>
      <w:r w:rsidRPr="00CC78DB">
        <w:rPr>
          <w:rtl/>
          <w:lang w:bidi="fa-IR"/>
        </w:rPr>
        <w:t xml:space="preserve"> للّه ربّ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ن،</w:t>
      </w:r>
      <w:r w:rsidRPr="00CC78DB">
        <w:rPr>
          <w:rtl/>
          <w:lang w:bidi="fa-IR"/>
        </w:rPr>
        <w:t xml:space="preserve"> والصّلوه والسّلام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الانب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اء</w:t>
      </w:r>
      <w:r w:rsidRPr="00CC78DB">
        <w:rPr>
          <w:rtl/>
          <w:lang w:bidi="fa-IR"/>
        </w:rPr>
        <w:t xml:space="preserve"> و المرسل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أهلب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الطّ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الطّاهر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لاس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ما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هاللّه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الارض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حجّه بن الحسن عجّل اللّه تعال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فرجه الشّر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ف</w:t>
      </w:r>
      <w:r w:rsidRPr="00CC78DB">
        <w:rPr>
          <w:rtl/>
          <w:lang w:bidi="fa-IR"/>
        </w:rPr>
        <w:t xml:space="preserve"> روح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أرواح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لتراب مقدمه الفداء. و الّلعنهالدّئمه الابد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أ</w:t>
      </w:r>
      <w:r w:rsidRPr="00CC78DB">
        <w:rPr>
          <w:rFonts w:hint="eastAsia"/>
          <w:rtl/>
          <w:lang w:bidi="fa-IR"/>
        </w:rPr>
        <w:t>عدائهم</w:t>
      </w:r>
      <w:r w:rsidRPr="00CC78DB">
        <w:rPr>
          <w:rtl/>
          <w:lang w:bidi="fa-IR"/>
        </w:rPr>
        <w:t xml:space="preserve"> أجمع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من رض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بفعلهم و قولهم أجمع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من الان ال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بقاء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وم</w:t>
      </w:r>
      <w:r w:rsidRPr="00CC78DB">
        <w:rPr>
          <w:rtl/>
          <w:lang w:bidi="fa-IR"/>
        </w:rPr>
        <w:t xml:space="preserve"> الدّ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ربّ العالم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أشهدأن</w:t>
      </w:r>
      <w:r w:rsidRPr="00CC78DB">
        <w:rPr>
          <w:rtl/>
          <w:lang w:bidi="fa-IR"/>
        </w:rPr>
        <w:t xml:space="preserve"> لا اله الااللّه وحده لاشر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له، و أشهدأنّ محمّداً صلّ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و آله عبده و رسوله و أشهدأنّ أم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رالمؤمن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اً</w:t>
      </w:r>
      <w:r w:rsidRPr="00CC78DB">
        <w:rPr>
          <w:rtl/>
          <w:lang w:bidi="fa-IR"/>
        </w:rPr>
        <w:t xml:space="preserve"> و أولاده المعصوم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الاءحدعشر حجج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خلقه، حقّ و أنّ الموت حقّ و البعث و النّشر، حق و الصّراط حق والم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زان</w:t>
      </w:r>
      <w:r w:rsidRPr="00CC78DB">
        <w:rPr>
          <w:rtl/>
          <w:lang w:bidi="fa-IR"/>
        </w:rPr>
        <w:t xml:space="preserve"> و الجنّه حق والنّار حق و أنّ السّاعه آت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لار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</w:t>
      </w:r>
      <w:r w:rsidRPr="00CC78DB">
        <w:rPr>
          <w:rtl/>
          <w:lang w:bidi="fa-IR"/>
        </w:rPr>
        <w:t xml:space="preserve"> ف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ها</w:t>
      </w:r>
      <w:r w:rsidRPr="00CC78DB">
        <w:rPr>
          <w:rtl/>
          <w:lang w:bidi="fa-IR"/>
        </w:rPr>
        <w:t xml:space="preserve"> و أنّ اللّه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بعث</w:t>
      </w:r>
      <w:r w:rsidRPr="00CC78DB">
        <w:rPr>
          <w:rtl/>
          <w:lang w:bidi="fa-IR"/>
        </w:rPr>
        <w:t xml:space="preserve"> من 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القبور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حصّل</w:t>
      </w:r>
      <w:r w:rsidRPr="00CC78DB">
        <w:rPr>
          <w:rtl/>
          <w:lang w:bidi="fa-IR"/>
        </w:rPr>
        <w:t xml:space="preserve"> ماف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الصّدور.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3659AF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نجانب</w:t>
      </w:r>
      <w:r w:rsidRPr="00CC78DB">
        <w:rPr>
          <w:rtl/>
          <w:lang w:bidi="fa-IR"/>
        </w:rPr>
        <w:t xml:space="preserve"> عفّت شهرت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 ش 955 متولد 7/ 2/ 1320 فرزند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مرحوم صادره استان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شهرستان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ساکن شهر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اهل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</w:t>
      </w:r>
      <w:r w:rsidR="00AA1844" w:rsidRPr="00AA1844">
        <w:rPr>
          <w:rStyle w:val="libAlaemChar"/>
          <w:rtl/>
        </w:rPr>
        <w:t xml:space="preserve">عليهم‌السلام </w:t>
      </w:r>
      <w:r w:rsidRPr="00CC78DB">
        <w:rPr>
          <w:rtl/>
          <w:lang w:bidi="fa-IR"/>
        </w:rPr>
        <w:t>و آش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انه</w:t>
      </w:r>
      <w:r w:rsidRPr="00CC78DB">
        <w:rPr>
          <w:rtl/>
          <w:lang w:bidi="fa-IR"/>
        </w:rPr>
        <w:t xml:space="preserve"> آل محمد </w:t>
      </w:r>
      <w:r w:rsidR="003659AF" w:rsidRPr="003659AF">
        <w:rPr>
          <w:rStyle w:val="libAlaemChar"/>
          <w:rFonts w:eastAsiaTheme="minorHAnsi"/>
          <w:rtl/>
        </w:rPr>
        <w:t>صلى‌الله‌عليه‌وآله‌وسلم</w:t>
      </w:r>
      <w:r w:rsidRPr="00CC78DB">
        <w:rPr>
          <w:rtl/>
          <w:lang w:bidi="fa-IR"/>
        </w:rPr>
        <w:t xml:space="preserve"> «قم» بلوار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کوچه 39 مجتمع مسکون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معصوم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روب</w:t>
      </w:r>
      <w:r w:rsidRPr="00CC78DB">
        <w:rPr>
          <w:rFonts w:hint="eastAsia"/>
          <w:rtl/>
          <w:lang w:bidi="fa-IR"/>
        </w:rPr>
        <w:t>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مسجد رق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(</w:t>
      </w:r>
      <w:r w:rsidR="00062930" w:rsidRPr="00062930">
        <w:rPr>
          <w:rStyle w:val="libAlaemChar"/>
          <w:rtl/>
        </w:rPr>
        <w:t xml:space="preserve">عليه‌السلام </w:t>
      </w:r>
      <w:r w:rsidRPr="00CC78DB">
        <w:rPr>
          <w:rtl/>
          <w:lang w:bidi="fa-IR"/>
        </w:rPr>
        <w:t xml:space="preserve">) پلاک 24 طبقه اول واحد 1 تلفن 32940876 و 32915812 و همراه 09123793914 بنا به فرموده رسول خدا </w:t>
      </w:r>
      <w:r w:rsidR="003659AF" w:rsidRPr="003659AF">
        <w:rPr>
          <w:rStyle w:val="libAlaemChar"/>
          <w:rFonts w:eastAsiaTheme="minorHAnsi"/>
          <w:rtl/>
        </w:rPr>
        <w:t>صلى‌الله‌عليه‌وآله‌وسلم</w:t>
      </w:r>
      <w:r w:rsidR="003659AF" w:rsidRPr="00940AE5">
        <w:rPr>
          <w:rFonts w:eastAsiaTheme="minorHAnsi"/>
          <w:rtl/>
        </w:rPr>
        <w:t xml:space="preserve"> </w:t>
      </w:r>
      <w:r w:rsidRPr="00CC78DB">
        <w:rPr>
          <w:rtl/>
          <w:lang w:bidi="fa-IR"/>
        </w:rPr>
        <w:t>(من مات بلا وص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فقد مات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ته</w:t>
      </w:r>
      <w:r w:rsidRPr="00CC78DB">
        <w:rPr>
          <w:rtl/>
          <w:lang w:bidi="fa-IR"/>
        </w:rPr>
        <w:t xml:space="preserve"> جاهل</w:t>
      </w:r>
      <w:r w:rsidRPr="00CC78DB">
        <w:rPr>
          <w:rFonts w:hint="cs"/>
          <w:rtl/>
          <w:lang w:bidi="fa-IR"/>
        </w:rPr>
        <w:t>یّ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) هرکس بدون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بم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tl/>
          <w:lang w:bidi="fa-IR"/>
        </w:rPr>
        <w:t xml:space="preserve"> مانند مرده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جاهل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مرده است، در کمال صحت </w:t>
      </w:r>
      <w:r w:rsidRPr="00CC78DB">
        <w:rPr>
          <w:rtl/>
          <w:lang w:bidi="fa-IR"/>
        </w:rPr>
        <w:lastRenderedPageBreak/>
        <w:t xml:space="preserve">و </w:t>
      </w:r>
      <w:r w:rsidRPr="00CC78DB">
        <w:rPr>
          <w:rFonts w:hint="eastAsia"/>
          <w:rtl/>
          <w:lang w:bidi="fa-IR"/>
        </w:rPr>
        <w:t>سلامت،</w:t>
      </w:r>
      <w:r w:rsidRPr="00CC78DB">
        <w:rPr>
          <w:rtl/>
          <w:lang w:bidi="fa-IR"/>
        </w:rPr>
        <w:t xml:space="preserve"> بدون اکراه و اجبار و بااخت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</w:t>
      </w:r>
      <w:r w:rsidRPr="00CC78DB">
        <w:rPr>
          <w:rtl/>
          <w:lang w:bidi="fa-IR"/>
        </w:rPr>
        <w:t xml:space="preserve"> کامل مطالب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را به عنوان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نامه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،</w:t>
      </w:r>
      <w:r w:rsidRPr="00CC78DB">
        <w:rPr>
          <w:rtl/>
          <w:lang w:bidi="fa-IR"/>
        </w:rPr>
        <w:t xml:space="preserve"> اعلام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دارم و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دوارم</w:t>
      </w:r>
      <w:r w:rsidRPr="00CC78DB">
        <w:rPr>
          <w:rtl/>
          <w:lang w:bidi="fa-IR"/>
        </w:rPr>
        <w:t xml:space="preserve"> ورثه من باکمال محبت و علاقه، به مندرجات و مفاد آن عمل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تا درپ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شگاه</w:t>
      </w:r>
      <w:r w:rsidRPr="00CC78DB">
        <w:rPr>
          <w:rtl/>
          <w:lang w:bidi="fa-IR"/>
        </w:rPr>
        <w:t xml:space="preserve"> خداوند، مأجور و در صورت مخالفت، در روز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جوابگو باشند.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قبل</w:t>
      </w:r>
      <w:r w:rsidRPr="00CC78DB">
        <w:rPr>
          <w:rtl/>
          <w:lang w:bidi="fa-IR"/>
        </w:rPr>
        <w:t xml:space="preserve"> از همه مندرجات از وارثانم تقاضا دارم به خاطر مال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ا،</w:t>
      </w:r>
      <w:r w:rsidRPr="00CC78DB">
        <w:rPr>
          <w:rtl/>
          <w:lang w:bidi="fa-IR"/>
        </w:rPr>
        <w:t xml:space="preserve"> با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برخورد نداشته باشند و با کمال احترام و برادرانه، با همد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گر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کنند،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به 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چکس</w:t>
      </w:r>
      <w:r w:rsidRPr="00CC78DB">
        <w:rPr>
          <w:rtl/>
          <w:lang w:bidi="fa-IR"/>
        </w:rPr>
        <w:t xml:space="preserve"> وفا ندارد.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اسام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اولادم.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پسران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2/ 5/ 1345 ش ش 749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حسن 6/ 2/ 1349 ش ش 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«متأسفانه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آذرماه سال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وداع گفت و به سو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پروردگار مهربانش پر کش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رفت خدا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رحمت کند و در بهشت بر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دهد آم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ن»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1/ 1/ 1352 ش ش 104564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طاهر 4/ 6/ 1359 ش ش 1147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دختران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(فر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) 1/ 3/ 1339 ش ش 104423/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25/ 10/ 1340 ش ش 5.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1/ 8/ 1341 ش ش 1431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1/ 11/ 1342 ش ش 1432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سن هفت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و در قبرستان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رضوانه 1/ 6/ 1344 ش ش 748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فاطمه 12/ 8/ 1366 ش ش 91423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پدر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مستقل و اولاد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وص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خود را همسرم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محمد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تا مفاد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تنامه</w:t>
      </w:r>
      <w:r w:rsidRPr="00CC78DB">
        <w:rPr>
          <w:rtl/>
          <w:lang w:bidi="fa-IR"/>
        </w:rPr>
        <w:t xml:space="preserve"> را اجرا کند و در صورت نبود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شان،</w:t>
      </w:r>
      <w:r w:rsidRPr="00CC78DB">
        <w:rPr>
          <w:rtl/>
          <w:lang w:bidi="fa-IR"/>
        </w:rPr>
        <w:t xml:space="preserve">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دست به دست داده، زحمات دفن و کفن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ره</w:t>
      </w:r>
      <w:r w:rsidRPr="00CC78DB">
        <w:rPr>
          <w:rtl/>
          <w:lang w:bidi="fa-IR"/>
        </w:rPr>
        <w:t xml:space="preserve"> را، انجام دهند خدا اجرشان بدهد.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فهرست اموال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منقول من.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قطعه زم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متراژ 313 متر در کمربند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خر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شده از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لدار</w:t>
      </w:r>
      <w:r w:rsidRPr="00CC78DB">
        <w:rPr>
          <w:rtl/>
          <w:lang w:bidi="fa-IR"/>
        </w:rPr>
        <w:t xml:space="preserve"> صبور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ساکن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دستگاه آپارتمان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همکف در تهران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ابان</w:t>
      </w:r>
      <w:r w:rsidRPr="00CC78DB">
        <w:rPr>
          <w:rtl/>
          <w:lang w:bidi="fa-IR"/>
        </w:rPr>
        <w:t xml:space="preserve"> دانشگاه جنگ کوچه قادر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پلاک 123 با سند منقوله دار.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وص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شرع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کنم، بچه ها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اموال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منقول را پس از فروش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مت</w:t>
      </w:r>
      <w:r w:rsidRPr="00CC78DB">
        <w:rPr>
          <w:rtl/>
          <w:lang w:bidi="fa-IR"/>
        </w:rPr>
        <w:t xml:space="preserve"> تع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شده اول خمس آن را جدا نموده و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مراجع تقل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برسانند. و بعد از آن از ثلث مالم برا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من دو سال نماز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ماه روزه قضا با 10 نماز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ات</w:t>
      </w:r>
      <w:r w:rsidRPr="00CC78DB">
        <w:rPr>
          <w:rtl/>
          <w:lang w:bidi="fa-IR"/>
        </w:rPr>
        <w:t xml:space="preserve"> انجام دهند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رند</w:t>
      </w:r>
      <w:r w:rsidRPr="00CC78DB">
        <w:rPr>
          <w:rtl/>
          <w:lang w:bidi="fa-IR"/>
        </w:rPr>
        <w:t xml:space="preserve"> و احت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اطاً</w:t>
      </w:r>
      <w:r w:rsidRPr="00CC78DB">
        <w:rPr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کفاره</w:t>
      </w:r>
      <w:r w:rsidRPr="00CC78DB">
        <w:rPr>
          <w:rtl/>
          <w:lang w:bidi="fa-IR"/>
        </w:rPr>
        <w:t xml:space="preserve"> روزه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ده سال را که نتوانسته ام بگ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رم</w:t>
      </w:r>
      <w:r w:rsidRPr="00CC78DB">
        <w:rPr>
          <w:rtl/>
          <w:lang w:bidi="fa-IR"/>
        </w:rPr>
        <w:t xml:space="preserve"> از قرار هر روز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مد (750 گرم) طعام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پول آن را، به فقراء بدهند و شب اول قبر، نماز وحشت را فراموش نکنند.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اموال منقول زرو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ور</w:t>
      </w:r>
      <w:r w:rsidRPr="00CC78DB">
        <w:rPr>
          <w:rtl/>
          <w:lang w:bidi="fa-IR"/>
        </w:rPr>
        <w:t xml:space="preserve"> آلات موجود و لوازم معمول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زندگ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وضمناًما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ملک</w:t>
      </w:r>
      <w:r w:rsidRPr="00CC78DB">
        <w:rPr>
          <w:rtl/>
          <w:lang w:bidi="fa-IR"/>
        </w:rPr>
        <w:t xml:space="preserve"> مرا منقول و غ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منقول تمام ورّاث دختر و پسر، بطور مافرض اللّه تقس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ند</w:t>
      </w:r>
      <w:r w:rsidRPr="00CC78DB">
        <w:rPr>
          <w:rtl/>
          <w:lang w:bidi="fa-IR"/>
        </w:rPr>
        <w:t xml:space="preserve"> و هرکس حق خود را تصاحب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در</w:t>
      </w:r>
      <w:r w:rsidRPr="00CC78DB">
        <w:rPr>
          <w:rtl/>
          <w:lang w:bidi="fa-IR"/>
        </w:rPr>
        <w:t xml:space="preserve"> پا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همه شما را به خدا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سپارم و همگ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حلال نمودم خداوند هم شما را ببخشد و در پناه خود نگهدارد.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ستم</w:t>
      </w:r>
      <w:r w:rsidRPr="00CC78DB">
        <w:rPr>
          <w:rtl/>
          <w:lang w:bidi="fa-IR"/>
        </w:rPr>
        <w:t xml:space="preserve"> ارد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بهشت</w:t>
      </w:r>
      <w:r w:rsidRPr="00CC78DB">
        <w:rPr>
          <w:rtl/>
          <w:lang w:bidi="fa-IR"/>
        </w:rPr>
        <w:t xml:space="preserve"> ماه سال هزار و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</w:t>
      </w:r>
      <w:r w:rsidRPr="00CC78DB">
        <w:rPr>
          <w:rtl/>
          <w:lang w:bidi="fa-IR"/>
        </w:rPr>
        <w:t xml:space="preserve"> نود و دو 20/ 2/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مطابق با 2/ 7/ 1434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عفت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اللّه حاج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3659AF" w:rsidP="003659A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9" w:name="_Toc507934580"/>
      <w:r w:rsidR="00CC78DB" w:rsidRPr="00CC78DB">
        <w:rPr>
          <w:rFonts w:hint="eastAsia"/>
          <w:rtl/>
          <w:lang w:bidi="fa-IR"/>
        </w:rPr>
        <w:lastRenderedPageBreak/>
        <w:t>توار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خ</w:t>
      </w:r>
      <w:r w:rsidR="00CC78DB" w:rsidRPr="00CC78DB">
        <w:rPr>
          <w:rtl/>
          <w:lang w:bidi="fa-IR"/>
        </w:rPr>
        <w:t xml:space="preserve"> خانواده</w:t>
      </w:r>
      <w:bookmarkEnd w:id="149"/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حاج سردار محمدوند گلستان «پدرم»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 فرزند به شرح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محمد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عن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بنده حق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تولد 16/ 11/ 1317 شمس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مشجّر: که در اول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ماه ورود من به حوزه درس طلبگ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سن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</w:t>
      </w:r>
      <w:r w:rsidRPr="00CC78DB">
        <w:rPr>
          <w:rtl/>
          <w:lang w:bidi="fa-IR"/>
        </w:rPr>
        <w:t xml:space="preserve">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ناکام و جوان مرگ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از جهان 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فروبست و به سرا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باق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شتافت رحمت خدا براو باد.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زب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: تولد 7/ 9/ 1323 ش ش 541 عقد 4/ 11/ 1337 برابر با چهارهم جماد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الثان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1378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ششصدتومان معادل 6000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زوج سهراب دانش گلستان </w:t>
      </w:r>
      <w:r w:rsidRPr="003659AF">
        <w:rPr>
          <w:rStyle w:val="libFootnotenumChar"/>
          <w:rtl/>
        </w:rPr>
        <w:t>(1)</w:t>
      </w:r>
      <w:r w:rsidRPr="00CC78DB">
        <w:rPr>
          <w:rtl/>
          <w:lang w:bidi="fa-IR"/>
        </w:rPr>
        <w:t xml:space="preserve"> تولد 1308 ش ش 160 فرزند ابراه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لاله خانم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مالک: زوجه اش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2 و فرزندانش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و محسن.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زوج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6 فرزند (محمد در سن 18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زلزله 1375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ماند و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 خدارحمتش کند و اکبر 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نب</w:t>
      </w:r>
      <w:r w:rsidRPr="00CC78DB">
        <w:rPr>
          <w:rtl/>
          <w:lang w:bidi="fa-IR"/>
        </w:rPr>
        <w:t>: زوج قهرمان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جنگ 8 ساله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و عراق مفقود الأثرشد و بعد از</w:t>
      </w:r>
    </w:p>
    <w:p w:rsidR="00CC78DB" w:rsidRPr="003659AF" w:rsidRDefault="003659AF" w:rsidP="003659A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CC78DB" w:rsidRPr="00CC78DB" w:rsidRDefault="00CC78DB" w:rsidP="003659AF">
      <w:pPr>
        <w:pStyle w:val="libFootnote0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( 1) روز 13/ 11/ 1386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دانش پسرش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خبرداد که پدرش حاج سهراب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فوت شده است که روز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کشنبه</w:t>
      </w:r>
      <w:r w:rsidRPr="00CC78DB">
        <w:rPr>
          <w:rtl/>
          <w:lang w:bidi="fa-IR"/>
        </w:rPr>
        <w:t xml:space="preserve"> 14/ 11/ 1386 تش</w:t>
      </w:r>
      <w:r w:rsidRPr="00CC78DB">
        <w:rPr>
          <w:rFonts w:hint="cs"/>
          <w:rtl/>
          <w:lang w:bidi="fa-IR"/>
        </w:rPr>
        <w:t>یی</w:t>
      </w:r>
      <w:r w:rsidRPr="00CC78DB">
        <w:rPr>
          <w:rFonts w:hint="eastAsia"/>
          <w:rtl/>
          <w:lang w:bidi="fa-IR"/>
        </w:rPr>
        <w:t>ع</w:t>
      </w:r>
      <w:r w:rsidRPr="00CC78DB">
        <w:rPr>
          <w:rtl/>
          <w:lang w:bidi="fa-IR"/>
        </w:rPr>
        <w:t xml:space="preserve"> و مراسم خاکسپار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انجام خواهد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افت</w:t>
      </w:r>
      <w:r w:rsidRPr="00CC78DB">
        <w:rPr>
          <w:rtl/>
          <w:lang w:bidi="fa-IR"/>
        </w:rPr>
        <w:t xml:space="preserve"> رحمهالله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 منهم در مراسم کفن و دفن و مجالس ترح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آن مرحوم سه روز شرکت کرده و بقم برگ</w:t>
      </w:r>
      <w:r w:rsidRPr="00CC78DB">
        <w:rPr>
          <w:rFonts w:hint="eastAsia"/>
          <w:rtl/>
          <w:lang w:bidi="fa-IR"/>
        </w:rPr>
        <w:t>شتم</w:t>
      </w:r>
      <w:r w:rsidRPr="00CC78DB">
        <w:rPr>
          <w:rtl/>
          <w:lang w:bidi="fa-IR"/>
        </w:rPr>
        <w:t>.</w:t>
      </w:r>
    </w:p>
    <w:p w:rsidR="00CC78DB" w:rsidRPr="00CC78DB" w:rsidRDefault="003659AF" w:rsidP="003659A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CC78DB">
        <w:rPr>
          <w:rtl/>
          <w:lang w:bidi="fa-IR"/>
        </w:rPr>
        <w:lastRenderedPageBreak/>
        <w:t>2</w:t>
      </w:r>
      <w:r w:rsidR="00CC78DB" w:rsidRPr="00CC78DB">
        <w:rPr>
          <w:rtl/>
          <w:lang w:bidi="fa-IR"/>
        </w:rPr>
        <w:t xml:space="preserve">0 سال انتظار در تابستان سال 1385 با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نفر صومعه سرائ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ازدواج کرد 1 پسر بنام مهد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از قهرمان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دارد و 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ک</w:t>
      </w:r>
      <w:r w:rsidR="00CC78DB" w:rsidRPr="00CC78DB">
        <w:rPr>
          <w:rtl/>
          <w:lang w:bidi="fa-IR"/>
        </w:rPr>
        <w:t xml:space="preserve"> بچه هم از او.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: زوج: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نفر از دهات سراب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چند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بچه دختر و پسر.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زهراء: زوج: محمد مولو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 فرزند 1 پسر و 3 دختر ساکن صالح آباد رباط کر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زوجه: دختر عمو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 فرزند ساکن صالح آباد.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آقا: او هم در سال 1388 ازدواج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زوج پسرعمو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فرزند پسر ساکن رشت.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>: تولد 3/ 11/ 1319 ش ش 5 موال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عقد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ازدهم</w:t>
      </w:r>
      <w:r w:rsidRPr="00CC78DB">
        <w:rPr>
          <w:rtl/>
          <w:lang w:bidi="fa-IR"/>
        </w:rPr>
        <w:t xml:space="preserve">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حجهالحرام</w:t>
      </w:r>
      <w:r w:rsidRPr="00CC78DB">
        <w:rPr>
          <w:rtl/>
          <w:lang w:bidi="fa-IR"/>
        </w:rPr>
        <w:t xml:space="preserve"> 1382 برابربا 15/ 2/ 1342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هزار و نهصد تومان معادل 19000 زوج: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اللّه</w:t>
      </w:r>
      <w:r w:rsidR="003659AF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نظر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پرنق متولد 1319 ش ش 5 موال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فرزند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ددش و صغر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14 فرزند به نامها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در بچگ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وفات کرد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: زوجه- ملا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خانم و 2 فرزند؛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سجّاد (شهروز): در سال در 25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ناکام با موتور تصادف کرد و وفات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: زوجه و 2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جم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له</w:t>
      </w:r>
      <w:r w:rsidRPr="00CC78DB">
        <w:rPr>
          <w:rtl/>
          <w:lang w:bidi="fa-IR"/>
        </w:rPr>
        <w:t>: زوج-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گ</w:t>
      </w:r>
      <w:r w:rsidRPr="00CC78DB">
        <w:rPr>
          <w:rtl/>
          <w:lang w:bidi="fa-IR"/>
        </w:rPr>
        <w:t xml:space="preserve"> محمد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6 فرزند 2 دخترش ازدواج کرده.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فاطمه: زوج- هدا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معان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3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رج</w:t>
      </w:r>
      <w:r w:rsidRPr="00CC78DB">
        <w:rPr>
          <w:rtl/>
          <w:lang w:bidi="fa-IR"/>
        </w:rPr>
        <w:t>: زوجه- شهروز مولائ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 خاله اش خاور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3 فرزند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لاد</w:t>
      </w:r>
      <w:r w:rsidRPr="00CC78DB">
        <w:rPr>
          <w:rtl/>
          <w:lang w:bidi="fa-IR"/>
        </w:rPr>
        <w:t xml:space="preserve"> و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>: زوجه-</w:t>
      </w:r>
    </w:p>
    <w:p w:rsidR="007C2F92" w:rsidRDefault="007C2F92" w:rsidP="00CC78DB">
      <w:pPr>
        <w:pStyle w:val="libNormal"/>
        <w:rPr>
          <w:rFonts w:hint="cs"/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فرهاد: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>: زوجه-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رسول: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شهزاد: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ثر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دوقلوها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الله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تابستان سال 1392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خدا رحمتش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5- اکرم (مکرم): متولد: 1/ 12/ 1429 ش ش 806 عقد 5/ 12/ 1344 برابر با سوم ذ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قعدءالحرام</w:t>
      </w:r>
      <w:r w:rsidRPr="00CC78DB">
        <w:rPr>
          <w:rtl/>
          <w:lang w:bidi="fa-IR"/>
        </w:rPr>
        <w:t xml:space="preserve"> 1385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نهصد تومان معادل 9000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زوج اسدالله شفق ش ش 13 صادره گلستان فرزند حمدالله و عظمت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حسن: زوجه- معصومه خانم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3 فرزند 1 دختر ساناز و 2 پسر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لاد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نب</w:t>
      </w:r>
      <w:r w:rsidRPr="00CC78DB">
        <w:rPr>
          <w:rtl/>
          <w:lang w:bidi="fa-IR"/>
        </w:rPr>
        <w:t xml:space="preserve"> مشهور به (خانم): 22 ساله با پسر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ساله اش بنام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در اثر زلزله 1375 جان باختند و در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کفن مادرش در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قبر دفن شدند از او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3- پرو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ادگار</w:t>
      </w:r>
      <w:r w:rsidRPr="00CC78DB">
        <w:rPr>
          <w:rtl/>
          <w:lang w:bidi="fa-IR"/>
        </w:rPr>
        <w:t xml:space="preserve"> ماند و بزرگ شده وازدواج نمود.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زهرا: 18 ساله ناکام در اثر زلزله 1375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tl/>
          <w:lang w:bidi="fa-IR"/>
        </w:rPr>
        <w:t xml:space="preserve"> آوار ماند و 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از جهان فرو بست.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اشرف: 1/ 1/ 1351 زوج 20/ 6/ 1350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عقد 23/ 1/ 1374 و 2 فرزند اکبر 19/ 10/ 1374 و مهران 6/ 3/ 1376.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خاور: تولد 3/ 1/ 1332 ش ش 635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دوهزار تومان معادل 20000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و زوج: فاضل مولائ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4/ 3/ 1327 ش ش 600 فرزند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و عال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خانم دارا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7C2F92">
        <w:rPr>
          <w:rFonts w:hint="cs"/>
          <w:rtl/>
          <w:lang w:bidi="fa-IR"/>
        </w:rPr>
        <w:t xml:space="preserve"> -</w:t>
      </w:r>
      <w:r w:rsidRPr="00CC78DB">
        <w:rPr>
          <w:rtl/>
          <w:lang w:bidi="fa-IR"/>
        </w:rPr>
        <w:t xml:space="preserve">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عظ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: زوجه- معصومه خانم مولائ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1 پسر بنام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بنام.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سوره: 10/ 8/ 1348 زوج- معرفت 5/ 1347 1 عقد 238/ 1368 و 4 فرزند به 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17/ 5/ 1370 و رام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12/ 6/ 1371 ومحمد 2/ 4/ 1374 3- شهروز: زوج- 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رج</w:t>
      </w:r>
      <w:r w:rsidRPr="00CC78DB">
        <w:rPr>
          <w:rtl/>
          <w:lang w:bidi="fa-IR"/>
        </w:rPr>
        <w:t xml:space="preserve"> پسر خاله اش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3 پسر.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مهناز: زوج- بهمن مولائ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</w:t>
      </w:r>
      <w:r w:rsidRPr="00CC78DB">
        <w:rPr>
          <w:rtl/>
          <w:lang w:bidi="fa-IR"/>
        </w:rPr>
        <w:t xml:space="preserve"> در 20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زلزله 1375 با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دخترش به نام پر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سا</w:t>
      </w:r>
      <w:r w:rsidRPr="00CC78DB">
        <w:rPr>
          <w:rtl/>
          <w:lang w:bidi="fa-IR"/>
        </w:rPr>
        <w:t xml:space="preserve"> جان باختند.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5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>: زوج- بهمن مولائ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بجا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خواهرش مهناز رفت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به نام الم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</w:t>
      </w:r>
      <w:r w:rsidRPr="00CC78DB">
        <w:rPr>
          <w:rtl/>
          <w:lang w:bidi="fa-IR"/>
        </w:rPr>
        <w:t xml:space="preserve"> دارد.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پروانه: 10 ساله در زلزله از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ان</w:t>
      </w:r>
      <w:r w:rsidRPr="00CC78DB">
        <w:rPr>
          <w:rtl/>
          <w:lang w:bidi="fa-IR"/>
        </w:rPr>
        <w:t xml:space="preserve"> 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5 ساله در زلزله از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رفت.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8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عامل: زوجه: بتول خانم دل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 محمد رضا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فاطمه.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 xml:space="preserve">9-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دربچگ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وفات کرد.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احمد: در سال 1355 در سن 20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موقع ساختن اتوبان کرج قزو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نزد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شهرستان آب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وفات کرد گفتند: در کانال آب هنگام آب تن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غرق شد ول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جراحت عم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</w:t>
      </w:r>
      <w:r w:rsidRPr="00CC78DB">
        <w:rPr>
          <w:rtl/>
          <w:lang w:bidi="fa-IR"/>
        </w:rPr>
        <w:t xml:space="preserve"> سرش نشان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داد با ضربه سخت کشته شده بعدها گفتند: او چون راننده کام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بود و اشتباهاً از کنار چادر برادر پ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مانکار که اهل روستا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ران</w:t>
      </w:r>
      <w:r w:rsidRPr="00CC78DB">
        <w:rPr>
          <w:rtl/>
          <w:lang w:bidi="fa-IR"/>
        </w:rPr>
        <w:t xml:space="preserve"> هم مرز گلستان، عبور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کرده و اوهم در چادر خواب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بوده اشتباهاً از رو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سر او رد شده و کشته شده بود، برادران او هم احمد را به طرز مرموز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کشته بودند من از ز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ارت</w:t>
      </w:r>
      <w:r w:rsidRPr="00CC78DB">
        <w:rPr>
          <w:rtl/>
          <w:lang w:bidi="fa-IR"/>
        </w:rPr>
        <w:t xml:space="preserve"> مشهد بر گشته و در تهران در خانه پسر عمو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بودم ک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خبر مرگ او را به من دادند و بلافاصله خودم را به آب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رساندم و جنازه را تحو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گرفته و به گلستان بردم و بعد که ماجرا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کشته شدنش را شن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خواستم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شکا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کنم پدرم اجازه نداد و گفت: محاکمه من و قاتل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به ق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امت</w:t>
      </w:r>
      <w:r w:rsidRPr="00CC78DB">
        <w:rPr>
          <w:rtl/>
          <w:lang w:bidi="fa-IR"/>
        </w:rPr>
        <w:t xml:space="preserve"> و دادگاه خداوند ماند لازم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دوباره نبش قبر شود و نظر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پزشک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قانون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بخواه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" 8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حسن: 1/ 10/ 1345 زوجه- شهناز محمد زاده تولد 9/ 11/ 1346 عقد 20/ 6/ 1363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وسف</w:t>
      </w:r>
      <w:r w:rsidRPr="00CC78DB">
        <w:rPr>
          <w:rtl/>
          <w:lang w:bidi="fa-IR"/>
        </w:rPr>
        <w:t xml:space="preserve"> 15/ 4/ 1363 زوجه- پروانه 28/ 1/ 1369 عقد 0 1/ 10/ 1385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نام ستا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ش</w:t>
      </w:r>
      <w:r w:rsidRPr="00CC78DB">
        <w:rPr>
          <w:rtl/>
          <w:lang w:bidi="fa-IR"/>
        </w:rPr>
        <w:t xml:space="preserve"> خانم.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هاجر 9/ 9/ 1365 زوج- 1/ 7/ 1361 عقد 2/ 3/ 1383 دخترش هان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20/ 10/ 1384 و دختر دوم به نام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اقدس 5/ 7/ 1368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داود 24/ 1/ 1374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7C2F92" w:rsidP="007C2F9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0" w:name="_Toc507934581"/>
      <w:r w:rsidR="00CC78DB" w:rsidRPr="00CC78DB">
        <w:rPr>
          <w:rFonts w:hint="eastAsia"/>
          <w:rtl/>
          <w:lang w:bidi="fa-IR"/>
        </w:rPr>
        <w:lastRenderedPageBreak/>
        <w:t>خانواده</w:t>
      </w:r>
      <w:r w:rsidR="00CC78DB" w:rsidRPr="00CC78DB">
        <w:rPr>
          <w:rtl/>
          <w:lang w:bidi="fa-IR"/>
        </w:rPr>
        <w:t xml:space="preserve"> حاج محمد ام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Fonts w:hint="eastAsia"/>
          <w:rtl/>
          <w:lang w:bidi="fa-IR"/>
        </w:rPr>
        <w:t>ن</w:t>
      </w:r>
      <w:r w:rsidR="00CC78DB" w:rsidRPr="00CC78DB">
        <w:rPr>
          <w:rFonts w:hint="cs"/>
          <w:rtl/>
          <w:lang w:bidi="fa-IR"/>
        </w:rPr>
        <w:t>ی</w:t>
      </w:r>
      <w:r w:rsidR="00CC78DB" w:rsidRPr="00CC78DB">
        <w:rPr>
          <w:rtl/>
          <w:lang w:bidi="fa-IR"/>
        </w:rPr>
        <w:t xml:space="preserve"> گلستان</w:t>
      </w:r>
      <w:r w:rsidR="00CC78DB" w:rsidRPr="00CC78DB">
        <w:rPr>
          <w:rFonts w:hint="cs"/>
          <w:rtl/>
          <w:lang w:bidi="fa-IR"/>
        </w:rPr>
        <w:t>ی</w:t>
      </w:r>
      <w:bookmarkEnd w:id="150"/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16/ 11/ 1317 ش ش 15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حاج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عفت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7/ 2/ 1320 ش ش 955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20/ 3/ 1338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(فر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) 1/ 3/ 1339 ش ش 104423/ عقد: 25/ 2/ 1354 سوم جماد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الأول 1395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مهد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قل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 ازدواج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سه پسر بنامها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رضا و غلامرضا و 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دو دختر بنامها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زهراء و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25/ 10/ 1340 ش ش 5 عقد: 16/ 9/ 1356 برابر با 26 محرم 1398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رسول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گرم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نمود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 پسر شهرام و بهنام و دو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دختر</w:t>
      </w:r>
      <w:r w:rsidRPr="00CC78DB">
        <w:rPr>
          <w:rtl/>
          <w:lang w:bidi="fa-IR"/>
        </w:rPr>
        <w:t xml:space="preserve"> افسانه و فرزانه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1/ 8/ 1341 ش ش 1431 عقد: 25/ 5/ 1365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نادر عسکر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بنام نرگس و دو پسر بنامها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و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مه</w:t>
      </w:r>
      <w:r w:rsidRPr="00CC78DB">
        <w:rPr>
          <w:rtl/>
          <w:lang w:bidi="fa-IR"/>
        </w:rPr>
        <w:t xml:space="preserve"> 1/ 11/ 1342 ش ش 1432 در سن هفت سالگ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و در قبرستان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رضوانه 1/ 6/ 1344 ش ش 748 عقد: 29/ 11/ 1368 ش ش 51 حوزه 8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اصغرصبور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پسر بنامها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احسان و رضام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6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2/ 5/ 1345 ش ش 749 عقد: 21/ 11/ 1372 بادختر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شهربانو (مهش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خانم)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 بنام محمد رضا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بنام ساناز خانم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7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حسن 6/ 2/ 1349 ش ش 3 با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معصومه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کرد و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20 آذر ماه 1392 به رحمت خدا رفت خدا رحمتش نما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که بچه دار هم نشد و در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شهر مقدس قم در قطعه 81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بخاک سپرده 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lastRenderedPageBreak/>
        <w:t>8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1/ 1/ 1352 ش ش 104564 با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خانم نوه پسرعمو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رخان</w:t>
      </w:r>
      <w:r w:rsidRPr="00CC78DB">
        <w:rPr>
          <w:rtl/>
          <w:lang w:bidi="fa-IR"/>
        </w:rPr>
        <w:t xml:space="preserve"> دانشور 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دختر مرحوم قربانعل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ازدواج نمود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بنام 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tl/>
          <w:lang w:bidi="fa-IR"/>
        </w:rPr>
        <w:t xml:space="preserve"> خانم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9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 xml:space="preserve">- طاهر 4/ 6/ 1359 ش ش 1147 با شبنم خانم دختر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از کارمندان شرکت نفت بنام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احمد ارجمند ازدواج نموده و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پسر بنام محمد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دختر بنام محدثه خانم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10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فاطمه 12/ 8/ 1366 ش ش 91423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(برادر زن حاج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حسن) ازدواج نمود و فعلا معلم آموزش و پرورش 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باشد.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2/ 5/ 1345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شهربانو (مهش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)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21/ 11/ 1372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ون</w:t>
      </w:r>
      <w:r w:rsidRPr="00CC78DB">
        <w:rPr>
          <w:rtl/>
          <w:lang w:bidi="fa-IR"/>
        </w:rPr>
        <w:t xml:space="preserve"> تومان. با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شمعدان.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محمدرضا: 24/ 6/ 1373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و معصومه (ساناز) 13/ 6/ 1376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>/ 17/ 6/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او را به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شمس محراب نامزد کرده و من در سرع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با اخذ وکالت تلفن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عقد محرم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ت</w:t>
      </w:r>
      <w:r w:rsidRPr="00CC78DB">
        <w:rPr>
          <w:rtl/>
          <w:lang w:bidi="fa-IR"/>
        </w:rPr>
        <w:t xml:space="preserve"> خواندم، مبارک باشد انشاءاللّه.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حسن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 xml:space="preserve"> 6/ 2/ 1349 ش ش 3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معصومه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11/ 5/ 1354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15/ 3/ 1377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قرآن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شمعدان و چهارده سکه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چهارده معصوم.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متأسفانه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20/ 9/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مارستان</w:t>
      </w:r>
      <w:r w:rsidRPr="00CC78DB">
        <w:rPr>
          <w:rtl/>
          <w:lang w:bidi="fa-IR"/>
        </w:rPr>
        <w:t xml:space="preserve"> دکتر بهشت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اثر سرطان خون بد خ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م،</w:t>
      </w:r>
      <w:r w:rsidRPr="00CC78DB">
        <w:rPr>
          <w:rtl/>
          <w:lang w:bidi="fa-IR"/>
        </w:rPr>
        <w:t xml:space="preserve"> از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رفت و در بهشت معصومه </w:t>
      </w:r>
      <w:r w:rsidR="00062930" w:rsidRPr="00062930">
        <w:rPr>
          <w:rStyle w:val="libAlaemChar"/>
          <w:rtl/>
        </w:rPr>
        <w:t xml:space="preserve">عليها‌السلام </w:t>
      </w:r>
      <w:r w:rsidRPr="00CC78DB">
        <w:rPr>
          <w:rtl/>
          <w:lang w:bidi="fa-IR"/>
        </w:rPr>
        <w:t xml:space="preserve"> در مقبره خانوادگ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دفن 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رحمه اللّه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رضا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1/ 1/ 1352.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</w:t>
      </w:r>
      <w:r w:rsidRPr="00CC78DB">
        <w:rPr>
          <w:rtl/>
          <w:lang w:bidi="fa-IR"/>
        </w:rPr>
        <w:t xml:space="preserve"> دانشورن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13/ 11/ 1360. عقد: 16/ 6/ 77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11/ 11/ 1377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250 سکه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>: مب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tl/>
          <w:lang w:bidi="fa-IR"/>
        </w:rPr>
        <w:t>: 6/ 2/ 1381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طاهر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."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4/ 6/ 1359 ش ش 1147.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شبنم ارجمند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تولد</w:t>
      </w:r>
      <w:r w:rsidRPr="00CC78DB">
        <w:rPr>
          <w:rtl/>
          <w:lang w:bidi="fa-IR"/>
        </w:rPr>
        <w:t>: 23/ 2/ 1361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8/ 10/ 1386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 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شمعدان و سفر حج با چهارده سکه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>: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تولد: 26/ 3/ 1388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محدّثه</w:t>
      </w:r>
      <w:r w:rsidRPr="00CC78DB">
        <w:rPr>
          <w:rtl/>
          <w:lang w:bidi="fa-IR"/>
        </w:rPr>
        <w:t xml:space="preserve"> خانم: تولد 16/ 2/ 1391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حاج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6/ 12/ 1330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فر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(حم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>)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1/ 3/ 1339.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25/ 2/ 1354 سوم جماد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الأول 1395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ست</w:t>
      </w:r>
      <w:r w:rsidRPr="00CC78DB">
        <w:rPr>
          <w:rtl/>
          <w:lang w:bidi="fa-IR"/>
        </w:rPr>
        <w:t xml:space="preserve"> و پنج هزارتومان معادل 250000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5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حم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درضا</w:t>
      </w:r>
      <w:r w:rsidRPr="00CC78DB">
        <w:rPr>
          <w:rtl/>
          <w:lang w:bidi="fa-IR"/>
        </w:rPr>
        <w:t xml:space="preserve"> 1/ 3/ 1355 زوجه- کبر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کاظم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1/ 4/ 1359 عقد: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23/ 12/ 1379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 فرزند: طه 20/ 11/ 1380 سارا 17/ 6/ 1382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غلامرضا 1/ 1/ 1357 زوجه آزاده 29/ 2/ 1358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بچه: عرفان 15/ 6/ 1384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3- زهرا 17/ 2/ 1359 شوهر: محمدقاسم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زرگر: 1/ 6/ 1355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بچه: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</w:t>
      </w:r>
      <w:r w:rsidRPr="00CC78DB">
        <w:rPr>
          <w:rtl/>
          <w:lang w:bidi="fa-IR"/>
        </w:rPr>
        <w:t xml:space="preserve"> 27/ 12/ 1382 رؤ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خانم: 11/ 11/ 1390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1/ 9/ 1360 در اواخر سال 1387 به عقد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فرهاد در آمد.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>: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آقا در اواخر آذرماه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5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هاد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13/ 10/ 1366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C2F92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فعلا</w:t>
      </w:r>
      <w:r w:rsidRPr="00CC78DB">
        <w:rPr>
          <w:rtl/>
          <w:lang w:bidi="fa-IR"/>
        </w:rPr>
        <w:t xml:space="preserve"> نامزد است با دختر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بنام 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ناخانم</w:t>
      </w:r>
      <w:r w:rsidRPr="00CC78DB">
        <w:rPr>
          <w:rtl/>
          <w:lang w:bidi="fa-IR"/>
        </w:rPr>
        <w:t xml:space="preserve"> از اهل شمال.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C2F92">
      <w:pPr>
        <w:pStyle w:val="Heading1"/>
        <w:rPr>
          <w:rtl/>
          <w:lang w:bidi="fa-IR"/>
        </w:rPr>
      </w:pPr>
      <w:bookmarkStart w:id="151" w:name="_Toc507934582"/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رسول آقا جود</w:t>
      </w:r>
      <w:r w:rsidRPr="00CC78DB">
        <w:rPr>
          <w:rFonts w:hint="cs"/>
          <w:rtl/>
          <w:lang w:bidi="fa-IR"/>
        </w:rPr>
        <w:t>ی</w:t>
      </w:r>
      <w:bookmarkEnd w:id="151"/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6/ 5/ 1333 شش 92 ش م مسلسل 689592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25/ 9/ 1340 شش 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16/ 9/ 1356 برابر با 26 محرم 1398 قمر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پنجاه هزارتومان معادل 500000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4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شهرام: 16/ 6/ 1357 زوجه: زهرابوداغ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عقد: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سال 1387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دو فرزند به نام محمدام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که نامش را من نام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دوم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رحس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متولدگرد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افسانه 1/ 1/ 1359 عقد: 9/ 7/ 1380 عروس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17/ 12/ 1380 شوهر: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lastRenderedPageBreak/>
        <w:t>محسن</w:t>
      </w:r>
      <w:r w:rsidRPr="00CC78DB">
        <w:rPr>
          <w:rtl/>
          <w:lang w:bidi="fa-IR"/>
        </w:rPr>
        <w:t xml:space="preserve"> رضائ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فرخ 4/ 9/ 1351 بچه: مهنّا 8/ 8/ 1385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7C2F92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بهنام: 20/ 10/ 1362 زوجه: نسر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>: 30/ 6/ 1366 عقد: 17/ 1/ 1385 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>: 500 سکه. بچه: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جود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27/ 2/ 1390 روز چهارشنبه.</w:t>
      </w:r>
      <w:r w:rsidR="007C2F92" w:rsidRPr="00CC78DB">
        <w:rPr>
          <w:rFonts w:hint="eastAsia"/>
          <w:rtl/>
          <w:lang w:bidi="fa-IR"/>
        </w:rPr>
        <w:t xml:space="preserve"> </w:t>
      </w:r>
      <w:r w:rsidRPr="00CC78DB">
        <w:rPr>
          <w:rFonts w:hint="eastAsia"/>
          <w:rtl/>
          <w:lang w:bidi="fa-IR"/>
        </w:rPr>
        <w:t>نامش</w:t>
      </w:r>
      <w:r w:rsidRPr="00CC78DB">
        <w:rPr>
          <w:rtl/>
          <w:lang w:bidi="fa-IR"/>
        </w:rPr>
        <w:t xml:space="preserve"> را قبلًا من نام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بودم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 مبارک باشد انشاءالله. پسر دومش بنام محمد مهد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که من نام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دم</w:t>
      </w:r>
      <w:r w:rsidRPr="00CC78DB">
        <w:rPr>
          <w:rtl/>
          <w:lang w:bidi="fa-IR"/>
        </w:rPr>
        <w:t xml:space="preserve">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2/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به دن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</w:t>
      </w:r>
      <w:r w:rsidRPr="00CC78DB">
        <w:rPr>
          <w:rtl/>
          <w:lang w:bidi="fa-IR"/>
        </w:rPr>
        <w:t xml:space="preserve"> آمد مبارک است انشاالله.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4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فرزانه 3/ 1/ 1361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نادر آقا عسکر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>: 6/ 6/ 1342 ش ش 106 حوزه مغان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وح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ده</w:t>
      </w:r>
      <w:r w:rsidRPr="00CC78DB">
        <w:rPr>
          <w:rtl/>
          <w:lang w:bidi="fa-IR"/>
        </w:rPr>
        <w:t xml:space="preserve">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1/ 8/ 1345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25/ 5/ 1365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دبا</w:t>
      </w:r>
      <w:r w:rsidRPr="00CC78DB">
        <w:rPr>
          <w:rtl/>
          <w:lang w:bidi="fa-IR"/>
        </w:rPr>
        <w:t xml:space="preserve"> مبلغ 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صدهزارتومان</w:t>
      </w:r>
      <w:r w:rsidRPr="00CC78DB">
        <w:rPr>
          <w:rtl/>
          <w:lang w:bidi="fa-IR"/>
        </w:rPr>
        <w:t xml:space="preserve"> معادل 3000000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نرگس 1/ 7/ 1366 که در تابستان سال 1393 با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عدنان ازدواج کرده.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محمد 6/ 9/ 1369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3</w:t>
      </w:r>
      <w:r w:rsidR="007C2F92">
        <w:rPr>
          <w:rFonts w:hint="cs"/>
          <w:rtl/>
          <w:lang w:bidi="fa-IR"/>
        </w:rPr>
        <w:t xml:space="preserve"> </w:t>
      </w:r>
      <w:r w:rsidRPr="00CC78DB">
        <w:rPr>
          <w:rtl/>
          <w:lang w:bidi="fa-IR"/>
        </w:rPr>
        <w:t>- 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8/ 2/ 1371 در تار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خ</w:t>
      </w:r>
      <w:r w:rsidRPr="00CC78DB">
        <w:rPr>
          <w:rtl/>
          <w:lang w:bidi="fa-IR"/>
        </w:rPr>
        <w:t xml:space="preserve"> 17/ 6/ 1392 شمس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در دفترخانه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در</w:t>
      </w:r>
      <w:r w:rsidRPr="00CC78DB">
        <w:rPr>
          <w:rtl/>
          <w:lang w:bidi="fa-IR"/>
        </w:rPr>
        <w:t xml:space="preserve">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  <w:r w:rsidRPr="00CC78DB">
        <w:rPr>
          <w:rtl/>
          <w:lang w:bidi="fa-IR"/>
        </w:rPr>
        <w:t xml:space="preserve"> جشن عقد خوان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با دوش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زه</w:t>
      </w:r>
      <w:r w:rsidRPr="00CC78DB">
        <w:rPr>
          <w:rtl/>
          <w:lang w:bidi="fa-IR"/>
        </w:rPr>
        <w:t xml:space="preserve"> گرفت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م</w:t>
      </w:r>
      <w:r w:rsidRPr="00CC78DB">
        <w:rPr>
          <w:rtl/>
          <w:lang w:bidi="fa-IR"/>
        </w:rPr>
        <w:t xml:space="preserve"> و من عقد دائم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را خواندم.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اصغر (عل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) آقا صبور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سلوط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 xml:space="preserve">: 15/ 4/ 1339 ش ش 1078 ش مسلسل 804219 از 25 الف فرزند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دالله</w:t>
      </w:r>
      <w:r w:rsidRPr="00CC78DB">
        <w:rPr>
          <w:rtl/>
          <w:lang w:bidi="fa-IR"/>
        </w:rPr>
        <w:t xml:space="preserve"> و معصومه.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رضوانه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20/ 11/ 1348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29/ 11/ 1368 ش ش 51 حوزه 8 اردب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ل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اللّه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جام آ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و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زوج شمعدان به مبلغ پنج هزار تومان بامبلغ پانصدهزار تومان معادل 5500000 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ال</w:t>
      </w:r>
      <w:r w:rsidRPr="00CC78DB">
        <w:rPr>
          <w:rtl/>
          <w:lang w:bidi="fa-IR"/>
        </w:rPr>
        <w:t xml:space="preserve"> دارا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2 فرزند.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بچه</w:t>
      </w:r>
      <w:r w:rsidRPr="00CC78DB">
        <w:rPr>
          <w:rtl/>
          <w:lang w:bidi="fa-IR"/>
        </w:rPr>
        <w:t xml:space="preserve"> ها: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1- احسان 10/ 2/ 1370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tl/>
          <w:lang w:bidi="fa-IR"/>
        </w:rPr>
        <w:t>2- رضا 29/ 1/ 1377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خانواده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محمدحس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تولد</w:t>
      </w:r>
      <w:r w:rsidRPr="00CC78DB">
        <w:rPr>
          <w:rtl/>
          <w:lang w:bidi="fa-IR"/>
        </w:rPr>
        <w:t xml:space="preserve"> آقا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: 13/ 2/ 1361 ش ش فرزند محمد علو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و سک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نه</w:t>
      </w:r>
      <w:r w:rsidRPr="00CC78DB">
        <w:rPr>
          <w:rtl/>
          <w:lang w:bidi="fa-IR"/>
        </w:rPr>
        <w:t xml:space="preserve"> خانم.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خانم</w:t>
      </w:r>
      <w:r w:rsidRPr="00CC78DB">
        <w:rPr>
          <w:rtl/>
          <w:lang w:bidi="fa-IR"/>
        </w:rPr>
        <w:t>: فاطمه ام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گلستان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 12/ 8/ 1366 ش ش 91423 فرزند محمد و عفت عرفان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>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عقد</w:t>
      </w:r>
      <w:r w:rsidRPr="00CC78DB">
        <w:rPr>
          <w:rtl/>
          <w:lang w:bidi="fa-IR"/>
        </w:rPr>
        <w:t>: 9/ 5/ 1388.</w:t>
      </w:r>
    </w:p>
    <w:p w:rsidR="00CC78DB" w:rsidRPr="00CC78DB" w:rsidRDefault="00CC78DB" w:rsidP="00CC78DB">
      <w:pPr>
        <w:pStyle w:val="libNormal"/>
        <w:rPr>
          <w:rtl/>
          <w:lang w:bidi="fa-IR"/>
        </w:rPr>
      </w:pPr>
    </w:p>
    <w:p w:rsidR="00CC78DB" w:rsidRPr="00CC78DB" w:rsidRDefault="00CC78DB" w:rsidP="00CC78DB">
      <w:pPr>
        <w:pStyle w:val="libNormal"/>
        <w:rPr>
          <w:rtl/>
          <w:lang w:bidi="fa-IR"/>
        </w:rPr>
      </w:pPr>
      <w:r w:rsidRPr="00CC78DB">
        <w:rPr>
          <w:rFonts w:hint="eastAsia"/>
          <w:rtl/>
          <w:lang w:bidi="fa-IR"/>
        </w:rPr>
        <w:t>مهر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ه</w:t>
      </w:r>
      <w:r w:rsidRPr="00CC78DB">
        <w:rPr>
          <w:rtl/>
          <w:lang w:bidi="fa-IR"/>
        </w:rPr>
        <w:t xml:space="preserve">: 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ک</w:t>
      </w:r>
      <w:r w:rsidRPr="00CC78DB">
        <w:rPr>
          <w:rtl/>
          <w:lang w:bidi="fa-IR"/>
        </w:rPr>
        <w:t xml:space="preserve"> جلد کلام الله مج</w:t>
      </w:r>
      <w:r w:rsidRPr="00CC78DB">
        <w:rPr>
          <w:rFonts w:hint="cs"/>
          <w:rtl/>
          <w:lang w:bidi="fa-IR"/>
        </w:rPr>
        <w:t>ی</w:t>
      </w:r>
      <w:r w:rsidRPr="00CC78DB">
        <w:rPr>
          <w:rFonts w:hint="eastAsia"/>
          <w:rtl/>
          <w:lang w:bidi="fa-IR"/>
        </w:rPr>
        <w:t>د</w:t>
      </w:r>
      <w:r w:rsidRPr="00CC78DB">
        <w:rPr>
          <w:rtl/>
          <w:lang w:bidi="fa-IR"/>
        </w:rPr>
        <w:t xml:space="preserve"> با سفر حج با 114 سکه بهار آزاد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بتعداد سوره ها</w:t>
      </w:r>
      <w:r w:rsidRPr="00CC78DB">
        <w:rPr>
          <w:rFonts w:hint="cs"/>
          <w:rtl/>
          <w:lang w:bidi="fa-IR"/>
        </w:rPr>
        <w:t>ی</w:t>
      </w:r>
      <w:r w:rsidRPr="00CC78DB">
        <w:rPr>
          <w:rtl/>
          <w:lang w:bidi="fa-IR"/>
        </w:rPr>
        <w:t xml:space="preserve"> قرآن.</w:t>
      </w:r>
    </w:p>
    <w:p w:rsidR="008F24C2" w:rsidRDefault="007C2F92" w:rsidP="007C2F92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52" w:name="_Toc507934583"/>
      <w:r>
        <w:rPr>
          <w:rFonts w:hint="cs"/>
          <w:rtl/>
          <w:lang w:bidi="fa-IR"/>
        </w:rPr>
        <w:lastRenderedPageBreak/>
        <w:t>فهرست مطالب</w:t>
      </w:r>
      <w:bookmarkEnd w:id="152"/>
    </w:p>
    <w:sdt>
      <w:sdtPr>
        <w:id w:val="45156698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B0E56" w:rsidRDefault="00BB0E56" w:rsidP="00BB0E56">
          <w:pPr>
            <w:pStyle w:val="TOCHeading"/>
          </w:pPr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7934431" w:history="1">
            <w:r w:rsidRPr="00DB7091">
              <w:rPr>
                <w:rStyle w:val="Hyperlink"/>
                <w:noProof/>
                <w:rtl/>
                <w:lang w:bidi="fa-IR"/>
              </w:rPr>
              <w:t>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2" w:history="1">
            <w:r w:rsidRPr="00DB7091">
              <w:rPr>
                <w:rStyle w:val="Hyperlink"/>
                <w:noProof/>
                <w:rtl/>
                <w:lang w:bidi="fa-IR"/>
              </w:rPr>
              <w:t>پاک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، خ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اهم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ت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داد و محتاط 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3" w:history="1">
            <w:r w:rsidRPr="00DB7091">
              <w:rPr>
                <w:rStyle w:val="Hyperlink"/>
                <w:noProof/>
                <w:rtl/>
                <w:lang w:bidi="fa-IR"/>
              </w:rPr>
              <w:t>مدرسه ملّا ابراه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 اردب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4" w:history="1">
            <w:r w:rsidRPr="00DB7091">
              <w:rPr>
                <w:rStyle w:val="Hyperlink"/>
                <w:noProof/>
                <w:rtl/>
                <w:lang w:bidi="fa-IR"/>
              </w:rPr>
              <w:t>ورود به شهر مقدّس 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5" w:history="1">
            <w:r w:rsidRPr="00DB7091">
              <w:rPr>
                <w:rStyle w:val="Hyperlink"/>
                <w:noProof/>
                <w:rtl/>
                <w:lang w:bidi="fa-IR"/>
              </w:rPr>
              <w:t>نخست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سروش بر گوش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6" w:history="1">
            <w:r w:rsidRPr="00DB7091">
              <w:rPr>
                <w:rStyle w:val="Hyperlink"/>
                <w:noProof/>
                <w:rtl/>
                <w:lang w:bidi="fa-IR"/>
              </w:rPr>
              <w:t>مقدمات سفر به سرزم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عاشقان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7" w:history="1">
            <w:r w:rsidRPr="00DB7091">
              <w:rPr>
                <w:rStyle w:val="Hyperlink"/>
                <w:noProof/>
                <w:rtl/>
                <w:lang w:bidi="fa-IR"/>
              </w:rPr>
              <w:t>کارها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ناشدن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را، شدن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بدانم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8" w:history="1">
            <w:r w:rsidRPr="00DB7091">
              <w:rPr>
                <w:rStyle w:val="Hyperlink"/>
                <w:noProof/>
                <w:rtl/>
                <w:lang w:bidi="fa-IR"/>
              </w:rPr>
              <w:t>حرکت به سو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سرزم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پا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آرزوها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39" w:history="1">
            <w:r w:rsidRPr="00DB7091">
              <w:rPr>
                <w:rStyle w:val="Hyperlink"/>
                <w:noProof/>
                <w:rtl/>
                <w:lang w:bidi="fa-IR"/>
              </w:rPr>
              <w:t>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پرماجرا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نجف اشرف و سفرها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اده به کربلاء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0" w:history="1">
            <w:r w:rsidRPr="00DB7091">
              <w:rPr>
                <w:rStyle w:val="Hyperlink"/>
                <w:noProof/>
                <w:rtl/>
                <w:lang w:bidi="fa-IR"/>
              </w:rPr>
              <w:t>خلاصه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از دوران تحص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 در نجف اشرف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1" w:history="1">
            <w:r w:rsidRPr="00DB7091">
              <w:rPr>
                <w:rStyle w:val="Hyperlink"/>
                <w:noProof/>
                <w:rtl/>
                <w:lang w:bidi="fa-IR"/>
              </w:rPr>
              <w:t>سفر دوم به سرزم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عشق و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2" w:history="1">
            <w:r w:rsidRPr="00DB7091">
              <w:rPr>
                <w:rStyle w:val="Hyperlink"/>
                <w:noProof/>
                <w:rtl/>
                <w:lang w:bidi="fa-IR"/>
              </w:rPr>
              <w:t>مطلب دوم: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3" w:history="1">
            <w:r w:rsidRPr="00DB7091">
              <w:rPr>
                <w:rStyle w:val="Hyperlink"/>
                <w:noProof/>
                <w:rtl/>
                <w:lang w:bidi="fa-IR"/>
              </w:rPr>
              <w:t>قض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ه شن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4" w:history="1">
            <w:r w:rsidRPr="00DB7091">
              <w:rPr>
                <w:rStyle w:val="Hyperlink"/>
                <w:noProof/>
                <w:rtl/>
                <w:lang w:bidi="fa-IR"/>
              </w:rPr>
              <w:t>دوم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حرکت به سو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5" w:history="1">
            <w:r w:rsidRPr="00DB7091">
              <w:rPr>
                <w:rStyle w:val="Hyperlink"/>
                <w:noProof/>
                <w:rtl/>
                <w:lang w:bidi="fa-IR"/>
              </w:rPr>
              <w:t>آغاز فصل نو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6" w:history="1">
            <w:r w:rsidRPr="00DB7091">
              <w:rPr>
                <w:rStyle w:val="Hyperlink"/>
                <w:noProof/>
                <w:rtl/>
                <w:lang w:bidi="fa-IR"/>
              </w:rPr>
              <w:t>مجلس عقد خوان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و 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خوران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7" w:history="1">
            <w:r w:rsidRPr="00DB7091">
              <w:rPr>
                <w:rStyle w:val="Hyperlink"/>
                <w:noProof/>
                <w:rtl/>
                <w:lang w:bidi="fa-IR"/>
              </w:rPr>
              <w:t>روز نهم رب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ع الأول روز پا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آرزوها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8" w:history="1">
            <w:r w:rsidRPr="00DB7091">
              <w:rPr>
                <w:rStyle w:val="Hyperlink"/>
                <w:noProof/>
                <w:rtl/>
                <w:lang w:bidi="fa-IR"/>
              </w:rPr>
              <w:t>از خاک عز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ز وطن چشم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پوشم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49" w:history="1">
            <w:r w:rsidRPr="00DB7091">
              <w:rPr>
                <w:rStyle w:val="Hyperlink"/>
                <w:noProof/>
                <w:rtl/>
                <w:lang w:bidi="fa-IR"/>
              </w:rPr>
              <w:t>سنگر داغ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هم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شه خدا حافظ!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0" w:history="1">
            <w:r w:rsidRPr="00DB7091">
              <w:rPr>
                <w:rStyle w:val="Hyperlink"/>
                <w:noProof/>
                <w:rtl/>
                <w:lang w:bidi="fa-IR"/>
              </w:rPr>
              <w:t>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ن- خاطرات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چهارده ساله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ن، شروع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1" w:history="1">
            <w:r w:rsidRPr="00DB7091">
              <w:rPr>
                <w:rStyle w:val="Hyperlink"/>
                <w:noProof/>
                <w:rtl/>
                <w:lang w:bidi="fa-IR"/>
              </w:rPr>
              <w:t>سفر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به 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ارت ثامن الأئمه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2" w:history="1">
            <w:r w:rsidRPr="00DB7091">
              <w:rPr>
                <w:rStyle w:val="Hyperlink"/>
                <w:noProof/>
                <w:rtl/>
                <w:lang w:bidi="fa-IR"/>
              </w:rPr>
              <w:t>شورش و جنبش ملت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برا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بازگرداندن 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3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4" w:history="1">
            <w:r w:rsidRPr="00DB7091">
              <w:rPr>
                <w:rStyle w:val="Hyperlink"/>
                <w:noProof/>
                <w:rtl/>
                <w:lang w:bidi="fa-IR"/>
              </w:rPr>
              <w:t>احداث چشمه آب مشروب به عل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داش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(آلداش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5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6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8" w:history="1">
            <w:r w:rsidRPr="00DB7091">
              <w:rPr>
                <w:rStyle w:val="Hyperlink"/>
                <w:noProof/>
                <w:rtl/>
                <w:lang w:bidi="fa-IR"/>
              </w:rPr>
              <w:t>احداث چشمه در قر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ه 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رگاز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59" w:history="1">
            <w:r w:rsidRPr="00DB7091">
              <w:rPr>
                <w:rStyle w:val="Hyperlink"/>
                <w:noProof/>
                <w:rtl/>
                <w:lang w:bidi="fa-IR"/>
              </w:rPr>
              <w:t>احداث چشمه و آب مشروب قر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ه ورن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0" w:history="1">
            <w:r w:rsidRPr="00DB7091">
              <w:rPr>
                <w:rStyle w:val="Hyperlink"/>
                <w:noProof/>
                <w:rtl/>
                <w:lang w:bidi="fa-IR"/>
              </w:rPr>
              <w:t>احداث لوله آب به مسجد روستا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گنزق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1" w:history="1">
            <w:r w:rsidRPr="00DB7091">
              <w:rPr>
                <w:rStyle w:val="Hyperlink"/>
                <w:noProof/>
                <w:rtl/>
                <w:lang w:bidi="fa-IR"/>
              </w:rPr>
              <w:t>تأس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س صندوقها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حضرت ابوالفضل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2" w:history="1">
            <w:r w:rsidRPr="00DB7091">
              <w:rPr>
                <w:rStyle w:val="Hyperlink"/>
                <w:noProof/>
                <w:rtl/>
                <w:lang w:bidi="fa-IR"/>
              </w:rPr>
              <w:t>خر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 موتورها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برق و بلندگوها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مساجد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3" w:history="1">
            <w:r w:rsidRPr="00DB7091">
              <w:rPr>
                <w:rStyle w:val="Hyperlink"/>
                <w:noProof/>
                <w:rtl/>
                <w:lang w:bidi="fa-IR"/>
              </w:rPr>
              <w:t>عمران و آباد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و حفظ احترام مساجد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4" w:history="1">
            <w:r w:rsidRPr="00DB7091">
              <w:rPr>
                <w:rStyle w:val="Hyperlink"/>
                <w:noProof/>
                <w:rtl/>
                <w:lang w:bidi="fa-IR"/>
              </w:rPr>
              <w:t>ساخت پُل و خر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 اماکن عموم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5" w:history="1">
            <w:r w:rsidRPr="00DB7091">
              <w:rPr>
                <w:rStyle w:val="Hyperlink"/>
                <w:noProof/>
                <w:rtl/>
                <w:lang w:bidi="fa-IR"/>
              </w:rPr>
              <w:t>تعم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رراهها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6" w:history="1">
            <w:r w:rsidRPr="00DB7091">
              <w:rPr>
                <w:rStyle w:val="Hyperlink"/>
                <w:noProof/>
                <w:rtl/>
                <w:lang w:bidi="fa-IR"/>
              </w:rPr>
              <w:t>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وارکش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قبرستان عموم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7" w:history="1">
            <w:r w:rsidRPr="00DB7091">
              <w:rPr>
                <w:rStyle w:val="Hyperlink"/>
                <w:noProof/>
                <w:rtl/>
                <w:lang w:bidi="fa-IR"/>
              </w:rPr>
              <w:t>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دبستان جامعه تعل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مات اسلام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69" w:history="1">
            <w:r w:rsidRPr="00DB7091">
              <w:rPr>
                <w:rStyle w:val="Hyperlink"/>
                <w:noProof/>
                <w:rtl/>
                <w:lang w:bidi="fa-IR"/>
              </w:rPr>
              <w:t>علّت 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مهاجرت من از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0" w:history="1">
            <w:r w:rsidRPr="00DB7091">
              <w:rPr>
                <w:rStyle w:val="Hyperlink"/>
                <w:noProof/>
                <w:rtl/>
                <w:lang w:bidi="fa-IR"/>
              </w:rPr>
              <w:t>خلاصه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از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14 سال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1" w:history="1">
            <w:r w:rsidRPr="00DB7091">
              <w:rPr>
                <w:rStyle w:val="Hyperlink"/>
                <w:noProof/>
                <w:rtl/>
                <w:lang w:bidi="fa-IR"/>
              </w:rPr>
              <w:t>انتخاب به 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است کاروان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2" w:history="1">
            <w:r w:rsidRPr="00DB7091">
              <w:rPr>
                <w:rStyle w:val="Hyperlink"/>
                <w:noProof/>
                <w:rtl/>
                <w:lang w:bidi="fa-IR"/>
              </w:rPr>
              <w:t>حرکت از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عادگاه عاشقان به 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ار 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3" w:history="1">
            <w:r w:rsidRPr="00DB7091">
              <w:rPr>
                <w:rStyle w:val="Hyperlink"/>
                <w:noProof/>
                <w:rtl/>
                <w:lang w:bidi="fa-IR"/>
              </w:rPr>
              <w:t>ورود زائر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خدا به مکه معظمه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4" w:history="1">
            <w:r w:rsidRPr="00DB7091">
              <w:rPr>
                <w:rStyle w:val="Hyperlink"/>
                <w:noProof/>
                <w:rtl/>
                <w:lang w:bidi="fa-IR"/>
              </w:rPr>
              <w:t>روز هشتم روز جُنبش و حرکت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5" w:history="1">
            <w:r w:rsidRPr="00DB7091">
              <w:rPr>
                <w:rStyle w:val="Hyperlink"/>
                <w:noProof/>
                <w:rtl/>
                <w:lang w:bidi="fa-IR"/>
              </w:rPr>
              <w:t>شب تماشائ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6" w:history="1">
            <w:r w:rsidRPr="00DB7091">
              <w:rPr>
                <w:rStyle w:val="Hyperlink"/>
                <w:noProof/>
                <w:rtl/>
                <w:lang w:bidi="fa-IR"/>
              </w:rPr>
              <w:t>روز 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 قربان روز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عاد عاشقان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79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0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1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2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3" w:history="1">
            <w:r w:rsidRPr="00DB7091">
              <w:rPr>
                <w:rStyle w:val="Hyperlink"/>
                <w:noProof/>
                <w:rtl/>
                <w:lang w:bidi="fa-IR"/>
              </w:rPr>
              <w:t>خلاصه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از سکونت دوره اول اردب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4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5" w:history="1">
            <w:r w:rsidRPr="00DB7091">
              <w:rPr>
                <w:rStyle w:val="Hyperlink"/>
                <w:noProof/>
                <w:rtl/>
                <w:lang w:bidi="fa-IR"/>
              </w:rPr>
              <w:t>جر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دزد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ده شدن پول!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6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89" w:history="1">
            <w:r w:rsidRPr="00DB7091">
              <w:rPr>
                <w:rStyle w:val="Hyperlink"/>
                <w:noProof/>
                <w:rtl/>
                <w:lang w:bidi="fa-IR"/>
              </w:rPr>
              <w:t>شورا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خانوادگ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0" w:history="1">
            <w:r w:rsidRPr="00DB7091">
              <w:rPr>
                <w:rStyle w:val="Hyperlink"/>
                <w:noProof/>
                <w:rtl/>
                <w:lang w:bidi="fa-IR"/>
              </w:rPr>
              <w:t>سفر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به مشهد مقدس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1" w:history="1">
            <w:r w:rsidRPr="00DB7091">
              <w:rPr>
                <w:rStyle w:val="Hyperlink"/>
                <w:noProof/>
                <w:rtl/>
                <w:lang w:bidi="fa-IR"/>
              </w:rPr>
              <w:t>مراجعت به اردب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2" w:history="1">
            <w:r w:rsidRPr="00DB7091">
              <w:rPr>
                <w:rStyle w:val="Hyperlink"/>
                <w:noProof/>
                <w:rtl/>
                <w:lang w:bidi="fa-IR"/>
              </w:rPr>
              <w:t>مژده انتخاب به 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است کاروان!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3" w:history="1">
            <w:r w:rsidRPr="00DB7091">
              <w:rPr>
                <w:rStyle w:val="Hyperlink"/>
                <w:noProof/>
                <w:rtl/>
                <w:lang w:bidi="fa-IR"/>
              </w:rPr>
              <w:t>سفر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به تهران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4" w:history="1">
            <w:r w:rsidRPr="00DB7091">
              <w:rPr>
                <w:rStyle w:val="Hyperlink"/>
                <w:noProof/>
                <w:rtl/>
                <w:lang w:bidi="fa-IR"/>
              </w:rPr>
              <w:t>صدا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دلنواز چاوشها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حاج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به گوش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5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6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499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0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1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2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3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4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5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6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09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0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1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2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3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4" w:history="1">
            <w:r w:rsidRPr="00DB7091">
              <w:rPr>
                <w:rStyle w:val="Hyperlink"/>
                <w:noProof/>
                <w:rtl/>
                <w:lang w:bidi="fa-IR"/>
              </w:rPr>
              <w:t>فروش مغازه بازار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5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6" w:history="1">
            <w:r w:rsidRPr="00DB7091">
              <w:rPr>
                <w:rStyle w:val="Hyperlink"/>
                <w:noProof/>
                <w:rtl/>
                <w:lang w:bidi="fa-IR"/>
              </w:rPr>
              <w:t>کارها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انجام 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7" w:history="1">
            <w:r w:rsidRPr="00DB7091">
              <w:rPr>
                <w:rStyle w:val="Hyperlink"/>
                <w:noProof/>
                <w:rtl/>
                <w:lang w:bidi="fa-IR"/>
              </w:rPr>
              <w:t>مطالب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که دانستن آنها لازم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8" w:history="1">
            <w:r w:rsidRPr="00DB7091">
              <w:rPr>
                <w:rStyle w:val="Hyperlink"/>
                <w:noProof/>
                <w:rtl/>
                <w:lang w:bidi="fa-IR"/>
              </w:rPr>
              <w:t>جر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خانه عالم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19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0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1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2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3" w:history="1">
            <w:r w:rsidRPr="00DB7091">
              <w:rPr>
                <w:rStyle w:val="Hyperlink"/>
                <w:noProof/>
                <w:rtl/>
                <w:lang w:bidi="fa-IR"/>
              </w:rPr>
              <w:t xml:space="preserve">احداث مسجد باب الحوائج حضرت ابوالفضل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4" w:history="1">
            <w:r w:rsidRPr="00DB7091">
              <w:rPr>
                <w:rStyle w:val="Hyperlink"/>
                <w:noProof/>
                <w:rtl/>
                <w:lang w:bidi="fa-IR"/>
              </w:rPr>
              <w:t>دانستن مطالب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ضرورت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5" w:history="1">
            <w:r w:rsidRPr="00DB7091">
              <w:rPr>
                <w:rStyle w:val="Hyperlink"/>
                <w:noProof/>
                <w:rtl/>
                <w:lang w:bidi="fa-IR"/>
              </w:rPr>
              <w:t>درخواست ه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ئت امناء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6" w:history="1">
            <w:r w:rsidRPr="00DB7091">
              <w:rPr>
                <w:rStyle w:val="Hyperlink"/>
                <w:noProof/>
                <w:rtl/>
                <w:lang w:bidi="fa-IR"/>
              </w:rPr>
              <w:t>بنا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غسّالخانه 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گاز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 و آلداش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7" w:history="1">
            <w:r w:rsidRPr="00DB7091">
              <w:rPr>
                <w:rStyle w:val="Hyperlink"/>
                <w:noProof/>
                <w:rtl/>
                <w:lang w:bidi="fa-IR"/>
              </w:rPr>
              <w:t>«خواب 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ده شده در باره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نجانب در مورد مسجدها»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29" w:history="1">
            <w:r w:rsidRPr="00DB7091">
              <w:rPr>
                <w:rStyle w:val="Hyperlink"/>
                <w:noProof/>
                <w:rtl/>
                <w:lang w:bidi="fa-IR"/>
              </w:rPr>
              <w:t>وفات حاج سهراب شوهر خواهرم زب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0" w:history="1">
            <w:r w:rsidRPr="00DB7091">
              <w:rPr>
                <w:rStyle w:val="Hyperlink"/>
                <w:noProof/>
                <w:rtl/>
                <w:lang w:bidi="fa-IR"/>
              </w:rPr>
              <w:t>چاپ کتاب (آداب ازدواج و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خانوادگ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1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2" w:history="1">
            <w:r w:rsidRPr="00DB7091">
              <w:rPr>
                <w:rStyle w:val="Hyperlink"/>
                <w:noProof/>
                <w:rtl/>
                <w:lang w:bidi="fa-IR"/>
              </w:rPr>
              <w:t>به سو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عادگاه عشق (کربلا)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3" w:history="1">
            <w:r w:rsidRPr="00DB7091">
              <w:rPr>
                <w:rStyle w:val="Hyperlink"/>
                <w:noProof/>
                <w:rtl/>
                <w:lang w:bidi="fa-IR"/>
              </w:rPr>
              <w:t>به سو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پابوس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امام رضا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4" w:history="1">
            <w:r w:rsidRPr="00DB7091">
              <w:rPr>
                <w:rStyle w:val="Hyperlink"/>
                <w:noProof/>
                <w:rtl/>
                <w:lang w:bidi="fa-IR"/>
              </w:rPr>
              <w:t>عمل باز 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5" w:history="1">
            <w:r w:rsidRPr="00DB7091">
              <w:rPr>
                <w:rStyle w:val="Hyperlink"/>
                <w:noProof/>
                <w:rtl/>
                <w:lang w:bidi="fa-IR"/>
              </w:rPr>
              <w:t>ازدواج فرزندانم آقا طاهر و حسن آقا و فاطمه خانم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6" w:history="1">
            <w:r w:rsidRPr="00DB7091">
              <w:rPr>
                <w:rStyle w:val="Hyperlink"/>
                <w:noProof/>
                <w:rtl/>
                <w:lang w:bidi="fa-IR"/>
              </w:rPr>
              <w:t>اجرا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فونداس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ون مسجد باب الحوائج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7" w:history="1">
            <w:r w:rsidRPr="00DB7091">
              <w:rPr>
                <w:rStyle w:val="Hyperlink"/>
                <w:noProof/>
                <w:rtl/>
                <w:lang w:bidi="fa-IR"/>
              </w:rPr>
              <w:t>رفتن به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8" w:history="1">
            <w:r w:rsidRPr="00DB7091">
              <w:rPr>
                <w:rStyle w:val="Hyperlink"/>
                <w:noProof/>
                <w:rtl/>
                <w:lang w:bidi="fa-IR"/>
              </w:rPr>
              <w:t>خر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 آخر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خانه دن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39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0" w:history="1">
            <w:r w:rsidRPr="00DB7091">
              <w:rPr>
                <w:rStyle w:val="Hyperlink"/>
                <w:noProof/>
                <w:rtl/>
                <w:lang w:bidi="fa-IR"/>
              </w:rPr>
              <w:t>نصب اسکلت گنبد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1" w:history="1">
            <w:r w:rsidRPr="00DB7091">
              <w:rPr>
                <w:rStyle w:val="Hyperlink"/>
                <w:noProof/>
                <w:rtl/>
                <w:lang w:bidi="fa-IR"/>
              </w:rPr>
              <w:t>کنترات به 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مانکار و معمار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2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3" w:history="1">
            <w:r w:rsidRPr="00DB7091">
              <w:rPr>
                <w:rStyle w:val="Hyperlink"/>
                <w:noProof/>
                <w:rtl/>
                <w:lang w:bidi="fa-IR"/>
              </w:rPr>
              <w:t xml:space="preserve">ادامه ساخت متعلقات مسجد باب الحوائج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4" w:history="1">
            <w:r w:rsidRPr="00DB7091">
              <w:rPr>
                <w:rStyle w:val="Hyperlink"/>
                <w:noProof/>
                <w:rtl/>
                <w:lang w:bidi="fa-IR"/>
              </w:rPr>
              <w:t>چاپ کتاب اسلام فراتر اززمان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5" w:history="1">
            <w:r w:rsidRPr="00DB7091">
              <w:rPr>
                <w:rStyle w:val="Hyperlink"/>
                <w:noProof/>
                <w:rtl/>
                <w:lang w:bidi="fa-IR"/>
              </w:rPr>
              <w:t>فاتحه به روح خودم!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6" w:history="1">
            <w:r w:rsidRPr="00DB7091">
              <w:rPr>
                <w:rStyle w:val="Hyperlink"/>
                <w:noProof/>
                <w:rtl/>
                <w:lang w:bidi="fa-IR"/>
              </w:rPr>
              <w:t>ماه محرم در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7" w:history="1">
            <w:r w:rsidRPr="00DB7091">
              <w:rPr>
                <w:rStyle w:val="Hyperlink"/>
                <w:noProof/>
                <w:rtl/>
                <w:lang w:bidi="fa-IR"/>
              </w:rPr>
              <w:t>تشرف به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8" w:history="1">
            <w:r w:rsidRPr="00DB7091">
              <w:rPr>
                <w:rStyle w:val="Hyperlink"/>
                <w:noProof/>
                <w:rtl/>
                <w:lang w:bidi="fa-IR"/>
              </w:rPr>
              <w:t>خر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 خانه طاهر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49" w:history="1">
            <w:r w:rsidRPr="00DB7091">
              <w:rPr>
                <w:rStyle w:val="Hyperlink"/>
                <w:noProof/>
                <w:rtl/>
                <w:lang w:bidi="fa-IR"/>
              </w:rPr>
              <w:t>متعلقات مسجد امام زمان روح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لتراب مقده الفداء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0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1390 و تشرف به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1" w:history="1">
            <w:r w:rsidRPr="00DB7091">
              <w:rPr>
                <w:rStyle w:val="Hyperlink"/>
                <w:noProof/>
                <w:rtl/>
                <w:lang w:bidi="fa-IR"/>
              </w:rPr>
              <w:t>حال حس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2" w:history="1">
            <w:r w:rsidRPr="00DB7091">
              <w:rPr>
                <w:rStyle w:val="Hyperlink"/>
                <w:noProof/>
                <w:rtl/>
                <w:lang w:bidi="fa-IR"/>
              </w:rPr>
              <w:t>کارها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متعلقات مسجد باب الحوائج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3" w:history="1">
            <w:r w:rsidRPr="00DB7091">
              <w:rPr>
                <w:rStyle w:val="Hyperlink"/>
                <w:noProof/>
                <w:rtl/>
                <w:lang w:bidi="fa-IR"/>
              </w:rPr>
              <w:t>عمل ک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سه صفراء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4" w:history="1">
            <w:r w:rsidRPr="00DB7091">
              <w:rPr>
                <w:rStyle w:val="Hyperlink"/>
                <w:noProof/>
                <w:rtl/>
                <w:lang w:bidi="fa-IR"/>
              </w:rPr>
              <w:t>قرعه کش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و برندگ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حس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5" w:history="1">
            <w:r w:rsidRPr="00DB7091">
              <w:rPr>
                <w:rStyle w:val="Hyperlink"/>
                <w:noProof/>
                <w:rtl/>
                <w:lang w:bidi="fa-IR"/>
              </w:rPr>
              <w:t>فروش خانه پشت صدا وس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6" w:history="1">
            <w:r w:rsidRPr="00DB7091">
              <w:rPr>
                <w:rStyle w:val="Hyperlink"/>
                <w:noProof/>
                <w:rtl/>
                <w:lang w:bidi="fa-IR"/>
              </w:rPr>
              <w:t>تشرف به عتبات عال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7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1391 شمس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8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1392 شمس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59" w:history="1">
            <w:r w:rsidRPr="00DB7091">
              <w:rPr>
                <w:rStyle w:val="Hyperlink"/>
                <w:noProof/>
                <w:rtl/>
                <w:lang w:bidi="fa-IR"/>
              </w:rPr>
              <w:t>سفر بچه ها به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0" w:history="1">
            <w:r w:rsidRPr="00DB7091">
              <w:rPr>
                <w:rStyle w:val="Hyperlink"/>
                <w:noProof/>
                <w:rtl/>
                <w:lang w:bidi="fa-IR"/>
              </w:rPr>
              <w:t>اجرا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کارها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 و رو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گنبد باب الحوا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1" w:history="1">
            <w:r w:rsidRPr="00DB7091">
              <w:rPr>
                <w:rStyle w:val="Hyperlink"/>
                <w:noProof/>
                <w:rtl/>
                <w:lang w:bidi="fa-IR"/>
              </w:rPr>
              <w:t>وفات مشهد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اللّه و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نظر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شوهر خواهرم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2" w:history="1">
            <w:r w:rsidRPr="00DB7091">
              <w:rPr>
                <w:rStyle w:val="Hyperlink"/>
                <w:noProof/>
                <w:rtl/>
                <w:lang w:bidi="fa-IR"/>
              </w:rPr>
              <w:t>تشرّف به عتبات عال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3" w:history="1">
            <w:r w:rsidRPr="00DB7091">
              <w:rPr>
                <w:rStyle w:val="Hyperlink"/>
                <w:noProof/>
                <w:rtl/>
                <w:lang w:bidi="fa-IR"/>
              </w:rPr>
              <w:t>مر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ض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فرزندم آقا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دکتر حاج حسن ام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گلستان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4" w:history="1">
            <w:r w:rsidRPr="00DB7091">
              <w:rPr>
                <w:rStyle w:val="Hyperlink"/>
                <w:noProof/>
                <w:rtl/>
                <w:lang w:bidi="fa-IR"/>
              </w:rPr>
              <w:t>فاجعه اسفناک درگذشت فرزند جوانمرگم دکتر حاج حسن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5" w:history="1">
            <w:r w:rsidRPr="00DB7091">
              <w:rPr>
                <w:rStyle w:val="Hyperlink"/>
                <w:noProof/>
                <w:rtl/>
                <w:lang w:bidi="fa-IR"/>
              </w:rPr>
              <w:t>مجلس ختم چهلم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6" w:history="1">
            <w:r w:rsidRPr="00DB7091">
              <w:rPr>
                <w:rStyle w:val="Hyperlink"/>
                <w:noProof/>
                <w:rtl/>
                <w:lang w:bidi="fa-IR"/>
              </w:rPr>
              <w:t>خاطرات سال 1393 شمس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7" w:history="1">
            <w:r w:rsidRPr="00DB7091">
              <w:rPr>
                <w:rStyle w:val="Hyperlink"/>
                <w:noProof/>
                <w:rtl/>
                <w:lang w:bidi="fa-IR"/>
              </w:rPr>
              <w:t>تشرف به ز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ارت امام رضا </w:t>
            </w:r>
            <w:r w:rsidRPr="00DB709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8" w:history="1">
            <w:r w:rsidRPr="00DB7091">
              <w:rPr>
                <w:rStyle w:val="Hyperlink"/>
                <w:noProof/>
                <w:rtl/>
                <w:lang w:bidi="fa-IR"/>
              </w:rPr>
              <w:t>تشرّف به عتبات عال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69" w:history="1">
            <w:r w:rsidRPr="00DB7091">
              <w:rPr>
                <w:rStyle w:val="Hyperlink"/>
                <w:noProof/>
                <w:rtl/>
                <w:lang w:bidi="fa-IR"/>
              </w:rPr>
              <w:t>آقا طاهر و سفر حج تمتع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0" w:history="1">
            <w:r w:rsidRPr="00DB7091">
              <w:rPr>
                <w:rStyle w:val="Hyperlink"/>
                <w:noProof/>
                <w:rtl/>
                <w:lang w:bidi="fa-IR"/>
              </w:rPr>
              <w:t>ماه محرم در سرع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1" w:history="1">
            <w:r w:rsidRPr="00DB7091">
              <w:rPr>
                <w:rStyle w:val="Hyperlink"/>
                <w:noProof/>
                <w:rtl/>
                <w:lang w:bidi="fa-IR"/>
              </w:rPr>
              <w:t>اجرا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آسانسور برا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مسجد (باب الحوائج 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2" w:history="1">
            <w:r w:rsidRPr="00DB7091">
              <w:rPr>
                <w:rStyle w:val="Hyperlink"/>
                <w:noProof/>
                <w:rtl/>
                <w:lang w:bidi="fa-IR"/>
              </w:rPr>
              <w:t>اول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سالگرد فرزند دلبند و جوانمرگم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3" w:history="1">
            <w:r w:rsidRPr="00DB7091">
              <w:rPr>
                <w:rStyle w:val="Hyperlink"/>
                <w:noProof/>
                <w:rtl/>
                <w:lang w:bidi="fa-IR"/>
              </w:rPr>
              <w:t>اربع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دشمن شکن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4" w:history="1">
            <w:r w:rsidRPr="00DB7091">
              <w:rPr>
                <w:rStyle w:val="Hyperlink"/>
                <w:noProof/>
                <w:rtl/>
                <w:lang w:bidi="fa-IR"/>
              </w:rPr>
              <w:t>پا پ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اده به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5" w:history="1">
            <w:r w:rsidRPr="00DB7091">
              <w:rPr>
                <w:rStyle w:val="Hyperlink"/>
                <w:noProof/>
                <w:rtl/>
                <w:lang w:bidi="fa-IR"/>
              </w:rPr>
              <w:t>ب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اثر بودن تهد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دها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داعش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ان و گروهکها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تکف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6" w:history="1">
            <w:r w:rsidRPr="00DB7091">
              <w:rPr>
                <w:rStyle w:val="Hyperlink"/>
                <w:noProof/>
                <w:rtl/>
                <w:lang w:bidi="fa-IR"/>
              </w:rPr>
              <w:t>تعداد 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 گرد هما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و خ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ل عظ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م انسان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7" w:history="1">
            <w:r w:rsidRPr="00DB7091">
              <w:rPr>
                <w:rStyle w:val="Hyperlink"/>
                <w:noProof/>
                <w:rtl/>
                <w:lang w:bidi="fa-IR"/>
              </w:rPr>
              <w:t>مختصر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از زندگ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نامه مؤلّف 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8" w:history="1">
            <w:r w:rsidRPr="00DB7091">
              <w:rPr>
                <w:rStyle w:val="Hyperlink"/>
                <w:noProof/>
                <w:rtl/>
                <w:lang w:bidi="fa-IR"/>
              </w:rPr>
              <w:t>کتاب ها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آماده به چاپ و در دست تأل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79" w:history="1">
            <w:r w:rsidRPr="00DB7091">
              <w:rPr>
                <w:rStyle w:val="Hyperlink"/>
                <w:noProof/>
                <w:rtl/>
                <w:lang w:bidi="fa-IR"/>
              </w:rPr>
              <w:t>(وص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تنامه حاج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ه خانم مادر بچه ها)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80" w:history="1">
            <w:r w:rsidRPr="00DB7091">
              <w:rPr>
                <w:rStyle w:val="Hyperlink"/>
                <w:noProof/>
                <w:rtl/>
                <w:lang w:bidi="fa-IR"/>
              </w:rPr>
              <w:t>توار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خ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81" w:history="1">
            <w:r w:rsidRPr="00DB7091">
              <w:rPr>
                <w:rStyle w:val="Hyperlink"/>
                <w:noProof/>
                <w:rtl/>
                <w:lang w:bidi="fa-IR"/>
              </w:rPr>
              <w:t>خانواده حاج محمد ام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>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7091">
              <w:rPr>
                <w:rStyle w:val="Hyperlink"/>
                <w:noProof/>
                <w:rtl/>
                <w:lang w:bidi="fa-IR"/>
              </w:rPr>
              <w:t xml:space="preserve"> گلستان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82" w:history="1">
            <w:r w:rsidRPr="00DB7091">
              <w:rPr>
                <w:rStyle w:val="Hyperlink"/>
                <w:noProof/>
                <w:rtl/>
                <w:lang w:bidi="fa-IR"/>
              </w:rPr>
              <w:t>خانواده رسول آقا جود</w:t>
            </w:r>
            <w:r w:rsidRPr="00DB709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7934583" w:history="1">
            <w:r w:rsidRPr="00DB7091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Toc507934583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0E56" w:rsidRDefault="00BB0E56">
          <w:r>
            <w:fldChar w:fldCharType="end"/>
          </w:r>
        </w:p>
      </w:sdtContent>
    </w:sdt>
    <w:p w:rsidR="00BB0E56" w:rsidRPr="00B300E7" w:rsidRDefault="00BB0E56" w:rsidP="00BB0E56">
      <w:pPr>
        <w:pStyle w:val="libNormal"/>
        <w:rPr>
          <w:lang w:bidi="fa-IR"/>
        </w:rPr>
      </w:pPr>
    </w:p>
    <w:sectPr w:rsidR="00BB0E56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9C" w:rsidRDefault="007A1B9C">
      <w:r>
        <w:separator/>
      </w:r>
    </w:p>
  </w:endnote>
  <w:endnote w:type="continuationSeparator" w:id="0">
    <w:p w:rsidR="007A1B9C" w:rsidRDefault="007A1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AE5" w:rsidRDefault="00940AE5">
    <w:pPr>
      <w:pStyle w:val="Footer"/>
    </w:pPr>
    <w:fldSimple w:instr=" PAGE   \* MERGEFORMAT ">
      <w:r w:rsidR="00BB0E56">
        <w:rPr>
          <w:noProof/>
          <w:rtl/>
        </w:rPr>
        <w:t>368</w:t>
      </w:r>
    </w:fldSimple>
  </w:p>
  <w:p w:rsidR="00940AE5" w:rsidRDefault="00940A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AE5" w:rsidRDefault="00940AE5">
    <w:pPr>
      <w:pStyle w:val="Footer"/>
    </w:pPr>
    <w:fldSimple w:instr=" PAGE   \* MERGEFORMAT ">
      <w:r w:rsidR="00BB0E56">
        <w:rPr>
          <w:noProof/>
          <w:rtl/>
        </w:rPr>
        <w:t>367</w:t>
      </w:r>
    </w:fldSimple>
  </w:p>
  <w:p w:rsidR="00940AE5" w:rsidRDefault="00940A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AE5" w:rsidRDefault="00940AE5">
    <w:pPr>
      <w:pStyle w:val="Footer"/>
    </w:pPr>
    <w:fldSimple w:instr=" PAGE   \* MERGEFORMAT ">
      <w:r w:rsidR="00BB0E56">
        <w:rPr>
          <w:noProof/>
          <w:rtl/>
        </w:rPr>
        <w:t>1</w:t>
      </w:r>
    </w:fldSimple>
  </w:p>
  <w:p w:rsidR="00940AE5" w:rsidRDefault="00940A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9C" w:rsidRDefault="007A1B9C">
      <w:r>
        <w:separator/>
      </w:r>
    </w:p>
  </w:footnote>
  <w:footnote w:type="continuationSeparator" w:id="0">
    <w:p w:rsidR="007A1B9C" w:rsidRDefault="007A1B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844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5462D"/>
    <w:rsid w:val="0006216A"/>
    <w:rsid w:val="00062930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41AF"/>
    <w:rsid w:val="000B62A1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16305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08D8"/>
    <w:rsid w:val="001D41A1"/>
    <w:rsid w:val="001D60DA"/>
    <w:rsid w:val="001D67C0"/>
    <w:rsid w:val="001E25DC"/>
    <w:rsid w:val="001E4B5F"/>
    <w:rsid w:val="001F0713"/>
    <w:rsid w:val="001F160F"/>
    <w:rsid w:val="001F468D"/>
    <w:rsid w:val="00202C7B"/>
    <w:rsid w:val="002054C5"/>
    <w:rsid w:val="00207EB4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0841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6932"/>
    <w:rsid w:val="002A717D"/>
    <w:rsid w:val="002A73D7"/>
    <w:rsid w:val="002B106E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4F00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4F36"/>
    <w:rsid w:val="003659AF"/>
    <w:rsid w:val="00373085"/>
    <w:rsid w:val="003854C8"/>
    <w:rsid w:val="0038683D"/>
    <w:rsid w:val="0039547A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3F79F0"/>
    <w:rsid w:val="00402C65"/>
    <w:rsid w:val="004035D1"/>
    <w:rsid w:val="00404EB7"/>
    <w:rsid w:val="00407D56"/>
    <w:rsid w:val="00413A56"/>
    <w:rsid w:val="00416E2B"/>
    <w:rsid w:val="00417C8E"/>
    <w:rsid w:val="0042098A"/>
    <w:rsid w:val="004209BA"/>
    <w:rsid w:val="00420C44"/>
    <w:rsid w:val="00421132"/>
    <w:rsid w:val="00427638"/>
    <w:rsid w:val="00430581"/>
    <w:rsid w:val="00434A97"/>
    <w:rsid w:val="00437035"/>
    <w:rsid w:val="00440C62"/>
    <w:rsid w:val="00446BBA"/>
    <w:rsid w:val="004538D5"/>
    <w:rsid w:val="00455A59"/>
    <w:rsid w:val="00462AA1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4B6"/>
    <w:rsid w:val="00494861"/>
    <w:rsid w:val="004953C3"/>
    <w:rsid w:val="00497042"/>
    <w:rsid w:val="004A0866"/>
    <w:rsid w:val="004A5E75"/>
    <w:rsid w:val="004B0237"/>
    <w:rsid w:val="004B17F4"/>
    <w:rsid w:val="004B3F28"/>
    <w:rsid w:val="004C3E90"/>
    <w:rsid w:val="004C4336"/>
    <w:rsid w:val="004C77B5"/>
    <w:rsid w:val="004D6BCF"/>
    <w:rsid w:val="004D7678"/>
    <w:rsid w:val="004D7CD7"/>
    <w:rsid w:val="004E5989"/>
    <w:rsid w:val="004E6E95"/>
    <w:rsid w:val="004F29D7"/>
    <w:rsid w:val="004F4B1F"/>
    <w:rsid w:val="004F58BA"/>
    <w:rsid w:val="005022E5"/>
    <w:rsid w:val="00502651"/>
    <w:rsid w:val="005030B6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4E93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1FBE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12F0"/>
    <w:rsid w:val="006B5C71"/>
    <w:rsid w:val="006B7F0E"/>
    <w:rsid w:val="006C2AFD"/>
    <w:rsid w:val="006C4B43"/>
    <w:rsid w:val="006D36EC"/>
    <w:rsid w:val="006D6DC1"/>
    <w:rsid w:val="006D6F9A"/>
    <w:rsid w:val="006E2C8E"/>
    <w:rsid w:val="006E446F"/>
    <w:rsid w:val="006E6291"/>
    <w:rsid w:val="006F2E14"/>
    <w:rsid w:val="006F38E3"/>
    <w:rsid w:val="006F7CE8"/>
    <w:rsid w:val="007000EB"/>
    <w:rsid w:val="00700595"/>
    <w:rsid w:val="00701353"/>
    <w:rsid w:val="00701374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23C"/>
    <w:rsid w:val="00765BEF"/>
    <w:rsid w:val="00765E54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1B9C"/>
    <w:rsid w:val="007A2A88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2F92"/>
    <w:rsid w:val="007C3DC9"/>
    <w:rsid w:val="007D1D2B"/>
    <w:rsid w:val="007D4810"/>
    <w:rsid w:val="007D48CE"/>
    <w:rsid w:val="007D5FD1"/>
    <w:rsid w:val="007E2EBF"/>
    <w:rsid w:val="007E6CD7"/>
    <w:rsid w:val="007E6DD9"/>
    <w:rsid w:val="007E7B92"/>
    <w:rsid w:val="007F2A0E"/>
    <w:rsid w:val="007F4190"/>
    <w:rsid w:val="007F4E53"/>
    <w:rsid w:val="007F6390"/>
    <w:rsid w:val="0080155A"/>
    <w:rsid w:val="00806335"/>
    <w:rsid w:val="008105E2"/>
    <w:rsid w:val="00812694"/>
    <w:rsid w:val="008128CA"/>
    <w:rsid w:val="00813440"/>
    <w:rsid w:val="008177F7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11F"/>
    <w:rsid w:val="00850983"/>
    <w:rsid w:val="008541F2"/>
    <w:rsid w:val="00856941"/>
    <w:rsid w:val="0085698F"/>
    <w:rsid w:val="00857A7C"/>
    <w:rsid w:val="0086345B"/>
    <w:rsid w:val="00864864"/>
    <w:rsid w:val="00866B38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6B0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8F5BF8"/>
    <w:rsid w:val="009006DA"/>
    <w:rsid w:val="009036AC"/>
    <w:rsid w:val="0090457B"/>
    <w:rsid w:val="009046DF"/>
    <w:rsid w:val="0091682D"/>
    <w:rsid w:val="00922370"/>
    <w:rsid w:val="0092388A"/>
    <w:rsid w:val="009257A0"/>
    <w:rsid w:val="00927601"/>
    <w:rsid w:val="00927D62"/>
    <w:rsid w:val="009316E3"/>
    <w:rsid w:val="00931D57"/>
    <w:rsid w:val="00932192"/>
    <w:rsid w:val="00940AE5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053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1D1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844"/>
    <w:rsid w:val="00AA378D"/>
    <w:rsid w:val="00AB0435"/>
    <w:rsid w:val="00AB1F96"/>
    <w:rsid w:val="00AB49D8"/>
    <w:rsid w:val="00AB507A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3926"/>
    <w:rsid w:val="00AF4D50"/>
    <w:rsid w:val="00AF6FBA"/>
    <w:rsid w:val="00B01257"/>
    <w:rsid w:val="00B1002E"/>
    <w:rsid w:val="00B10CA1"/>
    <w:rsid w:val="00B11AF5"/>
    <w:rsid w:val="00B129E5"/>
    <w:rsid w:val="00B12ED2"/>
    <w:rsid w:val="00B16208"/>
    <w:rsid w:val="00B17010"/>
    <w:rsid w:val="00B24ABA"/>
    <w:rsid w:val="00B300E7"/>
    <w:rsid w:val="00B37FEA"/>
    <w:rsid w:val="00B40C80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0E56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24CC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29EC"/>
    <w:rsid w:val="00C33018"/>
    <w:rsid w:val="00C33B4D"/>
    <w:rsid w:val="00C34E44"/>
    <w:rsid w:val="00C35A49"/>
    <w:rsid w:val="00C36AF1"/>
    <w:rsid w:val="00C37458"/>
    <w:rsid w:val="00C37AF7"/>
    <w:rsid w:val="00C45E29"/>
    <w:rsid w:val="00C47875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468E"/>
    <w:rsid w:val="00CB686E"/>
    <w:rsid w:val="00CC0833"/>
    <w:rsid w:val="00CC12EE"/>
    <w:rsid w:val="00CC156E"/>
    <w:rsid w:val="00CC1B44"/>
    <w:rsid w:val="00CC4FE6"/>
    <w:rsid w:val="00CC78DB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2D9A"/>
    <w:rsid w:val="00D332B9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0AC7"/>
    <w:rsid w:val="00D84ECA"/>
    <w:rsid w:val="00D854D7"/>
    <w:rsid w:val="00D91B67"/>
    <w:rsid w:val="00D92CDF"/>
    <w:rsid w:val="00D9777E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D7FD3"/>
    <w:rsid w:val="00DE2D1A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A4162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1A17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268C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6B7"/>
    <w:rsid w:val="00F83A2C"/>
    <w:rsid w:val="00F83E9D"/>
    <w:rsid w:val="00F86C5B"/>
    <w:rsid w:val="00F94147"/>
    <w:rsid w:val="00F962F0"/>
    <w:rsid w:val="00F97A32"/>
    <w:rsid w:val="00FA3B58"/>
    <w:rsid w:val="00FA4952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2A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BB0E5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B0E5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B0E5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B0E5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gamadi_2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9CBA-6438-445D-9B27-D77E8EDC3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583</TotalTime>
  <Pages>375</Pages>
  <Words>53066</Words>
  <Characters>302479</Characters>
  <Application>Microsoft Office Word</Application>
  <DocSecurity>0</DocSecurity>
  <Lines>2520</Lines>
  <Paragraphs>709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cp:lastPrinted>1601-01-01T00:00:00Z</cp:lastPrinted>
  <dcterms:created xsi:type="dcterms:W3CDTF">2018-02-28T07:42:00Z</dcterms:created>
  <dcterms:modified xsi:type="dcterms:W3CDTF">2018-03-04T10:15:00Z</dcterms:modified>
</cp:coreProperties>
</file>