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156" w:rsidRDefault="00CD0156" w:rsidP="00CD0156">
      <w:pPr>
        <w:pStyle w:val="libNotice"/>
        <w:rPr>
          <w:rFonts w:hint="cs"/>
          <w:rtl/>
        </w:rPr>
      </w:pPr>
      <w:r>
        <w:rPr>
          <w:rFonts w:hint="cs"/>
          <w:rtl/>
        </w:rPr>
        <w:t>تذکر</w:t>
      </w:r>
      <w:r>
        <w:rPr>
          <w:rtl/>
        </w:rPr>
        <w:t>این کتاب توسط مؤسسه فرهنگی - اسلامی شبکة الامامین الحسنین</w:t>
      </w:r>
      <w:r w:rsidRPr="0082486F">
        <w:rPr>
          <w:rFonts w:hint="cs"/>
          <w:rtl/>
        </w:rPr>
        <w:t xml:space="preserve"> </w:t>
      </w:r>
      <w:r w:rsidRPr="0082486F">
        <w:rPr>
          <w:rtl/>
        </w:rPr>
        <w:t>عليهما‌السلام</w:t>
      </w:r>
      <w:r>
        <w:rPr>
          <w:rtl/>
        </w:rPr>
        <w:t xml:space="preserve"> بصورت الکترونیکی برای مخاطبین گرامی منتشر شده است</w:t>
      </w:r>
      <w:r>
        <w:rPr>
          <w:rFonts w:hint="cs"/>
          <w:rtl/>
        </w:rPr>
        <w:t>.</w:t>
      </w:r>
    </w:p>
    <w:p w:rsidR="00CD0156" w:rsidRDefault="00CD0156" w:rsidP="00CD0156">
      <w:pPr>
        <w:pStyle w:val="libNotice"/>
        <w:rPr>
          <w:rFonts w:hint="cs"/>
          <w:rtl/>
        </w:rPr>
      </w:pPr>
      <w:r>
        <w:rPr>
          <w:rtl/>
        </w:rPr>
        <w:t>لازم به ذکر است تصحیح اشتباهات تایپی احتمالی، روی این کتاب انجام نگردیده است</w:t>
      </w:r>
      <w:r>
        <w:rPr>
          <w:rFonts w:hint="cs"/>
          <w:rtl/>
        </w:rPr>
        <w:t>.</w:t>
      </w:r>
    </w:p>
    <w:p w:rsidR="00E8659C" w:rsidRPr="00E8659C" w:rsidRDefault="00E8659C" w:rsidP="00E8659C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E8659C" w:rsidRDefault="00E8659C" w:rsidP="00E8659C">
      <w:pPr>
        <w:pStyle w:val="libTitr1"/>
        <w:rPr>
          <w:rtl/>
          <w:lang w:bidi="fa-IR"/>
        </w:rPr>
      </w:pPr>
      <w:r w:rsidRPr="00E8659C">
        <w:rPr>
          <w:rtl/>
          <w:lang w:bidi="fa-IR"/>
        </w:rPr>
        <w:t>زندگ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امام محمد تق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الجواد </w:t>
      </w:r>
      <w:r w:rsidR="00366A7F" w:rsidRPr="00366A7F">
        <w:rPr>
          <w:rStyle w:val="libAlaemChar"/>
          <w:rtl/>
        </w:rPr>
        <w:t>عليه‌السلام‌</w:t>
      </w:r>
    </w:p>
    <w:p w:rsidR="00E8659C" w:rsidRDefault="00E8659C" w:rsidP="00E8659C">
      <w:pPr>
        <w:pStyle w:val="libTitr1"/>
        <w:rPr>
          <w:rtl/>
          <w:lang w:bidi="fa-IR"/>
        </w:rPr>
      </w:pPr>
      <w:r>
        <w:rPr>
          <w:rtl/>
          <w:lang w:bidi="fa-IR"/>
        </w:rPr>
        <w:t>نويسنده</w:t>
      </w:r>
      <w:r w:rsidRPr="00E8659C">
        <w:rPr>
          <w:rtl/>
          <w:lang w:bidi="fa-IR"/>
        </w:rPr>
        <w:t>: عبدالرحيم عقيق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بخشايش</w:t>
      </w:r>
      <w:r w:rsidR="00F456F0">
        <w:rPr>
          <w:rtl/>
          <w:lang w:bidi="fa-IR"/>
        </w:rPr>
        <w:t xml:space="preserve">ی </w:t>
      </w:r>
    </w:p>
    <w:p w:rsidR="00D30D03" w:rsidRDefault="00D30D03" w:rsidP="00D30D03">
      <w:pPr>
        <w:pStyle w:val="libTitr1"/>
        <w:rPr>
          <w:rtl/>
          <w:lang w:bidi="fa-IR"/>
        </w:rPr>
      </w:pPr>
      <w:r>
        <w:rPr>
          <w:rtl/>
          <w:lang w:bidi="fa-IR"/>
        </w:rPr>
        <w:t>1</w:t>
      </w:r>
      <w:r w:rsidR="00506E9B">
        <w:rPr>
          <w:rtl/>
          <w:lang w:bidi="fa-IR"/>
        </w:rPr>
        <w:t>4</w:t>
      </w:r>
      <w:r w:rsidRPr="00E8659C">
        <w:rPr>
          <w:rtl/>
          <w:lang w:bidi="fa-IR"/>
        </w:rPr>
        <w:t xml:space="preserve"> نور پاك </w:t>
      </w:r>
      <w:r w:rsidR="00971E2F" w:rsidRPr="00971E2F">
        <w:rPr>
          <w:rStyle w:val="libAlaemChar"/>
          <w:rtl/>
        </w:rPr>
        <w:t>عليهم‌السلام</w:t>
      </w:r>
    </w:p>
    <w:p w:rsidR="00E8659C" w:rsidRDefault="00E8659C" w:rsidP="00E8659C">
      <w:pPr>
        <w:pStyle w:val="libNormal"/>
        <w:rPr>
          <w:rtl/>
          <w:lang w:bidi="fa-IR"/>
        </w:rPr>
      </w:pPr>
    </w:p>
    <w:p w:rsidR="00E8659C" w:rsidRDefault="00E8659C" w:rsidP="00E8659C">
      <w:pPr>
        <w:pStyle w:val="libNormal"/>
        <w:rPr>
          <w:rtl/>
          <w:lang w:bidi="fa-IR"/>
        </w:rPr>
      </w:pPr>
      <w:r>
        <w:rPr>
          <w:lang w:bidi="fa-IR"/>
        </w:rPr>
        <w:br w:type="page"/>
      </w:r>
    </w:p>
    <w:p w:rsidR="00E8659C" w:rsidRPr="00D30D03" w:rsidRDefault="00E8659C" w:rsidP="00D30D03">
      <w:pPr>
        <w:pStyle w:val="Heading2"/>
        <w:rPr>
          <w:rtl/>
        </w:rPr>
      </w:pPr>
      <w:bookmarkStart w:id="0" w:name="_Toc487273774"/>
      <w:r w:rsidRPr="00E8659C">
        <w:rPr>
          <w:rtl/>
          <w:lang w:bidi="fa-IR"/>
        </w:rPr>
        <w:t>شناسنامه مبارك امام محمد تق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الجواد </w:t>
      </w:r>
      <w:r w:rsidR="00366A7F" w:rsidRPr="00366A7F">
        <w:rPr>
          <w:rStyle w:val="libAlaemChar"/>
          <w:rtl/>
        </w:rPr>
        <w:t>عليه‌السلام‌</w:t>
      </w:r>
      <w:bookmarkEnd w:id="0"/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نام مبارك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</w:t>
      </w:r>
      <w:r w:rsidRPr="00707A4A">
        <w:rPr>
          <w:rStyle w:val="libBold1Char"/>
          <w:rtl/>
        </w:rPr>
        <w:t>محمد</w:t>
      </w:r>
      <w:r w:rsidRPr="00E8659C">
        <w:rPr>
          <w:rtl/>
          <w:lang w:bidi="fa-IR"/>
        </w:rPr>
        <w:t xml:space="preserve"> </w:t>
      </w:r>
      <w:r w:rsidR="00366A7F" w:rsidRPr="00366A7F">
        <w:rPr>
          <w:rStyle w:val="libAlaemChar"/>
          <w:rtl/>
        </w:rPr>
        <w:t>عليه‌السلام‌</w:t>
      </w:r>
    </w:p>
    <w:p w:rsidR="00E8659C" w:rsidRPr="00E8659C" w:rsidRDefault="00E8659C" w:rsidP="00707A4A">
      <w:pPr>
        <w:pStyle w:val="libNormal"/>
        <w:rPr>
          <w:lang w:bidi="fa-IR"/>
        </w:rPr>
      </w:pPr>
      <w:r w:rsidRPr="00E8659C">
        <w:rPr>
          <w:rtl/>
          <w:lang w:bidi="fa-IR"/>
        </w:rPr>
        <w:t>كنيه شريف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</w:t>
      </w:r>
      <w:r w:rsidRPr="00707A4A">
        <w:rPr>
          <w:rStyle w:val="libBold1Char"/>
          <w:rtl/>
        </w:rPr>
        <w:t>ابوجعفر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القاب مبارك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</w:t>
      </w:r>
      <w:r w:rsidRPr="00707A4A">
        <w:rPr>
          <w:rStyle w:val="libBold1Char"/>
          <w:rtl/>
        </w:rPr>
        <w:t>جواد</w:t>
      </w:r>
      <w:r w:rsidR="004851C8" w:rsidRPr="00707A4A">
        <w:rPr>
          <w:rStyle w:val="libBold1Char"/>
          <w:rtl/>
          <w:lang w:bidi="fa-IR"/>
        </w:rPr>
        <w:t>،</w:t>
      </w:r>
      <w:r w:rsidRPr="00707A4A">
        <w:rPr>
          <w:rStyle w:val="libBold1Char"/>
          <w:rtl/>
        </w:rPr>
        <w:t xml:space="preserve"> تق</w:t>
      </w:r>
      <w:r w:rsidR="00F456F0">
        <w:rPr>
          <w:rStyle w:val="libBold1Char"/>
          <w:rtl/>
        </w:rPr>
        <w:t>ی</w:t>
      </w:r>
      <w:r w:rsidR="005631DD">
        <w:rPr>
          <w:rStyle w:val="libBold1Char"/>
          <w:rtl/>
        </w:rPr>
        <w:t>،</w:t>
      </w:r>
      <w:r w:rsidRPr="00707A4A">
        <w:rPr>
          <w:rStyle w:val="libBold1Char"/>
          <w:rtl/>
        </w:rPr>
        <w:t xml:space="preserve"> مرتض</w:t>
      </w:r>
      <w:r w:rsidR="00F456F0">
        <w:rPr>
          <w:rStyle w:val="libBold1Char"/>
          <w:rtl/>
        </w:rPr>
        <w:t>ی</w:t>
      </w:r>
      <w:r w:rsidR="005631DD">
        <w:rPr>
          <w:rStyle w:val="libBold1Char"/>
          <w:rtl/>
        </w:rPr>
        <w:t>،</w:t>
      </w:r>
      <w:r w:rsidRPr="00707A4A">
        <w:rPr>
          <w:rStyle w:val="libBold1Char"/>
          <w:rtl/>
        </w:rPr>
        <w:t xml:space="preserve"> قانع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نام پدر بزرگوار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</w:t>
      </w:r>
      <w:r w:rsidRPr="00707A4A">
        <w:rPr>
          <w:rStyle w:val="libBold1Char"/>
          <w:rtl/>
        </w:rPr>
        <w:t>عل</w:t>
      </w:r>
      <w:r w:rsidR="00F456F0">
        <w:rPr>
          <w:rStyle w:val="libBold1Char"/>
          <w:rtl/>
        </w:rPr>
        <w:t xml:space="preserve">ی </w:t>
      </w:r>
      <w:r w:rsidRPr="00707A4A">
        <w:rPr>
          <w:rStyle w:val="libBold1Char"/>
          <w:rtl/>
        </w:rPr>
        <w:t>بن موس</w:t>
      </w:r>
      <w:r w:rsidR="00F456F0">
        <w:rPr>
          <w:rStyle w:val="libBold1Char"/>
          <w:rtl/>
        </w:rPr>
        <w:t xml:space="preserve">ی </w:t>
      </w:r>
      <w:r w:rsidRPr="00707A4A">
        <w:rPr>
          <w:rStyle w:val="libBold1Char"/>
          <w:rtl/>
        </w:rPr>
        <w:t>الرضا</w:t>
      </w:r>
      <w:r w:rsidRPr="00E8659C">
        <w:rPr>
          <w:rtl/>
          <w:lang w:bidi="fa-IR"/>
        </w:rPr>
        <w:t xml:space="preserve"> </w:t>
      </w:r>
      <w:r w:rsidR="00366A7F" w:rsidRPr="00366A7F">
        <w:rPr>
          <w:rStyle w:val="libAlaemChar"/>
          <w:rtl/>
        </w:rPr>
        <w:t>عليه‌السلام‌</w:t>
      </w:r>
    </w:p>
    <w:p w:rsidR="00E8659C" w:rsidRPr="00E8659C" w:rsidRDefault="00E8659C" w:rsidP="00707A4A">
      <w:pPr>
        <w:pStyle w:val="libNormal"/>
        <w:rPr>
          <w:lang w:bidi="fa-IR"/>
        </w:rPr>
      </w:pPr>
      <w:r w:rsidRPr="00E8659C">
        <w:rPr>
          <w:rtl/>
          <w:lang w:bidi="fa-IR"/>
        </w:rPr>
        <w:t>نام مبارك مادر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</w:t>
      </w:r>
      <w:r w:rsidRPr="00707A4A">
        <w:rPr>
          <w:rStyle w:val="libBold1Char"/>
          <w:rtl/>
        </w:rPr>
        <w:t>سبيكه نوبيه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سال ولادت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</w:t>
      </w:r>
      <w:r w:rsidR="00256F60">
        <w:rPr>
          <w:rStyle w:val="libBold1Char"/>
          <w:rtl/>
        </w:rPr>
        <w:t>1</w:t>
      </w:r>
      <w:r w:rsidR="009072C7">
        <w:rPr>
          <w:rStyle w:val="libBold1Char"/>
          <w:rtl/>
        </w:rPr>
        <w:t>0</w:t>
      </w:r>
      <w:r w:rsidRPr="00707A4A">
        <w:rPr>
          <w:rStyle w:val="libBold1Char"/>
          <w:rtl/>
        </w:rPr>
        <w:t xml:space="preserve"> رجب </w:t>
      </w:r>
      <w:r w:rsidR="00256F60">
        <w:rPr>
          <w:rStyle w:val="libBold1Char"/>
          <w:rtl/>
        </w:rPr>
        <w:t>1</w:t>
      </w:r>
      <w:r w:rsidR="003D2C90">
        <w:rPr>
          <w:rStyle w:val="libBold1Char"/>
          <w:rtl/>
        </w:rPr>
        <w:t>9</w:t>
      </w:r>
      <w:r w:rsidR="00506E9B">
        <w:rPr>
          <w:rStyle w:val="libBold1Char"/>
          <w:rtl/>
        </w:rPr>
        <w:t>5</w:t>
      </w:r>
      <w:r w:rsidRPr="00707A4A">
        <w:rPr>
          <w:rStyle w:val="libBold1Char"/>
          <w:rtl/>
        </w:rPr>
        <w:t xml:space="preserve"> هجر</w:t>
      </w:r>
      <w:r w:rsidR="00F456F0">
        <w:rPr>
          <w:rStyle w:val="libBold1Char"/>
          <w:rtl/>
        </w:rPr>
        <w:t xml:space="preserve">ی 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سال شروع امامت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</w:t>
      </w:r>
      <w:r w:rsidR="005631DD">
        <w:rPr>
          <w:rStyle w:val="libBold1Char"/>
          <w:rtl/>
        </w:rPr>
        <w:t>2</w:t>
      </w:r>
      <w:r w:rsidR="009072C7">
        <w:rPr>
          <w:rStyle w:val="libBold1Char"/>
          <w:rtl/>
        </w:rPr>
        <w:t>0</w:t>
      </w:r>
      <w:r w:rsidR="00FA474B">
        <w:rPr>
          <w:rStyle w:val="libBold1Char"/>
          <w:rtl/>
        </w:rPr>
        <w:t>3</w:t>
      </w:r>
      <w:r w:rsidRPr="00707A4A">
        <w:rPr>
          <w:rStyle w:val="libBold1Char"/>
          <w:rtl/>
        </w:rPr>
        <w:t xml:space="preserve"> ه‍ سن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شروع امامت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</w:t>
      </w:r>
      <w:r w:rsidR="00A35C10">
        <w:rPr>
          <w:rStyle w:val="libBold1Char"/>
          <w:rtl/>
        </w:rPr>
        <w:t>8</w:t>
      </w:r>
      <w:r w:rsidRPr="00707A4A">
        <w:rPr>
          <w:rStyle w:val="libBold1Char"/>
          <w:rtl/>
        </w:rPr>
        <w:t xml:space="preserve"> سال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مدت امامت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</w:t>
      </w:r>
      <w:r w:rsidR="00256F60">
        <w:rPr>
          <w:rStyle w:val="libBold1Char"/>
          <w:rtl/>
        </w:rPr>
        <w:t>1</w:t>
      </w:r>
      <w:r w:rsidR="00506E9B">
        <w:rPr>
          <w:rStyle w:val="libBold1Char"/>
          <w:rtl/>
        </w:rPr>
        <w:t>7</w:t>
      </w:r>
      <w:r w:rsidRPr="00707A4A">
        <w:rPr>
          <w:rStyle w:val="libBold1Char"/>
          <w:rtl/>
        </w:rPr>
        <w:t xml:space="preserve"> سال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مدت عمر مبارك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</w:t>
      </w:r>
      <w:r w:rsidR="005631DD">
        <w:rPr>
          <w:rStyle w:val="libBold1Char"/>
          <w:rtl/>
        </w:rPr>
        <w:t>2</w:t>
      </w:r>
      <w:r w:rsidR="00506E9B">
        <w:rPr>
          <w:rStyle w:val="libBold1Char"/>
          <w:rtl/>
        </w:rPr>
        <w:t>5</w:t>
      </w:r>
      <w:r w:rsidRPr="00707A4A">
        <w:rPr>
          <w:rStyle w:val="libBold1Char"/>
          <w:rtl/>
        </w:rPr>
        <w:t xml:space="preserve"> سال</w:t>
      </w:r>
    </w:p>
    <w:p w:rsidR="00E8659C" w:rsidRPr="00E8659C" w:rsidRDefault="00E8659C" w:rsidP="00707A4A">
      <w:pPr>
        <w:pStyle w:val="libNormal"/>
        <w:rPr>
          <w:lang w:bidi="fa-IR"/>
        </w:rPr>
      </w:pPr>
      <w:r w:rsidRPr="00E8659C">
        <w:rPr>
          <w:rtl/>
          <w:lang w:bidi="fa-IR"/>
        </w:rPr>
        <w:t>تاريخ شهادت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</w:t>
      </w:r>
      <w:r w:rsidRPr="00707A4A">
        <w:rPr>
          <w:rStyle w:val="libBold1Char"/>
          <w:rtl/>
        </w:rPr>
        <w:t>آخر ذ</w:t>
      </w:r>
      <w:r w:rsidR="00F456F0">
        <w:rPr>
          <w:rStyle w:val="libBold1Char"/>
          <w:rtl/>
        </w:rPr>
        <w:t xml:space="preserve">ی </w:t>
      </w:r>
      <w:r w:rsidRPr="00707A4A">
        <w:rPr>
          <w:rStyle w:val="libBold1Char"/>
          <w:rtl/>
        </w:rPr>
        <w:t xml:space="preserve">القعده </w:t>
      </w:r>
      <w:r w:rsidR="005631DD">
        <w:rPr>
          <w:rStyle w:val="libBold1Char"/>
          <w:rtl/>
        </w:rPr>
        <w:t>22</w:t>
      </w:r>
      <w:r w:rsidR="009072C7">
        <w:rPr>
          <w:rStyle w:val="libBold1Char"/>
          <w:rtl/>
        </w:rPr>
        <w:t>0</w:t>
      </w:r>
      <w:r w:rsidRPr="00707A4A">
        <w:rPr>
          <w:rStyle w:val="libBold1Char"/>
          <w:rtl/>
        </w:rPr>
        <w:t xml:space="preserve"> ‍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علت شهادت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</w:t>
      </w:r>
      <w:r w:rsidRPr="00707A4A">
        <w:rPr>
          <w:rStyle w:val="libBold1Char"/>
          <w:rtl/>
        </w:rPr>
        <w:t>مسموميت به زهر دختر مأمون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محل دفن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</w:t>
      </w:r>
      <w:r w:rsidRPr="00707A4A">
        <w:rPr>
          <w:rStyle w:val="libBold1Char"/>
          <w:rtl/>
        </w:rPr>
        <w:t>كاظمين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تعداد فرزندان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</w:t>
      </w:r>
      <w:r w:rsidR="005631DD">
        <w:rPr>
          <w:rStyle w:val="libBold1Char"/>
          <w:rtl/>
        </w:rPr>
        <w:t>2</w:t>
      </w:r>
      <w:r w:rsidRPr="00707A4A">
        <w:rPr>
          <w:rStyle w:val="libBold1Char"/>
          <w:rtl/>
        </w:rPr>
        <w:t xml:space="preserve"> پسر و </w:t>
      </w:r>
      <w:r w:rsidR="005631DD">
        <w:rPr>
          <w:rStyle w:val="libBold1Char"/>
          <w:rtl/>
        </w:rPr>
        <w:t>2</w:t>
      </w:r>
      <w:r w:rsidRPr="00707A4A">
        <w:rPr>
          <w:rStyle w:val="libBold1Char"/>
          <w:rtl/>
        </w:rPr>
        <w:t xml:space="preserve"> دختر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خلفا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معاصر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</w:t>
      </w:r>
      <w:r w:rsidRPr="00707A4A">
        <w:rPr>
          <w:rStyle w:val="libBold1Char"/>
          <w:rtl/>
        </w:rPr>
        <w:t>مأمون - معتصم عباس</w:t>
      </w:r>
      <w:r w:rsidR="00F456F0">
        <w:rPr>
          <w:rStyle w:val="libBold1Char"/>
          <w:rtl/>
        </w:rPr>
        <w:t xml:space="preserve">ی </w:t>
      </w:r>
    </w:p>
    <w:p w:rsidR="00E8659C" w:rsidRPr="00E8659C" w:rsidRDefault="00707A4A" w:rsidP="00E8659C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E8659C" w:rsidRDefault="00E8659C" w:rsidP="007C525D">
      <w:pPr>
        <w:pStyle w:val="Heading1"/>
        <w:rPr>
          <w:rtl/>
          <w:lang w:bidi="fa-IR"/>
        </w:rPr>
      </w:pPr>
      <w:bookmarkStart w:id="1" w:name="_Toc487273775"/>
      <w:r w:rsidRPr="00E8659C">
        <w:rPr>
          <w:rtl/>
          <w:lang w:bidi="fa-IR"/>
        </w:rPr>
        <w:t>بخش اول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ولادت و امامت آن بزرگوار</w:t>
      </w:r>
      <w:bookmarkEnd w:id="1"/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 xml:space="preserve">امام جواد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آنچنانكه از نام زيبايش پيدا است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امام با ذل و بخشنده و سخاوتمند و كريم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باشد</w:t>
      </w:r>
      <w:r w:rsidR="004851C8">
        <w:rPr>
          <w:rtl/>
          <w:lang w:bidi="fa-IR"/>
        </w:rPr>
        <w:t>.</w:t>
      </w:r>
      <w:r w:rsidR="008A0A4A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دريا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كرم وجود و فضل او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مورد اتفاق دوست و دشمن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باشد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اين پيشوا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معصوم</w:t>
      </w:r>
      <w:r w:rsidR="004851C8">
        <w:rPr>
          <w:rtl/>
          <w:lang w:bidi="fa-IR"/>
        </w:rPr>
        <w:t>،</w:t>
      </w:r>
      <w:r w:rsidR="007F2CDA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روز جمعه نوزدهم ماه مبارك رمضان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ماه عبادت و نيايش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به سال يكصد و نود و پنج</w:t>
      </w:r>
      <w:r w:rsidR="00707A4A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هجر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در پايگاه نشر معارف اسلام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(مدينه) قدم به عرصه حيات گذاشت و وارث مقامنبوت و تفسير كنند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حقائق ناب اسلام گرديد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256F60" w:rsidRPr="006249D9">
        <w:rPr>
          <w:rStyle w:val="libFootnotenumChar"/>
          <w:rtl/>
        </w:rPr>
        <w:t>1</w:t>
      </w:r>
      <w:r w:rsidRPr="006249D9">
        <w:rPr>
          <w:rStyle w:val="libFootnotenumChar"/>
          <w:rtl/>
        </w:rPr>
        <w:t>)</w:t>
      </w:r>
    </w:p>
    <w:p w:rsidR="005631DD" w:rsidRDefault="00E8659C" w:rsidP="007F2CDA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نهمين ستاره برج امامت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يازدهمين كوكب درخشنده عصمت و طهارت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كه نخستين وآخرين فرزند پيشوا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هشتم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حضرت عل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بن موس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الرضا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بود با نام محمد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موسوم گرديد تا تجديد كننده خاطرات و مجاهدات نيا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بزرگوارش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پيامبر عالي</w:t>
      </w:r>
      <w:r w:rsidR="007F2CDA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قدر اسلام باشد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بعدها در اثر زهد و ورع و تقواي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از او</w:t>
      </w:r>
      <w:r w:rsidR="00423254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مشاهده شد به لقب تق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موسوم گرديد و در اثر بخشندگ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سخاوت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در راه خداداشت به لقب جواد نيز معروف شده است</w:t>
      </w:r>
      <w:r w:rsidR="004851C8">
        <w:rPr>
          <w:rtl/>
          <w:lang w:bidi="fa-IR"/>
        </w:rPr>
        <w:t>.</w:t>
      </w:r>
    </w:p>
    <w:p w:rsidR="00E8659C" w:rsidRPr="00E8659C" w:rsidRDefault="00E8659C" w:rsidP="007F2CDA">
      <w:pPr>
        <w:pStyle w:val="libNormal"/>
        <w:rPr>
          <w:lang w:bidi="fa-IR"/>
        </w:rPr>
      </w:pPr>
      <w:r w:rsidRPr="00E8659C">
        <w:rPr>
          <w:rtl/>
          <w:lang w:bidi="fa-IR"/>
        </w:rPr>
        <w:t>مادر با فضيلت و پاكدامن او به نام سبيكه يا خيزران مصر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أمولد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است كه تبارش به ماريه قبطيه مادر ابراهيم همسر گرام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رسول خدا </w:t>
      </w:r>
      <w:r w:rsidR="00E954A2" w:rsidRPr="00E954A2">
        <w:rPr>
          <w:rStyle w:val="libAlaemChar"/>
          <w:rtl/>
        </w:rPr>
        <w:t>صلى‌الله‌عليه‌وآله‌وسلم</w:t>
      </w:r>
      <w:r w:rsidRPr="00E8659C">
        <w:rPr>
          <w:rtl/>
          <w:lang w:bidi="fa-IR"/>
        </w:rPr>
        <w:t xml:space="preserve">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رسد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او از نظر فضيلت و تقوا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در حد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بود كه مورد توجه پيشوايان معصوم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قرار داشت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در آن حديث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از امام موس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بن جعفر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نقل شده است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امام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او را مشمول عنايات خاص خود قرار داده است و به</w:t>
      </w:r>
      <w:r w:rsidR="00550D3B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ابن سليط يك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ياران خود توصيه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فرمايند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>اگر امكان ملاقات او را داشت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سلام مرا به او ابلاغ نما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5631DD" w:rsidRPr="006249D9">
        <w:rPr>
          <w:rStyle w:val="libFootnotenumChar"/>
          <w:rtl/>
        </w:rPr>
        <w:t>2</w:t>
      </w:r>
      <w:r w:rsidRPr="006249D9">
        <w:rPr>
          <w:rStyle w:val="libFootnotenumChar"/>
          <w:rtl/>
        </w:rPr>
        <w:t>)</w:t>
      </w:r>
    </w:p>
    <w:p w:rsidR="00FA474B" w:rsidRDefault="00E8659C" w:rsidP="00FA474B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 xml:space="preserve">او در تحت مراقبت پدر معصوم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و در دامن پر فضيلت چنين مادر پرهيزكار و باتقوائ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پرورش يافت و آماده پذيرش و انجام مسئوليت بزرگ امامت اله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گرديد كه</w:t>
      </w:r>
      <w:r w:rsidR="005631DD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پيشوايان دين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يك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پس از ديگر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متعهد انجام آن فرمان مقدس آسمان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بوده اند</w:t>
      </w:r>
      <w:r w:rsidR="004851C8">
        <w:rPr>
          <w:rtl/>
          <w:lang w:bidi="fa-IR"/>
        </w:rPr>
        <w:t>.</w:t>
      </w:r>
    </w:p>
    <w:p w:rsidR="00FA474B" w:rsidRDefault="00E8659C" w:rsidP="00FA474B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lastRenderedPageBreak/>
        <w:t>مشخصا</w:t>
      </w:r>
      <w:r w:rsidR="00FA474B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تجسم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مشخصات جسم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او را چنين توصيف كرده اند</w:t>
      </w:r>
      <w:r w:rsidR="004851C8">
        <w:rPr>
          <w:rtl/>
          <w:lang w:bidi="fa-IR"/>
        </w:rPr>
        <w:t>:</w:t>
      </w:r>
      <w:r w:rsidR="00FA474B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قامت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معتدل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متمايل به بلند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رنگ چهره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گندم گون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متمايل به سبز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دندانها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ريز و سفيد</w:t>
      </w:r>
      <w:r w:rsidR="004851C8">
        <w:rPr>
          <w:rtl/>
          <w:lang w:bidi="fa-IR"/>
        </w:rPr>
        <w:t>،</w:t>
      </w:r>
      <w:r w:rsidR="00FA474B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و</w:t>
      </w:r>
      <w:r w:rsidR="00FA474B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ابروها باريك و پيوسته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چشمها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سياه و فراخ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بين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كشيده و باريك داشت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FA474B" w:rsidRPr="006249D9">
        <w:rPr>
          <w:rStyle w:val="libFootnotenumChar"/>
          <w:rtl/>
        </w:rPr>
        <w:t>3</w:t>
      </w:r>
      <w:r w:rsidRPr="006249D9">
        <w:rPr>
          <w:rStyle w:val="libFootnotenumChar"/>
          <w:rtl/>
        </w:rPr>
        <w:t>)</w:t>
      </w:r>
      <w:r w:rsidRPr="00E8659C">
        <w:rPr>
          <w:rtl/>
          <w:lang w:bidi="fa-IR"/>
        </w:rPr>
        <w:t xml:space="preserve"> </w:t>
      </w:r>
    </w:p>
    <w:p w:rsidR="00FA474B" w:rsidRDefault="00E8659C" w:rsidP="00FA474B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پيشوا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نهم در پنجمين بهار عمر خود بود كه پدرش امام رضا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از مدينه عازم ايران گرديد و در سال دويست و سوم هجر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بود كه امام هشتم به فيض شهادت</w:t>
      </w:r>
      <w:r w:rsidR="002F4A05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نائل آمدند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آن وقت اين نوزاد عزيز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در هفتمين بهار زندگ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خود بود كه وارثپيشواي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امامت عاليه گرديد</w:t>
      </w:r>
      <w:r w:rsidR="004851C8">
        <w:rPr>
          <w:rtl/>
          <w:lang w:bidi="fa-IR"/>
        </w:rPr>
        <w:t>.</w:t>
      </w:r>
    </w:p>
    <w:p w:rsidR="00FF1FB6" w:rsidRDefault="00E8659C" w:rsidP="00FA474B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شيعيان از تقدير شگرف اله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بعيد نم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دانند كه يحي</w:t>
      </w:r>
      <w:r w:rsidR="00F456F0">
        <w:rPr>
          <w:rtl/>
          <w:lang w:bidi="fa-IR"/>
        </w:rPr>
        <w:t xml:space="preserve">ی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در سن كودك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به پيامبر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برسد و عيس</w:t>
      </w:r>
      <w:r w:rsidR="00F456F0">
        <w:rPr>
          <w:rtl/>
          <w:lang w:bidi="fa-IR"/>
        </w:rPr>
        <w:t xml:space="preserve">ی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روح</w:t>
      </w:r>
      <w:r w:rsidR="00A41B7A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خدا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در دوران طفوليت و شيرخوارگ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مشمول الطاف خاص اله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گردد و پيام اله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را دردفاع از مادر مقدسش به مردم ابلاغ نمايد</w:t>
      </w:r>
      <w:r w:rsidR="004851C8">
        <w:rPr>
          <w:rtl/>
          <w:lang w:bidi="fa-IR"/>
        </w:rPr>
        <w:t>.</w:t>
      </w:r>
    </w:p>
    <w:p w:rsidR="00FF1FB6" w:rsidRDefault="00E8659C" w:rsidP="00FA474B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از اينرو دوستداران خاندان عل</w:t>
      </w:r>
      <w:r w:rsidR="00F456F0">
        <w:rPr>
          <w:rtl/>
          <w:lang w:bidi="fa-IR"/>
        </w:rPr>
        <w:t xml:space="preserve">ی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با كمال اخلاص و ايمان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امام جواد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را پس از پدر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به پيشواي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پذيرفتند و تاريخ امامت و پيشواي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او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از اول ربيع الاول</w:t>
      </w:r>
      <w:r w:rsidR="00FF1FB6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 xml:space="preserve">سال </w:t>
      </w:r>
      <w:r w:rsidR="005631DD">
        <w:rPr>
          <w:rtl/>
          <w:lang w:bidi="fa-IR"/>
        </w:rPr>
        <w:t>2</w:t>
      </w:r>
      <w:r w:rsidR="009072C7">
        <w:rPr>
          <w:rtl/>
          <w:lang w:bidi="fa-IR"/>
        </w:rPr>
        <w:t>0</w:t>
      </w:r>
      <w:r w:rsidR="00FA474B">
        <w:rPr>
          <w:rtl/>
          <w:lang w:bidi="fa-IR"/>
        </w:rPr>
        <w:t>3</w:t>
      </w:r>
      <w:r w:rsidRPr="00E8659C">
        <w:rPr>
          <w:rtl/>
          <w:lang w:bidi="fa-IR"/>
        </w:rPr>
        <w:t xml:space="preserve"> هجر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پس از شهادت پدرش امام عل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بن موس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الرضا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آغاز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گردد و بنا به تصريح اغلب تاريخ نويسان اسلام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هفده سال تمام</w:t>
      </w:r>
      <w:r w:rsidR="004851C8">
        <w:rPr>
          <w:rtl/>
          <w:lang w:bidi="fa-IR"/>
        </w:rPr>
        <w:t>،</w:t>
      </w:r>
      <w:r w:rsidR="00EA62B0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امامت او ادامه پيدا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كند</w:t>
      </w:r>
      <w:r w:rsidR="004851C8">
        <w:rPr>
          <w:rtl/>
          <w:lang w:bidi="fa-IR"/>
        </w:rPr>
        <w:t>.</w:t>
      </w:r>
    </w:p>
    <w:p w:rsidR="00FF1FB6" w:rsidRDefault="00E8659C" w:rsidP="00FA474B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القاب آن حضرت لقب يا كنيه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نام دوم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است كه معمولا پس از نامگذار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پدر ومادر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با در نظر گرفتن منش و رفتار و شخصيت و روحيات فرد از سو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افراد اجتماع</w:t>
      </w:r>
      <w:r w:rsidR="004851C8">
        <w:rPr>
          <w:rtl/>
          <w:lang w:bidi="fa-IR"/>
        </w:rPr>
        <w:t>،</w:t>
      </w:r>
      <w:r w:rsidR="00FF1FB6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نسبت به فرد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إعطا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گردد و اين نوع نامگذار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در محيط عرب و در ادب عرب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نقش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بس حساس و مقام والاي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دارد</w:t>
      </w:r>
      <w:r w:rsidR="004851C8">
        <w:rPr>
          <w:rtl/>
          <w:lang w:bidi="fa-IR"/>
        </w:rPr>
        <w:t>.</w:t>
      </w:r>
    </w:p>
    <w:p w:rsidR="00830BD7" w:rsidRDefault="00E8659C" w:rsidP="00EA62B0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شيوع و فراگير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اين نامگذار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دوم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در بسيار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ازموارد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نامگذار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نخستين را هم تحت الشعاع خود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قرار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دهد و آن را به بوته</w:t>
      </w:r>
      <w:r w:rsidR="00EA62B0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نسيان و فراموش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سپارد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لقب يا كنيه كه معمولا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توأم با تجليل و تعظيم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مشعر بر نام پدر يا مادر يا يادآورنده</w:t>
      </w:r>
      <w:r w:rsidR="00FF1FB6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خاطره 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خاطرات زيبا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فرزند است</w:t>
      </w:r>
      <w:r w:rsidR="004851C8">
        <w:rPr>
          <w:rtl/>
          <w:lang w:bidi="fa-IR"/>
        </w:rPr>
        <w:t>.</w:t>
      </w:r>
    </w:p>
    <w:p w:rsidR="00830BD7" w:rsidRDefault="00E8659C" w:rsidP="00FA474B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lastRenderedPageBreak/>
        <w:t>امام محمد تق</w:t>
      </w:r>
      <w:r w:rsidR="00F456F0">
        <w:rPr>
          <w:rtl/>
          <w:lang w:bidi="fa-IR"/>
        </w:rPr>
        <w:t xml:space="preserve">ی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علاوه بر كنيه ابو جعفر ثان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(كه نخستين ابو جعفر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امام محمد باقر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پيشوا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پنجم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باشد) دارا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القاب متعدد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است كه به چهار لقب معروف ايشان</w:t>
      </w:r>
      <w:r w:rsidR="00830BD7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اشاره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گردد</w:t>
      </w:r>
      <w:r w:rsidR="004851C8">
        <w:rPr>
          <w:rtl/>
          <w:lang w:bidi="fa-IR"/>
        </w:rPr>
        <w:t>:</w:t>
      </w:r>
    </w:p>
    <w:p w:rsidR="00EA62B0" w:rsidRDefault="00256F60" w:rsidP="00FA474B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</w:t>
      </w:r>
      <w:r w:rsidR="00E8659C" w:rsidRPr="000B7B36">
        <w:rPr>
          <w:rStyle w:val="libBold1Char"/>
          <w:rtl/>
        </w:rPr>
        <w:t>جواد</w:t>
      </w:r>
      <w:r w:rsidR="004851C8">
        <w:rPr>
          <w:rtl/>
          <w:lang w:bidi="fa-IR"/>
        </w:rPr>
        <w:t>:</w:t>
      </w:r>
      <w:r w:rsidR="00E8659C" w:rsidRPr="00E8659C">
        <w:rPr>
          <w:rtl/>
          <w:lang w:bidi="fa-IR"/>
        </w:rPr>
        <w:t xml:space="preserve"> كلمه ا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است كه از لفظ جود گرفته شده است و به معنا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بخشنده و</w:t>
      </w:r>
      <w:r w:rsidR="000B7B36">
        <w:rPr>
          <w:rFonts w:hint="cs"/>
          <w:rtl/>
          <w:lang w:bidi="fa-IR"/>
        </w:rPr>
        <w:t xml:space="preserve"> </w:t>
      </w:r>
      <w:r w:rsidR="00E8659C" w:rsidRPr="00E8659C">
        <w:rPr>
          <w:rtl/>
          <w:lang w:bidi="fa-IR"/>
        </w:rPr>
        <w:t>بخشايشگر و ايثار كننده در راه خدا و خلق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آمده است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امام جواد </w:t>
      </w:r>
      <w:r w:rsidR="00366A7F" w:rsidRPr="00366A7F">
        <w:rPr>
          <w:rStyle w:val="libAlaemChar"/>
          <w:rtl/>
        </w:rPr>
        <w:t>عليه‌السلام‌</w:t>
      </w:r>
      <w:r w:rsidR="00E8659C" w:rsidRPr="00E8659C">
        <w:rPr>
          <w:rtl/>
          <w:lang w:bidi="fa-IR"/>
        </w:rPr>
        <w:t xml:space="preserve"> دست بخشنده و بصيرت كامل در راه شناساي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نيازمندان داشت و مردم از عطايا وعنايات و مهر و محبت</w:t>
      </w:r>
      <w:r w:rsidR="00164EC6">
        <w:rPr>
          <w:rtl/>
          <w:lang w:bidi="fa-IR"/>
        </w:rPr>
        <w:t xml:space="preserve"> ‌</w:t>
      </w:r>
      <w:r w:rsidR="00E8659C" w:rsidRPr="00E8659C">
        <w:rPr>
          <w:rtl/>
          <w:lang w:bidi="fa-IR"/>
        </w:rPr>
        <w:t>ها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او بهره ها م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جستند</w:t>
      </w:r>
      <w:r w:rsidR="004851C8">
        <w:rPr>
          <w:rtl/>
          <w:lang w:bidi="fa-IR"/>
        </w:rPr>
        <w:t>.</w:t>
      </w:r>
    </w:p>
    <w:p w:rsidR="00E8659C" w:rsidRPr="00E8659C" w:rsidRDefault="00E8659C" w:rsidP="00FA474B">
      <w:pPr>
        <w:pStyle w:val="libNormal"/>
        <w:rPr>
          <w:lang w:bidi="fa-IR"/>
        </w:rPr>
      </w:pPr>
      <w:r w:rsidRPr="00E8659C">
        <w:rPr>
          <w:rtl/>
          <w:lang w:bidi="fa-IR"/>
        </w:rPr>
        <w:t>عل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ابن عيس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اربل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صاحب كشف الغمة گويد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امام جواد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سرور بخشندگان و مصداق كامل بخشندگ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وكرامت بود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چون احسان و كرامت از سجايا و خصايص ذات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طبايع ملكوت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ائم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طاهرين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بوده و هم آنانند كه دريا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فضل و كرم اله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باشند</w:t>
      </w:r>
      <w:r w:rsidR="004851C8">
        <w:rPr>
          <w:rtl/>
          <w:lang w:bidi="fa-IR"/>
        </w:rPr>
        <w:t>.</w:t>
      </w:r>
    </w:p>
    <w:p w:rsidR="00E8659C" w:rsidRPr="00E8659C" w:rsidRDefault="005631DD" w:rsidP="00E8659C">
      <w:pPr>
        <w:pStyle w:val="libNormal"/>
        <w:rPr>
          <w:lang w:bidi="fa-IR"/>
        </w:rPr>
      </w:pPr>
      <w:r>
        <w:rPr>
          <w:rtl/>
          <w:lang w:bidi="fa-IR"/>
        </w:rPr>
        <w:t>2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</w:t>
      </w:r>
      <w:r w:rsidR="00E8659C" w:rsidRPr="008979FC">
        <w:rPr>
          <w:rStyle w:val="libBold1Char"/>
          <w:rtl/>
        </w:rPr>
        <w:t>تق</w:t>
      </w:r>
      <w:r w:rsidR="00F456F0" w:rsidRPr="008979FC">
        <w:rPr>
          <w:rStyle w:val="libBold1Char"/>
          <w:rtl/>
        </w:rPr>
        <w:t>ی</w:t>
      </w:r>
      <w:r w:rsidR="00A429E4">
        <w:rPr>
          <w:rtl/>
          <w:lang w:bidi="fa-IR"/>
        </w:rPr>
        <w:t>:</w:t>
      </w:r>
      <w:r w:rsidR="00E8659C" w:rsidRPr="00E8659C">
        <w:rPr>
          <w:rtl/>
          <w:lang w:bidi="fa-IR"/>
        </w:rPr>
        <w:t xml:space="preserve"> از كلم</w:t>
      </w:r>
      <w:r w:rsidR="00BB00AB">
        <w:rPr>
          <w:rtl/>
          <w:lang w:bidi="fa-IR"/>
        </w:rPr>
        <w:t>ه</w:t>
      </w:r>
      <w:r w:rsidR="00E8659C" w:rsidRPr="00E8659C">
        <w:rPr>
          <w:rtl/>
          <w:lang w:bidi="fa-IR"/>
        </w:rPr>
        <w:t xml:space="preserve"> تقوا ووقايه گرفته شده است كه به معنا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خود نگهدار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و پرهيز وپروا از گناه آمده است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وجود پر فيض امام </w:t>
      </w:r>
      <w:r w:rsidR="00366A7F" w:rsidRPr="00366A7F">
        <w:rPr>
          <w:rStyle w:val="libAlaemChar"/>
          <w:rtl/>
        </w:rPr>
        <w:t>عليها‌السلام‌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منبع تقوا و پرهيزكار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و آموزنده راه سداد و كمال و خود نگهدار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و پارساي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بودكه دوست و دشمن در آن اتفاق نظر داشتند</w:t>
      </w:r>
      <w:r w:rsidR="004851C8">
        <w:rPr>
          <w:rtl/>
          <w:lang w:bidi="fa-IR"/>
        </w:rPr>
        <w:t>.</w:t>
      </w:r>
    </w:p>
    <w:p w:rsidR="00E8659C" w:rsidRPr="00E8659C" w:rsidRDefault="00FA474B" w:rsidP="00EA62B0">
      <w:pPr>
        <w:pStyle w:val="libNormal"/>
        <w:rPr>
          <w:lang w:bidi="fa-IR"/>
        </w:rPr>
      </w:pPr>
      <w:r>
        <w:rPr>
          <w:rtl/>
          <w:lang w:bidi="fa-IR"/>
        </w:rPr>
        <w:t>3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</w:t>
      </w:r>
      <w:r w:rsidR="00E8659C" w:rsidRPr="00EA62B0">
        <w:rPr>
          <w:rStyle w:val="libBold1Char"/>
          <w:rtl/>
        </w:rPr>
        <w:t>مرتض</w:t>
      </w:r>
      <w:r w:rsidR="00F456F0" w:rsidRPr="00EA62B0">
        <w:rPr>
          <w:rStyle w:val="libBold1Char"/>
          <w:rtl/>
        </w:rPr>
        <w:t>ی</w:t>
      </w:r>
      <w:r w:rsidR="00A429E4">
        <w:rPr>
          <w:rtl/>
          <w:lang w:bidi="fa-IR"/>
        </w:rPr>
        <w:t>:</w:t>
      </w:r>
      <w:r w:rsidR="00E8659C" w:rsidRPr="00E8659C">
        <w:rPr>
          <w:rtl/>
          <w:lang w:bidi="fa-IR"/>
        </w:rPr>
        <w:t xml:space="preserve"> از كلمه رضا مأخوذ است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يعن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خشنود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برگزيده و انتخاب شده ازميان مردم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چون امام بزرگوار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امتيازات روح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و شايستگيها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فوق العاده معنو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داشتممتاز و منتخب بود كه هم خدا از او راض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و خشنود بود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و هم بندگان صالح و شايست</w:t>
      </w:r>
      <w:r w:rsidR="00BB00AB">
        <w:rPr>
          <w:rtl/>
          <w:lang w:bidi="fa-IR"/>
        </w:rPr>
        <w:t>ه</w:t>
      </w:r>
      <w:r w:rsidR="00E8659C" w:rsidRPr="00E8659C">
        <w:rPr>
          <w:rtl/>
          <w:lang w:bidi="fa-IR"/>
        </w:rPr>
        <w:t xml:space="preserve"> خدا</w:t>
      </w:r>
      <w:r w:rsidR="004851C8">
        <w:rPr>
          <w:rtl/>
          <w:lang w:bidi="fa-IR"/>
        </w:rPr>
        <w:t>.</w:t>
      </w:r>
    </w:p>
    <w:p w:rsidR="00EA62B0" w:rsidRDefault="00506E9B" w:rsidP="00E8659C">
      <w:pPr>
        <w:pStyle w:val="libNormal"/>
        <w:rPr>
          <w:rtl/>
          <w:lang w:bidi="fa-IR"/>
        </w:rPr>
      </w:pPr>
      <w:r>
        <w:rPr>
          <w:rtl/>
          <w:lang w:bidi="fa-IR"/>
        </w:rPr>
        <w:t>4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</w:t>
      </w:r>
      <w:r w:rsidR="00E8659C" w:rsidRPr="00EA62B0">
        <w:rPr>
          <w:rStyle w:val="libBold1Char"/>
          <w:rtl/>
        </w:rPr>
        <w:t>قانع</w:t>
      </w:r>
      <w:r w:rsidR="004851C8">
        <w:rPr>
          <w:rtl/>
          <w:lang w:bidi="fa-IR"/>
        </w:rPr>
        <w:t>:</w:t>
      </w:r>
      <w:r w:rsidR="00E8659C" w:rsidRPr="00E8659C">
        <w:rPr>
          <w:rtl/>
          <w:lang w:bidi="fa-IR"/>
        </w:rPr>
        <w:t xml:space="preserve"> كلمه ا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است كه از قنوع و قناعت آمده است</w:t>
      </w:r>
      <w:r w:rsidR="004851C8">
        <w:rPr>
          <w:rtl/>
          <w:lang w:bidi="fa-IR"/>
        </w:rPr>
        <w:t>:</w:t>
      </w:r>
      <w:r w:rsidR="00E8659C" w:rsidRPr="00E8659C">
        <w:rPr>
          <w:rtl/>
          <w:lang w:bidi="fa-IR"/>
        </w:rPr>
        <w:t xml:space="preserve"> يعن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به هر آنچه كه در راه خدا پيش م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آمد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قانع و راض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بود و كوچكترين اظهار ناراحت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و عجز ولابه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از خود نشاننم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داد</w:t>
      </w:r>
      <w:r w:rsidR="004851C8">
        <w:rPr>
          <w:rtl/>
          <w:lang w:bidi="fa-IR"/>
        </w:rPr>
        <w:t>.</w:t>
      </w:r>
    </w:p>
    <w:p w:rsidR="00EA62B0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از ديگر القاب غير معروف آن بزرگوار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مرض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متوكل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مختار و متق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راضبط كرده اند كه طالبين تفصيل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توانند به ناسخ التواريخ يا منته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الأمال يا ديگر كتب مربوطه مراجعه نمايند</w:t>
      </w:r>
      <w:r w:rsidR="004851C8">
        <w:rPr>
          <w:rtl/>
          <w:lang w:bidi="fa-IR"/>
        </w:rPr>
        <w:t>.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حكايت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از ولادت بانو حكيمه خواهر امام رضا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گويد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به هنگام ولادت امام محمد تق</w:t>
      </w:r>
      <w:r w:rsidR="00F456F0">
        <w:rPr>
          <w:rtl/>
          <w:lang w:bidi="fa-IR"/>
        </w:rPr>
        <w:t xml:space="preserve">ی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برادرم از من خواست نزد خيزران باشم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نوزاد به روز سوم ولادت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>ديده به سو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آسمان گشود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به چپ وراست نگريست و گفت</w:t>
      </w:r>
      <w:r w:rsidR="004851C8">
        <w:rPr>
          <w:rtl/>
          <w:lang w:bidi="fa-IR"/>
        </w:rPr>
        <w:t>:</w:t>
      </w:r>
      <w:r w:rsidR="00EA62B0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 xml:space="preserve">اشهد ان لا إله الا الله، وأشهد ان محمدا رسول الله من </w:t>
      </w:r>
      <w:r w:rsidRPr="00E8659C">
        <w:rPr>
          <w:rtl/>
          <w:lang w:bidi="fa-IR"/>
        </w:rPr>
        <w:lastRenderedPageBreak/>
        <w:t xml:space="preserve">با ملاحظه 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چنين موضوع شگفت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هراسان برخاستم وبه خدمت برادرم آمدم و آنچه ديده بودم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به عرض رساندم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امام فرمود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شگفتيهاي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كهبعد از اين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از او خواهيد ديد خيل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بيشتر از آنچه تاكنون ديده ايد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خواهد بود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506E9B" w:rsidRPr="006249D9">
        <w:rPr>
          <w:rStyle w:val="libFootnotenumChar"/>
          <w:rtl/>
        </w:rPr>
        <w:t>4</w:t>
      </w:r>
      <w:r w:rsidRPr="006249D9">
        <w:rPr>
          <w:rStyle w:val="libFootnotenumChar"/>
          <w:rtl/>
        </w:rPr>
        <w:t>)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ابو يحي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صنعان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گويد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خدمت امام رض</w:t>
      </w:r>
      <w:r w:rsidR="00EA62B0">
        <w:rPr>
          <w:rFonts w:hint="cs"/>
          <w:rtl/>
          <w:lang w:bidi="fa-IR"/>
        </w:rPr>
        <w:t>ا</w:t>
      </w:r>
      <w:r w:rsidRPr="00E8659C">
        <w:rPr>
          <w:rtl/>
          <w:lang w:bidi="fa-IR"/>
        </w:rPr>
        <w:t xml:space="preserve">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بودم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امام جواد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را كه كودك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خردسال بود نزد آن حضرت آوردند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فرمودند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>اين مولود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است كه برا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شيعه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نوزاد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مبارك</w:t>
      </w:r>
      <w:r w:rsidR="00164EC6">
        <w:rPr>
          <w:rtl/>
          <w:lang w:bidi="fa-IR"/>
        </w:rPr>
        <w:t xml:space="preserve"> ‌</w:t>
      </w:r>
      <w:r w:rsidRPr="00E8659C">
        <w:rPr>
          <w:rtl/>
          <w:lang w:bidi="fa-IR"/>
        </w:rPr>
        <w:t>تر از او به دنيا نيامده است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506E9B" w:rsidRPr="006249D9">
        <w:rPr>
          <w:rStyle w:val="libFootnotenumChar"/>
          <w:rtl/>
        </w:rPr>
        <w:t>5</w:t>
      </w:r>
      <w:r w:rsidRPr="006249D9">
        <w:rPr>
          <w:rStyle w:val="libFootnotenumChar"/>
          <w:rtl/>
        </w:rPr>
        <w:t>)</w:t>
      </w:r>
    </w:p>
    <w:p w:rsidR="00506E9B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شايد اين فرمايش امام به همان اصل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باشد كه قبلا اشاره كرديم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زيرا تولد امام جواد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نگران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شيعيان را از اينكه امام رض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جانشين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ندارد بر طرف ساخت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ايمان آنان را از آلودگ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به شك و ترديد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نجات داد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>نوفل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گويد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هنگام مسافرت امام رض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به خراسان به آن گرام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عرض كردم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>با من امر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فرمان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نداريد</w:t>
      </w:r>
      <w:r w:rsidR="004851C8">
        <w:rPr>
          <w:rtl/>
          <w:lang w:bidi="fa-IR"/>
        </w:rPr>
        <w:t>؟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فرمودند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بر تو باد كه پس از من از فرزندم محمدپيرو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كن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من به سفر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روم كه باز نخواهم آمد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506E9B" w:rsidRPr="006249D9">
        <w:rPr>
          <w:rStyle w:val="libFootnotenumChar"/>
          <w:rtl/>
        </w:rPr>
        <w:t>6</w:t>
      </w:r>
      <w:r w:rsidRPr="006249D9">
        <w:rPr>
          <w:rStyle w:val="libFootnotenumChar"/>
          <w:rtl/>
        </w:rPr>
        <w:t>)</w:t>
      </w:r>
      <w:r w:rsidRPr="00E8659C">
        <w:rPr>
          <w:rtl/>
          <w:lang w:bidi="fa-IR"/>
        </w:rPr>
        <w:t xml:space="preserve"> محمد بن اب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عماد كه كاتب امام رضا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بود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گويد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آنبزرگوار از فرزندش محمد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با كنيه ياد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كردند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(و هنگام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كه از امام جواد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نامه 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رسيد)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فرمود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ابو جعفربه من نوشته است</w:t>
      </w:r>
      <w:r w:rsidR="004851C8">
        <w:rPr>
          <w:rtl/>
          <w:lang w:bidi="fa-IR"/>
        </w:rPr>
        <w:t>...</w:t>
      </w:r>
      <w:r w:rsidRPr="00E8659C">
        <w:rPr>
          <w:rtl/>
          <w:lang w:bidi="fa-IR"/>
        </w:rPr>
        <w:t xml:space="preserve"> و هنگام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كه (به فرمان امام رضا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>) به ابو جعفر نامه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نوشتم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او را با بزرگ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احترام مورد خطاب قرار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داد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</w:t>
      </w:r>
      <w:r w:rsidR="00E33DA7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نامه</w:t>
      </w:r>
      <w:r w:rsidR="00164EC6">
        <w:rPr>
          <w:rtl/>
          <w:lang w:bidi="fa-IR"/>
        </w:rPr>
        <w:t xml:space="preserve"> ‌</w:t>
      </w:r>
      <w:r w:rsidRPr="00E8659C">
        <w:rPr>
          <w:rtl/>
          <w:lang w:bidi="fa-IR"/>
        </w:rPr>
        <w:t>هاي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كه از امام جواد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آمد در نهايت بلاغت و زيبائ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كلام بود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و نيز هم او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افزايد از امام رضا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شنيدم كه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فرمود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پس از من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ابو جعفر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وص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من و جانشينم در ميان خانواده ام خواهد بود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506E9B" w:rsidRPr="006249D9">
        <w:rPr>
          <w:rStyle w:val="libFootnotenumChar"/>
          <w:rtl/>
        </w:rPr>
        <w:t>7</w:t>
      </w:r>
      <w:r w:rsidRPr="006249D9">
        <w:rPr>
          <w:rStyle w:val="libFootnotenumChar"/>
          <w:rtl/>
        </w:rPr>
        <w:t>)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معمر بن خلاد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گويد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امام رضا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در حال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مطلب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راياد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كرد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فرمودند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چه نياز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داريد اين مطلب را از من بشنويد</w:t>
      </w:r>
      <w:r w:rsidR="004851C8">
        <w:rPr>
          <w:rtl/>
          <w:lang w:bidi="fa-IR"/>
        </w:rPr>
        <w:t>؟</w:t>
      </w:r>
      <w:r w:rsidRPr="00E8659C">
        <w:rPr>
          <w:rtl/>
          <w:lang w:bidi="fa-IR"/>
        </w:rPr>
        <w:t xml:space="preserve"> اين ابوجعفراست كه او را به جا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خود نشانده</w:t>
      </w:r>
      <w:r w:rsidR="00164EC6">
        <w:rPr>
          <w:rtl/>
          <w:lang w:bidi="fa-IR"/>
        </w:rPr>
        <w:t xml:space="preserve"> ‌</w:t>
      </w:r>
      <w:r w:rsidRPr="00E8659C">
        <w:rPr>
          <w:rtl/>
          <w:lang w:bidi="fa-IR"/>
        </w:rPr>
        <w:t>ام و در جايگاه خود قرار داده ام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ما خاندان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هستيم كه فرزندان ما (حقايق و معارف و علوم را) از پدران كاملا به ارث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برند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A35C10" w:rsidRPr="006249D9">
        <w:rPr>
          <w:rStyle w:val="libFootnotenumChar"/>
          <w:rtl/>
        </w:rPr>
        <w:t>8</w:t>
      </w:r>
      <w:r w:rsidRPr="006249D9">
        <w:rPr>
          <w:rStyle w:val="libFootnotenumChar"/>
          <w:rtl/>
        </w:rPr>
        <w:t>)</w:t>
      </w:r>
    </w:p>
    <w:p w:rsidR="003D2C90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lastRenderedPageBreak/>
        <w:t>(منظور آن است كه همه علوم و مقامات امامت از امام قبل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به امام بعد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رسد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واين مخصوص امامان </w:t>
      </w:r>
      <w:r w:rsidR="00E954A2" w:rsidRPr="00E954A2">
        <w:rPr>
          <w:rStyle w:val="libAlaemChar"/>
          <w:rtl/>
        </w:rPr>
        <w:t>صلى‌الله‌عليه‌وآله‌وسلم</w:t>
      </w:r>
      <w:r w:rsidRPr="00E8659C">
        <w:rPr>
          <w:rtl/>
          <w:lang w:bidi="fa-IR"/>
        </w:rPr>
        <w:t xml:space="preserve"> است نه فرزندان ديگر ائمه)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>خيران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پدرش نقل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كند كه گفت در خراسان نزد امام رضا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بودم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كس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آن حضرت پرسيد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اگر برا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شما حادثه 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رخ دهد به چه كس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رجوع كنيم</w:t>
      </w:r>
      <w:r w:rsidR="004851C8">
        <w:rPr>
          <w:rtl/>
          <w:lang w:bidi="fa-IR"/>
        </w:rPr>
        <w:t>؟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فرمود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به پسرم ابو جعفر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گويا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سوال كننده سن و سال امام جواد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را كاف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دانست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امام رضا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فرمودند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خدا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متعال</w:t>
      </w:r>
      <w:r w:rsidR="004851C8">
        <w:rPr>
          <w:rtl/>
          <w:lang w:bidi="fa-IR"/>
        </w:rPr>
        <w:t>،</w:t>
      </w:r>
      <w:r w:rsidR="003D2C90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عيس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را به نبوت و رسالت برانگيخت در حال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سن او از سن كنون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ابو جعفر هم كمتربود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3D2C90" w:rsidRPr="006249D9">
        <w:rPr>
          <w:rStyle w:val="libFootnotenumChar"/>
          <w:rtl/>
        </w:rPr>
        <w:t>9</w:t>
      </w:r>
      <w:r w:rsidRPr="006249D9">
        <w:rPr>
          <w:rStyle w:val="libFootnotenumChar"/>
          <w:rtl/>
        </w:rPr>
        <w:t>)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عبد الله بن جعفر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گويد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همراه با صفوان بن يحي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خدمت امام رضا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شرفياب شديم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امام جواد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سه ساله بود وحضور داشتند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از امام پرسيديم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اگر حادثه 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دهد جانشين شما كيست</w:t>
      </w:r>
      <w:r w:rsidR="004851C8">
        <w:rPr>
          <w:rtl/>
          <w:lang w:bidi="fa-IR"/>
        </w:rPr>
        <w:t>؟</w:t>
      </w:r>
      <w:r w:rsidRPr="00E8659C">
        <w:rPr>
          <w:rtl/>
          <w:lang w:bidi="fa-IR"/>
        </w:rPr>
        <w:t xml:space="preserve"> امام به ابو جعفر اشاره كردند و فرمودند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اين فرزندم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>گفتيم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با اين سن و سال</w:t>
      </w:r>
      <w:r w:rsidR="004851C8">
        <w:rPr>
          <w:rtl/>
          <w:lang w:bidi="fa-IR"/>
        </w:rPr>
        <w:t>؟</w:t>
      </w:r>
      <w:r w:rsidRPr="00E8659C">
        <w:rPr>
          <w:rtl/>
          <w:lang w:bidi="fa-IR"/>
        </w:rPr>
        <w:t xml:space="preserve"> فرمودند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آر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با همين سن و سال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خدا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متعال عيس</w:t>
      </w:r>
      <w:r w:rsidR="00F456F0">
        <w:rPr>
          <w:rtl/>
          <w:lang w:bidi="fa-IR"/>
        </w:rPr>
        <w:t xml:space="preserve">ی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را حجت خويش قرار داد در حال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سه سال هم نداشت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256F60" w:rsidRPr="006249D9">
        <w:rPr>
          <w:rStyle w:val="libFootnotenumChar"/>
          <w:rtl/>
        </w:rPr>
        <w:t>1</w:t>
      </w:r>
      <w:r w:rsidR="009072C7" w:rsidRPr="006249D9">
        <w:rPr>
          <w:rStyle w:val="libFootnotenumChar"/>
          <w:rtl/>
        </w:rPr>
        <w:t>0</w:t>
      </w:r>
      <w:r w:rsidRPr="006249D9">
        <w:rPr>
          <w:rStyle w:val="libFootnotenumChar"/>
          <w:rtl/>
        </w:rPr>
        <w:t>)</w:t>
      </w:r>
    </w:p>
    <w:p w:rsidR="00E8659C" w:rsidRPr="00E8659C" w:rsidRDefault="009773EF" w:rsidP="00E8659C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E8659C" w:rsidRDefault="00E8659C" w:rsidP="009773EF">
      <w:pPr>
        <w:pStyle w:val="Heading2"/>
        <w:rPr>
          <w:rtl/>
          <w:lang w:bidi="fa-IR"/>
        </w:rPr>
      </w:pPr>
      <w:bookmarkStart w:id="2" w:name="_Toc487273776"/>
      <w:r w:rsidRPr="00E8659C">
        <w:rPr>
          <w:rtl/>
          <w:lang w:bidi="fa-IR"/>
        </w:rPr>
        <w:t>امامت آن بزرگوار</w:t>
      </w:r>
      <w:bookmarkEnd w:id="2"/>
    </w:p>
    <w:p w:rsidR="009773EF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امامت مانند نبوت موهبت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اله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است كه خدا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متعال به بندگانبرگزيده و شايسته 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عطا فرموده است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در اين موهبت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سن و سال دخالت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ندارد. شايد كسان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پيامبر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امامت كودك خردسال را بعيد و ناممكن پنداشته اند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اينامور اله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آسمان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را با مسائل عاد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اشتباه گرفته اند و در يك رديف تصور نموده اند.</w:t>
      </w:r>
    </w:p>
    <w:p w:rsidR="009773EF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در حال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اينطور نيست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امامت و نبوت به خواست خدا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متعال وابسته است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وخداوند به بندگان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به علم نامحدود خويش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شايستگ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آنان را برا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چنين مقام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داند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عنايت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هيچ اشكال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ندارد كه گاه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بنابر مصالح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خداوند همه 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علوم را به كودك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خردسال عطا كند و او را در سنين كودك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به پيامبر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مبعوث و يا بهامامت امت به گمارد</w:t>
      </w:r>
      <w:r w:rsidR="004851C8">
        <w:rPr>
          <w:rtl/>
          <w:lang w:bidi="fa-IR"/>
        </w:rPr>
        <w:t>.</w:t>
      </w:r>
    </w:p>
    <w:p w:rsidR="00E8659C" w:rsidRPr="00E8659C" w:rsidRDefault="00E8659C" w:rsidP="009773EF">
      <w:pPr>
        <w:pStyle w:val="libNormal"/>
        <w:rPr>
          <w:lang w:bidi="fa-IR"/>
        </w:rPr>
      </w:pPr>
      <w:r w:rsidRPr="00E8659C">
        <w:rPr>
          <w:rtl/>
          <w:lang w:bidi="fa-IR"/>
        </w:rPr>
        <w:t xml:space="preserve">امام نهم حضرت جواد </w:t>
      </w:r>
      <w:r w:rsidR="00366A7F" w:rsidRPr="00366A7F">
        <w:rPr>
          <w:rStyle w:val="libAlaemChar"/>
          <w:rtl/>
        </w:rPr>
        <w:t>عليها‌السلام‌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در حدود هشت يا نه</w:t>
      </w:r>
      <w:r w:rsidR="009773EF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سالگ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به مقام شامخ امامت رسيد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معل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بن محمد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گويد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پس از درگذشت امام</w:t>
      </w:r>
      <w:r w:rsidR="009773EF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 xml:space="preserve">رضا </w:t>
      </w:r>
      <w:r w:rsidR="00366A7F" w:rsidRPr="00366A7F">
        <w:rPr>
          <w:rStyle w:val="libAlaemChar"/>
          <w:rtl/>
        </w:rPr>
        <w:t>عليها‌السلام‌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امام جواد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را ديدم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در قد واندام او دقيق شدم تا برا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شيعيان بازگو كنم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در اين حال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آن ح</w:t>
      </w:r>
      <w:r w:rsidR="009773EF">
        <w:rPr>
          <w:rFonts w:hint="cs"/>
          <w:rtl/>
          <w:lang w:bidi="fa-IR"/>
        </w:rPr>
        <w:t>ض</w:t>
      </w:r>
      <w:r w:rsidRPr="00E8659C">
        <w:rPr>
          <w:rtl/>
          <w:lang w:bidi="fa-IR"/>
        </w:rPr>
        <w:t>رت نشستند وفرمودند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معل</w:t>
      </w:r>
      <w:r w:rsidR="00F456F0">
        <w:rPr>
          <w:rtl/>
          <w:lang w:bidi="fa-IR"/>
        </w:rPr>
        <w:t>ی</w:t>
      </w:r>
      <w:r w:rsidR="00E12C63">
        <w:rPr>
          <w:rtl/>
          <w:lang w:bidi="fa-IR"/>
        </w:rPr>
        <w:t>!</w:t>
      </w:r>
      <w:r w:rsidRPr="00E8659C">
        <w:rPr>
          <w:rtl/>
          <w:lang w:bidi="fa-IR"/>
        </w:rPr>
        <w:t xml:space="preserve"> خداوند در امامت نيز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همانند نبوت احتجاج كرده و فرموده است</w:t>
      </w:r>
      <w:r w:rsidR="004851C8">
        <w:rPr>
          <w:rtl/>
          <w:lang w:bidi="fa-IR"/>
        </w:rPr>
        <w:t>:</w:t>
      </w:r>
      <w:r w:rsidR="009773EF">
        <w:rPr>
          <w:rFonts w:hint="cs"/>
          <w:rtl/>
          <w:lang w:bidi="fa-IR"/>
        </w:rPr>
        <w:t xml:space="preserve"> «</w:t>
      </w:r>
      <w:r w:rsidRPr="009773EF">
        <w:rPr>
          <w:rStyle w:val="libHadeesChar"/>
          <w:rtl/>
        </w:rPr>
        <w:t>و اتيناه الحكم صبيا</w:t>
      </w:r>
      <w:r w:rsidR="009773EF">
        <w:rPr>
          <w:rFonts w:hint="cs"/>
          <w:rtl/>
          <w:lang w:bidi="fa-IR"/>
        </w:rPr>
        <w:t>»</w:t>
      </w:r>
      <w:r w:rsidRPr="00E8659C">
        <w:rPr>
          <w:rtl/>
          <w:lang w:bidi="fa-IR"/>
        </w:rPr>
        <w:t xml:space="preserve"> (به يحي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در خردسال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نبوت داديم)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256F60" w:rsidRPr="006249D9">
        <w:rPr>
          <w:rStyle w:val="libFootnotenumChar"/>
          <w:rtl/>
        </w:rPr>
        <w:t>11</w:t>
      </w:r>
      <w:r w:rsidRPr="006249D9">
        <w:rPr>
          <w:rStyle w:val="libFootnotenumChar"/>
          <w:rtl/>
        </w:rPr>
        <w:t>)</w:t>
      </w:r>
    </w:p>
    <w:p w:rsidR="00E12C63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محمد بن حسن بن عمار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گويد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دو سال در مدينه خدمت عل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بن جعفر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رفتم و او روايات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از برادرش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امامموس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بن جعفر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شنيده بود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برايم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گفت و من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نوشتم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يكروز در مسجد پيامبر </w:t>
      </w:r>
      <w:r w:rsidR="00E954A2" w:rsidRPr="00E954A2">
        <w:rPr>
          <w:rStyle w:val="libAlaemChar"/>
          <w:rtl/>
        </w:rPr>
        <w:t>صلى‌الله‌عليه‌وآله‌وسلم</w:t>
      </w:r>
      <w:r w:rsidRPr="00E8659C">
        <w:rPr>
          <w:rtl/>
          <w:lang w:bidi="fa-IR"/>
        </w:rPr>
        <w:t xml:space="preserve"> نزد او نشسته بودم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امام جواد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وارد شد عل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بن جعفر بدون كفش وردا از جا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خود جست و دست آنحضرت را بوسيد و تعظيم كرد</w:t>
      </w:r>
      <w:r w:rsidR="004851C8">
        <w:rPr>
          <w:rtl/>
          <w:lang w:bidi="fa-IR"/>
        </w:rPr>
        <w:t>.</w:t>
      </w:r>
    </w:p>
    <w:p w:rsidR="00E8659C" w:rsidRPr="00E8659C" w:rsidRDefault="00E8659C" w:rsidP="00E12C63">
      <w:pPr>
        <w:pStyle w:val="libNormal"/>
        <w:rPr>
          <w:lang w:bidi="fa-IR"/>
        </w:rPr>
      </w:pPr>
      <w:r w:rsidRPr="00E8659C">
        <w:rPr>
          <w:rtl/>
          <w:lang w:bidi="fa-IR"/>
        </w:rPr>
        <w:t>امام به او فرمودند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عمو بنشين</w:t>
      </w:r>
      <w:r w:rsidR="00E12C63">
        <w:rPr>
          <w:rtl/>
          <w:lang w:bidi="fa-IR"/>
        </w:rPr>
        <w:t>!</w:t>
      </w:r>
      <w:r w:rsidRPr="00E8659C">
        <w:rPr>
          <w:rtl/>
          <w:lang w:bidi="fa-IR"/>
        </w:rPr>
        <w:t xml:space="preserve"> خدا تو را دررحمت قرار دهد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عرض كرد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سرور من چگونه بنشينم در حال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شما ايستاده</w:t>
      </w:r>
      <w:r w:rsidR="00164EC6">
        <w:rPr>
          <w:rtl/>
          <w:lang w:bidi="fa-IR"/>
        </w:rPr>
        <w:t xml:space="preserve"> ‌</w:t>
      </w:r>
      <w:r w:rsidRPr="00E8659C">
        <w:rPr>
          <w:rtl/>
          <w:lang w:bidi="fa-IR"/>
        </w:rPr>
        <w:t>ايد</w:t>
      </w:r>
      <w:r w:rsidR="004851C8">
        <w:rPr>
          <w:rtl/>
          <w:lang w:bidi="fa-IR"/>
        </w:rPr>
        <w:t>.</w:t>
      </w:r>
      <w:r w:rsidR="00E12C63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هنگام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عل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بن جعفر به جا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خود بازگشت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ياران و معاشرانش او را سرزنشكردند كه تو عمو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پدر او هست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اين گونه او را احترام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lastRenderedPageBreak/>
        <w:t>كن</w:t>
      </w:r>
      <w:r w:rsidR="00F456F0">
        <w:rPr>
          <w:rtl/>
          <w:lang w:bidi="fa-IR"/>
        </w:rPr>
        <w:t>ی</w:t>
      </w:r>
      <w:r w:rsidRPr="00E8659C">
        <w:rPr>
          <w:rtl/>
          <w:lang w:bidi="fa-IR"/>
        </w:rPr>
        <w:t>! عل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بن جعفرگفت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ساكت باشيد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در حال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خدا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جليل اين ريش سفيد را - و بر محاسن خود دستنهاد - سزاوار امامت نديده و اين جوان را سزاوار يافته و امام قرار داده است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>فضيلت او را انكار كنم</w:t>
      </w:r>
      <w:r w:rsidR="004851C8">
        <w:rPr>
          <w:rtl/>
          <w:lang w:bidi="fa-IR"/>
        </w:rPr>
        <w:t>؟</w:t>
      </w:r>
      <w:r w:rsidR="00E12C63">
        <w:rPr>
          <w:rtl/>
          <w:lang w:bidi="fa-IR"/>
        </w:rPr>
        <w:t>!</w:t>
      </w:r>
      <w:r w:rsidRPr="00E8659C">
        <w:rPr>
          <w:rtl/>
          <w:lang w:bidi="fa-IR"/>
        </w:rPr>
        <w:t xml:space="preserve"> از آنچه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گوييد به خدا پناه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برم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من بنده 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اويم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256F60" w:rsidRPr="006249D9">
        <w:rPr>
          <w:rStyle w:val="libFootnotenumChar"/>
          <w:rtl/>
        </w:rPr>
        <w:t>1</w:t>
      </w:r>
      <w:r w:rsidR="005631DD" w:rsidRPr="006249D9">
        <w:rPr>
          <w:rStyle w:val="libFootnotenumChar"/>
          <w:rtl/>
        </w:rPr>
        <w:t>2</w:t>
      </w:r>
      <w:r w:rsidRPr="006249D9">
        <w:rPr>
          <w:rStyle w:val="libFootnotenumChar"/>
          <w:rtl/>
        </w:rPr>
        <w:t>)</w:t>
      </w:r>
    </w:p>
    <w:p w:rsidR="00E8659C" w:rsidRPr="00E8659C" w:rsidRDefault="00E8659C" w:rsidP="00744CF3">
      <w:pPr>
        <w:pStyle w:val="libNormal"/>
        <w:rPr>
          <w:lang w:bidi="fa-IR"/>
        </w:rPr>
      </w:pPr>
      <w:r w:rsidRPr="00E8659C">
        <w:rPr>
          <w:rtl/>
          <w:lang w:bidi="fa-IR"/>
        </w:rPr>
        <w:t>عمر بن فرج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گويد همراه امام جواد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در كنار دجلهايستاده بوديم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به ايشان گفتم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شيعيان شما ادعا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كنند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شما وزن آب دجله را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دانيد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فرمودند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آيا خدا توانا</w:t>
      </w:r>
      <w:r w:rsidR="00744CF3">
        <w:rPr>
          <w:rFonts w:hint="cs"/>
          <w:rtl/>
          <w:lang w:bidi="fa-IR"/>
        </w:rPr>
        <w:t>ی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آن را دارد كه علم به وزن آب دجله را به پشه</w:t>
      </w:r>
      <w:r w:rsidR="00164EC6">
        <w:rPr>
          <w:rtl/>
          <w:lang w:bidi="fa-IR"/>
        </w:rPr>
        <w:t xml:space="preserve"> ‌</w:t>
      </w:r>
      <w:r w:rsidRPr="00E8659C">
        <w:rPr>
          <w:rtl/>
          <w:lang w:bidi="fa-IR"/>
        </w:rPr>
        <w:t>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عطا كند</w:t>
      </w:r>
      <w:r w:rsidR="004851C8">
        <w:rPr>
          <w:rtl/>
          <w:lang w:bidi="fa-IR"/>
        </w:rPr>
        <w:t>؟</w:t>
      </w:r>
      <w:r w:rsidRPr="00E8659C">
        <w:rPr>
          <w:rtl/>
          <w:lang w:bidi="fa-IR"/>
        </w:rPr>
        <w:t xml:space="preserve"> گفتم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آر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خدا قادر است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فرمودند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من نزد خدا از پشه و از بيشترمخلوقاتش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گرام</w:t>
      </w:r>
      <w:r w:rsidR="00F456F0">
        <w:rPr>
          <w:rtl/>
          <w:lang w:bidi="fa-IR"/>
        </w:rPr>
        <w:t xml:space="preserve">ی </w:t>
      </w:r>
      <w:r w:rsidR="00164EC6">
        <w:rPr>
          <w:rtl/>
          <w:lang w:bidi="fa-IR"/>
        </w:rPr>
        <w:t xml:space="preserve"> ‌</w:t>
      </w:r>
      <w:r w:rsidRPr="00E8659C">
        <w:rPr>
          <w:rtl/>
          <w:lang w:bidi="fa-IR"/>
        </w:rPr>
        <w:t>ترم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256F60" w:rsidRPr="006249D9">
        <w:rPr>
          <w:rStyle w:val="libFootnotenumChar"/>
          <w:rtl/>
        </w:rPr>
        <w:t>1</w:t>
      </w:r>
      <w:r w:rsidR="00FA474B" w:rsidRPr="006249D9">
        <w:rPr>
          <w:rStyle w:val="libFootnotenumChar"/>
          <w:rtl/>
        </w:rPr>
        <w:t>3</w:t>
      </w:r>
      <w:r w:rsidRPr="006249D9">
        <w:rPr>
          <w:rStyle w:val="libFootnotenumChar"/>
          <w:rtl/>
        </w:rPr>
        <w:t>)</w:t>
      </w:r>
    </w:p>
    <w:p w:rsidR="00744CF3" w:rsidRDefault="00E8659C" w:rsidP="00744CF3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عل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بن حسان واسط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گويد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تعداد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اسباب باز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همراه برداشتم و گفتم آنهارا برا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آن حضرت هديه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برم</w:t>
      </w:r>
      <w:r w:rsidR="00E12C63">
        <w:rPr>
          <w:rtl/>
          <w:lang w:bidi="fa-IR"/>
        </w:rPr>
        <w:t>!</w:t>
      </w:r>
      <w:r w:rsidRPr="00E8659C">
        <w:rPr>
          <w:rtl/>
          <w:lang w:bidi="fa-IR"/>
        </w:rPr>
        <w:t xml:space="preserve"> (خدمت آن عزيز شرفياب شدم و مردم مسائل خود را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پرسيدند و او پاسخ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داد) چون پرسشهايشان پايان يافت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رفتند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امام برخاستند ورفتند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من نيز به دنبال او رفتم و بوسيله خادمش اجازه ملاقات گرفتم و داخل شدم.</w:t>
      </w:r>
    </w:p>
    <w:p w:rsidR="00E8659C" w:rsidRPr="00E8659C" w:rsidRDefault="00E8659C" w:rsidP="00744CF3">
      <w:pPr>
        <w:pStyle w:val="libNormal"/>
        <w:rPr>
          <w:lang w:bidi="fa-IR"/>
        </w:rPr>
      </w:pPr>
      <w:r w:rsidRPr="00E8659C">
        <w:rPr>
          <w:rtl/>
          <w:lang w:bidi="fa-IR"/>
        </w:rPr>
        <w:t>سلام كردم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جواب سلام دادند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اما ناراحت به نظر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رسيدند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به من نيز اجازه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نشستن ندادند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پيش رفتم و اسباب بازيها را نزد او نهادم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خشمگين به من نگاه كرد، و اسباب بازيها را به چپ وراست پرتاب نمود و فرمودند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خدا مرا برا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باز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نيافريده است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مرا با باز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چه كار</w:t>
      </w:r>
      <w:r w:rsidR="004851C8">
        <w:rPr>
          <w:rtl/>
          <w:lang w:bidi="fa-IR"/>
        </w:rPr>
        <w:t>؟</w:t>
      </w:r>
      <w:r w:rsidR="00E12C63">
        <w:rPr>
          <w:rtl/>
          <w:lang w:bidi="fa-IR"/>
        </w:rPr>
        <w:t>!</w:t>
      </w:r>
      <w:r w:rsidRPr="00E8659C">
        <w:rPr>
          <w:rtl/>
          <w:lang w:bidi="fa-IR"/>
        </w:rPr>
        <w:t xml:space="preserve"> من اسباب بازيها را برداشتم و از آنبزرگوار طلب بخشش كردم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او پذيرفت و مرا عفو كرد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بيرون آمدم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256F60" w:rsidRPr="006249D9">
        <w:rPr>
          <w:rStyle w:val="libFootnotenumChar"/>
          <w:rtl/>
        </w:rPr>
        <w:t>1</w:t>
      </w:r>
      <w:r w:rsidR="00506E9B" w:rsidRPr="006249D9">
        <w:rPr>
          <w:rStyle w:val="libFootnotenumChar"/>
          <w:rtl/>
        </w:rPr>
        <w:t>4</w:t>
      </w:r>
      <w:r w:rsidRPr="006249D9">
        <w:rPr>
          <w:rStyle w:val="libFootnotenumChar"/>
          <w:rtl/>
        </w:rPr>
        <w:t>)</w:t>
      </w:r>
    </w:p>
    <w:p w:rsidR="00E8659C" w:rsidRPr="00E8659C" w:rsidRDefault="00744CF3" w:rsidP="00E8659C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E8659C" w:rsidRDefault="00E8659C" w:rsidP="00744CF3">
      <w:pPr>
        <w:pStyle w:val="Heading2"/>
        <w:rPr>
          <w:rtl/>
          <w:lang w:bidi="fa-IR"/>
        </w:rPr>
      </w:pPr>
      <w:bookmarkStart w:id="3" w:name="_Toc487273777"/>
      <w:r w:rsidRPr="00E8659C">
        <w:rPr>
          <w:rtl/>
          <w:lang w:bidi="fa-IR"/>
        </w:rPr>
        <w:t>پاره 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اخبار غيب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كرامات</w:t>
      </w:r>
      <w:bookmarkEnd w:id="3"/>
    </w:p>
    <w:p w:rsidR="00744CF3" w:rsidRDefault="00256F60" w:rsidP="00E8659C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پس از شهادت امام رضا </w:t>
      </w:r>
      <w:r w:rsidR="00366A7F" w:rsidRPr="00366A7F">
        <w:rPr>
          <w:rStyle w:val="libAlaemChar"/>
          <w:rtl/>
        </w:rPr>
        <w:t>عليها‌السلام‌</w:t>
      </w:r>
      <w:r w:rsidR="004851C8">
        <w:rPr>
          <w:rtl/>
          <w:lang w:bidi="fa-IR"/>
        </w:rPr>
        <w:t>،</w:t>
      </w:r>
      <w:r w:rsidR="00B84FED">
        <w:rPr>
          <w:rFonts w:hint="cs"/>
          <w:rtl/>
          <w:lang w:bidi="fa-IR"/>
        </w:rPr>
        <w:t xml:space="preserve"> </w:t>
      </w:r>
      <w:r w:rsidR="00E8659C" w:rsidRPr="00E8659C">
        <w:rPr>
          <w:rtl/>
          <w:lang w:bidi="fa-IR"/>
        </w:rPr>
        <w:t>هشتاد نفر از دانشمندان وفقها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بغداد و شهرها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ديگر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برا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انجام مراسم حج به مكه</w:t>
      </w:r>
      <w:r w:rsidR="00744CF3">
        <w:rPr>
          <w:rFonts w:hint="cs"/>
          <w:rtl/>
          <w:lang w:bidi="fa-IR"/>
        </w:rPr>
        <w:t xml:space="preserve"> </w:t>
      </w:r>
      <w:r w:rsidR="00E8659C" w:rsidRPr="00E8659C">
        <w:rPr>
          <w:rtl/>
          <w:lang w:bidi="fa-IR"/>
        </w:rPr>
        <w:t>سفر كردند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در سر راه خويش به مدينه وارد شدند تا امام جواد </w:t>
      </w:r>
      <w:r w:rsidR="00366A7F" w:rsidRPr="00366A7F">
        <w:rPr>
          <w:rStyle w:val="libAlaemChar"/>
          <w:rtl/>
        </w:rPr>
        <w:t>عليها‌السلام‌</w:t>
      </w:r>
      <w:r w:rsidR="00E8659C" w:rsidRPr="00E8659C">
        <w:rPr>
          <w:rtl/>
          <w:lang w:bidi="fa-IR"/>
        </w:rPr>
        <w:t xml:space="preserve"> را نيز ملاقات نمايند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و در خانه 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 xml:space="preserve">امام صادق </w:t>
      </w:r>
      <w:r w:rsidR="00366A7F" w:rsidRPr="00366A7F">
        <w:rPr>
          <w:rStyle w:val="libAlaemChar"/>
          <w:rtl/>
        </w:rPr>
        <w:t>عليها‌السلام‌</w:t>
      </w:r>
      <w:r w:rsidR="00E8659C" w:rsidRPr="00E8659C">
        <w:rPr>
          <w:rtl/>
          <w:lang w:bidi="fa-IR"/>
        </w:rPr>
        <w:t xml:space="preserve"> كه خال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بودفرود آمدند</w:t>
      </w:r>
      <w:r w:rsidR="004851C8">
        <w:rPr>
          <w:rtl/>
          <w:lang w:bidi="fa-IR"/>
        </w:rPr>
        <w:t>....</w:t>
      </w:r>
      <w:r w:rsidR="00E8659C" w:rsidRPr="00E8659C">
        <w:rPr>
          <w:rtl/>
          <w:lang w:bidi="fa-IR"/>
        </w:rPr>
        <w:t xml:space="preserve"> امام </w:t>
      </w:r>
      <w:r w:rsidR="00366A7F" w:rsidRPr="00366A7F">
        <w:rPr>
          <w:rStyle w:val="libAlaemChar"/>
          <w:rtl/>
        </w:rPr>
        <w:t>عليها‌السلام‌</w:t>
      </w:r>
      <w:r w:rsidR="00E8659C" w:rsidRPr="00E8659C">
        <w:rPr>
          <w:rtl/>
          <w:lang w:bidi="fa-IR"/>
        </w:rPr>
        <w:t xml:space="preserve"> كه خردسال بود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وارد مجلس آنان شد</w:t>
      </w:r>
      <w:r w:rsidR="004851C8">
        <w:rPr>
          <w:rtl/>
          <w:lang w:bidi="fa-IR"/>
        </w:rPr>
        <w:t>،</w:t>
      </w:r>
      <w:r w:rsidR="00744CF3">
        <w:rPr>
          <w:rFonts w:hint="cs"/>
          <w:rtl/>
          <w:lang w:bidi="fa-IR"/>
        </w:rPr>
        <w:t xml:space="preserve"> </w:t>
      </w:r>
      <w:r w:rsidR="00E8659C" w:rsidRPr="00E8659C">
        <w:rPr>
          <w:rtl/>
          <w:lang w:bidi="fa-IR"/>
        </w:rPr>
        <w:t>شخص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به نام موفق او را به حاضران معرف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كرد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همه به احترام برخاستند و سلام</w:t>
      </w:r>
      <w:r w:rsidR="00744CF3">
        <w:rPr>
          <w:rFonts w:hint="cs"/>
          <w:rtl/>
          <w:lang w:bidi="fa-IR"/>
        </w:rPr>
        <w:t xml:space="preserve"> </w:t>
      </w:r>
      <w:r w:rsidR="00E8659C" w:rsidRPr="00E8659C">
        <w:rPr>
          <w:rtl/>
          <w:lang w:bidi="fa-IR"/>
        </w:rPr>
        <w:t>كردند</w:t>
      </w:r>
      <w:r w:rsidR="004851C8">
        <w:rPr>
          <w:rtl/>
          <w:lang w:bidi="fa-IR"/>
        </w:rPr>
        <w:t>.</w:t>
      </w:r>
    </w:p>
    <w:p w:rsidR="00F23AFF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آنگاه پرسشهاي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عنوان شد كه امام به خوب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پاسخ داد و همگان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خوشحال شدند</w:t>
      </w:r>
      <w:r w:rsidR="004851C8">
        <w:rPr>
          <w:rtl/>
          <w:lang w:bidi="fa-IR"/>
        </w:rPr>
        <w:t>،</w:t>
      </w:r>
      <w:r w:rsidR="00F23AFF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و آن حضرت را ستودند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دعا كردند</w:t>
      </w:r>
      <w:r w:rsidR="004851C8">
        <w:rPr>
          <w:rtl/>
          <w:lang w:bidi="fa-IR"/>
        </w:rPr>
        <w:t>....</w:t>
      </w:r>
      <w:r w:rsidRPr="00E8659C">
        <w:rPr>
          <w:rtl/>
          <w:lang w:bidi="fa-IR"/>
        </w:rPr>
        <w:t xml:space="preserve"> يكتن از آنان به نام اسحق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گويد: من نيز در نامه 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ده مسأله نوشتم تا از آن حضرت بپرسم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با خود گفتم اگر آنبزرگوار به پرسشها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من پاسخ داد از او تقاضا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كنم كه دعا كند خداوند فرزند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راكه همسرم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حامله است پسر قرار دهد</w:t>
      </w:r>
      <w:r w:rsidR="004851C8">
        <w:rPr>
          <w:rtl/>
          <w:lang w:bidi="fa-IR"/>
        </w:rPr>
        <w:t>.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مجلس به طول انجاميد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پيوسته از آن گرام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پرسيدند و او پاسخ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داد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برخاستم بروم تا روز بعد نامه 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خود را به آنحضرت بدهم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امام تا مرا ديد فرمود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اسحق</w:t>
      </w:r>
      <w:r w:rsidR="00E12C63">
        <w:rPr>
          <w:rtl/>
          <w:lang w:bidi="fa-IR"/>
        </w:rPr>
        <w:t>!</w:t>
      </w:r>
      <w:r w:rsidRPr="00E8659C">
        <w:rPr>
          <w:rtl/>
          <w:lang w:bidi="fa-IR"/>
        </w:rPr>
        <w:t xml:space="preserve"> خدا دعا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مرا مستجاب فرمود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نام</w:t>
      </w:r>
      <w:r w:rsidR="00B84FED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فرزندت را احمد بگذار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گفتم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سپاس خدا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را</w:t>
      </w:r>
      <w:r w:rsidR="00E12C63">
        <w:rPr>
          <w:rtl/>
          <w:lang w:bidi="fa-IR"/>
        </w:rPr>
        <w:t>!</w:t>
      </w:r>
      <w:r w:rsidRPr="00E8659C">
        <w:rPr>
          <w:rtl/>
          <w:lang w:bidi="fa-IR"/>
        </w:rPr>
        <w:t xml:space="preserve"> ب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ترديد اين همان حجت خداست</w:t>
      </w:r>
      <w:r w:rsidR="004851C8">
        <w:rPr>
          <w:rtl/>
          <w:lang w:bidi="fa-IR"/>
        </w:rPr>
        <w:t>.</w:t>
      </w:r>
      <w:r w:rsidR="00F23AFF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اسحق به وطن خود بازگشت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خداوند پسر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به او عنايت كرد و نام او را احمد نهاد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256F60" w:rsidRPr="006249D9">
        <w:rPr>
          <w:rStyle w:val="libFootnotenumChar"/>
          <w:rtl/>
        </w:rPr>
        <w:t>1</w:t>
      </w:r>
      <w:r w:rsidR="00506E9B" w:rsidRPr="006249D9">
        <w:rPr>
          <w:rStyle w:val="libFootnotenumChar"/>
          <w:rtl/>
        </w:rPr>
        <w:t>5</w:t>
      </w:r>
      <w:r w:rsidRPr="006249D9">
        <w:rPr>
          <w:rStyle w:val="libFootnotenumChar"/>
          <w:rtl/>
        </w:rPr>
        <w:t>)</w:t>
      </w:r>
    </w:p>
    <w:p w:rsidR="00F23AFF" w:rsidRDefault="005631DD" w:rsidP="00E8659C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عمران بن محمد اشعر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م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گويد</w:t>
      </w:r>
      <w:r w:rsidR="004851C8">
        <w:rPr>
          <w:rtl/>
          <w:lang w:bidi="fa-IR"/>
        </w:rPr>
        <w:t>:</w:t>
      </w:r>
      <w:r w:rsidR="00E8659C" w:rsidRPr="00E8659C">
        <w:rPr>
          <w:rtl/>
          <w:lang w:bidi="fa-IR"/>
        </w:rPr>
        <w:t xml:space="preserve"> خدمت امام جواد </w:t>
      </w:r>
      <w:r w:rsidR="00366A7F" w:rsidRPr="00366A7F">
        <w:rPr>
          <w:rStyle w:val="libAlaemChar"/>
          <w:rtl/>
        </w:rPr>
        <w:t>عليها‌السلام‌</w:t>
      </w:r>
      <w:r w:rsidR="00E8659C" w:rsidRPr="00E8659C">
        <w:rPr>
          <w:rtl/>
          <w:lang w:bidi="fa-IR"/>
        </w:rPr>
        <w:t xml:space="preserve"> شرفياب شدم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پس از انجام كارهايم به امام عرض كردم</w:t>
      </w:r>
      <w:r w:rsidR="004851C8">
        <w:rPr>
          <w:rtl/>
          <w:lang w:bidi="fa-IR"/>
        </w:rPr>
        <w:t>:</w:t>
      </w:r>
      <w:r w:rsidR="00E8659C" w:rsidRPr="00E8659C">
        <w:rPr>
          <w:rtl/>
          <w:lang w:bidi="fa-IR"/>
        </w:rPr>
        <w:t xml:space="preserve"> ام الحسن به شما سلامرساند و خواهش كرد يك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از لباس</w:t>
      </w:r>
      <w:r w:rsidR="00164EC6">
        <w:rPr>
          <w:rtl/>
          <w:lang w:bidi="fa-IR"/>
        </w:rPr>
        <w:t xml:space="preserve"> ‌</w:t>
      </w:r>
      <w:r w:rsidR="00E8659C" w:rsidRPr="00E8659C">
        <w:rPr>
          <w:rtl/>
          <w:lang w:bidi="fa-IR"/>
        </w:rPr>
        <w:t>هايتان را برا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آنكه كفن خود سازد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عنايت فرمائيد</w:t>
      </w:r>
      <w:r w:rsidR="004851C8">
        <w:rPr>
          <w:rtl/>
          <w:lang w:bidi="fa-IR"/>
        </w:rPr>
        <w:t>.</w:t>
      </w:r>
      <w:r w:rsidR="00F23AFF">
        <w:rPr>
          <w:rFonts w:hint="cs"/>
          <w:rtl/>
          <w:lang w:bidi="fa-IR"/>
        </w:rPr>
        <w:t xml:space="preserve"> </w:t>
      </w:r>
      <w:r w:rsidR="00E8659C" w:rsidRPr="00E8659C">
        <w:rPr>
          <w:rtl/>
          <w:lang w:bidi="fa-IR"/>
        </w:rPr>
        <w:t>امام فرمود</w:t>
      </w:r>
      <w:r w:rsidR="004851C8">
        <w:rPr>
          <w:rtl/>
          <w:lang w:bidi="fa-IR"/>
        </w:rPr>
        <w:t>:</w:t>
      </w:r>
      <w:r w:rsidR="00E8659C" w:rsidRPr="00E8659C">
        <w:rPr>
          <w:rtl/>
          <w:lang w:bidi="fa-IR"/>
        </w:rPr>
        <w:t xml:space="preserve"> او از اين كار ب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نياز شد</w:t>
      </w:r>
      <w:r w:rsidR="004851C8">
        <w:rPr>
          <w:rtl/>
          <w:lang w:bidi="fa-IR"/>
        </w:rPr>
        <w:t>.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من به منزل بازگشتم و نفهميدم منظور اماماز اين سخن چه بوده است تا آنكه خبر رسيد ام الحسن سيزده يا چهارده روز پيش ازآن هنگام كه من خدمت امام بودم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درگذشته است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256F60" w:rsidRPr="006249D9">
        <w:rPr>
          <w:rStyle w:val="libFootnotenumChar"/>
          <w:rtl/>
        </w:rPr>
        <w:t>1</w:t>
      </w:r>
      <w:r w:rsidR="00506E9B" w:rsidRPr="006249D9">
        <w:rPr>
          <w:rStyle w:val="libFootnotenumChar"/>
          <w:rtl/>
        </w:rPr>
        <w:t>6</w:t>
      </w:r>
      <w:r w:rsidRPr="006249D9">
        <w:rPr>
          <w:rStyle w:val="libFootnotenumChar"/>
          <w:rtl/>
        </w:rPr>
        <w:t>)</w:t>
      </w:r>
    </w:p>
    <w:p w:rsidR="00E8659C" w:rsidRPr="00E8659C" w:rsidRDefault="00FA474B" w:rsidP="00E8659C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t>3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احمد بن حديد م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گويد</w:t>
      </w:r>
      <w:r w:rsidR="004851C8">
        <w:rPr>
          <w:rtl/>
          <w:lang w:bidi="fa-IR"/>
        </w:rPr>
        <w:t>:</w:t>
      </w:r>
      <w:r w:rsidR="00E8659C" w:rsidRPr="00E8659C">
        <w:rPr>
          <w:rtl/>
          <w:lang w:bidi="fa-IR"/>
        </w:rPr>
        <w:t xml:space="preserve"> با گروه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برا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انجام مراسم حج م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رفتيم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راهزنانراه بر ما بستند و اموالمان را بردند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چون به مدينه رسيديم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امام جواد </w:t>
      </w:r>
      <w:r w:rsidR="00366A7F" w:rsidRPr="00366A7F">
        <w:rPr>
          <w:rStyle w:val="libAlaemChar"/>
          <w:rtl/>
        </w:rPr>
        <w:t>عليه‌السلام‌</w:t>
      </w:r>
      <w:r w:rsidR="00E8659C" w:rsidRPr="00E8659C">
        <w:rPr>
          <w:rtl/>
          <w:lang w:bidi="fa-IR"/>
        </w:rPr>
        <w:t xml:space="preserve"> را در كوچه ي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ملاقات كردم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و به منزل آن گرام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رفتم و داستان را به</w:t>
      </w:r>
      <w:r w:rsidR="00F23AFF">
        <w:rPr>
          <w:rFonts w:hint="cs"/>
          <w:rtl/>
          <w:lang w:bidi="fa-IR"/>
        </w:rPr>
        <w:t xml:space="preserve"> </w:t>
      </w:r>
      <w:r w:rsidR="00E8659C" w:rsidRPr="00E8659C">
        <w:rPr>
          <w:rtl/>
          <w:lang w:bidi="fa-IR"/>
        </w:rPr>
        <w:t>عرض امام رساندم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فرمان دادند لباس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و پول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برايم آوردند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و فرمود پول را ميان</w:t>
      </w:r>
      <w:r w:rsidR="00464669">
        <w:rPr>
          <w:rFonts w:hint="cs"/>
          <w:rtl/>
          <w:lang w:bidi="fa-IR"/>
        </w:rPr>
        <w:t xml:space="preserve"> </w:t>
      </w:r>
      <w:r w:rsidR="00E8659C" w:rsidRPr="00E8659C">
        <w:rPr>
          <w:rtl/>
          <w:lang w:bidi="fa-IR"/>
        </w:rPr>
        <w:t>همراهان خويش به همان مقدار كه دزدها از آنان برده اند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تقسيم كن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پس از آنكه</w:t>
      </w:r>
      <w:r w:rsidR="00464669">
        <w:rPr>
          <w:rFonts w:hint="cs"/>
          <w:rtl/>
          <w:lang w:bidi="fa-IR"/>
        </w:rPr>
        <w:t xml:space="preserve"> </w:t>
      </w:r>
      <w:r w:rsidR="00E8659C" w:rsidRPr="00E8659C">
        <w:rPr>
          <w:rtl/>
          <w:lang w:bidi="fa-IR"/>
        </w:rPr>
        <w:t>تقسيم كردم دريافتم پول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 xml:space="preserve">كه امام </w:t>
      </w:r>
      <w:r w:rsidR="00366A7F" w:rsidRPr="00366A7F">
        <w:rPr>
          <w:rStyle w:val="libAlaemChar"/>
          <w:rtl/>
        </w:rPr>
        <w:t>عليها‌السلام‌</w:t>
      </w:r>
      <w:r w:rsidR="00E8659C" w:rsidRPr="00E8659C">
        <w:rPr>
          <w:rtl/>
          <w:lang w:bidi="fa-IR"/>
        </w:rPr>
        <w:t xml:space="preserve"> عطا كرده بود درست به همان</w:t>
      </w:r>
      <w:r w:rsidR="00464669">
        <w:rPr>
          <w:rFonts w:hint="cs"/>
          <w:rtl/>
          <w:lang w:bidi="fa-IR"/>
        </w:rPr>
        <w:t xml:space="preserve"> </w:t>
      </w:r>
      <w:r w:rsidR="00E8659C" w:rsidRPr="00E8659C">
        <w:rPr>
          <w:rtl/>
          <w:lang w:bidi="fa-IR"/>
        </w:rPr>
        <w:t>اندازه بود كه دزدها برده بودند نه كمتر و نه بيشتر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</w:t>
      </w:r>
      <w:r w:rsidR="00E8659C" w:rsidRPr="006249D9">
        <w:rPr>
          <w:rStyle w:val="libFootnotenumChar"/>
          <w:rtl/>
        </w:rPr>
        <w:t>(</w:t>
      </w:r>
      <w:r w:rsidR="00256F60" w:rsidRPr="006249D9">
        <w:rPr>
          <w:rStyle w:val="libFootnotenumChar"/>
          <w:rtl/>
        </w:rPr>
        <w:t>1</w:t>
      </w:r>
      <w:r w:rsidR="00506E9B" w:rsidRPr="006249D9">
        <w:rPr>
          <w:rStyle w:val="libFootnotenumChar"/>
          <w:rtl/>
        </w:rPr>
        <w:t>7</w:t>
      </w:r>
      <w:r w:rsidR="00E8659C" w:rsidRPr="006249D9">
        <w:rPr>
          <w:rStyle w:val="libFootnotenumChar"/>
          <w:rtl/>
        </w:rPr>
        <w:t>)</w:t>
      </w:r>
    </w:p>
    <w:p w:rsidR="00464669" w:rsidRDefault="00506E9B" w:rsidP="00E8659C">
      <w:pPr>
        <w:pStyle w:val="libNormal"/>
        <w:rPr>
          <w:rtl/>
          <w:lang w:bidi="fa-IR"/>
        </w:rPr>
      </w:pPr>
      <w:r>
        <w:rPr>
          <w:rtl/>
          <w:lang w:bidi="fa-IR"/>
        </w:rPr>
        <w:t>4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محمد بن سهل قم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م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گويد</w:t>
      </w:r>
      <w:r w:rsidR="004851C8">
        <w:rPr>
          <w:rtl/>
          <w:lang w:bidi="fa-IR"/>
        </w:rPr>
        <w:t>:</w:t>
      </w:r>
      <w:r w:rsidR="00E8659C" w:rsidRPr="00E8659C">
        <w:rPr>
          <w:rtl/>
          <w:lang w:bidi="fa-IR"/>
        </w:rPr>
        <w:t xml:space="preserve"> در مكه مجاور شده بودم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و به مدينه رفتم و برامام جواد </w:t>
      </w:r>
      <w:r w:rsidR="00366A7F" w:rsidRPr="00366A7F">
        <w:rPr>
          <w:rStyle w:val="libAlaemChar"/>
          <w:rtl/>
        </w:rPr>
        <w:t>عليها‌السلام‌</w:t>
      </w:r>
      <w:r w:rsidR="00E8659C" w:rsidRPr="00E8659C">
        <w:rPr>
          <w:rtl/>
          <w:lang w:bidi="fa-IR"/>
        </w:rPr>
        <w:t xml:space="preserve"> وارد شدم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م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خواستم از امام لباس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تقاضا كنم اماتا هنگام خداحافظ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نشد كه تقاضا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خود را ابراز دارم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با خود انديشيدم كه تقاضاي</w:t>
      </w:r>
      <w:r w:rsidR="00464669">
        <w:rPr>
          <w:rFonts w:hint="cs"/>
          <w:rtl/>
          <w:lang w:bidi="fa-IR"/>
        </w:rPr>
        <w:t xml:space="preserve"> </w:t>
      </w:r>
      <w:r w:rsidR="00E8659C" w:rsidRPr="00E8659C">
        <w:rPr>
          <w:rtl/>
          <w:lang w:bidi="fa-IR"/>
        </w:rPr>
        <w:t>مرا در نامه ي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به آن حضرت بنويسم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و همين كار را كردم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آنگاه به مسجد رسول خدا </w:t>
      </w:r>
      <w:r w:rsidR="00E954A2" w:rsidRPr="00E954A2">
        <w:rPr>
          <w:rStyle w:val="libAlaemChar"/>
          <w:rtl/>
        </w:rPr>
        <w:t>صلى‌الله‌عليه‌وآله‌وسلم</w:t>
      </w:r>
      <w:r w:rsidR="00E8659C" w:rsidRPr="00E8659C">
        <w:rPr>
          <w:rtl/>
          <w:lang w:bidi="fa-IR"/>
        </w:rPr>
        <w:t xml:space="preserve"> رفتم و با خود قرار گذاشتم كه دو ركعت نماز بخوانم و صد بار ازخدا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متعال خير و صلاح بطلبم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اگر به قلبم الهام شد كه نامه را برا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امام بفرستم و</w:t>
      </w:r>
      <w:r w:rsidR="00464669">
        <w:rPr>
          <w:rFonts w:hint="cs"/>
          <w:rtl/>
          <w:lang w:bidi="fa-IR"/>
        </w:rPr>
        <w:t xml:space="preserve"> </w:t>
      </w:r>
      <w:r w:rsidR="00E8659C" w:rsidRPr="00E8659C">
        <w:rPr>
          <w:rtl/>
          <w:lang w:bidi="fa-IR"/>
        </w:rPr>
        <w:t>اگر نه نامه را پاره كنم</w:t>
      </w:r>
      <w:r w:rsidR="004851C8">
        <w:rPr>
          <w:rtl/>
          <w:lang w:bidi="fa-IR"/>
        </w:rPr>
        <w:t>.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چنان كردم و به قلبم گذشت كه نامه را نفرستم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نامه راپاره كرده به سو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مكه رهسپار شدم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در اين حال شخص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را ديدم دستمال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در دست و لباس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در آن دارد و ميان كاروانيان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مرا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جويد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به من رسيد و گفت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مولايت اين لباس را برايت فرستاده است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256F60" w:rsidRPr="006249D9">
        <w:rPr>
          <w:rStyle w:val="libFootnotenumChar"/>
          <w:rtl/>
        </w:rPr>
        <w:t>1</w:t>
      </w:r>
      <w:r w:rsidR="00A35C10" w:rsidRPr="006249D9">
        <w:rPr>
          <w:rStyle w:val="libFootnotenumChar"/>
          <w:rtl/>
        </w:rPr>
        <w:t>8</w:t>
      </w:r>
      <w:r w:rsidRPr="006249D9">
        <w:rPr>
          <w:rStyle w:val="libFootnotenumChar"/>
          <w:rtl/>
        </w:rPr>
        <w:t>)</w:t>
      </w:r>
    </w:p>
    <w:p w:rsidR="00BF0109" w:rsidRDefault="00506E9B" w:rsidP="00242CED">
      <w:pPr>
        <w:pStyle w:val="libNormal"/>
        <w:rPr>
          <w:rtl/>
          <w:lang w:bidi="fa-IR"/>
        </w:rPr>
      </w:pPr>
      <w:r>
        <w:rPr>
          <w:rtl/>
          <w:lang w:bidi="fa-IR"/>
        </w:rPr>
        <w:t>5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مأمون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امام جواد </w:t>
      </w:r>
      <w:r w:rsidR="00366A7F" w:rsidRPr="00366A7F">
        <w:rPr>
          <w:rStyle w:val="libAlaemChar"/>
          <w:rtl/>
        </w:rPr>
        <w:t>عليها‌السلام‌</w:t>
      </w:r>
      <w:r w:rsidR="00E8659C" w:rsidRPr="00E8659C">
        <w:rPr>
          <w:rtl/>
          <w:lang w:bidi="fa-IR"/>
        </w:rPr>
        <w:t xml:space="preserve"> را به بغداد آورد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و دختر خود را به</w:t>
      </w:r>
      <w:r w:rsidR="00242CED">
        <w:rPr>
          <w:rFonts w:hint="cs"/>
          <w:rtl/>
          <w:lang w:bidi="fa-IR"/>
        </w:rPr>
        <w:t xml:space="preserve"> ه</w:t>
      </w:r>
      <w:r w:rsidR="00E8659C" w:rsidRPr="00E8659C">
        <w:rPr>
          <w:rtl/>
          <w:lang w:bidi="fa-IR"/>
        </w:rPr>
        <w:t>مسر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او درآورد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ول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 xml:space="preserve">امام </w:t>
      </w:r>
      <w:r w:rsidR="00366A7F" w:rsidRPr="00366A7F">
        <w:rPr>
          <w:rStyle w:val="libAlaemChar"/>
          <w:rtl/>
        </w:rPr>
        <w:t>عليها‌السلام‌</w:t>
      </w:r>
      <w:r w:rsidR="00E8659C" w:rsidRPr="00E8659C">
        <w:rPr>
          <w:rtl/>
          <w:lang w:bidi="fa-IR"/>
        </w:rPr>
        <w:t xml:space="preserve"> در بغداد نماند و با همسرش به</w:t>
      </w:r>
      <w:r w:rsidR="00242CED">
        <w:rPr>
          <w:rFonts w:hint="cs"/>
          <w:rtl/>
          <w:lang w:bidi="fa-IR"/>
        </w:rPr>
        <w:t xml:space="preserve"> </w:t>
      </w:r>
      <w:r w:rsidR="00E8659C" w:rsidRPr="00E8659C">
        <w:rPr>
          <w:rtl/>
          <w:lang w:bidi="fa-IR"/>
        </w:rPr>
        <w:t>مدينه بازگشت</w:t>
      </w:r>
      <w:r w:rsidR="004851C8">
        <w:rPr>
          <w:rtl/>
          <w:lang w:bidi="fa-IR"/>
        </w:rPr>
        <w:t>.</w:t>
      </w:r>
    </w:p>
    <w:p w:rsidR="00242CED" w:rsidRDefault="00E8659C" w:rsidP="00242CED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به هنگام بازگشت گروه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مردم برا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وداع و خداحافظ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امام را تا</w:t>
      </w:r>
      <w:r w:rsidR="00242CED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خارج شهر بدرقه كردند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هنگام نماز مغرب به محل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مسجد قديم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داشت رسيدند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امامبه آن مسجد رفت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تا نماز مغرب بگزارد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در صحن سرا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مسجد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درخت سدر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بود كه تا آن</w:t>
      </w:r>
      <w:r w:rsidR="00242CED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هنگام ميوه نداده بود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آن گرام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آب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خواست و به بن درخت وضو ساخت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نماز مغرب</w:t>
      </w:r>
      <w:r w:rsidR="00242CED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را به جماعت بجا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آورد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پس از آن چهار ركعت نافله خواند و سجده 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شكر كرد</w:t>
      </w:r>
      <w:r w:rsidR="004851C8">
        <w:rPr>
          <w:rtl/>
          <w:lang w:bidi="fa-IR"/>
        </w:rPr>
        <w:t>،</w:t>
      </w:r>
      <w:r w:rsidR="00242CED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آنگاه با مردم خداحافظ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فرمود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رفت</w:t>
      </w:r>
      <w:r w:rsidR="004851C8">
        <w:rPr>
          <w:rtl/>
          <w:lang w:bidi="fa-IR"/>
        </w:rPr>
        <w:t>.</w:t>
      </w:r>
    </w:p>
    <w:p w:rsidR="00E8659C" w:rsidRPr="00E8659C" w:rsidRDefault="00E8659C" w:rsidP="00242CED">
      <w:pPr>
        <w:pStyle w:val="libNormal"/>
        <w:rPr>
          <w:lang w:bidi="fa-IR"/>
        </w:rPr>
      </w:pPr>
      <w:r w:rsidRPr="00E8659C">
        <w:rPr>
          <w:rtl/>
          <w:lang w:bidi="fa-IR"/>
        </w:rPr>
        <w:lastRenderedPageBreak/>
        <w:t>فردا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آن شب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درخت به بار نشست و ميوه</w:t>
      </w:r>
      <w:r w:rsidR="00242CED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خوب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داد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مردم از اين موضوع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بسيار تعجب كردند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256F60" w:rsidRPr="006249D9">
        <w:rPr>
          <w:rStyle w:val="libFootnotenumChar"/>
          <w:rtl/>
        </w:rPr>
        <w:t>1</w:t>
      </w:r>
      <w:r w:rsidR="003D2C90" w:rsidRPr="006249D9">
        <w:rPr>
          <w:rStyle w:val="libFootnotenumChar"/>
          <w:rtl/>
        </w:rPr>
        <w:t>9</w:t>
      </w:r>
      <w:r w:rsidRPr="006249D9">
        <w:rPr>
          <w:rStyle w:val="libFootnotenumChar"/>
          <w:rtl/>
        </w:rPr>
        <w:t>)</w:t>
      </w:r>
      <w:r w:rsidRPr="00E8659C">
        <w:rPr>
          <w:rtl/>
          <w:lang w:bidi="fa-IR"/>
        </w:rPr>
        <w:t xml:space="preserve"> از مرحوم شيخ مفيد نقل كرده</w:t>
      </w:r>
      <w:r w:rsidR="00164EC6">
        <w:rPr>
          <w:rtl/>
          <w:lang w:bidi="fa-IR"/>
        </w:rPr>
        <w:t xml:space="preserve"> ‌</w:t>
      </w:r>
      <w:r w:rsidRPr="00E8659C">
        <w:rPr>
          <w:rtl/>
          <w:lang w:bidi="fa-IR"/>
        </w:rPr>
        <w:t>اند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كه سالها بعد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خود اين درخت را ديده و از ميوه 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آن خورده است</w:t>
      </w:r>
      <w:r w:rsidR="004851C8">
        <w:rPr>
          <w:rtl/>
          <w:lang w:bidi="fa-IR"/>
        </w:rPr>
        <w:t>.</w:t>
      </w:r>
    </w:p>
    <w:p w:rsidR="00BF0109" w:rsidRDefault="00506E9B" w:rsidP="00E8659C">
      <w:pPr>
        <w:pStyle w:val="libNormal"/>
        <w:rPr>
          <w:rtl/>
          <w:lang w:bidi="fa-IR"/>
        </w:rPr>
      </w:pPr>
      <w:r>
        <w:rPr>
          <w:rtl/>
          <w:lang w:bidi="fa-IR"/>
        </w:rPr>
        <w:t>6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امية بن عل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م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گويد</w:t>
      </w:r>
      <w:r w:rsidR="004851C8">
        <w:rPr>
          <w:rtl/>
          <w:lang w:bidi="fa-IR"/>
        </w:rPr>
        <w:t>:</w:t>
      </w:r>
      <w:r w:rsidR="00E8659C" w:rsidRPr="00E8659C">
        <w:rPr>
          <w:rtl/>
          <w:lang w:bidi="fa-IR"/>
        </w:rPr>
        <w:t xml:space="preserve"> هنگام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 xml:space="preserve">كه امام رضا </w:t>
      </w:r>
      <w:r w:rsidR="00366A7F" w:rsidRPr="00366A7F">
        <w:rPr>
          <w:rStyle w:val="libAlaemChar"/>
          <w:rtl/>
        </w:rPr>
        <w:t>عليها‌السلام‌</w:t>
      </w:r>
      <w:r w:rsidR="00E8659C" w:rsidRPr="00E8659C">
        <w:rPr>
          <w:rtl/>
          <w:lang w:bidi="fa-IR"/>
        </w:rPr>
        <w:t xml:space="preserve"> درخراسان بودند من در مدينه م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 xml:space="preserve">زيستم و به خانه 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 xml:space="preserve">امام جواد </w:t>
      </w:r>
      <w:r w:rsidR="00366A7F" w:rsidRPr="00366A7F">
        <w:rPr>
          <w:rStyle w:val="libAlaemChar"/>
          <w:rtl/>
        </w:rPr>
        <w:t>عليها‌السلام‌</w:t>
      </w:r>
      <w:r w:rsidR="00E8659C" w:rsidRPr="00E8659C">
        <w:rPr>
          <w:rtl/>
          <w:lang w:bidi="fa-IR"/>
        </w:rPr>
        <w:t xml:space="preserve"> رفت</w:t>
      </w:r>
      <w:r w:rsidR="006A45CA">
        <w:rPr>
          <w:rFonts w:hint="cs"/>
          <w:rtl/>
          <w:lang w:bidi="fa-IR"/>
        </w:rPr>
        <w:t xml:space="preserve"> </w:t>
      </w:r>
      <w:r w:rsidR="00E8659C" w:rsidRPr="00E8659C">
        <w:rPr>
          <w:rtl/>
          <w:lang w:bidi="fa-IR"/>
        </w:rPr>
        <w:t>و آمد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داشتم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معمولا بستگان امام برا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عرض سلام م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آمدند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يك روز به كنيز خويش</w:t>
      </w:r>
      <w:r w:rsidR="006A45CA">
        <w:rPr>
          <w:rFonts w:hint="cs"/>
          <w:rtl/>
          <w:lang w:bidi="fa-IR"/>
        </w:rPr>
        <w:t xml:space="preserve"> </w:t>
      </w:r>
      <w:r w:rsidR="00E8659C" w:rsidRPr="00E8659C">
        <w:rPr>
          <w:rtl/>
          <w:lang w:bidi="fa-IR"/>
        </w:rPr>
        <w:t>فرمود به آنان (بانوان فاميل) بگويد برا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عزادار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آماده شوند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روز بعد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بار</w:t>
      </w:r>
      <w:r w:rsidR="006A45CA">
        <w:rPr>
          <w:rFonts w:hint="cs"/>
          <w:rtl/>
          <w:lang w:bidi="fa-IR"/>
        </w:rPr>
        <w:t xml:space="preserve"> </w:t>
      </w:r>
      <w:r w:rsidR="00E8659C" w:rsidRPr="00E8659C">
        <w:rPr>
          <w:rtl/>
          <w:lang w:bidi="fa-IR"/>
        </w:rPr>
        <w:t>ديگر امام به آنان گوشزد كرد كه برا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عزادار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آماده شوند</w:t>
      </w:r>
      <w:r w:rsidR="00E12C63">
        <w:rPr>
          <w:rtl/>
          <w:lang w:bidi="fa-IR"/>
        </w:rPr>
        <w:t>!</w:t>
      </w:r>
    </w:p>
    <w:p w:rsidR="00E8659C" w:rsidRPr="00E8659C" w:rsidRDefault="00E8659C" w:rsidP="006A45CA">
      <w:pPr>
        <w:pStyle w:val="libNormal"/>
        <w:rPr>
          <w:lang w:bidi="fa-IR"/>
        </w:rPr>
      </w:pPr>
      <w:r w:rsidRPr="00E8659C">
        <w:rPr>
          <w:rtl/>
          <w:lang w:bidi="fa-IR"/>
        </w:rPr>
        <w:t>پرسيدند برا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عزا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چه</w:t>
      </w:r>
      <w:r w:rsidR="00BF0109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كس</w:t>
      </w:r>
      <w:r w:rsidR="00F456F0">
        <w:rPr>
          <w:rtl/>
          <w:lang w:bidi="fa-IR"/>
        </w:rPr>
        <w:t>ی</w:t>
      </w:r>
      <w:r w:rsidR="004851C8">
        <w:rPr>
          <w:rtl/>
          <w:lang w:bidi="fa-IR"/>
        </w:rPr>
        <w:t>؟</w:t>
      </w:r>
      <w:r w:rsidRPr="00E8659C">
        <w:rPr>
          <w:rtl/>
          <w:lang w:bidi="fa-IR"/>
        </w:rPr>
        <w:t xml:space="preserve"> فرمود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عزا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بهترين انسان رو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زمين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مدت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بعد خبر شهادت امام رضا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آمد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معلوم شد همان روز كه امام جواد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فرموده</w:t>
      </w:r>
      <w:r w:rsidR="006A45CA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بود برا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عزادار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آماده شويد امام رضا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در خراسان به شهادت</w:t>
      </w:r>
      <w:r w:rsidR="00B60135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رسيده بود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5631DD" w:rsidRPr="006249D9">
        <w:rPr>
          <w:rStyle w:val="libFootnotenumChar"/>
          <w:rtl/>
        </w:rPr>
        <w:t>2</w:t>
      </w:r>
      <w:r w:rsidR="009072C7" w:rsidRPr="006249D9">
        <w:rPr>
          <w:rStyle w:val="libFootnotenumChar"/>
          <w:rtl/>
        </w:rPr>
        <w:t>0</w:t>
      </w:r>
      <w:r w:rsidRPr="006249D9">
        <w:rPr>
          <w:rStyle w:val="libFootnotenumChar"/>
          <w:rtl/>
        </w:rPr>
        <w:t>)</w:t>
      </w:r>
    </w:p>
    <w:p w:rsidR="00B60135" w:rsidRDefault="00506E9B" w:rsidP="00E8659C">
      <w:pPr>
        <w:pStyle w:val="libNormal"/>
        <w:rPr>
          <w:rtl/>
          <w:lang w:bidi="fa-IR"/>
        </w:rPr>
      </w:pPr>
      <w:r>
        <w:rPr>
          <w:rtl/>
          <w:lang w:bidi="fa-IR"/>
        </w:rPr>
        <w:t>7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عل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بن جرير م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گويد</w:t>
      </w:r>
      <w:r w:rsidR="004851C8">
        <w:rPr>
          <w:rtl/>
          <w:lang w:bidi="fa-IR"/>
        </w:rPr>
        <w:t>:</w:t>
      </w:r>
      <w:r w:rsidR="00E8659C" w:rsidRPr="00E8659C">
        <w:rPr>
          <w:rtl/>
          <w:lang w:bidi="fa-IR"/>
        </w:rPr>
        <w:t xml:space="preserve"> خدمت امام جواد </w:t>
      </w:r>
      <w:r w:rsidR="00366A7F" w:rsidRPr="00366A7F">
        <w:rPr>
          <w:rStyle w:val="libAlaemChar"/>
          <w:rtl/>
        </w:rPr>
        <w:t>عليها‌السلام‌</w:t>
      </w:r>
      <w:r w:rsidR="00E8659C" w:rsidRPr="00E8659C">
        <w:rPr>
          <w:rtl/>
          <w:lang w:bidi="fa-IR"/>
        </w:rPr>
        <w:t xml:space="preserve"> شرفياب بودم. گوسفند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از خان</w:t>
      </w:r>
      <w:r w:rsidR="00BB00AB">
        <w:rPr>
          <w:rtl/>
          <w:lang w:bidi="fa-IR"/>
        </w:rPr>
        <w:t>ه</w:t>
      </w:r>
      <w:r w:rsidR="00E8659C" w:rsidRPr="00E8659C">
        <w:rPr>
          <w:rtl/>
          <w:lang w:bidi="fa-IR"/>
        </w:rPr>
        <w:t xml:space="preserve"> امام </w:t>
      </w:r>
      <w:r w:rsidR="00366A7F" w:rsidRPr="00366A7F">
        <w:rPr>
          <w:rStyle w:val="libAlaemChar"/>
          <w:rtl/>
        </w:rPr>
        <w:t>عليها‌السلام‌</w:t>
      </w:r>
      <w:r w:rsidR="00E8659C" w:rsidRPr="00E8659C">
        <w:rPr>
          <w:rtl/>
          <w:lang w:bidi="fa-IR"/>
        </w:rPr>
        <w:t xml:space="preserve"> گم شده بود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يك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از همسايگان را به</w:t>
      </w:r>
      <w:r w:rsidR="00B60135">
        <w:rPr>
          <w:rFonts w:hint="cs"/>
          <w:rtl/>
          <w:lang w:bidi="fa-IR"/>
        </w:rPr>
        <w:t xml:space="preserve"> </w:t>
      </w:r>
      <w:r w:rsidR="00E8659C" w:rsidRPr="00E8659C">
        <w:rPr>
          <w:rtl/>
          <w:lang w:bidi="fa-IR"/>
        </w:rPr>
        <w:t>اتهام سرقت آن كشان كشان نزد امام آوردند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فرمود</w:t>
      </w:r>
      <w:r w:rsidR="004851C8">
        <w:rPr>
          <w:rtl/>
          <w:lang w:bidi="fa-IR"/>
        </w:rPr>
        <w:t>:</w:t>
      </w:r>
      <w:r w:rsidR="00E8659C" w:rsidRPr="00E8659C">
        <w:rPr>
          <w:rtl/>
          <w:lang w:bidi="fa-IR"/>
        </w:rPr>
        <w:t xml:space="preserve"> وا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بر شما</w:t>
      </w:r>
      <w:r w:rsidR="00E12C63">
        <w:rPr>
          <w:rtl/>
          <w:lang w:bidi="fa-IR"/>
        </w:rPr>
        <w:t>!</w:t>
      </w:r>
      <w:r w:rsidR="00E8659C" w:rsidRPr="00E8659C">
        <w:rPr>
          <w:rtl/>
          <w:lang w:bidi="fa-IR"/>
        </w:rPr>
        <w:t xml:space="preserve"> او را رها سازيد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گوسفند را او ندزديده است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هم اكنون</w:t>
      </w:r>
      <w:r w:rsidR="00B60135">
        <w:rPr>
          <w:rFonts w:hint="cs"/>
          <w:rtl/>
          <w:lang w:bidi="fa-IR"/>
        </w:rPr>
        <w:t xml:space="preserve"> </w:t>
      </w:r>
      <w:r w:rsidR="00E8659C" w:rsidRPr="00E8659C">
        <w:rPr>
          <w:rtl/>
          <w:lang w:bidi="fa-IR"/>
        </w:rPr>
        <w:t>گوسفند در فلان خانه است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برويد گوسفند را بگيريد</w:t>
      </w:r>
      <w:r w:rsidR="004851C8">
        <w:rPr>
          <w:rtl/>
          <w:lang w:bidi="fa-IR"/>
        </w:rPr>
        <w:t>.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به همان خانه 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امام</w:t>
      </w:r>
      <w:r w:rsidR="00B60135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فرموده بود رفتند و گوسفند را يافتند و صاحب خانه را به اتهام دزد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دستگير كرده وكتك زدند و لباسش را پاره كردند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اما او سوگند ياد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كرد كه گوسفند را ندزديده</w:t>
      </w:r>
      <w:r w:rsidR="00B60135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است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او را نزد امام آوردند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فرمود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وا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بر شما</w:t>
      </w:r>
      <w:r w:rsidR="00E12C63">
        <w:rPr>
          <w:rtl/>
          <w:lang w:bidi="fa-IR"/>
        </w:rPr>
        <w:t>!</w:t>
      </w:r>
      <w:r w:rsidRPr="00E8659C">
        <w:rPr>
          <w:rtl/>
          <w:lang w:bidi="fa-IR"/>
        </w:rPr>
        <w:t xml:space="preserve"> بر اين شخص ستم كرديد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گوسفند، خود به خود به خانه 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او وارد شده و او اطلاع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نداشته است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آنگاه امام برا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دلجوئ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جبران پاره شدن لباسش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مبلغ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به او عطا كرد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5631DD" w:rsidRPr="006249D9">
        <w:rPr>
          <w:rStyle w:val="libFootnotenumChar"/>
          <w:rtl/>
        </w:rPr>
        <w:t>2</w:t>
      </w:r>
      <w:r w:rsidR="00256F60" w:rsidRPr="006249D9">
        <w:rPr>
          <w:rStyle w:val="libFootnotenumChar"/>
          <w:rtl/>
        </w:rPr>
        <w:t>1</w:t>
      </w:r>
      <w:r w:rsidRPr="006249D9">
        <w:rPr>
          <w:rStyle w:val="libFootnotenumChar"/>
          <w:rtl/>
        </w:rPr>
        <w:t>)</w:t>
      </w:r>
    </w:p>
    <w:p w:rsidR="00A2644B" w:rsidRDefault="00A35C10" w:rsidP="00E8659C">
      <w:pPr>
        <w:pStyle w:val="libNormal"/>
        <w:rPr>
          <w:rtl/>
          <w:lang w:bidi="fa-IR"/>
        </w:rPr>
      </w:pPr>
      <w:r>
        <w:rPr>
          <w:rtl/>
          <w:lang w:bidi="fa-IR"/>
        </w:rPr>
        <w:t>8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عل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بن خالد م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گويد</w:t>
      </w:r>
      <w:r w:rsidR="004851C8">
        <w:rPr>
          <w:rtl/>
          <w:lang w:bidi="fa-IR"/>
        </w:rPr>
        <w:t>:</w:t>
      </w:r>
      <w:r w:rsidR="00E8659C" w:rsidRPr="00E8659C">
        <w:rPr>
          <w:rtl/>
          <w:lang w:bidi="fa-IR"/>
        </w:rPr>
        <w:t xml:space="preserve"> در سامراء خبر شدم كه مرد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را با قيد و بند از</w:t>
      </w:r>
      <w:r w:rsidR="00A2644B">
        <w:rPr>
          <w:rFonts w:hint="cs"/>
          <w:rtl/>
          <w:lang w:bidi="fa-IR"/>
        </w:rPr>
        <w:t xml:space="preserve"> </w:t>
      </w:r>
      <w:r w:rsidR="00E8659C" w:rsidRPr="00E8659C">
        <w:rPr>
          <w:rtl/>
          <w:lang w:bidi="fa-IR"/>
        </w:rPr>
        <w:t>شام آورده و در اينجا زندان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كرده اند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و م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گويند مدع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پيامبر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شده است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به</w:t>
      </w:r>
      <w:r w:rsidR="00A2644B">
        <w:rPr>
          <w:rFonts w:hint="cs"/>
          <w:rtl/>
          <w:lang w:bidi="fa-IR"/>
        </w:rPr>
        <w:t xml:space="preserve"> </w:t>
      </w:r>
      <w:r w:rsidR="00E8659C" w:rsidRPr="00E8659C">
        <w:rPr>
          <w:rtl/>
          <w:lang w:bidi="fa-IR"/>
        </w:rPr>
        <w:t>زندان مراجعه كردم و با زندان</w:t>
      </w:r>
      <w:r w:rsidR="00A2644B">
        <w:rPr>
          <w:rFonts w:hint="cs"/>
          <w:rtl/>
          <w:lang w:bidi="fa-IR"/>
        </w:rPr>
        <w:t xml:space="preserve"> </w:t>
      </w:r>
      <w:r w:rsidR="00E8659C" w:rsidRPr="00E8659C">
        <w:rPr>
          <w:rtl/>
          <w:lang w:bidi="fa-IR"/>
        </w:rPr>
        <w:lastRenderedPageBreak/>
        <w:t>بانان مدارا و محبت نمودم تا مرا نزد او بردند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او را</w:t>
      </w:r>
      <w:r w:rsidR="00A2644B">
        <w:rPr>
          <w:rFonts w:hint="cs"/>
          <w:rtl/>
          <w:lang w:bidi="fa-IR"/>
        </w:rPr>
        <w:t xml:space="preserve"> </w:t>
      </w:r>
      <w:r w:rsidR="00E8659C" w:rsidRPr="00E8659C">
        <w:rPr>
          <w:rtl/>
          <w:lang w:bidi="fa-IR"/>
        </w:rPr>
        <w:t>مرد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با فهم و خردمند يافتم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پرسيدم داستان تو چيست</w:t>
      </w:r>
      <w:r w:rsidR="004851C8">
        <w:rPr>
          <w:rtl/>
          <w:lang w:bidi="fa-IR"/>
        </w:rPr>
        <w:t>؟</w:t>
      </w:r>
    </w:p>
    <w:p w:rsidR="00EF2D03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گفت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در شام در محل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گويند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سر مقدس سيدالشهداء حسين بن عل</w:t>
      </w:r>
      <w:r w:rsidR="00F456F0">
        <w:rPr>
          <w:rtl/>
          <w:lang w:bidi="fa-IR"/>
        </w:rPr>
        <w:t xml:space="preserve">ی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را در آنجا نصب كرده</w:t>
      </w:r>
      <w:r w:rsidR="00A2644B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بودند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عبادت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كردم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يك شب در حال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به ذكر خدا مشغول بودم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ناگهان شخص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راجلو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خود ديدم كه به من گفت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برخيز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برخاستم و به همراه او چند قدم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پيمودم</w:t>
      </w:r>
      <w:r w:rsidR="004851C8">
        <w:rPr>
          <w:rtl/>
          <w:lang w:bidi="fa-IR"/>
        </w:rPr>
        <w:t>،</w:t>
      </w:r>
      <w:r w:rsidR="00EF2D03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ديدم در مسجد كوفه هستيم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از من پرسيد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اين مسجد را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شناس</w:t>
      </w:r>
      <w:r w:rsidR="00EF2D03">
        <w:rPr>
          <w:rtl/>
          <w:lang w:bidi="fa-IR"/>
        </w:rPr>
        <w:t>ی</w:t>
      </w:r>
      <w:r w:rsidR="004851C8">
        <w:rPr>
          <w:rtl/>
          <w:lang w:bidi="fa-IR"/>
        </w:rPr>
        <w:t>؟</w:t>
      </w:r>
    </w:p>
    <w:p w:rsidR="00EF2D03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گفتم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آر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مسجدكوفه است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در آنجا نماز خوانديم و بيرون آمديم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باز اندك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راه رفتيم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ديدم درمسجد پيامبر </w:t>
      </w:r>
      <w:r w:rsidR="00E954A2" w:rsidRPr="00E954A2">
        <w:rPr>
          <w:rStyle w:val="libAlaemChar"/>
          <w:rtl/>
        </w:rPr>
        <w:t>صلى‌الله‌عليه‌وآله‌وسلم</w:t>
      </w:r>
      <w:r w:rsidRPr="00E8659C">
        <w:rPr>
          <w:rtl/>
          <w:lang w:bidi="fa-IR"/>
        </w:rPr>
        <w:t xml:space="preserve"> در مدينه هستيم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تربت پيامبر را زيارتكرديم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در مسجد نماز خوانديم و بيرون آمديم</w:t>
      </w:r>
      <w:r w:rsidR="004851C8">
        <w:rPr>
          <w:rtl/>
          <w:lang w:bidi="fa-IR"/>
        </w:rPr>
        <w:t>.</w:t>
      </w:r>
    </w:p>
    <w:p w:rsidR="00EF2D03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اندك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ديگر رفتيم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ديدم در مكه درخانه 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خدا هستيم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طواف كرديم و بيرون آمديم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اندك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ديگر پيموديم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خود را درشام در جا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خود يافتم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آن شخص از نظرم پنهان شد</w:t>
      </w:r>
      <w:r w:rsidR="004851C8">
        <w:rPr>
          <w:rtl/>
          <w:lang w:bidi="fa-IR"/>
        </w:rPr>
        <w:t>.</w:t>
      </w:r>
    </w:p>
    <w:p w:rsidR="00EF2D03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از آنچه ديده بودم در تعجب و</w:t>
      </w:r>
      <w:r w:rsidR="00EF2D03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شگفت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ماندم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تا يكسال گذشت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باز همان شخص آمد و همان مسافرت و ماجرا كه سال</w:t>
      </w:r>
      <w:r w:rsidR="00EF2D03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پيش ديده بودم به همان شكل تكرار شد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اما اين بار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وقت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خواست از من جدا شود او را سوگند دادم كه خود را معرف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فرمود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من</w:t>
      </w:r>
      <w:r w:rsidR="00EF2D03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محمد بن عل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بن موس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بن جعفر بن محمد بن عل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بن الحسين بن عل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بن ابيطالب هستم.</w:t>
      </w:r>
    </w:p>
    <w:p w:rsidR="00EF2D03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اين داستان را برا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برخ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نقل كردم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خبر آن به محمد بن عبد الملك زيات وزيرمعتصم عباس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رسيد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فرمان داد مرا در قيد و بند به اينجا آورند و زندان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سازند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وبه دروغ شايع كردند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كه من ادعا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پيامبر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كرده ام</w:t>
      </w:r>
      <w:r w:rsidR="004851C8">
        <w:rPr>
          <w:rtl/>
          <w:lang w:bidi="fa-IR"/>
        </w:rPr>
        <w:t>.</w:t>
      </w:r>
    </w:p>
    <w:p w:rsidR="00EF2D03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عل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بن خالد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گويد به</w:t>
      </w:r>
      <w:r w:rsidR="00631908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او گفتم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خواه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ماجرا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تو را به زيات بنويسم تا اگر از حقيقت ماجرا مطلع</w:t>
      </w:r>
      <w:r w:rsidR="00631908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نيست مطلع شود</w:t>
      </w:r>
      <w:r w:rsidR="004851C8">
        <w:rPr>
          <w:rtl/>
          <w:lang w:bidi="fa-IR"/>
        </w:rPr>
        <w:t>؟</w:t>
      </w:r>
      <w:r w:rsidRPr="00E8659C">
        <w:rPr>
          <w:rtl/>
          <w:lang w:bidi="fa-IR"/>
        </w:rPr>
        <w:t xml:space="preserve"> گفت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بنويس</w:t>
      </w:r>
      <w:r w:rsidR="00E12C63">
        <w:rPr>
          <w:rtl/>
          <w:lang w:bidi="fa-IR"/>
        </w:rPr>
        <w:t>!</w:t>
      </w:r>
      <w:r w:rsidRPr="00E8659C">
        <w:rPr>
          <w:rtl/>
          <w:lang w:bidi="fa-IR"/>
        </w:rPr>
        <w:t xml:space="preserve"> داستان را به زيات نوشتم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در پشت همان نامه 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من پاسخ داد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به او بگو از كس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يكشنبه او را از شام به كوفه و مدينه و مكه برده</w:t>
      </w:r>
      <w:r w:rsidR="00631908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و بازگردانده است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بخواهد از زندان نجاتش دهد</w:t>
      </w:r>
      <w:r w:rsidR="004851C8">
        <w:rPr>
          <w:rtl/>
          <w:lang w:bidi="fa-IR"/>
        </w:rPr>
        <w:t>.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lastRenderedPageBreak/>
        <w:t>از اين پاسخ اندوهگين شدم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</w:t>
      </w:r>
      <w:r w:rsidR="009F7E44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فردا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آن روز به زندان رفتم تا پاسخ را به او بگويم و او را به صبر و شكيبائ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توصيه</w:t>
      </w:r>
      <w:r w:rsidR="00EF2D03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نمايم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اما ديدم زندانبانان و پاسبانان و بسيار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ديگر ناراحت و مضطربند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پرسيدم</w:t>
      </w:r>
      <w:r w:rsidR="004851C8">
        <w:rPr>
          <w:rtl/>
          <w:lang w:bidi="fa-IR"/>
        </w:rPr>
        <w:t>:</w:t>
      </w:r>
      <w:r w:rsidR="00EF2D03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چه شده است</w:t>
      </w:r>
      <w:r w:rsidR="004851C8">
        <w:rPr>
          <w:rtl/>
          <w:lang w:bidi="fa-IR"/>
        </w:rPr>
        <w:t>؟</w:t>
      </w:r>
      <w:r w:rsidRPr="00E8659C">
        <w:rPr>
          <w:rtl/>
          <w:lang w:bidi="fa-IR"/>
        </w:rPr>
        <w:t xml:space="preserve"> گفتند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مرد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ادعا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پيامبر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داشت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ديشب از زندان بيرون رفته است ونم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دانيم چگونه رفته است</w:t>
      </w:r>
      <w:r w:rsidR="004851C8">
        <w:rPr>
          <w:rtl/>
          <w:lang w:bidi="fa-IR"/>
        </w:rPr>
        <w:t>؟</w:t>
      </w:r>
      <w:r w:rsidRPr="00E8659C">
        <w:rPr>
          <w:rtl/>
          <w:lang w:bidi="fa-IR"/>
        </w:rPr>
        <w:t xml:space="preserve"> به زمين فرو رفته و يا به آسمان پرواز كرده است</w:t>
      </w:r>
      <w:r w:rsidR="004851C8">
        <w:rPr>
          <w:rtl/>
          <w:lang w:bidi="fa-IR"/>
        </w:rPr>
        <w:t>؟</w:t>
      </w:r>
      <w:r w:rsidR="00E12C63">
        <w:rPr>
          <w:rtl/>
          <w:lang w:bidi="fa-IR"/>
        </w:rPr>
        <w:t>!</w:t>
      </w:r>
      <w:r w:rsidRPr="00E8659C">
        <w:rPr>
          <w:rtl/>
          <w:lang w:bidi="fa-IR"/>
        </w:rPr>
        <w:t xml:space="preserve"> وهر چه جستجو كرديم اثر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او بدست نياورده ايم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5631DD" w:rsidRPr="006249D9">
        <w:rPr>
          <w:rStyle w:val="libFootnotenumChar"/>
          <w:rtl/>
        </w:rPr>
        <w:t>22</w:t>
      </w:r>
      <w:r w:rsidRPr="006249D9">
        <w:rPr>
          <w:rStyle w:val="libFootnotenumChar"/>
          <w:rtl/>
        </w:rPr>
        <w:t>)</w:t>
      </w:r>
    </w:p>
    <w:p w:rsidR="009F7E44" w:rsidRDefault="003D2C90" w:rsidP="00E8659C">
      <w:pPr>
        <w:pStyle w:val="libNormal"/>
        <w:rPr>
          <w:rtl/>
          <w:lang w:bidi="fa-IR"/>
        </w:rPr>
      </w:pPr>
      <w:r>
        <w:rPr>
          <w:rtl/>
          <w:lang w:bidi="fa-IR"/>
        </w:rPr>
        <w:t>9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ابوالصلت هرو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 xml:space="preserve">كه از ياران نزديك امام رضا </w:t>
      </w:r>
      <w:r w:rsidR="00366A7F" w:rsidRPr="00366A7F">
        <w:rPr>
          <w:rStyle w:val="libAlaemChar"/>
          <w:rtl/>
        </w:rPr>
        <w:t>عليها‌السلام‌</w:t>
      </w:r>
      <w:r w:rsidR="00E8659C" w:rsidRPr="00E8659C">
        <w:rPr>
          <w:rtl/>
          <w:lang w:bidi="fa-IR"/>
        </w:rPr>
        <w:t xml:space="preserve"> بود و پساز شهادت امام رضا </w:t>
      </w:r>
      <w:r w:rsidR="00366A7F" w:rsidRPr="00366A7F">
        <w:rPr>
          <w:rStyle w:val="libAlaemChar"/>
          <w:rtl/>
        </w:rPr>
        <w:t>عليها‌السلام‌</w:t>
      </w:r>
      <w:r w:rsidR="00E8659C" w:rsidRPr="00E8659C">
        <w:rPr>
          <w:rtl/>
          <w:lang w:bidi="fa-IR"/>
        </w:rPr>
        <w:t xml:space="preserve"> به فرمان مأمون به زندان افتاد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م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گويد: يك سال زندان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بودم و دلتنگ شدم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شب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بيدار ماندم و به عبادت و دعا پرداختم</w:t>
      </w:r>
      <w:r w:rsidR="004851C8">
        <w:rPr>
          <w:rtl/>
          <w:lang w:bidi="fa-IR"/>
        </w:rPr>
        <w:t>،</w:t>
      </w:r>
      <w:r w:rsidR="009F7E44">
        <w:rPr>
          <w:rFonts w:hint="cs"/>
          <w:rtl/>
          <w:lang w:bidi="fa-IR"/>
        </w:rPr>
        <w:t xml:space="preserve"> </w:t>
      </w:r>
      <w:r w:rsidR="00E8659C" w:rsidRPr="00E8659C">
        <w:rPr>
          <w:rtl/>
          <w:lang w:bidi="fa-IR"/>
        </w:rPr>
        <w:t>و پيامبر و خاندان گرام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او را شفيع خويش قرار دادم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و خداوند را به حرمت آنان</w:t>
      </w:r>
      <w:r w:rsidR="00FD134F">
        <w:rPr>
          <w:rFonts w:hint="cs"/>
          <w:rtl/>
          <w:lang w:bidi="fa-IR"/>
        </w:rPr>
        <w:t xml:space="preserve"> </w:t>
      </w:r>
      <w:r w:rsidR="00E8659C" w:rsidRPr="00E8659C">
        <w:rPr>
          <w:rtl/>
          <w:lang w:bidi="fa-IR"/>
        </w:rPr>
        <w:t>سوگند دادم كه مرا نجات بخشد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هنوز دعايم پايان نيافته بود كه ديدم امام جواد </w:t>
      </w:r>
      <w:r w:rsidR="00366A7F" w:rsidRPr="00366A7F">
        <w:rPr>
          <w:rStyle w:val="libAlaemChar"/>
          <w:rtl/>
        </w:rPr>
        <w:t>عليها‌السلام‌</w:t>
      </w:r>
      <w:r w:rsidR="00E8659C" w:rsidRPr="00E8659C">
        <w:rPr>
          <w:rtl/>
          <w:lang w:bidi="fa-IR"/>
        </w:rPr>
        <w:t xml:space="preserve"> در زندان نزد من است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فرمودند</w:t>
      </w:r>
      <w:r w:rsidR="004851C8">
        <w:rPr>
          <w:rtl/>
          <w:lang w:bidi="fa-IR"/>
        </w:rPr>
        <w:t>:</w:t>
      </w:r>
      <w:r w:rsidR="00E8659C" w:rsidRPr="00E8659C">
        <w:rPr>
          <w:rtl/>
          <w:lang w:bidi="fa-IR"/>
        </w:rPr>
        <w:t xml:space="preserve"> ا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اباصلت سينه ات تنگ شده است</w:t>
      </w:r>
      <w:r w:rsidR="004851C8">
        <w:rPr>
          <w:rtl/>
          <w:lang w:bidi="fa-IR"/>
        </w:rPr>
        <w:t>؟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عرض كردم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آر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به خدا سوگند. فرمودند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برخيز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و دست بر زنجيرها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من زد و قيدها باز شد و دست مرا گرفت و اززندان بيرون آوردند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نگهبانان مرا ديدند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اما به كرامت آن حضرت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يارا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سخن گفتن</w:t>
      </w:r>
      <w:r w:rsidR="00167AB8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نداشتند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اما چون مرا بيرون آوردند فرمودند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برو در امان خدا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بعد از اين</w:t>
      </w:r>
      <w:r w:rsidR="004851C8">
        <w:rPr>
          <w:rtl/>
          <w:lang w:bidi="fa-IR"/>
        </w:rPr>
        <w:t>،</w:t>
      </w:r>
      <w:r w:rsidR="009F7E44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هرگز مأمون را نخواه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ديد و او نيز تو را نخواهد ديد و همچنان شد كه امام فرموده</w:t>
      </w:r>
      <w:r w:rsidR="009F7E44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بود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5631DD" w:rsidRPr="006249D9">
        <w:rPr>
          <w:rStyle w:val="libFootnotenumChar"/>
          <w:rtl/>
        </w:rPr>
        <w:t>2</w:t>
      </w:r>
      <w:r w:rsidR="00FA474B" w:rsidRPr="006249D9">
        <w:rPr>
          <w:rStyle w:val="libFootnotenumChar"/>
          <w:rtl/>
        </w:rPr>
        <w:t>3</w:t>
      </w:r>
      <w:r w:rsidRPr="006249D9">
        <w:rPr>
          <w:rStyle w:val="libFootnotenumChar"/>
          <w:rtl/>
        </w:rPr>
        <w:t>)</w:t>
      </w:r>
    </w:p>
    <w:p w:rsidR="008D6A5E" w:rsidRDefault="00256F60" w:rsidP="00391C9E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9072C7">
        <w:rPr>
          <w:rtl/>
          <w:lang w:bidi="fa-IR"/>
        </w:rPr>
        <w:t>0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زرقان كه با ابن اب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داو</w:t>
      </w:r>
      <w:r w:rsidR="008D6A5E">
        <w:rPr>
          <w:rFonts w:hint="cs"/>
          <w:rtl/>
          <w:lang w:bidi="fa-IR"/>
        </w:rPr>
        <w:t>و</w:t>
      </w:r>
      <w:r w:rsidR="00E8659C" w:rsidRPr="00E8659C">
        <w:rPr>
          <w:rtl/>
          <w:lang w:bidi="fa-IR"/>
        </w:rPr>
        <w:t>د</w:t>
      </w:r>
      <w:r w:rsidR="009F7E44">
        <w:rPr>
          <w:rFonts w:hint="cs"/>
          <w:rtl/>
          <w:lang w:bidi="fa-IR"/>
        </w:rPr>
        <w:t xml:space="preserve"> </w:t>
      </w:r>
      <w:r w:rsidR="00E8659C" w:rsidRPr="006249D9">
        <w:rPr>
          <w:rStyle w:val="libFootnotenumChar"/>
          <w:rtl/>
        </w:rPr>
        <w:t>(</w:t>
      </w:r>
      <w:r w:rsidR="005631DD" w:rsidRPr="006249D9">
        <w:rPr>
          <w:rStyle w:val="libFootnotenumChar"/>
          <w:rtl/>
        </w:rPr>
        <w:t>2</w:t>
      </w:r>
      <w:r w:rsidR="00506E9B" w:rsidRPr="006249D9">
        <w:rPr>
          <w:rStyle w:val="libFootnotenumChar"/>
          <w:rtl/>
        </w:rPr>
        <w:t>4</w:t>
      </w:r>
      <w:r w:rsidR="00E8659C" w:rsidRPr="006249D9">
        <w:rPr>
          <w:rStyle w:val="libFootnotenumChar"/>
          <w:rtl/>
        </w:rPr>
        <w:t>)</w:t>
      </w:r>
      <w:r w:rsidR="00E8659C" w:rsidRPr="00E8659C">
        <w:rPr>
          <w:rtl/>
          <w:lang w:bidi="fa-IR"/>
        </w:rPr>
        <w:t xml:space="preserve"> يك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از قضات دستگاه عباس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دوست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و صميميت داشت م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گويد</w:t>
      </w:r>
      <w:r w:rsidR="004851C8">
        <w:rPr>
          <w:rtl/>
          <w:lang w:bidi="fa-IR"/>
        </w:rPr>
        <w:t>:</w:t>
      </w:r>
      <w:r w:rsidR="00E8659C" w:rsidRPr="00E8659C">
        <w:rPr>
          <w:rtl/>
          <w:lang w:bidi="fa-IR"/>
        </w:rPr>
        <w:t xml:space="preserve"> يك روز ابن اب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داوداز مجلس معتصم بازگشت در حال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كه غمگين بود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علت را جويا شدم گفت</w:t>
      </w:r>
      <w:r w:rsidR="004851C8">
        <w:rPr>
          <w:rtl/>
          <w:lang w:bidi="fa-IR"/>
        </w:rPr>
        <w:t>:</w:t>
      </w:r>
      <w:r w:rsidR="00E8659C" w:rsidRPr="00E8659C">
        <w:rPr>
          <w:rtl/>
          <w:lang w:bidi="fa-IR"/>
        </w:rPr>
        <w:t xml:space="preserve"> امروز آرزوكردم كه كاش بيست سال پيش مرده بودم</w:t>
      </w:r>
      <w:r w:rsidR="00E12C63">
        <w:rPr>
          <w:rtl/>
          <w:lang w:bidi="fa-IR"/>
        </w:rPr>
        <w:t>!</w:t>
      </w:r>
      <w:r w:rsidR="00E8659C" w:rsidRPr="00E8659C">
        <w:rPr>
          <w:rtl/>
          <w:lang w:bidi="fa-IR"/>
        </w:rPr>
        <w:t xml:space="preserve"> پرسيدم</w:t>
      </w:r>
      <w:r w:rsidR="004851C8">
        <w:rPr>
          <w:rtl/>
          <w:lang w:bidi="fa-IR"/>
        </w:rPr>
        <w:t>:</w:t>
      </w:r>
      <w:r w:rsidR="00E8659C" w:rsidRPr="00E8659C">
        <w:rPr>
          <w:rtl/>
          <w:lang w:bidi="fa-IR"/>
        </w:rPr>
        <w:t xml:space="preserve"> چرا</w:t>
      </w:r>
      <w:r w:rsidR="004851C8">
        <w:rPr>
          <w:rtl/>
          <w:lang w:bidi="fa-IR"/>
        </w:rPr>
        <w:t>؟</w:t>
      </w:r>
      <w:r w:rsidR="00E8659C" w:rsidRPr="00E8659C">
        <w:rPr>
          <w:rtl/>
          <w:lang w:bidi="fa-IR"/>
        </w:rPr>
        <w:t xml:space="preserve"> گفت</w:t>
      </w:r>
      <w:r w:rsidR="004851C8">
        <w:rPr>
          <w:rtl/>
          <w:lang w:bidi="fa-IR"/>
        </w:rPr>
        <w:t>:</w:t>
      </w:r>
      <w:r w:rsidR="00E8659C" w:rsidRPr="00E8659C">
        <w:rPr>
          <w:rtl/>
          <w:lang w:bidi="fa-IR"/>
        </w:rPr>
        <w:t xml:space="preserve"> به خاطر آنچه از ابوجعفر - امام جواد </w:t>
      </w:r>
      <w:r w:rsidR="00366A7F" w:rsidRPr="00366A7F">
        <w:rPr>
          <w:rStyle w:val="libAlaemChar"/>
          <w:rtl/>
        </w:rPr>
        <w:t>عليها‌السلام‌</w:t>
      </w:r>
      <w:r w:rsidR="00E8659C" w:rsidRPr="00E8659C">
        <w:rPr>
          <w:rtl/>
          <w:lang w:bidi="fa-IR"/>
        </w:rPr>
        <w:t xml:space="preserve"> - در مجلس معتصم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بر سرم آمد</w:t>
      </w:r>
      <w:r w:rsidR="00E12C63">
        <w:rPr>
          <w:rtl/>
          <w:lang w:bidi="fa-IR"/>
        </w:rPr>
        <w:t>!</w:t>
      </w:r>
      <w:r w:rsidR="00E8659C" w:rsidRPr="00E8659C">
        <w:rPr>
          <w:rtl/>
          <w:lang w:bidi="fa-IR"/>
        </w:rPr>
        <w:t xml:space="preserve"> گفتم</w:t>
      </w:r>
      <w:r w:rsidR="004851C8">
        <w:rPr>
          <w:rtl/>
          <w:lang w:bidi="fa-IR"/>
        </w:rPr>
        <w:t>:</w:t>
      </w:r>
      <w:r w:rsidR="008D6A5E">
        <w:rPr>
          <w:rFonts w:hint="cs"/>
          <w:rtl/>
          <w:lang w:bidi="fa-IR"/>
        </w:rPr>
        <w:t xml:space="preserve"> </w:t>
      </w:r>
      <w:r w:rsidR="00E8659C" w:rsidRPr="00E8659C">
        <w:rPr>
          <w:rtl/>
          <w:lang w:bidi="fa-IR"/>
        </w:rPr>
        <w:t>جريان چيست</w:t>
      </w:r>
      <w:r w:rsidR="004851C8">
        <w:rPr>
          <w:rtl/>
          <w:lang w:bidi="fa-IR"/>
        </w:rPr>
        <w:t>؟</w:t>
      </w:r>
      <w:r w:rsidR="00391C9E">
        <w:rPr>
          <w:rFonts w:hint="cs"/>
          <w:rtl/>
          <w:lang w:bidi="fa-IR"/>
        </w:rPr>
        <w:t xml:space="preserve"> </w:t>
      </w:r>
      <w:r w:rsidR="00E8659C" w:rsidRPr="00E8659C">
        <w:rPr>
          <w:rtl/>
          <w:lang w:bidi="fa-IR"/>
        </w:rPr>
        <w:t>گفت</w:t>
      </w:r>
      <w:r w:rsidR="004851C8">
        <w:rPr>
          <w:rtl/>
          <w:lang w:bidi="fa-IR"/>
        </w:rPr>
        <w:t>:</w:t>
      </w:r>
      <w:r w:rsidR="00E8659C" w:rsidRPr="00E8659C">
        <w:rPr>
          <w:rtl/>
          <w:lang w:bidi="fa-IR"/>
        </w:rPr>
        <w:t xml:space="preserve"> شخص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به سرقت اعتراف كرد و از خليفه - معتصم - خواست با اجرا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حد اله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او را پاك سازد</w:t>
      </w:r>
      <w:r w:rsidR="004851C8">
        <w:rPr>
          <w:rtl/>
          <w:lang w:bidi="fa-IR"/>
        </w:rPr>
        <w:t>.</w:t>
      </w:r>
    </w:p>
    <w:p w:rsidR="008D6A5E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 xml:space="preserve">خليفه همه 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فقها را گرد آورد و محمد بن عل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- امام جواد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- را نيز فرا خواند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از ما پرسيد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دست دزد از كجا بايد</w:t>
      </w:r>
      <w:r w:rsidR="00391C9E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قطع شود</w:t>
      </w:r>
      <w:r w:rsidR="004851C8">
        <w:rPr>
          <w:rtl/>
          <w:lang w:bidi="fa-IR"/>
        </w:rPr>
        <w:t>؟</w:t>
      </w:r>
      <w:r w:rsidRPr="00E8659C">
        <w:rPr>
          <w:rtl/>
          <w:lang w:bidi="fa-IR"/>
        </w:rPr>
        <w:t xml:space="preserve"> من گفتم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از مچ دست</w:t>
      </w:r>
      <w:r w:rsidR="004851C8">
        <w:rPr>
          <w:rtl/>
          <w:lang w:bidi="fa-IR"/>
        </w:rPr>
        <w:t>.</w:t>
      </w:r>
    </w:p>
    <w:p w:rsidR="00E8659C" w:rsidRPr="00E8659C" w:rsidRDefault="00E8659C" w:rsidP="008A538E">
      <w:pPr>
        <w:pStyle w:val="libNormal"/>
        <w:rPr>
          <w:lang w:bidi="fa-IR"/>
        </w:rPr>
      </w:pPr>
      <w:r w:rsidRPr="00E8659C">
        <w:rPr>
          <w:rtl/>
          <w:lang w:bidi="fa-IR"/>
        </w:rPr>
        <w:lastRenderedPageBreak/>
        <w:t>گفت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دليل آن چيست</w:t>
      </w:r>
      <w:r w:rsidR="004851C8">
        <w:rPr>
          <w:rtl/>
          <w:lang w:bidi="fa-IR"/>
        </w:rPr>
        <w:t>؟</w:t>
      </w:r>
      <w:r w:rsidRPr="00E8659C">
        <w:rPr>
          <w:rtl/>
          <w:lang w:bidi="fa-IR"/>
        </w:rPr>
        <w:t xml:space="preserve"> گفتم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چون منظور از دست درآيه </w:t>
      </w:r>
      <w:r w:rsidR="00F456F0">
        <w:rPr>
          <w:rtl/>
          <w:lang w:bidi="fa-IR"/>
        </w:rPr>
        <w:t xml:space="preserve">ی </w:t>
      </w:r>
      <w:r w:rsidR="008A538E" w:rsidRPr="008A538E">
        <w:rPr>
          <w:rStyle w:val="libAlaemChar"/>
          <w:rFonts w:hint="cs"/>
          <w:rtl/>
        </w:rPr>
        <w:t>(</w:t>
      </w:r>
      <w:r w:rsidR="008A538E" w:rsidRPr="008A538E">
        <w:rPr>
          <w:rStyle w:val="libAieChar"/>
          <w:rtl/>
          <w:lang w:bidi="fa-IR"/>
        </w:rPr>
        <w:t>طَيِّبًا فَامْسَحُوا بِوُجُوهِكُمْ وَأَيْدِيكُم</w:t>
      </w:r>
      <w:r w:rsidR="008A538E" w:rsidRPr="008A538E">
        <w:rPr>
          <w:rStyle w:val="libAlaemChar"/>
          <w:rFonts w:hint="cs"/>
          <w:rtl/>
        </w:rPr>
        <w:t>)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5631DD" w:rsidRPr="006249D9">
        <w:rPr>
          <w:rStyle w:val="libFootnotenumChar"/>
          <w:rtl/>
        </w:rPr>
        <w:t>2</w:t>
      </w:r>
      <w:r w:rsidR="00506E9B" w:rsidRPr="006249D9">
        <w:rPr>
          <w:rStyle w:val="libFootnotenumChar"/>
          <w:rtl/>
        </w:rPr>
        <w:t>5</w:t>
      </w:r>
      <w:r w:rsidRPr="006249D9">
        <w:rPr>
          <w:rStyle w:val="libFootnotenumChar"/>
          <w:rtl/>
        </w:rPr>
        <w:t>)</w:t>
      </w:r>
    </w:p>
    <w:p w:rsidR="00E8659C" w:rsidRPr="00E8659C" w:rsidRDefault="00E8659C" w:rsidP="008A538E">
      <w:pPr>
        <w:pStyle w:val="libNormal"/>
        <w:rPr>
          <w:lang w:bidi="fa-IR"/>
        </w:rPr>
      </w:pPr>
      <w:r w:rsidRPr="00E8659C">
        <w:rPr>
          <w:rtl/>
          <w:lang w:bidi="fa-IR"/>
        </w:rPr>
        <w:t>- صورت و دستهايتان را مسح كنيد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تا مچ دست است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گروه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فقها در اين مطلب بامن موافق بودند و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گفتند دست دزد بايد از مچ قطع شود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گروه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ديگر گفتند لازم است از آرنج قطع شود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چون معتصم دليل آن راپرسيد گفتند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منظور از دست در آيه 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وضو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</w:t>
      </w:r>
      <w:r w:rsidR="008A538E" w:rsidRPr="008A538E">
        <w:rPr>
          <w:rStyle w:val="libAlaemChar"/>
          <w:rFonts w:hint="cs"/>
          <w:rtl/>
        </w:rPr>
        <w:t>(</w:t>
      </w:r>
      <w:r w:rsidR="008A538E" w:rsidRPr="008A538E">
        <w:rPr>
          <w:rStyle w:val="libAieChar"/>
          <w:rtl/>
        </w:rPr>
        <w:t>فَاغْسِلُوا وُجُوهَكُمْ وَأَيْدِيَكُمْ إِلَى الْمَرَافِقِ</w:t>
      </w:r>
      <w:r w:rsidR="008A538E" w:rsidRPr="008A538E">
        <w:rPr>
          <w:rStyle w:val="libAlaemChar"/>
          <w:rFonts w:hint="cs"/>
          <w:rtl/>
        </w:rPr>
        <w:t>)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5631DD" w:rsidRPr="006249D9">
        <w:rPr>
          <w:rStyle w:val="libFootnotenumChar"/>
          <w:rtl/>
        </w:rPr>
        <w:t>2</w:t>
      </w:r>
      <w:r w:rsidR="00506E9B" w:rsidRPr="006249D9">
        <w:rPr>
          <w:rStyle w:val="libFootnotenumChar"/>
          <w:rtl/>
        </w:rPr>
        <w:t>6</w:t>
      </w:r>
      <w:r w:rsidRPr="006249D9">
        <w:rPr>
          <w:rStyle w:val="libFootnotenumChar"/>
          <w:rtl/>
        </w:rPr>
        <w:t>)</w:t>
      </w:r>
    </w:p>
    <w:p w:rsidR="008D6A5E" w:rsidRDefault="00E8659C" w:rsidP="008D6A5E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- صورت ها و دستهايتان را تا آرنج بشوييد تا آرنج است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آنگاه معتصم به محمد بنعل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- امام جواد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- رو كرد و پرسيد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نظر شما در اين مسأله</w:t>
      </w:r>
      <w:r w:rsidR="008D6A5E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چيست</w:t>
      </w:r>
      <w:r w:rsidR="004851C8">
        <w:rPr>
          <w:rtl/>
          <w:lang w:bidi="fa-IR"/>
        </w:rPr>
        <w:t>؟</w:t>
      </w:r>
      <w:r w:rsidRPr="00E8659C">
        <w:rPr>
          <w:rtl/>
          <w:lang w:bidi="fa-IR"/>
        </w:rPr>
        <w:t xml:space="preserve"> گفتند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اينها نظر دادند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مرا معاف بدار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معتصم اصرار كرد و قسم داد كه</w:t>
      </w:r>
      <w:r w:rsidR="008D6A5E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بايد نظرتان را بگوييد</w:t>
      </w:r>
      <w:r w:rsidR="004851C8">
        <w:rPr>
          <w:rtl/>
          <w:lang w:bidi="fa-IR"/>
        </w:rPr>
        <w:t>.</w:t>
      </w:r>
    </w:p>
    <w:p w:rsidR="008D6A5E" w:rsidRDefault="00E8659C" w:rsidP="008D6A5E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محمد بن عل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گفت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چون قسم داد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نظرم را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گويم</w:t>
      </w:r>
      <w:r w:rsidR="004851C8">
        <w:rPr>
          <w:rtl/>
          <w:lang w:bidi="fa-IR"/>
        </w:rPr>
        <w:t>،</w:t>
      </w:r>
      <w:r w:rsidR="008D6A5E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اينها در اشتباهند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زيرا فقط انگشتان</w:t>
      </w:r>
      <w:r w:rsidRPr="006249D9">
        <w:rPr>
          <w:rStyle w:val="libFootnotenumChar"/>
          <w:rtl/>
        </w:rPr>
        <w:t>(</w:t>
      </w:r>
      <w:r w:rsidR="005631DD" w:rsidRPr="006249D9">
        <w:rPr>
          <w:rStyle w:val="libFootnotenumChar"/>
          <w:rtl/>
        </w:rPr>
        <w:t>2</w:t>
      </w:r>
      <w:r w:rsidR="00506E9B" w:rsidRPr="006249D9">
        <w:rPr>
          <w:rStyle w:val="libFootnotenumChar"/>
          <w:rtl/>
        </w:rPr>
        <w:t>7</w:t>
      </w:r>
      <w:r w:rsidRPr="006249D9">
        <w:rPr>
          <w:rStyle w:val="libFootnotenumChar"/>
          <w:rtl/>
        </w:rPr>
        <w:t>)</w:t>
      </w:r>
      <w:r w:rsidRPr="00E8659C">
        <w:rPr>
          <w:rtl/>
          <w:lang w:bidi="fa-IR"/>
        </w:rPr>
        <w:t xml:space="preserve"> دزد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بايد قطع شود و بقيه 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دست باق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بماند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معتصم گفت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به چه دليل</w:t>
      </w:r>
      <w:r w:rsidR="004851C8">
        <w:rPr>
          <w:rtl/>
          <w:lang w:bidi="fa-IR"/>
        </w:rPr>
        <w:t>؟</w:t>
      </w:r>
    </w:p>
    <w:p w:rsidR="00E8659C" w:rsidRPr="00E8659C" w:rsidRDefault="00E8659C" w:rsidP="008D6A5E">
      <w:pPr>
        <w:pStyle w:val="libNormal"/>
        <w:rPr>
          <w:lang w:bidi="fa-IR"/>
        </w:rPr>
      </w:pPr>
      <w:r w:rsidRPr="00E8659C">
        <w:rPr>
          <w:rtl/>
          <w:lang w:bidi="fa-IR"/>
        </w:rPr>
        <w:t>گفتند</w:t>
      </w:r>
      <w:r w:rsidR="004851C8">
        <w:rPr>
          <w:rtl/>
          <w:lang w:bidi="fa-IR"/>
        </w:rPr>
        <w:t>:</w:t>
      </w:r>
      <w:r w:rsidR="008D6A5E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 xml:space="preserve">زيرا رسول خد </w:t>
      </w:r>
      <w:r w:rsidR="00E954A2" w:rsidRPr="00E954A2">
        <w:rPr>
          <w:rStyle w:val="libAlaemChar"/>
          <w:rtl/>
        </w:rPr>
        <w:t>صلى‌الله‌عليه‌وآله‌وسلم</w:t>
      </w:r>
      <w:r w:rsidRPr="00E8659C">
        <w:rPr>
          <w:rtl/>
          <w:lang w:bidi="fa-IR"/>
        </w:rPr>
        <w:t xml:space="preserve"> فرمود سجده بر هفت عضو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تحقق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پذيرد، صورت (پيشان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)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دو كف دست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دو سر زانو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دو پا (دو انگشت بزرگ پا)</w:t>
      </w:r>
      <w:r w:rsidR="004851C8">
        <w:rPr>
          <w:rtl/>
          <w:lang w:bidi="fa-IR"/>
        </w:rPr>
        <w:t>.</w:t>
      </w:r>
      <w:r w:rsidR="008E609C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بنابراين اگر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دست دزد از مچ يا آرنج قطع شود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دست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او نم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ماند تا سجده 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نماز را بجا آورد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نيز خدا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متعال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فرمايد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</w:t>
      </w:r>
      <w:r w:rsidR="008D6A5E" w:rsidRPr="008D6A5E">
        <w:rPr>
          <w:rStyle w:val="libAlaemChar"/>
          <w:rFonts w:hint="cs"/>
          <w:rtl/>
        </w:rPr>
        <w:t>(</w:t>
      </w:r>
      <w:r w:rsidR="008D6A5E" w:rsidRPr="008D6A5E">
        <w:rPr>
          <w:rStyle w:val="libAieChar"/>
          <w:rtl/>
          <w:lang w:bidi="fa-IR"/>
        </w:rPr>
        <w:t>وَأَنَّ الْمَسَاجِدَ لِلَّهِ فَلَا تَدْعُوا مَعَ اللَّهِ أَحَدًا</w:t>
      </w:r>
      <w:r w:rsidR="008D6A5E" w:rsidRPr="008D6A5E">
        <w:rPr>
          <w:rStyle w:val="libAlaemChar"/>
          <w:rFonts w:hint="cs"/>
          <w:rtl/>
        </w:rPr>
        <w:t>)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5631DD" w:rsidRPr="006249D9">
        <w:rPr>
          <w:rStyle w:val="libFootnotenumChar"/>
          <w:rtl/>
        </w:rPr>
        <w:t>2</w:t>
      </w:r>
      <w:r w:rsidR="00A35C10" w:rsidRPr="006249D9">
        <w:rPr>
          <w:rStyle w:val="libFootnotenumChar"/>
          <w:rtl/>
        </w:rPr>
        <w:t>8</w:t>
      </w:r>
      <w:r w:rsidRPr="006249D9">
        <w:rPr>
          <w:rStyle w:val="libFootnotenumChar"/>
          <w:rtl/>
        </w:rPr>
        <w:t>)</w:t>
      </w:r>
    </w:p>
    <w:p w:rsidR="008D6A5E" w:rsidRDefault="008D6A5E" w:rsidP="008D6A5E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(</w:t>
      </w:r>
      <w:r w:rsidR="00E8659C" w:rsidRPr="00E8659C">
        <w:rPr>
          <w:rtl/>
          <w:lang w:bidi="fa-IR"/>
        </w:rPr>
        <w:t>مساجد</w:t>
      </w:r>
      <w:r w:rsidR="004851C8">
        <w:rPr>
          <w:rtl/>
          <w:lang w:bidi="fa-IR"/>
        </w:rPr>
        <w:t>:</w:t>
      </w:r>
      <w:r w:rsidR="00E8659C" w:rsidRPr="00E8659C">
        <w:rPr>
          <w:rtl/>
          <w:lang w:bidi="fa-IR"/>
        </w:rPr>
        <w:t xml:space="preserve"> جمع مسجد م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باشد</w:t>
      </w:r>
      <w:r>
        <w:rPr>
          <w:rFonts w:hint="cs"/>
          <w:rtl/>
          <w:lang w:bidi="fa-IR"/>
        </w:rPr>
        <w:t>)</w:t>
      </w:r>
      <w:r w:rsidR="00E8659C" w:rsidRPr="00E8659C">
        <w:rPr>
          <w:rtl/>
          <w:lang w:bidi="fa-IR"/>
        </w:rPr>
        <w:t xml:space="preserve"> هفت عضو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كه سجده بر آنها انجام م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گيرد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از آنخداست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پس با خدا هيچكس را مخوانيد و عبادت نكنيد و آنچه برا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خداست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قطع نم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شود</w:t>
      </w:r>
      <w:r w:rsidR="004851C8">
        <w:rPr>
          <w:rtl/>
          <w:lang w:bidi="fa-IR"/>
        </w:rPr>
        <w:t>.</w:t>
      </w:r>
    </w:p>
    <w:p w:rsidR="00E8659C" w:rsidRPr="00E8659C" w:rsidRDefault="00E8659C" w:rsidP="008D6A5E">
      <w:pPr>
        <w:pStyle w:val="libNormal"/>
        <w:rPr>
          <w:lang w:bidi="fa-IR"/>
        </w:rPr>
      </w:pPr>
      <w:r w:rsidRPr="00E8659C">
        <w:rPr>
          <w:rtl/>
          <w:lang w:bidi="fa-IR"/>
        </w:rPr>
        <w:t>ابن اب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داود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گويد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معتصم جواب محمد بن عل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را پسنديد و دستور داد، انگشتان دزد را قطع كردند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(و ما نزد حضار ب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آبرو شديم) و من همانجا (ازشرمسار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اندوه) آرزو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مرگ كردم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5631DD" w:rsidRPr="006249D9">
        <w:rPr>
          <w:rStyle w:val="libFootnotenumChar"/>
          <w:rtl/>
        </w:rPr>
        <w:t>2</w:t>
      </w:r>
      <w:r w:rsidR="003D2C90" w:rsidRPr="006249D9">
        <w:rPr>
          <w:rStyle w:val="libFootnotenumChar"/>
          <w:rtl/>
        </w:rPr>
        <w:t>9</w:t>
      </w:r>
      <w:r w:rsidRPr="006249D9">
        <w:rPr>
          <w:rStyle w:val="libFootnotenumChar"/>
          <w:rtl/>
        </w:rPr>
        <w:t>)</w:t>
      </w:r>
    </w:p>
    <w:p w:rsidR="00E8659C" w:rsidRPr="00E8659C" w:rsidRDefault="008D6A5E" w:rsidP="00E8659C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E8659C" w:rsidRDefault="00E8659C" w:rsidP="008D6A5E">
      <w:pPr>
        <w:pStyle w:val="Heading2"/>
        <w:rPr>
          <w:rtl/>
          <w:lang w:bidi="fa-IR"/>
        </w:rPr>
      </w:pPr>
      <w:bookmarkStart w:id="4" w:name="_Toc487273778"/>
      <w:r w:rsidRPr="00E8659C">
        <w:rPr>
          <w:rtl/>
          <w:lang w:bidi="fa-IR"/>
        </w:rPr>
        <w:t xml:space="preserve">توطئه 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ازدواج</w:t>
      </w:r>
      <w:bookmarkEnd w:id="4"/>
    </w:p>
    <w:p w:rsidR="00860DB0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در شرح زندگان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امام رضا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گذشت كه مأمون عباس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نجات از نابساماني</w:t>
      </w:r>
      <w:r w:rsidR="00860DB0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هاي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كه در جامعه 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آن روز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رخ داده بود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برا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ايمن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</w:t>
      </w:r>
      <w:r w:rsidR="00860DB0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شورش علويان و نيز جلب محبت شيعيان و ايرانيان كوشيد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خود را دوستدار اهل بيت</w:t>
      </w:r>
      <w:r w:rsidR="00860DB0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 xml:space="preserve">پيامبر </w:t>
      </w:r>
      <w:r w:rsidR="00E954A2" w:rsidRPr="00E954A2">
        <w:rPr>
          <w:rStyle w:val="libAlaemChar"/>
          <w:rtl/>
        </w:rPr>
        <w:t>صلى‌الله‌عليه‌وآله‌وسلم</w:t>
      </w:r>
      <w:r w:rsidRPr="00E8659C">
        <w:rPr>
          <w:rtl/>
          <w:lang w:bidi="fa-IR"/>
        </w:rPr>
        <w:t xml:space="preserve"> قلمداد كند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با تحميل ولايت</w:t>
      </w:r>
      <w:r w:rsidR="00860DB0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عهد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بر امام رضا </w:t>
      </w:r>
      <w:r w:rsidR="00366A7F" w:rsidRPr="00366A7F">
        <w:rPr>
          <w:rStyle w:val="libAlaemChar"/>
          <w:rtl/>
        </w:rPr>
        <w:t>عليها‌السلام‌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خواست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هم اين منظور را عمل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سازد و هم امام را از</w:t>
      </w:r>
      <w:r w:rsidR="00860DB0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نزديك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زير نظر داشته باشد</w:t>
      </w:r>
      <w:r w:rsidR="004851C8">
        <w:rPr>
          <w:rtl/>
          <w:lang w:bidi="fa-IR"/>
        </w:rPr>
        <w:t>.</w:t>
      </w:r>
    </w:p>
    <w:p w:rsidR="00860DB0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از سو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ديگر خاندان بن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عباس از اين روش مأمون و ازاين كه احتمالا خلافت از بن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عباس به علويان منتقل شود سخت ناراض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خشمگين بودند</w:t>
      </w:r>
      <w:r w:rsidR="004851C8">
        <w:rPr>
          <w:rtl/>
          <w:lang w:bidi="fa-IR"/>
        </w:rPr>
        <w:t>،</w:t>
      </w:r>
      <w:r w:rsidR="00860DB0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و به همين جهت به مخالفت با او برخاستند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چون امام توسط مأمون مسموم و شهيد شدآرام گرفتند و خشنود شدند و به مأمون رو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آوردند</w:t>
      </w:r>
      <w:r w:rsidR="004851C8">
        <w:rPr>
          <w:rtl/>
          <w:lang w:bidi="fa-IR"/>
        </w:rPr>
        <w:t>.</w:t>
      </w:r>
    </w:p>
    <w:p w:rsidR="00860DB0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مأمون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زهر دادن امام را بسيارسر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مخفيانه انجام داده بود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سع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داشت مردم از اين جنايت آگاه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نيابند و برا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پوشاندن جنايت خود به اندوه و عزادار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تظاهر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كرد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حت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سه روز بر آرامگاه امام، اقامت كرد و نان و نمك خورد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خود را عزادار معرف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نمود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اما با همه 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اين</w:t>
      </w:r>
      <w:r w:rsidR="00860DB0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پرده پوش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رياكار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سرانجام بر علويان آشكار شد كه قاتل امام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كس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جز مأمون نبوده است</w:t>
      </w:r>
      <w:r w:rsidR="004851C8">
        <w:rPr>
          <w:rtl/>
          <w:lang w:bidi="fa-IR"/>
        </w:rPr>
        <w:t>.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لذا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سخت آزرده و كين خواه شدند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مأمون بار ديگر حكومت خويش را در</w:t>
      </w:r>
      <w:r w:rsidR="00860DB0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خطر ديد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برا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پيشگير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چاره ساز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توطئه 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ديگر آغاز كرد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مهربان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</w:t>
      </w:r>
      <w:r w:rsidR="00860DB0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دوستدار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نسبت به امام جواد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از خود نشان داد و برا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مزيد بهره بردار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ايجاد اطمينان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دختر خود را به ازدواج آن گرام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درآورد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كوشيد همان استفاده 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را كه در تحميل ولايتعهد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بر امام رضا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جست</w:t>
      </w:r>
      <w:r w:rsidR="004851C8">
        <w:rPr>
          <w:rtl/>
          <w:lang w:bidi="fa-IR"/>
        </w:rPr>
        <w:t>،</w:t>
      </w:r>
      <w:r w:rsidR="00860DB0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از اين وصلت نيز بدست آورد</w:t>
      </w:r>
      <w:r w:rsidR="004851C8">
        <w:rPr>
          <w:rtl/>
          <w:lang w:bidi="fa-IR"/>
        </w:rPr>
        <w:t>.</w:t>
      </w:r>
    </w:p>
    <w:p w:rsidR="00860DB0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lastRenderedPageBreak/>
        <w:t xml:space="preserve">چنين بود كه امام جواد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را در سال</w:t>
      </w:r>
      <w:r w:rsidR="005631DD">
        <w:rPr>
          <w:rtl/>
          <w:lang w:bidi="fa-IR"/>
        </w:rPr>
        <w:t>2</w:t>
      </w:r>
      <w:r w:rsidR="009072C7">
        <w:rPr>
          <w:rtl/>
          <w:lang w:bidi="fa-IR"/>
        </w:rPr>
        <w:t>0</w:t>
      </w:r>
      <w:r w:rsidR="00506E9B">
        <w:rPr>
          <w:rtl/>
          <w:lang w:bidi="fa-IR"/>
        </w:rPr>
        <w:t>4</w:t>
      </w:r>
      <w:r w:rsidRPr="00E8659C">
        <w:rPr>
          <w:rtl/>
          <w:lang w:bidi="fa-IR"/>
        </w:rPr>
        <w:t xml:space="preserve"> هجر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يعن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يكسال پس از شهادت امام رضا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از مدينه به بغدادآورد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دختر خود ام الفضل را به آيين همسر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به او داد</w:t>
      </w:r>
      <w:r w:rsidR="004851C8">
        <w:rPr>
          <w:rtl/>
          <w:lang w:bidi="fa-IR"/>
        </w:rPr>
        <w:t>.</w:t>
      </w:r>
    </w:p>
    <w:p w:rsidR="00860DB0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ريان بن شبيبم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گويد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چون عباسيان از تصميم مأمون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در مورد ازدواج دخترش با امام جواد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آگاه شدند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ترسيدند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مبادا با اين كار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حكومت از دست عباسيان خارج شود و همان وضع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كه در زمان امام رضا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پيش آمده بود تكرار شود!</w:t>
      </w:r>
    </w:p>
    <w:p w:rsidR="00860DB0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به همين جهت نزد مأمون رفتند و اعتراض كردند و او را سوگند دادند كه از اين كارمنصرف شود و گفتند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تو آنچه در گذشته 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دور و نزديك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ميان ما و علويان واقع شده است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دان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نيز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دان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خلفا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پيش از تو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آنان را تبعيد وتحقير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كردند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ما پيش از اين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از اينكه وليعهد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خود را به رضا واگذار كرد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نگران بوديم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خدا آن مشكل را بر طرف ساخت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اينك تو را به خدا</w:t>
      </w:r>
      <w:r w:rsidR="00E12C63">
        <w:rPr>
          <w:rtl/>
          <w:lang w:bidi="fa-IR"/>
        </w:rPr>
        <w:t>!</w:t>
      </w:r>
      <w:r w:rsidRPr="00E8659C">
        <w:rPr>
          <w:rtl/>
          <w:lang w:bidi="fa-IR"/>
        </w:rPr>
        <w:t xml:space="preserve"> سوگند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دهيم كه ما را دوباره اندوهگين مساز و از اين ازدواج صرف نظر كن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دخترت را بايك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عباسيان كه صلاحيت اين وصلت را داشته باشند همسر ساز</w:t>
      </w:r>
      <w:r w:rsidR="004851C8">
        <w:rPr>
          <w:rtl/>
          <w:lang w:bidi="fa-IR"/>
        </w:rPr>
        <w:t>.</w:t>
      </w:r>
    </w:p>
    <w:p w:rsidR="00860DB0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مأمون پاسخ داد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>آنچه ميان شما و علويان رو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داده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باعث آن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شما بوديد و اگر به انصاف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نظر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كرديد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آنان از شما سزاوار ترند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آنچه خلفا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پيش از من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با علويان انجام دادند قطع رحم - بريدن از خويشاوند - بوده و من از اين كار به خدا پناه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برم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ودر مورد ولايتعهد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رضا نيز پشيمان نيستم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من بودم كه از او تقاضا كردم خلافت را</w:t>
      </w:r>
      <w:r w:rsidR="00860DB0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بپذيرد ول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او قبول نكرد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تقدير اله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واقع شد</w:t>
      </w:r>
      <w:r w:rsidR="004851C8">
        <w:rPr>
          <w:rtl/>
          <w:lang w:bidi="fa-IR"/>
        </w:rPr>
        <w:t>.</w:t>
      </w:r>
    </w:p>
    <w:p w:rsidR="00860DB0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و در مورد ابو جعفر محمد بن عل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- امام جواد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- بايد بگويم كه من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او را بدانجهت برا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ازدواج با دخترم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انتخاب كردم كه با خردسال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در دانش و فضيلت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بر تمام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اهل فضل برتر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دارد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همين موجب شگفت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تعجب است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اميدوارم</w:t>
      </w:r>
      <w:r w:rsidR="00E12C63">
        <w:rPr>
          <w:rtl/>
          <w:lang w:bidi="fa-IR"/>
        </w:rPr>
        <w:t>!</w:t>
      </w:r>
      <w:r w:rsidRPr="00E8659C">
        <w:rPr>
          <w:rtl/>
          <w:lang w:bidi="fa-IR"/>
        </w:rPr>
        <w:t xml:space="preserve"> اين موضوع هم چنان كه برا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من روشن شده است برا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همه نيز مردم روشن شود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تا بدانند كه نظر درست همان نظر من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او</w:t>
      </w:r>
      <w:r w:rsidR="00860DB0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سزاوار همسر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دختر من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است</w:t>
      </w:r>
      <w:r w:rsidR="004851C8">
        <w:rPr>
          <w:rtl/>
          <w:lang w:bidi="fa-IR"/>
        </w:rPr>
        <w:t>.</w:t>
      </w:r>
    </w:p>
    <w:p w:rsidR="00860DB0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lastRenderedPageBreak/>
        <w:t>عباسيان گفتند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هر چند اين نوجوان موجب شگفت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وتعجب تو شده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هنوز كودك است و علم و دانش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نياموخته است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صبر كن تا ادب بياموزد و با علم دين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آشنا شود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آنگاه منظور خود را عمل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ساز</w:t>
      </w:r>
      <w:r w:rsidR="004851C8">
        <w:rPr>
          <w:rtl/>
          <w:lang w:bidi="fa-IR"/>
        </w:rPr>
        <w:t>.</w:t>
      </w:r>
    </w:p>
    <w:p w:rsidR="00860DB0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مأمون گفت</w:t>
      </w:r>
      <w:r w:rsidR="004851C8">
        <w:rPr>
          <w:rtl/>
          <w:lang w:bidi="fa-IR"/>
        </w:rPr>
        <w:t>:</w:t>
      </w:r>
      <w:r w:rsidR="00860DB0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وا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بر شما</w:t>
      </w:r>
      <w:r w:rsidR="00E12C63">
        <w:rPr>
          <w:rtl/>
          <w:lang w:bidi="fa-IR"/>
        </w:rPr>
        <w:t>!</w:t>
      </w:r>
      <w:r w:rsidRPr="00E8659C">
        <w:rPr>
          <w:rtl/>
          <w:lang w:bidi="fa-IR"/>
        </w:rPr>
        <w:t xml:space="preserve"> من اين جوان را بهتر از شما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شناسم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او از خاندان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است كه علومشان، خداي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است و به آموختن نياز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ندارد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پدران او هميشه در علم دين و ادب از مردم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نياز بودند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اگر مايليد او را بيازمائيد تا آنچه گفتم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بر شما</w:t>
      </w:r>
      <w:r w:rsidR="00860DB0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آشكار شود</w:t>
      </w:r>
      <w:r w:rsidR="004851C8">
        <w:rPr>
          <w:rtl/>
          <w:lang w:bidi="fa-IR"/>
        </w:rPr>
        <w:t>.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گفتند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اين پيشنهاد خوب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او را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آزمائيم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در حضور شما</w:t>
      </w:r>
      <w:r w:rsidR="00860DB0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مسأله 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فقه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او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پرسيم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اگر به درست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پاسخ داد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ما ديگر اعتراض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نخواهيم</w:t>
      </w:r>
      <w:r w:rsidR="00860DB0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داشت و بر همگان درست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نظريه 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خليفه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روشن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گردد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اگر نتوانست پاسخ دهد نيزمشكل ما حل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شود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خليفه از اين ازدواج منصرف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گردد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مأمون گفت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هر وقت خواستيد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توانيد او را امتحان كنيد</w:t>
      </w:r>
      <w:r w:rsidR="004851C8">
        <w:rPr>
          <w:rtl/>
          <w:lang w:bidi="fa-IR"/>
        </w:rPr>
        <w:t>.</w:t>
      </w:r>
    </w:p>
    <w:p w:rsidR="00E8659C" w:rsidRPr="00E8659C" w:rsidRDefault="00860DB0" w:rsidP="00860DB0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E8659C" w:rsidRDefault="00E8659C" w:rsidP="00E33DA7">
      <w:pPr>
        <w:pStyle w:val="libBold1"/>
        <w:rPr>
          <w:rtl/>
          <w:lang w:bidi="fa-IR"/>
        </w:rPr>
      </w:pPr>
      <w:r w:rsidRPr="00E8659C">
        <w:rPr>
          <w:rtl/>
          <w:lang w:bidi="fa-IR"/>
        </w:rPr>
        <w:t>سؤالات يحي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بن اكثم</w:t>
      </w:r>
    </w:p>
    <w:p w:rsidR="00860DB0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عباسيان به يحي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بن</w:t>
      </w:r>
      <w:r w:rsidR="00860DB0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اكثم كه قاض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آن زمان بود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مراجعه كردند و به او وعده 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پاداش هنگفت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دادند تا</w:t>
      </w:r>
      <w:r w:rsidR="00860DB0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 xml:space="preserve">از امام جواد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مسأله 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بپرسد كه او پاسخ آن را نداند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يحي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پذيرفت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آنگاه نزد مأمون بازگشتند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از او خواستند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روز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را برا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اين كار تعيين</w:t>
      </w:r>
      <w:r w:rsidR="00860DB0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كند</w:t>
      </w:r>
      <w:r w:rsidR="004851C8">
        <w:rPr>
          <w:rtl/>
          <w:lang w:bidi="fa-IR"/>
        </w:rPr>
        <w:t>.</w:t>
      </w:r>
    </w:p>
    <w:p w:rsidR="00860DB0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مأمون روز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را تعيين كرد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همه در آن روز گرد آمدند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مأمون فرمان داد دربالا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مجلس برا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امام جواد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جاي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را تعيين كردند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امام واردشد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در محل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تعيين شده بود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نشست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يحي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بن اكثم روبرو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او نشست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ديگران</w:t>
      </w:r>
      <w:r w:rsidR="00860DB0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نيز در جايگاه خود قرار گرفتند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مأمون هم كنار امام نشسته بود</w:t>
      </w:r>
      <w:r w:rsidR="004851C8">
        <w:rPr>
          <w:rtl/>
          <w:lang w:bidi="fa-IR"/>
        </w:rPr>
        <w:t>.</w:t>
      </w:r>
    </w:p>
    <w:p w:rsidR="00860DB0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يحي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بن اكثمبه مأمون گفت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اجازه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دهيد از ابو جعفر سؤال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بنمايم</w:t>
      </w:r>
      <w:r w:rsidR="004851C8">
        <w:rPr>
          <w:rtl/>
          <w:lang w:bidi="fa-IR"/>
        </w:rPr>
        <w:t>؟</w:t>
      </w:r>
      <w:r w:rsidRPr="00E8659C">
        <w:rPr>
          <w:rtl/>
          <w:lang w:bidi="fa-IR"/>
        </w:rPr>
        <w:t xml:space="preserve"> مأمون گفت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از خود او</w:t>
      </w:r>
      <w:r w:rsidR="00860DB0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اجازه بخواه</w:t>
      </w:r>
      <w:r w:rsidR="00E12C63">
        <w:rPr>
          <w:rtl/>
          <w:lang w:bidi="fa-IR"/>
        </w:rPr>
        <w:t>!</w:t>
      </w:r>
      <w:r w:rsidRPr="00E8659C">
        <w:rPr>
          <w:rtl/>
          <w:lang w:bidi="fa-IR"/>
        </w:rPr>
        <w:t xml:space="preserve"> يحي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به امام رو كرد و گفت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فدايت شوم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اجازه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سؤال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مطرح</w:t>
      </w:r>
      <w:r w:rsidR="00860DB0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كنم</w:t>
      </w:r>
      <w:r w:rsidR="004851C8">
        <w:rPr>
          <w:rtl/>
          <w:lang w:bidi="fa-IR"/>
        </w:rPr>
        <w:t>؟</w:t>
      </w:r>
      <w:r w:rsidRPr="00E8659C">
        <w:rPr>
          <w:rtl/>
          <w:lang w:bidi="fa-IR"/>
        </w:rPr>
        <w:t xml:space="preserve"> امام فرمودند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اگر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خواه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بپرس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يحي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گفت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فدايت شوم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در مورد كس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</w:t>
      </w:r>
      <w:r w:rsidR="00860DB0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در حال احرام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شكار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را بكشد چه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فرمائيد</w:t>
      </w:r>
      <w:r w:rsidR="004851C8">
        <w:rPr>
          <w:rtl/>
          <w:lang w:bidi="fa-IR"/>
        </w:rPr>
        <w:t>؟</w:t>
      </w:r>
    </w:p>
    <w:p w:rsidR="00860DB0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امام فرمودند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اين مسأله صورتها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فراوان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دارد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آيا در خارج حرم بوده يا در داخل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از حرمت اين كار اطلاع داشته ياب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اطلاع بوده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عمدا كشته يا سهوا و به خطا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شكار كننده عبد بوده يا آزاد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صغيربوده يا كبير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بار اول او بوده كه چنين كار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كرده يا بار دوم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صيد پرنده بوده يا غير پرنده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كوچك بوده يا بزرگ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كشنده از كار خود پشيمان شده يا</w:t>
      </w:r>
      <w:r w:rsidR="00860DB0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قصد تكرار آن را دارد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در شب صيد كرده يا در روز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احرام او احرام عمره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سفر دهبوده يا احرام حج</w:t>
      </w:r>
      <w:r w:rsidR="004851C8">
        <w:rPr>
          <w:rtl/>
          <w:lang w:bidi="fa-IR"/>
        </w:rPr>
        <w:t>.</w:t>
      </w:r>
    </w:p>
    <w:p w:rsidR="00860DB0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يحي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بن اكثم از اينكه امام كه در آن هنگام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تقريبا نه</w:t>
      </w:r>
      <w:r w:rsidR="00860DB0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ساله بود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اصل سؤال او را چنين عالمانه تشريح كرد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متحير ماند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وآثار عجز و شكستدر چهره اش پديدار شد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زبانش به لكنت افتاد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آن چنان كه همه حاضران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قدرت علم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امام و شكست يحي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را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دريافتند</w:t>
      </w:r>
      <w:r w:rsidR="004851C8">
        <w:rPr>
          <w:rtl/>
          <w:lang w:bidi="fa-IR"/>
        </w:rPr>
        <w:t>.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مأمون گفت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سپاس خدا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را بر اين نعمت و اين كه</w:t>
      </w:r>
      <w:r w:rsidR="00860DB0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نظر من درست درآمد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آنگاه به عباسيان رو كرد و گفت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آيا آنچه انكار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كرديد</w:t>
      </w:r>
      <w:r w:rsidR="00860DB0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دانستيد</w:t>
      </w:r>
      <w:r w:rsidR="004851C8">
        <w:rPr>
          <w:rtl/>
          <w:lang w:bidi="fa-IR"/>
        </w:rPr>
        <w:t>؟</w:t>
      </w:r>
      <w:r w:rsidR="00E12C63">
        <w:rPr>
          <w:rtl/>
          <w:lang w:bidi="fa-IR"/>
        </w:rPr>
        <w:t>!</w:t>
      </w:r>
    </w:p>
    <w:p w:rsidR="00860DB0" w:rsidRDefault="00860DB0" w:rsidP="00E8659C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8659C" w:rsidRPr="00860DB0" w:rsidRDefault="00E8659C" w:rsidP="00E33DA7">
      <w:pPr>
        <w:pStyle w:val="libBold1"/>
        <w:rPr>
          <w:rtl/>
        </w:rPr>
      </w:pPr>
      <w:r w:rsidRPr="00E8659C">
        <w:rPr>
          <w:rtl/>
          <w:lang w:bidi="fa-IR"/>
        </w:rPr>
        <w:t xml:space="preserve">سؤالات امام </w:t>
      </w:r>
      <w:r w:rsidR="00366A7F" w:rsidRPr="00366A7F">
        <w:rPr>
          <w:rStyle w:val="libAlaemChar"/>
          <w:rtl/>
        </w:rPr>
        <w:t>عليها‌السلام‌</w:t>
      </w:r>
    </w:p>
    <w:p w:rsidR="002B37BB" w:rsidRDefault="00E8659C" w:rsidP="002B37BB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در همين مجلس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مأمون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ازدواج با دخترش را به امام پيشنهاد كرد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ازاو خواست خطبه 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عقد را بخوانند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امام پذيرفت و در آغاز خطبه فرمودند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</w:t>
      </w:r>
      <w:r w:rsidR="004F7F1B">
        <w:rPr>
          <w:rFonts w:hint="cs"/>
          <w:rtl/>
          <w:lang w:bidi="fa-IR"/>
        </w:rPr>
        <w:t>«</w:t>
      </w:r>
      <w:r w:rsidRPr="002B37BB">
        <w:rPr>
          <w:rStyle w:val="libHadeesChar"/>
          <w:rtl/>
        </w:rPr>
        <w:t>الحمد</w:t>
      </w:r>
      <w:r w:rsidR="00212AFE" w:rsidRPr="002B37BB">
        <w:rPr>
          <w:rStyle w:val="libHadeesChar"/>
          <w:rFonts w:hint="cs"/>
          <w:rtl/>
        </w:rPr>
        <w:t xml:space="preserve"> </w:t>
      </w:r>
      <w:r w:rsidRPr="002B37BB">
        <w:rPr>
          <w:rStyle w:val="libHadeesChar"/>
          <w:rtl/>
        </w:rPr>
        <w:t>لله</w:t>
      </w:r>
      <w:r w:rsidR="00212AFE" w:rsidRPr="002B37BB">
        <w:rPr>
          <w:rStyle w:val="libHadeesChar"/>
          <w:rFonts w:hint="cs"/>
          <w:rtl/>
        </w:rPr>
        <w:t xml:space="preserve"> </w:t>
      </w:r>
      <w:r w:rsidRPr="002B37BB">
        <w:rPr>
          <w:rStyle w:val="libHadeesChar"/>
          <w:rtl/>
        </w:rPr>
        <w:t>اقرارا بنعمته</w:t>
      </w:r>
      <w:r w:rsidR="004851C8" w:rsidRPr="002B37BB">
        <w:rPr>
          <w:rStyle w:val="libHadeesChar"/>
          <w:rtl/>
        </w:rPr>
        <w:t>،</w:t>
      </w:r>
      <w:r w:rsidRPr="002B37BB">
        <w:rPr>
          <w:rStyle w:val="libHadeesChar"/>
          <w:rtl/>
        </w:rPr>
        <w:t xml:space="preserve"> ولااله الا الله اخلاصا لوحدانيته</w:t>
      </w:r>
      <w:r w:rsidR="004851C8" w:rsidRPr="002B37BB">
        <w:rPr>
          <w:rStyle w:val="libHadeesChar"/>
          <w:rtl/>
        </w:rPr>
        <w:t>،</w:t>
      </w:r>
      <w:r w:rsidRPr="002B37BB">
        <w:rPr>
          <w:rStyle w:val="libHadeesChar"/>
          <w:rtl/>
        </w:rPr>
        <w:t xml:space="preserve"> و صل</w:t>
      </w:r>
      <w:r w:rsidR="00F456F0" w:rsidRPr="002B37BB">
        <w:rPr>
          <w:rStyle w:val="libHadeesChar"/>
          <w:rtl/>
        </w:rPr>
        <w:t xml:space="preserve">ی </w:t>
      </w:r>
      <w:r w:rsidRPr="002B37BB">
        <w:rPr>
          <w:rStyle w:val="libHadeesChar"/>
          <w:rtl/>
        </w:rPr>
        <w:t>الله عل</w:t>
      </w:r>
      <w:r w:rsidR="00F456F0" w:rsidRPr="002B37BB">
        <w:rPr>
          <w:rStyle w:val="libHadeesChar"/>
          <w:rtl/>
        </w:rPr>
        <w:t xml:space="preserve">ی </w:t>
      </w:r>
      <w:r w:rsidRPr="002B37BB">
        <w:rPr>
          <w:rStyle w:val="libHadeesChar"/>
          <w:rtl/>
        </w:rPr>
        <w:t>محمد سيد بريته، والاصفياء من عترته</w:t>
      </w:r>
      <w:r w:rsidR="004851C8" w:rsidRPr="002B37BB">
        <w:rPr>
          <w:rStyle w:val="libHadeesChar"/>
          <w:rtl/>
        </w:rPr>
        <w:t>.</w:t>
      </w:r>
      <w:r w:rsidRPr="002B37BB">
        <w:rPr>
          <w:rStyle w:val="libHadeesChar"/>
          <w:rtl/>
        </w:rPr>
        <w:t xml:space="preserve"> اما بعد فقد كان من فضل الله عل</w:t>
      </w:r>
      <w:r w:rsidR="00F456F0" w:rsidRPr="002B37BB">
        <w:rPr>
          <w:rStyle w:val="libHadeesChar"/>
          <w:rtl/>
        </w:rPr>
        <w:t xml:space="preserve">ی </w:t>
      </w:r>
      <w:r w:rsidRPr="002B37BB">
        <w:rPr>
          <w:rStyle w:val="libHadeesChar"/>
          <w:rtl/>
        </w:rPr>
        <w:t>الأنام</w:t>
      </w:r>
      <w:r w:rsidR="004851C8" w:rsidRPr="002B37BB">
        <w:rPr>
          <w:rStyle w:val="libHadeesChar"/>
          <w:rtl/>
        </w:rPr>
        <w:t>،</w:t>
      </w:r>
      <w:r w:rsidRPr="002B37BB">
        <w:rPr>
          <w:rStyle w:val="libHadeesChar"/>
          <w:rtl/>
        </w:rPr>
        <w:t xml:space="preserve"> أن أغناهم</w:t>
      </w:r>
      <w:r w:rsidR="004F7F1B" w:rsidRPr="002B37BB">
        <w:rPr>
          <w:rStyle w:val="libHadeesChar"/>
          <w:rFonts w:hint="cs"/>
          <w:rtl/>
        </w:rPr>
        <w:t xml:space="preserve"> </w:t>
      </w:r>
      <w:r w:rsidRPr="002B37BB">
        <w:rPr>
          <w:rStyle w:val="libHadeesChar"/>
          <w:rtl/>
        </w:rPr>
        <w:t>بالحلال عن الحرام</w:t>
      </w:r>
      <w:r w:rsidR="002B37BB" w:rsidRPr="002B37BB">
        <w:rPr>
          <w:rFonts w:eastAsia="KFGQPC Uthman Taha Naskh" w:hint="cs"/>
          <w:rtl/>
        </w:rPr>
        <w:t>»</w:t>
      </w:r>
      <w:r w:rsidR="004851C8" w:rsidRPr="002B37BB">
        <w:rPr>
          <w:rtl/>
        </w:rPr>
        <w:t>،</w:t>
      </w:r>
      <w:r w:rsidRPr="002B37BB">
        <w:rPr>
          <w:rtl/>
        </w:rPr>
        <w:t xml:space="preserve"> </w:t>
      </w:r>
      <w:r w:rsidRPr="002B37BB">
        <w:rPr>
          <w:rStyle w:val="libHadeesChar"/>
          <w:rtl/>
        </w:rPr>
        <w:t>وقال سبحانه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</w:t>
      </w:r>
      <w:r w:rsidR="002B37BB" w:rsidRPr="002B37BB">
        <w:rPr>
          <w:rStyle w:val="libAlaemChar"/>
          <w:rFonts w:hint="cs"/>
          <w:rtl/>
        </w:rPr>
        <w:t>(</w:t>
      </w:r>
      <w:r w:rsidR="002B37BB" w:rsidRPr="002B37BB">
        <w:rPr>
          <w:rStyle w:val="libAieChar"/>
          <w:rtl/>
          <w:lang w:bidi="fa-IR"/>
        </w:rPr>
        <w:t>وَأَنكِحُوا الْأَيَامَىٰ مِنكُمْ وَالصَّالِحِينَ مِنْ عِبَادِكُمْ وَإِمَائِكُمْ إِن يَكُونُوا فُقَرَاءَ يُغْنِهِمُ اللَّهُ مِن فَضْلِهِ وَاللَّهُ وَاسِعٌ عَلِيمٌ</w:t>
      </w:r>
      <w:r w:rsidR="004851C8">
        <w:rPr>
          <w:rtl/>
          <w:lang w:bidi="fa-IR"/>
        </w:rPr>
        <w:t>.</w:t>
      </w:r>
      <w:r w:rsidR="002B37BB" w:rsidRPr="002B37BB">
        <w:rPr>
          <w:rStyle w:val="libAlaemChar"/>
          <w:rFonts w:hint="cs"/>
          <w:rtl/>
        </w:rPr>
        <w:t>)</w:t>
      </w:r>
      <w:r w:rsidRPr="00E8659C">
        <w:rPr>
          <w:rtl/>
          <w:lang w:bidi="fa-IR"/>
        </w:rPr>
        <w:t xml:space="preserve"> </w:t>
      </w:r>
    </w:p>
    <w:p w:rsidR="00E8659C" w:rsidRPr="00E8659C" w:rsidRDefault="00E8659C" w:rsidP="002B37BB">
      <w:pPr>
        <w:pStyle w:val="libNormal"/>
        <w:rPr>
          <w:lang w:bidi="fa-IR"/>
        </w:rPr>
      </w:pPr>
      <w:r w:rsidRPr="00E8659C">
        <w:rPr>
          <w:rtl/>
          <w:lang w:bidi="fa-IR"/>
        </w:rPr>
        <w:t>خدا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را به عنواناعتراف بر نعمت او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سپاسگزارم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- كلمه 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توحيد - لااله الا الله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گويم به جهتاخلاص در وحدانيت او و درود خدا بر محمد سرور آفريدگان و بر برگزيدگان از خاندان اوكه ب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ترديد از فضل و رحمت خدا بر مردمان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باشد كه آنان را بوسيل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حلال از حرامب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نياز ساخته - و به ازدواج فرمان داده - و فرموده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ب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زن و ب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شوهر از خودتان وشايستگان (ازدواج) از بردگان و كنيزان خود را به ازدواج يكديگر درآوريد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بهجهت فقر و ب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چيز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ازدواج مانع نشويد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اگر فقير باشند خداوند به رحمت خود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بهآنان عطا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فرمايد و ب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نيازشان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سازد و خدا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متعال وسعت دهنده 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روز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بندگان و دانا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به همه چيز است</w:t>
      </w:r>
      <w:r w:rsidR="004851C8">
        <w:rPr>
          <w:rtl/>
          <w:lang w:bidi="fa-IR"/>
        </w:rPr>
        <w:t>.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آنگاه امام با تعيين مهريه ا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معادل مهريه 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حضرت فاطمه زهرا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(پانصد درهم) موافقت خود را با ازدواج با دختر مأمون اعلام فرمود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مأمون از طرفدختر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عقد را خواند و امام جواد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قبول فرمود و به فرمان مأمون</w:t>
      </w:r>
      <w:r w:rsidR="00AF31E8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هدايا و جوائز چشمگير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به حاضران دادند و سفره</w:t>
      </w:r>
      <w:r w:rsidR="00164EC6">
        <w:rPr>
          <w:rtl/>
          <w:lang w:bidi="fa-IR"/>
        </w:rPr>
        <w:t xml:space="preserve"> ‌</w:t>
      </w:r>
      <w:r w:rsidRPr="00E8659C">
        <w:rPr>
          <w:rtl/>
          <w:lang w:bidi="fa-IR"/>
        </w:rPr>
        <w:t>ها گستردند و مردم غذا خوردند ومتفرق شدند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فقط گروه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نزديكان و درباريان مأمون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باق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ماندند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مأمون ازامام تقاضا كرد كه خود پاسخ صورتها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گوناگون صيد در حال احرام را بگويد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وامام پذيرفت و به تفصيل به شرح آن پرداختند</w:t>
      </w:r>
      <w:r w:rsidR="004851C8">
        <w:rPr>
          <w:rtl/>
          <w:lang w:bidi="fa-IR"/>
        </w:rPr>
        <w:t>.</w:t>
      </w:r>
    </w:p>
    <w:p w:rsidR="00E8659C" w:rsidRPr="00E8659C" w:rsidRDefault="000B6FDD" w:rsidP="00E8659C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E8659C" w:rsidRPr="000B6FDD" w:rsidRDefault="00E8659C" w:rsidP="00E33DA7">
      <w:pPr>
        <w:pStyle w:val="libBold1"/>
        <w:rPr>
          <w:rtl/>
        </w:rPr>
      </w:pPr>
      <w:r w:rsidRPr="00E8659C">
        <w:rPr>
          <w:rtl/>
          <w:lang w:bidi="fa-IR"/>
        </w:rPr>
        <w:t xml:space="preserve">سؤالات امام </w:t>
      </w:r>
      <w:r w:rsidR="00366A7F" w:rsidRPr="00366A7F">
        <w:rPr>
          <w:rStyle w:val="libAlaemChar"/>
          <w:rtl/>
        </w:rPr>
        <w:t>عليها‌السلام‌</w:t>
      </w:r>
    </w:p>
    <w:p w:rsidR="000B6FDD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مأمون با شنيدن پاسخ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امام را بسيار تحسين كرد و تقاضا نمود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اين بار امام ازيحي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بن اكثم مسأله 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بپرسد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امام به يحي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رو كردند و فرمودند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آيابپرسم</w:t>
      </w:r>
      <w:r w:rsidR="004851C8">
        <w:rPr>
          <w:rtl/>
          <w:lang w:bidi="fa-IR"/>
        </w:rPr>
        <w:t>؟</w:t>
      </w:r>
      <w:r w:rsidRPr="00E8659C">
        <w:rPr>
          <w:rtl/>
          <w:lang w:bidi="fa-IR"/>
        </w:rPr>
        <w:t xml:space="preserve"> يحي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شكست خورد و مرعوب عظمت علم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امام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بود گفت</w:t>
      </w:r>
      <w:r w:rsidR="004851C8">
        <w:rPr>
          <w:rtl/>
          <w:lang w:bidi="fa-IR"/>
        </w:rPr>
        <w:t>:</w:t>
      </w:r>
      <w:r w:rsidR="000B6FDD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ميل شماست فدايتان شوم</w:t>
      </w:r>
      <w:r w:rsidR="00E12C63">
        <w:rPr>
          <w:rtl/>
          <w:lang w:bidi="fa-IR"/>
        </w:rPr>
        <w:t>!</w:t>
      </w:r>
      <w:r w:rsidRPr="00E8659C">
        <w:rPr>
          <w:rtl/>
          <w:lang w:bidi="fa-IR"/>
        </w:rPr>
        <w:t xml:space="preserve"> اگر بدانم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پاسخ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دهم و اگر ندانم از خود شما استفادهم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كنم و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آموزم</w:t>
      </w:r>
      <w:r w:rsidR="004851C8">
        <w:rPr>
          <w:rtl/>
          <w:lang w:bidi="fa-IR"/>
        </w:rPr>
        <w:t>.</w:t>
      </w:r>
    </w:p>
    <w:p w:rsidR="00E12949" w:rsidRDefault="00E8659C" w:rsidP="00E12949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امام فرمودند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بگو چگونه است كه مرد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در بامداد بر زن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نگاه</w:t>
      </w:r>
      <w:r w:rsidR="00EF5593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كرد در حال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اين نگاه كردن بر او حرام است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هنگام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آفتاب بالا آمد بر اوحلال شد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چون ظهر شد بر او حرام شد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چون عصر در رسيد بر او حلال شد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چون</w:t>
      </w:r>
      <w:r w:rsidR="00E12949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آفتاب غروب كرد بر  و حرام شد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شب هنگام نماز عشاء بر او حلال شد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نيمه شب</w:t>
      </w:r>
      <w:r w:rsidR="00E12949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بر او حرام شد و چون صبح بردميد بر او حلال شد</w:t>
      </w:r>
      <w:r w:rsidR="00E12C63">
        <w:rPr>
          <w:rtl/>
          <w:lang w:bidi="fa-IR"/>
        </w:rPr>
        <w:t>!</w:t>
      </w:r>
      <w:r w:rsidRPr="00E8659C">
        <w:rPr>
          <w:rtl/>
          <w:lang w:bidi="fa-IR"/>
        </w:rPr>
        <w:t xml:space="preserve"> چرا چنين بود و به چه جهت بر او</w:t>
      </w:r>
      <w:r w:rsidR="00E12949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حلال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شد و حرام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گشت</w:t>
      </w:r>
      <w:r w:rsidR="004851C8">
        <w:rPr>
          <w:rtl/>
          <w:lang w:bidi="fa-IR"/>
        </w:rPr>
        <w:t>؟</w:t>
      </w:r>
      <w:r w:rsidR="00E12C63">
        <w:rPr>
          <w:rtl/>
          <w:lang w:bidi="fa-IR"/>
        </w:rPr>
        <w:t>!</w:t>
      </w:r>
    </w:p>
    <w:p w:rsidR="006E0F91" w:rsidRDefault="00E8659C" w:rsidP="00E12949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يحي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گفت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به خدا سوگند</w:t>
      </w:r>
      <w:r w:rsidR="00E12C63">
        <w:rPr>
          <w:rtl/>
          <w:lang w:bidi="fa-IR"/>
        </w:rPr>
        <w:t>!</w:t>
      </w:r>
      <w:r w:rsidRPr="00E8659C">
        <w:rPr>
          <w:rtl/>
          <w:lang w:bidi="fa-IR"/>
        </w:rPr>
        <w:t xml:space="preserve"> پاسخ و چگونگ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را نم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دانم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اگر مايليد خودتان بيان فرمائيد تا استفاده كنيم</w:t>
      </w:r>
      <w:r w:rsidR="004851C8">
        <w:rPr>
          <w:rtl/>
          <w:lang w:bidi="fa-IR"/>
        </w:rPr>
        <w:t>.</w:t>
      </w:r>
    </w:p>
    <w:p w:rsidR="00E8659C" w:rsidRPr="00E8659C" w:rsidRDefault="00E8659C" w:rsidP="00E12949">
      <w:pPr>
        <w:pStyle w:val="libNormal"/>
        <w:rPr>
          <w:lang w:bidi="fa-IR"/>
        </w:rPr>
      </w:pPr>
      <w:r w:rsidRPr="00E8659C">
        <w:rPr>
          <w:rtl/>
          <w:lang w:bidi="fa-IR"/>
        </w:rPr>
        <w:t>امام فرمودند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آن زن</w:t>
      </w:r>
      <w:r w:rsidR="004851C8">
        <w:rPr>
          <w:rtl/>
          <w:lang w:bidi="fa-IR"/>
        </w:rPr>
        <w:t>،</w:t>
      </w:r>
      <w:r w:rsidR="006E0F91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كنيز مرد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مرد نامحرم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در بامداد به او نگاه كرد در اين حال اين نگاه حرام</w:t>
      </w:r>
      <w:r w:rsidR="006E0F91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بود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هنگام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آفتاب بالا آمد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آن كنيز را از صاحبش خريد و بر او حلال شد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</w:t>
      </w:r>
      <w:r w:rsidR="006E0F91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چون ظهر شد كنيز را آزاد ساخت و بر او حرام شد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هنگام عصر با او ازدواج كرد براو حلال شد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چون آفتاب غروب كرد ظهار </w:t>
      </w:r>
      <w:r w:rsidRPr="006249D9">
        <w:rPr>
          <w:rStyle w:val="libFootnotenumChar"/>
          <w:rtl/>
        </w:rPr>
        <w:t>(</w:t>
      </w:r>
      <w:r w:rsidR="00FA474B" w:rsidRPr="006249D9">
        <w:rPr>
          <w:rStyle w:val="libFootnotenumChar"/>
          <w:rtl/>
        </w:rPr>
        <w:t>3</w:t>
      </w:r>
      <w:r w:rsidR="009072C7" w:rsidRPr="006249D9">
        <w:rPr>
          <w:rStyle w:val="libFootnotenumChar"/>
          <w:rtl/>
        </w:rPr>
        <w:t>0</w:t>
      </w:r>
      <w:r w:rsidRPr="006249D9">
        <w:rPr>
          <w:rStyle w:val="libFootnotenumChar"/>
          <w:rtl/>
        </w:rPr>
        <w:t>)</w:t>
      </w:r>
      <w:r w:rsidRPr="00E8659C">
        <w:rPr>
          <w:rtl/>
          <w:lang w:bidi="fa-IR"/>
        </w:rPr>
        <w:t xml:space="preserve"> نمود بر او حرام شد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نيمه شب يك بار او را طلاق داد بر او حرام شد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و چون صبح بردميد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رجوع كرد بر او حلال شد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>مأمون شگفت زده به خويشان خود كه حاضر بودند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رو كرد و گفت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آيا در ميان شما كس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هست كه اين گونه پاسخ چنين مسأله 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را بيان كند يا پاسخ مسأله 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قبل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را بداند</w:t>
      </w:r>
      <w:r w:rsidR="004851C8">
        <w:rPr>
          <w:rtl/>
          <w:lang w:bidi="fa-IR"/>
        </w:rPr>
        <w:t>؟</w:t>
      </w:r>
      <w:r w:rsidR="00EA5A9E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گفتند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نه به خدا سوگند</w:t>
      </w:r>
      <w:r w:rsidR="00E12C63">
        <w:rPr>
          <w:rtl/>
          <w:lang w:bidi="fa-IR"/>
        </w:rPr>
        <w:t>!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FA474B" w:rsidRPr="006249D9">
        <w:rPr>
          <w:rStyle w:val="libFootnotenumChar"/>
          <w:rtl/>
        </w:rPr>
        <w:t>3</w:t>
      </w:r>
      <w:r w:rsidR="00256F60" w:rsidRPr="006249D9">
        <w:rPr>
          <w:rStyle w:val="libFootnotenumChar"/>
          <w:rtl/>
        </w:rPr>
        <w:t>1</w:t>
      </w:r>
      <w:r w:rsidRPr="006249D9">
        <w:rPr>
          <w:rStyle w:val="libFootnotenumChar"/>
          <w:rtl/>
        </w:rPr>
        <w:t>)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 xml:space="preserve">بايد توجه داشت كه مأمون با همه 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تظاهرات دوستانه و رياكاريها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مزورانه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از اين ازدواج جز اهداف سياس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منظور ديگر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نداشته است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اهداف او چنين بود</w:t>
      </w:r>
      <w:r w:rsidR="004851C8">
        <w:rPr>
          <w:rtl/>
          <w:lang w:bidi="fa-IR"/>
        </w:rPr>
        <w:t>:</w:t>
      </w:r>
    </w:p>
    <w:p w:rsidR="00E8659C" w:rsidRPr="00E8659C" w:rsidRDefault="00256F60" w:rsidP="00E8659C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t>1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با فرستادن دختر خود به خانه 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امام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آن گرام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را برا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هميشه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دقيقا زير نظرداشته باشد و از كارها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او ب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خبر نماند</w:t>
      </w:r>
      <w:r w:rsidR="004851C8">
        <w:rPr>
          <w:rtl/>
          <w:lang w:bidi="fa-IR"/>
        </w:rPr>
        <w:t>.</w:t>
      </w:r>
    </w:p>
    <w:p w:rsidR="00E8659C" w:rsidRPr="00E8659C" w:rsidRDefault="005631DD" w:rsidP="00E8659C">
      <w:pPr>
        <w:pStyle w:val="libNormal"/>
        <w:rPr>
          <w:lang w:bidi="fa-IR"/>
        </w:rPr>
      </w:pPr>
      <w:r>
        <w:rPr>
          <w:rtl/>
          <w:lang w:bidi="fa-IR"/>
        </w:rPr>
        <w:t>2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با اين وصلت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امام را با دربار پر عيش و نوش خود مرتبط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و آن بزرگوار را به</w:t>
      </w:r>
      <w:r w:rsidR="006F451F">
        <w:rPr>
          <w:rFonts w:hint="cs"/>
          <w:rtl/>
          <w:lang w:bidi="fa-IR"/>
        </w:rPr>
        <w:t xml:space="preserve"> </w:t>
      </w:r>
      <w:r w:rsidR="00E8659C" w:rsidRPr="00E8659C">
        <w:rPr>
          <w:rtl/>
          <w:lang w:bidi="fa-IR"/>
        </w:rPr>
        <w:t>لهو و لعب و فسق و فجور بكشاند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و بدين ترتيب بر موقعيت امام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لطمه وارد سازد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و</w:t>
      </w:r>
      <w:r w:rsidR="00D61CE2">
        <w:rPr>
          <w:rFonts w:hint="cs"/>
          <w:rtl/>
          <w:lang w:bidi="fa-IR"/>
        </w:rPr>
        <w:t xml:space="preserve"> </w:t>
      </w:r>
      <w:r w:rsidR="00E8659C" w:rsidRPr="00E8659C">
        <w:rPr>
          <w:rtl/>
          <w:lang w:bidi="fa-IR"/>
        </w:rPr>
        <w:t>او را در انظار مردم از مقام ارجمند عصمت و امامت ساقط و خوار و خفيف نمايد</w:t>
      </w:r>
      <w:r w:rsidR="004851C8">
        <w:rPr>
          <w:rtl/>
          <w:lang w:bidi="fa-IR"/>
        </w:rPr>
        <w:t>.</w:t>
      </w:r>
    </w:p>
    <w:p w:rsidR="00D61CE2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محمد بن ريان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گويد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مأمون هر چه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كوشيد كه امام جواد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را به لهو و لعب وادار سازد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موفق نم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شد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در مجلس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به عنوان جشن ازدواج</w:t>
      </w:r>
      <w:r w:rsidR="00D61CE2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امام برپا ساخت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صد كنيز زيبا را كه هر يك جام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پر از جواهرات در دست داشتند</w:t>
      </w:r>
      <w:r w:rsidR="004851C8">
        <w:rPr>
          <w:rtl/>
          <w:lang w:bidi="fa-IR"/>
        </w:rPr>
        <w:t>،</w:t>
      </w:r>
      <w:r w:rsidR="00D61CE2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واداشت تا چون امام وارد شد و بر جا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خود نشست به استقبال او بروند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آنان اينكار را كردند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اما امام هيچ توجه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اعتناي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به آنان ننمود و عملا فهماند كه ازاين كارها بيزار است</w:t>
      </w:r>
      <w:r w:rsidR="004851C8">
        <w:rPr>
          <w:rtl/>
          <w:lang w:bidi="fa-IR"/>
        </w:rPr>
        <w:t>.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در همين مجلس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مطرب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را برا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خواندن و نواختن آورده بودند</w:t>
      </w:r>
      <w:r w:rsidR="004851C8">
        <w:rPr>
          <w:rtl/>
          <w:lang w:bidi="fa-IR"/>
        </w:rPr>
        <w:t>،</w:t>
      </w:r>
      <w:r w:rsidR="005106DF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اما همين كه او كار خود را شروع كرد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امام بانگ بر او زد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از خدا بترس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مطرب</w:t>
      </w:r>
      <w:r w:rsidR="005106DF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از صلابت فرمان امام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كه از ژرفا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معنويت و نيرو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اله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آن بزرگوار مايه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گرفت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چنان مرعوب شد كه آلات</w:t>
      </w:r>
      <w:r w:rsidR="00BE3371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موسيق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دستش فرو افتاد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ديگر هرگز تا زنده بود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نتوانست از دستهايش برا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سازو نواز استفاده كند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FA474B" w:rsidRPr="006249D9">
        <w:rPr>
          <w:rStyle w:val="libFootnotenumChar"/>
          <w:rtl/>
        </w:rPr>
        <w:t>3</w:t>
      </w:r>
      <w:r w:rsidR="005631DD" w:rsidRPr="006249D9">
        <w:rPr>
          <w:rStyle w:val="libFootnotenumChar"/>
          <w:rtl/>
        </w:rPr>
        <w:t>2</w:t>
      </w:r>
      <w:r w:rsidRPr="006249D9">
        <w:rPr>
          <w:rStyle w:val="libFootnotenumChar"/>
          <w:rtl/>
        </w:rPr>
        <w:t>)</w:t>
      </w:r>
    </w:p>
    <w:p w:rsidR="00E8659C" w:rsidRPr="00E8659C" w:rsidRDefault="00FA474B" w:rsidP="00E8659C">
      <w:pPr>
        <w:pStyle w:val="libNormal"/>
        <w:rPr>
          <w:lang w:bidi="fa-IR"/>
        </w:rPr>
      </w:pPr>
      <w:r>
        <w:rPr>
          <w:rtl/>
          <w:lang w:bidi="fa-IR"/>
        </w:rPr>
        <w:t>3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هم چنان كه اشاره كرديم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مأمون م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خواست با اين وصلت علويان را از اعتراض و</w:t>
      </w:r>
      <w:r w:rsidR="00BE3371">
        <w:rPr>
          <w:rFonts w:hint="cs"/>
          <w:rtl/>
          <w:lang w:bidi="fa-IR"/>
        </w:rPr>
        <w:t xml:space="preserve"> </w:t>
      </w:r>
      <w:r w:rsidR="00E8659C" w:rsidRPr="00E8659C">
        <w:rPr>
          <w:rtl/>
          <w:lang w:bidi="fa-IR"/>
        </w:rPr>
        <w:t>قيام عليه خود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باز دارد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و خود را دوستدار و علاقمند به آنان وانمود كند</w:t>
      </w:r>
      <w:r w:rsidR="004851C8">
        <w:rPr>
          <w:rtl/>
          <w:lang w:bidi="fa-IR"/>
        </w:rPr>
        <w:t>.</w:t>
      </w:r>
    </w:p>
    <w:p w:rsidR="00E8659C" w:rsidRPr="00E8659C" w:rsidRDefault="00506E9B" w:rsidP="00E8659C">
      <w:pPr>
        <w:pStyle w:val="libNormal"/>
        <w:rPr>
          <w:lang w:bidi="fa-IR"/>
        </w:rPr>
      </w:pPr>
      <w:r>
        <w:rPr>
          <w:rtl/>
          <w:lang w:bidi="fa-IR"/>
        </w:rPr>
        <w:t>4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>چنان كه گاه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م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گفت</w:t>
      </w:r>
      <w:r w:rsidR="004851C8">
        <w:rPr>
          <w:rtl/>
          <w:lang w:bidi="fa-IR"/>
        </w:rPr>
        <w:t>:</w:t>
      </w:r>
      <w:r w:rsidR="00E8659C" w:rsidRPr="00E8659C">
        <w:rPr>
          <w:rtl/>
          <w:lang w:bidi="fa-IR"/>
        </w:rPr>
        <w:t xml:space="preserve"> من به اين وصلت اقدام كردم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تا ابو جعفر </w:t>
      </w:r>
      <w:r w:rsidR="00366A7F" w:rsidRPr="00366A7F">
        <w:rPr>
          <w:rStyle w:val="libAlaemChar"/>
          <w:rtl/>
        </w:rPr>
        <w:t>عليها‌السلام‌</w:t>
      </w:r>
      <w:r w:rsidR="00E8659C" w:rsidRPr="00E8659C">
        <w:rPr>
          <w:rtl/>
          <w:lang w:bidi="fa-IR"/>
        </w:rPr>
        <w:t xml:space="preserve"> از دخترم صاحب فرزند شود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و من پدر بزرگ كودك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 xml:space="preserve">باشم كه از نسل پيامبر </w:t>
      </w:r>
      <w:r w:rsidR="00E954A2" w:rsidRPr="00E954A2">
        <w:rPr>
          <w:rStyle w:val="libAlaemChar"/>
          <w:rtl/>
        </w:rPr>
        <w:t>صلى‌الله‌عليه‌وآله‌وسلم</w:t>
      </w:r>
      <w:r w:rsidR="00E8659C" w:rsidRPr="00E8659C">
        <w:rPr>
          <w:rtl/>
          <w:lang w:bidi="fa-IR"/>
        </w:rPr>
        <w:t xml:space="preserve"> و</w:t>
      </w:r>
      <w:r w:rsidR="00F53352">
        <w:rPr>
          <w:rFonts w:hint="cs"/>
          <w:rtl/>
          <w:lang w:bidi="fa-IR"/>
        </w:rPr>
        <w:t xml:space="preserve"> </w:t>
      </w:r>
      <w:r w:rsidR="00E8659C" w:rsidRPr="00E8659C">
        <w:rPr>
          <w:rtl/>
          <w:lang w:bidi="fa-IR"/>
        </w:rPr>
        <w:t>عل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 xml:space="preserve">بن ابيطالب </w:t>
      </w:r>
      <w:r w:rsidR="00366A7F" w:rsidRPr="00366A7F">
        <w:rPr>
          <w:rStyle w:val="libAlaemChar"/>
          <w:rtl/>
        </w:rPr>
        <w:t>عليها‌السلام‌</w:t>
      </w:r>
      <w:r w:rsidR="00E8659C" w:rsidRPr="00E8659C">
        <w:rPr>
          <w:rtl/>
          <w:lang w:bidi="fa-IR"/>
        </w:rPr>
        <w:t xml:space="preserve"> است</w:t>
      </w:r>
      <w:r w:rsidR="00E12C63">
        <w:rPr>
          <w:rtl/>
          <w:lang w:bidi="fa-IR"/>
        </w:rPr>
        <w:t>!</w:t>
      </w:r>
      <w:r w:rsidR="00E8659C" w:rsidRPr="00E8659C">
        <w:rPr>
          <w:rtl/>
          <w:lang w:bidi="fa-IR"/>
        </w:rPr>
        <w:t xml:space="preserve"> </w:t>
      </w:r>
      <w:r w:rsidR="00E8659C" w:rsidRPr="006249D9">
        <w:rPr>
          <w:rStyle w:val="libFootnotenumChar"/>
          <w:rtl/>
        </w:rPr>
        <w:t>(</w:t>
      </w:r>
      <w:r w:rsidR="00FA474B" w:rsidRPr="006249D9">
        <w:rPr>
          <w:rStyle w:val="libFootnotenumChar"/>
          <w:rtl/>
        </w:rPr>
        <w:t>33</w:t>
      </w:r>
      <w:r w:rsidR="00E8659C" w:rsidRPr="006249D9">
        <w:rPr>
          <w:rStyle w:val="libFootnotenumChar"/>
          <w:rtl/>
        </w:rPr>
        <w:t>)</w:t>
      </w:r>
    </w:p>
    <w:p w:rsidR="001A4C52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اما خوشبختانه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اين نيرنگ مأمون نيز ب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نتيجه بود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زيرا دختر مأمون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هرگز فرزند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نياورد</w:t>
      </w:r>
      <w:r w:rsidR="004851C8">
        <w:rPr>
          <w:rtl/>
          <w:lang w:bidi="fa-IR"/>
        </w:rPr>
        <w:t>.</w:t>
      </w:r>
    </w:p>
    <w:p w:rsidR="007170C8" w:rsidRDefault="00E8659C" w:rsidP="00E8659C">
      <w:pPr>
        <w:pStyle w:val="libNormal"/>
        <w:rPr>
          <w:rtl/>
          <w:lang w:bidi="fa-IR"/>
        </w:rPr>
      </w:pPr>
      <w:r w:rsidRPr="001A4C52">
        <w:rPr>
          <w:rStyle w:val="libBold1Char"/>
          <w:rtl/>
        </w:rPr>
        <w:t>و فرزندان امام جواد</w:t>
      </w:r>
      <w:r w:rsidRPr="00E8659C">
        <w:rPr>
          <w:rtl/>
          <w:lang w:bidi="fa-IR"/>
        </w:rPr>
        <w:t xml:space="preserve"> </w:t>
      </w:r>
      <w:r w:rsidR="00366A7F" w:rsidRPr="00366A7F">
        <w:rPr>
          <w:rStyle w:val="libAlaemChar"/>
          <w:rtl/>
        </w:rPr>
        <w:t>عليها‌السلام‌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امام دهم عل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هاد</w:t>
      </w:r>
      <w:r w:rsidR="00F456F0">
        <w:rPr>
          <w:rtl/>
          <w:lang w:bidi="fa-IR"/>
        </w:rPr>
        <w:t xml:space="preserve">ی </w:t>
      </w:r>
      <w:r w:rsidR="00366A7F" w:rsidRPr="00366A7F">
        <w:rPr>
          <w:rStyle w:val="libAlaemChar"/>
          <w:rtl/>
        </w:rPr>
        <w:t>عليه‌السلام‌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موس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مبرقع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فاطمه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حكيمه همگ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همسر ديگر امام كه كنيز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نيك</w:t>
      </w:r>
      <w:r w:rsidR="001A4C52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سيرت و بزرگوار به نام سمانه مغربيه بود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بوجود آمدند</w:t>
      </w:r>
      <w:r w:rsidR="004851C8">
        <w:rPr>
          <w:rtl/>
          <w:lang w:bidi="fa-IR"/>
        </w:rPr>
        <w:t>.</w:t>
      </w:r>
    </w:p>
    <w:p w:rsidR="007170C8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lastRenderedPageBreak/>
        <w:t>بر رو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هم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اين</w:t>
      </w:r>
      <w:r w:rsidR="007170C8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ازدواج كه مأمون بر آن اصرار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ورزيد كاملا جنب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سياس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داشت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بنابراين با آنكه</w:t>
      </w:r>
      <w:r w:rsidR="007170C8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اين وصلت با زندگ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مرفه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توأم بود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امام كه همچون پدران گرام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اش به دنياتوجه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نداشت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نم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توانست ارزش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داشته باشد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بلكه اصولا زندگ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با مأمون برا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آنحضرت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تحميل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پر رنج و دردسر بود</w:t>
      </w:r>
      <w:r w:rsidR="004851C8">
        <w:rPr>
          <w:rtl/>
          <w:lang w:bidi="fa-IR"/>
        </w:rPr>
        <w:t>.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حسين مكار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گويد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در بغداد خدمت</w:t>
      </w:r>
      <w:r w:rsidR="007170C8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 xml:space="preserve">امام جواد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شرفياب شدم و زندگيش را ديدم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در ذهنم خطور كرد كه</w:t>
      </w:r>
      <w:r w:rsidR="007170C8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امام كه به اين زندگ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مرفه رسيده است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هرگز به وطن خود مدينه باز نخواهد گشت، امام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لحظه 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سر به زير افكند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آنگاه سر برداشت در حال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از اندوه رنگش</w:t>
      </w:r>
      <w:r w:rsidR="004851C8">
        <w:rPr>
          <w:rtl/>
          <w:lang w:bidi="fa-IR"/>
        </w:rPr>
        <w:t>،</w:t>
      </w:r>
      <w:r w:rsidR="007170C8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زرد شده بود فرمود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حسين</w:t>
      </w:r>
      <w:r w:rsidR="00E12C63">
        <w:rPr>
          <w:rtl/>
          <w:lang w:bidi="fa-IR"/>
        </w:rPr>
        <w:t>!</w:t>
      </w:r>
      <w:r w:rsidRPr="00E8659C">
        <w:rPr>
          <w:rtl/>
          <w:lang w:bidi="fa-IR"/>
        </w:rPr>
        <w:t xml:space="preserve"> نان جوين و نمك خشن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در حرم رسول خدا </w:t>
      </w:r>
      <w:r w:rsidR="00E954A2" w:rsidRPr="00E954A2">
        <w:rPr>
          <w:rStyle w:val="libAlaemChar"/>
          <w:rtl/>
        </w:rPr>
        <w:t>صلى‌الله‌عليه‌وآله‌وسلم</w:t>
      </w:r>
      <w:r w:rsidRPr="00E8659C">
        <w:rPr>
          <w:rtl/>
          <w:lang w:bidi="fa-IR"/>
        </w:rPr>
        <w:t xml:space="preserve"> پيش من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از آنچه مرا در آن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بين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محبوبتر وخوشايندتر است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FA474B" w:rsidRPr="006249D9">
        <w:rPr>
          <w:rStyle w:val="libFootnotenumChar"/>
          <w:rtl/>
        </w:rPr>
        <w:t>3</w:t>
      </w:r>
      <w:r w:rsidR="00506E9B" w:rsidRPr="006249D9">
        <w:rPr>
          <w:rStyle w:val="libFootnotenumChar"/>
          <w:rtl/>
        </w:rPr>
        <w:t>4</w:t>
      </w:r>
      <w:r w:rsidRPr="006249D9">
        <w:rPr>
          <w:rStyle w:val="libFootnotenumChar"/>
          <w:rtl/>
        </w:rPr>
        <w:t>)</w:t>
      </w:r>
    </w:p>
    <w:p w:rsidR="00F4577C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به همين جهت امام در بغداد نماند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با همسرش ام الفضل به مدينه بازگشت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تا</w:t>
      </w:r>
      <w:r w:rsidR="00F4577C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 xml:space="preserve">سال </w:t>
      </w:r>
      <w:r w:rsidR="005631DD">
        <w:rPr>
          <w:rtl/>
          <w:lang w:bidi="fa-IR"/>
        </w:rPr>
        <w:t>22</w:t>
      </w:r>
      <w:r w:rsidR="009072C7">
        <w:rPr>
          <w:rtl/>
          <w:lang w:bidi="fa-IR"/>
        </w:rPr>
        <w:t>0</w:t>
      </w:r>
      <w:r w:rsidRPr="00E8659C">
        <w:rPr>
          <w:rtl/>
          <w:lang w:bidi="fa-IR"/>
        </w:rPr>
        <w:t xml:space="preserve"> همچنان در مدينه باق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ماند و بنا به احضار معتصم بود كه دوباره به بغداد</w:t>
      </w:r>
      <w:r w:rsidR="00F4577C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بازگشت</w:t>
      </w:r>
      <w:r w:rsidR="004851C8">
        <w:rPr>
          <w:rtl/>
          <w:lang w:bidi="fa-IR"/>
        </w:rPr>
        <w:t>.</w:t>
      </w:r>
    </w:p>
    <w:p w:rsidR="00BD28E6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مأمون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در سال </w:t>
      </w:r>
      <w:r w:rsidR="005631DD">
        <w:rPr>
          <w:rtl/>
          <w:lang w:bidi="fa-IR"/>
        </w:rPr>
        <w:t>2</w:t>
      </w:r>
      <w:r w:rsidR="00256F60">
        <w:rPr>
          <w:rtl/>
          <w:lang w:bidi="fa-IR"/>
        </w:rPr>
        <w:t>1</w:t>
      </w:r>
      <w:r w:rsidR="00A35C10">
        <w:rPr>
          <w:rtl/>
          <w:lang w:bidi="fa-IR"/>
        </w:rPr>
        <w:t>8</w:t>
      </w:r>
      <w:r w:rsidRPr="00E8659C">
        <w:rPr>
          <w:rtl/>
          <w:lang w:bidi="fa-IR"/>
        </w:rPr>
        <w:t xml:space="preserve"> هجر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مرگش فرا رسيد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پس از او برادرش معتصم جا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او را گرفت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در سال </w:t>
      </w:r>
      <w:r w:rsidR="005631DD">
        <w:rPr>
          <w:rtl/>
          <w:lang w:bidi="fa-IR"/>
        </w:rPr>
        <w:t>22</w:t>
      </w:r>
      <w:r w:rsidR="009072C7">
        <w:rPr>
          <w:rtl/>
          <w:lang w:bidi="fa-IR"/>
        </w:rPr>
        <w:t>0</w:t>
      </w:r>
      <w:r w:rsidRPr="00E8659C">
        <w:rPr>
          <w:rtl/>
          <w:lang w:bidi="fa-IR"/>
        </w:rPr>
        <w:t xml:space="preserve"> هجر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معتصم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امام را از مدينه به بغداد إحضار نمود تا از</w:t>
      </w:r>
      <w:r w:rsidR="00F4577C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نزديك مراقب فعاليت و تبليغات اسلام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او باشد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چنان كه قبلا ذكر شد در مجلس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</w:t>
      </w:r>
      <w:r w:rsidR="00F4577C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برا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تعيين محل قطع دست دزد تشكيل داده بودند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امام را نيز شركت دادند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قاض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بغداد ابن اب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داود و ديگران شرمنده شدند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چند روز بعد از آن ابن اب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داود</w:t>
      </w:r>
      <w:r w:rsidR="00F4577C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از حسد و كينه توز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نزد معتصم رفت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گفت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به جهت خيرخواه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به شما تذكر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دهم كه جريان چند روز قبل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به صلاح حكومت شما نبود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زيرا در حضور همه 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دانشمندان و مقامات عاليه 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مملكت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فتوا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ابو جعفر امام جواد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يعن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نيم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مسلمانان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او را خليفه وشما را غاصب حق او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دانند</w:t>
      </w:r>
      <w:r w:rsidR="004851C8">
        <w:rPr>
          <w:rtl/>
          <w:lang w:bidi="fa-IR"/>
        </w:rPr>
        <w:t>،</w:t>
      </w:r>
      <w:r w:rsidR="00BD28E6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بر فتوا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ديگران ترجيح داد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اين خبر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ميان مردم منتشر و خود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برهان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شيعيان او شد</w:t>
      </w:r>
      <w:r w:rsidR="004851C8">
        <w:rPr>
          <w:rtl/>
          <w:lang w:bidi="fa-IR"/>
        </w:rPr>
        <w:t>.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lastRenderedPageBreak/>
        <w:t xml:space="preserve">معتصم كه مايه 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هر نوع دشمن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با امام را در خود داشت از سخنان ابن</w:t>
      </w:r>
      <w:r w:rsidR="00BD28E6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اب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داود بيشتر تحريك شد و درصدد قتل امام برآمد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سرانجام منظور پليد خود راعمل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ساخت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امام را در آخر ذيقعده 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سال </w:t>
      </w:r>
      <w:r w:rsidR="005631DD">
        <w:rPr>
          <w:rtl/>
          <w:lang w:bidi="fa-IR"/>
        </w:rPr>
        <w:t>22</w:t>
      </w:r>
      <w:r w:rsidR="009072C7">
        <w:rPr>
          <w:rtl/>
          <w:lang w:bidi="fa-IR"/>
        </w:rPr>
        <w:t>0</w:t>
      </w:r>
      <w:r w:rsidRPr="00E8659C">
        <w:rPr>
          <w:rtl/>
          <w:lang w:bidi="fa-IR"/>
        </w:rPr>
        <w:t xml:space="preserve"> مسموم و شهيد نمود</w:t>
      </w:r>
      <w:r w:rsidR="004851C8">
        <w:rPr>
          <w:rtl/>
          <w:lang w:bidi="fa-IR"/>
        </w:rPr>
        <w:t>.</w:t>
      </w:r>
    </w:p>
    <w:p w:rsidR="00E8659C" w:rsidRPr="00E8659C" w:rsidRDefault="00BD28E6" w:rsidP="00E8659C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E8659C" w:rsidRDefault="00E8659C" w:rsidP="00BD28E6">
      <w:pPr>
        <w:pStyle w:val="Heading2"/>
        <w:rPr>
          <w:rtl/>
          <w:lang w:bidi="fa-IR"/>
        </w:rPr>
      </w:pPr>
      <w:bookmarkStart w:id="5" w:name="_Toc487273779"/>
      <w:r w:rsidRPr="00E8659C">
        <w:rPr>
          <w:rtl/>
          <w:lang w:bidi="fa-IR"/>
        </w:rPr>
        <w:t>امامت او</w:t>
      </w:r>
      <w:bookmarkEnd w:id="5"/>
    </w:p>
    <w:p w:rsidR="000400EB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فرزند</w:t>
      </w:r>
      <w:r w:rsidR="00BD28E6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با كفايت امام عل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بن موس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الرضا </w:t>
      </w:r>
      <w:r w:rsidR="00366A7F" w:rsidRPr="00366A7F">
        <w:rPr>
          <w:rStyle w:val="libAlaemChar"/>
          <w:rtl/>
        </w:rPr>
        <w:t>عليها‌السلام‌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بعد از رحلت پدر بزرگوارش، بر مسند اله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امامت و پيشواي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جهان اسلام نشست و رهبر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معنو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شيعيان را به عهده</w:t>
      </w:r>
      <w:r w:rsidR="000400EB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گرفت</w:t>
      </w:r>
      <w:r w:rsidR="004851C8">
        <w:rPr>
          <w:rtl/>
          <w:lang w:bidi="fa-IR"/>
        </w:rPr>
        <w:t>.</w:t>
      </w:r>
    </w:p>
    <w:p w:rsidR="000400EB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در اثبات پيشواي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ايشان نياز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نيست كه سخن فراوان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به ميان آيد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زيرا اوتنها فرزند پدرش امام هشتم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بود و برادر ديگر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نداشت كه داعي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امامت داشته باشد و غير از ايشان كس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را از دودمان علو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شايستگ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اين مقام و منصب نبود</w:t>
      </w:r>
      <w:r w:rsidR="004851C8">
        <w:rPr>
          <w:rtl/>
          <w:lang w:bidi="fa-IR"/>
        </w:rPr>
        <w:t>.</w:t>
      </w:r>
    </w:p>
    <w:p w:rsidR="00E107A6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اينك چند نمونه از تصريحات امامت و پيشواي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ايشان به عنوان نمونه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آوريم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</w:t>
      </w:r>
      <w:r w:rsidR="00256F60">
        <w:rPr>
          <w:rtl/>
          <w:lang w:bidi="fa-IR"/>
        </w:rPr>
        <w:t>1</w:t>
      </w:r>
      <w:r w:rsidR="004851C8">
        <w:rPr>
          <w:rtl/>
          <w:lang w:bidi="fa-IR"/>
        </w:rPr>
        <w:t>.</w:t>
      </w:r>
      <w:r w:rsidRPr="00B21B4B">
        <w:rPr>
          <w:rStyle w:val="libBold1Char"/>
          <w:rtl/>
        </w:rPr>
        <w:t>شيخ مفيد</w:t>
      </w:r>
      <w:r w:rsidRPr="00E8659C">
        <w:rPr>
          <w:rtl/>
          <w:lang w:bidi="fa-IR"/>
        </w:rPr>
        <w:t xml:space="preserve"> در كتاب ارشاد با سند پيوست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خود از صفوان پسر يحي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از اصحاب امام</w:t>
      </w:r>
      <w:r w:rsidR="000400EB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 xml:space="preserve">هشتم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بود نقل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من به امام رضا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عرض كردم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پيش از آن كه خداوند متعال ابوجعفر را (كنيه امام جواد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) به شما عنايت فرمايد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مكرر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گفتيد كه خداوند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پسر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به من عنايت خواهد</w:t>
      </w:r>
      <w:r w:rsidR="00E107A6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فرمود</w:t>
      </w:r>
      <w:r w:rsidR="004851C8">
        <w:rPr>
          <w:rtl/>
          <w:lang w:bidi="fa-IR"/>
        </w:rPr>
        <w:t>.</w:t>
      </w:r>
    </w:p>
    <w:p w:rsidR="00E107A6" w:rsidRDefault="00E8659C" w:rsidP="00E107A6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اكنون كه خداوند متعال چشمان ما را با وجود آن عزيز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روشن ساخته است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اين</w:t>
      </w:r>
      <w:r w:rsidR="00E107A6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نكته را به ياد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آورم كه خداوند آن روز را پيش نياورد اگر شما را در ميان خود</w:t>
      </w:r>
      <w:r w:rsidR="004851C8">
        <w:rPr>
          <w:rtl/>
          <w:lang w:bidi="fa-IR"/>
        </w:rPr>
        <w:t>،</w:t>
      </w:r>
      <w:r w:rsidR="00E107A6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مشاهده نكنيم در چنين صورت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ما به كدام سو و به كدام پيشوا بايد پناهنده شويم</w:t>
      </w:r>
      <w:r w:rsidR="00E107A6">
        <w:rPr>
          <w:rFonts w:hint="cs"/>
          <w:rtl/>
          <w:lang w:bidi="fa-IR"/>
        </w:rPr>
        <w:t xml:space="preserve">؟ </w:t>
      </w:r>
      <w:r w:rsidRPr="00E8659C">
        <w:rPr>
          <w:rtl/>
          <w:lang w:bidi="fa-IR"/>
        </w:rPr>
        <w:t>امام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با دست خود به سو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ابو جعفر كه هنوز طفل خردسال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بيشتر نبود اشارت فرمودند</w:t>
      </w:r>
      <w:r w:rsidR="004851C8">
        <w:rPr>
          <w:rtl/>
          <w:lang w:bidi="fa-IR"/>
        </w:rPr>
        <w:t>،</w:t>
      </w:r>
      <w:r w:rsidR="00E107A6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كه او جانشين من خواهد بود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دوباره به حضور امام عرض كردم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فدايت گردم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ابوجعفر بيشتر از سه سال ندارد</w:t>
      </w:r>
      <w:r w:rsidR="004851C8">
        <w:rPr>
          <w:rtl/>
          <w:lang w:bidi="fa-IR"/>
        </w:rPr>
        <w:t>.</w:t>
      </w:r>
    </w:p>
    <w:p w:rsidR="00E8659C" w:rsidRPr="00E8659C" w:rsidRDefault="00E8659C" w:rsidP="00E107A6">
      <w:pPr>
        <w:pStyle w:val="libNormal"/>
        <w:rPr>
          <w:lang w:bidi="fa-IR"/>
        </w:rPr>
      </w:pPr>
      <w:r w:rsidRPr="00E8659C">
        <w:rPr>
          <w:rtl/>
          <w:lang w:bidi="fa-IR"/>
        </w:rPr>
        <w:t>فرمودند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خردسال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در ابلاغ رسالت اله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ايراد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ندارد</w:t>
      </w:r>
      <w:r w:rsidR="00E12C63">
        <w:rPr>
          <w:rtl/>
          <w:lang w:bidi="fa-IR"/>
        </w:rPr>
        <w:t>!</w:t>
      </w:r>
      <w:r w:rsidRPr="00E8659C">
        <w:rPr>
          <w:rtl/>
          <w:lang w:bidi="fa-IR"/>
        </w:rPr>
        <w:t xml:space="preserve"> مگر عيس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بن مريم وقت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بر مقام رسالت و پيشواي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رسيد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بيشتر از سه سال</w:t>
      </w:r>
      <w:r w:rsidR="00B21B4B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داشت</w:t>
      </w:r>
      <w:r w:rsidR="004851C8">
        <w:rPr>
          <w:rtl/>
          <w:lang w:bidi="fa-IR"/>
        </w:rPr>
        <w:t>؟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FA474B" w:rsidRPr="006249D9">
        <w:rPr>
          <w:rStyle w:val="libFootnotenumChar"/>
          <w:rtl/>
        </w:rPr>
        <w:t>3</w:t>
      </w:r>
      <w:r w:rsidR="00506E9B" w:rsidRPr="006249D9">
        <w:rPr>
          <w:rStyle w:val="libFootnotenumChar"/>
          <w:rtl/>
        </w:rPr>
        <w:t>5</w:t>
      </w:r>
      <w:r w:rsidRPr="006249D9">
        <w:rPr>
          <w:rStyle w:val="libFootnotenumChar"/>
          <w:rtl/>
        </w:rPr>
        <w:t>)</w:t>
      </w:r>
    </w:p>
    <w:p w:rsidR="00B21B4B" w:rsidRDefault="005631DD" w:rsidP="00E8659C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</w:t>
      </w:r>
      <w:r w:rsidR="00E8659C" w:rsidRPr="00B21B4B">
        <w:rPr>
          <w:rStyle w:val="libBold1Char"/>
          <w:rtl/>
        </w:rPr>
        <w:t>فرزند نجاش</w:t>
      </w:r>
      <w:r w:rsidR="00F456F0" w:rsidRPr="00B21B4B">
        <w:rPr>
          <w:rStyle w:val="libBold1Char"/>
          <w:rtl/>
        </w:rPr>
        <w:t>ی</w:t>
      </w:r>
      <w:r w:rsidR="00F456F0">
        <w:rPr>
          <w:rtl/>
          <w:lang w:bidi="fa-IR"/>
        </w:rPr>
        <w:t xml:space="preserve"> </w:t>
      </w:r>
      <w:r w:rsidR="00E8659C" w:rsidRPr="00E8659C">
        <w:rPr>
          <w:rtl/>
          <w:lang w:bidi="fa-IR"/>
        </w:rPr>
        <w:t>به يك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 xml:space="preserve">از ياران امام رضا </w:t>
      </w:r>
      <w:r w:rsidR="00366A7F" w:rsidRPr="00366A7F">
        <w:rPr>
          <w:rStyle w:val="libAlaemChar"/>
          <w:rtl/>
        </w:rPr>
        <w:t>عليها‌السلام‌</w:t>
      </w:r>
      <w:r w:rsidR="00E8659C" w:rsidRPr="00E8659C">
        <w:rPr>
          <w:rtl/>
          <w:lang w:bidi="fa-IR"/>
        </w:rPr>
        <w:t xml:space="preserve"> به نام اب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نصر بزنط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 xml:space="preserve">گفت كه اين سؤال را از امام رضا </w:t>
      </w:r>
      <w:r w:rsidR="00366A7F" w:rsidRPr="00366A7F">
        <w:rPr>
          <w:rStyle w:val="libAlaemChar"/>
          <w:rtl/>
        </w:rPr>
        <w:t>عليها‌السلام‌</w:t>
      </w:r>
      <w:r w:rsidR="00E8659C" w:rsidRPr="00E8659C">
        <w:rPr>
          <w:rtl/>
          <w:lang w:bidi="fa-IR"/>
        </w:rPr>
        <w:t xml:space="preserve"> بپرسيد كه امامت و پيشواي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ملت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پس از امام چه كس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خواهد بود</w:t>
      </w:r>
      <w:r w:rsidR="004851C8">
        <w:rPr>
          <w:rtl/>
          <w:lang w:bidi="fa-IR"/>
        </w:rPr>
        <w:t>؟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lastRenderedPageBreak/>
        <w:t>امام در پاسخ اوفرمودند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امامت و پيشواي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پس از من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با پسرم خواهد بود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اين كلام را اماموقت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ايراد فرمودند كه هنوز امام جواد </w:t>
      </w:r>
      <w:r w:rsidR="00366A7F" w:rsidRPr="00366A7F">
        <w:rPr>
          <w:rStyle w:val="libAlaemChar"/>
          <w:rtl/>
        </w:rPr>
        <w:t>عليها‌السلام‌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به دنيا نيامده بود واز طرف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دانيم كه امام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فرزند ديگر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جز او نداشت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FA474B" w:rsidRPr="006249D9">
        <w:rPr>
          <w:rStyle w:val="libFootnotenumChar"/>
          <w:rtl/>
        </w:rPr>
        <w:t>3</w:t>
      </w:r>
      <w:r w:rsidR="00506E9B" w:rsidRPr="006249D9">
        <w:rPr>
          <w:rStyle w:val="libFootnotenumChar"/>
          <w:rtl/>
        </w:rPr>
        <w:t>6</w:t>
      </w:r>
      <w:r w:rsidRPr="006249D9">
        <w:rPr>
          <w:rStyle w:val="libFootnotenumChar"/>
          <w:rtl/>
        </w:rPr>
        <w:t>)</w:t>
      </w:r>
    </w:p>
    <w:p w:rsidR="00B21B4B" w:rsidRDefault="00FA474B" w:rsidP="00E8659C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جمع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درمدينه مسجد رسول الله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در اطراف عل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بن جعفر عمو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 xml:space="preserve">امام جواد </w:t>
      </w:r>
      <w:r w:rsidR="00366A7F" w:rsidRPr="00366A7F">
        <w:rPr>
          <w:rStyle w:val="libAlaemChar"/>
          <w:rtl/>
        </w:rPr>
        <w:t>عليها‌السلام‌</w:t>
      </w:r>
      <w:r w:rsidR="00E8659C" w:rsidRPr="00E8659C">
        <w:rPr>
          <w:rtl/>
          <w:lang w:bidi="fa-IR"/>
        </w:rPr>
        <w:t xml:space="preserve"> حلقه زده بودند و مشغول صحبت بودند كه از در ورود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امام جواد </w:t>
      </w:r>
      <w:r w:rsidR="00366A7F" w:rsidRPr="00366A7F">
        <w:rPr>
          <w:rStyle w:val="libAlaemChar"/>
          <w:rtl/>
        </w:rPr>
        <w:t>عليها‌السلام‌</w:t>
      </w:r>
      <w:r w:rsidR="00E8659C" w:rsidRPr="00E8659C">
        <w:rPr>
          <w:rtl/>
          <w:lang w:bidi="fa-IR"/>
        </w:rPr>
        <w:t xml:space="preserve"> وارد مسجد گرديد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تا چشم عل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بن جعفر به امام افتاد با كمال عجله و شتاب بدون</w:t>
      </w:r>
      <w:r w:rsidR="00B21B4B">
        <w:rPr>
          <w:rFonts w:hint="cs"/>
          <w:rtl/>
          <w:lang w:bidi="fa-IR"/>
        </w:rPr>
        <w:t xml:space="preserve"> </w:t>
      </w:r>
      <w:r w:rsidR="00E8659C" w:rsidRPr="00E8659C">
        <w:rPr>
          <w:rtl/>
          <w:lang w:bidi="fa-IR"/>
        </w:rPr>
        <w:t>عبا برخاست و به طرف او رفت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و بر دستش بوسه زد و كمال احترام و تعظيم را در حق اوانجام داد</w:t>
      </w:r>
      <w:r w:rsidR="004851C8">
        <w:rPr>
          <w:rtl/>
          <w:lang w:bidi="fa-IR"/>
        </w:rPr>
        <w:t>.</w:t>
      </w:r>
    </w:p>
    <w:p w:rsidR="00B21B4B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امام فرمودند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عمو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بزرگوارم</w:t>
      </w:r>
      <w:r w:rsidR="00E12C63">
        <w:rPr>
          <w:rtl/>
          <w:lang w:bidi="fa-IR"/>
        </w:rPr>
        <w:t>!</w:t>
      </w:r>
      <w:r w:rsidRPr="00E8659C">
        <w:rPr>
          <w:rtl/>
          <w:lang w:bidi="fa-IR"/>
        </w:rPr>
        <w:t xml:space="preserve"> خداوند به شما جزا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خير دهد</w:t>
      </w:r>
      <w:r w:rsidR="00E12C63">
        <w:rPr>
          <w:rtl/>
          <w:lang w:bidi="fa-IR"/>
        </w:rPr>
        <w:t>!</w:t>
      </w:r>
      <w:r w:rsidRPr="00E8659C">
        <w:rPr>
          <w:rtl/>
          <w:lang w:bidi="fa-IR"/>
        </w:rPr>
        <w:t xml:space="preserve"> بنشينيد</w:t>
      </w:r>
      <w:r w:rsidR="00B21B4B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و زحمت نكشيد</w:t>
      </w:r>
      <w:r w:rsidR="004851C8">
        <w:rPr>
          <w:rtl/>
          <w:lang w:bidi="fa-IR"/>
        </w:rPr>
        <w:t>.</w:t>
      </w:r>
    </w:p>
    <w:p w:rsidR="00197EAA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در پاسخ گفتند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چگونه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توانم جاي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شما ايستاده ايد</w:t>
      </w:r>
      <w:r w:rsidR="004851C8">
        <w:rPr>
          <w:rtl/>
          <w:lang w:bidi="fa-IR"/>
        </w:rPr>
        <w:t>،</w:t>
      </w:r>
      <w:r w:rsidR="00197EAA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بنشينم</w:t>
      </w:r>
      <w:r w:rsidR="004851C8">
        <w:rPr>
          <w:rtl/>
          <w:lang w:bidi="fa-IR"/>
        </w:rPr>
        <w:t>؟</w:t>
      </w:r>
      <w:r w:rsidRPr="00E8659C">
        <w:rPr>
          <w:rtl/>
          <w:lang w:bidi="fa-IR"/>
        </w:rPr>
        <w:t xml:space="preserve"> امام پس از مدت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مسجد خارج شد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همنشينان عل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بن جعفر از رو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توبيخ ومذمت به او گفتند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شما عمو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پدر ايشان هستيد و از نظر سن و كهولت با او خيل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تفاوت داريد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اين نوع رفتار شما با او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بر چه پايه بود</w:t>
      </w:r>
      <w:r w:rsidR="004851C8">
        <w:rPr>
          <w:rtl/>
          <w:lang w:bidi="fa-IR"/>
        </w:rPr>
        <w:t>؟</w:t>
      </w:r>
      <w:r w:rsidRPr="00E8659C">
        <w:rPr>
          <w:rtl/>
          <w:lang w:bidi="fa-IR"/>
        </w:rPr>
        <w:t xml:space="preserve"> چرا اين نوع احترام درحق او انجام داديد</w:t>
      </w:r>
      <w:r w:rsidR="004851C8">
        <w:rPr>
          <w:rtl/>
          <w:lang w:bidi="fa-IR"/>
        </w:rPr>
        <w:t>؟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او در پاسخ اظهار داشت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بهتر است ساكت باشيد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درست است</w:t>
      </w:r>
      <w:r w:rsidR="00197EAA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من از نظر سن وعمر بالاتر از او هستم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موها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من سپيد شده است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جاي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خداوند</w:t>
      </w:r>
      <w:r w:rsidR="00197EAA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متعال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به اين سن و سال شايستگ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امامت ندهد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او را به چنين منصب اله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منصوب</w:t>
      </w:r>
      <w:r w:rsidR="00197EAA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نمايد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آيا من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توانم منكر فضيلت و مقام او گردم</w:t>
      </w:r>
      <w:r w:rsidR="004851C8">
        <w:rPr>
          <w:rtl/>
          <w:lang w:bidi="fa-IR"/>
        </w:rPr>
        <w:t>؟</w:t>
      </w:r>
      <w:r w:rsidRPr="00E8659C">
        <w:rPr>
          <w:rtl/>
          <w:lang w:bidi="fa-IR"/>
        </w:rPr>
        <w:t xml:space="preserve"> من از اين گفتارها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شما به</w:t>
      </w:r>
      <w:r w:rsidR="00197EAA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خداوند پناه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برم و در برابر مقام امامت او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بند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كوچك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بيشتر نيستم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FA474B" w:rsidRPr="006249D9">
        <w:rPr>
          <w:rStyle w:val="libFootnotenumChar"/>
          <w:rtl/>
        </w:rPr>
        <w:t>3</w:t>
      </w:r>
      <w:r w:rsidR="00506E9B" w:rsidRPr="006249D9">
        <w:rPr>
          <w:rStyle w:val="libFootnotenumChar"/>
          <w:rtl/>
        </w:rPr>
        <w:t>7</w:t>
      </w:r>
      <w:r w:rsidRPr="006249D9">
        <w:rPr>
          <w:rStyle w:val="libFootnotenumChar"/>
          <w:rtl/>
        </w:rPr>
        <w:t>)</w:t>
      </w:r>
    </w:p>
    <w:p w:rsidR="00EA19A8" w:rsidRDefault="00506E9B" w:rsidP="00E8659C">
      <w:pPr>
        <w:pStyle w:val="libNormal"/>
        <w:rPr>
          <w:rtl/>
          <w:lang w:bidi="fa-IR"/>
        </w:rPr>
      </w:pPr>
      <w:r>
        <w:rPr>
          <w:rtl/>
          <w:lang w:bidi="fa-IR"/>
        </w:rPr>
        <w:t>4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</w:t>
      </w:r>
      <w:r w:rsidR="00E8659C" w:rsidRPr="007B4AC7">
        <w:rPr>
          <w:rStyle w:val="libBold1Char"/>
          <w:rtl/>
        </w:rPr>
        <w:t>كليم بن عمران</w:t>
      </w:r>
      <w:r w:rsidR="00E8659C" w:rsidRPr="00E8659C">
        <w:rPr>
          <w:rtl/>
          <w:lang w:bidi="fa-IR"/>
        </w:rPr>
        <w:t xml:space="preserve"> م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گويد</w:t>
      </w:r>
      <w:r w:rsidR="004851C8">
        <w:rPr>
          <w:rtl/>
          <w:lang w:bidi="fa-IR"/>
        </w:rPr>
        <w:t>:</w:t>
      </w:r>
      <w:r w:rsidR="00E8659C" w:rsidRPr="00E8659C">
        <w:rPr>
          <w:rtl/>
          <w:lang w:bidi="fa-IR"/>
        </w:rPr>
        <w:t xml:space="preserve"> به حضور امام رضا </w:t>
      </w:r>
      <w:r w:rsidR="00366A7F" w:rsidRPr="00366A7F">
        <w:rPr>
          <w:rStyle w:val="libAlaemChar"/>
          <w:rtl/>
        </w:rPr>
        <w:t>عليها‌السلام‌</w:t>
      </w:r>
      <w:r w:rsidR="00E8659C" w:rsidRPr="00E8659C">
        <w:rPr>
          <w:rtl/>
          <w:lang w:bidi="fa-IR"/>
        </w:rPr>
        <w:t xml:space="preserve"> عرض كردم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خدا را بخوانيد تا فرزند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به شما عنايت فرمايد كه چشمان ما روشن گردد.</w:t>
      </w:r>
    </w:p>
    <w:p w:rsidR="00EA19A8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امام فرمودند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خداوند متعال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تنها فرزند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به من عنايت خواهد كرد كه او وارثمن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گردد</w:t>
      </w:r>
      <w:r w:rsidR="004851C8">
        <w:rPr>
          <w:rtl/>
          <w:lang w:bidi="fa-IR"/>
        </w:rPr>
        <w:t>.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lastRenderedPageBreak/>
        <w:t>هنگام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نوزاد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در دودمان امام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پا به عرصه حيات گذاشت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امام</w:t>
      </w:r>
      <w:r w:rsidR="007B4AC7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رو به ياران و اصحاب خود فرمودند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خداوند متعال پسر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همانند موس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بن عمران به من عنايت فرموده است كه وارث و جانشين من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گردد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اين فرزند با جور و ستم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در راهخدا كشته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شود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FA474B" w:rsidRPr="006249D9">
        <w:rPr>
          <w:rStyle w:val="libFootnotenumChar"/>
          <w:rtl/>
        </w:rPr>
        <w:t>3</w:t>
      </w:r>
      <w:r w:rsidR="00A35C10" w:rsidRPr="006249D9">
        <w:rPr>
          <w:rStyle w:val="libFootnotenumChar"/>
          <w:rtl/>
        </w:rPr>
        <w:t>8</w:t>
      </w:r>
      <w:r w:rsidRPr="006249D9">
        <w:rPr>
          <w:rStyle w:val="libFootnotenumChar"/>
          <w:rtl/>
        </w:rPr>
        <w:t>)</w:t>
      </w:r>
    </w:p>
    <w:p w:rsidR="00EA19A8" w:rsidRDefault="00506E9B" w:rsidP="00E8659C">
      <w:pPr>
        <w:pStyle w:val="libNormal"/>
        <w:rPr>
          <w:rtl/>
          <w:lang w:bidi="fa-IR"/>
        </w:rPr>
      </w:pPr>
      <w:r>
        <w:rPr>
          <w:rtl/>
          <w:lang w:bidi="fa-IR"/>
        </w:rPr>
        <w:t>5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</w:t>
      </w:r>
      <w:r w:rsidR="00E8659C" w:rsidRPr="00EA19A8">
        <w:rPr>
          <w:rStyle w:val="libBold1Char"/>
          <w:rtl/>
        </w:rPr>
        <w:t>ابو يحي</w:t>
      </w:r>
      <w:r w:rsidR="00F456F0" w:rsidRPr="00EA19A8">
        <w:rPr>
          <w:rStyle w:val="libBold1Char"/>
          <w:rtl/>
        </w:rPr>
        <w:t xml:space="preserve">ی </w:t>
      </w:r>
      <w:r w:rsidR="00E8659C" w:rsidRPr="00EA19A8">
        <w:rPr>
          <w:rStyle w:val="libBold1Char"/>
          <w:rtl/>
        </w:rPr>
        <w:t>صنعان</w:t>
      </w:r>
      <w:r w:rsidR="00F456F0" w:rsidRPr="00EA19A8">
        <w:rPr>
          <w:rStyle w:val="libBold1Char"/>
          <w:rtl/>
        </w:rPr>
        <w:t>ی</w:t>
      </w:r>
      <w:r w:rsidR="00F456F0">
        <w:rPr>
          <w:rtl/>
          <w:lang w:bidi="fa-IR"/>
        </w:rPr>
        <w:t xml:space="preserve"> </w:t>
      </w:r>
      <w:r w:rsidR="00E8659C" w:rsidRPr="00E8659C">
        <w:rPr>
          <w:rtl/>
          <w:lang w:bidi="fa-IR"/>
        </w:rPr>
        <w:t>م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گويد</w:t>
      </w:r>
      <w:r w:rsidR="004851C8">
        <w:rPr>
          <w:rtl/>
          <w:lang w:bidi="fa-IR"/>
        </w:rPr>
        <w:t>:</w:t>
      </w:r>
      <w:r w:rsidR="00E8659C" w:rsidRPr="00E8659C">
        <w:rPr>
          <w:rtl/>
          <w:lang w:bidi="fa-IR"/>
        </w:rPr>
        <w:t xml:space="preserve"> در محضرامام هشتم شرفياب شدم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پسرش كودك خردسال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بيش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نبود خدمتكار حرم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و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را به حضور پدرش آورده بود</w:t>
      </w:r>
      <w:r w:rsidR="004851C8">
        <w:rPr>
          <w:rtl/>
          <w:lang w:bidi="fa-IR"/>
        </w:rPr>
        <w:t>.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پيشوا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هشتم به</w:t>
      </w:r>
      <w:r w:rsidR="00EA19A8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پسرش محمد اشاره كرد و گفتند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برا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پيروان ما در امت اسلام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مولود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به بركت</w:t>
      </w:r>
      <w:r w:rsidR="00EA19A8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محمد نم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شناسم</w:t>
      </w:r>
      <w:r w:rsidR="00E12C63">
        <w:rPr>
          <w:rtl/>
          <w:lang w:bidi="fa-IR"/>
        </w:rPr>
        <w:t>!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FA474B" w:rsidRPr="006249D9">
        <w:rPr>
          <w:rStyle w:val="libFootnotenumChar"/>
          <w:rtl/>
        </w:rPr>
        <w:t>3</w:t>
      </w:r>
      <w:r w:rsidR="003D2C90" w:rsidRPr="006249D9">
        <w:rPr>
          <w:rStyle w:val="libFootnotenumChar"/>
          <w:rtl/>
        </w:rPr>
        <w:t>9</w:t>
      </w:r>
      <w:r w:rsidRPr="006249D9">
        <w:rPr>
          <w:rStyle w:val="libFootnotenumChar"/>
          <w:rtl/>
        </w:rPr>
        <w:t>)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اينها نمونه</w:t>
      </w:r>
      <w:r w:rsidR="00164EC6">
        <w:rPr>
          <w:rtl/>
          <w:lang w:bidi="fa-IR"/>
        </w:rPr>
        <w:t xml:space="preserve"> ‌</w:t>
      </w:r>
      <w:r w:rsidRPr="00E8659C">
        <w:rPr>
          <w:rtl/>
          <w:lang w:bidi="fa-IR"/>
        </w:rPr>
        <w:t>هاي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از تصريحات امام هشتم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در تعيين امامت و وصايت امام محمد تق</w:t>
      </w:r>
      <w:r w:rsidR="00F456F0">
        <w:rPr>
          <w:rtl/>
          <w:lang w:bidi="fa-IR"/>
        </w:rPr>
        <w:t xml:space="preserve">ی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بود كه به</w:t>
      </w:r>
      <w:r w:rsidR="00FE4871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چند نمونه آن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اشاره گرديد و بنا بر اعتقاد شيعه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اسام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مقدسه معصومين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با تعيين اله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قبلا معين گرديده است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فقط كاف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است كه امام قبل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>معصوم بعد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را تعيين و تنصيص نمايد</w:t>
      </w:r>
      <w:r w:rsidR="004851C8">
        <w:rPr>
          <w:rtl/>
          <w:lang w:bidi="fa-IR"/>
        </w:rPr>
        <w:t>.</w:t>
      </w:r>
    </w:p>
    <w:p w:rsidR="00E8659C" w:rsidRPr="00E8659C" w:rsidRDefault="00FE4871" w:rsidP="00E8659C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E8659C" w:rsidRPr="00FE4871" w:rsidRDefault="00E8659C" w:rsidP="00FE4871">
      <w:pPr>
        <w:pStyle w:val="Heading2"/>
        <w:rPr>
          <w:rtl/>
        </w:rPr>
      </w:pPr>
      <w:bookmarkStart w:id="6" w:name="_Toc487273780"/>
      <w:r w:rsidRPr="00E8659C">
        <w:rPr>
          <w:rtl/>
          <w:lang w:bidi="fa-IR"/>
        </w:rPr>
        <w:t>خلفا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معاصر امام </w:t>
      </w:r>
      <w:r w:rsidR="00366A7F" w:rsidRPr="00366A7F">
        <w:rPr>
          <w:rStyle w:val="libAlaemChar"/>
          <w:rtl/>
        </w:rPr>
        <w:t>عليها‌السلام‌</w:t>
      </w:r>
      <w:bookmarkEnd w:id="6"/>
    </w:p>
    <w:p w:rsidR="00FE4871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 xml:space="preserve">امام جواد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در مدت عمر كوتاه و پربار خود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با حكومت دو تن از خلفا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عباس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معاصر بوده است كه هر كدام به نوبت خود در راه جلوگير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نفوذ و پيشرفت</w:t>
      </w:r>
      <w:r w:rsidR="00FE4871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معنو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امام </w:t>
      </w:r>
      <w:r w:rsidR="00366A7F" w:rsidRPr="00366A7F">
        <w:rPr>
          <w:rStyle w:val="libAlaemChar"/>
          <w:rtl/>
        </w:rPr>
        <w:t>عليها‌السلام‌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سع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كوشش بليغ داشته اند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يك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مأمون و ديگر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برادرش معتصم عباس</w:t>
      </w:r>
      <w:r w:rsidR="00FE4871">
        <w:rPr>
          <w:rtl/>
          <w:lang w:bidi="fa-IR"/>
        </w:rPr>
        <w:t>ی</w:t>
      </w:r>
      <w:r w:rsidR="004851C8">
        <w:rPr>
          <w:rtl/>
          <w:lang w:bidi="fa-IR"/>
        </w:rPr>
        <w:t>.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اكنون شمه 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خصوصيات و ويژگي</w:t>
      </w:r>
      <w:r w:rsidR="00FE4871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دوران هر كدام از آنانرا بيان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كنيم تا موقعيت امام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در برابر حكومت زور و ستم</w:t>
      </w:r>
      <w:r w:rsidR="004851C8">
        <w:rPr>
          <w:rtl/>
          <w:lang w:bidi="fa-IR"/>
        </w:rPr>
        <w:t>،</w:t>
      </w:r>
      <w:r w:rsidR="00FE4871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و خفقان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حاكم بر سرنوشت مردم آن روزگار بود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بيشتر روشن گردد ول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آنچه ناگزيرم همانند ساير سيره نويسان احوال امام جواد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به آن اعتراف نمايم اين است كه مدت اقامت امام </w:t>
      </w:r>
      <w:r w:rsidR="00366A7F" w:rsidRPr="00366A7F">
        <w:rPr>
          <w:rStyle w:val="libAlaemChar"/>
          <w:rtl/>
        </w:rPr>
        <w:t>عليها‌السلام‌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در مدينه و مراجعت ايشان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به</w:t>
      </w:r>
      <w:r w:rsidR="00FE4871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بغداد به صورت دقيق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تعيين و مشخص نشده است ول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احضار معتصم به بغداد كاملا قطع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</w:t>
      </w:r>
      <w:r w:rsidR="00FE4871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منجز است كه پس از مرگ مأمون بوده و در دوران معتصم عباس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است</w:t>
      </w:r>
      <w:r w:rsidR="004851C8">
        <w:rPr>
          <w:rtl/>
          <w:lang w:bidi="fa-IR"/>
        </w:rPr>
        <w:t>.</w:t>
      </w:r>
    </w:p>
    <w:p w:rsidR="00E8659C" w:rsidRPr="00E8659C" w:rsidRDefault="00FE4871" w:rsidP="00E8659C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E8659C" w:rsidRDefault="00256F60" w:rsidP="00FE4871">
      <w:pPr>
        <w:pStyle w:val="Heading3"/>
        <w:rPr>
          <w:rtl/>
          <w:lang w:bidi="fa-IR"/>
        </w:rPr>
      </w:pPr>
      <w:bookmarkStart w:id="7" w:name="_Toc487273781"/>
      <w:r>
        <w:rPr>
          <w:rtl/>
          <w:lang w:bidi="fa-IR"/>
        </w:rPr>
        <w:t>1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مأمون كيست</w:t>
      </w:r>
      <w:r w:rsidR="004851C8">
        <w:rPr>
          <w:rtl/>
          <w:lang w:bidi="fa-IR"/>
        </w:rPr>
        <w:t>؟</w:t>
      </w:r>
      <w:bookmarkEnd w:id="7"/>
    </w:p>
    <w:p w:rsidR="00A52465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 xml:space="preserve">عبد الله مأمون در سال </w:t>
      </w:r>
      <w:r w:rsidR="00256F60">
        <w:rPr>
          <w:rtl/>
          <w:lang w:bidi="fa-IR"/>
        </w:rPr>
        <w:t>1</w:t>
      </w:r>
      <w:r w:rsidR="003D2C90">
        <w:rPr>
          <w:rtl/>
          <w:lang w:bidi="fa-IR"/>
        </w:rPr>
        <w:t>9</w:t>
      </w:r>
      <w:r w:rsidR="00FA474B">
        <w:rPr>
          <w:rtl/>
          <w:lang w:bidi="fa-IR"/>
        </w:rPr>
        <w:t>3</w:t>
      </w:r>
      <w:r w:rsidRPr="00E8659C">
        <w:rPr>
          <w:rtl/>
          <w:lang w:bidi="fa-IR"/>
        </w:rPr>
        <w:t xml:space="preserve"> هجر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به حكومت رسيد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در سال </w:t>
      </w:r>
      <w:r w:rsidR="005631DD">
        <w:rPr>
          <w:rtl/>
          <w:lang w:bidi="fa-IR"/>
        </w:rPr>
        <w:t>2</w:t>
      </w:r>
      <w:r w:rsidR="00256F60">
        <w:rPr>
          <w:rtl/>
          <w:lang w:bidi="fa-IR"/>
        </w:rPr>
        <w:t>1</w:t>
      </w:r>
      <w:r w:rsidR="00A35C10">
        <w:rPr>
          <w:rtl/>
          <w:lang w:bidi="fa-IR"/>
        </w:rPr>
        <w:t>8</w:t>
      </w:r>
      <w:r w:rsidRPr="00E8659C">
        <w:rPr>
          <w:rtl/>
          <w:lang w:bidi="fa-IR"/>
        </w:rPr>
        <w:t xml:space="preserve"> در مرز روم از دنيا</w:t>
      </w:r>
      <w:r w:rsidR="00FE4871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رفت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بر خلاف برادرش امين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مرد دانشمند و دانش دوست و فرد هوشيار و كاردان و</w:t>
      </w:r>
      <w:r w:rsidR="00A52465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سياستمدار بود و در اين صفات بر تمام خلفا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عباس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برتر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داشت</w:t>
      </w:r>
      <w:r w:rsidR="004851C8">
        <w:rPr>
          <w:rtl/>
          <w:lang w:bidi="fa-IR"/>
        </w:rPr>
        <w:t>.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او مدت بيست و پنج سال و اند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بر اريك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سلطنت تكيه زده بود بيست و پنج ماه آن را در مبارزه و</w:t>
      </w:r>
      <w:r w:rsidR="00A52465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جنگ با برادرش امين گذراند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در پايان كار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پيروز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به دست آورد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او در زمان خود</w:t>
      </w:r>
      <w:r w:rsidR="00A52465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در ترويج علم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سع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كوشش داشت و مجالس مناظره و محافل گفتگو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علم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فراوان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تشكيل داد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روز مخصوص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را به عنوان مباحثات فقه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در سه شنبه برا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فقها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آن روز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ترتيب داده بود كه خود شخصا در مجالس آنان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شركت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جست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506E9B" w:rsidRPr="006249D9">
        <w:rPr>
          <w:rStyle w:val="libFootnotenumChar"/>
          <w:rtl/>
        </w:rPr>
        <w:t>4</w:t>
      </w:r>
      <w:r w:rsidR="009072C7" w:rsidRPr="006249D9">
        <w:rPr>
          <w:rStyle w:val="libFootnotenumChar"/>
          <w:rtl/>
        </w:rPr>
        <w:t>0</w:t>
      </w:r>
      <w:r w:rsidRPr="006249D9">
        <w:rPr>
          <w:rStyle w:val="libFootnotenumChar"/>
          <w:rtl/>
        </w:rPr>
        <w:t>)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كسان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كارنامه علم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اسلام را بررس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كرده اند معتقدند كه يك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درخشانترين دوره</w:t>
      </w:r>
      <w:r w:rsidR="00164EC6">
        <w:rPr>
          <w:rtl/>
          <w:lang w:bidi="fa-IR"/>
        </w:rPr>
        <w:t xml:space="preserve"> ‌</w:t>
      </w:r>
      <w:r w:rsidRPr="00E8659C">
        <w:rPr>
          <w:rtl/>
          <w:lang w:bidi="fa-IR"/>
        </w:rPr>
        <w:t>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اسلام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از</w:t>
      </w:r>
      <w:r w:rsidR="00A52465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نظر علم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عصر حكومت هارون و مأمون بود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در اين دوره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مسلمانان دوره انتقال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را</w:t>
      </w:r>
      <w:r w:rsidR="00A52465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ط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كردند و دستاوردها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ديگران را در فلسفه و علوم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مورد بررس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ارزياب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قرارم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دادند و كتابهاي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يونان و هند و ايران ترجمه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كردند و مطالب اسلام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را</w:t>
      </w:r>
      <w:r w:rsidR="00A52465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نيز به زبانها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ديگر برم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گرداندند و دست به تأسيس مدارس و دانشكده</w:t>
      </w:r>
      <w:r w:rsidR="00164EC6">
        <w:rPr>
          <w:rtl/>
          <w:lang w:bidi="fa-IR"/>
        </w:rPr>
        <w:t xml:space="preserve"> ‌</w:t>
      </w:r>
      <w:r w:rsidRPr="00E8659C">
        <w:rPr>
          <w:rtl/>
          <w:lang w:bidi="fa-IR"/>
        </w:rPr>
        <w:t>ها و مراكز علم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كتابخانه</w:t>
      </w:r>
      <w:r w:rsidR="00164EC6">
        <w:rPr>
          <w:rtl/>
          <w:lang w:bidi="fa-IR"/>
        </w:rPr>
        <w:t xml:space="preserve"> ‌</w:t>
      </w:r>
      <w:r w:rsidRPr="00E8659C">
        <w:rPr>
          <w:rtl/>
          <w:lang w:bidi="fa-IR"/>
        </w:rPr>
        <w:t>ها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زدند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506E9B" w:rsidRPr="006249D9">
        <w:rPr>
          <w:rStyle w:val="libFootnotenumChar"/>
          <w:rtl/>
        </w:rPr>
        <w:t>4</w:t>
      </w:r>
      <w:r w:rsidR="00256F60" w:rsidRPr="006249D9">
        <w:rPr>
          <w:rStyle w:val="libFootnotenumChar"/>
          <w:rtl/>
        </w:rPr>
        <w:t>1</w:t>
      </w:r>
      <w:r w:rsidRPr="006249D9">
        <w:rPr>
          <w:rStyle w:val="libFootnotenumChar"/>
          <w:rtl/>
        </w:rPr>
        <w:t>)</w:t>
      </w:r>
    </w:p>
    <w:p w:rsidR="00E86250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از كلمات معروف مأمون است كه در سه مسألة</w:t>
      </w:r>
      <w:r w:rsidR="004851C8">
        <w:rPr>
          <w:rtl/>
          <w:lang w:bidi="fa-IR"/>
        </w:rPr>
        <w:t>،</w:t>
      </w:r>
      <w:r w:rsidR="00E86250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جا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اغماض و عفو نيست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يك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ناموس ديگر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كشف راز ديگران و آن سوم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مبارزه برسر حكومت و سلطنت</w:t>
      </w:r>
      <w:r w:rsidR="004851C8">
        <w:rPr>
          <w:rtl/>
          <w:lang w:bidi="fa-IR"/>
        </w:rPr>
        <w:t>.</w:t>
      </w:r>
    </w:p>
    <w:p w:rsidR="00E86250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باز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گفت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تا توان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جنگ را به تأخير افكن و اگر چاره 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جز جنگ نداشت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پس پايان آن را در آن روز انجام بده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باز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گفت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سروران مردم</w:t>
      </w:r>
      <w:r w:rsidR="00E86250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در دنيا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سخاوتمندان هستند و در آخرت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انبياء و پيامبران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506E9B" w:rsidRPr="006249D9">
        <w:rPr>
          <w:rStyle w:val="libFootnotenumChar"/>
          <w:rtl/>
        </w:rPr>
        <w:t>4</w:t>
      </w:r>
      <w:r w:rsidR="005631DD" w:rsidRPr="006249D9">
        <w:rPr>
          <w:rStyle w:val="libFootnotenumChar"/>
          <w:rtl/>
        </w:rPr>
        <w:t>2</w:t>
      </w:r>
      <w:r w:rsidRPr="006249D9">
        <w:rPr>
          <w:rStyle w:val="libFootnotenumChar"/>
          <w:rtl/>
        </w:rPr>
        <w:t>)</w:t>
      </w:r>
      <w:r w:rsidRPr="00E8659C">
        <w:rPr>
          <w:rtl/>
          <w:lang w:bidi="fa-IR"/>
        </w:rPr>
        <w:t xml:space="preserve"> بر اين</w:t>
      </w:r>
      <w:r w:rsidR="00E86250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 xml:space="preserve">اساس بود كه </w:t>
      </w:r>
      <w:r w:rsidR="005631DD">
        <w:rPr>
          <w:rtl/>
          <w:lang w:bidi="fa-IR"/>
        </w:rPr>
        <w:t>2</w:t>
      </w:r>
      <w:r w:rsidR="00506E9B">
        <w:rPr>
          <w:rtl/>
          <w:lang w:bidi="fa-IR"/>
        </w:rPr>
        <w:t>5</w:t>
      </w:r>
      <w:r w:rsidRPr="00E8659C">
        <w:rPr>
          <w:rtl/>
          <w:lang w:bidi="fa-IR"/>
        </w:rPr>
        <w:t xml:space="preserve"> ماه با برادرش محمد امين جنگيد و هنگام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آسايش پيدا كرد كه</w:t>
      </w:r>
      <w:r w:rsidR="00E86250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سر امين را بر درواز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شهر مشاهده نمود</w:t>
      </w:r>
      <w:r w:rsidR="004851C8">
        <w:rPr>
          <w:rtl/>
          <w:lang w:bidi="fa-IR"/>
        </w:rPr>
        <w:t>.</w:t>
      </w:r>
    </w:p>
    <w:p w:rsidR="00164EC6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 xml:space="preserve">او در شهر مرو بود كه امام رضا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با تكريم و احترام تمام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وارد مرو گرديد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و مورد استقبال شايان توجه</w:t>
      </w:r>
      <w:r w:rsidR="00164EC6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قرار گرفت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مأمون در جمع خواص لشكر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كشور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اعلام نمود كه در ميان </w:t>
      </w:r>
      <w:r w:rsidRPr="00E8659C">
        <w:rPr>
          <w:rtl/>
          <w:lang w:bidi="fa-IR"/>
        </w:rPr>
        <w:lastRenderedPageBreak/>
        <w:t>فرزندان عباس و</w:t>
      </w:r>
      <w:r w:rsidR="00164EC6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عل</w:t>
      </w:r>
      <w:r w:rsidR="00F456F0">
        <w:rPr>
          <w:rtl/>
          <w:lang w:bidi="fa-IR"/>
        </w:rPr>
        <w:t xml:space="preserve">ی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مطالعه كرده است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شايسته تر از امام رضا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و داناتر از او پيدا نكرده است و از اينرو به عنوان ولايت عهد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با او بيعت نمود و نام او را بر سكه ها و پولها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رايج، مسكوك نمود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دستور داد مردم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سياه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را از لباسها و پرچمها پاك سازند و به جا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از رنگ سبز استفاده كنند</w:t>
      </w:r>
      <w:r w:rsidR="004851C8">
        <w:rPr>
          <w:rtl/>
          <w:lang w:bidi="fa-IR"/>
        </w:rPr>
        <w:t>.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ول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اين كارها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بر خلاف خواسته</w:t>
      </w:r>
      <w:r w:rsidR="00164EC6">
        <w:rPr>
          <w:rtl/>
          <w:lang w:bidi="fa-IR"/>
        </w:rPr>
        <w:t xml:space="preserve"> ‌</w:t>
      </w:r>
      <w:r w:rsidRPr="00E8659C">
        <w:rPr>
          <w:rtl/>
          <w:lang w:bidi="fa-IR"/>
        </w:rPr>
        <w:t>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عباسيان درعراق بود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آنان به عنوان مخالفت با اين گونه اعمال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با عمو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مأمون ابراهيم بن</w:t>
      </w:r>
      <w:r w:rsidR="00CB6AB1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مهد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بيعت كردند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مأمون كه در صدد توسع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رياست خود بود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در سال </w:t>
      </w:r>
      <w:r w:rsidR="005631DD">
        <w:rPr>
          <w:rtl/>
          <w:lang w:bidi="fa-IR"/>
        </w:rPr>
        <w:t>2</w:t>
      </w:r>
      <w:r w:rsidR="009072C7">
        <w:rPr>
          <w:rtl/>
          <w:lang w:bidi="fa-IR"/>
        </w:rPr>
        <w:t>0</w:t>
      </w:r>
      <w:r w:rsidR="005631DD">
        <w:rPr>
          <w:rtl/>
          <w:lang w:bidi="fa-IR"/>
        </w:rPr>
        <w:t>2</w:t>
      </w:r>
      <w:r w:rsidRPr="00E8659C">
        <w:rPr>
          <w:rtl/>
          <w:lang w:bidi="fa-IR"/>
        </w:rPr>
        <w:t xml:space="preserve"> فضل بن</w:t>
      </w:r>
      <w:r w:rsidR="00191A41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سهل ذوالرياستين را در حمام سرخس از بلاد خراسان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در بين راه عراق به كشتن داد و</w:t>
      </w:r>
      <w:r w:rsidR="00CB6AB1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امام عل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بن موس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الرضا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را در شهر طوس در اثر خوردن انگور سم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به سال </w:t>
      </w:r>
      <w:r w:rsidR="005631DD">
        <w:rPr>
          <w:rtl/>
          <w:lang w:bidi="fa-IR"/>
        </w:rPr>
        <w:t>2</w:t>
      </w:r>
      <w:r w:rsidR="009072C7">
        <w:rPr>
          <w:rtl/>
          <w:lang w:bidi="fa-IR"/>
        </w:rPr>
        <w:t>0</w:t>
      </w:r>
      <w:r w:rsidR="00FA474B">
        <w:rPr>
          <w:rtl/>
          <w:lang w:bidi="fa-IR"/>
        </w:rPr>
        <w:t>3</w:t>
      </w:r>
      <w:r w:rsidRPr="00E8659C">
        <w:rPr>
          <w:rtl/>
          <w:lang w:bidi="fa-IR"/>
        </w:rPr>
        <w:t xml:space="preserve"> از ميان برداشت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تغيير رنگ لباسها با مخالفت عباسيان رو</w:t>
      </w:r>
      <w:r w:rsidR="00CB6AB1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برو گرديد كه</w:t>
      </w:r>
      <w:r w:rsidR="00CB6AB1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پس از ورود به عراق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مجددا به رنگ سياه بازگشت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نهضتها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متعدد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در گوشه و كنار</w:t>
      </w:r>
      <w:r w:rsidR="00CB6AB1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كشور اسلام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آغاز گرديد كه نهضت وسيع و پردامن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محمد بن ابراهيم معروف به</w:t>
      </w:r>
      <w:r w:rsidR="00CB6AB1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ابن طباطبا و انقلاب زيد بن جعفر در بصره از مهم ترين آنها به شمار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آيد</w:t>
      </w:r>
      <w:r w:rsidR="004851C8">
        <w:rPr>
          <w:rtl/>
          <w:lang w:bidi="fa-IR"/>
        </w:rPr>
        <w:t>.</w:t>
      </w:r>
      <w:r w:rsidR="00CB6AB1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مسعود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صاحب مروج الذهب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نويسد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در عهد مأمون بود كه عل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بن موس</w:t>
      </w:r>
      <w:r w:rsidR="00F456F0">
        <w:rPr>
          <w:rtl/>
          <w:lang w:bidi="fa-IR"/>
        </w:rPr>
        <w:t xml:space="preserve">ی </w:t>
      </w:r>
      <w:r w:rsidR="00366A7F" w:rsidRPr="00366A7F">
        <w:rPr>
          <w:rStyle w:val="libAlaemChar"/>
          <w:rtl/>
        </w:rPr>
        <w:t>عليه‌السلام‌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مسموم شد و درگذشت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در حال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كه او </w:t>
      </w:r>
      <w:r w:rsidR="00506E9B">
        <w:rPr>
          <w:rtl/>
          <w:lang w:bidi="fa-IR"/>
        </w:rPr>
        <w:t>4</w:t>
      </w:r>
      <w:r w:rsidR="003D2C90">
        <w:rPr>
          <w:rtl/>
          <w:lang w:bidi="fa-IR"/>
        </w:rPr>
        <w:t>9</w:t>
      </w:r>
      <w:r w:rsidRPr="00E8659C">
        <w:rPr>
          <w:rtl/>
          <w:lang w:bidi="fa-IR"/>
        </w:rPr>
        <w:t xml:space="preserve"> سال و شش ماه عمر كرده بود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506E9B" w:rsidRPr="006249D9">
        <w:rPr>
          <w:rStyle w:val="libFootnotenumChar"/>
          <w:rtl/>
        </w:rPr>
        <w:t>4</w:t>
      </w:r>
      <w:r w:rsidR="00FA474B" w:rsidRPr="006249D9">
        <w:rPr>
          <w:rStyle w:val="libFootnotenumChar"/>
          <w:rtl/>
        </w:rPr>
        <w:t>3</w:t>
      </w:r>
      <w:r w:rsidRPr="006249D9">
        <w:rPr>
          <w:rStyle w:val="libFootnotenumChar"/>
          <w:rtl/>
        </w:rPr>
        <w:t>)</w:t>
      </w:r>
      <w:r w:rsidRPr="00E8659C">
        <w:rPr>
          <w:rtl/>
          <w:lang w:bidi="fa-IR"/>
        </w:rPr>
        <w:t xml:space="preserve"> و شافع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هم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در عهد مأمون در سال </w:t>
      </w:r>
      <w:r w:rsidR="005631DD">
        <w:rPr>
          <w:rtl/>
          <w:lang w:bidi="fa-IR"/>
        </w:rPr>
        <w:t>2</w:t>
      </w:r>
      <w:r w:rsidR="009072C7">
        <w:rPr>
          <w:rtl/>
          <w:lang w:bidi="fa-IR"/>
        </w:rPr>
        <w:t>0</w:t>
      </w:r>
      <w:r w:rsidR="00506E9B">
        <w:rPr>
          <w:rtl/>
          <w:lang w:bidi="fa-IR"/>
        </w:rPr>
        <w:t>4</w:t>
      </w:r>
      <w:r w:rsidRPr="00E8659C">
        <w:rPr>
          <w:rtl/>
          <w:lang w:bidi="fa-IR"/>
        </w:rPr>
        <w:t xml:space="preserve"> ه‍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ق در سن </w:t>
      </w:r>
      <w:r w:rsidR="00506E9B">
        <w:rPr>
          <w:rtl/>
          <w:lang w:bidi="fa-IR"/>
        </w:rPr>
        <w:t>54</w:t>
      </w:r>
      <w:r w:rsidRPr="00E8659C">
        <w:rPr>
          <w:rtl/>
          <w:lang w:bidi="fa-IR"/>
        </w:rPr>
        <w:t xml:space="preserve"> سالگ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در مصردرگذشت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506E9B" w:rsidRPr="006249D9">
        <w:rPr>
          <w:rStyle w:val="libFootnotenumChar"/>
          <w:rtl/>
        </w:rPr>
        <w:t>44</w:t>
      </w:r>
      <w:r w:rsidRPr="006249D9">
        <w:rPr>
          <w:rStyle w:val="libFootnotenumChar"/>
          <w:rtl/>
        </w:rPr>
        <w:t>)</w:t>
      </w:r>
    </w:p>
    <w:p w:rsidR="008935C9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 xml:space="preserve">مأمون در سال </w:t>
      </w:r>
      <w:r w:rsidR="005631DD">
        <w:rPr>
          <w:rtl/>
          <w:lang w:bidi="fa-IR"/>
        </w:rPr>
        <w:t>2</w:t>
      </w:r>
      <w:r w:rsidR="00256F60">
        <w:rPr>
          <w:rtl/>
          <w:lang w:bidi="fa-IR"/>
        </w:rPr>
        <w:t>1</w:t>
      </w:r>
      <w:r w:rsidR="00506E9B">
        <w:rPr>
          <w:rtl/>
          <w:lang w:bidi="fa-IR"/>
        </w:rPr>
        <w:t>7</w:t>
      </w:r>
      <w:r w:rsidRPr="00E8659C">
        <w:rPr>
          <w:rtl/>
          <w:lang w:bidi="fa-IR"/>
        </w:rPr>
        <w:t xml:space="preserve"> وارد مصر شد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حاكم آن منطقه كه فرد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به</w:t>
      </w:r>
      <w:r w:rsidR="008935C9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نام عبدوس بود در اثر مقاومت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كشته شدو در سال </w:t>
      </w:r>
      <w:r w:rsidR="005631DD">
        <w:rPr>
          <w:rtl/>
          <w:lang w:bidi="fa-IR"/>
        </w:rPr>
        <w:t>2</w:t>
      </w:r>
      <w:r w:rsidR="00256F60">
        <w:rPr>
          <w:rtl/>
          <w:lang w:bidi="fa-IR"/>
        </w:rPr>
        <w:t>1</w:t>
      </w:r>
      <w:r w:rsidR="00A35C10">
        <w:rPr>
          <w:rtl/>
          <w:lang w:bidi="fa-IR"/>
        </w:rPr>
        <w:t>8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مأمون در سرزمين روم به نبرد با روميان پرداخت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در دروازه روم به</w:t>
      </w:r>
      <w:r w:rsidR="008935C9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يك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قلعه</w:t>
      </w:r>
      <w:r w:rsidR="00164EC6">
        <w:rPr>
          <w:rtl/>
          <w:lang w:bidi="fa-IR"/>
        </w:rPr>
        <w:t xml:space="preserve"> ‌</w:t>
      </w:r>
      <w:r w:rsidRPr="00E8659C">
        <w:rPr>
          <w:rtl/>
          <w:lang w:bidi="fa-IR"/>
        </w:rPr>
        <w:t>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آنان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واقع در پشت طرسوس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وارد گرديد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آنان را به اسلام يا</w:t>
      </w:r>
      <w:r w:rsidR="008935C9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پرداخت جزيه يا شمشير فراخواند و نصار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را زبون و بيچاره ساخت جمع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آنان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به</w:t>
      </w:r>
      <w:r w:rsidR="008935C9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پرداخت جزيه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پاسخ مثبت دادند و افراد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نپذيرفتند</w:t>
      </w:r>
      <w:r w:rsidR="004851C8">
        <w:rPr>
          <w:rtl/>
          <w:lang w:bidi="fa-IR"/>
        </w:rPr>
        <w:t>.</w:t>
      </w:r>
    </w:p>
    <w:p w:rsidR="00422681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 xml:space="preserve">با آنان به جنگ پرداخت تا اينكه </w:t>
      </w:r>
      <w:r w:rsidR="00256F60">
        <w:rPr>
          <w:rtl/>
          <w:lang w:bidi="fa-IR"/>
        </w:rPr>
        <w:t>1</w:t>
      </w:r>
      <w:r w:rsidR="00506E9B">
        <w:rPr>
          <w:rtl/>
          <w:lang w:bidi="fa-IR"/>
        </w:rPr>
        <w:t>5</w:t>
      </w:r>
      <w:r w:rsidRPr="00E8659C">
        <w:rPr>
          <w:rtl/>
          <w:lang w:bidi="fa-IR"/>
        </w:rPr>
        <w:t xml:space="preserve"> قلعه از قلعه</w:t>
      </w:r>
      <w:r w:rsidR="00164EC6">
        <w:rPr>
          <w:rtl/>
          <w:lang w:bidi="fa-IR"/>
        </w:rPr>
        <w:t xml:space="preserve"> ‌</w:t>
      </w:r>
      <w:r w:rsidRPr="00E8659C">
        <w:rPr>
          <w:rtl/>
          <w:lang w:bidi="fa-IR"/>
        </w:rPr>
        <w:t>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آنان را باز گشود و با پيروز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جنگ روميان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برم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گشت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در سر چشمه 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بديدون اقامت گزيد در سرچشمه 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معروف به</w:t>
      </w:r>
      <w:r w:rsidR="00422681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 xml:space="preserve">قشيره </w:t>
      </w:r>
      <w:r w:rsidRPr="00E8659C">
        <w:rPr>
          <w:rtl/>
          <w:lang w:bidi="fa-IR"/>
        </w:rPr>
        <w:lastRenderedPageBreak/>
        <w:t>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باشد و در انتظار بازگشت نيروها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خود از داخل بلاد روم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بود صفا و</w:t>
      </w:r>
      <w:r w:rsidR="00422681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خنك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سفيد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برق آب چشمه او را به شگفت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تعجب واداشته بود</w:t>
      </w:r>
      <w:r w:rsidR="004851C8">
        <w:rPr>
          <w:rtl/>
          <w:lang w:bidi="fa-IR"/>
        </w:rPr>
        <w:t>.</w:t>
      </w:r>
    </w:p>
    <w:p w:rsidR="00FA251E" w:rsidRDefault="00E8659C" w:rsidP="00422681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دستور داد چوبها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بلند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به صورت تخته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رو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آب قرار دهند و آن را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همانند پل درآورند و به صورت كيسه</w:t>
      </w:r>
      <w:r w:rsidR="00422681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درآورند كه آب از زير آن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جريان پيدا نمايد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درهم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به داخل آب افكند و صفا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آب آنچنان درخشان بود كه نوشته 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درهم از دور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خوانده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شد ول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شدت سرد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وخنك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آب نم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توانستند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آن پول را از داخل آن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بيرون كشند در چنين وضعيت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بود كه</w:t>
      </w:r>
      <w:r w:rsidR="00422681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ماه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در داخل چشمه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ظاهر گرديد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مأمون برا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گرفتن آن ماه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جا</w:t>
      </w:r>
      <w:r w:rsidR="00422681">
        <w:rPr>
          <w:rFonts w:hint="cs"/>
          <w:rtl/>
          <w:lang w:bidi="fa-IR"/>
        </w:rPr>
        <w:t>ی</w:t>
      </w:r>
      <w:r w:rsidRPr="00E8659C">
        <w:rPr>
          <w:rtl/>
          <w:lang w:bidi="fa-IR"/>
        </w:rPr>
        <w:t>زه تعيين نمود يك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خدمتگزاران با سرعت آن را گرفت و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خواست بالا بياورد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هنگام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به كنارچشمه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همان جايگاه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مأمون نشسته بود رسيد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ماه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تكان خورد و خود را به آبافكند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خادم نيز خود را به آب افكند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در آن موقع آب سرد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صورت و لباس او را خيس</w:t>
      </w:r>
      <w:r w:rsidR="00422681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نمود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خادم ماه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را گرفت و در ظرف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در پيشگاه مأمون قرار داد و در حال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ماه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هنوز در اضطراب و تكان خوردن بود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در همان لحظه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رعد و اضطراب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بدن مأمون را فراگرفت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به حد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نتوانست از جايگاه خود حركت كند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با لحاف و ساير وسايل گرمازا</w:t>
      </w:r>
      <w:r w:rsidR="004851C8">
        <w:rPr>
          <w:rtl/>
          <w:lang w:bidi="fa-IR"/>
        </w:rPr>
        <w:t>،</w:t>
      </w:r>
      <w:r w:rsidR="00FA251E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او را پوشاندند ول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ثمر نبخشيد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او همانند چوب تر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لرزيد و فرياد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سرما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سرمام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كشيد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او را به چادر انتقال دادند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در اطراف او آتش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روشن كردند</w:t>
      </w:r>
      <w:r w:rsidR="004851C8">
        <w:rPr>
          <w:rtl/>
          <w:lang w:bidi="fa-IR"/>
        </w:rPr>
        <w:t>،</w:t>
      </w:r>
      <w:r w:rsidR="00FA251E">
        <w:rPr>
          <w:rtl/>
          <w:lang w:bidi="fa-IR"/>
        </w:rPr>
        <w:t xml:space="preserve"> باز ه</w:t>
      </w:r>
      <w:r w:rsidRPr="00E8659C">
        <w:rPr>
          <w:rtl/>
          <w:lang w:bidi="fa-IR"/>
        </w:rPr>
        <w:t>م</w:t>
      </w:r>
      <w:r w:rsidR="00FA251E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سرما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سرما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گفت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ماه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پخته را آوردند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نتوانست از آن بخورد</w:t>
      </w:r>
      <w:r w:rsidR="004851C8">
        <w:rPr>
          <w:rtl/>
          <w:lang w:bidi="fa-IR"/>
        </w:rPr>
        <w:t>.</w:t>
      </w:r>
    </w:p>
    <w:p w:rsidR="0086241C" w:rsidRDefault="00E8659C" w:rsidP="00422681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هنگام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مرض</w:t>
      </w:r>
      <w:r w:rsidR="00FA251E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او شدت پيدا كرد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برادرش معتصم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بختيشوع و</w:t>
      </w:r>
      <w:r w:rsidR="00FA251E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ابن ماسويه پزشكان دربار را فراخواند تاعلاجش كنند ول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مأمون در حال احتضار بود و آنان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چه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توانستند انجام دهند</w:t>
      </w:r>
      <w:r w:rsidR="004851C8">
        <w:rPr>
          <w:rtl/>
          <w:lang w:bidi="fa-IR"/>
        </w:rPr>
        <w:t>؟</w:t>
      </w:r>
    </w:p>
    <w:p w:rsidR="0086241C" w:rsidRDefault="00E8659C" w:rsidP="00422681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نبض</w:t>
      </w:r>
      <w:r w:rsidR="0086241C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او را گرفتند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ملاحظه نمودند كه خارج از حال عاد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اعتدال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باشد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عرق از تمام</w:t>
      </w:r>
      <w:r w:rsidR="0086241C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جوانب بدن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سرازير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گردد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مأمون از نام اين محل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پرسيد گفتند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نام اين منطقه رقه است او از هنگام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مرض او شدت گرفت به اطرافيان گفت مرا به محل بلند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برسانيد تا به لشكر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رجال و نيروهايم بنگرم و حدود سلطه 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خود را مشاهده كنم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شبانگاه بود او را به محل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رساندند كه مشرف بر خيمه ها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افراد سپاه وتجهيزات لشكر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هر نقطه 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آتش روشن كرده بودند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مأمون </w:t>
      </w:r>
      <w:r w:rsidRPr="00E8659C">
        <w:rPr>
          <w:rtl/>
          <w:lang w:bidi="fa-IR"/>
        </w:rPr>
        <w:lastRenderedPageBreak/>
        <w:t>با صدا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بلند گفت</w:t>
      </w:r>
      <w:r w:rsidR="004851C8">
        <w:rPr>
          <w:rtl/>
          <w:lang w:bidi="fa-IR"/>
        </w:rPr>
        <w:t>:</w:t>
      </w:r>
      <w:r w:rsidR="0086241C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خداي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ملك او هميشگ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به فرد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قدرت او در حال زوال و گذرا است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رحم نما</w:t>
      </w:r>
      <w:r w:rsidR="00E12C63">
        <w:rPr>
          <w:rtl/>
          <w:lang w:bidi="fa-IR"/>
        </w:rPr>
        <w:t>!</w:t>
      </w:r>
      <w:r w:rsidRPr="00E8659C">
        <w:rPr>
          <w:rtl/>
          <w:lang w:bidi="fa-IR"/>
        </w:rPr>
        <w:t xml:space="preserve"> سپس او را به خوابگاه خود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برگرداندند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معتصم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فرد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را بالا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سر او قرارداد تا تلقين شهادت نمايد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هنگام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حال او وخيم تر شد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آن مرد صدا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خود را به تلقين شهادت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بلند نمود تا مأمون هم بگويد</w:t>
      </w:r>
      <w:r w:rsidR="004851C8">
        <w:rPr>
          <w:rtl/>
          <w:lang w:bidi="fa-IR"/>
        </w:rPr>
        <w:t>.</w:t>
      </w:r>
    </w:p>
    <w:p w:rsidR="0086241C" w:rsidRDefault="00E8659C" w:rsidP="00422681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ابن ماسويه به او گفت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صدا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خود را بلند نكن</w:t>
      </w:r>
      <w:r w:rsidR="00E12C63">
        <w:rPr>
          <w:rtl/>
          <w:lang w:bidi="fa-IR"/>
        </w:rPr>
        <w:t>!</w:t>
      </w:r>
      <w:r w:rsidRPr="00E8659C">
        <w:rPr>
          <w:rtl/>
          <w:lang w:bidi="fa-IR"/>
        </w:rPr>
        <w:t xml:space="preserve"> مأمون در حال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است كه بين خدا و مان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تشخيص نم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دهد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مأمون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چشمان خود</w:t>
      </w:r>
      <w:r w:rsidR="0086241C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را باز كرد در حال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چشمان او از سرخ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تورم باد كرده بود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خواست بدينوسيله غضب و ناراحت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خود را به ابن ماسويه ابراز دارد ول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توانست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در آن وقت مشاهده نمودند كه زير لب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گويد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يا من لايموت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إرحم من يموت</w:t>
      </w:r>
      <w:r w:rsidR="00E12C63">
        <w:rPr>
          <w:rtl/>
          <w:lang w:bidi="fa-IR"/>
        </w:rPr>
        <w:t>!</w:t>
      </w:r>
    </w:p>
    <w:p w:rsidR="00E8659C" w:rsidRPr="00E8659C" w:rsidRDefault="00E8659C" w:rsidP="00422681">
      <w:pPr>
        <w:pStyle w:val="libNormal"/>
        <w:rPr>
          <w:lang w:bidi="fa-IR"/>
        </w:rPr>
      </w:pPr>
      <w:r w:rsidRPr="00E8659C">
        <w:rPr>
          <w:rtl/>
          <w:lang w:bidi="fa-IR"/>
        </w:rPr>
        <w:t xml:space="preserve">همان لحظه جان دادو اين واقعه در روز پنجشنبه سيزده روز باقيمانده از رجب </w:t>
      </w:r>
      <w:r w:rsidR="005631DD">
        <w:rPr>
          <w:rtl/>
          <w:lang w:bidi="fa-IR"/>
        </w:rPr>
        <w:t>2</w:t>
      </w:r>
      <w:r w:rsidR="00256F60">
        <w:rPr>
          <w:rtl/>
          <w:lang w:bidi="fa-IR"/>
        </w:rPr>
        <w:t>1</w:t>
      </w:r>
      <w:r w:rsidR="00A35C10">
        <w:rPr>
          <w:rtl/>
          <w:lang w:bidi="fa-IR"/>
        </w:rPr>
        <w:t>8</w:t>
      </w:r>
      <w:r w:rsidRPr="00E8659C">
        <w:rPr>
          <w:rtl/>
          <w:lang w:bidi="fa-IR"/>
        </w:rPr>
        <w:t xml:space="preserve"> ه‍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>ق بود نعش او رابه طرسوس حمل نمودند و در همان محل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دفن كردند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506E9B" w:rsidRPr="006249D9">
        <w:rPr>
          <w:rStyle w:val="libFootnotenumChar"/>
          <w:rtl/>
        </w:rPr>
        <w:t>45</w:t>
      </w:r>
      <w:r w:rsidRPr="006249D9">
        <w:rPr>
          <w:rStyle w:val="libFootnotenumChar"/>
          <w:rtl/>
        </w:rPr>
        <w:t>)</w:t>
      </w:r>
    </w:p>
    <w:p w:rsidR="00E8659C" w:rsidRPr="00E8659C" w:rsidRDefault="0086241C" w:rsidP="00E8659C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E8659C" w:rsidRDefault="005631DD" w:rsidP="0086241C">
      <w:pPr>
        <w:pStyle w:val="Heading3"/>
        <w:rPr>
          <w:rtl/>
          <w:lang w:bidi="fa-IR"/>
        </w:rPr>
      </w:pPr>
      <w:bookmarkStart w:id="8" w:name="_Toc487273782"/>
      <w:r>
        <w:rPr>
          <w:rtl/>
          <w:lang w:bidi="fa-IR"/>
        </w:rPr>
        <w:t>2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معتصم</w:t>
      </w:r>
      <w:bookmarkEnd w:id="8"/>
    </w:p>
    <w:p w:rsidR="0086241C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محمد فرزندهارون الرشيد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ملقب به معتصم پس از مرگ برادرش مأمون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به سال </w:t>
      </w:r>
      <w:r w:rsidR="005631DD">
        <w:rPr>
          <w:rtl/>
          <w:lang w:bidi="fa-IR"/>
        </w:rPr>
        <w:t>2</w:t>
      </w:r>
      <w:r w:rsidR="00256F60">
        <w:rPr>
          <w:rtl/>
          <w:lang w:bidi="fa-IR"/>
        </w:rPr>
        <w:t>1</w:t>
      </w:r>
      <w:r w:rsidR="00A35C10">
        <w:rPr>
          <w:rtl/>
          <w:lang w:bidi="fa-IR"/>
        </w:rPr>
        <w:t>8</w:t>
      </w:r>
      <w:r w:rsidRPr="00E8659C">
        <w:rPr>
          <w:rtl/>
          <w:lang w:bidi="fa-IR"/>
        </w:rPr>
        <w:t xml:space="preserve"> (ماه شعبان) رشته 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كار را به دست گرفت و از مرز روم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منطق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بديدون همان محل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مأمون، آنجا از دنيا رفت از مردم بيعت گرفت</w:t>
      </w:r>
      <w:r w:rsidR="004851C8">
        <w:rPr>
          <w:rtl/>
          <w:lang w:bidi="fa-IR"/>
        </w:rPr>
        <w:t>.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 xml:space="preserve">حكومت او تا سال </w:t>
      </w:r>
      <w:r w:rsidR="005631DD">
        <w:rPr>
          <w:rtl/>
          <w:lang w:bidi="fa-IR"/>
        </w:rPr>
        <w:t>22</w:t>
      </w:r>
      <w:r w:rsidR="00506E9B">
        <w:rPr>
          <w:rtl/>
          <w:lang w:bidi="fa-IR"/>
        </w:rPr>
        <w:t>7</w:t>
      </w:r>
      <w:r w:rsidRPr="00E8659C">
        <w:rPr>
          <w:rtl/>
          <w:lang w:bidi="fa-IR"/>
        </w:rPr>
        <w:t xml:space="preserve"> ادامه يافت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(نه سال) و در آن سال از دنيا رفت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و در جوسق سامرا مدفون گرديد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او اتراك را رو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كار آورد و چهار هزار نفر از آنان را وارد ارتش خود نمود و با لباسها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مخصوص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آنانرا از ديگران ممتاز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ساخت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وعده</w:t>
      </w:r>
      <w:r w:rsidR="00164EC6">
        <w:rPr>
          <w:rtl/>
          <w:lang w:bidi="fa-IR"/>
        </w:rPr>
        <w:t xml:space="preserve"> ‌</w:t>
      </w:r>
      <w:r w:rsidRPr="00E8659C">
        <w:rPr>
          <w:rtl/>
          <w:lang w:bidi="fa-IR"/>
        </w:rPr>
        <w:t>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را از مصر و يمن و جمع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را از خراسان گردآورد تا لشكر مرتب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ترتيب داد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به حد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بغداد گنجايش تحمل ارتش او را نداشت و</w:t>
      </w:r>
      <w:r w:rsidR="00DB39C5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ناچار به شهر سامراء انتقال اردو داد</w:t>
      </w:r>
      <w:r w:rsidR="004851C8">
        <w:rPr>
          <w:rtl/>
          <w:lang w:bidi="fa-IR"/>
        </w:rPr>
        <w:t>.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او به عمران و آبادان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علاق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فراوان داشت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محمد بن عبد الملك را به عنوان وزير</w:t>
      </w:r>
      <w:r w:rsidR="00DB39C5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برگزيد به او مرتب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گفت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عمران و آبادان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امور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پسنديده</w:t>
      </w:r>
      <w:r w:rsidR="00164EC6">
        <w:rPr>
          <w:rtl/>
          <w:lang w:bidi="fa-IR"/>
        </w:rPr>
        <w:t xml:space="preserve"> ‌</w:t>
      </w:r>
      <w:r w:rsidRPr="00E8659C">
        <w:rPr>
          <w:rtl/>
          <w:lang w:bidi="fa-IR"/>
        </w:rPr>
        <w:t>ا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نهفته است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در</w:t>
      </w:r>
      <w:r w:rsidR="00DB39C5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عمران و آبادان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جهان آباد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شود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خراج و ماليات بيشتر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گردد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اموال و</w:t>
      </w:r>
      <w:r w:rsidR="00DB39C5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دارائ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مردم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فزون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يابد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قيمتها ارزان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شود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حيوانات وسعت معيشت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پيدام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كنند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به هر محل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ده درهم خرج كن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پس از يكسال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خواه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ديد يازده درهم</w:t>
      </w:r>
      <w:r w:rsidR="00DB39C5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بازده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دارد پس هرگز در خرج آبادان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با من مشورت منما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506E9B" w:rsidRPr="006249D9">
        <w:rPr>
          <w:rStyle w:val="libFootnotenumChar"/>
          <w:rtl/>
        </w:rPr>
        <w:t>46</w:t>
      </w:r>
      <w:r w:rsidRPr="006249D9">
        <w:rPr>
          <w:rStyle w:val="libFootnotenumChar"/>
          <w:rtl/>
        </w:rPr>
        <w:t>)</w:t>
      </w:r>
    </w:p>
    <w:p w:rsidR="004B4B7F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او همانند</w:t>
      </w:r>
      <w:r w:rsidR="004B4B7F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مأمون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قائل به خلقت قرآن بود و افراد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را كه به اعتقاد او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گرايش نداشتند سخت مورد ايذاء قرار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داد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بر همين اصل به احمد بن حنبل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پيشوا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حنابله </w:t>
      </w:r>
      <w:r w:rsidR="00FA474B">
        <w:rPr>
          <w:rtl/>
          <w:lang w:bidi="fa-IR"/>
        </w:rPr>
        <w:t>3</w:t>
      </w:r>
      <w:r w:rsidR="00A35C10">
        <w:rPr>
          <w:rtl/>
          <w:lang w:bidi="fa-IR"/>
        </w:rPr>
        <w:t>8</w:t>
      </w:r>
      <w:r w:rsidRPr="00E8659C">
        <w:rPr>
          <w:rtl/>
          <w:lang w:bidi="fa-IR"/>
        </w:rPr>
        <w:t xml:space="preserve"> تازيانه</w:t>
      </w:r>
      <w:r w:rsidR="004B4B7F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زد تا قائل به خلقت قرآن گردد و آن را قديم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نداند</w:t>
      </w:r>
      <w:r w:rsidR="004851C8">
        <w:rPr>
          <w:rtl/>
          <w:lang w:bidi="fa-IR"/>
        </w:rPr>
        <w:t>.</w:t>
      </w:r>
    </w:p>
    <w:p w:rsidR="004B4B7F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او هم همانند مأمون با روميان، منازعه و محاربه داشت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سپاه باشكوه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ترتيب داد و عازم فتح قسطنطنيه بود كه خبر</w:t>
      </w:r>
      <w:r w:rsidR="004B4B7F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قيام عباس بن مأمون به او رسيد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او را از عزم خود باز داشت تا او را دستگير و</w:t>
      </w:r>
      <w:r w:rsidR="004B4B7F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طرفداران او را محبوس نمود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او در سال </w:t>
      </w:r>
      <w:r w:rsidR="005631DD">
        <w:rPr>
          <w:rtl/>
          <w:lang w:bidi="fa-IR"/>
        </w:rPr>
        <w:t>22</w:t>
      </w:r>
      <w:r w:rsidR="00506E9B">
        <w:rPr>
          <w:rtl/>
          <w:lang w:bidi="fa-IR"/>
        </w:rPr>
        <w:t>7</w:t>
      </w:r>
      <w:r w:rsidRPr="00E8659C">
        <w:rPr>
          <w:rtl/>
          <w:lang w:bidi="fa-IR"/>
        </w:rPr>
        <w:t xml:space="preserve"> در قصر خود در كنار دجله معروف به قصر</w:t>
      </w:r>
      <w:r w:rsidR="004B4B7F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خاقان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درگذشت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506E9B" w:rsidRPr="006249D9">
        <w:rPr>
          <w:rStyle w:val="libFootnotenumChar"/>
          <w:rtl/>
        </w:rPr>
        <w:t>47</w:t>
      </w:r>
      <w:r w:rsidRPr="006249D9">
        <w:rPr>
          <w:rStyle w:val="libFootnotenumChar"/>
          <w:rtl/>
        </w:rPr>
        <w:t>)</w:t>
      </w:r>
    </w:p>
    <w:p w:rsidR="00E8659C" w:rsidRPr="00E8659C" w:rsidRDefault="004B4B7F" w:rsidP="00E8659C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E8659C" w:rsidRPr="004B4B7F" w:rsidRDefault="00E8659C" w:rsidP="004B4B7F">
      <w:pPr>
        <w:pStyle w:val="Heading2"/>
        <w:rPr>
          <w:rtl/>
        </w:rPr>
      </w:pPr>
      <w:bookmarkStart w:id="9" w:name="_Toc487273783"/>
      <w:r w:rsidRPr="00E8659C">
        <w:rPr>
          <w:rtl/>
          <w:lang w:bidi="fa-IR"/>
        </w:rPr>
        <w:t>مشخصات كل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دوران زندگ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امام </w:t>
      </w:r>
      <w:r w:rsidR="00366A7F" w:rsidRPr="00366A7F">
        <w:rPr>
          <w:rStyle w:val="libAlaemChar"/>
          <w:rtl/>
        </w:rPr>
        <w:t>عليها‌السلام‌</w:t>
      </w:r>
      <w:bookmarkEnd w:id="9"/>
    </w:p>
    <w:p w:rsidR="00A55656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 xml:space="preserve">امام جواد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در مدت زندگ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امامت خود با حكومت دو تن از خلفا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ستمگر عباس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معاصر بود كه امتياز و خصيص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كل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حكومت آنان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در تغيير و تأويل</w:t>
      </w:r>
      <w:r w:rsidR="00A55656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قوانين اسلام خلاصه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گرديد</w:t>
      </w:r>
      <w:r w:rsidR="004851C8">
        <w:rPr>
          <w:rtl/>
          <w:lang w:bidi="fa-IR"/>
        </w:rPr>
        <w:t>.</w:t>
      </w:r>
    </w:p>
    <w:p w:rsidR="00A55656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رژيم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كه در عهد امام جواد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رو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كار بود چون از عمق دل به اجرا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دستورات اسلام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پايبند نبود و تنها به ظواهرامر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پرداخت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تدريجا به تغيير قوانين اسلام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دست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زد و گاه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به عنوان</w:t>
      </w:r>
      <w:r w:rsidR="00A55656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رعايت حال جامع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اسلام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گاه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به نام حفظ موقعيت حكومت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ديگر صباح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بر</w:t>
      </w:r>
      <w:r w:rsidR="00A55656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اساس عناوين ديگر از عمل به احكام اسلام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سرباز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زد و اين كار را روز به روز توسعه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داد</w:t>
      </w:r>
      <w:r w:rsidR="004851C8">
        <w:rPr>
          <w:rtl/>
          <w:lang w:bidi="fa-IR"/>
        </w:rPr>
        <w:t>.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يك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محققين عاليقدر اسلام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دراين باره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گويد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كار تغيير و تفسير قوانين اسلام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به جاي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كشيده شده بودكه سازمانهاي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به نام حكومت اسلام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ناميده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گشتند و طبعا مسئول اجرا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اموراسلام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بودند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با حفظ اين عنوان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هيچ گونه مسئوليت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نسبت به اجرا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قوانين اسلام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احساس نم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كردند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پيداست قوانين و مقررات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ضامن اجرا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متعهد و مسئول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نداشته باشد عادتا به كجا منته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خواهد شد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506E9B" w:rsidRPr="006249D9">
        <w:rPr>
          <w:rStyle w:val="libFootnotenumChar"/>
          <w:rtl/>
        </w:rPr>
        <w:t>4</w:t>
      </w:r>
      <w:r w:rsidR="00A35C10" w:rsidRPr="006249D9">
        <w:rPr>
          <w:rStyle w:val="libFootnotenumChar"/>
          <w:rtl/>
        </w:rPr>
        <w:t>8</w:t>
      </w:r>
      <w:r w:rsidRPr="006249D9">
        <w:rPr>
          <w:rStyle w:val="libFootnotenumChar"/>
          <w:rtl/>
        </w:rPr>
        <w:t>)</w:t>
      </w:r>
    </w:p>
    <w:p w:rsidR="00F7785B" w:rsidRDefault="00E8659C" w:rsidP="00F7785B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 xml:space="preserve">برخورد امام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با گردانندگان دستگاه خلافت در اين گونه موارد تغيير قانون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به ظهور</w:t>
      </w:r>
      <w:r w:rsidR="00A55656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پيوست چون امام كه مسئول اجرا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صحيح دستورات اسلام و متعهد به انجام رسالت و</w:t>
      </w:r>
      <w:r w:rsidR="00F7785B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پيام واقع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پيامبران اله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نم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توانست در مواجهه با اين تضادها و اختلاف</w:t>
      </w:r>
      <w:r w:rsidR="00F7785B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ها</w:t>
      </w:r>
      <w:r w:rsidR="00F7785B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عكس العمل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خود نشان ندهد</w:t>
      </w:r>
      <w:r w:rsidR="004851C8">
        <w:rPr>
          <w:rtl/>
          <w:lang w:bidi="fa-IR"/>
        </w:rPr>
        <w:t>؟</w:t>
      </w:r>
    </w:p>
    <w:p w:rsidR="00F7785B" w:rsidRDefault="00E8659C" w:rsidP="00F7785B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عكس العمل</w:t>
      </w:r>
      <w:r w:rsidR="00F7785B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ها و مخالفت</w:t>
      </w:r>
      <w:r w:rsidR="00F7785B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امام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در بين مردم بازتاب</w:t>
      </w:r>
      <w:r w:rsidR="00F7785B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وسيع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پيدا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كرد و در ميان مردم انتشار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يافت و گاه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باعث ايذاء و ناراحت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خود و پيروان صميم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او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گشت</w:t>
      </w:r>
      <w:r w:rsidR="004851C8">
        <w:rPr>
          <w:rtl/>
          <w:lang w:bidi="fa-IR"/>
        </w:rPr>
        <w:t>.</w:t>
      </w:r>
    </w:p>
    <w:p w:rsidR="00E8659C" w:rsidRPr="00E8659C" w:rsidRDefault="00E8659C" w:rsidP="00F7785B">
      <w:pPr>
        <w:pStyle w:val="libNormal"/>
        <w:rPr>
          <w:lang w:bidi="fa-IR"/>
        </w:rPr>
      </w:pPr>
      <w:r w:rsidRPr="00E8659C">
        <w:rPr>
          <w:rtl/>
          <w:lang w:bidi="fa-IR"/>
        </w:rPr>
        <w:lastRenderedPageBreak/>
        <w:t>درست است كه مأمون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خليف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انديشمند عباس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="00F7785B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محض حفظ ظاهر و رعايت حيثيت عموم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اسلام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هم كه بود از اظهار مخالفت علن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ابراز</w:t>
      </w:r>
      <w:r w:rsidR="00F7785B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عداوت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خوددار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كرد ول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در باطن امر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كينه در دل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گرفت و هميشه مشغول طرح</w:t>
      </w:r>
      <w:r w:rsidR="00F7785B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نقشه و دسيسه بود از اين</w:t>
      </w:r>
      <w:r w:rsidR="00F7785B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رو در تاريخ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خوانيم كه مدت عمر آن امام مجاهد ومبارز</w:t>
      </w:r>
      <w:r w:rsidR="00F7785B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بسيار كوتاه بوده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در بيست و پنجمين بهار زندگ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در اثر سم ستمگران به</w:t>
      </w:r>
      <w:r w:rsidR="00F7785B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شهادت نائل آمده است و اين امر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رساند كه كنترل و مراقبت و كارشكن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بسيارشديدتر وكامل تر اجرا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شده است</w:t>
      </w:r>
      <w:r w:rsidR="004851C8">
        <w:rPr>
          <w:rtl/>
          <w:lang w:bidi="fa-IR"/>
        </w:rPr>
        <w:t>.</w:t>
      </w:r>
    </w:p>
    <w:p w:rsidR="00E8659C" w:rsidRPr="00E8659C" w:rsidRDefault="00F7785B" w:rsidP="00E8659C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E8659C" w:rsidRDefault="00E8659C" w:rsidP="00F7785B">
      <w:pPr>
        <w:pStyle w:val="Heading2"/>
        <w:rPr>
          <w:rtl/>
          <w:lang w:bidi="fa-IR"/>
        </w:rPr>
      </w:pPr>
      <w:bookmarkStart w:id="10" w:name="_Toc487273784"/>
      <w:r w:rsidRPr="00E8659C">
        <w:rPr>
          <w:rtl/>
          <w:lang w:bidi="fa-IR"/>
        </w:rPr>
        <w:t>معارضه با حديث ساز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كژرو</w:t>
      </w:r>
      <w:r w:rsidR="00F456F0">
        <w:rPr>
          <w:rtl/>
          <w:lang w:bidi="fa-IR"/>
        </w:rPr>
        <w:t>ی</w:t>
      </w:r>
      <w:bookmarkEnd w:id="10"/>
      <w:r w:rsidR="00F456F0">
        <w:rPr>
          <w:rtl/>
          <w:lang w:bidi="fa-IR"/>
        </w:rPr>
        <w:t xml:space="preserve"> </w:t>
      </w:r>
    </w:p>
    <w:p w:rsidR="00A914D2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دوران زندگ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امام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مرحل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اوج پيشرفت بن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عباس بود و حكومت آن خاندان مستحكم ترشده بود وآثار و يادگارها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اميه از ميان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رخت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بست از اين رو برخ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</w:t>
      </w:r>
      <w:r w:rsidR="00F7785B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روزنامه نگاران و وقايع پردازان و چاپلوسان از زبان اخبار و احاديث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شروع به جعل</w:t>
      </w:r>
      <w:r w:rsidR="00F7785B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حديث و روايت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در حق عباس و خاندان او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نمودند و با كمال وقاحت به خلفا و سردمداران</w:t>
      </w:r>
      <w:r w:rsidR="00A914D2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عباس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چسباندند</w:t>
      </w:r>
      <w:r w:rsidR="004851C8">
        <w:rPr>
          <w:rtl/>
          <w:lang w:bidi="fa-IR"/>
        </w:rPr>
        <w:t>.</w:t>
      </w:r>
    </w:p>
    <w:p w:rsidR="00E8659C" w:rsidRPr="00E8659C" w:rsidRDefault="00E8659C" w:rsidP="00A914D2">
      <w:pPr>
        <w:pStyle w:val="libNormal"/>
        <w:rPr>
          <w:lang w:bidi="fa-IR"/>
        </w:rPr>
      </w:pPr>
      <w:r w:rsidRPr="00E8659C">
        <w:rPr>
          <w:rtl/>
          <w:lang w:bidi="fa-IR"/>
        </w:rPr>
        <w:t xml:space="preserve">روش مبارزه امام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با اين نوع حديث</w:t>
      </w:r>
      <w:r w:rsidR="00A914D2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تراش</w:t>
      </w:r>
      <w:r w:rsidR="00F456F0">
        <w:rPr>
          <w:rtl/>
          <w:lang w:bidi="fa-IR"/>
        </w:rPr>
        <w:t>ی</w:t>
      </w:r>
      <w:r w:rsidR="00A914D2">
        <w:rPr>
          <w:rFonts w:hint="cs"/>
          <w:rtl/>
          <w:lang w:bidi="fa-IR"/>
        </w:rPr>
        <w:t xml:space="preserve"> </w:t>
      </w:r>
      <w:r w:rsidR="00164EC6">
        <w:rPr>
          <w:rtl/>
          <w:lang w:bidi="fa-IR"/>
        </w:rPr>
        <w:t>‌</w:t>
      </w:r>
      <w:r w:rsidRPr="00E8659C">
        <w:rPr>
          <w:rtl/>
          <w:lang w:bidi="fa-IR"/>
        </w:rPr>
        <w:t>ها و فضيلت شماري</w:t>
      </w:r>
      <w:r w:rsidR="00A914D2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ها اين بود كه با كمال صراحت و شجاعت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معيارها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تشخيص حديث</w:t>
      </w:r>
      <w:r w:rsidR="00A914D2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صحيح از مجعول را بيان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داشت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گاه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با حمل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مستقيم به جاعلين احاديث سلف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كه</w:t>
      </w:r>
      <w:r w:rsidR="00A914D2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در حق خلفا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اميه انجام داده</w:t>
      </w:r>
      <w:r w:rsidR="00A914D2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بودند به جاعلين معاصر خود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هشدار و گوشزد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كرد و زنگ خطر را دربار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آنان به</w:t>
      </w:r>
      <w:r w:rsidR="00A914D2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صدا در</w:t>
      </w:r>
      <w:r w:rsidR="00A914D2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آورد كه نمونه</w:t>
      </w:r>
      <w:r w:rsidR="00164EC6">
        <w:rPr>
          <w:rtl/>
          <w:lang w:bidi="fa-IR"/>
        </w:rPr>
        <w:t xml:space="preserve"> ‌</w:t>
      </w:r>
      <w:r w:rsidRPr="00E8659C">
        <w:rPr>
          <w:rtl/>
          <w:lang w:bidi="fa-IR"/>
        </w:rPr>
        <w:t>هاي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از اين مبارزات امام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در بخشها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آينده مورد مطالعه قرار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گيرد</w:t>
      </w:r>
      <w:r w:rsidR="004851C8">
        <w:rPr>
          <w:rtl/>
          <w:lang w:bidi="fa-IR"/>
        </w:rPr>
        <w:t>.</w:t>
      </w:r>
    </w:p>
    <w:p w:rsidR="00E8659C" w:rsidRDefault="00A914D2" w:rsidP="00E8659C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8659C" w:rsidRDefault="00E8659C" w:rsidP="00A914D2">
      <w:pPr>
        <w:pStyle w:val="Heading2"/>
        <w:rPr>
          <w:rtl/>
          <w:lang w:bidi="fa-IR"/>
        </w:rPr>
      </w:pPr>
      <w:bookmarkStart w:id="11" w:name="_Toc487273785"/>
      <w:r w:rsidRPr="00E8659C">
        <w:rPr>
          <w:rtl/>
          <w:lang w:bidi="fa-IR"/>
        </w:rPr>
        <w:t>تفتيش عقائد</w:t>
      </w:r>
      <w:bookmarkEnd w:id="11"/>
    </w:p>
    <w:p w:rsidR="006B4AAB" w:rsidRDefault="00E8659C" w:rsidP="008A0A4A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يك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ديگر از خصوصيات عصر امام جواد </w:t>
      </w:r>
      <w:r w:rsidR="00366A7F" w:rsidRPr="00366A7F">
        <w:rPr>
          <w:rStyle w:val="libAlaemChar"/>
          <w:rtl/>
        </w:rPr>
        <w:t>عليها‌السلام‌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موضوع تفتيش عقائد در مورد مخلوق بودن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يا قديم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بودنقرآن بود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خليف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وقت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رو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تحريك اطرافيان يا در اثر تأثر از فلسفه يونان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رو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اين مسألة حساسيت بيشتر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نشان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داد و معتقد بود كه كسان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قرآن را قديم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بدانند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مشرك هستند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</w:t>
      </w:r>
      <w:r w:rsidR="008A0A4A">
        <w:rPr>
          <w:rFonts w:hint="cs"/>
          <w:rtl/>
          <w:lang w:bidi="fa-IR"/>
        </w:rPr>
        <w:t>(</w:t>
      </w:r>
      <w:r w:rsidRPr="00E8659C">
        <w:rPr>
          <w:rtl/>
          <w:lang w:bidi="fa-IR"/>
        </w:rPr>
        <w:t>چون تعدد قدماء لازم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آيد</w:t>
      </w:r>
      <w:r w:rsidR="008A0A4A">
        <w:rPr>
          <w:rFonts w:hint="cs"/>
          <w:rtl/>
          <w:lang w:bidi="fa-IR"/>
        </w:rPr>
        <w:t>)</w:t>
      </w:r>
      <w:r w:rsidRPr="00E8659C">
        <w:rPr>
          <w:rtl/>
          <w:lang w:bidi="fa-IR"/>
        </w:rPr>
        <w:t xml:space="preserve"> و حق مداخله در امور قضاي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وادار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كشور را ندارند</w:t>
      </w:r>
      <w:r w:rsidR="004851C8">
        <w:rPr>
          <w:rtl/>
          <w:lang w:bidi="fa-IR"/>
        </w:rPr>
        <w:t>.</w:t>
      </w:r>
    </w:p>
    <w:p w:rsidR="00E8659C" w:rsidRPr="00E8659C" w:rsidRDefault="00E8659C" w:rsidP="008A0A4A">
      <w:pPr>
        <w:pStyle w:val="libNormal"/>
        <w:rPr>
          <w:lang w:bidi="fa-IR"/>
        </w:rPr>
      </w:pPr>
      <w:r w:rsidRPr="00E8659C">
        <w:rPr>
          <w:rtl/>
          <w:lang w:bidi="fa-IR"/>
        </w:rPr>
        <w:t>بر اساس اين اعتقاد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به تمام استانداران و فرمانداران</w:t>
      </w:r>
      <w:r w:rsidR="006B4AAB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دستور داده بود كه دانشمندان را از اين نظر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مورد بازجوي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بازپرس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مصاحب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>حضور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قرار دهند و نتيجه را به مركز خلافت گزارش دهند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جالب توجه اين است كه شدت</w:t>
      </w:r>
      <w:r w:rsidR="006B4AAB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علاق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مأمون به اين امر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به حد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بود كه در وصيت نامه خود بعد از ذكر شهادتين واقرار به توحيد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مسأله مخلوق بودن قرآن را مورد گواه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شهادت قرار داده بود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سپسبه معاد و حساب و ديگر معتقدات اساس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اسلام پرداخته بود و اجرا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عمليات خود را دراين زمينه به وليعهد خود معتصم نيز توصيه كرده بود</w:t>
      </w:r>
      <w:r w:rsidR="00E12C63">
        <w:rPr>
          <w:rtl/>
          <w:lang w:bidi="fa-IR"/>
        </w:rPr>
        <w:t>!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506E9B" w:rsidRPr="006249D9">
        <w:rPr>
          <w:rStyle w:val="libFootnotenumChar"/>
          <w:rtl/>
        </w:rPr>
        <w:t>4</w:t>
      </w:r>
      <w:r w:rsidR="003D2C90" w:rsidRPr="006249D9">
        <w:rPr>
          <w:rStyle w:val="libFootnotenumChar"/>
          <w:rtl/>
        </w:rPr>
        <w:t>9</w:t>
      </w:r>
      <w:r w:rsidRPr="006249D9">
        <w:rPr>
          <w:rStyle w:val="libFootnotenumChar"/>
          <w:rtl/>
        </w:rPr>
        <w:t>)</w:t>
      </w:r>
    </w:p>
    <w:p w:rsidR="00CF0B31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جمع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فقها</w:t>
      </w:r>
      <w:r w:rsidR="006B4AAB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و</w:t>
      </w:r>
      <w:r w:rsidR="006B4AAB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محدثين كه از آنان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توان احمد بن حنبل فقيه معروف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سجاد بن عاصم و جمع</w:t>
      </w:r>
      <w:r w:rsidR="006B4AAB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ديگر از قضات و دانشمندان عراق را نام برد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اعتقاد پيدا كرده بودند كه قرآن از نظراينكه كلام اله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است و كلام اله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هم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همانند خود خالق آن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قديم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از اين</w:t>
      </w:r>
      <w:r w:rsidR="006B4AAB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رو اعتقاد به قديم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بودن و در نتيجه غير مخلوق بودن قرآن پيدا نموده بودند واين اشتباه از آنجا ناش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گشت كه آنان كلام لفظ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را كه زبان گويا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عامه مردم است</w:t>
      </w:r>
      <w:r w:rsidR="006B4AAB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با كلام لب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منطق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به اشتباه گرفته و دچار حيرت و سرگردان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شده بودند و چون اين</w:t>
      </w:r>
      <w:r w:rsidR="00CF0B31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مسأله بو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شرك و اعتقاد به تعدد قدماء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داد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مأمون و جمع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ديگر از دانشمندان</w:t>
      </w:r>
      <w:r w:rsidR="00CF0B31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اسلام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اعتقاد به خلقت و حادث بودن آن داشتند و كسان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بر خلاف اعتقاد آنان</w:t>
      </w:r>
      <w:r w:rsidR="004851C8">
        <w:rPr>
          <w:rtl/>
          <w:lang w:bidi="fa-IR"/>
        </w:rPr>
        <w:t>،</w:t>
      </w:r>
      <w:r w:rsidR="00CF0B31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فكر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كردند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از كار باز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داشتند و دستور تنبيه و كتك و گاه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كشتن </w:t>
      </w:r>
      <w:r w:rsidRPr="00E8659C">
        <w:rPr>
          <w:rtl/>
          <w:lang w:bidi="fa-IR"/>
        </w:rPr>
        <w:lastRenderedPageBreak/>
        <w:t>و از ميانبردن او را صادر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كردند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رو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اين مسأله تعداد فراوان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را به زنجير و تازيانه و</w:t>
      </w:r>
      <w:r w:rsidR="00CF0B31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حبس كشاندند و جمع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را كشتند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از جمله احمد بن حنبل را با </w:t>
      </w:r>
      <w:r w:rsidR="00FA474B">
        <w:rPr>
          <w:rtl/>
          <w:lang w:bidi="fa-IR"/>
        </w:rPr>
        <w:t>3</w:t>
      </w:r>
      <w:r w:rsidR="00A35C10">
        <w:rPr>
          <w:rtl/>
          <w:lang w:bidi="fa-IR"/>
        </w:rPr>
        <w:t>8</w:t>
      </w:r>
      <w:r w:rsidRPr="00E8659C">
        <w:rPr>
          <w:rtl/>
          <w:lang w:bidi="fa-IR"/>
        </w:rPr>
        <w:t xml:space="preserve"> تازيانه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تنبيه</w:t>
      </w:r>
      <w:r w:rsidR="00CF0B31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نمودند</w:t>
      </w:r>
      <w:r w:rsidR="004851C8">
        <w:rPr>
          <w:rtl/>
          <w:lang w:bidi="fa-IR"/>
        </w:rPr>
        <w:t>.</w:t>
      </w:r>
    </w:p>
    <w:p w:rsidR="007501DF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اين مسأله جنجال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سخن روز آن روزگار بود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آيا منشأ اين سخن از فلسفه</w:t>
      </w:r>
      <w:r w:rsidR="00CF0B31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انتقال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يونان بود</w:t>
      </w:r>
      <w:r w:rsidR="004851C8">
        <w:rPr>
          <w:rtl/>
          <w:lang w:bidi="fa-IR"/>
        </w:rPr>
        <w:t>؟</w:t>
      </w:r>
      <w:r w:rsidRPr="00E8659C">
        <w:rPr>
          <w:rtl/>
          <w:lang w:bidi="fa-IR"/>
        </w:rPr>
        <w:t xml:space="preserve"> يا از اعتقاد پاك و ب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آلايش مردم بود كه برا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حريم كلام اله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قداست فوق العاده قائل بودند و در اين باره نم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توانستند مطالب را از هم تفكيك واز هم باز نمايند</w:t>
      </w:r>
      <w:r w:rsidR="004851C8">
        <w:rPr>
          <w:rtl/>
          <w:lang w:bidi="fa-IR"/>
        </w:rPr>
        <w:t>؟</w:t>
      </w:r>
      <w:r w:rsidRPr="00E8659C">
        <w:rPr>
          <w:rtl/>
          <w:lang w:bidi="fa-IR"/>
        </w:rPr>
        <w:t xml:space="preserve"> يا يك نوع مانور سياس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بود</w:t>
      </w:r>
      <w:r w:rsidR="004851C8">
        <w:rPr>
          <w:rtl/>
          <w:lang w:bidi="fa-IR"/>
        </w:rPr>
        <w:t>؟...</w:t>
      </w:r>
      <w:r w:rsidRPr="00E8659C">
        <w:rPr>
          <w:rtl/>
          <w:lang w:bidi="fa-IR"/>
        </w:rPr>
        <w:t xml:space="preserve"> هر چه بود جنجال پرشور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ايجاد نموده و اذهان مردم را به خود جلب كرده بود به حد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مقالات و كتابها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شمار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را به خود اختصاص داده بود كه بحث و گفتگو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مفصل در اين زمينه ما را نيز به</w:t>
      </w:r>
      <w:r w:rsidR="007501DF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گفتگوها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ثمر ديگر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كشاند</w:t>
      </w:r>
      <w:r w:rsidR="004851C8">
        <w:rPr>
          <w:rtl/>
          <w:lang w:bidi="fa-IR"/>
        </w:rPr>
        <w:t>.</w:t>
      </w:r>
    </w:p>
    <w:p w:rsidR="00E644EF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اسراف و تبذير بيت المال يك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ديگر از خصوصيات</w:t>
      </w:r>
      <w:r w:rsidR="00E644EF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بارز دوران حكومت بن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عباس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به خصوص مأمون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عياش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ميگسار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صرف بيت المال درامور تجمل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اشراف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بود كه در اعصار گذشته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كمتر نظير داشت</w:t>
      </w:r>
      <w:r w:rsidR="004851C8">
        <w:rPr>
          <w:rtl/>
          <w:lang w:bidi="fa-IR"/>
        </w:rPr>
        <w:t>.</w:t>
      </w:r>
    </w:p>
    <w:p w:rsidR="00E8659C" w:rsidRPr="00E8659C" w:rsidRDefault="00E8659C" w:rsidP="0071436E">
      <w:pPr>
        <w:pStyle w:val="libNormal"/>
        <w:rPr>
          <w:lang w:bidi="fa-IR"/>
        </w:rPr>
      </w:pPr>
      <w:r w:rsidRPr="00E8659C">
        <w:rPr>
          <w:rtl/>
          <w:lang w:bidi="fa-IR"/>
        </w:rPr>
        <w:t>مورخين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اسراف</w:t>
      </w:r>
      <w:r w:rsidR="00E644EF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كاريها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يك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حساس ترين فراز زندگ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مأمون را چنين توصيف كرده اند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آنچه مأمون</w:t>
      </w:r>
      <w:r w:rsidR="00E644EF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در عروس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پوران دختر حسن بن سهل خرج و نثار عروس نمود تا آن روز هيچ پادشاه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اعم از</w:t>
      </w:r>
      <w:r w:rsidR="0071436E">
        <w:rPr>
          <w:rFonts w:hint="cs"/>
          <w:rtl/>
          <w:lang w:bidi="fa-IR"/>
        </w:rPr>
        <w:t>د</w:t>
      </w:r>
      <w:r w:rsidRPr="00E8659C">
        <w:rPr>
          <w:rtl/>
          <w:lang w:bidi="fa-IR"/>
        </w:rPr>
        <w:t>دوران جاهليت و اسلام انجام نداده بود و آن ولخرج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تا آن روز سابقه نداشت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506E9B" w:rsidRPr="006249D9">
        <w:rPr>
          <w:rStyle w:val="libFootnotenumChar"/>
          <w:rtl/>
        </w:rPr>
        <w:t>5</w:t>
      </w:r>
      <w:r w:rsidR="009072C7" w:rsidRPr="006249D9">
        <w:rPr>
          <w:rStyle w:val="libFootnotenumChar"/>
          <w:rtl/>
        </w:rPr>
        <w:t>0</w:t>
      </w:r>
      <w:r w:rsidRPr="006249D9">
        <w:rPr>
          <w:rStyle w:val="libFootnotenumChar"/>
          <w:rtl/>
        </w:rPr>
        <w:t>)</w:t>
      </w:r>
    </w:p>
    <w:p w:rsidR="007E0726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ابن خلكان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نويسد مأمون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دختر حسن سهل رابه رعايت مقام و منزلت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پدرش در تشكيلات خلافت داشت به ازدواج خود درآورد و در</w:t>
      </w:r>
      <w:r w:rsidR="007E0726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امر عيش و نوش و سرور عروس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آن قدر خرج و انفاق نمود كه در هيچ عصر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اعصار و</w:t>
      </w:r>
      <w:r w:rsidR="007E0726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بر هيچ كس تا آن روز معهود و مشهود نيفتاده بود</w:t>
      </w:r>
      <w:r w:rsidR="004851C8">
        <w:rPr>
          <w:rtl/>
          <w:lang w:bidi="fa-IR"/>
        </w:rPr>
        <w:t>.</w:t>
      </w:r>
    </w:p>
    <w:p w:rsidR="00E8659C" w:rsidRPr="00E8659C" w:rsidRDefault="00E8659C" w:rsidP="007E0726">
      <w:pPr>
        <w:pStyle w:val="libNormal"/>
        <w:rPr>
          <w:lang w:bidi="fa-IR"/>
        </w:rPr>
      </w:pPr>
      <w:r w:rsidRPr="00E8659C">
        <w:rPr>
          <w:rtl/>
          <w:lang w:bidi="fa-IR"/>
        </w:rPr>
        <w:t>مصارف اين امر به آنجا رسيد كه برعموم هاشميين و سرهنگان و نويسندگان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گو</w:t>
      </w:r>
      <w:r w:rsidR="00F456F0">
        <w:rPr>
          <w:rtl/>
          <w:lang w:bidi="fa-IR"/>
        </w:rPr>
        <w:t>ی</w:t>
      </w:r>
      <w:r w:rsidR="007E0726">
        <w:rPr>
          <w:rFonts w:hint="cs"/>
          <w:rtl/>
          <w:lang w:bidi="fa-IR"/>
        </w:rPr>
        <w:t xml:space="preserve"> </w:t>
      </w:r>
      <w:r w:rsidR="00164EC6">
        <w:rPr>
          <w:rtl/>
          <w:lang w:bidi="fa-IR"/>
        </w:rPr>
        <w:t>‌</w:t>
      </w:r>
      <w:r w:rsidRPr="00E8659C">
        <w:rPr>
          <w:rtl/>
          <w:lang w:bidi="fa-IR"/>
        </w:rPr>
        <w:t>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مشك نثار نمودند كه در هر گوي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اسام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قطعات املاك و اراض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باغات و كنيزكان ماهر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صفات و مشخصات اسبها و ديگر اموال نفيس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مرقوم و مذكور آمده بود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گويها به دست هر كس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آمد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مالك آن هدايا نيز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گشت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506E9B" w:rsidRPr="006249D9">
        <w:rPr>
          <w:rStyle w:val="libFootnotenumChar"/>
          <w:rtl/>
        </w:rPr>
        <w:t>5</w:t>
      </w:r>
      <w:r w:rsidR="00256F60" w:rsidRPr="006249D9">
        <w:rPr>
          <w:rStyle w:val="libFootnotenumChar"/>
          <w:rtl/>
        </w:rPr>
        <w:t>1</w:t>
      </w:r>
      <w:r w:rsidRPr="006249D9">
        <w:rPr>
          <w:rStyle w:val="libFootnotenumChar"/>
          <w:rtl/>
        </w:rPr>
        <w:t>)</w:t>
      </w:r>
    </w:p>
    <w:p w:rsidR="007E0726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lastRenderedPageBreak/>
        <w:t>طبر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گويد مأمون هفده روز پيش پدر زنش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اقامت گزيد و جشن عروس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پوران دختر او را ترتيب داد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در اين مدت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به تمام قوا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انتظام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سپاه برحسب مراتب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خلعت داده شد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مقدار مخارج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در حق ايشان نمود پنجاه هزار بار</w:t>
      </w:r>
      <w:r w:rsidR="004851C8">
        <w:rPr>
          <w:rtl/>
          <w:lang w:bidi="fa-IR"/>
        </w:rPr>
        <w:t>،</w:t>
      </w:r>
      <w:r w:rsidR="007E0726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هزار درهم بود</w:t>
      </w:r>
      <w:r w:rsidR="004851C8">
        <w:rPr>
          <w:rtl/>
          <w:lang w:bidi="fa-IR"/>
        </w:rPr>
        <w:t>.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او سپس اضافه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مأمون به غسان بن عباد فرمان داد دههزار درهم از مال فارس به پدر زن خود تسليم نمايد و منطق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وسيع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در فم الصلح (نام شهر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در كنار رود دجله نزديك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واسط) را در تيول او مقرر دارد و ماليات و خراج اهواز و فارس را تا مدت يك سال به او اختصاص دهد</w:t>
      </w:r>
      <w:r w:rsidR="00E12C63">
        <w:rPr>
          <w:rtl/>
          <w:lang w:bidi="fa-IR"/>
        </w:rPr>
        <w:t>!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506E9B" w:rsidRPr="006249D9">
        <w:rPr>
          <w:rStyle w:val="libFootnotenumChar"/>
          <w:rtl/>
        </w:rPr>
        <w:t>5</w:t>
      </w:r>
      <w:r w:rsidR="005631DD" w:rsidRPr="006249D9">
        <w:rPr>
          <w:rStyle w:val="libFootnotenumChar"/>
          <w:rtl/>
        </w:rPr>
        <w:t>2</w:t>
      </w:r>
      <w:r w:rsidRPr="006249D9">
        <w:rPr>
          <w:rStyle w:val="libFootnotenumChar"/>
          <w:rtl/>
        </w:rPr>
        <w:t>)</w:t>
      </w:r>
    </w:p>
    <w:p w:rsidR="00E8659C" w:rsidRPr="00E8659C" w:rsidRDefault="00E8659C" w:rsidP="007A3081">
      <w:pPr>
        <w:pStyle w:val="libNormal"/>
        <w:rPr>
          <w:lang w:bidi="fa-IR"/>
        </w:rPr>
      </w:pPr>
      <w:r w:rsidRPr="00E8659C">
        <w:rPr>
          <w:rtl/>
          <w:lang w:bidi="fa-IR"/>
        </w:rPr>
        <w:t>از اين نوع اسرافكاريها و تبذيرها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عباسيان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فراوان است ول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حيف است كه صفحات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چند از كاغذ گرانبها </w:t>
      </w:r>
      <w:r w:rsidR="007A3081">
        <w:rPr>
          <w:rFonts w:hint="cs"/>
          <w:rtl/>
          <w:lang w:bidi="fa-IR"/>
        </w:rPr>
        <w:t>(</w:t>
      </w:r>
      <w:r w:rsidRPr="00E8659C">
        <w:rPr>
          <w:rtl/>
          <w:lang w:bidi="fa-IR"/>
        </w:rPr>
        <w:t>نه هزار تومان</w:t>
      </w:r>
      <w:r w:rsidR="00F456F0">
        <w:rPr>
          <w:rtl/>
          <w:lang w:bidi="fa-IR"/>
        </w:rPr>
        <w:t>ی</w:t>
      </w:r>
      <w:r w:rsidR="007A3081">
        <w:rPr>
          <w:rFonts w:hint="cs"/>
          <w:rtl/>
          <w:lang w:bidi="fa-IR"/>
        </w:rPr>
        <w:t>)</w:t>
      </w:r>
      <w:r w:rsidRPr="00E8659C">
        <w:rPr>
          <w:rtl/>
          <w:lang w:bidi="fa-IR"/>
        </w:rPr>
        <w:t xml:space="preserve"> در اسراف كاريها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آنان باطل گردد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آنان از محصول زحمات واز دسترنج خود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خرج نم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كردند كه در مصرف آن تأمل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به كار ببندند بلكه از بيت المال و دسترنج مردم و زمين</w:t>
      </w:r>
      <w:r w:rsidR="007A3081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كشاورزان و كارگران بود كه صرف خوشگذران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عياش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خود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نمودند و از كيس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خلافت و بيت المال بذل و بخشش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نمودند.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اكنون كه بخش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اندك از كارها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عباسيان بازگو شد به سراغ پيشوا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معصوم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رويم تا زندگ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او را مورد مطالعه قرار دهيم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از اين رو نخست سير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در مسافرتها و اقامتها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آن بزرگوار انجام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دهيم</w:t>
      </w:r>
      <w:r w:rsidR="004851C8">
        <w:rPr>
          <w:rtl/>
          <w:lang w:bidi="fa-IR"/>
        </w:rPr>
        <w:t>:</w:t>
      </w:r>
    </w:p>
    <w:p w:rsidR="00E8659C" w:rsidRPr="00E8659C" w:rsidRDefault="00226A0C" w:rsidP="00E8659C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E8659C" w:rsidRDefault="00E8659C" w:rsidP="00226A0C">
      <w:pPr>
        <w:pStyle w:val="Heading2"/>
        <w:rPr>
          <w:rtl/>
          <w:lang w:bidi="fa-IR"/>
        </w:rPr>
      </w:pPr>
      <w:bookmarkStart w:id="12" w:name="_Toc487273786"/>
      <w:r w:rsidRPr="00E8659C">
        <w:rPr>
          <w:rtl/>
          <w:lang w:bidi="fa-IR"/>
        </w:rPr>
        <w:t>اقامت در مدينه</w:t>
      </w:r>
      <w:bookmarkEnd w:id="12"/>
    </w:p>
    <w:p w:rsidR="00226A0C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گفتار محدثين و</w:t>
      </w:r>
      <w:r w:rsidR="00226A0C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تاريخ نويسان اسلام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در مورد تاريخ ازدواج و مدت اقامت آن حضرت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در مدينه و بغداد</w:t>
      </w:r>
      <w:r w:rsidR="00226A0C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به صورت دقيق ترسيم نگرديده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خال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اضطراب نيست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نم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توان سير تاريخ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گام</w:t>
      </w:r>
      <w:r w:rsidR="00226A0C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به گام حضرت را از رو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تواريخ موجود استخراج نمود ول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آنچه از مجموع تواريخ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ماديده ايم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نزديك به حقيقت به نظر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رسد اين است</w:t>
      </w:r>
      <w:r w:rsidR="004851C8">
        <w:rPr>
          <w:rtl/>
          <w:lang w:bidi="fa-IR"/>
        </w:rPr>
        <w:t>:</w:t>
      </w:r>
    </w:p>
    <w:p w:rsidR="0033466B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اقامت در مكه هنوز كودك</w:t>
      </w:r>
      <w:r w:rsidR="00226A0C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خردسال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است كه به اتفاق پدر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عازم مكه گرديده است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همان سال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كه امام رضا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عازم خراسان است و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خواهد از كعبه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عزيزترين مكان سرزمين</w:t>
      </w:r>
      <w:r w:rsidR="0033466B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عربستان وداع و خداحافظ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كند او رو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دوش خادم امام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با كنجكاو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دقت مخصوص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ناظر اعمال و تلاشها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پدر است كه با اضطراب و علاق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خاص همانند فرد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ديگر به كعبه باز نخواهد گشت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مشغول طواف خانه 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خدا است پس از فراغت از طوافبه مقام ابراهيم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رود تا نماز بگزارد كودك تيزبين و هوشيار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به اعمال پدر حساسيت</w:t>
      </w:r>
      <w:r w:rsidR="0033466B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پيدا كرده است از دوش خادم پائين آمده است و در حجر بست نشسته است و غم و</w:t>
      </w:r>
      <w:r w:rsidR="006B4AAB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اندوه</w:t>
      </w:r>
      <w:r w:rsidR="006B4AAB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چهر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او را فرا گرفته است</w:t>
      </w:r>
      <w:r w:rsidR="004851C8">
        <w:rPr>
          <w:rtl/>
          <w:lang w:bidi="fa-IR"/>
        </w:rPr>
        <w:t>.</w:t>
      </w:r>
    </w:p>
    <w:p w:rsidR="0033466B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خادم به سراغ او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رود او را از جا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خود حركت دهد و</w:t>
      </w:r>
      <w:r w:rsidR="0033466B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پاسخ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شنود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تا خدا بخواهد من در جا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خود هستم و تكان نخواهم خورد</w:t>
      </w:r>
      <w:r w:rsidR="00E12C63">
        <w:rPr>
          <w:rtl/>
          <w:lang w:bidi="fa-IR"/>
        </w:rPr>
        <w:t>!</w:t>
      </w:r>
      <w:r w:rsidRPr="00E8659C">
        <w:rPr>
          <w:rtl/>
          <w:lang w:bidi="fa-IR"/>
        </w:rPr>
        <w:t xml:space="preserve"> خادم جريان</w:t>
      </w:r>
      <w:r w:rsidR="0033466B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 xml:space="preserve">را به اطلاع امام رضا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رساند</w:t>
      </w:r>
      <w:r w:rsidR="004851C8">
        <w:rPr>
          <w:rtl/>
          <w:lang w:bidi="fa-IR"/>
        </w:rPr>
        <w:t>.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امام خودشان شخصا به سراغفرزند دلبندش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رود تا او را از حجر بلند كنند و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فرمايند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فرزندم</w:t>
      </w:r>
      <w:r w:rsidR="00E12C63">
        <w:rPr>
          <w:rtl/>
          <w:lang w:bidi="fa-IR"/>
        </w:rPr>
        <w:t>!</w:t>
      </w:r>
      <w:r w:rsidRPr="00E8659C">
        <w:rPr>
          <w:rtl/>
          <w:lang w:bidi="fa-IR"/>
        </w:rPr>
        <w:t xml:space="preserve"> پاشو برويم. او با لحن كودكانه سرشار از دقت و كنجكاو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احساس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عرض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كند پدرجان</w:t>
      </w:r>
      <w:r w:rsidR="00E12C63">
        <w:rPr>
          <w:rtl/>
          <w:lang w:bidi="fa-IR"/>
        </w:rPr>
        <w:t>!</w:t>
      </w:r>
      <w:r w:rsidRPr="00E8659C">
        <w:rPr>
          <w:rtl/>
          <w:lang w:bidi="fa-IR"/>
        </w:rPr>
        <w:t xml:space="preserve"> چگونه از جا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>تكان بخورم در صورت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بينم كه شما با كعبه وداع هميشگ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نماييد معلوم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گردد كه ديگر بار به كعبه باز نخواهيد گشت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506E9B" w:rsidRPr="006249D9">
        <w:rPr>
          <w:rStyle w:val="libFootnotenumChar"/>
          <w:rtl/>
        </w:rPr>
        <w:t>5</w:t>
      </w:r>
      <w:r w:rsidR="00FA474B" w:rsidRPr="006249D9">
        <w:rPr>
          <w:rStyle w:val="libFootnotenumChar"/>
          <w:rtl/>
        </w:rPr>
        <w:t>3</w:t>
      </w:r>
      <w:r w:rsidRPr="006249D9">
        <w:rPr>
          <w:rStyle w:val="libFootnotenumChar"/>
          <w:rtl/>
        </w:rPr>
        <w:t>)</w:t>
      </w:r>
    </w:p>
    <w:p w:rsidR="00225ADB" w:rsidRDefault="00225ADB" w:rsidP="00E8659C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8659C" w:rsidRDefault="00E8659C" w:rsidP="009B6C40">
      <w:pPr>
        <w:pStyle w:val="Heading1"/>
        <w:rPr>
          <w:rtl/>
          <w:lang w:bidi="fa-IR"/>
        </w:rPr>
      </w:pPr>
      <w:bookmarkStart w:id="13" w:name="_Toc487273787"/>
      <w:r w:rsidRPr="00E8659C">
        <w:rPr>
          <w:rtl/>
          <w:lang w:bidi="fa-IR"/>
        </w:rPr>
        <w:t>بخش دوم فضايل و مناقب آن بزرگوار</w:t>
      </w:r>
      <w:bookmarkEnd w:id="13"/>
    </w:p>
    <w:p w:rsidR="0073360A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اين سيما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كودكانه 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اين</w:t>
      </w:r>
      <w:r w:rsidR="009B6C40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طفل معصوم است كه در شش يا هفت سالگ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او سر زده است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امام رضا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به مرو حركت كرده است و در سال </w:t>
      </w:r>
      <w:r w:rsidR="005631DD">
        <w:rPr>
          <w:rtl/>
          <w:lang w:bidi="fa-IR"/>
        </w:rPr>
        <w:t>2</w:t>
      </w:r>
      <w:r w:rsidR="009072C7">
        <w:rPr>
          <w:rtl/>
          <w:lang w:bidi="fa-IR"/>
        </w:rPr>
        <w:t>0</w:t>
      </w:r>
      <w:r w:rsidR="00FA474B">
        <w:rPr>
          <w:rtl/>
          <w:lang w:bidi="fa-IR"/>
        </w:rPr>
        <w:t>3</w:t>
      </w:r>
      <w:r w:rsidRPr="00E8659C">
        <w:rPr>
          <w:rtl/>
          <w:lang w:bidi="fa-IR"/>
        </w:rPr>
        <w:t xml:space="preserve"> به فيض شهادت نائل آمده است و امام جواد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در مدينه باق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مانده است</w:t>
      </w:r>
      <w:r w:rsidR="004851C8">
        <w:rPr>
          <w:rtl/>
          <w:lang w:bidi="fa-IR"/>
        </w:rPr>
        <w:t>.</w:t>
      </w:r>
    </w:p>
    <w:p w:rsidR="0073360A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بعد از پدر بزرگوار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جمعا هفده سال</w:t>
      </w:r>
      <w:r w:rsidR="0073360A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عمر داشته است كه قسمت عمد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آن را در مدينه به سر برده است و سرپرست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خانواده و</w:t>
      </w:r>
      <w:r w:rsidR="0073360A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سرپرست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ايتام آل محمد </w:t>
      </w:r>
      <w:r w:rsidR="00E954A2" w:rsidRPr="00E954A2">
        <w:rPr>
          <w:rStyle w:val="libAlaemChar"/>
          <w:rtl/>
        </w:rPr>
        <w:t>صلى‌الله‌عليه‌وآله‌وسلم</w:t>
      </w:r>
      <w:r w:rsidRPr="00E8659C">
        <w:rPr>
          <w:rtl/>
          <w:lang w:bidi="fa-IR"/>
        </w:rPr>
        <w:t xml:space="preserve"> را به عهده داشته است</w:t>
      </w:r>
      <w:r w:rsidR="004851C8">
        <w:rPr>
          <w:rtl/>
          <w:lang w:bidi="fa-IR"/>
        </w:rPr>
        <w:t>.</w:t>
      </w:r>
    </w:p>
    <w:p w:rsidR="00FA3624" w:rsidRDefault="00E8659C" w:rsidP="00DF6B24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زندگ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او</w:t>
      </w:r>
      <w:r w:rsidR="0073360A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در مدينه توأم با عزت و عظمت و وقار فوق العاده بوده است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آنچه از احاديث مربوطه</w:t>
      </w:r>
      <w:r w:rsidR="0073360A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استفاده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شود اين است كه امام در كمال شكوه و احترام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زيسته است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مورد توجه</w:t>
      </w:r>
      <w:r w:rsidR="0073360A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و علاق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مردم بوده</w:t>
      </w:r>
      <w:r w:rsidR="00164EC6">
        <w:rPr>
          <w:rtl/>
          <w:lang w:bidi="fa-IR"/>
        </w:rPr>
        <w:t xml:space="preserve"> ‌</w:t>
      </w:r>
      <w:r w:rsidRPr="00E8659C">
        <w:rPr>
          <w:rtl/>
          <w:lang w:bidi="fa-IR"/>
        </w:rPr>
        <w:t>اند و حديث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از كتاب معتبر كاف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نقل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گردد حاك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ازاين معناست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عبد الله رزين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گويد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من مجاور مسجد رسول الله </w:t>
      </w:r>
      <w:r w:rsidR="00DF6B24" w:rsidRPr="00E954A2">
        <w:rPr>
          <w:rStyle w:val="libAlaemChar"/>
          <w:rtl/>
        </w:rPr>
        <w:t>صلى‌الله‌عليه‌وآله‌وسلم</w:t>
      </w:r>
      <w:r w:rsidRPr="00E8659C">
        <w:rPr>
          <w:rtl/>
          <w:lang w:bidi="fa-IR"/>
        </w:rPr>
        <w:t xml:space="preserve"> بودم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هر روز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ديدم كه نزديكي</w:t>
      </w:r>
      <w:r w:rsidR="00DF6B24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ظهر امام ابوجعفر ثان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به مسجد تشريف</w:t>
      </w:r>
      <w:r w:rsidR="00DF6B24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فرما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شوند نخست وارد صحن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گشتند سپس كنار قبر</w:t>
      </w:r>
      <w:r w:rsidR="00DF6B24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رسول الله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آمدند و سلام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گفتند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سپس كنار خانه فاطمه زهرا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رفتند و كفشها را از پا در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آوردند و مشغول نماز و عبادت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گشتند</w:t>
      </w:r>
      <w:r w:rsidR="004851C8">
        <w:rPr>
          <w:rtl/>
          <w:lang w:bidi="fa-IR"/>
        </w:rPr>
        <w:t>.</w:t>
      </w:r>
    </w:p>
    <w:p w:rsidR="00FA3624" w:rsidRDefault="00E8659C" w:rsidP="00DF6B24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من</w:t>
      </w:r>
      <w:r w:rsidR="00FA3624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بسيار متمايل بودم كه از خاك زير پايش تبرك بجويم ميسر نم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گشت چون اغلب با مركب</w:t>
      </w:r>
      <w:r w:rsidR="00FA3624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تا دم در مسجد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آمدند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روز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چند نفر آدرس حمام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را كه امام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به آنجا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رفت جويا شدم گفتند كه به حمام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در محله بقيع است و به مديريت يك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فرزندان</w:t>
      </w:r>
      <w:r w:rsidR="00FA3624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طلحه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تشريف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برند</w:t>
      </w:r>
      <w:r w:rsidR="004851C8">
        <w:rPr>
          <w:rtl/>
          <w:lang w:bidi="fa-IR"/>
        </w:rPr>
        <w:t>.</w:t>
      </w:r>
    </w:p>
    <w:p w:rsidR="00E8659C" w:rsidRPr="00E8659C" w:rsidRDefault="00E8659C" w:rsidP="00DF6B24">
      <w:pPr>
        <w:pStyle w:val="libNormal"/>
        <w:rPr>
          <w:lang w:bidi="fa-IR"/>
        </w:rPr>
      </w:pPr>
      <w:r w:rsidRPr="00E8659C">
        <w:rPr>
          <w:rtl/>
          <w:lang w:bidi="fa-IR"/>
        </w:rPr>
        <w:t>من آن روز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را كه امام معمولا به حمام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آمدند رفتم درحمام منتظر قدوم امام بودم و با حمام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مشغول صحبت شدم او به من گفت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گر قصد</w:t>
      </w:r>
      <w:r w:rsidR="00EA52A5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حمام دار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زودتر انجام بده چون وقت آن رسيده است كه ابن الرضا چند لحظه 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ديگر</w:t>
      </w:r>
      <w:r w:rsidR="00782EBE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به حمام آيند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آن وقت ديگر امكان حمام رفتن شما نيست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گفتم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ابن الرضا كيست؟</w:t>
      </w:r>
    </w:p>
    <w:p w:rsidR="00CD6711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lastRenderedPageBreak/>
        <w:t>گفت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مگر او را نم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شناس</w:t>
      </w:r>
      <w:r w:rsidR="00F456F0">
        <w:rPr>
          <w:rtl/>
          <w:lang w:bidi="fa-IR"/>
        </w:rPr>
        <w:t xml:space="preserve">ی </w:t>
      </w:r>
      <w:r w:rsidR="004851C8">
        <w:rPr>
          <w:rtl/>
          <w:lang w:bidi="fa-IR"/>
        </w:rPr>
        <w:t>؟</w:t>
      </w:r>
      <w:r w:rsidRPr="00E8659C">
        <w:rPr>
          <w:rtl/>
          <w:lang w:bidi="fa-IR"/>
        </w:rPr>
        <w:t xml:space="preserve"> او يك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مردان با تقوا و صالح اين شهر است كه</w:t>
      </w:r>
      <w:r w:rsidR="00CD6711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در علم و تقوا نظير و همانند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ندارد</w:t>
      </w:r>
      <w:r w:rsidR="004851C8">
        <w:rPr>
          <w:rtl/>
          <w:lang w:bidi="fa-IR"/>
        </w:rPr>
        <w:t>.</w:t>
      </w:r>
    </w:p>
    <w:p w:rsidR="00CD6711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گفتم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مگر با وجود ايشان نم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توان حمام</w:t>
      </w:r>
      <w:r w:rsidR="00CD6711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كرد</w:t>
      </w:r>
      <w:r w:rsidR="004851C8">
        <w:rPr>
          <w:rtl/>
          <w:lang w:bidi="fa-IR"/>
        </w:rPr>
        <w:t>؟</w:t>
      </w:r>
      <w:r w:rsidRPr="00E8659C">
        <w:rPr>
          <w:rtl/>
          <w:lang w:bidi="fa-IR"/>
        </w:rPr>
        <w:t xml:space="preserve"> پاسخ داد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نه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چون ما حمام را برا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ايشان قرق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كنيم كه فرد ديگر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درآن مدت حق ورود نداشته باشد</w:t>
      </w:r>
      <w:r w:rsidR="004851C8">
        <w:rPr>
          <w:rtl/>
          <w:lang w:bidi="fa-IR"/>
        </w:rPr>
        <w:t>.</w:t>
      </w:r>
    </w:p>
    <w:p w:rsidR="00CD6711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لحظه 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گذشت كه ديدم امام با مركب مخصوص خود همراه</w:t>
      </w:r>
      <w:r w:rsidR="00CD6711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چند نفر از خدمتگزاران كه لباس و وسائل حمام او را حمل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كردند تشريف آوردند</w:t>
      </w:r>
      <w:r w:rsidR="004851C8">
        <w:rPr>
          <w:rtl/>
          <w:lang w:bidi="fa-IR"/>
        </w:rPr>
        <w:t>.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حصير گسترده شد و امام به استحمام پرداخت پس از آن طبق معمول روزانه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به مسجد</w:t>
      </w:r>
      <w:r w:rsidR="00837D19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رهسپار شد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برنام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عبادت همه روزه خود را شروع كردند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506E9B" w:rsidRPr="006249D9">
        <w:rPr>
          <w:rStyle w:val="libFootnotenumChar"/>
          <w:rtl/>
        </w:rPr>
        <w:t>54</w:t>
      </w:r>
      <w:r w:rsidRPr="006249D9">
        <w:rPr>
          <w:rStyle w:val="libFootnotenumChar"/>
          <w:rtl/>
        </w:rPr>
        <w:t>)</w:t>
      </w:r>
    </w:p>
    <w:p w:rsidR="00E8659C" w:rsidRPr="00E8659C" w:rsidRDefault="00E8659C" w:rsidP="009417D7">
      <w:pPr>
        <w:pStyle w:val="libNormal"/>
        <w:rPr>
          <w:lang w:bidi="fa-IR"/>
        </w:rPr>
      </w:pPr>
      <w:r w:rsidRPr="00E8659C">
        <w:rPr>
          <w:rtl/>
          <w:lang w:bidi="fa-IR"/>
        </w:rPr>
        <w:t>از اين</w:t>
      </w:r>
      <w:r w:rsidR="00837D19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روايت استفاده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گردد كه امام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در مدينه مدت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اقامت داشته</w:t>
      </w:r>
      <w:r w:rsidR="009417D7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اند و برنامه مشخص تنظيم شده 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كارها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به وجود آورده بودند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و روايت</w:t>
      </w:r>
      <w:r w:rsidR="009417D7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ديگر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گويد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بعد از مسافرت امام رضا </w:t>
      </w:r>
      <w:r w:rsidR="00366A7F" w:rsidRPr="00366A7F">
        <w:rPr>
          <w:rStyle w:val="libAlaemChar"/>
          <w:rtl/>
        </w:rPr>
        <w:t>عليها‌السلام‌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امام جواد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چهار هزار درهم بده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امام را پرداختند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تأييد كننده اين مطلب</w:t>
      </w:r>
      <w:r w:rsidR="009417D7">
        <w:rPr>
          <w:rFonts w:hint="cs"/>
          <w:rtl/>
          <w:lang w:bidi="fa-IR"/>
        </w:rPr>
        <w:t xml:space="preserve"> ا</w:t>
      </w:r>
      <w:r w:rsidRPr="00E8659C">
        <w:rPr>
          <w:rtl/>
          <w:lang w:bidi="fa-IR"/>
        </w:rPr>
        <w:t>ست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506E9B" w:rsidRPr="006249D9">
        <w:rPr>
          <w:rStyle w:val="libFootnotenumChar"/>
          <w:rtl/>
        </w:rPr>
        <w:t>55</w:t>
      </w:r>
      <w:r w:rsidRPr="006249D9">
        <w:rPr>
          <w:rStyle w:val="libFootnotenumChar"/>
          <w:rtl/>
        </w:rPr>
        <w:t>)</w:t>
      </w:r>
    </w:p>
    <w:p w:rsidR="00B25F93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 xml:space="preserve">اقامت در بغداد پس از رحلت امام رضا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كه درسال </w:t>
      </w:r>
      <w:r w:rsidR="005631DD">
        <w:rPr>
          <w:rtl/>
          <w:lang w:bidi="fa-IR"/>
        </w:rPr>
        <w:t>2</w:t>
      </w:r>
      <w:r w:rsidR="009072C7">
        <w:rPr>
          <w:rtl/>
          <w:lang w:bidi="fa-IR"/>
        </w:rPr>
        <w:t>0</w:t>
      </w:r>
      <w:r w:rsidR="00FA474B">
        <w:rPr>
          <w:rtl/>
          <w:lang w:bidi="fa-IR"/>
        </w:rPr>
        <w:t>3</w:t>
      </w:r>
      <w:r w:rsidRPr="00E8659C">
        <w:rPr>
          <w:rtl/>
          <w:lang w:bidi="fa-IR"/>
        </w:rPr>
        <w:t xml:space="preserve"> اتفاق افتاد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در همان سال حركت مأمون از مرو به سو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بغداد صورت گرفت</w:t>
      </w:r>
      <w:r w:rsidR="004851C8">
        <w:rPr>
          <w:rtl/>
          <w:lang w:bidi="fa-IR"/>
        </w:rPr>
        <w:t>.</w:t>
      </w:r>
    </w:p>
    <w:p w:rsidR="008A2FCE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مأمون در بغداد مستقر گرديد و در تقويت پايه</w:t>
      </w:r>
      <w:r w:rsidR="00164EC6">
        <w:rPr>
          <w:rtl/>
          <w:lang w:bidi="fa-IR"/>
        </w:rPr>
        <w:t xml:space="preserve"> ‌</w:t>
      </w:r>
      <w:r w:rsidRPr="00E8659C">
        <w:rPr>
          <w:rtl/>
          <w:lang w:bidi="fa-IR"/>
        </w:rPr>
        <w:t>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حكومت خود كوشيد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بر اساس همان</w:t>
      </w:r>
      <w:r w:rsidR="00B25F93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سياست عموم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در تكريم خاندان هاشم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(در برابر رقيبان سرسخت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داشت) مبذول</w:t>
      </w:r>
      <w:r w:rsidR="00B25F93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داشت و برا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رفع اتهام مسموم ساختن امام رضا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از امام جواد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دعوت به عمل آورد و او را به بغداد خواست و در احترام و تعظيم</w:t>
      </w:r>
      <w:r w:rsidR="008A2FCE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او كوشيد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دختر خود ام الفضل را به عقد او درآورد</w:t>
      </w:r>
      <w:r w:rsidR="004851C8">
        <w:rPr>
          <w:rtl/>
          <w:lang w:bidi="fa-IR"/>
        </w:rPr>
        <w:t>.</w:t>
      </w:r>
    </w:p>
    <w:p w:rsidR="008A2FCE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امام چند سال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در بغداداقامت گزيد و در آنجا به نشر معارف و احكام اله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پرداخت و تا حدود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آزاد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عمل</w:t>
      </w:r>
      <w:r w:rsidR="008A2FCE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 xml:space="preserve">برخوردار بود تا در سال </w:t>
      </w:r>
      <w:r w:rsidR="005631DD">
        <w:rPr>
          <w:rtl/>
          <w:lang w:bidi="fa-IR"/>
        </w:rPr>
        <w:t>2</w:t>
      </w:r>
      <w:r w:rsidR="00256F60">
        <w:rPr>
          <w:rtl/>
          <w:lang w:bidi="fa-IR"/>
        </w:rPr>
        <w:t>1</w:t>
      </w:r>
      <w:r w:rsidR="00A35C10">
        <w:rPr>
          <w:rtl/>
          <w:lang w:bidi="fa-IR"/>
        </w:rPr>
        <w:t>8</w:t>
      </w:r>
      <w:r w:rsidRPr="00E8659C">
        <w:rPr>
          <w:rtl/>
          <w:lang w:bidi="fa-IR"/>
        </w:rPr>
        <w:t xml:space="preserve"> سال مرگ مأمون با همسر خود ام الفضل عازم بيت الله</w:t>
      </w:r>
      <w:r w:rsidR="008A2FCE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الحرام گرديد و مدت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در مدينه و مكه اقامت گزيد تا اين كه معتصم رو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كار آمد و</w:t>
      </w:r>
      <w:r w:rsidR="008A2FCE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مجددا از امام دعوت به عمل آورد تا به بغداد بازگردد</w:t>
      </w:r>
      <w:r w:rsidR="004851C8">
        <w:rPr>
          <w:rtl/>
          <w:lang w:bidi="fa-IR"/>
        </w:rPr>
        <w:t>.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lastRenderedPageBreak/>
        <w:t>امام در اين مراجعت كه در ايام</w:t>
      </w:r>
      <w:r w:rsidR="008A2FCE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ماه محرم صورت گرفت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ده ماه و اند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در بغداد بود تا در ماه ذيقعده به سال </w:t>
      </w:r>
      <w:r w:rsidR="005631DD">
        <w:rPr>
          <w:rtl/>
          <w:lang w:bidi="fa-IR"/>
        </w:rPr>
        <w:t>2</w:t>
      </w:r>
      <w:r w:rsidR="00FA474B">
        <w:rPr>
          <w:rtl/>
          <w:lang w:bidi="fa-IR"/>
        </w:rPr>
        <w:t>3</w:t>
      </w:r>
      <w:r w:rsidR="009072C7">
        <w:rPr>
          <w:rtl/>
          <w:lang w:bidi="fa-IR"/>
        </w:rPr>
        <w:t>0</w:t>
      </w:r>
      <w:r w:rsidRPr="00E8659C">
        <w:rPr>
          <w:rtl/>
          <w:lang w:bidi="fa-IR"/>
        </w:rPr>
        <w:t xml:space="preserve"> هجر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به فيض شهادت نائل آمد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506E9B" w:rsidRPr="006249D9">
        <w:rPr>
          <w:rStyle w:val="libFootnotenumChar"/>
          <w:rtl/>
        </w:rPr>
        <w:t>56</w:t>
      </w:r>
      <w:r w:rsidRPr="006249D9">
        <w:rPr>
          <w:rStyle w:val="libFootnotenumChar"/>
          <w:rtl/>
        </w:rPr>
        <w:t>)</w:t>
      </w:r>
    </w:p>
    <w:p w:rsidR="00CB4777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عبور از كوفه محدثين و مورخين تصريح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كنند</w:t>
      </w:r>
      <w:r w:rsidR="004851C8">
        <w:rPr>
          <w:rtl/>
          <w:lang w:bidi="fa-IR"/>
        </w:rPr>
        <w:t>،</w:t>
      </w:r>
      <w:r w:rsidR="00CB4777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هنگام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كه امام جواد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با همسر خود ام الفضل عازم مكه بودند</w:t>
      </w:r>
      <w:r w:rsidR="004851C8">
        <w:rPr>
          <w:rtl/>
          <w:lang w:bidi="fa-IR"/>
        </w:rPr>
        <w:t>،</w:t>
      </w:r>
      <w:r w:rsidR="00CB4777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در مسجد مسيب كوفه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اقامت جسته و در آن مسجد نماز جماعت برگزار نمود كه جمع كثير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به امام اقتدا نمودند</w:t>
      </w:r>
      <w:r w:rsidR="004851C8">
        <w:rPr>
          <w:rtl/>
          <w:lang w:bidi="fa-IR"/>
        </w:rPr>
        <w:t>.</w:t>
      </w:r>
    </w:p>
    <w:p w:rsidR="00CB4777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احمد بن ادريس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گويد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من در مسجد مسيب كوفه با امام</w:t>
      </w:r>
      <w:r w:rsidR="00CB4777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 xml:space="preserve">ابو جعفر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نماز گزاردم از اخبار خارق العاده 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در اين</w:t>
      </w:r>
      <w:r w:rsidR="00CB4777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مسافرت امام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جلب توجه نمود اين است كه در صحن مسجد درخت سدر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بود كه مدتها بود</w:t>
      </w:r>
      <w:r w:rsidR="00CB4777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خشكيده و بار و برگ نداشت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امام وضو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خود را پا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آن درخت انجام داد و آب وضو به</w:t>
      </w:r>
      <w:r w:rsidR="00CB4777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ريش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آن نفوذ كرد</w:t>
      </w:r>
      <w:r w:rsidR="004851C8">
        <w:rPr>
          <w:rtl/>
          <w:lang w:bidi="fa-IR"/>
        </w:rPr>
        <w:t>.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از بركت وضو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امام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آن سال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آن درخت برگ</w:t>
      </w:r>
      <w:r w:rsidR="00063A4F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و بار آورد و اين عمل زبانزد عموم مردم منطقه بود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506E9B" w:rsidRPr="006249D9">
        <w:rPr>
          <w:rStyle w:val="libFootnotenumChar"/>
          <w:rtl/>
        </w:rPr>
        <w:t>57</w:t>
      </w:r>
      <w:r w:rsidRPr="006249D9">
        <w:rPr>
          <w:rStyle w:val="libFootnotenumChar"/>
          <w:rtl/>
        </w:rPr>
        <w:t>)</w:t>
      </w:r>
    </w:p>
    <w:p w:rsidR="00063A4F" w:rsidRDefault="00E8659C" w:rsidP="00E8659C">
      <w:pPr>
        <w:pStyle w:val="libNormal"/>
        <w:rPr>
          <w:rtl/>
          <w:lang w:bidi="fa-IR"/>
        </w:rPr>
      </w:pPr>
      <w:r w:rsidRPr="00063A4F">
        <w:rPr>
          <w:rStyle w:val="libBold1Char"/>
          <w:rtl/>
        </w:rPr>
        <w:t>كرامت و درخت سدر</w:t>
      </w:r>
      <w:r w:rsidR="00063A4F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شيخ مفيد (قدس سره) در ارشاد نقل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وقت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كه امام جواد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با همسرش ام الفضل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دختر مأمون از بغداد به مدينه مراجعت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فرمود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به كوفه</w:t>
      </w:r>
      <w:r w:rsidR="00063A4F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آمد</w:t>
      </w:r>
      <w:r w:rsidR="004851C8">
        <w:rPr>
          <w:rtl/>
          <w:lang w:bidi="fa-IR"/>
        </w:rPr>
        <w:t>.</w:t>
      </w:r>
    </w:p>
    <w:p w:rsidR="00063A4F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مردم او را مشايعت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كردند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وقت غروب به خانه مسيب رسيد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در آنجا فرودآمد و داخل مسجد شد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در صحن مسجد درخت سدر</w:t>
      </w:r>
      <w:r w:rsidR="00F456F0">
        <w:rPr>
          <w:rtl/>
          <w:lang w:bidi="fa-IR"/>
        </w:rPr>
        <w:t xml:space="preserve">ی </w:t>
      </w:r>
      <w:r w:rsidRPr="006249D9">
        <w:rPr>
          <w:rStyle w:val="libFootnotenumChar"/>
          <w:rtl/>
        </w:rPr>
        <w:t>(</w:t>
      </w:r>
      <w:r w:rsidR="00506E9B" w:rsidRPr="006249D9">
        <w:rPr>
          <w:rStyle w:val="libFootnotenumChar"/>
          <w:rtl/>
        </w:rPr>
        <w:t>5</w:t>
      </w:r>
      <w:r w:rsidR="00A35C10" w:rsidRPr="006249D9">
        <w:rPr>
          <w:rStyle w:val="libFootnotenumChar"/>
          <w:rtl/>
        </w:rPr>
        <w:t>8</w:t>
      </w:r>
      <w:r w:rsidRPr="006249D9">
        <w:rPr>
          <w:rStyle w:val="libFootnotenumChar"/>
          <w:rtl/>
        </w:rPr>
        <w:t>)</w:t>
      </w:r>
      <w:r w:rsidRPr="00E8659C">
        <w:rPr>
          <w:rtl/>
          <w:lang w:bidi="fa-IR"/>
        </w:rPr>
        <w:t xml:space="preserve"> بود كه هنوز ميوه نياورده بود</w:t>
      </w:r>
      <w:r w:rsidR="004851C8">
        <w:rPr>
          <w:rtl/>
          <w:lang w:bidi="fa-IR"/>
        </w:rPr>
        <w:t>.</w:t>
      </w:r>
    </w:p>
    <w:p w:rsidR="000E7672" w:rsidRDefault="00E8659C" w:rsidP="00063A4F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امام كوزه آب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خواست و در پا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درخت وضو گرفت و با مردم نماز مغرب خواند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در</w:t>
      </w:r>
      <w:r w:rsidR="00063A4F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 xml:space="preserve">ركعت اول سوره </w:t>
      </w:r>
      <w:r w:rsidR="00063A4F">
        <w:rPr>
          <w:rFonts w:hint="cs"/>
          <w:rtl/>
          <w:lang w:bidi="fa-IR"/>
        </w:rPr>
        <w:t>«</w:t>
      </w:r>
      <w:r w:rsidRPr="00E8659C">
        <w:rPr>
          <w:rtl/>
          <w:lang w:bidi="fa-IR"/>
        </w:rPr>
        <w:t>حمد واذا جاء نصرالله</w:t>
      </w:r>
      <w:r w:rsidR="00063A4F">
        <w:rPr>
          <w:rFonts w:hint="cs"/>
          <w:rtl/>
          <w:lang w:bidi="fa-IR"/>
        </w:rPr>
        <w:t>»</w:t>
      </w:r>
      <w:r w:rsidRPr="00E8659C">
        <w:rPr>
          <w:rtl/>
          <w:lang w:bidi="fa-IR"/>
        </w:rPr>
        <w:t xml:space="preserve"> خواند و در ركعت دوم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</w:t>
      </w:r>
      <w:r w:rsidR="00063A4F">
        <w:rPr>
          <w:rFonts w:hint="cs"/>
          <w:rtl/>
          <w:lang w:bidi="fa-IR"/>
        </w:rPr>
        <w:t>«</w:t>
      </w:r>
      <w:r w:rsidRPr="00E8659C">
        <w:rPr>
          <w:rtl/>
          <w:lang w:bidi="fa-IR"/>
        </w:rPr>
        <w:t>حمد و سور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توحيد</w:t>
      </w:r>
      <w:r w:rsidR="00063A4F">
        <w:rPr>
          <w:rFonts w:hint="cs"/>
          <w:rtl/>
          <w:lang w:bidi="fa-IR"/>
        </w:rPr>
        <w:t xml:space="preserve">» </w:t>
      </w:r>
      <w:r w:rsidRPr="00E8659C">
        <w:rPr>
          <w:rtl/>
          <w:lang w:bidi="fa-IR"/>
        </w:rPr>
        <w:t>خواند و پيش از ركوع قنوت گرفت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بعد ركعت سوم را خواند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تشهد و سلام گفت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بعد</w:t>
      </w:r>
      <w:r w:rsidR="000E7672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مقدار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نشست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مشغول ذكر و تعقيب گرديد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آنگاه برخاست چهار ركعت نافل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مغرب را به</w:t>
      </w:r>
      <w:r w:rsidR="000E7672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جا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آورد و تعقيب خواند و دو تا سجد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شكر به جا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آورد و از مسجد خارج شد</w:t>
      </w:r>
      <w:r w:rsidR="004851C8">
        <w:rPr>
          <w:rtl/>
          <w:lang w:bidi="fa-IR"/>
        </w:rPr>
        <w:t>.</w:t>
      </w:r>
    </w:p>
    <w:p w:rsidR="00E8659C" w:rsidRPr="00E8659C" w:rsidRDefault="00E8659C" w:rsidP="00063A4F">
      <w:pPr>
        <w:pStyle w:val="libNormal"/>
        <w:rPr>
          <w:lang w:bidi="fa-IR"/>
        </w:rPr>
      </w:pPr>
      <w:r w:rsidRPr="00E8659C">
        <w:rPr>
          <w:rtl/>
          <w:lang w:bidi="fa-IR"/>
        </w:rPr>
        <w:lastRenderedPageBreak/>
        <w:t>چون به</w:t>
      </w:r>
      <w:r w:rsidR="000E7672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كنار درخت سدر رسيد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مردم ديدند كه آن درخت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ميوه آورده است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از اين جريان</w:t>
      </w:r>
      <w:r w:rsidR="004851C8">
        <w:rPr>
          <w:rtl/>
          <w:lang w:bidi="fa-IR"/>
        </w:rPr>
        <w:t>،</w:t>
      </w:r>
      <w:r w:rsidR="000E7672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شگفت زده شدند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از ميوه آن خوردند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ديدند ميوه اش هسته ندارد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آنگاه امام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را توديع كردند</w:t>
      </w:r>
      <w:r w:rsidR="004851C8">
        <w:rPr>
          <w:rtl/>
          <w:lang w:bidi="fa-IR"/>
        </w:rPr>
        <w:t>.</w:t>
      </w:r>
    </w:p>
    <w:p w:rsidR="00E8659C" w:rsidRPr="00E8659C" w:rsidRDefault="000E7672" w:rsidP="00E8659C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E8659C" w:rsidRDefault="00E8659C" w:rsidP="000E7672">
      <w:pPr>
        <w:pStyle w:val="Heading2"/>
        <w:rPr>
          <w:rtl/>
          <w:lang w:bidi="fa-IR"/>
        </w:rPr>
      </w:pPr>
      <w:bookmarkStart w:id="14" w:name="_Toc487273788"/>
      <w:r w:rsidRPr="00E8659C">
        <w:rPr>
          <w:rtl/>
          <w:lang w:bidi="fa-IR"/>
        </w:rPr>
        <w:t>كرامت بزرگ</w:t>
      </w:r>
      <w:bookmarkEnd w:id="14"/>
    </w:p>
    <w:p w:rsidR="00C62CE3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شيخ مفيد (قدس سره) از محمد</w:t>
      </w:r>
      <w:r w:rsidR="00C62CE3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بن حسان از عل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بن خالد نقل كرده است كه گويد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در سامراء بودم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گفتند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مرد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را</w:t>
      </w:r>
      <w:r w:rsidR="00C62CE3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از شام آورده و زندان انداخته اند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چون ادعا كرده است كه من پيغمبرم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اين سخن برمن گران آمد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خواستم او را ببينم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با زندان</w:t>
      </w:r>
      <w:r w:rsidR="00C62CE3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بانان آشت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برقرار كردم تا اجازه دادند</w:t>
      </w:r>
      <w:r w:rsidR="00C62CE3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پيش او بروم</w:t>
      </w:r>
      <w:r w:rsidR="004851C8">
        <w:rPr>
          <w:rtl/>
          <w:lang w:bidi="fa-IR"/>
        </w:rPr>
        <w:t>.</w:t>
      </w:r>
    </w:p>
    <w:p w:rsidR="00465B2F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بر خلاف شايعه 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راه انداخته بودند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ديدم آدم وارسته و عاقل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گفتم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فلان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درباره تو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گويند كه ادعا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نبوت كرده</w:t>
      </w:r>
      <w:r w:rsidR="00164EC6">
        <w:rPr>
          <w:rtl/>
          <w:lang w:bidi="fa-IR"/>
        </w:rPr>
        <w:t xml:space="preserve"> ‌</w:t>
      </w:r>
      <w:r w:rsidRPr="00E8659C">
        <w:rPr>
          <w:rtl/>
          <w:lang w:bidi="fa-IR"/>
        </w:rPr>
        <w:t>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علت زندان رفتنت، همين است</w:t>
      </w:r>
      <w:r w:rsidR="004851C8">
        <w:rPr>
          <w:rtl/>
          <w:lang w:bidi="fa-IR"/>
        </w:rPr>
        <w:t>؟</w:t>
      </w:r>
      <w:r w:rsidRPr="00E8659C">
        <w:rPr>
          <w:rtl/>
          <w:lang w:bidi="fa-IR"/>
        </w:rPr>
        <w:t xml:space="preserve"> گفت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حاشا كه من چنين ادعاي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نموده باشم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جريان من از اين قرار است: من در شام در محل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گويند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رأس مبارك امام حسين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را درآنجا گذاشته بودند مشغول عبادت بودم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ناگاه ديدم شخص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نزد من آمد و به من گفت</w:t>
      </w:r>
      <w:r w:rsidR="004851C8">
        <w:rPr>
          <w:rtl/>
          <w:lang w:bidi="fa-IR"/>
        </w:rPr>
        <w:t>:</w:t>
      </w:r>
      <w:r w:rsidR="00C62CE3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برخيز برويم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من برخاسته و با او به راه افتادم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چند قدم نرفته بوديم كه ديدم درمسجد كوفه هستم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فرمود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اين جا را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شناس</w:t>
      </w:r>
      <w:r w:rsidR="00F456F0">
        <w:rPr>
          <w:rtl/>
          <w:lang w:bidi="fa-IR"/>
        </w:rPr>
        <w:t xml:space="preserve">ی </w:t>
      </w:r>
      <w:r w:rsidR="004851C8">
        <w:rPr>
          <w:rtl/>
          <w:lang w:bidi="fa-IR"/>
        </w:rPr>
        <w:t>؟</w:t>
      </w:r>
      <w:r w:rsidRPr="00E8659C">
        <w:rPr>
          <w:rtl/>
          <w:lang w:bidi="fa-IR"/>
        </w:rPr>
        <w:t xml:space="preserve"> گفتم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آر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مسجد كوفه است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اودر آن جا نماز خواند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من هم نماز خواندم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بعد با هم از آن جا بيرون آمديم</w:t>
      </w:r>
      <w:r w:rsidR="004851C8">
        <w:rPr>
          <w:rtl/>
          <w:lang w:bidi="fa-IR"/>
        </w:rPr>
        <w:t>،</w:t>
      </w:r>
      <w:r w:rsidR="00465B2F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مقدار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با او راه رفتم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ناگاه ديدم كه در مسجد مدينه هستيم</w:t>
      </w:r>
      <w:r w:rsidR="004851C8">
        <w:rPr>
          <w:rtl/>
          <w:lang w:bidi="fa-IR"/>
        </w:rPr>
        <w:t>.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 xml:space="preserve">به رسول خدا </w:t>
      </w:r>
      <w:r w:rsidR="00E954A2" w:rsidRPr="00E954A2">
        <w:rPr>
          <w:rStyle w:val="libAlaemChar"/>
          <w:rtl/>
        </w:rPr>
        <w:t>صلى‌الله‌عليه‌وآله‌وسلم</w:t>
      </w:r>
      <w:r w:rsidRPr="00E8659C">
        <w:rPr>
          <w:rtl/>
          <w:lang w:bidi="fa-IR"/>
        </w:rPr>
        <w:t xml:space="preserve"> سلام كرد و نماز خواند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من هم با او نماز خواندم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بعد از آنجا خارج شدم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مقدار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راه رفتيم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ناگاه ديدم كه در مكه هستم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كعبه را طواف كرد</w:t>
      </w:r>
      <w:r w:rsidR="004851C8">
        <w:rPr>
          <w:rtl/>
          <w:lang w:bidi="fa-IR"/>
        </w:rPr>
        <w:t>،</w:t>
      </w:r>
      <w:r w:rsidR="00465B2F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من هم طواف كردم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506E9B" w:rsidRPr="006249D9">
        <w:rPr>
          <w:rStyle w:val="libFootnotenumChar"/>
          <w:rtl/>
        </w:rPr>
        <w:t>5</w:t>
      </w:r>
      <w:r w:rsidR="003D2C90" w:rsidRPr="006249D9">
        <w:rPr>
          <w:rStyle w:val="libFootnotenumChar"/>
          <w:rtl/>
        </w:rPr>
        <w:t>9</w:t>
      </w:r>
      <w:r w:rsidRPr="006249D9">
        <w:rPr>
          <w:rStyle w:val="libFootnotenumChar"/>
          <w:rtl/>
        </w:rPr>
        <w:t>)</w:t>
      </w:r>
    </w:p>
    <w:p w:rsidR="00A21546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 xml:space="preserve">بعد از آن جا خارج گرديد عبارت حديث امام باقر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چنين است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</w:t>
      </w:r>
      <w:r w:rsidR="00A21546">
        <w:rPr>
          <w:rFonts w:hint="cs"/>
          <w:rtl/>
          <w:lang w:bidi="fa-IR"/>
        </w:rPr>
        <w:t>«</w:t>
      </w:r>
      <w:r w:rsidRPr="00E8659C">
        <w:rPr>
          <w:rtl/>
          <w:lang w:bidi="fa-IR"/>
        </w:rPr>
        <w:t>عن أب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جعفر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قال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</w:t>
      </w:r>
      <w:r w:rsidRPr="00A21546">
        <w:rPr>
          <w:rStyle w:val="libHadeesChar"/>
          <w:rtl/>
        </w:rPr>
        <w:t>ان اسم الله الأعظم عل</w:t>
      </w:r>
      <w:r w:rsidR="00F456F0" w:rsidRPr="00A21546">
        <w:rPr>
          <w:rStyle w:val="libHadeesChar"/>
          <w:rtl/>
        </w:rPr>
        <w:t xml:space="preserve">ی </w:t>
      </w:r>
      <w:r w:rsidRPr="00A21546">
        <w:rPr>
          <w:rStyle w:val="libHadeesChar"/>
          <w:rtl/>
        </w:rPr>
        <w:t>ثلاثة وسبعين حرفا وانما كان عند آصف بن برخيا منها حرف واحد</w:t>
      </w:r>
      <w:r w:rsidR="004851C8" w:rsidRPr="00A21546">
        <w:rPr>
          <w:rStyle w:val="libHadeesChar"/>
          <w:rtl/>
        </w:rPr>
        <w:t>،</w:t>
      </w:r>
      <w:r w:rsidRPr="00A21546">
        <w:rPr>
          <w:rStyle w:val="libHadeesChar"/>
          <w:rtl/>
        </w:rPr>
        <w:t xml:space="preserve"> فتكلم به فخسفبالأرض ما بينه و بين سرير بلقيس حت</w:t>
      </w:r>
      <w:r w:rsidR="00F456F0" w:rsidRPr="00A21546">
        <w:rPr>
          <w:rStyle w:val="libHadeesChar"/>
          <w:rtl/>
        </w:rPr>
        <w:t xml:space="preserve">ی </w:t>
      </w:r>
      <w:r w:rsidRPr="00A21546">
        <w:rPr>
          <w:rStyle w:val="libHadeesChar"/>
          <w:rtl/>
        </w:rPr>
        <w:t>تناول السرير بيده</w:t>
      </w:r>
      <w:r w:rsidR="004851C8" w:rsidRPr="00A21546">
        <w:rPr>
          <w:rStyle w:val="libHadeesChar"/>
          <w:rtl/>
        </w:rPr>
        <w:t>.</w:t>
      </w:r>
      <w:r w:rsidRPr="00A21546">
        <w:rPr>
          <w:rStyle w:val="libHadeesChar"/>
          <w:rtl/>
        </w:rPr>
        <w:t xml:space="preserve"> ثم عادت الأرض حرفا و حرفواحد عند الله تعال</w:t>
      </w:r>
      <w:r w:rsidR="00F456F0" w:rsidRPr="00A21546">
        <w:rPr>
          <w:rStyle w:val="libHadeesChar"/>
          <w:rtl/>
        </w:rPr>
        <w:t>ی</w:t>
      </w:r>
      <w:r w:rsidR="005631DD" w:rsidRPr="00A21546">
        <w:rPr>
          <w:rStyle w:val="libHadeesChar"/>
          <w:rtl/>
        </w:rPr>
        <w:t>،</w:t>
      </w:r>
      <w:r w:rsidRPr="00A21546">
        <w:rPr>
          <w:rStyle w:val="libHadeesChar"/>
          <w:rtl/>
        </w:rPr>
        <w:t xml:space="preserve"> إستأثر به ف</w:t>
      </w:r>
      <w:r w:rsidR="00F456F0" w:rsidRPr="00A21546">
        <w:rPr>
          <w:rStyle w:val="libHadeesChar"/>
          <w:rtl/>
        </w:rPr>
        <w:t xml:space="preserve">ی </w:t>
      </w:r>
      <w:r w:rsidRPr="00A21546">
        <w:rPr>
          <w:rStyle w:val="libHadeesChar"/>
          <w:rtl/>
        </w:rPr>
        <w:t>علم الغيب عنده ولاحول ولاقوة إلا بالله العل</w:t>
      </w:r>
      <w:r w:rsidR="00F456F0" w:rsidRPr="00A21546">
        <w:rPr>
          <w:rStyle w:val="libHadeesChar"/>
          <w:rtl/>
        </w:rPr>
        <w:t xml:space="preserve">ی </w:t>
      </w:r>
      <w:r w:rsidRPr="00A21546">
        <w:rPr>
          <w:rStyle w:val="libHadeesChar"/>
          <w:rtl/>
        </w:rPr>
        <w:t>العظيم</w:t>
      </w:r>
      <w:r w:rsidR="004851C8">
        <w:rPr>
          <w:rtl/>
          <w:lang w:bidi="fa-IR"/>
        </w:rPr>
        <w:t>.</w:t>
      </w:r>
      <w:r w:rsidR="00A21546">
        <w:rPr>
          <w:rFonts w:hint="cs"/>
          <w:rtl/>
          <w:lang w:bidi="fa-IR"/>
        </w:rPr>
        <w:t>»</w:t>
      </w:r>
    </w:p>
    <w:p w:rsidR="00223F58" w:rsidRDefault="00E8659C" w:rsidP="00223F58">
      <w:pPr>
        <w:pStyle w:val="libBold1"/>
        <w:rPr>
          <w:rFonts w:hint="cs"/>
          <w:rtl/>
          <w:lang w:bidi="fa-IR"/>
        </w:rPr>
      </w:pPr>
      <w:r w:rsidRPr="00E8659C">
        <w:rPr>
          <w:rtl/>
          <w:lang w:bidi="fa-IR"/>
        </w:rPr>
        <w:t>فضائل و مناقب آن بزرگوار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امام جواد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همانند ديگر پيشوايان معصوم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از فضائل ومناقب سرشار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برخوردار بودند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بيش از هر فضيلت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جود و بخشش و كرم آن بزرگوار</w:t>
      </w:r>
      <w:r w:rsidR="00A21546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 xml:space="preserve">زبانزد است كه منبع فيض و بخشش </w:t>
      </w:r>
      <w:r w:rsidRPr="00E8659C">
        <w:rPr>
          <w:rtl/>
          <w:lang w:bidi="fa-IR"/>
        </w:rPr>
        <w:lastRenderedPageBreak/>
        <w:t>و كرم بودند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اين جود و كرم را از آباء و اجداد و</w:t>
      </w:r>
      <w:r w:rsidR="00A21546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نياكان خود فراگرفته بودند به حد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خاندان وح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عموما منشأ خير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بركت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جود</w:t>
      </w:r>
      <w:r w:rsidR="004851C8">
        <w:rPr>
          <w:rtl/>
          <w:lang w:bidi="fa-IR"/>
        </w:rPr>
        <w:t>،</w:t>
      </w:r>
      <w:r w:rsidR="00A21546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سخاوت و احسان و كرم بودند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ابونصر بزنط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يك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از ياران امام رضا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است گويد</w:t>
      </w:r>
      <w:r w:rsidR="004851C8">
        <w:rPr>
          <w:rtl/>
          <w:lang w:bidi="fa-IR"/>
        </w:rPr>
        <w:t>:</w:t>
      </w:r>
    </w:p>
    <w:p w:rsidR="00563412" w:rsidRDefault="00256F60" w:rsidP="00563412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</w:t>
      </w:r>
      <w:r w:rsidR="00E8659C" w:rsidRPr="00563412">
        <w:rPr>
          <w:rStyle w:val="libBold1Char"/>
          <w:rtl/>
        </w:rPr>
        <w:t>سفارش پدر</w:t>
      </w:r>
      <w:r w:rsidR="004851C8">
        <w:rPr>
          <w:rtl/>
          <w:lang w:bidi="fa-IR"/>
        </w:rPr>
        <w:t>:</w:t>
      </w:r>
      <w:r w:rsidR="00E8659C" w:rsidRPr="00E8659C">
        <w:rPr>
          <w:rtl/>
          <w:lang w:bidi="fa-IR"/>
        </w:rPr>
        <w:t xml:space="preserve"> نام</w:t>
      </w:r>
      <w:r w:rsidR="00BB00AB">
        <w:rPr>
          <w:rtl/>
          <w:lang w:bidi="fa-IR"/>
        </w:rPr>
        <w:t>ه</w:t>
      </w:r>
      <w:r w:rsidR="00E8659C" w:rsidRPr="00E8659C">
        <w:rPr>
          <w:rtl/>
          <w:lang w:bidi="fa-IR"/>
        </w:rPr>
        <w:t xml:space="preserve"> امام رضا </w:t>
      </w:r>
      <w:r w:rsidR="00366A7F" w:rsidRPr="00366A7F">
        <w:rPr>
          <w:rStyle w:val="libAlaemChar"/>
          <w:rtl/>
        </w:rPr>
        <w:t>عليها‌السلام‌</w:t>
      </w:r>
      <w:r w:rsidR="00E8659C" w:rsidRPr="00E8659C">
        <w:rPr>
          <w:rtl/>
          <w:lang w:bidi="fa-IR"/>
        </w:rPr>
        <w:t xml:space="preserve"> راخواندم كه به پسرش امام جواد </w:t>
      </w:r>
      <w:r w:rsidR="00366A7F" w:rsidRPr="00366A7F">
        <w:rPr>
          <w:rStyle w:val="libAlaemChar"/>
          <w:rtl/>
        </w:rPr>
        <w:t>عليها‌السلام‌</w:t>
      </w:r>
      <w:r w:rsidR="00E8659C" w:rsidRPr="00E8659C">
        <w:rPr>
          <w:rtl/>
          <w:lang w:bidi="fa-IR"/>
        </w:rPr>
        <w:t xml:space="preserve"> نوشته بودند</w:t>
      </w:r>
      <w:r w:rsidR="004851C8">
        <w:rPr>
          <w:rtl/>
          <w:lang w:bidi="fa-IR"/>
        </w:rPr>
        <w:t>:</w:t>
      </w:r>
      <w:r w:rsidR="00E8659C" w:rsidRPr="00E8659C">
        <w:rPr>
          <w:rtl/>
          <w:lang w:bidi="fa-IR"/>
        </w:rPr>
        <w:t xml:space="preserve"> به من خبر رسيده</w:t>
      </w:r>
      <w:r w:rsidR="00563412">
        <w:rPr>
          <w:rFonts w:hint="cs"/>
          <w:rtl/>
          <w:lang w:bidi="fa-IR"/>
        </w:rPr>
        <w:t xml:space="preserve"> </w:t>
      </w:r>
      <w:r w:rsidR="00E8659C" w:rsidRPr="00E8659C">
        <w:rPr>
          <w:rtl/>
          <w:lang w:bidi="fa-IR"/>
        </w:rPr>
        <w:t>است كه چون سوار م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شو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غلامان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تو را از درب كوچك بيرون م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برند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اين كار ازبخل آنان است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تا كس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از تو خير نبيند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تو را به حق خودم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قسم م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دهم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دخول وخروجت فقط از در بزرگ باشد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و چون سوار شد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مقدار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پول طلا و نقره همراهت بردار تا هر كه سؤال داشته</w:t>
      </w:r>
      <w:r w:rsidR="00563412">
        <w:rPr>
          <w:rFonts w:hint="cs"/>
          <w:rtl/>
          <w:lang w:bidi="fa-IR"/>
        </w:rPr>
        <w:t xml:space="preserve"> </w:t>
      </w:r>
      <w:r w:rsidR="00E8659C" w:rsidRPr="00E8659C">
        <w:rPr>
          <w:rtl/>
          <w:lang w:bidi="fa-IR"/>
        </w:rPr>
        <w:t>باشد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چيز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به او بده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و دست خال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رها نكن</w:t>
      </w:r>
      <w:r w:rsidR="00F456F0">
        <w:rPr>
          <w:rtl/>
          <w:lang w:bidi="fa-IR"/>
        </w:rPr>
        <w:t>ی</w:t>
      </w:r>
      <w:r w:rsidR="004851C8">
        <w:rPr>
          <w:rtl/>
          <w:lang w:bidi="fa-IR"/>
        </w:rPr>
        <w:t>.</w:t>
      </w:r>
    </w:p>
    <w:p w:rsidR="00E8659C" w:rsidRPr="00E8659C" w:rsidRDefault="00E8659C" w:rsidP="00563412">
      <w:pPr>
        <w:pStyle w:val="libNormal"/>
        <w:rPr>
          <w:lang w:bidi="fa-IR"/>
        </w:rPr>
      </w:pPr>
      <w:r w:rsidRPr="00E8659C">
        <w:rPr>
          <w:rtl/>
          <w:lang w:bidi="fa-IR"/>
        </w:rPr>
        <w:t>و هر كه از عموهايت از تو احسان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بطلبد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كمتر از پنجاه دينار به او نده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فزون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بيشتر دادن به اختيار توست</w:t>
      </w:r>
      <w:r w:rsidR="004851C8">
        <w:rPr>
          <w:rtl/>
          <w:lang w:bidi="fa-IR"/>
        </w:rPr>
        <w:t>،</w:t>
      </w:r>
      <w:r w:rsidR="0022539B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هر كه از عمه</w:t>
      </w:r>
      <w:r w:rsidR="00164EC6">
        <w:rPr>
          <w:rtl/>
          <w:lang w:bidi="fa-IR"/>
        </w:rPr>
        <w:t xml:space="preserve"> ‌</w:t>
      </w:r>
      <w:r w:rsidRPr="00E8659C">
        <w:rPr>
          <w:rtl/>
          <w:lang w:bidi="fa-IR"/>
        </w:rPr>
        <w:t>هايت چيز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تو خواست كمتر از بيست و پنج دينار نده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فزون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به</w:t>
      </w:r>
      <w:r w:rsidR="0022539B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اختيار توست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من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خواهم خدا تو را رفعت بخشد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انفاق كن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از سو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خدا ازتنگدست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نترس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506E9B" w:rsidRPr="006249D9">
        <w:rPr>
          <w:rStyle w:val="libFootnotenumChar"/>
          <w:rtl/>
        </w:rPr>
        <w:t>6</w:t>
      </w:r>
      <w:r w:rsidR="009072C7" w:rsidRPr="006249D9">
        <w:rPr>
          <w:rStyle w:val="libFootnotenumChar"/>
          <w:rtl/>
        </w:rPr>
        <w:t>0</w:t>
      </w:r>
      <w:r w:rsidRPr="006249D9">
        <w:rPr>
          <w:rStyle w:val="libFootnotenumChar"/>
          <w:rtl/>
        </w:rPr>
        <w:t>)</w:t>
      </w:r>
    </w:p>
    <w:p w:rsidR="0022539B" w:rsidRDefault="005631DD" w:rsidP="00E8659C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</w:t>
      </w:r>
      <w:r w:rsidR="00E8659C" w:rsidRPr="0022539B">
        <w:rPr>
          <w:rStyle w:val="libBold1Char"/>
          <w:rtl/>
        </w:rPr>
        <w:t>نامه به وال</w:t>
      </w:r>
      <w:r w:rsidR="00F456F0" w:rsidRPr="0022539B">
        <w:rPr>
          <w:rStyle w:val="libBold1Char"/>
          <w:rtl/>
        </w:rPr>
        <w:t>ی</w:t>
      </w:r>
      <w:r w:rsidR="00A429E4">
        <w:rPr>
          <w:rtl/>
          <w:lang w:bidi="fa-IR"/>
        </w:rPr>
        <w:t>:</w:t>
      </w:r>
      <w:r w:rsidR="00E8659C" w:rsidRPr="00E8659C">
        <w:rPr>
          <w:rtl/>
          <w:lang w:bidi="fa-IR"/>
        </w:rPr>
        <w:t xml:space="preserve"> مرد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از بن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حنيفه گويد</w:t>
      </w:r>
      <w:r w:rsidR="004851C8">
        <w:rPr>
          <w:rtl/>
          <w:lang w:bidi="fa-IR"/>
        </w:rPr>
        <w:t>:</w:t>
      </w:r>
      <w:r w:rsidR="00E8659C" w:rsidRPr="00E8659C">
        <w:rPr>
          <w:rtl/>
          <w:lang w:bidi="fa-IR"/>
        </w:rPr>
        <w:t xml:space="preserve"> در</w:t>
      </w:r>
      <w:r w:rsidR="0022539B">
        <w:rPr>
          <w:rFonts w:hint="cs"/>
          <w:rtl/>
          <w:lang w:bidi="fa-IR"/>
        </w:rPr>
        <w:t xml:space="preserve"> </w:t>
      </w:r>
      <w:r w:rsidR="00E8659C" w:rsidRPr="00E8659C">
        <w:rPr>
          <w:rtl/>
          <w:lang w:bidi="fa-IR"/>
        </w:rPr>
        <w:t>نخستين سال خلافت معتصم عباس</w:t>
      </w:r>
      <w:r w:rsidR="00F456F0">
        <w:rPr>
          <w:rtl/>
          <w:lang w:bidi="fa-IR"/>
        </w:rPr>
        <w:t>ی</w:t>
      </w:r>
      <w:r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كه امام جواد </w:t>
      </w:r>
      <w:r w:rsidR="00366A7F" w:rsidRPr="00366A7F">
        <w:rPr>
          <w:rStyle w:val="libAlaemChar"/>
          <w:rtl/>
        </w:rPr>
        <w:t>عليها‌السلام‌</w:t>
      </w:r>
      <w:r w:rsidR="00E8659C" w:rsidRPr="00E8659C">
        <w:rPr>
          <w:rtl/>
          <w:lang w:bidi="fa-IR"/>
        </w:rPr>
        <w:t xml:space="preserve"> به حج رفته بود، با و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رفيق راه بودم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روز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در سر سفر</w:t>
      </w:r>
      <w:r w:rsidR="00BB00AB">
        <w:rPr>
          <w:rtl/>
          <w:lang w:bidi="fa-IR"/>
        </w:rPr>
        <w:t>ه</w:t>
      </w:r>
      <w:r w:rsidR="00E8659C" w:rsidRPr="00E8659C">
        <w:rPr>
          <w:rtl/>
          <w:lang w:bidi="fa-IR"/>
        </w:rPr>
        <w:t xml:space="preserve"> طعام كه عده ا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از رجال خليفه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نيز بودند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گفتم</w:t>
      </w:r>
      <w:r w:rsidR="004851C8">
        <w:rPr>
          <w:rtl/>
          <w:lang w:bidi="fa-IR"/>
        </w:rPr>
        <w:t>:</w:t>
      </w:r>
      <w:r w:rsidR="00E8659C" w:rsidRPr="00E8659C">
        <w:rPr>
          <w:rtl/>
          <w:lang w:bidi="fa-IR"/>
        </w:rPr>
        <w:t xml:space="preserve"> فدايت شوم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وال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ما مرد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است كه شما اهل بيت</w:t>
      </w:r>
      <w:r w:rsidR="00366A7F" w:rsidRPr="00366A7F">
        <w:rPr>
          <w:rStyle w:val="libAlaemChar"/>
          <w:rtl/>
        </w:rPr>
        <w:t>عليها‌السلام‌</w:t>
      </w:r>
      <w:r w:rsidR="00E8659C" w:rsidRPr="00E8659C">
        <w:rPr>
          <w:rtl/>
          <w:lang w:bidi="fa-IR"/>
        </w:rPr>
        <w:t xml:space="preserve"> را دوست دارد و من به دفتر او ماليات بدهكارم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اگر صلاح بدانيدنامه ا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بنويسيد كه به من ارفاق كند</w:t>
      </w:r>
      <w:r w:rsidR="004851C8">
        <w:rPr>
          <w:rtl/>
          <w:lang w:bidi="fa-IR"/>
        </w:rPr>
        <w:t>.</w:t>
      </w:r>
    </w:p>
    <w:p w:rsidR="0022539B" w:rsidRDefault="00E8659C" w:rsidP="0093486F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 xml:space="preserve">امام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فرمودند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من اورا نم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شناسم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گفتم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فدايت شوم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او همانطور است كه گفتم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از دوستان شماست</w:t>
      </w:r>
      <w:r w:rsidR="004851C8">
        <w:rPr>
          <w:rtl/>
          <w:lang w:bidi="fa-IR"/>
        </w:rPr>
        <w:t>،</w:t>
      </w:r>
      <w:r w:rsidR="0022539B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نامه شما به حال من بسيار مفيد خواهد بود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امام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ورق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به دست</w:t>
      </w:r>
      <w:r w:rsidR="007129D7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گرفت و نوشت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بسم الله الرحمن الرحيم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آورنده نامه من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از تو مذهب خوب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نقل كرد، از حكومت تو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فقط كار نيك برا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تو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ماند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به برادرانت نيك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بدان خدا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تعال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اندازه ذره و خردل هم از تو سؤال خواهد كرد</w:t>
      </w:r>
      <w:r w:rsidR="004851C8">
        <w:rPr>
          <w:rtl/>
          <w:lang w:bidi="fa-IR"/>
        </w:rPr>
        <w:t>.</w:t>
      </w:r>
    </w:p>
    <w:p w:rsidR="0093486F" w:rsidRDefault="00E8659C" w:rsidP="0022539B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lastRenderedPageBreak/>
        <w:t>آن مرد گويد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چون وارد</w:t>
      </w:r>
      <w:r w:rsidR="0093486F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سجستان شدم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به حسين بن خالد كه وال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آن جا بود خبر داده بودند كه از جانب امام (صلوات الله عليه) نامه 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او آورده اند</w:t>
      </w:r>
      <w:r w:rsidR="004851C8">
        <w:rPr>
          <w:rtl/>
          <w:lang w:bidi="fa-IR"/>
        </w:rPr>
        <w:t>.</w:t>
      </w:r>
    </w:p>
    <w:p w:rsidR="0093486F" w:rsidRDefault="00E8659C" w:rsidP="0022539B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وال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در دو فرسخ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شهر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خودش را بهمن رسانيد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نامه را به او دادم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گرفت و بوسيد و آن را بر رو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چشم خويش گذاشت</w:t>
      </w:r>
      <w:r w:rsidR="004851C8">
        <w:rPr>
          <w:rtl/>
          <w:lang w:bidi="fa-IR"/>
        </w:rPr>
        <w:t>.</w:t>
      </w:r>
      <w:r w:rsidR="0093486F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گفت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حاجتت چيست</w:t>
      </w:r>
      <w:r w:rsidR="004851C8">
        <w:rPr>
          <w:rtl/>
          <w:lang w:bidi="fa-IR"/>
        </w:rPr>
        <w:t>؟</w:t>
      </w:r>
      <w:r w:rsidRPr="00E8659C">
        <w:rPr>
          <w:rtl/>
          <w:lang w:bidi="fa-IR"/>
        </w:rPr>
        <w:t xml:space="preserve"> گفتم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در دفتر تو ماليات بدهكارم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لطفا آن را از ديوان محو</w:t>
      </w:r>
      <w:r w:rsidR="007129D7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فرمائيد و گفت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مانع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نيست تا من بر سر كار هستم ديگر ماليات مده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بعد گفت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>خانواده ات چند نفر است</w:t>
      </w:r>
      <w:r w:rsidR="004851C8">
        <w:rPr>
          <w:rtl/>
          <w:lang w:bidi="fa-IR"/>
        </w:rPr>
        <w:t>؟</w:t>
      </w:r>
    </w:p>
    <w:p w:rsidR="00E8659C" w:rsidRPr="00E8659C" w:rsidRDefault="00E8659C" w:rsidP="0022539B">
      <w:pPr>
        <w:pStyle w:val="libNormal"/>
        <w:rPr>
          <w:lang w:bidi="fa-IR"/>
        </w:rPr>
      </w:pPr>
      <w:r w:rsidRPr="00E8659C">
        <w:rPr>
          <w:rtl/>
          <w:lang w:bidi="fa-IR"/>
        </w:rPr>
        <w:t>گفتم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فلان تعداد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دستور داد به خود من و آنان احسان</w:t>
      </w:r>
      <w:r w:rsidR="007129D7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كردند و تا او زنده بود ديگر ماليات ندادم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تا زنده بود مرتب به من احسان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كرد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506E9B" w:rsidRPr="006249D9">
        <w:rPr>
          <w:rStyle w:val="libFootnotenumChar"/>
          <w:rtl/>
        </w:rPr>
        <w:t>6</w:t>
      </w:r>
      <w:r w:rsidR="00256F60" w:rsidRPr="006249D9">
        <w:rPr>
          <w:rStyle w:val="libFootnotenumChar"/>
          <w:rtl/>
        </w:rPr>
        <w:t>1</w:t>
      </w:r>
      <w:r w:rsidRPr="006249D9">
        <w:rPr>
          <w:rStyle w:val="libFootnotenumChar"/>
          <w:rtl/>
        </w:rPr>
        <w:t>)</w:t>
      </w:r>
    </w:p>
    <w:p w:rsidR="007129D7" w:rsidRDefault="00FA474B" w:rsidP="0093486F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</w:t>
      </w:r>
      <w:r w:rsidR="00E8659C" w:rsidRPr="0093486F">
        <w:rPr>
          <w:rStyle w:val="libBold1Char"/>
          <w:rtl/>
        </w:rPr>
        <w:t>احسان به وكيل</w:t>
      </w:r>
      <w:r w:rsidR="004851C8">
        <w:rPr>
          <w:rtl/>
          <w:lang w:bidi="fa-IR"/>
        </w:rPr>
        <w:t>:</w:t>
      </w:r>
      <w:r w:rsidR="00E8659C" w:rsidRPr="00E8659C">
        <w:rPr>
          <w:rtl/>
          <w:lang w:bidi="fa-IR"/>
        </w:rPr>
        <w:t xml:space="preserve"> ابراهيم بن محمد وكيل امام جواد </w:t>
      </w:r>
      <w:r w:rsidR="00366A7F" w:rsidRPr="00366A7F">
        <w:rPr>
          <w:rStyle w:val="libAlaemChar"/>
          <w:rtl/>
        </w:rPr>
        <w:t>عليه‌السلام‌</w:t>
      </w:r>
      <w:r w:rsidR="00E8659C" w:rsidRPr="00E8659C">
        <w:rPr>
          <w:rtl/>
          <w:lang w:bidi="fa-IR"/>
        </w:rPr>
        <w:t xml:space="preserve"> در أخذ وجوهات شرعيه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مبلغ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 xml:space="preserve">به محضر امام </w:t>
      </w:r>
      <w:r w:rsidR="00366A7F" w:rsidRPr="00366A7F">
        <w:rPr>
          <w:rStyle w:val="libAlaemChar"/>
          <w:rtl/>
        </w:rPr>
        <w:t>عليها‌السلام‌</w:t>
      </w:r>
      <w:r w:rsidR="00E8659C" w:rsidRPr="00E8659C">
        <w:rPr>
          <w:rtl/>
          <w:lang w:bidi="fa-IR"/>
        </w:rPr>
        <w:t xml:space="preserve"> حواله</w:t>
      </w:r>
      <w:r w:rsidR="0093486F">
        <w:rPr>
          <w:rFonts w:hint="cs"/>
          <w:rtl/>
          <w:lang w:bidi="fa-IR"/>
        </w:rPr>
        <w:t xml:space="preserve"> </w:t>
      </w:r>
      <w:r w:rsidR="00E8659C" w:rsidRPr="00E8659C">
        <w:rPr>
          <w:rtl/>
          <w:lang w:bidi="fa-IR"/>
        </w:rPr>
        <w:t>كرد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آن حضرت در جواب و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نوشت</w:t>
      </w:r>
      <w:r w:rsidR="004851C8">
        <w:rPr>
          <w:rtl/>
          <w:lang w:bidi="fa-IR"/>
        </w:rPr>
        <w:t>:</w:t>
      </w:r>
    </w:p>
    <w:p w:rsidR="00E8659C" w:rsidRPr="00E8659C" w:rsidRDefault="00E8659C" w:rsidP="0093486F">
      <w:pPr>
        <w:pStyle w:val="libNormal"/>
        <w:rPr>
          <w:lang w:bidi="fa-IR"/>
        </w:rPr>
      </w:pPr>
      <w:r w:rsidRPr="00E8659C">
        <w:rPr>
          <w:rtl/>
          <w:lang w:bidi="fa-IR"/>
        </w:rPr>
        <w:t>حساب رسيد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خدا از تو قبول فرمايد و از آنها راض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باشد و آنها را در دنيا و آخرت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با ما محشور گرداند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از دينارها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حواله شده فلان</w:t>
      </w:r>
      <w:r w:rsidR="0093486F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قدر و از لباسها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ارسال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فلان قدر برا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تو فرستادم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خدا آنها را برا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تو مبارك فرمايد</w:t>
      </w:r>
      <w:r w:rsidR="00E12C63">
        <w:rPr>
          <w:rtl/>
          <w:lang w:bidi="fa-IR"/>
        </w:rPr>
        <w:t>!</w:t>
      </w:r>
      <w:r w:rsidRPr="00E8659C">
        <w:rPr>
          <w:rtl/>
          <w:lang w:bidi="fa-IR"/>
        </w:rPr>
        <w:t xml:space="preserve"> و همه نعمتها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خدا بر تو مبارك باشد</w:t>
      </w:r>
      <w:r w:rsidR="00E12C63">
        <w:rPr>
          <w:rtl/>
          <w:lang w:bidi="fa-IR"/>
        </w:rPr>
        <w:t>!</w:t>
      </w:r>
      <w:r w:rsidRPr="00E8659C">
        <w:rPr>
          <w:rtl/>
          <w:lang w:bidi="fa-IR"/>
        </w:rPr>
        <w:t xml:space="preserve"> </w:t>
      </w:r>
      <w:r w:rsidR="0093486F">
        <w:rPr>
          <w:rFonts w:hint="cs"/>
          <w:rtl/>
          <w:lang w:bidi="fa-IR"/>
        </w:rPr>
        <w:t>«</w:t>
      </w:r>
      <w:r w:rsidRPr="0093486F">
        <w:rPr>
          <w:rStyle w:val="libHadeesChar"/>
          <w:rtl/>
        </w:rPr>
        <w:t>و به نضر هم</w:t>
      </w:r>
      <w:r w:rsidR="0093486F">
        <w:rPr>
          <w:rFonts w:hint="cs"/>
          <w:rtl/>
          <w:lang w:bidi="fa-IR"/>
        </w:rPr>
        <w:t>»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506E9B" w:rsidRPr="006249D9">
        <w:rPr>
          <w:rStyle w:val="libFootnotenumChar"/>
          <w:rtl/>
        </w:rPr>
        <w:t>6</w:t>
      </w:r>
      <w:r w:rsidR="005631DD" w:rsidRPr="006249D9">
        <w:rPr>
          <w:rStyle w:val="libFootnotenumChar"/>
          <w:rtl/>
        </w:rPr>
        <w:t>2</w:t>
      </w:r>
      <w:r w:rsidRPr="006249D9">
        <w:rPr>
          <w:rStyle w:val="libFootnotenumChar"/>
          <w:rtl/>
        </w:rPr>
        <w:t>)</w:t>
      </w:r>
      <w:r w:rsidRPr="00E8659C">
        <w:rPr>
          <w:rtl/>
          <w:lang w:bidi="fa-IR"/>
        </w:rPr>
        <w:t xml:space="preserve"> نوشتم و</w:t>
      </w:r>
      <w:r w:rsidR="0093486F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او را سفارش كردم كه بر تو متعرض نشود و با تو مخالفت نكند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به او اعلام كردم كه</w:t>
      </w:r>
      <w:r w:rsidR="0093486F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تو پيش من مورد تأييد هست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به ايوب نيز چنين نوشتم و همان دستور را دادم و نيز</w:t>
      </w:r>
      <w:r w:rsidR="0093486F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نامه به دوستان خود در همدان نوشتم و توصيه كردم كه از تو اطاعت كنند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به دستورتو برگردند و اضافه كردم كه وكيل من فقط تو هست</w:t>
      </w:r>
      <w:r w:rsidR="00F456F0">
        <w:rPr>
          <w:rtl/>
          <w:lang w:bidi="fa-IR"/>
        </w:rPr>
        <w:t>ی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506E9B" w:rsidRPr="006249D9">
        <w:rPr>
          <w:rStyle w:val="libFootnotenumChar"/>
          <w:rtl/>
        </w:rPr>
        <w:t>6</w:t>
      </w:r>
      <w:r w:rsidR="00FA474B" w:rsidRPr="006249D9">
        <w:rPr>
          <w:rStyle w:val="libFootnotenumChar"/>
          <w:rtl/>
        </w:rPr>
        <w:t>3</w:t>
      </w:r>
      <w:r w:rsidRPr="006249D9">
        <w:rPr>
          <w:rStyle w:val="libFootnotenumChar"/>
          <w:rtl/>
        </w:rPr>
        <w:t>)</w:t>
      </w:r>
    </w:p>
    <w:p w:rsidR="00890693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از اين جريان معلومم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شود كه امامان </w:t>
      </w:r>
      <w:r w:rsidR="00971E2F" w:rsidRPr="00971E2F">
        <w:rPr>
          <w:rStyle w:val="libAlaemChar"/>
          <w:rtl/>
        </w:rPr>
        <w:t>عليهم‌السلام</w:t>
      </w:r>
      <w:r w:rsidRPr="00E8659C">
        <w:rPr>
          <w:rtl/>
          <w:lang w:bidi="fa-IR"/>
        </w:rPr>
        <w:t xml:space="preserve"> در شهرها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وكيل مال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داشتند كه وجوهات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توسط آنها</w:t>
      </w:r>
      <w:r w:rsidR="00F62974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جمع آور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حواله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شده است</w:t>
      </w:r>
      <w:r w:rsidR="004851C8">
        <w:rPr>
          <w:rtl/>
          <w:lang w:bidi="fa-IR"/>
        </w:rPr>
        <w:t>.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آنچنان كه عل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بن أب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حمز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بطائن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زياد بن</w:t>
      </w:r>
      <w:r w:rsidR="00F62974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مروان قند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و ديگران از وكلاء امام كاظم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بودند كه به خاطر</w:t>
      </w:r>
      <w:r w:rsidR="00F62974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بلعيدن پولها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مذهب واقفيه را بدعت نهادند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در حالات حضرت كاظم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بدان اشاره شد</w:t>
      </w:r>
      <w:r w:rsidR="004851C8">
        <w:rPr>
          <w:rtl/>
          <w:lang w:bidi="fa-IR"/>
        </w:rPr>
        <w:t>.</w:t>
      </w:r>
    </w:p>
    <w:p w:rsidR="00800281" w:rsidRDefault="00506E9B" w:rsidP="00E8659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4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</w:t>
      </w:r>
      <w:r w:rsidR="00E8659C" w:rsidRPr="00800281">
        <w:rPr>
          <w:rStyle w:val="libBold1Char"/>
          <w:rtl/>
        </w:rPr>
        <w:t>كرامت و الا</w:t>
      </w:r>
      <w:r w:rsidR="004851C8">
        <w:rPr>
          <w:rtl/>
          <w:lang w:bidi="fa-IR"/>
        </w:rPr>
        <w:t>:</w:t>
      </w:r>
      <w:r w:rsidR="00E8659C" w:rsidRPr="00E8659C">
        <w:rPr>
          <w:rtl/>
          <w:lang w:bidi="fa-IR"/>
        </w:rPr>
        <w:t xml:space="preserve"> محمد بن أب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العلا نقل م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كند</w:t>
      </w:r>
      <w:r w:rsidR="004851C8">
        <w:rPr>
          <w:rtl/>
          <w:lang w:bidi="fa-IR"/>
        </w:rPr>
        <w:t>:</w:t>
      </w:r>
      <w:r w:rsidR="00E8659C" w:rsidRPr="00E8659C">
        <w:rPr>
          <w:rtl/>
          <w:lang w:bidi="fa-IR"/>
        </w:rPr>
        <w:t>يحي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بن اكثم قاض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 xml:space="preserve">القضاة سامراء را ملاقات كرده و با او مناظره و گفتگو نموده و دراين باره بسيار تلاش كردم و از علوم آل محمد </w:t>
      </w:r>
      <w:r w:rsidR="00E954A2" w:rsidRPr="00E954A2">
        <w:rPr>
          <w:rStyle w:val="libAlaemChar"/>
          <w:rtl/>
        </w:rPr>
        <w:t>صلى‌الله‌عليه‌وآله‌وسلم</w:t>
      </w:r>
      <w:r w:rsidR="00E8659C" w:rsidRPr="00E8659C">
        <w:rPr>
          <w:rtl/>
          <w:lang w:bidi="fa-IR"/>
        </w:rPr>
        <w:t xml:space="preserve"> از اوپرسيدم</w:t>
      </w:r>
      <w:r w:rsidR="004851C8">
        <w:rPr>
          <w:rtl/>
          <w:lang w:bidi="fa-IR"/>
        </w:rPr>
        <w:t>.</w:t>
      </w:r>
    </w:p>
    <w:p w:rsidR="00800281" w:rsidRDefault="00E8659C" w:rsidP="00800281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گفت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روز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داخل مدينه شده و قبر رسول خدا </w:t>
      </w:r>
      <w:r w:rsidR="00E954A2" w:rsidRPr="00E954A2">
        <w:rPr>
          <w:rStyle w:val="libAlaemChar"/>
          <w:rtl/>
        </w:rPr>
        <w:t>صلى‌الله‌عليه‌وآله‌وسلم</w:t>
      </w:r>
      <w:r w:rsidRPr="00E8659C">
        <w:rPr>
          <w:rtl/>
          <w:lang w:bidi="fa-IR"/>
        </w:rPr>
        <w:t xml:space="preserve"> را</w:t>
      </w:r>
      <w:r w:rsidR="00800281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طواف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كردم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در آنجا محمد بن عل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رضا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را ديدم كه طواف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كرد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با او درباره مسائل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داشتم مناظره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كردم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او جواب سوالات را فرمودند. گفتم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خواهم از تو مسأله 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بپرسم ول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به خدا قسم شرم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كنم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فرمودند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>پيش از آن كه سؤال بكن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جواب بگويم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خواه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من از امام وقت بپرس</w:t>
      </w:r>
      <w:r w:rsidR="00F456F0">
        <w:rPr>
          <w:rtl/>
          <w:lang w:bidi="fa-IR"/>
        </w:rPr>
        <w:t>ی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گفتم</w:t>
      </w:r>
      <w:r w:rsidR="004851C8">
        <w:rPr>
          <w:rtl/>
          <w:lang w:bidi="fa-IR"/>
        </w:rPr>
        <w:t>:</w:t>
      </w:r>
      <w:r w:rsidR="00800281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والله سؤالم همين است</w:t>
      </w:r>
      <w:r w:rsidR="004851C8">
        <w:rPr>
          <w:rtl/>
          <w:lang w:bidi="fa-IR"/>
        </w:rPr>
        <w:t>.</w:t>
      </w:r>
    </w:p>
    <w:p w:rsidR="00E8659C" w:rsidRPr="00E8659C" w:rsidRDefault="00E8659C" w:rsidP="00800281">
      <w:pPr>
        <w:pStyle w:val="libNormal"/>
        <w:rPr>
          <w:lang w:bidi="fa-IR"/>
        </w:rPr>
      </w:pPr>
      <w:r w:rsidRPr="00E8659C">
        <w:rPr>
          <w:rtl/>
          <w:lang w:bidi="fa-IR"/>
        </w:rPr>
        <w:t>فرمودند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من امام هستم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گفتم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به كدام علامت و دليل</w:t>
      </w:r>
      <w:r w:rsidR="004851C8">
        <w:rPr>
          <w:rtl/>
          <w:lang w:bidi="fa-IR"/>
        </w:rPr>
        <w:t>؟</w:t>
      </w:r>
      <w:r w:rsidRPr="00E8659C">
        <w:rPr>
          <w:rtl/>
          <w:lang w:bidi="fa-IR"/>
        </w:rPr>
        <w:t xml:space="preserve"> دردستش عصاي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عصا به سخن آمد و گفت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</w:t>
      </w:r>
      <w:r w:rsidR="00800281">
        <w:rPr>
          <w:rFonts w:hint="cs"/>
          <w:rtl/>
          <w:lang w:bidi="fa-IR"/>
        </w:rPr>
        <w:t>«</w:t>
      </w:r>
      <w:r w:rsidRPr="00800281">
        <w:rPr>
          <w:rStyle w:val="libHadeesChar"/>
          <w:rtl/>
        </w:rPr>
        <w:t>إن مولا</w:t>
      </w:r>
      <w:r w:rsidR="00F456F0" w:rsidRPr="00800281">
        <w:rPr>
          <w:rStyle w:val="libHadeesChar"/>
          <w:rtl/>
        </w:rPr>
        <w:t xml:space="preserve">ی </w:t>
      </w:r>
      <w:r w:rsidRPr="00800281">
        <w:rPr>
          <w:rStyle w:val="libHadeesChar"/>
          <w:rtl/>
        </w:rPr>
        <w:t>إمام هذا الزمان وهو الحجة</w:t>
      </w:r>
      <w:r w:rsidR="00800281">
        <w:rPr>
          <w:rFonts w:hint="cs"/>
          <w:rtl/>
          <w:lang w:bidi="fa-IR"/>
        </w:rPr>
        <w:t>»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506E9B" w:rsidRPr="006249D9">
        <w:rPr>
          <w:rStyle w:val="libFootnotenumChar"/>
          <w:rtl/>
        </w:rPr>
        <w:t>64</w:t>
      </w:r>
      <w:r w:rsidRPr="006249D9">
        <w:rPr>
          <w:rStyle w:val="libFootnotenumChar"/>
          <w:rtl/>
        </w:rPr>
        <w:t>)</w:t>
      </w:r>
      <w:r w:rsidRPr="00E8659C">
        <w:rPr>
          <w:rtl/>
          <w:lang w:bidi="fa-IR"/>
        </w:rPr>
        <w:t xml:space="preserve"> اين مولا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من</w:t>
      </w:r>
      <w:r w:rsidR="00E12C63">
        <w:rPr>
          <w:rtl/>
          <w:lang w:bidi="fa-IR"/>
        </w:rPr>
        <w:t>!</w:t>
      </w:r>
      <w:r w:rsidRPr="00E8659C">
        <w:rPr>
          <w:rtl/>
          <w:lang w:bidi="fa-IR"/>
        </w:rPr>
        <w:t xml:space="preserve"> پيشوا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اين عصر و حجت وقت است</w:t>
      </w:r>
      <w:r w:rsidR="004851C8">
        <w:rPr>
          <w:rtl/>
          <w:lang w:bidi="fa-IR"/>
        </w:rPr>
        <w:t>.</w:t>
      </w:r>
    </w:p>
    <w:p w:rsidR="00890693" w:rsidRDefault="00506E9B" w:rsidP="004A51FB">
      <w:pPr>
        <w:pStyle w:val="libNormal"/>
        <w:rPr>
          <w:rtl/>
          <w:lang w:bidi="fa-IR"/>
        </w:rPr>
      </w:pPr>
      <w:r>
        <w:rPr>
          <w:rtl/>
          <w:lang w:bidi="fa-IR"/>
        </w:rPr>
        <w:t>5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</w:t>
      </w:r>
      <w:r w:rsidR="00E8659C" w:rsidRPr="00800281">
        <w:rPr>
          <w:rStyle w:val="libBold1Char"/>
          <w:rtl/>
        </w:rPr>
        <w:t>توصيه در حق پدر</w:t>
      </w:r>
      <w:r w:rsidR="004851C8">
        <w:rPr>
          <w:rtl/>
          <w:lang w:bidi="fa-IR"/>
        </w:rPr>
        <w:t>:</w:t>
      </w:r>
      <w:r w:rsidR="00E8659C" w:rsidRPr="00E8659C">
        <w:rPr>
          <w:rtl/>
          <w:lang w:bidi="fa-IR"/>
        </w:rPr>
        <w:t xml:space="preserve"> بكر بن صالح</w:t>
      </w:r>
      <w:r w:rsidR="00800281">
        <w:rPr>
          <w:rFonts w:hint="cs"/>
          <w:rtl/>
          <w:lang w:bidi="fa-IR"/>
        </w:rPr>
        <w:t xml:space="preserve"> </w:t>
      </w:r>
      <w:r w:rsidR="00E8659C" w:rsidRPr="00E8659C">
        <w:rPr>
          <w:rtl/>
          <w:lang w:bidi="fa-IR"/>
        </w:rPr>
        <w:t>گويد</w:t>
      </w:r>
      <w:r w:rsidR="004851C8">
        <w:rPr>
          <w:rtl/>
          <w:lang w:bidi="fa-IR"/>
        </w:rPr>
        <w:t>:</w:t>
      </w:r>
      <w:r w:rsidR="00E8659C" w:rsidRPr="00E8659C">
        <w:rPr>
          <w:rtl/>
          <w:lang w:bidi="fa-IR"/>
        </w:rPr>
        <w:t xml:space="preserve"> به امام اب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جعفر ثان</w:t>
      </w:r>
      <w:r w:rsidR="00F456F0">
        <w:rPr>
          <w:rtl/>
          <w:lang w:bidi="fa-IR"/>
        </w:rPr>
        <w:t xml:space="preserve">ی </w:t>
      </w:r>
      <w:r w:rsidR="00366A7F" w:rsidRPr="00366A7F">
        <w:rPr>
          <w:rStyle w:val="libAlaemChar"/>
          <w:rtl/>
        </w:rPr>
        <w:t>عليها‌السلام‌</w:t>
      </w:r>
      <w:r w:rsidR="00E8659C" w:rsidRPr="00E8659C">
        <w:rPr>
          <w:rtl/>
          <w:lang w:bidi="fa-IR"/>
        </w:rPr>
        <w:t xml:space="preserve"> نوشتم</w:t>
      </w:r>
      <w:r w:rsidR="004851C8">
        <w:rPr>
          <w:rtl/>
          <w:lang w:bidi="fa-IR"/>
        </w:rPr>
        <w:t>:</w:t>
      </w:r>
      <w:r w:rsidR="00E8659C" w:rsidRPr="00E8659C">
        <w:rPr>
          <w:rtl/>
          <w:lang w:bidi="fa-IR"/>
        </w:rPr>
        <w:t xml:space="preserve"> پدرم ناصب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و</w:t>
      </w:r>
      <w:r w:rsidR="00890693">
        <w:rPr>
          <w:rFonts w:hint="cs"/>
          <w:rtl/>
          <w:lang w:bidi="fa-IR"/>
        </w:rPr>
        <w:t xml:space="preserve"> </w:t>
      </w:r>
      <w:r w:rsidR="00E8659C" w:rsidRPr="00E8659C">
        <w:rPr>
          <w:rtl/>
          <w:lang w:bidi="fa-IR"/>
        </w:rPr>
        <w:t>خبيث</w:t>
      </w:r>
      <w:r w:rsidR="00800281">
        <w:rPr>
          <w:rFonts w:hint="cs"/>
          <w:rtl/>
          <w:lang w:bidi="fa-IR"/>
        </w:rPr>
        <w:t xml:space="preserve"> </w:t>
      </w:r>
      <w:r w:rsidR="00E8659C" w:rsidRPr="00E8659C">
        <w:rPr>
          <w:rtl/>
          <w:lang w:bidi="fa-IR"/>
        </w:rPr>
        <w:t>الرأ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است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از او بسيار سخت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ديده ام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فدايت شوم برا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من دعا كن و بفرما</w:t>
      </w:r>
      <w:r w:rsidR="004851C8">
        <w:rPr>
          <w:rtl/>
          <w:lang w:bidi="fa-IR"/>
        </w:rPr>
        <w:t>:</w:t>
      </w:r>
      <w:r w:rsidR="00E8659C" w:rsidRPr="00E8659C">
        <w:rPr>
          <w:rtl/>
          <w:lang w:bidi="fa-IR"/>
        </w:rPr>
        <w:t xml:space="preserve"> من چه</w:t>
      </w:r>
      <w:r w:rsidR="00800281">
        <w:rPr>
          <w:rFonts w:hint="cs"/>
          <w:rtl/>
          <w:lang w:bidi="fa-IR"/>
        </w:rPr>
        <w:t xml:space="preserve"> </w:t>
      </w:r>
      <w:r w:rsidR="00E8659C" w:rsidRPr="00E8659C">
        <w:rPr>
          <w:rtl/>
          <w:lang w:bidi="fa-IR"/>
        </w:rPr>
        <w:t>كنم</w:t>
      </w:r>
      <w:r w:rsidR="004851C8">
        <w:rPr>
          <w:rtl/>
          <w:lang w:bidi="fa-IR"/>
        </w:rPr>
        <w:t>؟</w:t>
      </w:r>
      <w:r w:rsidR="00E8659C" w:rsidRPr="00E8659C">
        <w:rPr>
          <w:rtl/>
          <w:lang w:bidi="fa-IR"/>
        </w:rPr>
        <w:t xml:space="preserve"> آيا افشاء و رسوايش كنم يا با او مدارا نمايم</w:t>
      </w:r>
      <w:r w:rsidR="004851C8">
        <w:rPr>
          <w:rtl/>
          <w:lang w:bidi="fa-IR"/>
        </w:rPr>
        <w:t>؟</w:t>
      </w:r>
    </w:p>
    <w:p w:rsidR="004A51FB" w:rsidRDefault="00E8659C" w:rsidP="004A51FB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 xml:space="preserve">امام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درجواب نوشت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مضمون نامه ات را درباره پدرت فهميدم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انشاء الله پيوسته برا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تو دعا</w:t>
      </w:r>
      <w:r w:rsidR="00890693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خواهم كرد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مدارا برا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تو بهتر از افشاگر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با سخت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آسان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نيز هست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</w:t>
      </w:r>
      <w:r w:rsidR="004A51FB">
        <w:rPr>
          <w:rFonts w:hint="cs"/>
          <w:rtl/>
          <w:lang w:bidi="fa-IR"/>
        </w:rPr>
        <w:t>«</w:t>
      </w:r>
      <w:r w:rsidRPr="004A51FB">
        <w:rPr>
          <w:rStyle w:val="libHadeesChar"/>
          <w:rtl/>
        </w:rPr>
        <w:t>صبر كنإن العاقبة للمتقين</w:t>
      </w:r>
      <w:r w:rsidR="004A51FB">
        <w:rPr>
          <w:rFonts w:hint="cs"/>
          <w:rtl/>
          <w:lang w:bidi="fa-IR"/>
        </w:rPr>
        <w:t>»</w:t>
      </w:r>
      <w:r w:rsidRPr="00E8659C">
        <w:rPr>
          <w:rtl/>
          <w:lang w:bidi="fa-IR"/>
        </w:rPr>
        <w:t xml:space="preserve"> خدا تو را در ولايت كس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در ولايتش هست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ثابت قدم فرمايد.ما و</w:t>
      </w:r>
      <w:r w:rsidR="004A51FB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شما در امانت خدا هستيم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خداي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امانتها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خويش را ضايع نم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كند</w:t>
      </w:r>
      <w:r w:rsidR="004851C8">
        <w:rPr>
          <w:rtl/>
          <w:lang w:bidi="fa-IR"/>
        </w:rPr>
        <w:t>.</w:t>
      </w:r>
    </w:p>
    <w:p w:rsidR="00E8659C" w:rsidRPr="00E8659C" w:rsidRDefault="00E8659C" w:rsidP="004A51FB">
      <w:pPr>
        <w:pStyle w:val="libNormal"/>
        <w:rPr>
          <w:lang w:bidi="fa-IR"/>
        </w:rPr>
      </w:pPr>
      <w:r w:rsidRPr="00E8659C">
        <w:rPr>
          <w:rtl/>
          <w:lang w:bidi="fa-IR"/>
        </w:rPr>
        <w:t>بكر بن</w:t>
      </w:r>
      <w:r w:rsidR="00890693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صالح گويد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خدا قلب پدرم را به من مهربان ساخت به طور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در هيچ كار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با من</w:t>
      </w:r>
      <w:r w:rsidR="00FD32FE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مخالفت نم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كرد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506E9B" w:rsidRPr="006249D9">
        <w:rPr>
          <w:rStyle w:val="libFootnotenumChar"/>
          <w:rtl/>
        </w:rPr>
        <w:t>65</w:t>
      </w:r>
      <w:r w:rsidRPr="006249D9">
        <w:rPr>
          <w:rStyle w:val="libFootnotenumChar"/>
          <w:rtl/>
        </w:rPr>
        <w:t>)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lastRenderedPageBreak/>
        <w:t xml:space="preserve">فضايل و مناقب امام بزرگوار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خيل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بيش از آن</w:t>
      </w:r>
      <w:r w:rsidR="009F3D89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ست كه در اين مختصر بگنجد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ما كوشيده ايم بخش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مناقب آن بزرگواررا از منابع عامه هم بياوريم تا گويا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نيمرخ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مكارم آن بزرگوار نشان داده شود</w:t>
      </w:r>
      <w:r w:rsidR="004851C8">
        <w:rPr>
          <w:rtl/>
          <w:lang w:bidi="fa-IR"/>
        </w:rPr>
        <w:t>:</w:t>
      </w:r>
    </w:p>
    <w:p w:rsidR="00FD32FE" w:rsidRDefault="00256F60" w:rsidP="00E8659C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</w:t>
      </w:r>
      <w:r w:rsidR="00E8659C" w:rsidRPr="00FD32FE">
        <w:rPr>
          <w:rStyle w:val="libBold1Char"/>
          <w:rtl/>
        </w:rPr>
        <w:t>عمرو بن بحر جاحظ</w:t>
      </w:r>
      <w:r w:rsidR="00E8659C" w:rsidRPr="00E8659C">
        <w:rPr>
          <w:rtl/>
          <w:lang w:bidi="fa-IR"/>
        </w:rPr>
        <w:t xml:space="preserve"> (م </w:t>
      </w:r>
      <w:r w:rsidR="005631DD">
        <w:rPr>
          <w:rtl/>
          <w:lang w:bidi="fa-IR"/>
        </w:rPr>
        <w:t>2</w:t>
      </w:r>
      <w:r w:rsidR="00506E9B">
        <w:rPr>
          <w:rtl/>
          <w:lang w:bidi="fa-IR"/>
        </w:rPr>
        <w:t>55</w:t>
      </w:r>
      <w:r w:rsidR="00E8659C" w:rsidRPr="00E8659C">
        <w:rPr>
          <w:rtl/>
          <w:lang w:bidi="fa-IR"/>
        </w:rPr>
        <w:t xml:space="preserve"> ه‍)</w:t>
      </w:r>
      <w:r w:rsidR="004851C8">
        <w:rPr>
          <w:rtl/>
          <w:lang w:bidi="fa-IR"/>
        </w:rPr>
        <w:t>:</w:t>
      </w:r>
      <w:r w:rsidR="00E8659C" w:rsidRPr="00E8659C">
        <w:rPr>
          <w:rtl/>
          <w:lang w:bidi="fa-IR"/>
        </w:rPr>
        <w:t xml:space="preserve"> جاحظ عثمان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معتزل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با وجود اين كه ازمخالفان خاندان عل</w:t>
      </w:r>
      <w:r w:rsidR="00F456F0">
        <w:rPr>
          <w:rtl/>
          <w:lang w:bidi="fa-IR"/>
        </w:rPr>
        <w:t xml:space="preserve">ی </w:t>
      </w:r>
      <w:r w:rsidR="00366A7F" w:rsidRPr="00366A7F">
        <w:rPr>
          <w:rStyle w:val="libAlaemChar"/>
          <w:rtl/>
        </w:rPr>
        <w:t>عليها‌السلام‌</w:t>
      </w:r>
      <w:r w:rsidR="00E8659C" w:rsidRPr="00E8659C">
        <w:rPr>
          <w:rtl/>
          <w:lang w:bidi="fa-IR"/>
        </w:rPr>
        <w:t xml:space="preserve"> بود امام جواد </w:t>
      </w:r>
      <w:r w:rsidR="00366A7F" w:rsidRPr="00366A7F">
        <w:rPr>
          <w:rStyle w:val="libAlaemChar"/>
          <w:rtl/>
        </w:rPr>
        <w:t>عليها‌السلام‌</w:t>
      </w:r>
      <w:r w:rsidR="00E8659C" w:rsidRPr="00E8659C">
        <w:rPr>
          <w:rtl/>
          <w:lang w:bidi="fa-IR"/>
        </w:rPr>
        <w:t xml:space="preserve"> را درعداد ده تن از فرزندان ابوطالب </w:t>
      </w:r>
      <w:r w:rsidR="00366A7F" w:rsidRPr="00366A7F">
        <w:rPr>
          <w:rStyle w:val="libAlaemChar"/>
          <w:rtl/>
        </w:rPr>
        <w:t>عليها‌السلام‌</w:t>
      </w:r>
      <w:r w:rsidR="00E8659C" w:rsidRPr="00E8659C">
        <w:rPr>
          <w:rtl/>
          <w:lang w:bidi="fa-IR"/>
        </w:rPr>
        <w:t xml:space="preserve"> م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شمارد كه دربار</w:t>
      </w:r>
      <w:r w:rsidR="00BB00AB">
        <w:rPr>
          <w:rtl/>
          <w:lang w:bidi="fa-IR"/>
        </w:rPr>
        <w:t>ه</w:t>
      </w:r>
      <w:r w:rsidR="00E8659C" w:rsidRPr="00E8659C">
        <w:rPr>
          <w:rtl/>
          <w:lang w:bidi="fa-IR"/>
        </w:rPr>
        <w:t xml:space="preserve"> آنان</w:t>
      </w:r>
      <w:r w:rsidR="00FD32FE">
        <w:rPr>
          <w:rFonts w:hint="cs"/>
          <w:rtl/>
          <w:lang w:bidi="fa-IR"/>
        </w:rPr>
        <w:t xml:space="preserve"> </w:t>
      </w:r>
      <w:r w:rsidR="00E8659C" w:rsidRPr="00E8659C">
        <w:rPr>
          <w:rtl/>
          <w:lang w:bidi="fa-IR"/>
        </w:rPr>
        <w:t>چنين گفته است</w:t>
      </w:r>
      <w:r w:rsidR="004851C8">
        <w:rPr>
          <w:rtl/>
          <w:lang w:bidi="fa-IR"/>
        </w:rPr>
        <w:t>.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هر يك از آنان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عالم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زاهد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عابد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شجاع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بخشنده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پاك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وپاك</w:t>
      </w:r>
      <w:r w:rsidR="00FD32FE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نهاد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برخ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آنان خليفه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برخ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ديگر نامزد خلافت بودند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تا ده تن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هريك فرزند ديگر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است و آنان عبارتند از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حسن بن عل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بن محمد بن عل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بن موس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بن جعفر</w:t>
      </w:r>
      <w:r w:rsidR="00FD32FE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بن محمد بن عل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بن الحسين بن عل</w:t>
      </w:r>
      <w:r w:rsidR="00F456F0">
        <w:rPr>
          <w:rtl/>
          <w:lang w:bidi="fa-IR"/>
        </w:rPr>
        <w:t xml:space="preserve">ی </w:t>
      </w:r>
      <w:r w:rsidR="00366A7F" w:rsidRPr="00366A7F">
        <w:rPr>
          <w:rStyle w:val="libAlaemChar"/>
          <w:rtl/>
        </w:rPr>
        <w:t>عليها‌السلام‌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هيچ يك از خاندان</w:t>
      </w:r>
      <w:r w:rsidR="00FD32FE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عرب و عجم دارا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چنين نسب</w:t>
      </w:r>
      <w:r w:rsidR="00FD32FE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شريف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نيستند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506E9B" w:rsidRPr="006249D9">
        <w:rPr>
          <w:rStyle w:val="libFootnotenumChar"/>
          <w:rtl/>
        </w:rPr>
        <w:t>66</w:t>
      </w:r>
      <w:r w:rsidRPr="006249D9">
        <w:rPr>
          <w:rStyle w:val="libFootnotenumChar"/>
          <w:rtl/>
        </w:rPr>
        <w:t>)</w:t>
      </w:r>
    </w:p>
    <w:p w:rsidR="006B19FB" w:rsidRDefault="005631DD" w:rsidP="00E8659C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</w:t>
      </w:r>
      <w:r w:rsidR="00E8659C" w:rsidRPr="00FD32FE">
        <w:rPr>
          <w:rStyle w:val="libBold1Char"/>
          <w:rtl/>
        </w:rPr>
        <w:t>سبط بن جوز</w:t>
      </w:r>
      <w:r w:rsidR="00F456F0" w:rsidRPr="00FD32FE">
        <w:rPr>
          <w:rStyle w:val="libBold1Char"/>
          <w:rtl/>
        </w:rPr>
        <w:t>ی</w:t>
      </w:r>
      <w:r w:rsidR="00F456F0">
        <w:rPr>
          <w:rtl/>
          <w:lang w:bidi="fa-IR"/>
        </w:rPr>
        <w:t xml:space="preserve"> </w:t>
      </w:r>
      <w:r w:rsidR="00E8659C" w:rsidRPr="00E8659C">
        <w:rPr>
          <w:rtl/>
          <w:lang w:bidi="fa-IR"/>
        </w:rPr>
        <w:t>(</w:t>
      </w:r>
      <w:r w:rsidR="00506E9B">
        <w:rPr>
          <w:rtl/>
          <w:lang w:bidi="fa-IR"/>
        </w:rPr>
        <w:t>5</w:t>
      </w:r>
      <w:r w:rsidR="00A35C10">
        <w:rPr>
          <w:rtl/>
          <w:lang w:bidi="fa-IR"/>
        </w:rPr>
        <w:t>8</w:t>
      </w:r>
      <w:r w:rsidR="00256F60">
        <w:rPr>
          <w:rtl/>
          <w:lang w:bidi="fa-IR"/>
        </w:rPr>
        <w:t>1</w:t>
      </w:r>
      <w:r w:rsidR="00E8659C" w:rsidRPr="00E8659C">
        <w:rPr>
          <w:rtl/>
          <w:lang w:bidi="fa-IR"/>
        </w:rPr>
        <w:t xml:space="preserve"> - </w:t>
      </w:r>
      <w:r w:rsidR="00506E9B">
        <w:rPr>
          <w:rtl/>
          <w:lang w:bidi="fa-IR"/>
        </w:rPr>
        <w:t>654</w:t>
      </w:r>
      <w:r w:rsidR="00E8659C" w:rsidRPr="00E8659C">
        <w:rPr>
          <w:rtl/>
          <w:lang w:bidi="fa-IR"/>
        </w:rPr>
        <w:t>)</w:t>
      </w:r>
      <w:r w:rsidR="004851C8">
        <w:rPr>
          <w:rtl/>
          <w:lang w:bidi="fa-IR"/>
        </w:rPr>
        <w:t>.</w:t>
      </w:r>
    </w:p>
    <w:p w:rsidR="006B19FB" w:rsidRDefault="00FA474B" w:rsidP="00E8659C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</w:t>
      </w:r>
      <w:r w:rsidR="00E8659C" w:rsidRPr="006B19FB">
        <w:rPr>
          <w:rStyle w:val="libBold1Char"/>
          <w:rtl/>
        </w:rPr>
        <w:t>محمد بن طلحه</w:t>
      </w:r>
      <w:r w:rsidR="006B19FB" w:rsidRPr="006B19FB">
        <w:rPr>
          <w:rStyle w:val="libBold1Char"/>
          <w:rFonts w:hint="cs"/>
          <w:rtl/>
        </w:rPr>
        <w:t xml:space="preserve"> </w:t>
      </w:r>
      <w:r w:rsidR="00E8659C" w:rsidRPr="006B19FB">
        <w:rPr>
          <w:rStyle w:val="libBold1Char"/>
          <w:rtl/>
        </w:rPr>
        <w:t>شافع</w:t>
      </w:r>
      <w:r w:rsidR="00F456F0" w:rsidRPr="006B19FB">
        <w:rPr>
          <w:rStyle w:val="libBold1Char"/>
          <w:rtl/>
        </w:rPr>
        <w:t>ی</w:t>
      </w:r>
      <w:r w:rsidR="00F456F0">
        <w:rPr>
          <w:rtl/>
          <w:lang w:bidi="fa-IR"/>
        </w:rPr>
        <w:t xml:space="preserve"> </w:t>
      </w:r>
      <w:r w:rsidR="00E8659C" w:rsidRPr="00E8659C">
        <w:rPr>
          <w:rtl/>
          <w:lang w:bidi="fa-IR"/>
        </w:rPr>
        <w:t>(</w:t>
      </w:r>
      <w:r w:rsidR="00506E9B">
        <w:rPr>
          <w:rtl/>
          <w:lang w:bidi="fa-IR"/>
        </w:rPr>
        <w:t>5</w:t>
      </w:r>
      <w:r w:rsidR="00A35C10">
        <w:rPr>
          <w:rtl/>
          <w:lang w:bidi="fa-IR"/>
        </w:rPr>
        <w:t>8</w:t>
      </w:r>
      <w:r w:rsidR="005631DD">
        <w:rPr>
          <w:rtl/>
          <w:lang w:bidi="fa-IR"/>
        </w:rPr>
        <w:t>2</w:t>
      </w:r>
      <w:r w:rsidR="00E8659C" w:rsidRPr="00E8659C">
        <w:rPr>
          <w:rtl/>
          <w:lang w:bidi="fa-IR"/>
        </w:rPr>
        <w:t xml:space="preserve"> - </w:t>
      </w:r>
      <w:r w:rsidR="00506E9B">
        <w:rPr>
          <w:rtl/>
          <w:lang w:bidi="fa-IR"/>
        </w:rPr>
        <w:t>65</w:t>
      </w:r>
      <w:r w:rsidR="005631DD">
        <w:rPr>
          <w:rtl/>
          <w:lang w:bidi="fa-IR"/>
        </w:rPr>
        <w:t>2</w:t>
      </w:r>
      <w:r w:rsidR="00E8659C" w:rsidRPr="00E8659C">
        <w:rPr>
          <w:rtl/>
          <w:lang w:bidi="fa-IR"/>
        </w:rPr>
        <w:t xml:space="preserve"> ه‍)</w:t>
      </w:r>
      <w:r w:rsidR="004851C8">
        <w:rPr>
          <w:rtl/>
          <w:lang w:bidi="fa-IR"/>
        </w:rPr>
        <w:t>:</w:t>
      </w:r>
      <w:r w:rsidR="00E8659C" w:rsidRPr="00E8659C">
        <w:rPr>
          <w:rtl/>
          <w:lang w:bidi="fa-IR"/>
        </w:rPr>
        <w:t xml:space="preserve"> صاحب كتاب مطالب السؤل ف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مناقب آل الرسول م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گويد</w:t>
      </w:r>
      <w:r w:rsidR="004851C8">
        <w:rPr>
          <w:rtl/>
          <w:lang w:bidi="fa-IR"/>
        </w:rPr>
        <w:t>:</w:t>
      </w:r>
      <w:r w:rsidR="00F67A8E">
        <w:rPr>
          <w:rFonts w:hint="cs"/>
          <w:rtl/>
          <w:lang w:bidi="fa-IR"/>
        </w:rPr>
        <w:t xml:space="preserve"> </w:t>
      </w:r>
      <w:r w:rsidR="00E8659C" w:rsidRPr="00E8659C">
        <w:rPr>
          <w:rtl/>
          <w:lang w:bidi="fa-IR"/>
        </w:rPr>
        <w:t>اين محمد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ابوجعفر ثان</w:t>
      </w:r>
      <w:r w:rsidR="00F456F0">
        <w:rPr>
          <w:rtl/>
          <w:lang w:bidi="fa-IR"/>
        </w:rPr>
        <w:t xml:space="preserve">ی </w:t>
      </w:r>
      <w:r w:rsidR="00366A7F" w:rsidRPr="00366A7F">
        <w:rPr>
          <w:rStyle w:val="libAlaemChar"/>
          <w:rtl/>
        </w:rPr>
        <w:t>عليها‌السلام‌</w:t>
      </w:r>
      <w:r w:rsidR="00E8659C" w:rsidRPr="00E8659C">
        <w:rPr>
          <w:rtl/>
          <w:lang w:bidi="fa-IR"/>
        </w:rPr>
        <w:t xml:space="preserve"> است و در ميان پدرانش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ابو</w:t>
      </w:r>
      <w:r w:rsidR="006B19FB">
        <w:rPr>
          <w:rFonts w:hint="cs"/>
          <w:rtl/>
          <w:lang w:bidi="fa-IR"/>
        </w:rPr>
        <w:t xml:space="preserve"> </w:t>
      </w:r>
      <w:r w:rsidR="00E8659C" w:rsidRPr="00E8659C">
        <w:rPr>
          <w:rtl/>
          <w:lang w:bidi="fa-IR"/>
        </w:rPr>
        <w:t>جعفرنخستين محمد مشخص نشد و او باقر بن عل</w:t>
      </w:r>
      <w:r w:rsidR="00F456F0">
        <w:rPr>
          <w:rtl/>
          <w:lang w:bidi="fa-IR"/>
        </w:rPr>
        <w:t xml:space="preserve">ی </w:t>
      </w:r>
      <w:r w:rsidR="00366A7F" w:rsidRPr="00366A7F">
        <w:rPr>
          <w:rStyle w:val="libAlaemChar"/>
          <w:rtl/>
        </w:rPr>
        <w:t>عليها‌السلام‌</w:t>
      </w:r>
      <w:r w:rsidR="00E8659C" w:rsidRPr="00E8659C">
        <w:rPr>
          <w:rtl/>
          <w:lang w:bidi="fa-IR"/>
        </w:rPr>
        <w:t xml:space="preserve"> است</w:t>
      </w:r>
      <w:r w:rsidR="004851C8">
        <w:rPr>
          <w:rtl/>
          <w:lang w:bidi="fa-IR"/>
        </w:rPr>
        <w:t>.</w:t>
      </w:r>
    </w:p>
    <w:p w:rsidR="006B19FB" w:rsidRDefault="00E8659C" w:rsidP="006B19FB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 xml:space="preserve">حضرت جواد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همنام امام باقر و هم كنيه او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نام پدرش مانند نام پدر امام</w:t>
      </w:r>
      <w:r w:rsidR="006B19FB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 xml:space="preserve">باقر </w:t>
      </w:r>
      <w:r w:rsidR="00366A7F" w:rsidRPr="00366A7F">
        <w:rPr>
          <w:rStyle w:val="libAlaemChar"/>
          <w:rtl/>
        </w:rPr>
        <w:t>عليها‌السلام‌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عل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است</w:t>
      </w:r>
      <w:r w:rsidR="004851C8">
        <w:rPr>
          <w:rtl/>
          <w:lang w:bidi="fa-IR"/>
        </w:rPr>
        <w:t>.</w:t>
      </w:r>
    </w:p>
    <w:p w:rsidR="00E8659C" w:rsidRPr="00E8659C" w:rsidRDefault="00E8659C" w:rsidP="006B19FB">
      <w:pPr>
        <w:pStyle w:val="libNormal"/>
        <w:rPr>
          <w:lang w:bidi="fa-IR"/>
        </w:rPr>
      </w:pPr>
      <w:r w:rsidRPr="00E8659C">
        <w:rPr>
          <w:rtl/>
          <w:lang w:bidi="fa-IR"/>
        </w:rPr>
        <w:t>و برا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اين كه شناخته شود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به ابوجعفرثان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معروف شده است 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اگر چه از لحاظ سن كوچك بود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لحاظ ميزان شخصيت</w:t>
      </w:r>
      <w:r w:rsidR="006B19FB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بزرگ و موقعيتش بلند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مناقب و فضائل او فراوان است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506E9B" w:rsidRPr="006249D9">
        <w:rPr>
          <w:rStyle w:val="libFootnotenumChar"/>
          <w:rtl/>
        </w:rPr>
        <w:t>67</w:t>
      </w:r>
      <w:r w:rsidRPr="006249D9">
        <w:rPr>
          <w:rStyle w:val="libFootnotenumChar"/>
          <w:rtl/>
        </w:rPr>
        <w:t>)</w:t>
      </w:r>
    </w:p>
    <w:p w:rsidR="00F67A8E" w:rsidRDefault="00506E9B" w:rsidP="00DA5B88">
      <w:pPr>
        <w:pStyle w:val="libNormal"/>
        <w:rPr>
          <w:rtl/>
          <w:lang w:bidi="fa-IR"/>
        </w:rPr>
      </w:pPr>
      <w:r>
        <w:rPr>
          <w:rtl/>
          <w:lang w:bidi="fa-IR"/>
        </w:rPr>
        <w:t>4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</w:t>
      </w:r>
      <w:r w:rsidR="00E8659C" w:rsidRPr="006B19FB">
        <w:rPr>
          <w:rStyle w:val="libBold1Char"/>
          <w:rtl/>
        </w:rPr>
        <w:t>شبلنج</w:t>
      </w:r>
      <w:r w:rsidR="00F456F0" w:rsidRPr="006B19FB">
        <w:rPr>
          <w:rStyle w:val="libBold1Char"/>
          <w:rtl/>
        </w:rPr>
        <w:t xml:space="preserve">ی </w:t>
      </w:r>
      <w:r w:rsidR="00E8659C" w:rsidRPr="006B19FB">
        <w:rPr>
          <w:rStyle w:val="libBold1Char"/>
          <w:rtl/>
        </w:rPr>
        <w:t>شافع</w:t>
      </w:r>
      <w:r w:rsidR="00F456F0" w:rsidRPr="006B19FB">
        <w:rPr>
          <w:rStyle w:val="libBold1Char"/>
          <w:rtl/>
        </w:rPr>
        <w:t>ی</w:t>
      </w:r>
      <w:r w:rsidR="00F456F0">
        <w:rPr>
          <w:rtl/>
          <w:lang w:bidi="fa-IR"/>
        </w:rPr>
        <w:t xml:space="preserve"> </w:t>
      </w:r>
      <w:r w:rsidR="00E8659C" w:rsidRPr="00E8659C">
        <w:rPr>
          <w:rtl/>
          <w:lang w:bidi="fa-IR"/>
        </w:rPr>
        <w:t>(از علما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قرن سيزدهم)</w:t>
      </w:r>
      <w:r w:rsidR="004851C8">
        <w:rPr>
          <w:rtl/>
          <w:lang w:bidi="fa-IR"/>
        </w:rPr>
        <w:t>:</w:t>
      </w:r>
      <w:r w:rsidR="00E8659C" w:rsidRPr="00E8659C">
        <w:rPr>
          <w:rtl/>
          <w:lang w:bidi="fa-IR"/>
        </w:rPr>
        <w:t xml:space="preserve"> مؤلف كتاب </w:t>
      </w:r>
      <w:r w:rsidR="006B19FB">
        <w:rPr>
          <w:rFonts w:hint="cs"/>
          <w:rtl/>
          <w:lang w:bidi="fa-IR"/>
        </w:rPr>
        <w:t>«</w:t>
      </w:r>
      <w:r w:rsidR="00E8659C" w:rsidRPr="00E8659C">
        <w:rPr>
          <w:rtl/>
          <w:lang w:bidi="fa-IR"/>
        </w:rPr>
        <w:t>نور الأبصار ف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مناقب آل بيت النب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المختار</w:t>
      </w:r>
      <w:r w:rsidR="004851C8">
        <w:rPr>
          <w:rtl/>
          <w:lang w:bidi="fa-IR"/>
        </w:rPr>
        <w:t>.</w:t>
      </w:r>
      <w:r w:rsidR="006B19FB">
        <w:rPr>
          <w:rFonts w:hint="cs"/>
          <w:rtl/>
          <w:lang w:bidi="fa-IR"/>
        </w:rPr>
        <w:t>»</w:t>
      </w:r>
      <w:r w:rsidR="00E8659C" w:rsidRPr="00E8659C">
        <w:rPr>
          <w:rtl/>
          <w:lang w:bidi="fa-IR"/>
        </w:rPr>
        <w:t xml:space="preserve"> ضمن بيان مطالب كتاب مطالب السؤ</w:t>
      </w:r>
      <w:r w:rsidR="006B19FB">
        <w:rPr>
          <w:rFonts w:hint="cs"/>
          <w:rtl/>
          <w:lang w:bidi="fa-IR"/>
        </w:rPr>
        <w:t>ا</w:t>
      </w:r>
      <w:r w:rsidR="00E8659C" w:rsidRPr="00E8659C">
        <w:rPr>
          <w:rtl/>
          <w:lang w:bidi="fa-IR"/>
        </w:rPr>
        <w:t>ل و ذكر نمونه</w:t>
      </w:r>
      <w:r w:rsidR="00164EC6">
        <w:rPr>
          <w:rtl/>
          <w:lang w:bidi="fa-IR"/>
        </w:rPr>
        <w:t xml:space="preserve"> ‌</w:t>
      </w:r>
      <w:r w:rsidR="00E8659C" w:rsidRPr="00E8659C">
        <w:rPr>
          <w:rtl/>
          <w:lang w:bidi="fa-IR"/>
        </w:rPr>
        <w:t>ها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ديگر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از كرامات</w:t>
      </w:r>
      <w:r w:rsidR="006B19FB">
        <w:rPr>
          <w:rFonts w:hint="cs"/>
          <w:rtl/>
          <w:lang w:bidi="fa-IR"/>
        </w:rPr>
        <w:t xml:space="preserve"> </w:t>
      </w:r>
      <w:r w:rsidR="00E8659C" w:rsidRPr="00E8659C">
        <w:rPr>
          <w:rtl/>
          <w:lang w:bidi="fa-IR"/>
        </w:rPr>
        <w:t xml:space="preserve">امام جواد </w:t>
      </w:r>
      <w:r w:rsidR="00366A7F" w:rsidRPr="00366A7F">
        <w:rPr>
          <w:rStyle w:val="libAlaemChar"/>
          <w:rtl/>
        </w:rPr>
        <w:t>عليها‌السلام‌</w:t>
      </w:r>
      <w:r w:rsidR="00E8659C" w:rsidRPr="00E8659C">
        <w:rPr>
          <w:rtl/>
          <w:lang w:bidi="fa-IR"/>
        </w:rPr>
        <w:t xml:space="preserve"> م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افزايد</w:t>
      </w:r>
      <w:r w:rsidR="004851C8">
        <w:rPr>
          <w:rtl/>
          <w:lang w:bidi="fa-IR"/>
        </w:rPr>
        <w:t>:</w:t>
      </w:r>
    </w:p>
    <w:p w:rsidR="00E8659C" w:rsidRPr="00E8659C" w:rsidRDefault="00E8659C" w:rsidP="00DA5B88">
      <w:pPr>
        <w:pStyle w:val="libNormal"/>
        <w:rPr>
          <w:lang w:bidi="fa-IR"/>
        </w:rPr>
      </w:pPr>
      <w:r w:rsidRPr="00E8659C">
        <w:rPr>
          <w:rtl/>
          <w:lang w:bidi="fa-IR"/>
        </w:rPr>
        <w:lastRenderedPageBreak/>
        <w:t>مأمون پيوسته شيفته علم و اخلاق اوبود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زيرا با وجود كم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سن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فضل و علم و كمال عقل خود را به نحو شايسته 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نشانم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داد و بدين وسيله آثار عظمت خويش را آشكار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ساخت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از اين</w:t>
      </w:r>
      <w:r w:rsidR="00C32B27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رو تصميم به تزويج</w:t>
      </w:r>
      <w:r w:rsidR="00C32B27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دخترش ام الفضل</w:t>
      </w:r>
      <w:r w:rsidR="00DA5B88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با او گرفت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506E9B" w:rsidRPr="006249D9">
        <w:rPr>
          <w:rStyle w:val="libFootnotenumChar"/>
          <w:rtl/>
        </w:rPr>
        <w:t>6</w:t>
      </w:r>
      <w:r w:rsidR="00A35C10" w:rsidRPr="006249D9">
        <w:rPr>
          <w:rStyle w:val="libFootnotenumChar"/>
          <w:rtl/>
        </w:rPr>
        <w:t>8</w:t>
      </w:r>
      <w:r w:rsidRPr="006249D9">
        <w:rPr>
          <w:rStyle w:val="libFootnotenumChar"/>
          <w:rtl/>
        </w:rPr>
        <w:t>)</w:t>
      </w:r>
    </w:p>
    <w:p w:rsidR="00DA5B88" w:rsidRDefault="00506E9B" w:rsidP="00DA5B88">
      <w:pPr>
        <w:pStyle w:val="libNormal"/>
        <w:rPr>
          <w:rtl/>
          <w:lang w:bidi="fa-IR"/>
        </w:rPr>
      </w:pPr>
      <w:r>
        <w:rPr>
          <w:rtl/>
          <w:lang w:bidi="fa-IR"/>
        </w:rPr>
        <w:t>5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</w:t>
      </w:r>
      <w:r w:rsidR="00E8659C" w:rsidRPr="00DA5B88">
        <w:rPr>
          <w:rStyle w:val="libBold1Char"/>
          <w:rtl/>
        </w:rPr>
        <w:t>ابن صباغ مالك</w:t>
      </w:r>
      <w:r w:rsidR="00F456F0" w:rsidRPr="00DA5B88">
        <w:rPr>
          <w:rStyle w:val="libBold1Char"/>
          <w:rtl/>
        </w:rPr>
        <w:t>ی</w:t>
      </w:r>
      <w:r w:rsidR="00F456F0">
        <w:rPr>
          <w:rtl/>
          <w:lang w:bidi="fa-IR"/>
        </w:rPr>
        <w:t xml:space="preserve"> </w:t>
      </w:r>
      <w:r w:rsidR="00E8659C" w:rsidRPr="00E8659C">
        <w:rPr>
          <w:rtl/>
          <w:lang w:bidi="fa-IR"/>
        </w:rPr>
        <w:t xml:space="preserve">(م </w:t>
      </w:r>
      <w:r w:rsidR="00A35C10">
        <w:rPr>
          <w:rtl/>
          <w:lang w:bidi="fa-IR"/>
        </w:rPr>
        <w:t>8</w:t>
      </w:r>
      <w:r>
        <w:rPr>
          <w:rtl/>
          <w:lang w:bidi="fa-IR"/>
        </w:rPr>
        <w:t>57</w:t>
      </w:r>
      <w:r w:rsidR="00E8659C" w:rsidRPr="00E8659C">
        <w:rPr>
          <w:rtl/>
          <w:lang w:bidi="fa-IR"/>
        </w:rPr>
        <w:t xml:space="preserve"> ه‍)</w:t>
      </w:r>
      <w:r w:rsidR="004851C8">
        <w:rPr>
          <w:rtl/>
          <w:lang w:bidi="fa-IR"/>
        </w:rPr>
        <w:t>:</w:t>
      </w:r>
      <w:r w:rsidR="00E8659C" w:rsidRPr="00E8659C">
        <w:rPr>
          <w:rtl/>
          <w:lang w:bidi="fa-IR"/>
        </w:rPr>
        <w:t xml:space="preserve"> ازعلما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بزرگ مذهب مالك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مؤلف كتاب </w:t>
      </w:r>
      <w:r w:rsidR="00DA5B88">
        <w:rPr>
          <w:rFonts w:hint="cs"/>
          <w:rtl/>
          <w:lang w:bidi="fa-IR"/>
        </w:rPr>
        <w:t>«</w:t>
      </w:r>
      <w:r w:rsidR="00E8659C" w:rsidRPr="00E8659C">
        <w:rPr>
          <w:rtl/>
          <w:lang w:bidi="fa-IR"/>
        </w:rPr>
        <w:t>الفصول المهمة ف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معرفة أحوال الأئمة</w:t>
      </w:r>
      <w:r w:rsidR="00DA5B88">
        <w:rPr>
          <w:rFonts w:hint="cs"/>
          <w:rtl/>
          <w:lang w:bidi="fa-IR"/>
        </w:rPr>
        <w:t xml:space="preserve">» </w:t>
      </w:r>
      <w:r w:rsidR="00E8659C" w:rsidRPr="00E8659C">
        <w:rPr>
          <w:rtl/>
          <w:lang w:bidi="fa-IR"/>
        </w:rPr>
        <w:t>دربار</w:t>
      </w:r>
      <w:r w:rsidR="00BB00AB">
        <w:rPr>
          <w:rtl/>
          <w:lang w:bidi="fa-IR"/>
        </w:rPr>
        <w:t>ه</w:t>
      </w:r>
      <w:r w:rsidR="00E8659C" w:rsidRPr="00E8659C">
        <w:rPr>
          <w:rtl/>
          <w:lang w:bidi="fa-IR"/>
        </w:rPr>
        <w:t xml:space="preserve"> امام جواد </w:t>
      </w:r>
      <w:r w:rsidR="00366A7F" w:rsidRPr="00366A7F">
        <w:rPr>
          <w:rStyle w:val="libAlaemChar"/>
          <w:rtl/>
        </w:rPr>
        <w:t>عليها‌السلام‌</w:t>
      </w:r>
      <w:r w:rsidR="00E8659C" w:rsidRPr="00E8659C">
        <w:rPr>
          <w:rtl/>
          <w:lang w:bidi="fa-IR"/>
        </w:rPr>
        <w:t xml:space="preserve"> م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نويسد</w:t>
      </w:r>
      <w:r w:rsidR="004851C8">
        <w:rPr>
          <w:rtl/>
          <w:lang w:bidi="fa-IR"/>
        </w:rPr>
        <w:t>:</w:t>
      </w:r>
      <w:r w:rsidR="00E8659C" w:rsidRPr="00E8659C">
        <w:rPr>
          <w:rtl/>
          <w:lang w:bidi="fa-IR"/>
        </w:rPr>
        <w:t xml:space="preserve"> او ابوجعفر ثان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است به</w:t>
      </w:r>
      <w:r w:rsidR="00DA5B88">
        <w:rPr>
          <w:rFonts w:hint="cs"/>
          <w:rtl/>
          <w:lang w:bidi="fa-IR"/>
        </w:rPr>
        <w:t xml:space="preserve"> </w:t>
      </w:r>
      <w:r w:rsidR="00E8659C" w:rsidRPr="00E8659C">
        <w:rPr>
          <w:rtl/>
          <w:lang w:bidi="fa-IR"/>
        </w:rPr>
        <w:t xml:space="preserve">لحاظ اين كه امام محمد باقر </w:t>
      </w:r>
      <w:r w:rsidR="00366A7F" w:rsidRPr="00366A7F">
        <w:rPr>
          <w:rStyle w:val="libAlaemChar"/>
          <w:rtl/>
        </w:rPr>
        <w:t>عليها‌السلام‌</w:t>
      </w:r>
      <w:r w:rsidR="00E8659C" w:rsidRPr="00E8659C">
        <w:rPr>
          <w:rtl/>
          <w:lang w:bidi="fa-IR"/>
        </w:rPr>
        <w:t xml:space="preserve"> نيز مكن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به ابوجعفر و موسوم به</w:t>
      </w:r>
      <w:r w:rsidR="00DA5B88">
        <w:rPr>
          <w:rFonts w:hint="cs"/>
          <w:rtl/>
          <w:lang w:bidi="fa-IR"/>
        </w:rPr>
        <w:t xml:space="preserve"> </w:t>
      </w:r>
      <w:r w:rsidR="00E8659C" w:rsidRPr="00E8659C">
        <w:rPr>
          <w:rtl/>
          <w:lang w:bidi="fa-IR"/>
        </w:rPr>
        <w:t>محمد بود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بدين ترتيب اسم و كنيه حضرت جواد </w:t>
      </w:r>
      <w:r w:rsidR="00366A7F" w:rsidRPr="00366A7F">
        <w:rPr>
          <w:rStyle w:val="libAlaemChar"/>
          <w:rtl/>
        </w:rPr>
        <w:t>عليها‌السلام‌</w:t>
      </w:r>
      <w:r w:rsidR="00E8659C" w:rsidRPr="00E8659C">
        <w:rPr>
          <w:rtl/>
          <w:lang w:bidi="fa-IR"/>
        </w:rPr>
        <w:t xml:space="preserve"> با جدش حضرت</w:t>
      </w:r>
      <w:r w:rsidR="00DA5B88">
        <w:rPr>
          <w:rFonts w:hint="cs"/>
          <w:rtl/>
          <w:lang w:bidi="fa-IR"/>
        </w:rPr>
        <w:t xml:space="preserve"> </w:t>
      </w:r>
      <w:r w:rsidR="00E8659C" w:rsidRPr="00E8659C">
        <w:rPr>
          <w:rtl/>
          <w:lang w:bidi="fa-IR"/>
        </w:rPr>
        <w:t xml:space="preserve">باقر </w:t>
      </w:r>
      <w:r w:rsidR="00366A7F" w:rsidRPr="00366A7F">
        <w:rPr>
          <w:rStyle w:val="libAlaemChar"/>
          <w:rtl/>
        </w:rPr>
        <w:t>عليها‌السلام‌</w:t>
      </w:r>
      <w:r w:rsidR="00E8659C" w:rsidRPr="00E8659C">
        <w:rPr>
          <w:rtl/>
          <w:lang w:bidi="fa-IR"/>
        </w:rPr>
        <w:t xml:space="preserve"> يكسان بود و لذا حضرت جواد </w:t>
      </w:r>
      <w:r w:rsidR="00366A7F" w:rsidRPr="00366A7F">
        <w:rPr>
          <w:rStyle w:val="libAlaemChar"/>
          <w:rtl/>
        </w:rPr>
        <w:t>عليها‌السلام‌</w:t>
      </w:r>
      <w:r w:rsidR="00E8659C" w:rsidRPr="00E8659C">
        <w:rPr>
          <w:rtl/>
          <w:lang w:bidi="fa-IR"/>
        </w:rPr>
        <w:t xml:space="preserve"> به</w:t>
      </w:r>
      <w:r w:rsidR="00DA5B88">
        <w:rPr>
          <w:rFonts w:hint="cs"/>
          <w:rtl/>
          <w:lang w:bidi="fa-IR"/>
        </w:rPr>
        <w:t xml:space="preserve"> </w:t>
      </w:r>
      <w:r w:rsidR="00E8659C" w:rsidRPr="00E8659C">
        <w:rPr>
          <w:rtl/>
          <w:lang w:bidi="fa-IR"/>
        </w:rPr>
        <w:t>ابوجعفر الثان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شناخته م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شد اگر چه او خرد سال بود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ول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قدر و منزلتش بسيار بزرگ و و الا بود</w:t>
      </w:r>
      <w:r w:rsidR="004851C8">
        <w:rPr>
          <w:rtl/>
          <w:lang w:bidi="fa-IR"/>
        </w:rPr>
        <w:t>.</w:t>
      </w:r>
    </w:p>
    <w:p w:rsidR="004022DA" w:rsidRDefault="00E8659C" w:rsidP="00DA5B88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پس از پدرش عل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بن موس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الرضا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طبق وصيت او عهده دار امر امامت شد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كما اين كه جمع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عدو</w:t>
      </w:r>
      <w:r w:rsidR="00643990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لموثقين به اين موضوع خبر داده اند</w:t>
      </w:r>
      <w:r w:rsidR="004851C8">
        <w:rPr>
          <w:rtl/>
          <w:lang w:bidi="fa-IR"/>
        </w:rPr>
        <w:t>.</w:t>
      </w:r>
    </w:p>
    <w:p w:rsidR="004B731B" w:rsidRDefault="00E8659C" w:rsidP="004022DA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چنان كه صفوان بن يحي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روايت كرده است كه به حضرت رضا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عرض</w:t>
      </w:r>
      <w:r w:rsidR="004022DA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كردم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پيش از آن كه خداوند ابوجعفر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را به شما عطا كند</w:t>
      </w:r>
      <w:r w:rsidR="004851C8">
        <w:rPr>
          <w:rtl/>
          <w:lang w:bidi="fa-IR"/>
        </w:rPr>
        <w:t>،</w:t>
      </w:r>
      <w:r w:rsidR="004022DA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 xml:space="preserve">از شما (راجع به امام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پس از خود)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پرسيديم و</w:t>
      </w:r>
      <w:r w:rsidR="004022DA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شما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فرموديد كه خداوند به من پسر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خواهد داد و اكنون خداوند اين پسر را به شما داده</w:t>
      </w:r>
      <w:r w:rsidR="00F67A8E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است و ديدگان ما را به واسطه او روشن كرده است و خدا روز مرگ تو را برا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ما پيش</w:t>
      </w:r>
      <w:r w:rsidR="004022DA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نياورد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اگر خدا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نكرده چنين پيش آمد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رخ داد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به چه كس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پناه ببريم</w:t>
      </w:r>
      <w:r w:rsidR="004851C8">
        <w:rPr>
          <w:rtl/>
          <w:lang w:bidi="fa-IR"/>
        </w:rPr>
        <w:t>؟</w:t>
      </w:r>
    </w:p>
    <w:p w:rsidR="00E8659C" w:rsidRPr="00E8659C" w:rsidRDefault="00E8659C" w:rsidP="004022DA">
      <w:pPr>
        <w:pStyle w:val="libNormal"/>
        <w:rPr>
          <w:lang w:bidi="fa-IR"/>
        </w:rPr>
      </w:pPr>
      <w:r w:rsidRPr="00E8659C">
        <w:rPr>
          <w:rtl/>
          <w:lang w:bidi="fa-IR"/>
        </w:rPr>
        <w:t>با دست خودبه أب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جعفر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اشاره كرد كه در پيش رو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او ايستاده بود</w:t>
      </w:r>
      <w:r w:rsidR="004851C8">
        <w:rPr>
          <w:rtl/>
          <w:lang w:bidi="fa-IR"/>
        </w:rPr>
        <w:t>.</w:t>
      </w:r>
      <w:r w:rsidR="004B731B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عرض كردم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قربانت گردم ابوجعفر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كودك خردسال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بيش نيست و فقط</w:t>
      </w:r>
      <w:r w:rsidR="004B731B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سه سال از عمرش گذشته است</w:t>
      </w:r>
      <w:r w:rsidR="004851C8">
        <w:rPr>
          <w:rtl/>
          <w:lang w:bidi="fa-IR"/>
        </w:rPr>
        <w:t>؟</w:t>
      </w:r>
      <w:r w:rsidRPr="00E8659C">
        <w:rPr>
          <w:rtl/>
          <w:lang w:bidi="fa-IR"/>
        </w:rPr>
        <w:t xml:space="preserve"> فرمودند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خردسال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او چه زيان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به امامت او دارد</w:t>
      </w:r>
      <w:r w:rsidR="004851C8">
        <w:rPr>
          <w:rtl/>
          <w:lang w:bidi="fa-IR"/>
        </w:rPr>
        <w:t>؟</w:t>
      </w:r>
      <w:r w:rsidRPr="00E8659C">
        <w:rPr>
          <w:rtl/>
          <w:lang w:bidi="fa-IR"/>
        </w:rPr>
        <w:t xml:space="preserve"> عيس</w:t>
      </w:r>
      <w:r w:rsidR="00F456F0">
        <w:rPr>
          <w:rtl/>
          <w:lang w:bidi="fa-IR"/>
        </w:rPr>
        <w:t xml:space="preserve">ی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در حال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حت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سه سال هم نداشت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پيامبر و حجت خدا برا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مردمشد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506E9B" w:rsidRPr="006249D9">
        <w:rPr>
          <w:rStyle w:val="libFootnotenumChar"/>
          <w:rtl/>
        </w:rPr>
        <w:t>6</w:t>
      </w:r>
      <w:r w:rsidR="003D2C90" w:rsidRPr="006249D9">
        <w:rPr>
          <w:rStyle w:val="libFootnotenumChar"/>
          <w:rtl/>
        </w:rPr>
        <w:t>9</w:t>
      </w:r>
      <w:r w:rsidRPr="006249D9">
        <w:rPr>
          <w:rStyle w:val="libFootnotenumChar"/>
          <w:rtl/>
        </w:rPr>
        <w:t>)</w:t>
      </w:r>
    </w:p>
    <w:p w:rsidR="00A36AC5" w:rsidRDefault="00E8659C" w:rsidP="00A36AC5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جيران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نيز از پدرش روايت كرده است كه گفت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در خراسان خدمت</w:t>
      </w:r>
      <w:r w:rsidR="00A36AC5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 xml:space="preserve">امام رضا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ايستاده بودم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كس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به آن حضرت عرض كرد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سرور من</w:t>
      </w:r>
      <w:r w:rsidR="00E12C63">
        <w:rPr>
          <w:rtl/>
          <w:lang w:bidi="fa-IR"/>
        </w:rPr>
        <w:t>!</w:t>
      </w:r>
      <w:r w:rsidR="00A36AC5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اگر پيش آمد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شما رخ داد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به چه كس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پناه ببريم</w:t>
      </w:r>
      <w:r w:rsidR="004851C8">
        <w:rPr>
          <w:rtl/>
          <w:lang w:bidi="fa-IR"/>
        </w:rPr>
        <w:t>؟</w:t>
      </w:r>
      <w:r w:rsidRPr="00E8659C">
        <w:rPr>
          <w:rtl/>
          <w:lang w:bidi="fa-IR"/>
        </w:rPr>
        <w:t xml:space="preserve"> فرمود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به فرزندم ابوجعفر </w:t>
      </w:r>
      <w:r w:rsidR="00366A7F" w:rsidRPr="00366A7F">
        <w:rPr>
          <w:rStyle w:val="libAlaemChar"/>
          <w:rtl/>
        </w:rPr>
        <w:t>عليها‌السلام‌</w:t>
      </w:r>
      <w:r w:rsidR="004851C8">
        <w:rPr>
          <w:rtl/>
          <w:lang w:bidi="fa-IR"/>
        </w:rPr>
        <w:t>.</w:t>
      </w:r>
    </w:p>
    <w:p w:rsidR="00E8659C" w:rsidRPr="00E8659C" w:rsidRDefault="00E8659C" w:rsidP="00A36AC5">
      <w:pPr>
        <w:pStyle w:val="libNormal"/>
        <w:rPr>
          <w:lang w:bidi="fa-IR"/>
        </w:rPr>
      </w:pPr>
      <w:r w:rsidRPr="00E8659C">
        <w:rPr>
          <w:rtl/>
          <w:lang w:bidi="fa-IR"/>
        </w:rPr>
        <w:lastRenderedPageBreak/>
        <w:t xml:space="preserve">گويا آن شخص سن ابوجعفر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را كم دانست وتعجب كرد كه چگونه با اين سن كم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تواند رهبر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شيعيان را به عهده بگيرد</w:t>
      </w:r>
      <w:r w:rsidR="004851C8">
        <w:rPr>
          <w:rtl/>
          <w:lang w:bidi="fa-IR"/>
        </w:rPr>
        <w:t>؟</w:t>
      </w:r>
      <w:r w:rsidRPr="00E8659C">
        <w:rPr>
          <w:rtl/>
          <w:lang w:bidi="fa-IR"/>
        </w:rPr>
        <w:t xml:space="preserve"> حضرت</w:t>
      </w:r>
      <w:r w:rsidR="00A36AC5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 xml:space="preserve">رضا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فرمود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خدا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سبحان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عيس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بن مريم را با شريعت و دين</w:t>
      </w:r>
      <w:r w:rsidR="00A36AC5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جديد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به رسالت و نبوت از طرف خود برانگيخت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در حال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سن او كمتر از سن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بود كه</w:t>
      </w:r>
      <w:r w:rsidR="00A36AC5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 xml:space="preserve">ابوجعفر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دارد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506E9B" w:rsidRPr="006249D9">
        <w:rPr>
          <w:rStyle w:val="libFootnotenumChar"/>
          <w:rtl/>
        </w:rPr>
        <w:t>7</w:t>
      </w:r>
      <w:r w:rsidR="009072C7" w:rsidRPr="006249D9">
        <w:rPr>
          <w:rStyle w:val="libFootnotenumChar"/>
          <w:rtl/>
        </w:rPr>
        <w:t>0</w:t>
      </w:r>
      <w:r w:rsidRPr="006249D9">
        <w:rPr>
          <w:rStyle w:val="libFootnotenumChar"/>
          <w:rtl/>
        </w:rPr>
        <w:t>)</w:t>
      </w:r>
    </w:p>
    <w:p w:rsidR="00771048" w:rsidRDefault="00506E9B" w:rsidP="00E8659C">
      <w:pPr>
        <w:pStyle w:val="libNormal"/>
        <w:rPr>
          <w:rtl/>
          <w:lang w:bidi="fa-IR"/>
        </w:rPr>
      </w:pPr>
      <w:r>
        <w:rPr>
          <w:rtl/>
          <w:lang w:bidi="fa-IR"/>
        </w:rPr>
        <w:t>6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</w:t>
      </w:r>
      <w:r w:rsidR="00E8659C" w:rsidRPr="00771048">
        <w:rPr>
          <w:rStyle w:val="libBold1Char"/>
          <w:rtl/>
        </w:rPr>
        <w:t>فضل الله روزبهان خنج</w:t>
      </w:r>
      <w:r w:rsidR="00F456F0" w:rsidRPr="00771048">
        <w:rPr>
          <w:rStyle w:val="libBold1Char"/>
          <w:rtl/>
        </w:rPr>
        <w:t xml:space="preserve">ی </w:t>
      </w:r>
      <w:r w:rsidR="00E8659C" w:rsidRPr="00771048">
        <w:rPr>
          <w:rStyle w:val="libBold1Char"/>
          <w:rtl/>
        </w:rPr>
        <w:t>اصفهان</w:t>
      </w:r>
      <w:r w:rsidR="00F456F0" w:rsidRPr="00771048">
        <w:rPr>
          <w:rStyle w:val="libBold1Char"/>
          <w:rtl/>
        </w:rPr>
        <w:t>ی</w:t>
      </w:r>
      <w:r w:rsidR="00F456F0">
        <w:rPr>
          <w:rtl/>
          <w:lang w:bidi="fa-IR"/>
        </w:rPr>
        <w:t xml:space="preserve"> </w:t>
      </w:r>
      <w:r w:rsidR="00E8659C" w:rsidRPr="00E8659C">
        <w:rPr>
          <w:rtl/>
          <w:lang w:bidi="fa-IR"/>
        </w:rPr>
        <w:t>(</w:t>
      </w:r>
      <w:r w:rsidR="003D2C90">
        <w:rPr>
          <w:rtl/>
          <w:lang w:bidi="fa-IR"/>
        </w:rPr>
        <w:t>9</w:t>
      </w:r>
      <w:r w:rsidR="005631DD">
        <w:rPr>
          <w:rtl/>
          <w:lang w:bidi="fa-IR"/>
        </w:rPr>
        <w:t>2</w:t>
      </w:r>
      <w:r>
        <w:rPr>
          <w:rtl/>
          <w:lang w:bidi="fa-IR"/>
        </w:rPr>
        <w:t>7</w:t>
      </w:r>
      <w:r w:rsidR="00E8659C" w:rsidRPr="00E8659C">
        <w:rPr>
          <w:rtl/>
          <w:lang w:bidi="fa-IR"/>
        </w:rPr>
        <w:t xml:space="preserve"> ه‍)</w:t>
      </w:r>
      <w:r w:rsidR="004851C8">
        <w:rPr>
          <w:rtl/>
          <w:lang w:bidi="fa-IR"/>
        </w:rPr>
        <w:t>:</w:t>
      </w:r>
      <w:r w:rsidR="00E8659C" w:rsidRPr="00E8659C">
        <w:rPr>
          <w:rtl/>
          <w:lang w:bidi="fa-IR"/>
        </w:rPr>
        <w:t xml:space="preserve"> در شرح صلوات امام جواد </w:t>
      </w:r>
      <w:r w:rsidR="00366A7F" w:rsidRPr="00366A7F">
        <w:rPr>
          <w:rStyle w:val="libAlaemChar"/>
          <w:rtl/>
        </w:rPr>
        <w:t>عليها‌السلام‌</w:t>
      </w:r>
      <w:r w:rsidR="00E8659C" w:rsidRPr="00E8659C">
        <w:rPr>
          <w:rtl/>
          <w:lang w:bidi="fa-IR"/>
        </w:rPr>
        <w:t xml:space="preserve"> م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نويسد</w:t>
      </w:r>
      <w:r w:rsidR="004851C8">
        <w:rPr>
          <w:rtl/>
          <w:lang w:bidi="fa-IR"/>
        </w:rPr>
        <w:t>:</w:t>
      </w:r>
      <w:r w:rsidR="00E8659C" w:rsidRPr="00E8659C">
        <w:rPr>
          <w:rtl/>
          <w:lang w:bidi="fa-IR"/>
        </w:rPr>
        <w:t xml:space="preserve"> بار خدايا</w:t>
      </w:r>
      <w:r w:rsidR="00E12C63">
        <w:rPr>
          <w:rtl/>
          <w:lang w:bidi="fa-IR"/>
        </w:rPr>
        <w:t>!</w:t>
      </w:r>
      <w:r w:rsidR="00E8659C" w:rsidRPr="00E8659C">
        <w:rPr>
          <w:rtl/>
          <w:lang w:bidi="fa-IR"/>
        </w:rPr>
        <w:t xml:space="preserve"> درود و صلوات بر امام نهم فرو فرست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آن حضرت بازگردنده</w:t>
      </w:r>
      <w:r w:rsidR="00771048">
        <w:rPr>
          <w:rFonts w:hint="cs"/>
          <w:rtl/>
          <w:lang w:bidi="fa-IR"/>
        </w:rPr>
        <w:t xml:space="preserve"> </w:t>
      </w:r>
      <w:r w:rsidR="00E8659C" w:rsidRPr="00E8659C">
        <w:rPr>
          <w:rtl/>
          <w:lang w:bidi="fa-IR"/>
        </w:rPr>
        <w:t>است به خدا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تعال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در هر امر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از امور و بسيار سجده كننده است (اشاره است به كثرت</w:t>
      </w:r>
      <w:r w:rsidR="00771048">
        <w:rPr>
          <w:rFonts w:hint="cs"/>
          <w:rtl/>
          <w:lang w:bidi="fa-IR"/>
        </w:rPr>
        <w:t xml:space="preserve"> </w:t>
      </w:r>
      <w:r w:rsidR="00E8659C" w:rsidRPr="00E8659C">
        <w:rPr>
          <w:rtl/>
          <w:lang w:bidi="fa-IR"/>
        </w:rPr>
        <w:t>عبادت آن بزرگوار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چنانچه روايت كرده اند كه بعد از امام زين العابدين </w:t>
      </w:r>
      <w:r w:rsidR="00366A7F" w:rsidRPr="00366A7F">
        <w:rPr>
          <w:rStyle w:val="libAlaemChar"/>
          <w:rtl/>
        </w:rPr>
        <w:t>عليه‌السلام‌</w:t>
      </w:r>
      <w:r w:rsidR="00E8659C" w:rsidRPr="00E8659C">
        <w:rPr>
          <w:rtl/>
          <w:lang w:bidi="fa-IR"/>
        </w:rPr>
        <w:t xml:space="preserve"> از ائمه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هيچ كس به كثرت عبادات آن حضرت نبود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و در بخشش سرآمد</w:t>
      </w:r>
      <w:r w:rsidR="00771048">
        <w:rPr>
          <w:rFonts w:hint="cs"/>
          <w:rtl/>
          <w:lang w:bidi="fa-IR"/>
        </w:rPr>
        <w:t xml:space="preserve"> </w:t>
      </w:r>
      <w:r w:rsidR="00E8659C" w:rsidRPr="00E8659C">
        <w:rPr>
          <w:rtl/>
          <w:lang w:bidi="fa-IR"/>
        </w:rPr>
        <w:t>روزگار بود تا آنجا كه او را جواد لقب داده اند</w:t>
      </w:r>
      <w:r w:rsidR="004851C8">
        <w:rPr>
          <w:rtl/>
          <w:lang w:bidi="fa-IR"/>
        </w:rPr>
        <w:t>.</w:t>
      </w:r>
    </w:p>
    <w:p w:rsidR="00F67A8E" w:rsidRDefault="00E8659C" w:rsidP="00771048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بحر از عطا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او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قطره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وباران از كرم او بهره داشت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پناه ضعيفان وملاذ سائلان در وقت حاجات بود</w:t>
      </w:r>
      <w:r w:rsidR="004851C8">
        <w:rPr>
          <w:rtl/>
          <w:lang w:bidi="fa-IR"/>
        </w:rPr>
        <w:t>.</w:t>
      </w:r>
    </w:p>
    <w:p w:rsidR="00BB00AB" w:rsidRDefault="00E8659C" w:rsidP="00771048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آن حضرت</w:t>
      </w:r>
      <w:r w:rsidR="00771048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از برا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عامه 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بندگان خدا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تعال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بخشنده عطيه ها و بخشش</w:t>
      </w:r>
      <w:r w:rsidR="00771048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هاست (و اين اشاره به</w:t>
      </w:r>
      <w:r w:rsidR="00771048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عموم عطا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آن حضرت است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چنانچه روايت كرده اند كه هرگز آستان آن حضرت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از سائلان</w:t>
      </w:r>
      <w:r w:rsidR="00DA1ADD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و حاجتمندان خال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نبود و هيچ سائل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درگاه احسانش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محروم نم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گشت</w:t>
      </w:r>
      <w:r w:rsidR="004851C8">
        <w:rPr>
          <w:rtl/>
          <w:lang w:bidi="fa-IR"/>
        </w:rPr>
        <w:t>.</w:t>
      </w:r>
    </w:p>
    <w:p w:rsidR="00F67A8E" w:rsidRDefault="00E8659C" w:rsidP="00D73B79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آن حضرت محوكنند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گمراه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عناد است و بركنند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صاحبان ظلم و فساد است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(روايت كرده اند كه</w:t>
      </w:r>
      <w:r w:rsidR="00923867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چون مأمون خليفه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آن حضرت را داماد خود ساخت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هميشه آن حضرت را در مجلس خود حاضرم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ساخت و با طوايف و ارباب مذاهب مختلفه پيرامون اعتقادات و مشكلات علوم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بحث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كرد و دليل</w:t>
      </w:r>
      <w:r w:rsidR="00AF5D35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آنان را قلع و قلمع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كرد و تمام طوايف از آن حضرت استفاده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نمودند و مأمون در تعظيم و</w:t>
      </w:r>
      <w:r w:rsidR="00DA1ADD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توقير آن حضرت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دقيقه</w:t>
      </w:r>
      <w:r w:rsidR="00164EC6">
        <w:rPr>
          <w:rtl/>
          <w:lang w:bidi="fa-IR"/>
        </w:rPr>
        <w:t xml:space="preserve"> ‌</w:t>
      </w:r>
      <w:r w:rsidRPr="00E8659C">
        <w:rPr>
          <w:rtl/>
          <w:lang w:bidi="fa-IR"/>
        </w:rPr>
        <w:t>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فروگذار نبود</w:t>
      </w:r>
      <w:r w:rsidR="004851C8">
        <w:rPr>
          <w:rtl/>
          <w:lang w:bidi="fa-IR"/>
        </w:rPr>
        <w:t>.</w:t>
      </w:r>
    </w:p>
    <w:p w:rsidR="00D73B79" w:rsidRDefault="00E8659C" w:rsidP="00D73B79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روايت كرده اندكه وقت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دخترش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ام الفضل نزد او آمد و از آن حضرت شكايت نمود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مأمون به دختر خودگفت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آيا تو راض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نيست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من تو را به بهترين خلايق از لحاظ حسب و نسب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تزويجكردم</w:t>
      </w:r>
      <w:r w:rsidR="004851C8">
        <w:rPr>
          <w:rtl/>
          <w:lang w:bidi="fa-IR"/>
        </w:rPr>
        <w:t>؟</w:t>
      </w:r>
      <w:r w:rsidRPr="00E8659C">
        <w:rPr>
          <w:rtl/>
          <w:lang w:bidi="fa-IR"/>
        </w:rPr>
        <w:t>)</w:t>
      </w:r>
    </w:p>
    <w:p w:rsidR="00D73B79" w:rsidRDefault="00E8659C" w:rsidP="00771048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lastRenderedPageBreak/>
        <w:t>و آن حضرت صاحب نشانه</w:t>
      </w:r>
      <w:r w:rsidR="00164EC6">
        <w:rPr>
          <w:rtl/>
          <w:lang w:bidi="fa-IR"/>
        </w:rPr>
        <w:t xml:space="preserve"> ‌</w:t>
      </w:r>
      <w:r w:rsidRPr="00E8659C">
        <w:rPr>
          <w:rtl/>
          <w:lang w:bidi="fa-IR"/>
        </w:rPr>
        <w:t>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راهنمائ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ارشاد به راهها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راست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صلاح است</w:t>
      </w:r>
      <w:r w:rsidR="004851C8">
        <w:rPr>
          <w:rtl/>
          <w:lang w:bidi="fa-IR"/>
        </w:rPr>
        <w:t>.</w:t>
      </w:r>
      <w:r w:rsidR="00DA1ADD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و اقتباس كننده از نور علوم او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افراد از ابدال و اوتاد است</w:t>
      </w:r>
      <w:r w:rsidR="004851C8">
        <w:rPr>
          <w:rtl/>
          <w:lang w:bidi="fa-IR"/>
        </w:rPr>
        <w:t>.</w:t>
      </w:r>
    </w:p>
    <w:p w:rsidR="00DA1ADD" w:rsidRDefault="00E8659C" w:rsidP="00771048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 xml:space="preserve">كنيت او ابوجعفر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و يك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القابش جواد است و ديگر از القابش تق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يعن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پرهيزكار و پارسا و اگر چه تمام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ائم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معصومين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در كمال</w:t>
      </w:r>
      <w:r w:rsidR="00DA1ADD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تقوا و پارساي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بوده اند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اما آن حضرت بدين وصف عظيم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شهرت بيشتر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داشته است</w:t>
      </w:r>
      <w:r w:rsidR="004851C8">
        <w:rPr>
          <w:rtl/>
          <w:lang w:bidi="fa-IR"/>
        </w:rPr>
        <w:t>.</w:t>
      </w:r>
    </w:p>
    <w:p w:rsidR="00DA1ADD" w:rsidRDefault="00E8659C" w:rsidP="00771048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آن حضرت ساكن روض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بهشت در كمال آسايش است و در قبرستان قريش</w:t>
      </w:r>
      <w:r w:rsidR="00DA1ADD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در كنار مرقد مطهر جدش حضرت امام موس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كاظم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مدفون است و آن</w:t>
      </w:r>
      <w:r w:rsidR="00DA1ADD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روضه 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مشهور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قبه</w:t>
      </w:r>
      <w:r w:rsidR="00164EC6">
        <w:rPr>
          <w:rtl/>
          <w:lang w:bidi="fa-IR"/>
        </w:rPr>
        <w:t xml:space="preserve"> ‌</w:t>
      </w:r>
      <w:r w:rsidRPr="00E8659C">
        <w:rPr>
          <w:rtl/>
          <w:lang w:bidi="fa-IR"/>
        </w:rPr>
        <w:t>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است متلأل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درخشندگ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نور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جنت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است از نعيم فيضاله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معمور</w:t>
      </w:r>
      <w:r w:rsidR="004851C8">
        <w:rPr>
          <w:rtl/>
          <w:lang w:bidi="fa-IR"/>
        </w:rPr>
        <w:t>.</w:t>
      </w:r>
    </w:p>
    <w:p w:rsidR="00E8659C" w:rsidRPr="00E8659C" w:rsidRDefault="00DA1ADD" w:rsidP="00771048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E8659C" w:rsidRPr="00DA1ADD">
        <w:rPr>
          <w:rStyle w:val="libHadeesChar"/>
          <w:rtl/>
        </w:rPr>
        <w:t>اللهم صل عل</w:t>
      </w:r>
      <w:r w:rsidR="00F456F0" w:rsidRPr="00DA1ADD">
        <w:rPr>
          <w:rStyle w:val="libHadeesChar"/>
          <w:rtl/>
        </w:rPr>
        <w:t xml:space="preserve">ی </w:t>
      </w:r>
      <w:r w:rsidR="00E8659C" w:rsidRPr="00DA1ADD">
        <w:rPr>
          <w:rStyle w:val="libHadeesChar"/>
          <w:rtl/>
        </w:rPr>
        <w:t>سيدنا محمد وآل سيدنا سيما الإمام السجاد محمد التق</w:t>
      </w:r>
      <w:r w:rsidR="00F456F0" w:rsidRPr="00DA1ADD">
        <w:rPr>
          <w:rStyle w:val="libHadeesChar"/>
          <w:rtl/>
        </w:rPr>
        <w:t xml:space="preserve">ی </w:t>
      </w:r>
      <w:r w:rsidR="00E8659C" w:rsidRPr="00DA1ADD">
        <w:rPr>
          <w:rStyle w:val="libHadeesChar"/>
          <w:rtl/>
        </w:rPr>
        <w:t>الجواد</w:t>
      </w:r>
      <w:r w:rsidR="004851C8">
        <w:rPr>
          <w:rtl/>
          <w:lang w:bidi="fa-IR"/>
        </w:rPr>
        <w:t>.</w:t>
      </w:r>
      <w:r>
        <w:rPr>
          <w:rFonts w:hint="cs"/>
          <w:rtl/>
          <w:lang w:bidi="fa-IR"/>
        </w:rPr>
        <w:t>»</w:t>
      </w:r>
      <w:r w:rsidR="00E8659C" w:rsidRPr="00E8659C">
        <w:rPr>
          <w:rtl/>
          <w:lang w:bidi="fa-IR"/>
        </w:rPr>
        <w:t xml:space="preserve"> </w:t>
      </w:r>
      <w:r w:rsidR="00E8659C" w:rsidRPr="006249D9">
        <w:rPr>
          <w:rStyle w:val="libFootnotenumChar"/>
          <w:rtl/>
        </w:rPr>
        <w:t>(</w:t>
      </w:r>
      <w:r w:rsidR="00506E9B" w:rsidRPr="006249D9">
        <w:rPr>
          <w:rStyle w:val="libFootnotenumChar"/>
          <w:rtl/>
        </w:rPr>
        <w:t>7</w:t>
      </w:r>
      <w:r w:rsidR="00256F60" w:rsidRPr="006249D9">
        <w:rPr>
          <w:rStyle w:val="libFootnotenumChar"/>
          <w:rtl/>
        </w:rPr>
        <w:t>1</w:t>
      </w:r>
      <w:r w:rsidR="00E8659C" w:rsidRPr="006249D9">
        <w:rPr>
          <w:rStyle w:val="libFootnotenumChar"/>
          <w:rtl/>
        </w:rPr>
        <w:t>)</w:t>
      </w:r>
    </w:p>
    <w:p w:rsidR="00DA1ADD" w:rsidRDefault="00506E9B" w:rsidP="00E8659C">
      <w:pPr>
        <w:pStyle w:val="libNormal"/>
        <w:rPr>
          <w:rtl/>
          <w:lang w:bidi="fa-IR"/>
        </w:rPr>
      </w:pPr>
      <w:r>
        <w:rPr>
          <w:rtl/>
          <w:lang w:bidi="fa-IR"/>
        </w:rPr>
        <w:t>7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</w:t>
      </w:r>
      <w:r w:rsidR="00E8659C" w:rsidRPr="00DA1ADD">
        <w:rPr>
          <w:rStyle w:val="libBold1Char"/>
          <w:rtl/>
        </w:rPr>
        <w:t>احمد بن حجر هيثم</w:t>
      </w:r>
      <w:r w:rsidR="00F456F0" w:rsidRPr="00DA1ADD">
        <w:rPr>
          <w:rStyle w:val="libBold1Char"/>
          <w:rtl/>
        </w:rPr>
        <w:t xml:space="preserve">ی </w:t>
      </w:r>
      <w:r w:rsidR="00E8659C" w:rsidRPr="00DA1ADD">
        <w:rPr>
          <w:rStyle w:val="libBold1Char"/>
          <w:rtl/>
        </w:rPr>
        <w:t>مك</w:t>
      </w:r>
      <w:r w:rsidR="00F456F0" w:rsidRPr="00DA1ADD">
        <w:rPr>
          <w:rStyle w:val="libBold1Char"/>
          <w:rtl/>
        </w:rPr>
        <w:t>ی</w:t>
      </w:r>
      <w:r w:rsidR="00F456F0">
        <w:rPr>
          <w:rtl/>
          <w:lang w:bidi="fa-IR"/>
        </w:rPr>
        <w:t xml:space="preserve"> </w:t>
      </w:r>
      <w:r w:rsidR="00E8659C" w:rsidRPr="00E8659C">
        <w:rPr>
          <w:rtl/>
          <w:lang w:bidi="fa-IR"/>
        </w:rPr>
        <w:t xml:space="preserve">(م </w:t>
      </w:r>
      <w:r w:rsidR="003D2C90">
        <w:rPr>
          <w:rtl/>
          <w:lang w:bidi="fa-IR"/>
        </w:rPr>
        <w:t>9</w:t>
      </w:r>
      <w:r>
        <w:rPr>
          <w:rtl/>
          <w:lang w:bidi="fa-IR"/>
        </w:rPr>
        <w:t>74</w:t>
      </w:r>
      <w:r w:rsidR="00E8659C" w:rsidRPr="00E8659C">
        <w:rPr>
          <w:rtl/>
          <w:lang w:bidi="fa-IR"/>
        </w:rPr>
        <w:t xml:space="preserve"> ه‍)</w:t>
      </w:r>
      <w:r w:rsidR="004851C8">
        <w:rPr>
          <w:rtl/>
          <w:lang w:bidi="fa-IR"/>
        </w:rPr>
        <w:t>:</w:t>
      </w:r>
      <w:r w:rsidR="00E8659C" w:rsidRPr="00E8659C">
        <w:rPr>
          <w:rtl/>
          <w:lang w:bidi="fa-IR"/>
        </w:rPr>
        <w:t xml:space="preserve"> محدث و</w:t>
      </w:r>
      <w:r w:rsidR="00DA1ADD">
        <w:rPr>
          <w:rFonts w:hint="cs"/>
          <w:rtl/>
          <w:lang w:bidi="fa-IR"/>
        </w:rPr>
        <w:t xml:space="preserve"> </w:t>
      </w:r>
      <w:r w:rsidR="00E8659C" w:rsidRPr="00E8659C">
        <w:rPr>
          <w:rtl/>
          <w:lang w:bidi="fa-IR"/>
        </w:rPr>
        <w:t>مفت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حجاز</w:t>
      </w:r>
      <w:r w:rsidR="00DA1ADD">
        <w:rPr>
          <w:rFonts w:hint="cs"/>
          <w:rtl/>
          <w:lang w:bidi="fa-IR"/>
        </w:rPr>
        <w:t xml:space="preserve"> </w:t>
      </w:r>
      <w:r w:rsidR="00E8659C" w:rsidRPr="00E8659C">
        <w:rPr>
          <w:rtl/>
          <w:lang w:bidi="fa-IR"/>
        </w:rPr>
        <w:t>و</w:t>
      </w:r>
      <w:r w:rsidR="00DA1ADD">
        <w:rPr>
          <w:rFonts w:hint="cs"/>
          <w:rtl/>
          <w:lang w:bidi="fa-IR"/>
        </w:rPr>
        <w:t xml:space="preserve"> </w:t>
      </w:r>
      <w:r w:rsidR="00E8659C" w:rsidRPr="00E8659C">
        <w:rPr>
          <w:rtl/>
          <w:lang w:bidi="fa-IR"/>
        </w:rPr>
        <w:t>فقيه شافع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مذهب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مؤلف </w:t>
      </w:r>
      <w:r w:rsidR="00DA1ADD">
        <w:rPr>
          <w:rFonts w:hint="cs"/>
          <w:rtl/>
          <w:lang w:bidi="fa-IR"/>
        </w:rPr>
        <w:t>«</w:t>
      </w:r>
      <w:r w:rsidR="00E8659C" w:rsidRPr="00E8659C">
        <w:rPr>
          <w:rtl/>
          <w:lang w:bidi="fa-IR"/>
        </w:rPr>
        <w:t>الصواعق المحرقة ف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الرد عل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أهل البدع والزندقة</w:t>
      </w:r>
      <w:r w:rsidR="00DA1ADD">
        <w:rPr>
          <w:rFonts w:hint="cs"/>
          <w:rtl/>
          <w:lang w:bidi="fa-IR"/>
        </w:rPr>
        <w:t xml:space="preserve">» </w:t>
      </w:r>
      <w:r w:rsidR="00E8659C" w:rsidRPr="00E8659C">
        <w:rPr>
          <w:rtl/>
          <w:lang w:bidi="fa-IR"/>
        </w:rPr>
        <w:t>دربار</w:t>
      </w:r>
      <w:r w:rsidR="00BB00AB">
        <w:rPr>
          <w:rtl/>
          <w:lang w:bidi="fa-IR"/>
        </w:rPr>
        <w:t>ه</w:t>
      </w:r>
      <w:r w:rsidR="00E8659C" w:rsidRPr="00E8659C">
        <w:rPr>
          <w:rtl/>
          <w:lang w:bidi="fa-IR"/>
        </w:rPr>
        <w:t xml:space="preserve"> امام جواد </w:t>
      </w:r>
      <w:r w:rsidR="00366A7F" w:rsidRPr="00366A7F">
        <w:rPr>
          <w:rStyle w:val="libAlaemChar"/>
          <w:rtl/>
        </w:rPr>
        <w:t>عليها‌السلام‌</w:t>
      </w:r>
      <w:r w:rsidR="00E8659C" w:rsidRPr="00E8659C">
        <w:rPr>
          <w:rtl/>
          <w:lang w:bidi="fa-IR"/>
        </w:rPr>
        <w:t xml:space="preserve"> م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نويسد</w:t>
      </w:r>
      <w:r w:rsidR="004851C8">
        <w:rPr>
          <w:rtl/>
          <w:lang w:bidi="fa-IR"/>
        </w:rPr>
        <w:t>:</w:t>
      </w:r>
      <w:r w:rsidR="00E8659C" w:rsidRPr="00E8659C">
        <w:rPr>
          <w:rtl/>
          <w:lang w:bidi="fa-IR"/>
        </w:rPr>
        <w:t xml:space="preserve"> يك سال پس از وفات حضرت عل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بن موس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 xml:space="preserve">الرضا </w:t>
      </w:r>
      <w:r w:rsidR="00366A7F" w:rsidRPr="00366A7F">
        <w:rPr>
          <w:rStyle w:val="libAlaemChar"/>
          <w:rtl/>
        </w:rPr>
        <w:t>عليها‌السلام‌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مأمون به بغداد آمد</w:t>
      </w:r>
      <w:r w:rsidR="004851C8">
        <w:rPr>
          <w:rtl/>
          <w:lang w:bidi="fa-IR"/>
        </w:rPr>
        <w:t>.</w:t>
      </w:r>
    </w:p>
    <w:p w:rsidR="00DA1ADD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روز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به عزم شكار حركت</w:t>
      </w:r>
      <w:r w:rsidR="00DA1ADD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كرد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امام جواد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در كنار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ايستاده بود و چند كودك در آن</w:t>
      </w:r>
      <w:r w:rsidR="00DA1ADD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نزديك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به باز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مشغول بودند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همين كه موكب مأمون را ديدند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فرار كردند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محمد</w:t>
      </w:r>
      <w:r w:rsidR="00DA1ADD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بن عل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جواد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در حال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تنها نه سال از عمرش گذشته بود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برجا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خود ايستاد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خداوند محبت او را به قلب مأمون افكند و پرسيد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چه عامل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باعث شد، تو با ساير كودكان فرار نكرد</w:t>
      </w:r>
      <w:r w:rsidR="00F456F0">
        <w:rPr>
          <w:rtl/>
          <w:lang w:bidi="fa-IR"/>
        </w:rPr>
        <w:t xml:space="preserve">ی </w:t>
      </w:r>
      <w:r w:rsidR="004851C8">
        <w:rPr>
          <w:rtl/>
          <w:lang w:bidi="fa-IR"/>
        </w:rPr>
        <w:t>؟</w:t>
      </w:r>
    </w:p>
    <w:p w:rsidR="00480836" w:rsidRDefault="00E8659C" w:rsidP="00480836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 xml:space="preserve">حضرت جواد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فورا جواب دادند: 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امير</w:t>
      </w:r>
      <w:r w:rsidR="00E12C63">
        <w:rPr>
          <w:rtl/>
          <w:lang w:bidi="fa-IR"/>
        </w:rPr>
        <w:t>!</w:t>
      </w:r>
      <w:r w:rsidRPr="00E8659C">
        <w:rPr>
          <w:rtl/>
          <w:lang w:bidi="fa-IR"/>
        </w:rPr>
        <w:t xml:space="preserve"> راه تنگ نبود كه من با رفتن خود آن را برا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عبور خليفه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گشايش داده</w:t>
      </w:r>
      <w:r w:rsidR="00480836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باشم و مرتكب گناه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هم نشده ام كه از ترس مجازات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فرار كنم و من نسبت به خليف</w:t>
      </w:r>
      <w:r w:rsidR="00BB00AB">
        <w:rPr>
          <w:rtl/>
          <w:lang w:bidi="fa-IR"/>
        </w:rPr>
        <w:t>ه</w:t>
      </w:r>
      <w:r w:rsidR="00480836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مسلمين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حسن ظن دارم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گمانم اين است كه او به ب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گناهان آسيب نم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رساند</w:t>
      </w:r>
      <w:r w:rsidR="004851C8">
        <w:rPr>
          <w:rtl/>
          <w:lang w:bidi="fa-IR"/>
        </w:rPr>
        <w:t>.</w:t>
      </w:r>
      <w:r w:rsidR="00480836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بدين</w:t>
      </w:r>
      <w:r w:rsidR="00480836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جهت در جا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خود ماندم و فرار نكردم</w:t>
      </w:r>
      <w:r w:rsidR="004851C8">
        <w:rPr>
          <w:rtl/>
          <w:lang w:bidi="fa-IR"/>
        </w:rPr>
        <w:t>.</w:t>
      </w:r>
    </w:p>
    <w:p w:rsidR="00480836" w:rsidRDefault="00480836" w:rsidP="00480836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«</w:t>
      </w:r>
      <w:r w:rsidR="00E8659C" w:rsidRPr="00A019D8">
        <w:rPr>
          <w:rStyle w:val="libHadeesChar"/>
          <w:rtl/>
        </w:rPr>
        <w:t>فأعجبه كلامه</w:t>
      </w:r>
      <w:r w:rsidR="004851C8" w:rsidRPr="00A019D8">
        <w:rPr>
          <w:rStyle w:val="libHadeesChar"/>
          <w:rtl/>
        </w:rPr>
        <w:t>،</w:t>
      </w:r>
      <w:r w:rsidR="00E8659C" w:rsidRPr="00A019D8">
        <w:rPr>
          <w:rStyle w:val="libHadeesChar"/>
          <w:rtl/>
        </w:rPr>
        <w:t xml:space="preserve"> وحسن صورته فقال له</w:t>
      </w:r>
      <w:r w:rsidR="004851C8" w:rsidRPr="00A019D8">
        <w:rPr>
          <w:rStyle w:val="libHadeesChar"/>
          <w:rtl/>
        </w:rPr>
        <w:t>:</w:t>
      </w:r>
      <w:r w:rsidR="00E8659C" w:rsidRPr="00A019D8">
        <w:rPr>
          <w:rStyle w:val="libHadeesChar"/>
          <w:rtl/>
        </w:rPr>
        <w:t xml:space="preserve"> مااسمك و اسم أبيك</w:t>
      </w:r>
      <w:r w:rsidR="004851C8">
        <w:rPr>
          <w:rtl/>
          <w:lang w:bidi="fa-IR"/>
        </w:rPr>
        <w:t>؟...</w:t>
      </w:r>
      <w:r>
        <w:rPr>
          <w:rFonts w:hint="cs"/>
          <w:rtl/>
          <w:lang w:bidi="fa-IR"/>
        </w:rPr>
        <w:t>»</w:t>
      </w:r>
      <w:r w:rsidR="00E8659C" w:rsidRPr="00E8659C">
        <w:rPr>
          <w:rtl/>
          <w:lang w:bidi="fa-IR"/>
        </w:rPr>
        <w:t xml:space="preserve"> مأمون از سخنان محكم و منطق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كودك و همچنين قياف</w:t>
      </w:r>
      <w:r w:rsidR="00BB00AB">
        <w:rPr>
          <w:rtl/>
          <w:lang w:bidi="fa-IR"/>
        </w:rPr>
        <w:t>ه</w:t>
      </w:r>
      <w:r>
        <w:rPr>
          <w:rFonts w:hint="cs"/>
          <w:rtl/>
          <w:lang w:bidi="fa-IR"/>
        </w:rPr>
        <w:t xml:space="preserve"> </w:t>
      </w:r>
      <w:r w:rsidR="00E8659C" w:rsidRPr="00E8659C">
        <w:rPr>
          <w:rtl/>
          <w:lang w:bidi="fa-IR"/>
        </w:rPr>
        <w:t>جذاب و گيرا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 xml:space="preserve">او تعجب كرد و پرسيد اسم شما و اسم پدرت </w:t>
      </w:r>
      <w:r w:rsidR="00E8659C" w:rsidRPr="00E8659C">
        <w:rPr>
          <w:rtl/>
          <w:lang w:bidi="fa-IR"/>
        </w:rPr>
        <w:lastRenderedPageBreak/>
        <w:t>چيست</w:t>
      </w:r>
      <w:r w:rsidR="004851C8">
        <w:rPr>
          <w:rtl/>
          <w:lang w:bidi="fa-IR"/>
        </w:rPr>
        <w:t>؟</w:t>
      </w:r>
      <w:r w:rsidR="00E8659C" w:rsidRPr="00E8659C">
        <w:rPr>
          <w:rtl/>
          <w:lang w:bidi="fa-IR"/>
        </w:rPr>
        <w:t xml:space="preserve"> فرمودند</w:t>
      </w:r>
      <w:r w:rsidR="004851C8">
        <w:rPr>
          <w:rtl/>
          <w:lang w:bidi="fa-IR"/>
        </w:rPr>
        <w:t>:</w:t>
      </w:r>
      <w:r w:rsidR="00E8659C" w:rsidRPr="00E8659C">
        <w:rPr>
          <w:rtl/>
          <w:lang w:bidi="fa-IR"/>
        </w:rPr>
        <w:t xml:space="preserve"> محمد بن</w:t>
      </w:r>
      <w:r>
        <w:rPr>
          <w:rFonts w:hint="cs"/>
          <w:rtl/>
          <w:lang w:bidi="fa-IR"/>
        </w:rPr>
        <w:t xml:space="preserve"> </w:t>
      </w:r>
      <w:r w:rsidR="00E8659C" w:rsidRPr="00E8659C">
        <w:rPr>
          <w:rtl/>
          <w:lang w:bidi="fa-IR"/>
        </w:rPr>
        <w:t>عل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 xml:space="preserve">الرضا </w:t>
      </w:r>
      <w:r w:rsidR="00366A7F" w:rsidRPr="00366A7F">
        <w:rPr>
          <w:rStyle w:val="libAlaemChar"/>
          <w:rtl/>
        </w:rPr>
        <w:t>عليها‌السلام‌</w:t>
      </w:r>
      <w:r w:rsidR="00E8659C" w:rsidRPr="00E8659C">
        <w:rPr>
          <w:rtl/>
          <w:lang w:bidi="fa-IR"/>
        </w:rPr>
        <w:t xml:space="preserve"> هستم</w:t>
      </w:r>
      <w:r>
        <w:rPr>
          <w:rFonts w:hint="cs"/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مأمون نسبت به پدر او از خداوند طلب</w:t>
      </w:r>
      <w:r>
        <w:rPr>
          <w:rFonts w:hint="cs"/>
          <w:rtl/>
          <w:lang w:bidi="fa-IR"/>
        </w:rPr>
        <w:t xml:space="preserve"> </w:t>
      </w:r>
      <w:r w:rsidR="00E8659C" w:rsidRPr="00E8659C">
        <w:rPr>
          <w:rtl/>
          <w:lang w:bidi="fa-IR"/>
        </w:rPr>
        <w:t>رحمت كرد و راه خود را در پيش گرفت</w:t>
      </w:r>
      <w:r w:rsidR="004851C8">
        <w:rPr>
          <w:rtl/>
          <w:lang w:bidi="fa-IR"/>
        </w:rPr>
        <w:t>.</w:t>
      </w:r>
    </w:p>
    <w:p w:rsidR="00480836" w:rsidRDefault="00E8659C" w:rsidP="00480836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چون به صحرا رسيد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نظرش به دراج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افتاد</w:t>
      </w:r>
      <w:r w:rsidR="004851C8">
        <w:rPr>
          <w:rtl/>
          <w:lang w:bidi="fa-IR"/>
        </w:rPr>
        <w:t>،</w:t>
      </w:r>
      <w:r w:rsidR="00480836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باز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پ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آن رها كرد آن باز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مدت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ناپديد شد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چون از هوا برگشت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ماه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كوچك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در منقار داشت كه هنوز نيمه رمق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در آنبود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مأمون از مشاهده آن حال در شگفت شد و آن ماه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را در دست گرفت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برگشت</w:t>
      </w:r>
      <w:r w:rsidR="004851C8">
        <w:rPr>
          <w:rtl/>
          <w:lang w:bidi="fa-IR"/>
        </w:rPr>
        <w:t>.</w:t>
      </w:r>
    </w:p>
    <w:p w:rsidR="00480836" w:rsidRDefault="00E8659C" w:rsidP="00480836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چون</w:t>
      </w:r>
      <w:r w:rsidR="00480836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 xml:space="preserve">به همان محل كه هنگام رفتن حضرت جواد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در آن جا بود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رسيد بازديد كه كودكان فرار كردند ول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او همچنان در جا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خود ايستاده است</w:t>
      </w:r>
      <w:r w:rsidR="004851C8">
        <w:rPr>
          <w:rtl/>
          <w:lang w:bidi="fa-IR"/>
        </w:rPr>
        <w:t>.</w:t>
      </w:r>
    </w:p>
    <w:p w:rsidR="00480836" w:rsidRDefault="00E8659C" w:rsidP="00480836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وقت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خليفه نزديك</w:t>
      </w:r>
      <w:r w:rsidR="00480836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شد گفت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محمد</w:t>
      </w:r>
      <w:r w:rsidR="00E12C63">
        <w:rPr>
          <w:rtl/>
          <w:lang w:bidi="fa-IR"/>
        </w:rPr>
        <w:t>!</w:t>
      </w:r>
      <w:r w:rsidRPr="00E8659C">
        <w:rPr>
          <w:rtl/>
          <w:lang w:bidi="fa-IR"/>
        </w:rPr>
        <w:t xml:space="preserve"> اين چيست كه در دست من است</w:t>
      </w:r>
      <w:r w:rsidR="004851C8">
        <w:rPr>
          <w:rtl/>
          <w:lang w:bidi="fa-IR"/>
        </w:rPr>
        <w:t>؟</w:t>
      </w:r>
      <w:r w:rsidRPr="00E8659C">
        <w:rPr>
          <w:rtl/>
          <w:lang w:bidi="fa-IR"/>
        </w:rPr>
        <w:t xml:space="preserve"> حضرت فرمودند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امير</w:t>
      </w:r>
      <w:r w:rsidR="00E12C63">
        <w:rPr>
          <w:rtl/>
          <w:lang w:bidi="fa-IR"/>
        </w:rPr>
        <w:t>!</w:t>
      </w:r>
      <w:r w:rsidRPr="00E8659C">
        <w:rPr>
          <w:rtl/>
          <w:lang w:bidi="fa-IR"/>
        </w:rPr>
        <w:t xml:space="preserve"> خداوند</w:t>
      </w:r>
      <w:r w:rsidR="00480836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با قدرت خود در دريا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ماهيان ريز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آفريده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باز</w:t>
      </w:r>
      <w:r w:rsidR="00480836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پادشاهان و خلفا آن را شكار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كنند و پادشاهان آن را در كف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گيرند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سلال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نبوت را با آن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امتحان و آزمايشم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نمايند</w:t>
      </w:r>
      <w:r w:rsidR="004851C8">
        <w:rPr>
          <w:rtl/>
          <w:lang w:bidi="fa-IR"/>
        </w:rPr>
        <w:t>.</w:t>
      </w:r>
    </w:p>
    <w:p w:rsidR="00480836" w:rsidRDefault="00E8659C" w:rsidP="00480836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مأمون از مشاهد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اين وضع تعجبش افزون شد و گفت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حقا كه تو فرزند امام</w:t>
      </w:r>
      <w:r w:rsidR="00480836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رضاي</w:t>
      </w:r>
      <w:r w:rsidR="00F456F0">
        <w:rPr>
          <w:rtl/>
          <w:lang w:bidi="fa-IR"/>
        </w:rPr>
        <w:t>ی</w:t>
      </w:r>
      <w:r w:rsidR="004851C8">
        <w:rPr>
          <w:rtl/>
          <w:lang w:bidi="fa-IR"/>
        </w:rPr>
        <w:t>؟</w:t>
      </w:r>
      <w:r w:rsidRPr="00E8659C">
        <w:rPr>
          <w:rtl/>
          <w:lang w:bidi="fa-IR"/>
        </w:rPr>
        <w:t xml:space="preserve"> يعن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فرزند آن بزرگوار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اين عجائب و شگفت</w:t>
      </w:r>
      <w:r w:rsidR="00F456F0">
        <w:rPr>
          <w:rtl/>
          <w:lang w:bidi="fa-IR"/>
        </w:rPr>
        <w:t>ی</w:t>
      </w:r>
      <w:r w:rsidR="00480836">
        <w:rPr>
          <w:rFonts w:hint="cs"/>
          <w:rtl/>
          <w:lang w:bidi="fa-IR"/>
        </w:rPr>
        <w:t xml:space="preserve"> </w:t>
      </w:r>
      <w:r w:rsidR="00164EC6">
        <w:rPr>
          <w:rtl/>
          <w:lang w:bidi="fa-IR"/>
        </w:rPr>
        <w:t>‌</w:t>
      </w:r>
      <w:r w:rsidRPr="00E8659C">
        <w:rPr>
          <w:rtl/>
          <w:lang w:bidi="fa-IR"/>
        </w:rPr>
        <w:t>ها بعيد نيست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و او را</w:t>
      </w:r>
      <w:r w:rsidR="00480836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طلبيد و مورد اعزاز و اكرام بسيار قرارداد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پيوسته به خاطر فضل و علم و كمال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كهب</w:t>
      </w:r>
      <w:r w:rsidR="00480836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ا وجود كم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سنش از او ظاهر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شد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به او مهربان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كرد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سرانجام تصميم گرفت</w:t>
      </w:r>
      <w:r w:rsidR="00480836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دخترش ام الفضل را به عقد او درآورد</w:t>
      </w:r>
      <w:r w:rsidR="004851C8">
        <w:rPr>
          <w:rtl/>
          <w:lang w:bidi="fa-IR"/>
        </w:rPr>
        <w:t>.</w:t>
      </w:r>
    </w:p>
    <w:p w:rsidR="00480836" w:rsidRDefault="00E8659C" w:rsidP="00480836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بن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عباس از شنيدن اين قضيه به</w:t>
      </w:r>
      <w:r w:rsidR="00480836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فغان آمدند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زيرا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ترسيدند كه كار حضرت جواد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بدانجا بكشد</w:t>
      </w:r>
      <w:r w:rsidR="00480836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كه كار پدرش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حضرت رضا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كشيده بود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از اينرو دسته جمع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نزد</w:t>
      </w:r>
      <w:r w:rsidR="00480836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مأمون آمده و گفتند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أمير المؤمنين تو را به خدا سوگند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دهيم كه از تصميم</w:t>
      </w:r>
      <w:r w:rsidR="00480836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خود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دربار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تزويج ابن الرضا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خوددار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كن</w:t>
      </w:r>
      <w:r w:rsidR="00480836">
        <w:rPr>
          <w:rtl/>
          <w:lang w:bidi="fa-IR"/>
        </w:rPr>
        <w:t>ی</w:t>
      </w:r>
      <w:r w:rsidR="004851C8">
        <w:rPr>
          <w:rtl/>
          <w:lang w:bidi="fa-IR"/>
        </w:rPr>
        <w:t>؟</w:t>
      </w:r>
    </w:p>
    <w:p w:rsidR="00480836" w:rsidRDefault="00E8659C" w:rsidP="00480836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چون مأمون به</w:t>
      </w:r>
      <w:r w:rsidR="00480836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آنان گفت كه محمد بن عل</w:t>
      </w:r>
      <w:r w:rsidR="00F456F0">
        <w:rPr>
          <w:rtl/>
          <w:lang w:bidi="fa-IR"/>
        </w:rPr>
        <w:t xml:space="preserve">ی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را به خاطر برتر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در علم و دانش و</w:t>
      </w:r>
      <w:r w:rsidR="00480836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حلم برا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داماد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خود برگزيده است</w:t>
      </w:r>
      <w:r w:rsidR="004851C8">
        <w:rPr>
          <w:rtl/>
          <w:lang w:bidi="fa-IR"/>
        </w:rPr>
        <w:t>.</w:t>
      </w:r>
    </w:p>
    <w:p w:rsidR="00E8659C" w:rsidRPr="00E8659C" w:rsidRDefault="00E8659C" w:rsidP="00480836">
      <w:pPr>
        <w:pStyle w:val="libNormal"/>
        <w:rPr>
          <w:lang w:bidi="fa-IR"/>
        </w:rPr>
      </w:pPr>
      <w:r w:rsidRPr="00E8659C">
        <w:rPr>
          <w:rtl/>
          <w:lang w:bidi="fa-IR"/>
        </w:rPr>
        <w:lastRenderedPageBreak/>
        <w:t xml:space="preserve">عباسيان اين بار در اتصاف محمد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با اين اوصاف مخالفت ورزيدند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آنگاه داستان يحي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بن اكثم را بازگو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كندكه در بخش پيشين گذشت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506E9B" w:rsidRPr="006249D9">
        <w:rPr>
          <w:rStyle w:val="libFootnotenumChar"/>
          <w:rtl/>
        </w:rPr>
        <w:t>7</w:t>
      </w:r>
      <w:r w:rsidR="005631DD" w:rsidRPr="006249D9">
        <w:rPr>
          <w:rStyle w:val="libFootnotenumChar"/>
          <w:rtl/>
        </w:rPr>
        <w:t>2</w:t>
      </w:r>
      <w:r w:rsidRPr="006249D9">
        <w:rPr>
          <w:rStyle w:val="libFootnotenumChar"/>
          <w:rtl/>
        </w:rPr>
        <w:t>)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به گفت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ابن حجر هيثم</w:t>
      </w:r>
      <w:r w:rsidR="00F456F0">
        <w:rPr>
          <w:rtl/>
          <w:lang w:bidi="fa-IR"/>
        </w:rPr>
        <w:t>ی</w:t>
      </w:r>
      <w:r w:rsidR="00A429E4">
        <w:rPr>
          <w:rtl/>
          <w:lang w:bidi="fa-IR"/>
        </w:rPr>
        <w:t>:</w:t>
      </w:r>
      <w:r w:rsidRPr="00E8659C">
        <w:rPr>
          <w:rtl/>
          <w:lang w:bidi="fa-IR"/>
        </w:rPr>
        <w:t xml:space="preserve"> مأمون او را به</w:t>
      </w:r>
      <w:r w:rsidR="00FA4384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داماد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خود انتخاب كرد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زيرا با وجود كم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سن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از نظر علم و آگاه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حلم بر هم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دانشمندان برتر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داشت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506E9B" w:rsidRPr="006249D9">
        <w:rPr>
          <w:rStyle w:val="libFootnotenumChar"/>
          <w:rtl/>
        </w:rPr>
        <w:t>7</w:t>
      </w:r>
      <w:r w:rsidR="00FA474B" w:rsidRPr="006249D9">
        <w:rPr>
          <w:rStyle w:val="libFootnotenumChar"/>
          <w:rtl/>
        </w:rPr>
        <w:t>3</w:t>
      </w:r>
      <w:r w:rsidRPr="006249D9">
        <w:rPr>
          <w:rStyle w:val="libFootnotenumChar"/>
          <w:rtl/>
        </w:rPr>
        <w:t>)</w:t>
      </w:r>
    </w:p>
    <w:p w:rsidR="00FA4384" w:rsidRDefault="00A35C10" w:rsidP="00FA4384">
      <w:pPr>
        <w:pStyle w:val="libNormal"/>
        <w:rPr>
          <w:rtl/>
          <w:lang w:bidi="fa-IR"/>
        </w:rPr>
      </w:pPr>
      <w:r>
        <w:rPr>
          <w:rtl/>
          <w:lang w:bidi="fa-IR"/>
        </w:rPr>
        <w:t>8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</w:t>
      </w:r>
      <w:r w:rsidR="00E8659C" w:rsidRPr="00FA4384">
        <w:rPr>
          <w:rStyle w:val="libBold1Char"/>
          <w:rtl/>
        </w:rPr>
        <w:t>حافظ حسين كربلائ</w:t>
      </w:r>
      <w:r w:rsidR="00F456F0" w:rsidRPr="00FA4384">
        <w:rPr>
          <w:rStyle w:val="libBold1Char"/>
          <w:rtl/>
        </w:rPr>
        <w:t xml:space="preserve">ی </w:t>
      </w:r>
      <w:r w:rsidR="00E8659C" w:rsidRPr="00FA4384">
        <w:rPr>
          <w:rStyle w:val="libBold1Char"/>
          <w:rtl/>
        </w:rPr>
        <w:t>تبريز</w:t>
      </w:r>
      <w:r w:rsidR="00F456F0" w:rsidRPr="00FA4384">
        <w:rPr>
          <w:rStyle w:val="libBold1Char"/>
          <w:rtl/>
        </w:rPr>
        <w:t>ی</w:t>
      </w:r>
      <w:r w:rsidR="00F456F0">
        <w:rPr>
          <w:rtl/>
          <w:lang w:bidi="fa-IR"/>
        </w:rPr>
        <w:t xml:space="preserve"> </w:t>
      </w:r>
      <w:r w:rsidR="00E8659C" w:rsidRPr="00E8659C">
        <w:rPr>
          <w:rtl/>
          <w:lang w:bidi="fa-IR"/>
        </w:rPr>
        <w:t>(</w:t>
      </w:r>
      <w:r w:rsidR="003D2C90">
        <w:rPr>
          <w:rtl/>
          <w:lang w:bidi="fa-IR"/>
        </w:rPr>
        <w:t>99</w:t>
      </w:r>
      <w:r w:rsidR="00506E9B">
        <w:rPr>
          <w:rtl/>
          <w:lang w:bidi="fa-IR"/>
        </w:rPr>
        <w:t>4</w:t>
      </w:r>
      <w:r w:rsidR="00E8659C" w:rsidRPr="00E8659C">
        <w:rPr>
          <w:rtl/>
          <w:lang w:bidi="fa-IR"/>
        </w:rPr>
        <w:t xml:space="preserve"> ه‍)</w:t>
      </w:r>
      <w:r w:rsidR="004851C8">
        <w:rPr>
          <w:rtl/>
          <w:lang w:bidi="fa-IR"/>
        </w:rPr>
        <w:t>:</w:t>
      </w:r>
      <w:r w:rsidR="00E8659C" w:rsidRPr="00E8659C">
        <w:rPr>
          <w:rtl/>
          <w:lang w:bidi="fa-IR"/>
        </w:rPr>
        <w:t xml:space="preserve"> دربار</w:t>
      </w:r>
      <w:r w:rsidR="00BB00AB">
        <w:rPr>
          <w:rtl/>
          <w:lang w:bidi="fa-IR"/>
        </w:rPr>
        <w:t>ه</w:t>
      </w:r>
      <w:r w:rsidR="00E8659C" w:rsidRPr="00E8659C">
        <w:rPr>
          <w:rtl/>
          <w:lang w:bidi="fa-IR"/>
        </w:rPr>
        <w:t xml:space="preserve"> امام جواد </w:t>
      </w:r>
      <w:r w:rsidR="00366A7F" w:rsidRPr="00366A7F">
        <w:rPr>
          <w:rStyle w:val="libAlaemChar"/>
          <w:rtl/>
        </w:rPr>
        <w:t>عليها‌السلام‌</w:t>
      </w:r>
      <w:r w:rsidR="00E8659C" w:rsidRPr="00E8659C">
        <w:rPr>
          <w:rtl/>
          <w:lang w:bidi="fa-IR"/>
        </w:rPr>
        <w:t xml:space="preserve"> م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نويسد</w:t>
      </w:r>
      <w:r w:rsidR="004851C8">
        <w:rPr>
          <w:rtl/>
          <w:lang w:bidi="fa-IR"/>
        </w:rPr>
        <w:t>:</w:t>
      </w:r>
      <w:r w:rsidR="00E8659C" w:rsidRPr="00E8659C">
        <w:rPr>
          <w:rtl/>
          <w:lang w:bidi="fa-IR"/>
        </w:rPr>
        <w:t xml:space="preserve"> حضرت </w:t>
      </w:r>
      <w:r w:rsidR="00FA4384">
        <w:rPr>
          <w:rFonts w:hint="cs"/>
          <w:rtl/>
          <w:lang w:bidi="fa-IR"/>
        </w:rPr>
        <w:t>«</w:t>
      </w:r>
      <w:r w:rsidR="00E8659C" w:rsidRPr="00FA4384">
        <w:rPr>
          <w:rStyle w:val="libHadeesChar"/>
          <w:rtl/>
        </w:rPr>
        <w:t>امام أنام</w:t>
      </w:r>
      <w:r w:rsidR="004851C8" w:rsidRPr="00FA4384">
        <w:rPr>
          <w:rStyle w:val="libHadeesChar"/>
          <w:rtl/>
        </w:rPr>
        <w:t>،</w:t>
      </w:r>
      <w:r w:rsidR="00E8659C" w:rsidRPr="00FA4384">
        <w:rPr>
          <w:rStyle w:val="libHadeesChar"/>
          <w:rtl/>
        </w:rPr>
        <w:t xml:space="preserve"> وهمام أيام</w:t>
      </w:r>
      <w:r w:rsidR="004851C8" w:rsidRPr="00FA4384">
        <w:rPr>
          <w:rStyle w:val="libHadeesChar"/>
          <w:rtl/>
        </w:rPr>
        <w:t>،</w:t>
      </w:r>
      <w:r w:rsidR="00E8659C" w:rsidRPr="00FA4384">
        <w:rPr>
          <w:rStyle w:val="libHadeesChar"/>
          <w:rtl/>
        </w:rPr>
        <w:t xml:space="preserve"> وحبر مقدام</w:t>
      </w:r>
      <w:r w:rsidR="004851C8" w:rsidRPr="00FA4384">
        <w:rPr>
          <w:rStyle w:val="libHadeesChar"/>
          <w:rtl/>
        </w:rPr>
        <w:t>،</w:t>
      </w:r>
      <w:r w:rsidR="00E8659C" w:rsidRPr="00FA4384">
        <w:rPr>
          <w:rStyle w:val="libHadeesChar"/>
          <w:rtl/>
        </w:rPr>
        <w:t xml:space="preserve"> امام الامة</w:t>
      </w:r>
      <w:r w:rsidR="004851C8" w:rsidRPr="00FA4384">
        <w:rPr>
          <w:rStyle w:val="libHadeesChar"/>
          <w:rtl/>
        </w:rPr>
        <w:t>،</w:t>
      </w:r>
      <w:r w:rsidR="00E8659C" w:rsidRPr="00FA4384">
        <w:rPr>
          <w:rStyle w:val="libHadeesChar"/>
          <w:rtl/>
        </w:rPr>
        <w:t xml:space="preserve"> وارث علوم</w:t>
      </w:r>
      <w:r w:rsidR="00FA4384" w:rsidRPr="00FA4384">
        <w:rPr>
          <w:rStyle w:val="libHadeesChar"/>
          <w:rFonts w:hint="cs"/>
          <w:rtl/>
        </w:rPr>
        <w:t xml:space="preserve"> </w:t>
      </w:r>
      <w:r w:rsidR="00E8659C" w:rsidRPr="00FA4384">
        <w:rPr>
          <w:rStyle w:val="libHadeesChar"/>
          <w:rtl/>
        </w:rPr>
        <w:t>الائمة ومقتد</w:t>
      </w:r>
      <w:r w:rsidR="00F456F0" w:rsidRPr="00FA4384">
        <w:rPr>
          <w:rStyle w:val="libHadeesChar"/>
          <w:rtl/>
        </w:rPr>
        <w:t xml:space="preserve">ی </w:t>
      </w:r>
      <w:r w:rsidR="00E8659C" w:rsidRPr="00FA4384">
        <w:rPr>
          <w:rStyle w:val="libHadeesChar"/>
          <w:rtl/>
        </w:rPr>
        <w:t>أهل السداد</w:t>
      </w:r>
      <w:r w:rsidR="004851C8" w:rsidRPr="00FA4384">
        <w:rPr>
          <w:rStyle w:val="libHadeesChar"/>
          <w:rtl/>
        </w:rPr>
        <w:t>،</w:t>
      </w:r>
      <w:r w:rsidR="00E8659C" w:rsidRPr="00FA4384">
        <w:rPr>
          <w:rStyle w:val="libHadeesChar"/>
          <w:rtl/>
        </w:rPr>
        <w:t xml:space="preserve"> محمد بن عل</w:t>
      </w:r>
      <w:r w:rsidR="00F456F0" w:rsidRPr="00FA4384">
        <w:rPr>
          <w:rStyle w:val="libHadeesChar"/>
          <w:rtl/>
        </w:rPr>
        <w:t xml:space="preserve">ی </w:t>
      </w:r>
      <w:r w:rsidR="00E8659C" w:rsidRPr="00FA4384">
        <w:rPr>
          <w:rStyle w:val="libHadeesChar"/>
          <w:rtl/>
        </w:rPr>
        <w:t>بن موس</w:t>
      </w:r>
      <w:r w:rsidR="00F456F0" w:rsidRPr="00FA4384">
        <w:rPr>
          <w:rStyle w:val="libHadeesChar"/>
          <w:rtl/>
        </w:rPr>
        <w:t xml:space="preserve">ی </w:t>
      </w:r>
      <w:r w:rsidR="00E8659C" w:rsidRPr="00FA4384">
        <w:rPr>
          <w:rStyle w:val="libHadeesChar"/>
          <w:rtl/>
        </w:rPr>
        <w:t>التق</w:t>
      </w:r>
      <w:r w:rsidR="00F456F0" w:rsidRPr="00FA4384">
        <w:rPr>
          <w:rStyle w:val="libHadeesChar"/>
          <w:rtl/>
        </w:rPr>
        <w:t xml:space="preserve">ی </w:t>
      </w:r>
      <w:r w:rsidR="00E8659C" w:rsidRPr="00FA4384">
        <w:rPr>
          <w:rStyle w:val="libHadeesChar"/>
          <w:rtl/>
        </w:rPr>
        <w:t>الجواد</w:t>
      </w:r>
      <w:r w:rsidR="004851C8" w:rsidRPr="00FA4384">
        <w:rPr>
          <w:rStyle w:val="libHadeesChar"/>
          <w:rtl/>
        </w:rPr>
        <w:t>،</w:t>
      </w:r>
      <w:r w:rsidR="00E8659C" w:rsidRPr="00FA4384">
        <w:rPr>
          <w:rStyle w:val="libHadeesChar"/>
          <w:rtl/>
        </w:rPr>
        <w:t xml:space="preserve"> عليهم صلوات رب</w:t>
      </w:r>
      <w:r w:rsidR="00FA4384" w:rsidRPr="00FA4384">
        <w:rPr>
          <w:rStyle w:val="libHadeesChar"/>
          <w:rFonts w:hint="cs"/>
          <w:rtl/>
        </w:rPr>
        <w:t xml:space="preserve"> </w:t>
      </w:r>
      <w:r w:rsidR="00E8659C" w:rsidRPr="00FA4384">
        <w:rPr>
          <w:rStyle w:val="libHadeesChar"/>
          <w:rtl/>
        </w:rPr>
        <w:t>العباد</w:t>
      </w:r>
      <w:r w:rsidR="004851C8">
        <w:rPr>
          <w:rtl/>
          <w:lang w:bidi="fa-IR"/>
        </w:rPr>
        <w:t>.</w:t>
      </w:r>
      <w:r w:rsidR="00FA4384">
        <w:rPr>
          <w:rFonts w:hint="cs"/>
          <w:rtl/>
          <w:lang w:bidi="fa-IR"/>
        </w:rPr>
        <w:t>»</w:t>
      </w:r>
      <w:r w:rsidR="00E8659C" w:rsidRPr="00E8659C">
        <w:rPr>
          <w:rtl/>
          <w:lang w:bidi="fa-IR"/>
        </w:rPr>
        <w:t xml:space="preserve"> مقتدا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افاضل واعيان پادشاه ممالك عرفان كه مرتب</w:t>
      </w:r>
      <w:r w:rsidR="00BB00AB">
        <w:rPr>
          <w:rtl/>
          <w:lang w:bidi="fa-IR"/>
        </w:rPr>
        <w:t>ه</w:t>
      </w:r>
      <w:r w:rsidR="00E8659C" w:rsidRPr="00E8659C">
        <w:rPr>
          <w:rtl/>
          <w:lang w:bidi="fa-IR"/>
        </w:rPr>
        <w:t xml:space="preserve"> امامت و وصايت ازآن حضرت به او رسيده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حالا شروع در ذكر آن حضرت م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شود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بدان كه حضرت امام محمد</w:t>
      </w:r>
      <w:r w:rsidR="00FA4384">
        <w:rPr>
          <w:rFonts w:hint="cs"/>
          <w:rtl/>
          <w:lang w:bidi="fa-IR"/>
        </w:rPr>
        <w:t xml:space="preserve"> </w:t>
      </w:r>
      <w:r w:rsidR="00E8659C" w:rsidRPr="00E8659C">
        <w:rPr>
          <w:rtl/>
          <w:lang w:bidi="fa-IR"/>
        </w:rPr>
        <w:t>تق</w:t>
      </w:r>
      <w:r w:rsidR="00F456F0">
        <w:rPr>
          <w:rtl/>
          <w:lang w:bidi="fa-IR"/>
        </w:rPr>
        <w:t xml:space="preserve">ی </w:t>
      </w:r>
      <w:r w:rsidR="00366A7F" w:rsidRPr="00366A7F">
        <w:rPr>
          <w:rStyle w:val="libAlaemChar"/>
          <w:rtl/>
        </w:rPr>
        <w:t>عليها‌السلام‌</w:t>
      </w:r>
      <w:r w:rsidR="00E8659C" w:rsidRPr="00E8659C">
        <w:rPr>
          <w:rtl/>
          <w:lang w:bidi="fa-IR"/>
        </w:rPr>
        <w:t xml:space="preserve"> امام نهم است از ائم</w:t>
      </w:r>
      <w:r w:rsidR="00BB00AB">
        <w:rPr>
          <w:rtl/>
          <w:lang w:bidi="fa-IR"/>
        </w:rPr>
        <w:t>ه</w:t>
      </w:r>
      <w:r w:rsidR="00E8659C" w:rsidRPr="00E8659C">
        <w:rPr>
          <w:rtl/>
          <w:lang w:bidi="fa-IR"/>
        </w:rPr>
        <w:t xml:space="preserve"> اثن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عشر و كنيت و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 xml:space="preserve">ابوجعفر </w:t>
      </w:r>
      <w:r w:rsidR="00366A7F" w:rsidRPr="00366A7F">
        <w:rPr>
          <w:rStyle w:val="libAlaemChar"/>
          <w:rtl/>
        </w:rPr>
        <w:t>عليها‌السلام‌</w:t>
      </w:r>
      <w:r w:rsidR="00E8659C" w:rsidRPr="00E8659C">
        <w:rPr>
          <w:rtl/>
          <w:lang w:bidi="fa-IR"/>
        </w:rPr>
        <w:t xml:space="preserve"> بوده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او را ابوجعفر ثان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گويند</w:t>
      </w:r>
      <w:r w:rsidR="00FA4384">
        <w:rPr>
          <w:rFonts w:hint="cs"/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فضائل و كرامات و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زيادهاز حد حصر است</w:t>
      </w:r>
      <w:r w:rsidR="004851C8">
        <w:rPr>
          <w:rtl/>
          <w:lang w:bidi="fa-IR"/>
        </w:rPr>
        <w:t>.</w:t>
      </w:r>
    </w:p>
    <w:p w:rsidR="00FA4384" w:rsidRDefault="00E8659C" w:rsidP="00FA4384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از جمله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مشهور است كه در وقت وفات پدرش حضرت رضا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در طوس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در مدينه بود</w:t>
      </w:r>
      <w:r w:rsidR="004851C8">
        <w:rPr>
          <w:rtl/>
          <w:lang w:bidi="fa-IR"/>
        </w:rPr>
        <w:t>،</w:t>
      </w:r>
      <w:r w:rsidR="00FA4384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به ط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أرض در طوس حاضر گشت و غسل 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داد و كفن در 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پوشانيد و نماز بر او گزارد وغايب شد</w:t>
      </w:r>
      <w:r w:rsidR="00FA4384">
        <w:rPr>
          <w:rFonts w:hint="cs"/>
          <w:rtl/>
          <w:lang w:bidi="fa-IR"/>
        </w:rPr>
        <w:t>.</w:t>
      </w:r>
    </w:p>
    <w:p w:rsidR="00FA4384" w:rsidRDefault="00E8659C" w:rsidP="00FA4384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ريان بن شبيب روايت كرد كه مأمون خواست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دختر خويش ام</w:t>
      </w:r>
      <w:r w:rsidR="00FA4384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 xml:space="preserve">الفضل را به نكاح حضرت امام محمد جواد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درآورد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اين برعباسيان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شاق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نمود</w:t>
      </w:r>
      <w:r w:rsidR="004851C8">
        <w:rPr>
          <w:rtl/>
          <w:lang w:bidi="fa-IR"/>
        </w:rPr>
        <w:t>.</w:t>
      </w:r>
    </w:p>
    <w:p w:rsidR="00FA4384" w:rsidRDefault="00E8659C" w:rsidP="00FA4384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مأمون گفت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من او را از آن جهت اختيار كرده ام كه</w:t>
      </w:r>
      <w:r w:rsidR="00FA4384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افضل اهل زمان است با وجود صغر سن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گفتند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كودك است و چندان علم و معرفت ندارد</w:t>
      </w:r>
      <w:r w:rsidR="004851C8">
        <w:rPr>
          <w:rtl/>
          <w:lang w:bidi="fa-IR"/>
        </w:rPr>
        <w:t>.</w:t>
      </w:r>
      <w:r w:rsidR="00FA4384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صبر كن كه علم بياموزد</w:t>
      </w:r>
      <w:r w:rsidR="004851C8">
        <w:rPr>
          <w:rtl/>
          <w:lang w:bidi="fa-IR"/>
        </w:rPr>
        <w:t>.</w:t>
      </w:r>
    </w:p>
    <w:p w:rsidR="00FA4384" w:rsidRDefault="00E8659C" w:rsidP="00FA4384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گفت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من ايشان را از شما بهتر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شناسم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ايشان اهل بيت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هستند كه علم ايشان از خدا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تعال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ايشان در علم به كس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محتاج نباشند و اگرخواهيد او را در فنون علوم امتحان كنيد تا شما را صدق دعو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من معلوم شود</w:t>
      </w:r>
      <w:r w:rsidR="004851C8">
        <w:rPr>
          <w:rtl/>
          <w:lang w:bidi="fa-IR"/>
        </w:rPr>
        <w:t>.</w:t>
      </w:r>
    </w:p>
    <w:p w:rsidR="00FA4384" w:rsidRDefault="00E8659C" w:rsidP="00FA4384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گفتند</w:t>
      </w:r>
      <w:r w:rsidR="004851C8">
        <w:rPr>
          <w:rtl/>
          <w:lang w:bidi="fa-IR"/>
        </w:rPr>
        <w:t>:</w:t>
      </w:r>
      <w:r w:rsidR="00FA4384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بگذار تا يك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را تعيين كنيم تا از 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مسأله پرسد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گفت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اين چنين باشد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به نزديك</w:t>
      </w:r>
      <w:r w:rsidR="00FA4384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يحي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بن أكثم شدند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الخ</w:t>
      </w:r>
      <w:r w:rsidR="004851C8">
        <w:rPr>
          <w:rtl/>
          <w:lang w:bidi="fa-IR"/>
        </w:rPr>
        <w:t>.</w:t>
      </w:r>
    </w:p>
    <w:p w:rsidR="00FA4384" w:rsidRDefault="00E8659C" w:rsidP="00FA4384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lastRenderedPageBreak/>
        <w:t>حافظ كربلائ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پس از نقل جريان يحي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بن اكثمو عاجز و ناتوان شدن او در مقابل امام جواد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و تبديل شدن جلس</w:t>
      </w:r>
      <w:r w:rsidR="00BB00AB">
        <w:rPr>
          <w:rtl/>
          <w:lang w:bidi="fa-IR"/>
        </w:rPr>
        <w:t>ه</w:t>
      </w:r>
      <w:r w:rsidR="00FA4384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مباحثه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به مجلس عقد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افزايد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اگر در ذكر فضائل و كمالات حضرت امام محمد تق</w:t>
      </w:r>
      <w:r w:rsidR="00F456F0">
        <w:rPr>
          <w:rtl/>
          <w:lang w:bidi="fa-IR"/>
        </w:rPr>
        <w:t xml:space="preserve">ی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مشغول گرديم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كتابها بايد ساخت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از آن باز آمديم</w:t>
      </w:r>
      <w:r w:rsidR="004851C8">
        <w:rPr>
          <w:rtl/>
          <w:lang w:bidi="fa-IR"/>
        </w:rPr>
        <w:t>.</w:t>
      </w:r>
    </w:p>
    <w:p w:rsidR="00E8659C" w:rsidRPr="00E8659C" w:rsidRDefault="00E8659C" w:rsidP="00FA4384">
      <w:pPr>
        <w:pStyle w:val="libNormal"/>
        <w:rPr>
          <w:lang w:bidi="fa-IR"/>
        </w:rPr>
      </w:pPr>
      <w:r w:rsidRPr="00E8659C">
        <w:rPr>
          <w:rtl/>
          <w:lang w:bidi="fa-IR"/>
        </w:rPr>
        <w:t>اگر دولتمند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را سعادت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مساعدت نمايد و به زيارت آن حضرت مشرف شود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زيارت به</w:t>
      </w:r>
      <w:r w:rsidR="00FA4384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نوع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كند كه مذكور شد و اين زيارت نامه را بخواند كه در كتاب زيارت مخصوص آن حضرت</w:t>
      </w:r>
      <w:r w:rsidR="00F67A8E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آورده اند بعد از زيارت جدش موس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كاظم </w:t>
      </w:r>
      <w:r w:rsidR="00FA4384" w:rsidRPr="00366A7F">
        <w:rPr>
          <w:rStyle w:val="libAlaemChar"/>
          <w:rtl/>
        </w:rPr>
        <w:t>عليها‌السلام‌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506E9B" w:rsidRPr="006249D9">
        <w:rPr>
          <w:rStyle w:val="libFootnotenumChar"/>
          <w:rtl/>
        </w:rPr>
        <w:t>74</w:t>
      </w:r>
      <w:r w:rsidRPr="006249D9">
        <w:rPr>
          <w:rStyle w:val="libFootnotenumChar"/>
          <w:rtl/>
        </w:rPr>
        <w:t>)</w:t>
      </w:r>
    </w:p>
    <w:p w:rsidR="00F67A8E" w:rsidRDefault="003D2C90" w:rsidP="00E8659C">
      <w:pPr>
        <w:pStyle w:val="libNormal"/>
        <w:rPr>
          <w:rtl/>
          <w:lang w:bidi="fa-IR"/>
        </w:rPr>
      </w:pPr>
      <w:r>
        <w:rPr>
          <w:rtl/>
          <w:lang w:bidi="fa-IR"/>
        </w:rPr>
        <w:t>9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</w:t>
      </w:r>
      <w:r w:rsidR="00E8659C" w:rsidRPr="00867DA2">
        <w:rPr>
          <w:rStyle w:val="libBold1Char"/>
          <w:rtl/>
        </w:rPr>
        <w:t>سبطبن جوز</w:t>
      </w:r>
      <w:r w:rsidR="00F456F0" w:rsidRPr="00867DA2">
        <w:rPr>
          <w:rStyle w:val="libBold1Char"/>
          <w:rtl/>
        </w:rPr>
        <w:t>ی</w:t>
      </w:r>
      <w:r w:rsidR="00F456F0">
        <w:rPr>
          <w:rtl/>
          <w:lang w:bidi="fa-IR"/>
        </w:rPr>
        <w:t xml:space="preserve"> </w:t>
      </w:r>
      <w:r w:rsidR="00E8659C" w:rsidRPr="00E8659C">
        <w:rPr>
          <w:rtl/>
          <w:lang w:bidi="fa-IR"/>
        </w:rPr>
        <w:t xml:space="preserve">هم در كتاب </w:t>
      </w:r>
      <w:r w:rsidR="00F67A8E">
        <w:rPr>
          <w:rFonts w:hint="cs"/>
          <w:rtl/>
          <w:lang w:bidi="fa-IR"/>
        </w:rPr>
        <w:t>«</w:t>
      </w:r>
      <w:r w:rsidR="00E8659C" w:rsidRPr="00E8659C">
        <w:rPr>
          <w:rtl/>
          <w:lang w:bidi="fa-IR"/>
        </w:rPr>
        <w:t>التذكرة</w:t>
      </w:r>
      <w:r w:rsidR="00F67A8E">
        <w:rPr>
          <w:rFonts w:hint="cs"/>
          <w:rtl/>
          <w:lang w:bidi="fa-IR"/>
        </w:rPr>
        <w:t>»</w:t>
      </w:r>
      <w:r w:rsidR="00E8659C" w:rsidRPr="00E8659C">
        <w:rPr>
          <w:rtl/>
          <w:lang w:bidi="fa-IR"/>
        </w:rPr>
        <w:t xml:space="preserve"> درباره آن حضرت م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گويد</w:t>
      </w:r>
      <w:r w:rsidR="004851C8">
        <w:rPr>
          <w:rtl/>
          <w:lang w:bidi="fa-IR"/>
        </w:rPr>
        <w:t>:</w:t>
      </w:r>
      <w:r w:rsidR="00E8659C" w:rsidRPr="00E8659C">
        <w:rPr>
          <w:rtl/>
          <w:lang w:bidi="fa-IR"/>
        </w:rPr>
        <w:t xml:space="preserve"> محمد جواد </w:t>
      </w:r>
      <w:r w:rsidR="00366A7F" w:rsidRPr="00366A7F">
        <w:rPr>
          <w:rStyle w:val="libAlaemChar"/>
          <w:rtl/>
        </w:rPr>
        <w:t>عليه‌السلام‌</w:t>
      </w:r>
      <w:r w:rsidR="00E8659C" w:rsidRPr="00E8659C">
        <w:rPr>
          <w:rtl/>
          <w:lang w:bidi="fa-IR"/>
        </w:rPr>
        <w:t xml:space="preserve"> در سال </w:t>
      </w:r>
      <w:r w:rsidR="00256F60">
        <w:rPr>
          <w:rtl/>
          <w:lang w:bidi="fa-IR"/>
        </w:rPr>
        <w:t>1</w:t>
      </w:r>
      <w:r>
        <w:rPr>
          <w:rtl/>
          <w:lang w:bidi="fa-IR"/>
        </w:rPr>
        <w:t>9</w:t>
      </w:r>
      <w:r w:rsidR="00506E9B">
        <w:rPr>
          <w:rtl/>
          <w:lang w:bidi="fa-IR"/>
        </w:rPr>
        <w:t>5</w:t>
      </w:r>
      <w:r w:rsidR="00E8659C" w:rsidRPr="00E8659C">
        <w:rPr>
          <w:rtl/>
          <w:lang w:bidi="fa-IR"/>
        </w:rPr>
        <w:t xml:space="preserve"> هجر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 xml:space="preserve">پا به عرصه حيات گذاشت و در سال </w:t>
      </w:r>
      <w:r w:rsidR="005631DD">
        <w:rPr>
          <w:rtl/>
          <w:lang w:bidi="fa-IR"/>
        </w:rPr>
        <w:t>22</w:t>
      </w:r>
      <w:r w:rsidR="009072C7">
        <w:rPr>
          <w:rtl/>
          <w:lang w:bidi="fa-IR"/>
        </w:rPr>
        <w:t>0</w:t>
      </w:r>
      <w:r w:rsidR="00E8659C" w:rsidRPr="00E8659C">
        <w:rPr>
          <w:rtl/>
          <w:lang w:bidi="fa-IR"/>
        </w:rPr>
        <w:t xml:space="preserve"> هجر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 xml:space="preserve">به سن </w:t>
      </w:r>
      <w:r w:rsidR="005631DD">
        <w:rPr>
          <w:rtl/>
          <w:lang w:bidi="fa-IR"/>
        </w:rPr>
        <w:t>2</w:t>
      </w:r>
      <w:r w:rsidR="00506E9B">
        <w:rPr>
          <w:rtl/>
          <w:lang w:bidi="fa-IR"/>
        </w:rPr>
        <w:t>5</w:t>
      </w:r>
      <w:r w:rsidR="00E8659C" w:rsidRPr="00E8659C">
        <w:rPr>
          <w:rtl/>
          <w:lang w:bidi="fa-IR"/>
        </w:rPr>
        <w:t>سالگ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جهان را ترك نمود</w:t>
      </w:r>
      <w:r w:rsidR="004851C8">
        <w:rPr>
          <w:rtl/>
          <w:lang w:bidi="fa-IR"/>
        </w:rPr>
        <w:t>.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او در علم و تقو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پرهيزكار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سخاوت همانند پدربزرگوارش و در مسير او بود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او با لقب مرتض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</w:t>
      </w:r>
      <w:r w:rsidR="00F67A8E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قانع ملقب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گرديد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وفاتش در</w:t>
      </w:r>
      <w:r w:rsidR="003F27F0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بغداد صورت گرفت و در مقابر قريش كنار قبر نيا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بزرگش امام موس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بن جعفر مدفون</w:t>
      </w:r>
      <w:r w:rsidR="003F27F0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گرديد و هم اكنون مورد زيارت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علاقه مندان قرار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گيرد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506E9B" w:rsidRPr="006249D9">
        <w:rPr>
          <w:rStyle w:val="libFootnotenumChar"/>
          <w:rtl/>
        </w:rPr>
        <w:t>75</w:t>
      </w:r>
      <w:r w:rsidRPr="006249D9">
        <w:rPr>
          <w:rStyle w:val="libFootnotenumChar"/>
          <w:rtl/>
        </w:rPr>
        <w:t>)</w:t>
      </w:r>
    </w:p>
    <w:p w:rsidR="00867DA2" w:rsidRDefault="00256F60" w:rsidP="00E8659C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9072C7">
        <w:rPr>
          <w:rtl/>
          <w:lang w:bidi="fa-IR"/>
        </w:rPr>
        <w:t>0</w:t>
      </w:r>
      <w:r w:rsidR="004851C8">
        <w:rPr>
          <w:rtl/>
          <w:lang w:bidi="fa-IR"/>
        </w:rPr>
        <w:t>.</w:t>
      </w:r>
      <w:r w:rsidR="00867DA2">
        <w:rPr>
          <w:rFonts w:hint="cs"/>
          <w:rtl/>
          <w:lang w:bidi="fa-IR"/>
        </w:rPr>
        <w:t xml:space="preserve"> </w:t>
      </w:r>
      <w:r w:rsidR="00E8659C" w:rsidRPr="00867DA2">
        <w:rPr>
          <w:rStyle w:val="libBold1Char"/>
          <w:rtl/>
        </w:rPr>
        <w:t>علامه ابن صباغ مالك</w:t>
      </w:r>
      <w:r w:rsidR="00F456F0" w:rsidRPr="00867DA2">
        <w:rPr>
          <w:rStyle w:val="libBold1Char"/>
          <w:rtl/>
        </w:rPr>
        <w:t>ی</w:t>
      </w:r>
      <w:r w:rsidR="00F456F0">
        <w:rPr>
          <w:rtl/>
          <w:lang w:bidi="fa-IR"/>
        </w:rPr>
        <w:t xml:space="preserve"> </w:t>
      </w:r>
      <w:r w:rsidR="00E8659C" w:rsidRPr="00E8659C">
        <w:rPr>
          <w:rtl/>
          <w:lang w:bidi="fa-IR"/>
        </w:rPr>
        <w:t>در اين باره م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نويسد</w:t>
      </w:r>
      <w:r w:rsidR="004851C8">
        <w:rPr>
          <w:rtl/>
          <w:lang w:bidi="fa-IR"/>
        </w:rPr>
        <w:t>:</w:t>
      </w:r>
      <w:r w:rsidR="00E8659C" w:rsidRPr="00E8659C">
        <w:rPr>
          <w:rtl/>
          <w:lang w:bidi="fa-IR"/>
        </w:rPr>
        <w:t xml:space="preserve"> ابو</w:t>
      </w:r>
      <w:r w:rsidR="003F27F0">
        <w:rPr>
          <w:rFonts w:hint="cs"/>
          <w:rtl/>
          <w:lang w:bidi="fa-IR"/>
        </w:rPr>
        <w:t xml:space="preserve"> </w:t>
      </w:r>
      <w:r w:rsidR="00E8659C" w:rsidRPr="00E8659C">
        <w:rPr>
          <w:rtl/>
          <w:lang w:bidi="fa-IR"/>
        </w:rPr>
        <w:t xml:space="preserve">جعفر محمد جواد </w:t>
      </w:r>
      <w:r w:rsidR="00366A7F" w:rsidRPr="00366A7F">
        <w:rPr>
          <w:rStyle w:val="libAlaemChar"/>
          <w:rtl/>
        </w:rPr>
        <w:t>عليها‌السلام‌</w:t>
      </w:r>
      <w:r w:rsidR="00E8659C" w:rsidRPr="00E8659C">
        <w:rPr>
          <w:rtl/>
          <w:lang w:bidi="fa-IR"/>
        </w:rPr>
        <w:t xml:space="preserve"> در مدينه نوزدهم ماه رمضان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به سال </w:t>
      </w:r>
      <w:r>
        <w:rPr>
          <w:rtl/>
          <w:lang w:bidi="fa-IR"/>
        </w:rPr>
        <w:t>1</w:t>
      </w:r>
      <w:r w:rsidR="003D2C90">
        <w:rPr>
          <w:rtl/>
          <w:lang w:bidi="fa-IR"/>
        </w:rPr>
        <w:t>9</w:t>
      </w:r>
      <w:r w:rsidR="00506E9B">
        <w:rPr>
          <w:rtl/>
          <w:lang w:bidi="fa-IR"/>
        </w:rPr>
        <w:t>5</w:t>
      </w:r>
      <w:r w:rsidR="00E8659C" w:rsidRPr="00E8659C">
        <w:rPr>
          <w:rtl/>
          <w:lang w:bidi="fa-IR"/>
        </w:rPr>
        <w:t xml:space="preserve"> هجر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متولد گرديد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از نظر نسب</w:t>
      </w:r>
      <w:r w:rsidR="004851C8">
        <w:rPr>
          <w:rtl/>
          <w:lang w:bidi="fa-IR"/>
        </w:rPr>
        <w:t>،</w:t>
      </w:r>
      <w:r w:rsidR="00867DA2">
        <w:rPr>
          <w:rFonts w:hint="cs"/>
          <w:rtl/>
          <w:lang w:bidi="fa-IR"/>
        </w:rPr>
        <w:t xml:space="preserve"> </w:t>
      </w:r>
      <w:r w:rsidR="00E8659C" w:rsidRPr="00E8659C">
        <w:rPr>
          <w:rtl/>
          <w:lang w:bidi="fa-IR"/>
        </w:rPr>
        <w:t>عالي</w:t>
      </w:r>
      <w:r w:rsidR="003F27F0">
        <w:rPr>
          <w:rFonts w:hint="cs"/>
          <w:rtl/>
          <w:lang w:bidi="fa-IR"/>
        </w:rPr>
        <w:t xml:space="preserve"> </w:t>
      </w:r>
      <w:r w:rsidR="00E8659C" w:rsidRPr="00E8659C">
        <w:rPr>
          <w:rtl/>
          <w:lang w:bidi="fa-IR"/>
        </w:rPr>
        <w:t>ترين تبار را دارد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چون او فرزند عل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فرزند موس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كاظم فرزند جعفر صادق فرزند</w:t>
      </w:r>
      <w:r w:rsidR="00867DA2">
        <w:rPr>
          <w:rFonts w:hint="cs"/>
          <w:rtl/>
          <w:lang w:bidi="fa-IR"/>
        </w:rPr>
        <w:t xml:space="preserve"> </w:t>
      </w:r>
      <w:r w:rsidR="00E8659C" w:rsidRPr="00E8659C">
        <w:rPr>
          <w:rtl/>
          <w:lang w:bidi="fa-IR"/>
        </w:rPr>
        <w:t>محمد باقر فرزند عل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فرزند حسين فرزند عل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 xml:space="preserve">بن ابيطالب </w:t>
      </w:r>
      <w:r w:rsidR="00366A7F" w:rsidRPr="00366A7F">
        <w:rPr>
          <w:rStyle w:val="libAlaemChar"/>
          <w:rtl/>
        </w:rPr>
        <w:t>عليها‌السلام‌</w:t>
      </w:r>
      <w:r w:rsidR="00E8659C" w:rsidRPr="00E8659C">
        <w:rPr>
          <w:rtl/>
          <w:lang w:bidi="fa-IR"/>
        </w:rPr>
        <w:t xml:space="preserve"> م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باشد</w:t>
      </w:r>
      <w:r w:rsidR="004851C8">
        <w:rPr>
          <w:rtl/>
          <w:lang w:bidi="fa-IR"/>
        </w:rPr>
        <w:t>.</w:t>
      </w:r>
    </w:p>
    <w:p w:rsidR="00867DA2" w:rsidRDefault="00E8659C" w:rsidP="00867DA2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او در بغداد جهان را ترك گفت و عامل تبعيد و جلب او به بغداد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معتصم خليفه</w:t>
      </w:r>
      <w:r w:rsidR="00867DA2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عباس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بود كه او را از مدينه به بغداد خواست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او با همسر خود ام فضل دختر مأمون ب</w:t>
      </w:r>
      <w:r w:rsidR="00867DA2">
        <w:rPr>
          <w:rFonts w:hint="cs"/>
          <w:rtl/>
          <w:lang w:bidi="fa-IR"/>
        </w:rPr>
        <w:t xml:space="preserve">ه </w:t>
      </w:r>
      <w:r w:rsidRPr="00E8659C">
        <w:rPr>
          <w:rtl/>
          <w:lang w:bidi="fa-IR"/>
        </w:rPr>
        <w:t xml:space="preserve">بغداد وارد شد و تاريخ آن روز </w:t>
      </w:r>
      <w:r w:rsidR="005631DD">
        <w:rPr>
          <w:rtl/>
          <w:lang w:bidi="fa-IR"/>
        </w:rPr>
        <w:t>2</w:t>
      </w:r>
      <w:r w:rsidR="00A35C10">
        <w:rPr>
          <w:rtl/>
          <w:lang w:bidi="fa-IR"/>
        </w:rPr>
        <w:t>8</w:t>
      </w:r>
      <w:r w:rsidRPr="00E8659C">
        <w:rPr>
          <w:rtl/>
          <w:lang w:bidi="fa-IR"/>
        </w:rPr>
        <w:t xml:space="preserve"> محرم </w:t>
      </w:r>
      <w:r w:rsidR="005631DD">
        <w:rPr>
          <w:rtl/>
          <w:lang w:bidi="fa-IR"/>
        </w:rPr>
        <w:t>22</w:t>
      </w:r>
      <w:r w:rsidR="009072C7">
        <w:rPr>
          <w:rtl/>
          <w:lang w:bidi="fa-IR"/>
        </w:rPr>
        <w:t>0</w:t>
      </w:r>
      <w:r w:rsidRPr="00E8659C">
        <w:rPr>
          <w:rtl/>
          <w:lang w:bidi="fa-IR"/>
        </w:rPr>
        <w:t xml:space="preserve"> بود كه در آخر ماه ذيقعده همان سال جهان</w:t>
      </w:r>
      <w:r w:rsidR="00867DA2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را وداع گفت و در مقابر قريش كنار قبر نيا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بزرگوارش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امام موس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بن جعفر مدفون</w:t>
      </w:r>
      <w:r w:rsidR="00867DA2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گرديد</w:t>
      </w:r>
      <w:r w:rsidR="004851C8">
        <w:rPr>
          <w:rtl/>
          <w:lang w:bidi="fa-IR"/>
        </w:rPr>
        <w:t>.</w:t>
      </w:r>
    </w:p>
    <w:p w:rsidR="00E8659C" w:rsidRPr="00E8659C" w:rsidRDefault="00E8659C" w:rsidP="00867DA2">
      <w:pPr>
        <w:pStyle w:val="libNormal"/>
        <w:rPr>
          <w:lang w:bidi="fa-IR"/>
        </w:rPr>
      </w:pPr>
      <w:r w:rsidRPr="00E8659C">
        <w:rPr>
          <w:rtl/>
          <w:lang w:bidi="fa-IR"/>
        </w:rPr>
        <w:lastRenderedPageBreak/>
        <w:t xml:space="preserve">هنگام رحلت </w:t>
      </w:r>
      <w:r w:rsidR="005631DD">
        <w:rPr>
          <w:rtl/>
          <w:lang w:bidi="fa-IR"/>
        </w:rPr>
        <w:t>2</w:t>
      </w:r>
      <w:r w:rsidR="00506E9B">
        <w:rPr>
          <w:rtl/>
          <w:lang w:bidi="fa-IR"/>
        </w:rPr>
        <w:t>5</w:t>
      </w:r>
      <w:r w:rsidRPr="00E8659C">
        <w:rPr>
          <w:rtl/>
          <w:lang w:bidi="fa-IR"/>
        </w:rPr>
        <w:t xml:space="preserve"> ساله بود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همسرش در كاخ معتصم جزء حرم معتصم قرار گرفت</w:t>
      </w:r>
      <w:r w:rsidR="004851C8">
        <w:rPr>
          <w:rtl/>
          <w:lang w:bidi="fa-IR"/>
        </w:rPr>
        <w:t>.</w:t>
      </w:r>
      <w:r w:rsidR="00867DA2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گفته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شود كه او در اثر سم كشته شده است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فرزندانش به نام عل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موس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فاطمه</w:t>
      </w:r>
      <w:r w:rsidR="004851C8">
        <w:rPr>
          <w:rtl/>
          <w:lang w:bidi="fa-IR"/>
        </w:rPr>
        <w:t>،</w:t>
      </w:r>
      <w:r w:rsidR="00867DA2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امامه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دو پسر و دو دختر از او به يادگار مانده است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506E9B" w:rsidRPr="006249D9">
        <w:rPr>
          <w:rStyle w:val="libFootnotenumChar"/>
          <w:rtl/>
        </w:rPr>
        <w:t>76</w:t>
      </w:r>
      <w:r w:rsidRPr="006249D9">
        <w:rPr>
          <w:rStyle w:val="libFootnotenumChar"/>
          <w:rtl/>
        </w:rPr>
        <w:t>)</w:t>
      </w:r>
    </w:p>
    <w:p w:rsidR="00E8659C" w:rsidRPr="00E8659C" w:rsidRDefault="00256F60" w:rsidP="00E8659C">
      <w:pPr>
        <w:pStyle w:val="libNormal"/>
        <w:rPr>
          <w:lang w:bidi="fa-IR"/>
        </w:rPr>
      </w:pPr>
      <w:r>
        <w:rPr>
          <w:rtl/>
          <w:lang w:bidi="fa-IR"/>
        </w:rPr>
        <w:t>11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</w:t>
      </w:r>
      <w:r w:rsidR="00E8659C" w:rsidRPr="00317718">
        <w:rPr>
          <w:rStyle w:val="libBold1Char"/>
          <w:rtl/>
        </w:rPr>
        <w:t>ابن تيميه</w:t>
      </w:r>
      <w:r w:rsidR="00E8659C" w:rsidRPr="00E8659C">
        <w:rPr>
          <w:rtl/>
          <w:lang w:bidi="fa-IR"/>
        </w:rPr>
        <w:t xml:space="preserve"> م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گويد</w:t>
      </w:r>
      <w:r w:rsidR="004851C8">
        <w:rPr>
          <w:rtl/>
          <w:lang w:bidi="fa-IR"/>
        </w:rPr>
        <w:t>:</w:t>
      </w:r>
      <w:r w:rsidR="00E8659C" w:rsidRPr="00E8659C">
        <w:rPr>
          <w:rtl/>
          <w:lang w:bidi="fa-IR"/>
        </w:rPr>
        <w:t xml:space="preserve"> محمد فرزند عل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ملقب</w:t>
      </w:r>
      <w:r w:rsidR="00317718">
        <w:rPr>
          <w:rFonts w:hint="cs"/>
          <w:rtl/>
          <w:lang w:bidi="fa-IR"/>
        </w:rPr>
        <w:t xml:space="preserve"> </w:t>
      </w:r>
      <w:r w:rsidR="00E8659C" w:rsidRPr="00E8659C">
        <w:rPr>
          <w:rtl/>
          <w:lang w:bidi="fa-IR"/>
        </w:rPr>
        <w:t xml:space="preserve">به جواد </w:t>
      </w:r>
      <w:r w:rsidR="00366A7F" w:rsidRPr="00366A7F">
        <w:rPr>
          <w:rStyle w:val="libAlaemChar"/>
          <w:rtl/>
        </w:rPr>
        <w:t>عليها‌السلام‌</w:t>
      </w:r>
      <w:r w:rsidR="00E8659C" w:rsidRPr="00E8659C">
        <w:rPr>
          <w:rtl/>
          <w:lang w:bidi="fa-IR"/>
        </w:rPr>
        <w:t xml:space="preserve"> از اعيان و بزرگان بن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هاشم است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در سخاوت و</w:t>
      </w:r>
      <w:r w:rsidR="00317718">
        <w:rPr>
          <w:rFonts w:hint="cs"/>
          <w:rtl/>
          <w:lang w:bidi="fa-IR"/>
        </w:rPr>
        <w:t xml:space="preserve"> </w:t>
      </w:r>
      <w:r w:rsidR="00E8659C" w:rsidRPr="00E8659C">
        <w:rPr>
          <w:rtl/>
          <w:lang w:bidi="fa-IR"/>
        </w:rPr>
        <w:t>بزرگوار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شهرت تام دارد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او در سنين جوان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 xml:space="preserve">در </w:t>
      </w:r>
      <w:r w:rsidR="005631DD">
        <w:rPr>
          <w:rtl/>
          <w:lang w:bidi="fa-IR"/>
        </w:rPr>
        <w:t>2</w:t>
      </w:r>
      <w:r w:rsidR="00506E9B">
        <w:rPr>
          <w:rtl/>
          <w:lang w:bidi="fa-IR"/>
        </w:rPr>
        <w:t>5</w:t>
      </w:r>
      <w:r w:rsidR="00E8659C" w:rsidRPr="00E8659C">
        <w:rPr>
          <w:rtl/>
          <w:lang w:bidi="fa-IR"/>
        </w:rPr>
        <w:t xml:space="preserve"> سالگ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رحلت نمود و سال وفات او</w:t>
      </w:r>
      <w:r w:rsidR="005631DD">
        <w:rPr>
          <w:rtl/>
          <w:lang w:bidi="fa-IR"/>
        </w:rPr>
        <w:t>22</w:t>
      </w:r>
      <w:r w:rsidR="009072C7">
        <w:rPr>
          <w:rtl/>
          <w:lang w:bidi="fa-IR"/>
        </w:rPr>
        <w:t>0</w:t>
      </w:r>
      <w:r w:rsidR="00E8659C" w:rsidRPr="00E8659C">
        <w:rPr>
          <w:rtl/>
          <w:lang w:bidi="fa-IR"/>
        </w:rPr>
        <w:t xml:space="preserve"> هجر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بوده است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</w:t>
      </w:r>
      <w:r w:rsidR="00E8659C" w:rsidRPr="006249D9">
        <w:rPr>
          <w:rStyle w:val="libFootnotenumChar"/>
          <w:rtl/>
        </w:rPr>
        <w:t>(</w:t>
      </w:r>
      <w:r w:rsidR="00506E9B" w:rsidRPr="006249D9">
        <w:rPr>
          <w:rStyle w:val="libFootnotenumChar"/>
          <w:rtl/>
        </w:rPr>
        <w:t>77</w:t>
      </w:r>
      <w:r w:rsidR="00E8659C" w:rsidRPr="006249D9">
        <w:rPr>
          <w:rStyle w:val="libFootnotenumChar"/>
          <w:rtl/>
        </w:rPr>
        <w:t>)</w:t>
      </w:r>
    </w:p>
    <w:p w:rsidR="00E8659C" w:rsidRPr="00E8659C" w:rsidRDefault="00256F60" w:rsidP="00E8659C">
      <w:pPr>
        <w:pStyle w:val="libNormal"/>
        <w:rPr>
          <w:lang w:bidi="fa-IR"/>
        </w:rPr>
      </w:pPr>
      <w:r>
        <w:rPr>
          <w:rtl/>
          <w:lang w:bidi="fa-IR"/>
        </w:rPr>
        <w:t>1</w:t>
      </w:r>
      <w:r w:rsidR="005631DD">
        <w:rPr>
          <w:rtl/>
          <w:lang w:bidi="fa-IR"/>
        </w:rPr>
        <w:t>2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دانشمند معاصر مرحوم </w:t>
      </w:r>
      <w:r w:rsidR="00E8659C" w:rsidRPr="00317718">
        <w:rPr>
          <w:rStyle w:val="libBold1Char"/>
          <w:rtl/>
        </w:rPr>
        <w:t>سيد محمد هاشم</w:t>
      </w:r>
      <w:r w:rsidR="00F456F0" w:rsidRPr="00317718">
        <w:rPr>
          <w:rStyle w:val="libBold1Char"/>
          <w:rtl/>
        </w:rPr>
        <w:t xml:space="preserve">ی </w:t>
      </w:r>
      <w:r w:rsidR="00E8659C" w:rsidRPr="00317718">
        <w:rPr>
          <w:rStyle w:val="libBold1Char"/>
          <w:rtl/>
        </w:rPr>
        <w:t>افغان</w:t>
      </w:r>
      <w:r w:rsidR="00F456F0" w:rsidRPr="00317718">
        <w:rPr>
          <w:rStyle w:val="libBold1Char"/>
          <w:rtl/>
        </w:rPr>
        <w:t xml:space="preserve">ی </w:t>
      </w:r>
      <w:r w:rsidR="00E8659C" w:rsidRPr="00E8659C">
        <w:rPr>
          <w:rtl/>
          <w:lang w:bidi="fa-IR"/>
        </w:rPr>
        <w:t>درباره آن بزرگوار م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گويد</w:t>
      </w:r>
      <w:r w:rsidR="004851C8">
        <w:rPr>
          <w:rtl/>
          <w:lang w:bidi="fa-IR"/>
        </w:rPr>
        <w:t>:</w:t>
      </w:r>
      <w:r w:rsidR="00E8659C" w:rsidRPr="00E8659C">
        <w:rPr>
          <w:rtl/>
          <w:lang w:bidi="fa-IR"/>
        </w:rPr>
        <w:t xml:space="preserve"> معتصم در برابر عظمت علم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و روح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 xml:space="preserve">امام جواد </w:t>
      </w:r>
      <w:r w:rsidR="00366A7F" w:rsidRPr="00366A7F">
        <w:rPr>
          <w:rStyle w:val="libAlaemChar"/>
          <w:rtl/>
        </w:rPr>
        <w:t>عليها‌السلام‌</w:t>
      </w:r>
      <w:r w:rsidR="00E8659C" w:rsidRPr="00E8659C">
        <w:rPr>
          <w:rtl/>
          <w:lang w:bidi="fa-IR"/>
        </w:rPr>
        <w:t xml:space="preserve"> نسبت به ملك و حكومت خود ترسناك شد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از اين رهگذر او را با همسرخود از مدينه به بغداد خواست تا تحت نظر خويش قرار دهد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سپس با دسيسه</w:t>
      </w:r>
      <w:r w:rsidR="00164EC6">
        <w:rPr>
          <w:rtl/>
          <w:lang w:bidi="fa-IR"/>
        </w:rPr>
        <w:t xml:space="preserve"> ‌</w:t>
      </w:r>
      <w:r w:rsidR="00E8659C" w:rsidRPr="00E8659C">
        <w:rPr>
          <w:rtl/>
          <w:lang w:bidi="fa-IR"/>
        </w:rPr>
        <w:t>ها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اوخواهرش أم الفضل او را مسموم ساخت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و در مقابر قريش كنار قبر جد بزرگوارش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امام موس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 xml:space="preserve">بن جعفر </w:t>
      </w:r>
      <w:r w:rsidR="00366A7F" w:rsidRPr="00366A7F">
        <w:rPr>
          <w:rStyle w:val="libAlaemChar"/>
          <w:rtl/>
        </w:rPr>
        <w:t>عليها‌السلام‌</w:t>
      </w:r>
      <w:r w:rsidR="00E8659C" w:rsidRPr="00E8659C">
        <w:rPr>
          <w:rtl/>
          <w:lang w:bidi="fa-IR"/>
        </w:rPr>
        <w:t xml:space="preserve"> مدفون گرديد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</w:t>
      </w:r>
      <w:r w:rsidR="00E8659C" w:rsidRPr="006249D9">
        <w:rPr>
          <w:rStyle w:val="libFootnotenumChar"/>
          <w:rtl/>
        </w:rPr>
        <w:t>(</w:t>
      </w:r>
      <w:r w:rsidR="00506E9B" w:rsidRPr="006249D9">
        <w:rPr>
          <w:rStyle w:val="libFootnotenumChar"/>
          <w:rtl/>
        </w:rPr>
        <w:t>7</w:t>
      </w:r>
      <w:r w:rsidR="00A35C10" w:rsidRPr="006249D9">
        <w:rPr>
          <w:rStyle w:val="libFootnotenumChar"/>
          <w:rtl/>
        </w:rPr>
        <w:t>8</w:t>
      </w:r>
      <w:r w:rsidR="00E8659C" w:rsidRPr="006249D9">
        <w:rPr>
          <w:rStyle w:val="libFootnotenumChar"/>
          <w:rtl/>
        </w:rPr>
        <w:t>)</w:t>
      </w:r>
    </w:p>
    <w:p w:rsidR="00E8659C" w:rsidRPr="00E8659C" w:rsidRDefault="00317718" w:rsidP="00E8659C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E8659C" w:rsidRDefault="00E8659C" w:rsidP="00317718">
      <w:pPr>
        <w:pStyle w:val="Heading2"/>
        <w:rPr>
          <w:rtl/>
          <w:lang w:bidi="fa-IR"/>
        </w:rPr>
      </w:pPr>
      <w:bookmarkStart w:id="15" w:name="_Toc487273789"/>
      <w:r w:rsidRPr="00E8659C">
        <w:rPr>
          <w:rtl/>
          <w:lang w:bidi="fa-IR"/>
        </w:rPr>
        <w:t xml:space="preserve">امام جواد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و ديگر مزايا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علم</w:t>
      </w:r>
      <w:r w:rsidR="00F456F0">
        <w:rPr>
          <w:rtl/>
          <w:lang w:bidi="fa-IR"/>
        </w:rPr>
        <w:t>ی</w:t>
      </w:r>
      <w:bookmarkEnd w:id="15"/>
      <w:r w:rsidR="00F456F0">
        <w:rPr>
          <w:rtl/>
          <w:lang w:bidi="fa-IR"/>
        </w:rPr>
        <w:t xml:space="preserve"> </w:t>
      </w:r>
    </w:p>
    <w:p w:rsidR="00A019D8" w:rsidRDefault="00256F60" w:rsidP="00E8659C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</w:t>
      </w:r>
      <w:r w:rsidR="00E8659C" w:rsidRPr="00A019D8">
        <w:rPr>
          <w:rStyle w:val="libBold1Char"/>
          <w:rtl/>
        </w:rPr>
        <w:t>نبوغ علم</w:t>
      </w:r>
      <w:r w:rsidR="00F456F0" w:rsidRPr="00A019D8">
        <w:rPr>
          <w:rStyle w:val="libBold1Char"/>
          <w:rtl/>
        </w:rPr>
        <w:t xml:space="preserve">ی </w:t>
      </w:r>
      <w:r w:rsidR="00E8659C" w:rsidRPr="00A019D8">
        <w:rPr>
          <w:rStyle w:val="libBold1Char"/>
          <w:rtl/>
        </w:rPr>
        <w:t>يا اشراق</w:t>
      </w:r>
      <w:r w:rsidR="00F456F0" w:rsidRPr="00A019D8">
        <w:rPr>
          <w:rStyle w:val="libBold1Char"/>
          <w:rtl/>
        </w:rPr>
        <w:t>ی</w:t>
      </w:r>
      <w:r w:rsidR="00A429E4">
        <w:rPr>
          <w:rtl/>
          <w:lang w:bidi="fa-IR"/>
        </w:rPr>
        <w:t>:</w:t>
      </w:r>
      <w:r w:rsidR="00E8659C" w:rsidRPr="00E8659C">
        <w:rPr>
          <w:rtl/>
          <w:lang w:bidi="fa-IR"/>
        </w:rPr>
        <w:t xml:space="preserve"> يك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از امتيازات بزرگو مهم پيشوايان معصوم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و رهبران معنو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و اجتماع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مردم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كمال درك و عقل آنان م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باشد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امام </w:t>
      </w:r>
      <w:r w:rsidR="00366A7F" w:rsidRPr="00366A7F">
        <w:rPr>
          <w:rStyle w:val="libAlaemChar"/>
          <w:rtl/>
        </w:rPr>
        <w:t>عليها‌السلام‌</w:t>
      </w:r>
      <w:r w:rsidR="00E8659C" w:rsidRPr="00E8659C">
        <w:rPr>
          <w:rtl/>
          <w:lang w:bidi="fa-IR"/>
        </w:rPr>
        <w:t xml:space="preserve"> چون سرپرست دين و پيشوا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سعادت و خوشبخت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جهانيان است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لازم است كه به هم</w:t>
      </w:r>
      <w:r w:rsidR="00BB00AB">
        <w:rPr>
          <w:rtl/>
          <w:lang w:bidi="fa-IR"/>
        </w:rPr>
        <w:t>ه</w:t>
      </w:r>
      <w:r w:rsidR="00E8659C" w:rsidRPr="00E8659C">
        <w:rPr>
          <w:rtl/>
          <w:lang w:bidi="fa-IR"/>
        </w:rPr>
        <w:t xml:space="preserve"> مسائل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كه در دنيا و آخرت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سعادت افراد به آن</w:t>
      </w:r>
      <w:r w:rsidR="003F27F0">
        <w:rPr>
          <w:rFonts w:hint="cs"/>
          <w:rtl/>
          <w:lang w:bidi="fa-IR"/>
        </w:rPr>
        <w:t xml:space="preserve"> </w:t>
      </w:r>
      <w:r w:rsidR="00E8659C" w:rsidRPr="00E8659C">
        <w:rPr>
          <w:rtl/>
          <w:lang w:bidi="fa-IR"/>
        </w:rPr>
        <w:t>پيوسته است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آشناي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داشته باشد چون پيشوا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جاهل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از نظر هدايت عموم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اله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معن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و مفهوم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در بر نخواهد داشت</w:t>
      </w:r>
      <w:r w:rsidR="004851C8">
        <w:rPr>
          <w:rtl/>
          <w:lang w:bidi="fa-IR"/>
        </w:rPr>
        <w:t>.</w:t>
      </w:r>
    </w:p>
    <w:p w:rsidR="00A019D8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از اين رو در بيوگراف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شرح حال هر كدام از آنان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خوانيم كه ادراكات آنان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فوق ادراك عاد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معمول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بوده است و از جهت مراتب انديشه</w:t>
      </w:r>
      <w:r w:rsidR="003F27F0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و فكر و هوش دارا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ويژگيها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مخصوص به خود بوده اند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دوران كودك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طفوليت نيز مانع</w:t>
      </w:r>
      <w:r w:rsidR="003D3ECE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بروز اين نبوغ ذات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فروغ عقل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نبوده است</w:t>
      </w:r>
      <w:r w:rsidR="004851C8">
        <w:rPr>
          <w:rtl/>
          <w:lang w:bidi="fa-IR"/>
        </w:rPr>
        <w:t>.</w:t>
      </w:r>
    </w:p>
    <w:p w:rsidR="003D3ECE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شواهد تاريخ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حاك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برتر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علم ودانش و مراتب ادراكات عقل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آنان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باشد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بسيار است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به عنوان نمونه به چند مورد از افادات علم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امام</w:t>
      </w:r>
      <w:r w:rsidR="00A019D8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 xml:space="preserve">جواد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در دوران زندگ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كوتاه مدتش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پردازيم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هنگام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كهاز شكار برم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گشت و داستان برخورد او با مأمون كه گذشت</w:t>
      </w:r>
      <w:r w:rsidR="004851C8">
        <w:rPr>
          <w:rtl/>
          <w:lang w:bidi="fa-IR"/>
        </w:rPr>
        <w:t>.</w:t>
      </w:r>
    </w:p>
    <w:p w:rsidR="003D3ECE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سخنان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امام جواد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در سن نه و ده سالگ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به مأمون گفت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شايسته يك طفل يازده ساله</w:t>
      </w:r>
      <w:r w:rsidR="00A019D8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نيست و به سخنان مرد جهان ديده و درس خوانده شباهت دارد كه از مسائل روان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قوانين</w:t>
      </w:r>
      <w:r w:rsidR="003F27F0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حقوق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جزاي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اطلاع كامل داشته باشد تا بتواند مسائل را به خوب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تحليل نمايد</w:t>
      </w:r>
      <w:r w:rsidR="004851C8">
        <w:rPr>
          <w:rtl/>
          <w:lang w:bidi="fa-IR"/>
        </w:rPr>
        <w:t>.</w:t>
      </w:r>
    </w:p>
    <w:p w:rsidR="0032038B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و</w:t>
      </w:r>
      <w:r w:rsidR="0032038B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چون چنين مكتب و كلاس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وجود نداشت به آسان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پ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بريم كه در كلاس اله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مكتب</w:t>
      </w:r>
      <w:r w:rsidR="003D3ECE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آسمان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تعلم ديده اند و علوم و معارف آنان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علم اله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ولدن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باشد</w:t>
      </w:r>
      <w:r w:rsidR="004851C8">
        <w:rPr>
          <w:rtl/>
          <w:lang w:bidi="fa-IR"/>
        </w:rPr>
        <w:t>.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اين گونه</w:t>
      </w:r>
      <w:r w:rsidR="003D3ECE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قضايا را جز در پرتو امدادها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غيب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عنايات خاص اله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در حق پيشوايان مبذول</w:t>
      </w:r>
      <w:r w:rsidR="003D3ECE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داشته است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نم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توان توجيه و تفسير نمود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اغلب مورخين نوشته اند كه داستان</w:t>
      </w:r>
      <w:r w:rsidR="003D3ECE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 xml:space="preserve">ازدواج امام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با ام الفضل صبيبه مأمون با تشويق و اصرار مأمون</w:t>
      </w:r>
      <w:r w:rsidR="003D3ECE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پس از اين معارفه و آشناي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صورت </w:t>
      </w:r>
      <w:r w:rsidRPr="00E8659C">
        <w:rPr>
          <w:rtl/>
          <w:lang w:bidi="fa-IR"/>
        </w:rPr>
        <w:lastRenderedPageBreak/>
        <w:t xml:space="preserve">گرفت و امام جواد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از آن پس</w:t>
      </w:r>
      <w:r w:rsidR="003D3ECE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مورد تعظيم و تكريم و احترام مأمون قرار گرفت و از علوم و دانش او بهره ها برد</w:t>
      </w:r>
      <w:r w:rsidR="004851C8">
        <w:rPr>
          <w:rtl/>
          <w:lang w:bidi="fa-IR"/>
        </w:rPr>
        <w:t>.</w:t>
      </w:r>
    </w:p>
    <w:p w:rsidR="002B2ABE" w:rsidRDefault="005631DD" w:rsidP="00E8659C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E8659C" w:rsidRPr="00E8659C">
        <w:rPr>
          <w:rtl/>
          <w:lang w:bidi="fa-IR"/>
        </w:rPr>
        <w:t xml:space="preserve">. </w:t>
      </w:r>
      <w:r w:rsidR="00E8659C" w:rsidRPr="002B2ABE">
        <w:rPr>
          <w:rStyle w:val="libBold1Char"/>
          <w:rtl/>
        </w:rPr>
        <w:t>مذاكره فقه</w:t>
      </w:r>
      <w:r w:rsidR="00F456F0" w:rsidRPr="002B2ABE">
        <w:rPr>
          <w:rStyle w:val="libBold1Char"/>
          <w:rtl/>
        </w:rPr>
        <w:t xml:space="preserve">ی </w:t>
      </w:r>
      <w:r w:rsidR="00E8659C" w:rsidRPr="002B2ABE">
        <w:rPr>
          <w:rStyle w:val="libBold1Char"/>
          <w:rtl/>
        </w:rPr>
        <w:t>با رئيس ديوان عال</w:t>
      </w:r>
      <w:r w:rsidR="00F456F0" w:rsidRPr="002B2ABE">
        <w:rPr>
          <w:rStyle w:val="libBold1Char"/>
          <w:rtl/>
        </w:rPr>
        <w:t xml:space="preserve">ی </w:t>
      </w:r>
      <w:r w:rsidR="00E8659C" w:rsidRPr="002B2ABE">
        <w:rPr>
          <w:rStyle w:val="libBold1Char"/>
          <w:rtl/>
        </w:rPr>
        <w:t>بغداد</w:t>
      </w:r>
      <w:r w:rsidR="004851C8">
        <w:rPr>
          <w:rtl/>
          <w:lang w:bidi="fa-IR"/>
        </w:rPr>
        <w:t>:</w:t>
      </w:r>
      <w:r w:rsidR="00E8659C" w:rsidRPr="00E8659C">
        <w:rPr>
          <w:rtl/>
          <w:lang w:bidi="fa-IR"/>
        </w:rPr>
        <w:t xml:space="preserve"> در تشكيلات خلفا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عباس</w:t>
      </w:r>
      <w:r w:rsidR="00F456F0">
        <w:rPr>
          <w:rtl/>
          <w:lang w:bidi="fa-IR"/>
        </w:rPr>
        <w:t>ی</w:t>
      </w:r>
      <w:r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عده ا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از</w:t>
      </w:r>
      <w:r w:rsidR="002B2ABE">
        <w:rPr>
          <w:rFonts w:hint="cs"/>
          <w:rtl/>
          <w:lang w:bidi="fa-IR"/>
        </w:rPr>
        <w:t xml:space="preserve"> </w:t>
      </w:r>
      <w:r w:rsidR="00E8659C" w:rsidRPr="00E8659C">
        <w:rPr>
          <w:rtl/>
          <w:lang w:bidi="fa-IR"/>
        </w:rPr>
        <w:t>منتسبين علم و دانشمندان فنون مختلف وجود داشتند كه علم و دانش خود را به قيمت نازل</w:t>
      </w:r>
      <w:r w:rsidR="0032038B">
        <w:rPr>
          <w:rFonts w:hint="cs"/>
          <w:rtl/>
          <w:lang w:bidi="fa-IR"/>
        </w:rPr>
        <w:t xml:space="preserve"> </w:t>
      </w:r>
      <w:r w:rsidR="00E8659C" w:rsidRPr="00E8659C">
        <w:rPr>
          <w:rtl/>
          <w:lang w:bidi="fa-IR"/>
        </w:rPr>
        <w:t>و بها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اندك</w:t>
      </w:r>
      <w:r w:rsidR="00F456F0">
        <w:rPr>
          <w:rtl/>
          <w:lang w:bidi="fa-IR"/>
        </w:rPr>
        <w:t>ی</w:t>
      </w:r>
      <w:r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در برابر ماديت فروخته و خود را در قيد و بند ماديت و رياست طلب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گرفتار ساخته بودند و بر خلاف اقتضا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طبع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علم و دانش دوست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كه آدم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را به</w:t>
      </w:r>
      <w:r w:rsidR="002B2ABE">
        <w:rPr>
          <w:rFonts w:hint="cs"/>
          <w:rtl/>
          <w:lang w:bidi="fa-IR"/>
        </w:rPr>
        <w:t xml:space="preserve"> </w:t>
      </w:r>
      <w:r w:rsidR="00E8659C" w:rsidRPr="00E8659C">
        <w:rPr>
          <w:rtl/>
          <w:lang w:bidi="fa-IR"/>
        </w:rPr>
        <w:t>نورانيت و معنويت م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كشاند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آنان هر روز به سو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تاريك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وظلمت و به غرقاب ماديت</w:t>
      </w:r>
      <w:r w:rsidR="002B2ABE">
        <w:rPr>
          <w:rFonts w:hint="cs"/>
          <w:rtl/>
          <w:lang w:bidi="fa-IR"/>
        </w:rPr>
        <w:t xml:space="preserve"> </w:t>
      </w:r>
      <w:r w:rsidR="00E8659C" w:rsidRPr="00E8659C">
        <w:rPr>
          <w:rtl/>
          <w:lang w:bidi="fa-IR"/>
        </w:rPr>
        <w:t>نزديكتر م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شدند</w:t>
      </w:r>
      <w:r w:rsidR="004851C8">
        <w:rPr>
          <w:rtl/>
          <w:lang w:bidi="fa-IR"/>
        </w:rPr>
        <w:t>.</w:t>
      </w:r>
    </w:p>
    <w:p w:rsidR="002B2ABE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يك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آنان قاض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القضاة بغداد و به تعبير امروز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رئيس ديوان</w:t>
      </w:r>
      <w:r w:rsidR="0032038B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عال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كشور اسلام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آن روز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يعن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يحي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بن اكثم بود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او در فساد اخلاق و مراتب</w:t>
      </w:r>
      <w:r w:rsidR="0032038B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رذائل نفسان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مشهور و معروف شهر بود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506E9B" w:rsidRPr="006249D9">
        <w:rPr>
          <w:rStyle w:val="libFootnotenumChar"/>
          <w:rtl/>
        </w:rPr>
        <w:t>7</w:t>
      </w:r>
      <w:r w:rsidR="003D2C90" w:rsidRPr="006249D9">
        <w:rPr>
          <w:rStyle w:val="libFootnotenumChar"/>
          <w:rtl/>
        </w:rPr>
        <w:t>9</w:t>
      </w:r>
      <w:r w:rsidRPr="006249D9">
        <w:rPr>
          <w:rStyle w:val="libFootnotenumChar"/>
          <w:rtl/>
        </w:rPr>
        <w:t>)</w:t>
      </w:r>
    </w:p>
    <w:p w:rsidR="00E8659C" w:rsidRPr="00E8659C" w:rsidRDefault="002B2ABE" w:rsidP="00E8659C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E8659C" w:rsidRPr="002B2ABE" w:rsidRDefault="00E8659C" w:rsidP="002B2ABE">
      <w:pPr>
        <w:pStyle w:val="Heading2"/>
        <w:rPr>
          <w:rtl/>
        </w:rPr>
      </w:pPr>
      <w:bookmarkStart w:id="16" w:name="_Toc487273790"/>
      <w:r w:rsidRPr="00E8659C">
        <w:rPr>
          <w:rtl/>
          <w:lang w:bidi="fa-IR"/>
        </w:rPr>
        <w:t>بخش سوم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ياران و روايتگران از امام جواد </w:t>
      </w:r>
      <w:r w:rsidR="00366A7F" w:rsidRPr="00366A7F">
        <w:rPr>
          <w:rStyle w:val="libAlaemChar"/>
          <w:rtl/>
        </w:rPr>
        <w:t>عليه‌السلام‌</w:t>
      </w:r>
      <w:bookmarkEnd w:id="16"/>
    </w:p>
    <w:p w:rsidR="005458BF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عباسيان با خاندان علو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دودمان پاك رسالت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كينه و عداوت مخصوص در دل داشتند و</w:t>
      </w:r>
      <w:r w:rsidR="005458BF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هرگز راض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به عظمت و پيشرفت و محبوبيت آنان نبودند و از طرف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محض اصول كشور</w:t>
      </w:r>
      <w:r w:rsidR="005458BF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دار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</w:t>
      </w:r>
      <w:r w:rsidR="005458BF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سياست و با توجه به موقعيت و مقام اين خاندان كه در قلوب مسلمانان به خصوصايرانيان وجود داشت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خود را ناچار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ديدند هر چند به صورت ظاهر هم بوده باشد در</w:t>
      </w:r>
      <w:r w:rsidR="005458BF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تكريم و تعظيم رجال نخبه و سر دودمانها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آنان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نهايت سع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كوشش خود را به كارگيرند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تا از مزايا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ماد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معنو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اين عمل در استحكام بخشيدن به پايه</w:t>
      </w:r>
      <w:r w:rsidR="00164EC6">
        <w:rPr>
          <w:rtl/>
          <w:lang w:bidi="fa-IR"/>
        </w:rPr>
        <w:t xml:space="preserve"> ‌</w:t>
      </w:r>
      <w:r w:rsidRPr="00E8659C">
        <w:rPr>
          <w:rtl/>
          <w:lang w:bidi="fa-IR"/>
        </w:rPr>
        <w:t>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حكومت</w:t>
      </w:r>
      <w:r w:rsidR="005458BF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خود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بهره بردار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نمايد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آنچنان كه مأمون در حق امام رضا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وامام جواد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انجام داد</w:t>
      </w:r>
      <w:r w:rsidR="004851C8">
        <w:rPr>
          <w:rtl/>
          <w:lang w:bidi="fa-IR"/>
        </w:rPr>
        <w:t>.</w:t>
      </w:r>
    </w:p>
    <w:p w:rsidR="005458BF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از اين رهگذر بود كه پس از رحلت امام</w:t>
      </w:r>
      <w:r w:rsidR="005458BF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 xml:space="preserve">رضا </w:t>
      </w:r>
      <w:r w:rsidR="00366A7F" w:rsidRPr="00366A7F">
        <w:rPr>
          <w:rStyle w:val="libAlaemChar"/>
          <w:rtl/>
        </w:rPr>
        <w:t>عليه‌السلام‌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فرد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را شايسته تر از امام جواد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سراغ نداشت كه مورد محبت و شايست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خدمات خود قرار دهد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پس از مشاهده و آزمايش لياقت و استعداد و محبوبيت علم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فاميل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او</w:t>
      </w:r>
      <w:r w:rsidR="004851C8">
        <w:rPr>
          <w:rtl/>
          <w:lang w:bidi="fa-IR"/>
        </w:rPr>
        <w:t>،</w:t>
      </w:r>
      <w:r w:rsidR="005458BF">
        <w:rPr>
          <w:rtl/>
          <w:lang w:bidi="fa-IR"/>
        </w:rPr>
        <w:t xml:space="preserve"> درصدد برآمد كه دختر خود ام</w:t>
      </w:r>
      <w:r w:rsidR="005458BF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الفضل</w:t>
      </w:r>
      <w:r w:rsidR="005458BF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را به عقد او درآورد و در اين تصميم با مخالفت عباسيان روبرو گرديد كه چنين وصلت را</w:t>
      </w:r>
      <w:r w:rsidR="005458BF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تجويز نم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كردند</w:t>
      </w:r>
      <w:r w:rsidR="004851C8">
        <w:rPr>
          <w:rtl/>
          <w:lang w:bidi="fa-IR"/>
        </w:rPr>
        <w:t>.</w:t>
      </w:r>
    </w:p>
    <w:p w:rsidR="00E8659C" w:rsidRPr="00E8659C" w:rsidRDefault="00E8659C" w:rsidP="00A132D8">
      <w:pPr>
        <w:pStyle w:val="libNormal"/>
        <w:rPr>
          <w:lang w:bidi="fa-IR"/>
        </w:rPr>
      </w:pPr>
      <w:r w:rsidRPr="00E8659C">
        <w:rPr>
          <w:rtl/>
          <w:lang w:bidi="fa-IR"/>
        </w:rPr>
        <w:t>مأمون برا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محكوم كردن آنان دست به يك سياست محترمانه زد كه عباسيان خود به خود پ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به عظمت و لياقت و شايستگ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علم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امام جواد </w:t>
      </w:r>
      <w:r w:rsidR="005458BF" w:rsidRPr="00366A7F">
        <w:rPr>
          <w:rStyle w:val="libAlaemChar"/>
          <w:rtl/>
        </w:rPr>
        <w:t>عليه‌السلام‌</w:t>
      </w:r>
      <w:r w:rsidR="005458BF" w:rsidRPr="00E8659C">
        <w:rPr>
          <w:rtl/>
          <w:lang w:bidi="fa-IR"/>
        </w:rPr>
        <w:t xml:space="preserve"> </w:t>
      </w:r>
      <w:r w:rsidRPr="00E8659C">
        <w:rPr>
          <w:rtl/>
          <w:lang w:bidi="fa-IR"/>
        </w:rPr>
        <w:t>ببرند و از ته دل نسبت به اين امر اعتراف نمايند و رضايت قلب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دهند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از اينرو</w:t>
      </w:r>
      <w:r w:rsidR="005458BF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مجلس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ترتيب داد كه در آن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از دانشمندان و علما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بغداد دعوت به عمل آورد كه در رأس آنان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رئيس ديوان عال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كشور يحي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بن اكثم بود كه از طرف عباسيان مسئول سؤال پيچ كردن امام جواد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بود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خواست شخصيت پيشوا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نهم را در همان ايام جوان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فرو</w:t>
      </w:r>
      <w:r w:rsidR="00A132D8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بشكند و از پيشرفت او در آينده ممانعت كند</w:t>
      </w:r>
      <w:r w:rsidR="004851C8">
        <w:rPr>
          <w:rtl/>
          <w:lang w:bidi="fa-IR"/>
        </w:rPr>
        <w:t>.</w:t>
      </w:r>
    </w:p>
    <w:p w:rsidR="00E8659C" w:rsidRPr="00E8659C" w:rsidRDefault="00A132D8" w:rsidP="00E8659C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E8659C" w:rsidRDefault="00E8659C" w:rsidP="00AD2750">
      <w:pPr>
        <w:pStyle w:val="libBold1"/>
        <w:rPr>
          <w:rtl/>
          <w:lang w:bidi="fa-IR"/>
        </w:rPr>
      </w:pPr>
      <w:r w:rsidRPr="00E8659C">
        <w:rPr>
          <w:rtl/>
          <w:lang w:bidi="fa-IR"/>
        </w:rPr>
        <w:t>مجلس ترتيب داده شد</w:t>
      </w:r>
    </w:p>
    <w:p w:rsidR="00A132D8" w:rsidRDefault="00E8659C" w:rsidP="00A132D8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يحي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در صدر</w:t>
      </w:r>
      <w:r w:rsidR="00A132D8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 xml:space="preserve">مجلس بغل دست مأمون قرار گرفت و امام جواد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كه هنوز در سن وسال جوان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در يك طرف ديگر مأمون قرار داشت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يحي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بن اكثم رو به مأمون كرد و</w:t>
      </w:r>
      <w:r w:rsidR="00A132D8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گفت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آيا أميرالمؤمنين اجازه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فرمايند كه يك مسألة فقه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از ابوجعفر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سؤال كنم</w:t>
      </w:r>
      <w:r w:rsidR="004851C8">
        <w:rPr>
          <w:rtl/>
          <w:lang w:bidi="fa-IR"/>
        </w:rPr>
        <w:t>؟</w:t>
      </w:r>
      <w:r w:rsidRPr="00E8659C">
        <w:rPr>
          <w:rtl/>
          <w:lang w:bidi="fa-IR"/>
        </w:rPr>
        <w:t xml:space="preserve"> مأمون گفت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بهتر است از خودشان كسب اجازه نماييد</w:t>
      </w:r>
      <w:r w:rsidR="004851C8">
        <w:rPr>
          <w:rtl/>
          <w:lang w:bidi="fa-IR"/>
        </w:rPr>
        <w:t>.</w:t>
      </w:r>
    </w:p>
    <w:p w:rsidR="00E8659C" w:rsidRPr="00E8659C" w:rsidRDefault="00E8659C" w:rsidP="00A132D8">
      <w:pPr>
        <w:pStyle w:val="libNormal"/>
        <w:rPr>
          <w:lang w:bidi="fa-IR"/>
        </w:rPr>
      </w:pPr>
      <w:r w:rsidRPr="00E8659C">
        <w:rPr>
          <w:rtl/>
          <w:lang w:bidi="fa-IR"/>
        </w:rPr>
        <w:t>يحي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رو به امام</w:t>
      </w:r>
      <w:r w:rsidR="009867AC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نمود و عرض كرد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آيا اجازه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فرماييد كه سؤال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دربار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فقه از شما بنمايم</w:t>
      </w:r>
      <w:r w:rsidR="004851C8">
        <w:rPr>
          <w:rtl/>
          <w:lang w:bidi="fa-IR"/>
        </w:rPr>
        <w:t>؟</w:t>
      </w:r>
      <w:r w:rsidR="00A132D8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امام فرمودند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هر چه دلتان خواست بپرسيد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رئيس ديوان عال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بصره پرسيد</w:t>
      </w:r>
      <w:r w:rsidR="004851C8">
        <w:rPr>
          <w:rtl/>
          <w:lang w:bidi="fa-IR"/>
        </w:rPr>
        <w:t>:</w:t>
      </w:r>
      <w:r w:rsidR="00A132D8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فدايت گردم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چه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فرماييد در مورد شخص احرام دار كه مرتكب عمل شكار شده باشد</w:t>
      </w:r>
      <w:r w:rsidR="004851C8">
        <w:rPr>
          <w:rtl/>
          <w:lang w:bidi="fa-IR"/>
        </w:rPr>
        <w:t>؟</w:t>
      </w:r>
    </w:p>
    <w:p w:rsidR="009867AC" w:rsidRDefault="00E8659C" w:rsidP="00A132D8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امام فرمودند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قبلا توضيح دهيد كه او در چه كيفيت و در چه شرايط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قرار داشته است، آيا او در خارج از محيط حرم شكار كرده است يا در خود محيط حرم</w:t>
      </w:r>
      <w:r w:rsidR="004851C8">
        <w:rPr>
          <w:rtl/>
          <w:lang w:bidi="fa-IR"/>
        </w:rPr>
        <w:t>؟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A35C10" w:rsidRPr="006249D9">
        <w:rPr>
          <w:rStyle w:val="libFootnotenumChar"/>
          <w:rtl/>
        </w:rPr>
        <w:t>8</w:t>
      </w:r>
      <w:r w:rsidR="009072C7" w:rsidRPr="006249D9">
        <w:rPr>
          <w:rStyle w:val="libFootnotenumChar"/>
          <w:rtl/>
        </w:rPr>
        <w:t>0</w:t>
      </w:r>
      <w:r w:rsidRPr="006249D9">
        <w:rPr>
          <w:rStyle w:val="libFootnotenumChar"/>
          <w:rtl/>
        </w:rPr>
        <w:t>)</w:t>
      </w:r>
      <w:r w:rsidRPr="00E8659C">
        <w:rPr>
          <w:rtl/>
          <w:lang w:bidi="fa-IR"/>
        </w:rPr>
        <w:t xml:space="preserve"> آيا</w:t>
      </w:r>
      <w:r w:rsidR="00A132D8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او عالم به مسألة بوده است يا نا</w:t>
      </w:r>
      <w:r w:rsidR="00A132D8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آشنا به مسألة</w:t>
      </w:r>
      <w:r w:rsidR="004851C8">
        <w:rPr>
          <w:rtl/>
          <w:lang w:bidi="fa-IR"/>
        </w:rPr>
        <w:t>؟</w:t>
      </w:r>
      <w:r w:rsidRPr="00E8659C">
        <w:rPr>
          <w:rtl/>
          <w:lang w:bidi="fa-IR"/>
        </w:rPr>
        <w:t xml:space="preserve"> آيا كشتن او عمد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از رو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اراده</w:t>
      </w:r>
      <w:r w:rsidR="00A132D8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بوده است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يا خطاي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سهو</w:t>
      </w:r>
      <w:r w:rsidR="00F456F0">
        <w:rPr>
          <w:rtl/>
          <w:lang w:bidi="fa-IR"/>
        </w:rPr>
        <w:t>ی</w:t>
      </w:r>
      <w:r w:rsidR="004851C8">
        <w:rPr>
          <w:rtl/>
          <w:lang w:bidi="fa-IR"/>
        </w:rPr>
        <w:t>؟</w:t>
      </w:r>
      <w:r w:rsidRPr="00E8659C">
        <w:rPr>
          <w:rtl/>
          <w:lang w:bidi="fa-IR"/>
        </w:rPr>
        <w:t xml:space="preserve"> آيا شكار كننده برده بوده يا آزاد</w:t>
      </w:r>
      <w:r w:rsidR="004851C8">
        <w:rPr>
          <w:rtl/>
          <w:lang w:bidi="fa-IR"/>
        </w:rPr>
        <w:t>؟</w:t>
      </w:r>
    </w:p>
    <w:p w:rsidR="00E8659C" w:rsidRPr="00E8659C" w:rsidRDefault="00E8659C" w:rsidP="00A132D8">
      <w:pPr>
        <w:pStyle w:val="libNormal"/>
        <w:rPr>
          <w:lang w:bidi="fa-IR"/>
        </w:rPr>
      </w:pPr>
      <w:r w:rsidRPr="00E8659C">
        <w:rPr>
          <w:rtl/>
          <w:lang w:bidi="fa-IR"/>
        </w:rPr>
        <w:t>آيا اين شكار او، نخستين بار بوده است يا تكرار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چندمين بار</w:t>
      </w:r>
      <w:r w:rsidR="004851C8">
        <w:rPr>
          <w:rtl/>
          <w:lang w:bidi="fa-IR"/>
        </w:rPr>
        <w:t>؟</w:t>
      </w:r>
      <w:r w:rsidRPr="00E8659C">
        <w:rPr>
          <w:rtl/>
          <w:lang w:bidi="fa-IR"/>
        </w:rPr>
        <w:t xml:space="preserve"> آيا شكار او از پرندگان بوده استيا غير آن</w:t>
      </w:r>
      <w:r w:rsidR="004851C8">
        <w:rPr>
          <w:rtl/>
          <w:lang w:bidi="fa-IR"/>
        </w:rPr>
        <w:t>؟</w:t>
      </w:r>
      <w:r w:rsidRPr="00E8659C">
        <w:rPr>
          <w:rtl/>
          <w:lang w:bidi="fa-IR"/>
        </w:rPr>
        <w:t xml:space="preserve"> آيا شكار او بچه سال بوده است يا بزرگ سال</w:t>
      </w:r>
      <w:r w:rsidR="004851C8">
        <w:rPr>
          <w:rtl/>
          <w:lang w:bidi="fa-IR"/>
        </w:rPr>
        <w:t>؟</w:t>
      </w:r>
      <w:r w:rsidRPr="00E8659C">
        <w:rPr>
          <w:rtl/>
          <w:lang w:bidi="fa-IR"/>
        </w:rPr>
        <w:t xml:space="preserve"> آيا شكار كننده اصرار برعمل خود داشت يا نادم و پشيمان بود</w:t>
      </w:r>
      <w:r w:rsidR="004851C8">
        <w:rPr>
          <w:rtl/>
          <w:lang w:bidi="fa-IR"/>
        </w:rPr>
        <w:t>؟</w:t>
      </w:r>
      <w:r w:rsidRPr="00E8659C">
        <w:rPr>
          <w:rtl/>
          <w:lang w:bidi="fa-IR"/>
        </w:rPr>
        <w:t xml:space="preserve"> آيا عمل شكار او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شب هنگام واقع شده است يادر روز روشن</w:t>
      </w:r>
      <w:r w:rsidR="004851C8">
        <w:rPr>
          <w:rtl/>
          <w:lang w:bidi="fa-IR"/>
        </w:rPr>
        <w:t>؟</w:t>
      </w:r>
      <w:r w:rsidRPr="00E8659C">
        <w:rPr>
          <w:rtl/>
          <w:lang w:bidi="fa-IR"/>
        </w:rPr>
        <w:t xml:space="preserve"> آيا احرام شكار كننده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حج تمتع بوده است يا عمره</w:t>
      </w:r>
      <w:r w:rsidR="004851C8">
        <w:rPr>
          <w:rtl/>
          <w:lang w:bidi="fa-IR"/>
        </w:rPr>
        <w:t>؟</w:t>
      </w:r>
      <w:r w:rsidRPr="00E8659C">
        <w:rPr>
          <w:rtl/>
          <w:lang w:bidi="fa-IR"/>
        </w:rPr>
        <w:t xml:space="preserve"> هر كدام ازاين فروع از ديدگاه فقه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دارا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حكم خاص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است كه قبلا بايد سؤال روشن گردد</w:t>
      </w:r>
      <w:r w:rsidR="004851C8">
        <w:rPr>
          <w:rtl/>
          <w:lang w:bidi="fa-IR"/>
        </w:rPr>
        <w:t>.</w:t>
      </w:r>
    </w:p>
    <w:p w:rsidR="000C37B2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قاض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القضاة كشور كه در برابر يك سؤال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خود را با انبوه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سؤالات مختلف فقه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>رو به رو ديده بود بسيار مضطرب گرديد</w:t>
      </w:r>
      <w:r w:rsidR="004851C8">
        <w:rPr>
          <w:rtl/>
          <w:lang w:bidi="fa-IR"/>
        </w:rPr>
        <w:t>.</w:t>
      </w:r>
    </w:p>
    <w:p w:rsidR="000C37B2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او كه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خواست با يك مسألة امام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را سؤال پيچ كند و شخصيت او را در هم شكند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ناگهان خود را در غرقاب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پرسشها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گيج كننده رو به رو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يافت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زبانش بند آمد و عجزش </w:t>
      </w:r>
      <w:r w:rsidRPr="00E8659C">
        <w:rPr>
          <w:rtl/>
          <w:lang w:bidi="fa-IR"/>
        </w:rPr>
        <w:lastRenderedPageBreak/>
        <w:t>آشكار گرديد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ازپاسخ فرو ماند و دانشمندان و فقها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حاضر در مجلس هم به احترام قاض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سكوت اختياركردند</w:t>
      </w:r>
      <w:r w:rsidR="004851C8">
        <w:rPr>
          <w:rtl/>
          <w:lang w:bidi="fa-IR"/>
        </w:rPr>
        <w:t>.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مأمون پيروز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پيشوا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نهم را افتخار خود دانست و به درگاه ايزد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شكر و سپاس</w:t>
      </w:r>
      <w:r w:rsidR="000C37B2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نمود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رو به مجلسيان گفت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اين است همان ابن الرضا كه نم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خواستيد او رابشناسيد آيا اين آشناي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كاف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است كه ديگر بار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لب به سخن اعتراض آميز باز نكنيد</w:t>
      </w:r>
      <w:r w:rsidR="004851C8">
        <w:rPr>
          <w:rtl/>
          <w:lang w:bidi="fa-IR"/>
        </w:rPr>
        <w:t>؟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A35C10" w:rsidRPr="006249D9">
        <w:rPr>
          <w:rStyle w:val="libFootnotenumChar"/>
          <w:rtl/>
        </w:rPr>
        <w:t>8</w:t>
      </w:r>
      <w:r w:rsidR="00256F60" w:rsidRPr="006249D9">
        <w:rPr>
          <w:rStyle w:val="libFootnotenumChar"/>
          <w:rtl/>
        </w:rPr>
        <w:t>1</w:t>
      </w:r>
      <w:r w:rsidRPr="006249D9">
        <w:rPr>
          <w:rStyle w:val="libFootnotenumChar"/>
          <w:rtl/>
        </w:rPr>
        <w:t>)</w:t>
      </w:r>
    </w:p>
    <w:p w:rsidR="000C37B2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مأمون رو به امام كرد و تقاضا نمود كه جواب سؤالات فقه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را خودتان بيان فرماييد تا همگان استفاده كنيم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پيشوا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نهم با بيان شيوا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پاسخ تمام سؤالات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را كه قاض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القضاة از حل آنها عاجز مانده بود و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خواست به وسيل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آن اعتبار پيشوا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عاليقدر را در هم بشكند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هم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مجلس نشينان آشكار ساخت</w:t>
      </w:r>
      <w:r w:rsidR="004851C8">
        <w:rPr>
          <w:rtl/>
          <w:lang w:bidi="fa-IR"/>
        </w:rPr>
        <w:t>:</w:t>
      </w:r>
    </w:p>
    <w:p w:rsidR="00E8659C" w:rsidRPr="00E8659C" w:rsidRDefault="000C37B2" w:rsidP="00E8659C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E8659C" w:rsidRPr="000C37B2" w:rsidRDefault="00E8659C" w:rsidP="00AD2750">
      <w:pPr>
        <w:pStyle w:val="libBold1"/>
        <w:rPr>
          <w:rtl/>
        </w:rPr>
      </w:pPr>
      <w:r w:rsidRPr="00E8659C">
        <w:rPr>
          <w:rtl/>
          <w:lang w:bidi="fa-IR"/>
        </w:rPr>
        <w:t>پاسخ سؤالات فقه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امام جواد </w:t>
      </w:r>
      <w:r w:rsidR="00366A7F" w:rsidRPr="00366A7F">
        <w:rPr>
          <w:rStyle w:val="libAlaemChar"/>
          <w:rtl/>
        </w:rPr>
        <w:t>عليه‌السلام‌</w:t>
      </w:r>
    </w:p>
    <w:p w:rsidR="000C37B2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در توضيح فروع مختلف مسألة چنين</w:t>
      </w:r>
      <w:r w:rsidR="000C37B2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فرمودند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اگر شخص محرم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شكار را در خارج از محدود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حرم انجام و شكار ازپرندگان و بزرگ باشد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كفاره آن يك گوسفند است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اگر در داخل حرم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مرتكب شود</w:t>
      </w:r>
      <w:r w:rsidR="004851C8">
        <w:rPr>
          <w:rtl/>
          <w:lang w:bidi="fa-IR"/>
        </w:rPr>
        <w:t>،</w:t>
      </w:r>
      <w:r w:rsidR="000C37B2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كفاره آن دو برابر خواهد بود</w:t>
      </w:r>
      <w:r w:rsidR="004851C8">
        <w:rPr>
          <w:rtl/>
          <w:lang w:bidi="fa-IR"/>
        </w:rPr>
        <w:t>.</w:t>
      </w:r>
    </w:p>
    <w:p w:rsidR="00975BD9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اگر بچه پرنده 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را در خارج از حرم شكار كند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او</w:t>
      </w:r>
      <w:r w:rsidR="00975BD9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بايد كه يك بره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تازه از شير گرفته 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از شير باز شده باشد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كفاره دهد درصورت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در داخل حرم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صيد نمايد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يك بره از شير گرفته شده را و قيمت پرنده رانيز بايد بپردازد</w:t>
      </w:r>
      <w:r w:rsidR="004851C8">
        <w:rPr>
          <w:rtl/>
          <w:lang w:bidi="fa-IR"/>
        </w:rPr>
        <w:t>.</w:t>
      </w:r>
    </w:p>
    <w:p w:rsidR="00C96440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اگر حيوان شكار شده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الاغ وحش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باشد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كفاره آن گاو است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اگرشتر مرغ باشد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كفاره آن يك شتر است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اگر آهو باشد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يك گوسفند كفاره دارد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اگر هر كدام از اينها را در حرم بكشد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كفار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آن دو برابر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شود كه هد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رسيده به حرم باشد و به كعبه سوق داده شود</w:t>
      </w:r>
      <w:r w:rsidR="004851C8">
        <w:rPr>
          <w:rtl/>
          <w:lang w:bidi="fa-IR"/>
        </w:rPr>
        <w:t>.</w:t>
      </w:r>
    </w:p>
    <w:p w:rsidR="00C96440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اگر احرام او برا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حج باشد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قربان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بر او</w:t>
      </w:r>
      <w:r w:rsidR="00C96440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واجب گردد كه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بايست در من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نحر كند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و اگر احرام او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عمره باشد در مكه نحر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كند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كفار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شكار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نسبت به عالم و جاهل مساو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است ول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در صورت عمد برمرتكب شونده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گناه دارد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در صورت خطا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گناه از او برداشته شده است</w:t>
      </w:r>
      <w:r w:rsidR="004851C8">
        <w:rPr>
          <w:rtl/>
          <w:lang w:bidi="fa-IR"/>
        </w:rPr>
        <w:t>.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كفاره فرد آزاده بر عهد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خود اوست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كفاره برده بر عهده مولا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اوست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بر فرد صغير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>كفاره واجب نيست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كفاره او بر عهد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ول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اوست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فرد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اظهار ندامت و پشيمان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كند، با اين عمل او گناه از او برداشته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شود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فرد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اصرار بر ادامه شكار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>داشته باشد به سزا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عمل خود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رسد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A35C10" w:rsidRPr="006249D9">
        <w:rPr>
          <w:rStyle w:val="libFootnotenumChar"/>
          <w:rtl/>
        </w:rPr>
        <w:t>8</w:t>
      </w:r>
      <w:r w:rsidR="005631DD" w:rsidRPr="006249D9">
        <w:rPr>
          <w:rStyle w:val="libFootnotenumChar"/>
          <w:rtl/>
        </w:rPr>
        <w:t>2</w:t>
      </w:r>
      <w:r w:rsidRPr="006249D9">
        <w:rPr>
          <w:rStyle w:val="libFootnotenumChar"/>
          <w:rtl/>
        </w:rPr>
        <w:t>)</w:t>
      </w:r>
    </w:p>
    <w:p w:rsidR="000F7CB6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عجز و سكوت هنگام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امام</w:t>
      </w:r>
      <w:r w:rsidR="00C96440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 xml:space="preserve">جواد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از توضيح شقوق و فروع مختلف مسألة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فارغ گرديد و با</w:t>
      </w:r>
      <w:r w:rsidR="000F7CB6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تحير و اعجاب اهل مجلس رو به رو شد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مأمون از امام درخواست نمود كه مسألة 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</w:t>
      </w:r>
      <w:r w:rsidR="000F7CB6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قاض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القضات سؤال فرمايند تا مورد استفاد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همگان واقع گردد</w:t>
      </w:r>
      <w:r w:rsidR="004851C8">
        <w:rPr>
          <w:rtl/>
          <w:lang w:bidi="fa-IR"/>
        </w:rPr>
        <w:t>.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lastRenderedPageBreak/>
        <w:t xml:space="preserve">امام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با كراهت تمام از او پرسيد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آماده هستيد اگر سؤال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شد پاسخ دهيد</w:t>
      </w:r>
      <w:r w:rsidR="004851C8">
        <w:rPr>
          <w:rtl/>
          <w:lang w:bidi="fa-IR"/>
        </w:rPr>
        <w:t>؟</w:t>
      </w:r>
      <w:r w:rsidRPr="00E8659C">
        <w:rPr>
          <w:rtl/>
          <w:lang w:bidi="fa-IR"/>
        </w:rPr>
        <w:t xml:space="preserve"> او</w:t>
      </w:r>
      <w:r w:rsidR="00133285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با ناراحت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گفت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اين اختيار با شماست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فدايت گردم</w:t>
      </w:r>
      <w:r w:rsidR="00E12C63">
        <w:rPr>
          <w:rtl/>
          <w:lang w:bidi="fa-IR"/>
        </w:rPr>
        <w:t>!</w:t>
      </w:r>
      <w:r w:rsidRPr="00E8659C">
        <w:rPr>
          <w:rtl/>
          <w:lang w:bidi="fa-IR"/>
        </w:rPr>
        <w:t xml:space="preserve"> شما سؤال فرماييد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اگر از</w:t>
      </w:r>
      <w:r w:rsidR="00133285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عهد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آن برنيامدم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همچنان از دريا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كران دانش شما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بهره</w:t>
      </w:r>
      <w:r w:rsidR="00164EC6">
        <w:rPr>
          <w:rtl/>
          <w:lang w:bidi="fa-IR"/>
        </w:rPr>
        <w:t xml:space="preserve"> ‌</w:t>
      </w:r>
      <w:r w:rsidRPr="00E8659C">
        <w:rPr>
          <w:rtl/>
          <w:lang w:bidi="fa-IR"/>
        </w:rPr>
        <w:t>مند خواهم شد</w:t>
      </w:r>
      <w:r w:rsidR="004851C8">
        <w:rPr>
          <w:rtl/>
          <w:lang w:bidi="fa-IR"/>
        </w:rPr>
        <w:t>.</w:t>
      </w:r>
    </w:p>
    <w:p w:rsidR="0030221C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پيشوا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نهم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لب به سخن بازگشودند و فرمودند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خوب فكر كنيد</w:t>
      </w:r>
      <w:r w:rsidR="004851C8">
        <w:rPr>
          <w:rtl/>
          <w:lang w:bidi="fa-IR"/>
        </w:rPr>
        <w:t>:</w:t>
      </w:r>
      <w:r w:rsidR="0030221C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مرد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در طليع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خورشيد به زن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نگاه كرد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آن نگاه بر 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حرام بود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در چاشت روز با</w:t>
      </w:r>
      <w:r w:rsidR="0030221C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زبر همان زن نگاه كرد در صورت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نگاهش حلال بود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در هنگام ظهر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نگاه اين مرد برهمان زن افتاد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نگاهش حرام بود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هنگام نماز عصر باز به همان زن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نگاه كرد و</w:t>
      </w:r>
      <w:r w:rsidR="0030221C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اين نگاه او حلال بود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اما غروب هنگام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ديگر نتوانست آن زن را ببيند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زيرا نگاهش</w:t>
      </w:r>
      <w:r w:rsidR="0030221C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بر او حرام بود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در نيمه شب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همين زن برا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آن مرد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حلال بود اما به وقت نماز صبح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آن نگاه حرام شد</w:t>
      </w:r>
      <w:r w:rsidR="0030221C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و در سپيد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دم اين حرمت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شكست و زن بر آن مرد حلال شد</w:t>
      </w:r>
      <w:r w:rsidR="004851C8">
        <w:rPr>
          <w:rtl/>
          <w:lang w:bidi="fa-IR"/>
        </w:rPr>
        <w:t>.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حال بفرماييد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تصويرفرض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اين مسألة چگونه است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اين زن و مرد در چه شرايط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نظر شرع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حلال و تحت چه</w:t>
      </w:r>
      <w:r w:rsidR="0030221C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ضوابط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بر همديگر حرام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گردند</w:t>
      </w:r>
      <w:r w:rsidR="004851C8">
        <w:rPr>
          <w:rtl/>
          <w:lang w:bidi="fa-IR"/>
        </w:rPr>
        <w:t>؟</w:t>
      </w:r>
      <w:r w:rsidRPr="00E8659C">
        <w:rPr>
          <w:rtl/>
          <w:lang w:bidi="fa-IR"/>
        </w:rPr>
        <w:t xml:space="preserve"> قاض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القضات دربار خليفه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در همان آغاز كاربه عجز خود اعتراف كرد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ب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درنگ اظهار داشت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نم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دانم و به جواب راه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يابم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پس از اندك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تأمل و مكث از پيشوا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نهم خواهش كرد كه اين مسألة را خود تشريح فرمايند</w:t>
      </w:r>
      <w:r w:rsidR="004851C8">
        <w:rPr>
          <w:rtl/>
          <w:lang w:bidi="fa-IR"/>
        </w:rPr>
        <w:t>.</w:t>
      </w:r>
    </w:p>
    <w:p w:rsidR="00E8659C" w:rsidRPr="00E8659C" w:rsidRDefault="00AD2750" w:rsidP="00E8659C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E8659C" w:rsidRDefault="00E8659C" w:rsidP="00AD2750">
      <w:pPr>
        <w:pStyle w:val="libBold1"/>
        <w:rPr>
          <w:rtl/>
          <w:lang w:bidi="fa-IR"/>
        </w:rPr>
      </w:pPr>
      <w:r w:rsidRPr="00E8659C">
        <w:rPr>
          <w:rtl/>
          <w:lang w:bidi="fa-IR"/>
        </w:rPr>
        <w:t>پاسخ سوالات</w:t>
      </w:r>
    </w:p>
    <w:p w:rsidR="004C701E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 xml:space="preserve">امام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فرمودند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ساده است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اين زن، كنيز كس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مرد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در آغاز روز نگاهش كرد طبعا اين نگاه حرام بود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وقت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آفتاب</w:t>
      </w:r>
      <w:r w:rsidR="004C701E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به موقع چاشت رسيد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اين مرد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كنيز را از مالكش خريد در اين وقت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نگاه او بركنيزش حلال بود</w:t>
      </w:r>
      <w:r w:rsidR="004851C8">
        <w:rPr>
          <w:rtl/>
          <w:lang w:bidi="fa-IR"/>
        </w:rPr>
        <w:t>.</w:t>
      </w:r>
    </w:p>
    <w:p w:rsidR="004E61E6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به هنگام ظهر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كنيز را آزاد ساخت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نگاهش از نو بر او حرام گرديد. اما هنگام نماز عصر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كنيز آزاد شده را به عقد خود درآورد حالا زنش بود و نگاهش</w:t>
      </w:r>
      <w:r w:rsidR="004C701E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بر او حلال بود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به وقت نماز مغرب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اين مرد زن خود را ظهار </w:t>
      </w:r>
      <w:r w:rsidRPr="006249D9">
        <w:rPr>
          <w:rStyle w:val="libFootnotenumChar"/>
          <w:rtl/>
        </w:rPr>
        <w:t>(</w:t>
      </w:r>
      <w:r w:rsidR="00A35C10" w:rsidRPr="006249D9">
        <w:rPr>
          <w:rStyle w:val="libFootnotenumChar"/>
          <w:rtl/>
        </w:rPr>
        <w:t>8</w:t>
      </w:r>
      <w:r w:rsidR="00FA474B" w:rsidRPr="006249D9">
        <w:rPr>
          <w:rStyle w:val="libFootnotenumChar"/>
          <w:rtl/>
        </w:rPr>
        <w:t>3</w:t>
      </w:r>
      <w:r w:rsidRPr="006249D9">
        <w:rPr>
          <w:rStyle w:val="libFootnotenumChar"/>
          <w:rtl/>
        </w:rPr>
        <w:t>)</w:t>
      </w:r>
      <w:r w:rsidRPr="00E8659C">
        <w:rPr>
          <w:rtl/>
          <w:lang w:bidi="fa-IR"/>
        </w:rPr>
        <w:t xml:space="preserve"> كرد و</w:t>
      </w:r>
      <w:r w:rsidR="00FD154F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بر او حرام گرديد</w:t>
      </w:r>
      <w:r w:rsidR="004851C8">
        <w:rPr>
          <w:rtl/>
          <w:lang w:bidi="fa-IR"/>
        </w:rPr>
        <w:t>.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به هنگام نماز عشا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كفار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ظهار را پرداخت و زن بر او حلال شد، ول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نيمه شب او را طلاق داد و برا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چهارمين بار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بر او حرام گرديد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سپيده دم</w:t>
      </w:r>
      <w:r w:rsidR="00FD154F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فردا از طلاق خود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پشيمان گرديد و به زن رجوع كرد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زن مجددا بر او حلال گرديد.</w:t>
      </w:r>
    </w:p>
    <w:p w:rsidR="004E61E6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هنگام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پاسخ سؤالات داده شد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مأمون به شعف و خوشحال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افتاد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رو به خاندان</w:t>
      </w:r>
      <w:r w:rsidR="00FD154F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عباس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همه پسر عموها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او بودند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گفت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آيا سزاوار است كه از چنين شخصيت عالم</w:t>
      </w:r>
      <w:r w:rsidR="00FD154F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و دانا بگذريم</w:t>
      </w:r>
      <w:r w:rsidR="004851C8">
        <w:rPr>
          <w:rtl/>
          <w:lang w:bidi="fa-IR"/>
        </w:rPr>
        <w:t>؟</w:t>
      </w:r>
    </w:p>
    <w:p w:rsidR="00FD154F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آيا كس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شما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توانست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پاسخ اين مسائل را از ديدگاه فقه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همانند او بيان كند</w:t>
      </w:r>
      <w:r w:rsidR="004851C8">
        <w:rPr>
          <w:rtl/>
          <w:lang w:bidi="fa-IR"/>
        </w:rPr>
        <w:t>؟</w:t>
      </w:r>
      <w:r w:rsidRPr="00E8659C">
        <w:rPr>
          <w:rtl/>
          <w:lang w:bidi="fa-IR"/>
        </w:rPr>
        <w:t xml:space="preserve"> همگ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اعتراف كردند كه تشخيص مأمون در انتخاب امام </w:t>
      </w:r>
      <w:r w:rsidR="00366A7F" w:rsidRPr="00366A7F">
        <w:rPr>
          <w:rStyle w:val="libAlaemChar"/>
          <w:rtl/>
        </w:rPr>
        <w:t>عليه‌السلام‌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جهت نبوده است</w:t>
      </w:r>
      <w:r w:rsidR="004851C8">
        <w:rPr>
          <w:rtl/>
          <w:lang w:bidi="fa-IR"/>
        </w:rPr>
        <w:t>.</w:t>
      </w:r>
    </w:p>
    <w:p w:rsidR="004E61E6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مأمون افزود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دودمان اهل بيت </w:t>
      </w:r>
      <w:r w:rsidR="00366A7F" w:rsidRPr="00366A7F">
        <w:rPr>
          <w:rStyle w:val="libAlaemChar"/>
          <w:rtl/>
        </w:rPr>
        <w:t>عليه‌السلام‌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علم و دانش آنان ارتباط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به سن و سال آنان ندارد دانش آنان از سرچشمه وح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گرفته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شود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آيا نم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دانيد پيامبر اسلام </w:t>
      </w:r>
      <w:r w:rsidR="00E954A2" w:rsidRPr="00E954A2">
        <w:rPr>
          <w:rStyle w:val="libAlaemChar"/>
          <w:rtl/>
        </w:rPr>
        <w:t>صلى‌الله‌عليه‌وآله‌وسلم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عل</w:t>
      </w:r>
      <w:r w:rsidR="00F456F0">
        <w:rPr>
          <w:rtl/>
          <w:lang w:bidi="fa-IR"/>
        </w:rPr>
        <w:t xml:space="preserve">ی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را به اسلام دعوت نمود و اسلام او را پذيرفت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در صورت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بيشاز ده سال نداشت</w:t>
      </w:r>
      <w:r w:rsidR="004851C8">
        <w:rPr>
          <w:rtl/>
          <w:lang w:bidi="fa-IR"/>
        </w:rPr>
        <w:t>؟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 xml:space="preserve">با حسن </w:t>
      </w:r>
      <w:r w:rsidR="00366A7F" w:rsidRPr="00366A7F">
        <w:rPr>
          <w:rStyle w:val="libAlaemChar"/>
          <w:rtl/>
        </w:rPr>
        <w:t>عليه‌السلام‌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حسين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آن</w:t>
      </w:r>
      <w:r w:rsidR="00FD154F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دو كودك خردسال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بيعت انجام داد در صورت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سن آنان پايين</w:t>
      </w:r>
      <w:r w:rsidR="00164EC6">
        <w:rPr>
          <w:rtl/>
          <w:lang w:bidi="fa-IR"/>
        </w:rPr>
        <w:t xml:space="preserve"> ‌</w:t>
      </w:r>
      <w:r w:rsidRPr="00E8659C">
        <w:rPr>
          <w:rtl/>
          <w:lang w:bidi="fa-IR"/>
        </w:rPr>
        <w:t>تر از شش سالگ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وجز آنان از هيچ كدام از كودكان بيعت نپذيرفت</w:t>
      </w:r>
      <w:r w:rsidR="004851C8">
        <w:rPr>
          <w:rtl/>
          <w:lang w:bidi="fa-IR"/>
        </w:rPr>
        <w:t>.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ازدواج فردا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آن جلسه</w:t>
      </w:r>
      <w:r w:rsidR="00FD154F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 xml:space="preserve">بود كه مأمون </w:t>
      </w:r>
      <w:r w:rsidR="00366A7F" w:rsidRPr="00366A7F">
        <w:rPr>
          <w:rStyle w:val="libAlaemChar"/>
          <w:rtl/>
        </w:rPr>
        <w:t>عليه‌السلام‌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شخصيت</w:t>
      </w:r>
      <w:r w:rsidR="00164EC6">
        <w:rPr>
          <w:rtl/>
          <w:lang w:bidi="fa-IR"/>
        </w:rPr>
        <w:t xml:space="preserve"> ‌</w:t>
      </w:r>
      <w:r w:rsidRPr="00E8659C">
        <w:rPr>
          <w:rtl/>
          <w:lang w:bidi="fa-IR"/>
        </w:rPr>
        <w:t>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برجسته و دانشمندان و رجال لشكر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وكشور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را فراخواند و مجلس باشكوه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ترتيب داد و مراسم عقد دختر خود ام الفضل</w:t>
      </w:r>
      <w:r w:rsidR="00FD154F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lastRenderedPageBreak/>
        <w:t xml:space="preserve">را با امام جواد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انجام داد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امام جواد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در همان سال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با دختر مأمون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عروس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كرد از بغداد به مدينه بازگشت و تا سال </w:t>
      </w:r>
      <w:r w:rsidR="005631DD">
        <w:rPr>
          <w:rtl/>
          <w:lang w:bidi="fa-IR"/>
        </w:rPr>
        <w:t>22</w:t>
      </w:r>
      <w:r w:rsidR="009072C7">
        <w:rPr>
          <w:rtl/>
          <w:lang w:bidi="fa-IR"/>
        </w:rPr>
        <w:t>0</w:t>
      </w:r>
      <w:r w:rsidRPr="00E8659C">
        <w:rPr>
          <w:rtl/>
          <w:lang w:bidi="fa-IR"/>
        </w:rPr>
        <w:t>در مدينه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زيست تا حكومت به دست معتصم افتاد</w:t>
      </w:r>
      <w:r w:rsidR="004851C8">
        <w:rPr>
          <w:rtl/>
          <w:lang w:bidi="fa-IR"/>
        </w:rPr>
        <w:t>.</w:t>
      </w:r>
    </w:p>
    <w:p w:rsidR="00E8659C" w:rsidRPr="00E8659C" w:rsidRDefault="00FD154F" w:rsidP="00E8659C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E8659C" w:rsidRDefault="00E8659C" w:rsidP="00FD154F">
      <w:pPr>
        <w:pStyle w:val="Heading2"/>
        <w:rPr>
          <w:rtl/>
          <w:lang w:bidi="fa-IR"/>
        </w:rPr>
      </w:pPr>
      <w:bookmarkStart w:id="17" w:name="_Toc487273791"/>
      <w:r w:rsidRPr="00E8659C">
        <w:rPr>
          <w:rtl/>
          <w:lang w:bidi="fa-IR"/>
        </w:rPr>
        <w:t>معيار شناخت حديث صحيح</w:t>
      </w:r>
      <w:bookmarkEnd w:id="17"/>
    </w:p>
    <w:p w:rsidR="00780F8E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در يك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ازمجالس مناظره كه فراوان در حضور مأمون تشكيل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يافت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يك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علما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دربار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توليد عداوت و كينه در قلوب عده كثير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از حضار مجلس نسبت به ساحت امام جواد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از امام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سؤال كرد چه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فرماييد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در موردآن حديث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دربار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يك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از ياران نزديك رسول خدا </w:t>
      </w:r>
      <w:r w:rsidR="00E954A2" w:rsidRPr="00E954A2">
        <w:rPr>
          <w:rStyle w:val="libAlaemChar"/>
          <w:rtl/>
        </w:rPr>
        <w:t>صلى‌الله‌عليه‌وآله‌وسلم</w:t>
      </w:r>
      <w:r w:rsidRPr="00E8659C">
        <w:rPr>
          <w:rtl/>
          <w:lang w:bidi="fa-IR"/>
        </w:rPr>
        <w:t xml:space="preserve"> واردشده است و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گويد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جبرييل بر رسول خدا </w:t>
      </w:r>
      <w:r w:rsidR="00E954A2" w:rsidRPr="00E954A2">
        <w:rPr>
          <w:rStyle w:val="libAlaemChar"/>
          <w:rtl/>
        </w:rPr>
        <w:t>صلى‌الله‌عليه‌وآله‌وسلم</w:t>
      </w:r>
      <w:r w:rsidRPr="00E8659C">
        <w:rPr>
          <w:rtl/>
          <w:lang w:bidi="fa-IR"/>
        </w:rPr>
        <w:t xml:space="preserve"> نازل گرديدو عرض كرد 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رسول خدا </w:t>
      </w:r>
      <w:r w:rsidR="00E954A2" w:rsidRPr="00E954A2">
        <w:rPr>
          <w:rStyle w:val="libAlaemChar"/>
          <w:rtl/>
        </w:rPr>
        <w:t>صلى‌الله‌عليه‌وآله‌وسلم</w:t>
      </w:r>
      <w:r w:rsidR="00E12C63">
        <w:rPr>
          <w:rtl/>
          <w:lang w:bidi="fa-IR"/>
        </w:rPr>
        <w:t>!</w:t>
      </w:r>
      <w:r w:rsidRPr="00E8659C">
        <w:rPr>
          <w:rtl/>
          <w:lang w:bidi="fa-IR"/>
        </w:rPr>
        <w:t xml:space="preserve"> خداوند متعال تو را سلام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رساند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فرمايد از يك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ياران خود بپرس كه خداوند متعال از تو راض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خشنود است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آيا تو هم از او راض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هست</w:t>
      </w:r>
      <w:r w:rsidR="00F456F0">
        <w:rPr>
          <w:rtl/>
          <w:lang w:bidi="fa-IR"/>
        </w:rPr>
        <w:t xml:space="preserve">ی </w:t>
      </w:r>
      <w:r w:rsidR="004851C8">
        <w:rPr>
          <w:rtl/>
          <w:lang w:bidi="fa-IR"/>
        </w:rPr>
        <w:t>؟</w:t>
      </w:r>
    </w:p>
    <w:p w:rsidR="00A51610" w:rsidRDefault="00E8659C" w:rsidP="003920B5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 xml:space="preserve">امام جواد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با</w:t>
      </w:r>
      <w:r w:rsidR="00780F8E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توجه به موقعيت خاص محفل فرمودند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من منكر فضيلت آن صحاب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فرماييد</w:t>
      </w:r>
      <w:r w:rsidR="004851C8">
        <w:rPr>
          <w:rtl/>
          <w:lang w:bidi="fa-IR"/>
        </w:rPr>
        <w:t>،</w:t>
      </w:r>
      <w:r w:rsidR="00780F8E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نيستم ول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بر گويند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اين خبر لازم است به آن حديث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كه پيامبر اسلام </w:t>
      </w:r>
      <w:r w:rsidR="00780F8E" w:rsidRPr="00E954A2">
        <w:rPr>
          <w:rStyle w:val="libAlaemChar"/>
          <w:rtl/>
        </w:rPr>
        <w:t>صلى‌الله‌عليه‌وآله‌وسلم</w:t>
      </w:r>
      <w:r w:rsidRPr="00E8659C">
        <w:rPr>
          <w:rtl/>
          <w:lang w:bidi="fa-IR"/>
        </w:rPr>
        <w:t xml:space="preserve"> در حجة الوداع فرمودند</w:t>
      </w:r>
      <w:r w:rsidR="003920B5">
        <w:rPr>
          <w:rFonts w:hint="cs"/>
          <w:rtl/>
          <w:lang w:bidi="fa-IR"/>
        </w:rPr>
        <w:t>،</w:t>
      </w:r>
      <w:r w:rsidRPr="00E8659C">
        <w:rPr>
          <w:rtl/>
          <w:lang w:bidi="fa-IR"/>
        </w:rPr>
        <w:t xml:space="preserve"> توجه داشته باشد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جاي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فرمايند</w:t>
      </w:r>
      <w:r w:rsidR="004851C8">
        <w:rPr>
          <w:rtl/>
          <w:lang w:bidi="fa-IR"/>
        </w:rPr>
        <w:t>:</w:t>
      </w:r>
    </w:p>
    <w:p w:rsidR="004E61E6" w:rsidRDefault="00E8659C" w:rsidP="004E61E6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دروغگويان و خبرسازان زياد شده اند و در آينده نيز زيادتر خواهند شد</w:t>
      </w:r>
      <w:r w:rsidR="004851C8">
        <w:rPr>
          <w:rtl/>
          <w:lang w:bidi="fa-IR"/>
        </w:rPr>
        <w:t>.</w:t>
      </w:r>
      <w:r w:rsidR="00B903C6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بدانيد هرآنكه حديث دروغ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را به من نسبت دهد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جايگاه او آتش است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معيار تشخيص حديث صحيح از</w:t>
      </w:r>
      <w:r w:rsidR="00B903C6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غير آن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اين است كه آن را بر قرآن مجيد و سنت مسلم من عرضه كنند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اگر با آن دومخالفت كرد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رد كنيد و كنار بزنيد</w:t>
      </w:r>
      <w:r w:rsidR="004851C8">
        <w:rPr>
          <w:rtl/>
          <w:lang w:bidi="fa-IR"/>
        </w:rPr>
        <w:t>.</w:t>
      </w:r>
      <w:r w:rsidR="00B903C6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حديث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را كه شما نقل كرديد با كتاب خداسازگار نيست</w:t>
      </w:r>
      <w:r w:rsidR="004E61E6">
        <w:rPr>
          <w:rFonts w:hint="cs"/>
          <w:rtl/>
          <w:lang w:bidi="fa-IR"/>
        </w:rPr>
        <w:t>.</w:t>
      </w:r>
    </w:p>
    <w:p w:rsidR="00E8659C" w:rsidRPr="00E8659C" w:rsidRDefault="00E8659C" w:rsidP="004E61E6">
      <w:pPr>
        <w:pStyle w:val="libNormal"/>
        <w:rPr>
          <w:lang w:bidi="fa-IR"/>
        </w:rPr>
      </w:pPr>
      <w:r w:rsidRPr="00E8659C">
        <w:rPr>
          <w:rtl/>
          <w:lang w:bidi="fa-IR"/>
        </w:rPr>
        <w:t>قرآن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فرمايد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انسان را ما آفريده ايم و از آنچه در قلب او</w:t>
      </w:r>
      <w:r w:rsidR="004851C8">
        <w:rPr>
          <w:rtl/>
          <w:lang w:bidi="fa-IR"/>
        </w:rPr>
        <w:t>،</w:t>
      </w:r>
      <w:r w:rsidR="00B903C6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خطور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كند آگاه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داريم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A35C10" w:rsidRPr="006249D9">
        <w:rPr>
          <w:rStyle w:val="libFootnotenumChar"/>
          <w:rtl/>
        </w:rPr>
        <w:t>8</w:t>
      </w:r>
      <w:r w:rsidR="00506E9B" w:rsidRPr="006249D9">
        <w:rPr>
          <w:rStyle w:val="libFootnotenumChar"/>
          <w:rtl/>
        </w:rPr>
        <w:t>4</w:t>
      </w:r>
      <w:r w:rsidRPr="006249D9">
        <w:rPr>
          <w:rStyle w:val="libFootnotenumChar"/>
          <w:rtl/>
        </w:rPr>
        <w:t>)</w:t>
      </w:r>
      <w:r w:rsidRPr="00E8659C">
        <w:rPr>
          <w:rtl/>
          <w:lang w:bidi="fa-IR"/>
        </w:rPr>
        <w:t xml:space="preserve"> و در مورد ديگر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فرمايد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ما به</w:t>
      </w:r>
      <w:r w:rsidR="004E61E6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انسان نزديك تر از شاهرگ گردن او هستيم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A35C10" w:rsidRPr="006249D9">
        <w:rPr>
          <w:rStyle w:val="libFootnotenumChar"/>
          <w:rtl/>
        </w:rPr>
        <w:t>8</w:t>
      </w:r>
      <w:r w:rsidR="00506E9B" w:rsidRPr="006249D9">
        <w:rPr>
          <w:rStyle w:val="libFootnotenumChar"/>
          <w:rtl/>
        </w:rPr>
        <w:t>5</w:t>
      </w:r>
      <w:r w:rsidRPr="006249D9">
        <w:rPr>
          <w:rStyle w:val="libFootnotenumChar"/>
          <w:rtl/>
        </w:rPr>
        <w:t>)</w:t>
      </w:r>
      <w:r w:rsidRPr="00E8659C">
        <w:rPr>
          <w:rtl/>
          <w:lang w:bidi="fa-IR"/>
        </w:rPr>
        <w:t xml:space="preserve"> آيا بر چنين آفريدگار دانا وآگاه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خشنود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رضايت خاطر يا نارضاي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آن صحاب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مكتوم مانده است تا نيازمند سؤال از آن صحاب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گردد</w:t>
      </w:r>
      <w:r w:rsidR="004851C8">
        <w:rPr>
          <w:rtl/>
          <w:lang w:bidi="fa-IR"/>
        </w:rPr>
        <w:t>؟</w:t>
      </w:r>
      <w:r w:rsidRPr="00E8659C">
        <w:rPr>
          <w:rtl/>
          <w:lang w:bidi="fa-IR"/>
        </w:rPr>
        <w:t xml:space="preserve"> اين امر نسبت به پروردگار عالم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محال و غير ممكن است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A35C10" w:rsidRPr="006249D9">
        <w:rPr>
          <w:rStyle w:val="libFootnotenumChar"/>
          <w:rtl/>
        </w:rPr>
        <w:t>8</w:t>
      </w:r>
      <w:r w:rsidR="00506E9B" w:rsidRPr="006249D9">
        <w:rPr>
          <w:rStyle w:val="libFootnotenumChar"/>
          <w:rtl/>
        </w:rPr>
        <w:t>6</w:t>
      </w:r>
      <w:r w:rsidRPr="006249D9">
        <w:rPr>
          <w:rStyle w:val="libFootnotenumChar"/>
          <w:rtl/>
        </w:rPr>
        <w:t>)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 xml:space="preserve">امام جواد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با محكوم ساختن طرف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يك قانون كل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عموم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نيز در اختيار شنوندگان قرار داد كه پايه و اساس آن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مستند به قرآن مجيد و سنت وراه و رسم پيامبر اسلام </w:t>
      </w:r>
      <w:r w:rsidR="00E954A2" w:rsidRPr="00E954A2">
        <w:rPr>
          <w:rStyle w:val="libAlaemChar"/>
          <w:rtl/>
        </w:rPr>
        <w:t>صلى‌الله‌عليه‌وآله‌وسلم</w:t>
      </w:r>
      <w:r w:rsidRPr="00E8659C">
        <w:rPr>
          <w:rtl/>
          <w:lang w:bidi="fa-IR"/>
        </w:rPr>
        <w:t xml:space="preserve"> بود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</w:t>
      </w:r>
      <w:r w:rsidRPr="00E8659C">
        <w:rPr>
          <w:rtl/>
          <w:lang w:bidi="fa-IR"/>
        </w:rPr>
        <w:lastRenderedPageBreak/>
        <w:t>هيچ كدام از حضار مجلس را يارا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مخالفت با آن دو سند نبود به اين ترتيب با حفظ اصالت مرام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طرف را نيزمجاب و محكوم ساخت</w:t>
      </w:r>
      <w:r w:rsidR="004851C8">
        <w:rPr>
          <w:rtl/>
          <w:lang w:bidi="fa-IR"/>
        </w:rPr>
        <w:t>.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دوباره از امام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پرسيد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گويند</w:t>
      </w:r>
      <w:r w:rsidR="00A51610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قدر و منزلت شيخين در رو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زمين همانند جبراييل و ميكاييل در آسمان ها است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آيا اين</w:t>
      </w:r>
      <w:r w:rsidR="00613E22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حديث صحت دارد</w:t>
      </w:r>
      <w:r w:rsidR="004851C8">
        <w:rPr>
          <w:rtl/>
          <w:lang w:bidi="fa-IR"/>
        </w:rPr>
        <w:t>؟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ابوجعفر ثان</w:t>
      </w:r>
      <w:r w:rsidR="00F456F0">
        <w:rPr>
          <w:rtl/>
          <w:lang w:bidi="fa-IR"/>
        </w:rPr>
        <w:t xml:space="preserve">ی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در پاسخ فرمودند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اين حديث نيز مورد تأمل ونظر است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چون جبراييل و ميكاييل هر دو از فرشتگان مقرب درگاه اله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هستند كه هميشه در اطاعت امر پروردگار به سر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برند و لحظه</w:t>
      </w:r>
      <w:r w:rsidR="00164EC6">
        <w:rPr>
          <w:rtl/>
          <w:lang w:bidi="fa-IR"/>
        </w:rPr>
        <w:t xml:space="preserve"> ‌</w:t>
      </w:r>
      <w:r w:rsidRPr="00E8659C">
        <w:rPr>
          <w:rtl/>
          <w:lang w:bidi="fa-IR"/>
        </w:rPr>
        <w:t>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به معصيت و نافرمان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او نپرداخته</w:t>
      </w:r>
      <w:r w:rsidR="00613E22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اند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آن دو شخص هر چند اسلام آوردند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مدت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در شرك و بت پرست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بودند</w:t>
      </w:r>
      <w:r w:rsidR="004851C8">
        <w:rPr>
          <w:rtl/>
          <w:lang w:bidi="fa-IR"/>
        </w:rPr>
        <w:t>،</w:t>
      </w:r>
      <w:r w:rsidR="00613E22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بلكه اكثر مدت عمر آنان در بت پرست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سپر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شده است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پس چگونه ممكن است اين دو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>قابل مقايسه و تطبيق باشند</w:t>
      </w:r>
      <w:r w:rsidR="004851C8">
        <w:rPr>
          <w:rtl/>
          <w:lang w:bidi="fa-IR"/>
        </w:rPr>
        <w:t>؟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آخرين بار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او از امام پرسيد چه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فرماييد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>دربار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مطلب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روايت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كنند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شيخين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آقايان پيران و سالخوردگان بهشت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هستند</w:t>
      </w:r>
      <w:r w:rsidR="004851C8">
        <w:rPr>
          <w:rtl/>
          <w:lang w:bidi="fa-IR"/>
        </w:rPr>
        <w:t>؟</w:t>
      </w:r>
    </w:p>
    <w:p w:rsidR="00E8659C" w:rsidRPr="00E8659C" w:rsidRDefault="00E8659C" w:rsidP="008B3C31">
      <w:pPr>
        <w:pStyle w:val="libNormal"/>
        <w:rPr>
          <w:lang w:bidi="fa-IR"/>
        </w:rPr>
      </w:pPr>
      <w:r w:rsidRPr="00E8659C">
        <w:rPr>
          <w:rtl/>
          <w:lang w:bidi="fa-IR"/>
        </w:rPr>
        <w:t>امام در پاسخ فرمودند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اهل جنت همگ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در سنين جوان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نشاط به سر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برند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در ميان آنان پير و سالخورده پيدا نم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شود تا آنان سروران پيران بهشت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بوده باشند و اين حديث را بن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اميه برا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معارضه با گفتار رسول خدا </w:t>
      </w:r>
      <w:r w:rsidR="008B3C31" w:rsidRPr="00E954A2">
        <w:rPr>
          <w:rStyle w:val="libAlaemChar"/>
          <w:rtl/>
        </w:rPr>
        <w:t>صلى‌الله‌عليه‌وآله‌وسلم</w:t>
      </w:r>
      <w:r w:rsidR="008B3C31" w:rsidRPr="00E8659C">
        <w:rPr>
          <w:rtl/>
          <w:lang w:bidi="fa-IR"/>
        </w:rPr>
        <w:t xml:space="preserve"> </w:t>
      </w:r>
      <w:r w:rsidRPr="00E8659C">
        <w:rPr>
          <w:rtl/>
          <w:lang w:bidi="fa-IR"/>
        </w:rPr>
        <w:t>جاي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فرمايند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حسن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و حسين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سروران جوانان بهشت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هستند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جعل نموده اند</w:t>
      </w:r>
      <w:r w:rsidR="004851C8">
        <w:rPr>
          <w:rtl/>
          <w:lang w:bidi="fa-IR"/>
        </w:rPr>
        <w:t>.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به اين ترتيب امام باكجرويها وكج انديش</w:t>
      </w:r>
      <w:r w:rsidR="00F456F0">
        <w:rPr>
          <w:rtl/>
          <w:lang w:bidi="fa-IR"/>
        </w:rPr>
        <w:t xml:space="preserve">ی </w:t>
      </w:r>
      <w:r w:rsidR="00164EC6">
        <w:rPr>
          <w:rtl/>
          <w:lang w:bidi="fa-IR"/>
        </w:rPr>
        <w:t xml:space="preserve"> ‌</w:t>
      </w:r>
      <w:r w:rsidRPr="00E8659C">
        <w:rPr>
          <w:rtl/>
          <w:lang w:bidi="fa-IR"/>
        </w:rPr>
        <w:t>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رائج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مبارزه علم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نمود ب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آنكه خطر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او را تهديد نمايد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>يا گرفتار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امواج تعصبات ب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جا گردند</w:t>
      </w:r>
      <w:r w:rsidR="004851C8">
        <w:rPr>
          <w:rtl/>
          <w:lang w:bidi="fa-IR"/>
        </w:rPr>
        <w:t>.</w:t>
      </w:r>
    </w:p>
    <w:p w:rsidR="00E8659C" w:rsidRPr="00E8659C" w:rsidRDefault="00323B1D" w:rsidP="00E8659C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E8659C" w:rsidRDefault="00E8659C" w:rsidP="00323B1D">
      <w:pPr>
        <w:pStyle w:val="Heading2"/>
        <w:rPr>
          <w:rtl/>
          <w:lang w:bidi="fa-IR"/>
        </w:rPr>
      </w:pPr>
      <w:bookmarkStart w:id="18" w:name="_Toc487273792"/>
      <w:r w:rsidRPr="00E8659C">
        <w:rPr>
          <w:rtl/>
          <w:lang w:bidi="fa-IR"/>
        </w:rPr>
        <w:t>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هزار مسئله</w:t>
      </w:r>
      <w:bookmarkEnd w:id="18"/>
    </w:p>
    <w:p w:rsidR="004E61E6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 xml:space="preserve">هنگام رحلت امام رضا </w:t>
      </w:r>
      <w:r w:rsidR="00366A7F" w:rsidRPr="00366A7F">
        <w:rPr>
          <w:rStyle w:val="libAlaemChar"/>
          <w:rtl/>
        </w:rPr>
        <w:t>عليه‌السلام‌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فرزند برومندش در سن خردسال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كودك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بود و در مدينه زندگ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كرد</w:t>
      </w:r>
      <w:r w:rsidR="004851C8">
        <w:rPr>
          <w:rtl/>
          <w:lang w:bidi="fa-IR"/>
        </w:rPr>
        <w:t>.</w:t>
      </w:r>
    </w:p>
    <w:p w:rsidR="00685E56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پاره 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شيعيان در بغداد و ديگر شهرها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به علت صغر سن آن حضرت به عنوان امام به ترديد و شبهه افتادند و جمع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شيعيان مانند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ريان بن صلت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صفوان بنيحي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محمد بن حكم و يونس بن عبد الرحمن و جمع ديگر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علما و افاضل شيعه تصميم</w:t>
      </w:r>
      <w:r w:rsidR="004E61E6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گرفتند كه هنگام حج به حضور او شرفياب گردند و از نزديك تماس پيدا كنند</w:t>
      </w:r>
      <w:r w:rsidR="004851C8">
        <w:rPr>
          <w:rtl/>
          <w:lang w:bidi="fa-IR"/>
        </w:rPr>
        <w:t>.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سيد مرتض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در عيون المعجزات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گويد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بيش از هشتاد نفر از فقها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بغداد و شهرها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ديگر</w:t>
      </w:r>
      <w:r w:rsidR="004851C8">
        <w:rPr>
          <w:rtl/>
          <w:lang w:bidi="fa-IR"/>
        </w:rPr>
        <w:t>،</w:t>
      </w:r>
      <w:r w:rsidR="00685E56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هنگام سفر حج رو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اين تصميم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به مدينه عازم شدند و در منزل معروف امام صادق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به محضر امام جواد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شرفياب گرديدند سؤالات و مطالب علم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متعدد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او پرسش كردند و به پاسخ</w:t>
      </w:r>
      <w:r w:rsidR="00685E56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قانع كننده 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نائل آمدند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بدين ترتيب شبهه و ترديد از آنان زائل گرديد و به مرحل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يقين رسيدند. </w:t>
      </w:r>
      <w:r w:rsidRPr="006249D9">
        <w:rPr>
          <w:rStyle w:val="libFootnotenumChar"/>
          <w:rtl/>
        </w:rPr>
        <w:t>(</w:t>
      </w:r>
      <w:r w:rsidR="00A35C10" w:rsidRPr="006249D9">
        <w:rPr>
          <w:rStyle w:val="libFootnotenumChar"/>
          <w:rtl/>
        </w:rPr>
        <w:t>8</w:t>
      </w:r>
      <w:r w:rsidR="00506E9B" w:rsidRPr="006249D9">
        <w:rPr>
          <w:rStyle w:val="libFootnotenumChar"/>
          <w:rtl/>
        </w:rPr>
        <w:t>7</w:t>
      </w:r>
      <w:r w:rsidRPr="006249D9">
        <w:rPr>
          <w:rStyle w:val="libFootnotenumChar"/>
          <w:rtl/>
        </w:rPr>
        <w:t>)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 xml:space="preserve">و شايد آنچه معروف است كه امام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در يك مجلس يادر عرض چند روز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هزار مسألة از غوامض مسائل آن روز را بيان داشتند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ناظر بهاين جلسات باشد كه امام </w:t>
      </w:r>
      <w:r w:rsidR="00366A7F" w:rsidRPr="00366A7F">
        <w:rPr>
          <w:rStyle w:val="libAlaemChar"/>
          <w:rtl/>
        </w:rPr>
        <w:t>عليه‌السلام‌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اصول مطالب وامهات آن را بيانفرموده اند كه صدها مسألة از آن متفرع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گرديد</w:t>
      </w:r>
      <w:r w:rsidR="004851C8">
        <w:rPr>
          <w:rtl/>
          <w:lang w:bidi="fa-IR"/>
        </w:rPr>
        <w:t>.</w:t>
      </w:r>
    </w:p>
    <w:p w:rsidR="00E8659C" w:rsidRPr="00E8659C" w:rsidRDefault="00685E56" w:rsidP="00E8659C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E8659C" w:rsidRDefault="00E8659C" w:rsidP="00685E56">
      <w:pPr>
        <w:pStyle w:val="Heading2"/>
        <w:rPr>
          <w:rtl/>
          <w:lang w:bidi="fa-IR"/>
        </w:rPr>
      </w:pPr>
      <w:bookmarkStart w:id="19" w:name="_Toc487273793"/>
      <w:r w:rsidRPr="00E8659C">
        <w:rPr>
          <w:rtl/>
          <w:lang w:bidi="fa-IR"/>
        </w:rPr>
        <w:t>تربيت شاگردان</w:t>
      </w:r>
      <w:bookmarkEnd w:id="19"/>
    </w:p>
    <w:p w:rsidR="00685E56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در كتابها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جوامع اصول وفقه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احاديث و روايات فراوان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وجود مبارك امام ابوجعفر ثان</w:t>
      </w:r>
      <w:r w:rsidR="00F456F0">
        <w:rPr>
          <w:rtl/>
          <w:lang w:bidi="fa-IR"/>
        </w:rPr>
        <w:t xml:space="preserve">ی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نقل شده است كه مسائل گوناگون فقه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مورد سؤال و جواب واقع شده است كه</w:t>
      </w:r>
      <w:r w:rsidR="00685E56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در ابواب متفرق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مورد استناد فقها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واقع گرديده است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قسمت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اين گونه احاديث</w:t>
      </w:r>
      <w:r w:rsidR="00685E56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را در كتابها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اصول چهارگانه كاف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تهذيب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استبصار و من لا يحضرهالفقيه و ديگر جوامع حديث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مضبوط است و همچنين در كتابها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رجال و</w:t>
      </w:r>
      <w:r w:rsidR="00685E56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درايه اصحاب و</w:t>
      </w:r>
      <w:r w:rsidR="00685E56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شاگردان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را ياد كرده اند كه در مكتب تربيت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آن بزرگوار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پرورش يافته اند كه امروز</w:t>
      </w:r>
      <w:r w:rsidR="00685E56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مورد استناد فقها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ما قرار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گيرد</w:t>
      </w:r>
      <w:r w:rsidR="004851C8">
        <w:rPr>
          <w:rtl/>
          <w:lang w:bidi="fa-IR"/>
        </w:rPr>
        <w:t>.</w:t>
      </w:r>
    </w:p>
    <w:p w:rsidR="00672768" w:rsidRDefault="00E8659C" w:rsidP="00685E56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اين روايتگران و شاگردان را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توان از لابه لا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كتابها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احكام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تراجم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تفاسير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اديان بيرون آورد و به مقام معرف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آنانپرداخت</w:t>
      </w:r>
      <w:r w:rsidR="004851C8">
        <w:rPr>
          <w:rtl/>
          <w:lang w:bidi="fa-IR"/>
        </w:rPr>
        <w:t>.</w:t>
      </w:r>
    </w:p>
    <w:p w:rsidR="00E8659C" w:rsidRPr="00E8659C" w:rsidRDefault="00E8659C" w:rsidP="00685E56">
      <w:pPr>
        <w:pStyle w:val="libNormal"/>
        <w:rPr>
          <w:lang w:bidi="fa-IR"/>
        </w:rPr>
      </w:pPr>
      <w:r w:rsidRPr="00E8659C">
        <w:rPr>
          <w:rtl/>
          <w:lang w:bidi="fa-IR"/>
        </w:rPr>
        <w:t>در ميان اصحاب و ياران او افراد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مانند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احمد بن محمد بن اب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نصر بزنط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="00685E56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احمد بن محمد بن عيس</w:t>
      </w:r>
      <w:r w:rsidR="00685E56">
        <w:rPr>
          <w:rFonts w:hint="cs"/>
          <w:rtl/>
          <w:lang w:bidi="fa-IR"/>
        </w:rPr>
        <w:t>ی</w:t>
      </w:r>
      <w:r w:rsidR="00F456F0">
        <w:rPr>
          <w:rtl/>
          <w:lang w:bidi="fa-IR"/>
        </w:rPr>
        <w:t xml:space="preserve"> </w:t>
      </w:r>
      <w:r w:rsidRPr="00E8659C">
        <w:rPr>
          <w:rtl/>
          <w:lang w:bidi="fa-IR"/>
        </w:rPr>
        <w:t>اشعر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احمد بن محمد بن خالد برق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ايوب بن نوح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احمد بن</w:t>
      </w:r>
      <w:r w:rsidR="00672768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اسحاق بن سعد اشعر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ابراهيم بن مهزيار اهواز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ابو هاشم جعفر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وجود داشتند كه هركدام در جايگاه خود از منزلت و اعتبار خاص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برخوردار بودند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علاوه بر آن ها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>شاگردان و راويان ديگر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نيز داشته اند كه به كسب علم و دانش و نقل روايت از آنبزرگواران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پرداختند</w:t>
      </w:r>
      <w:r w:rsidR="004851C8">
        <w:rPr>
          <w:rtl/>
          <w:lang w:bidi="fa-IR"/>
        </w:rPr>
        <w:t>.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مرحوم مجلس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در توجيه اين مطلب كه آن حضرت در يك مجلس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چطور به 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هزار مسأله</w:t>
      </w:r>
      <w:r w:rsidR="00672768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جواب فرموده است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چند وجه نقل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از جمله اين كه ممكن است در خاطر انبوه</w:t>
      </w:r>
      <w:r w:rsidR="00672768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حاضران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بيشتر سوالات يكسان بوده است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چون به بعض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جواب داده است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همه 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آنها</w:t>
      </w:r>
      <w:r w:rsidR="00672768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برا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اهل مجلس روشن شده است و يا اشاره است به آن كه از كلمات مختصر امام </w:t>
      </w:r>
      <w:r w:rsidR="00366A7F" w:rsidRPr="00366A7F">
        <w:rPr>
          <w:rStyle w:val="libAlaemChar"/>
          <w:rtl/>
        </w:rPr>
        <w:t>عليه‌السلام‌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آن مقدار مسائل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استنباط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گرديد</w:t>
      </w:r>
      <w:r w:rsidR="004851C8">
        <w:rPr>
          <w:rtl/>
          <w:lang w:bidi="fa-IR"/>
        </w:rPr>
        <w:t>.</w:t>
      </w:r>
    </w:p>
    <w:p w:rsidR="00672768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سيد مرتض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علم الهد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رضوان</w:t>
      </w:r>
      <w:r w:rsidR="00672768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الله عليه در عيون المعجزات نقل كرده است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چون حضرت رضا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ازدنيا رفت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سن امام جواد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هفت سال بود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در بغداد و شهرها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ديگر اختلاف به وجود </w:t>
      </w:r>
      <w:r w:rsidRPr="00E8659C">
        <w:rPr>
          <w:rtl/>
          <w:lang w:bidi="fa-IR"/>
        </w:rPr>
        <w:lastRenderedPageBreak/>
        <w:t>آمد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بزرگان شيعه از قبيل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ريان بن صلت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صفوان بن يحي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="00672768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محمد بن حكيم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عبد الرحمان بن حجاج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يونس بن عبد الرحمان و جماعت ديگر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در خانه عبد الرحمان بن حجاج در برك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زلول جمع شده و بر رحلت امام ثامن گريه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كردند، و بزرگ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مصيبت بر آنها سنگين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نمود</w:t>
      </w:r>
      <w:r w:rsidR="004851C8">
        <w:rPr>
          <w:rtl/>
          <w:lang w:bidi="fa-IR"/>
        </w:rPr>
        <w:t>.</w:t>
      </w:r>
    </w:p>
    <w:p w:rsidR="00672768" w:rsidRDefault="00E8659C" w:rsidP="00672768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يونس بن عبد الرحمان گفت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از گريه و</w:t>
      </w:r>
      <w:r w:rsidR="00672768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زار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دست برداريد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مطلب اساس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اين است كه در مسائل به كدام كس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رجوع بكنيم تا اين( ابوجعفر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>) بزرگ بشود</w:t>
      </w:r>
      <w:r w:rsidR="004851C8">
        <w:rPr>
          <w:rtl/>
          <w:lang w:bidi="fa-IR"/>
        </w:rPr>
        <w:t>؟</w:t>
      </w:r>
      <w:r w:rsidR="00E12C63">
        <w:rPr>
          <w:rtl/>
          <w:lang w:bidi="fa-IR"/>
        </w:rPr>
        <w:t>!</w:t>
      </w:r>
      <w:r w:rsidRPr="00E8659C">
        <w:rPr>
          <w:rtl/>
          <w:lang w:bidi="fa-IR"/>
        </w:rPr>
        <w:t xml:space="preserve"> در اين موقع ثق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جليل القدر</w:t>
      </w:r>
      <w:r w:rsidR="004851C8">
        <w:rPr>
          <w:rtl/>
          <w:lang w:bidi="fa-IR"/>
        </w:rPr>
        <w:t>،</w:t>
      </w:r>
      <w:r w:rsidR="00672768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ريان بن صلت به پا خاست و از حلقوم يونس گرفت و مرتب او را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زد و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گفت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برا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ما ايمان اظهار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در باطن شك و شرك دار</w:t>
      </w:r>
      <w:r w:rsidR="00F456F0">
        <w:rPr>
          <w:rtl/>
          <w:lang w:bidi="fa-IR"/>
        </w:rPr>
        <w:t>ی</w:t>
      </w:r>
      <w:r w:rsidR="004851C8">
        <w:rPr>
          <w:rtl/>
          <w:lang w:bidi="fa-IR"/>
        </w:rPr>
        <w:t>؟</w:t>
      </w:r>
      <w:r w:rsidRPr="00E8659C">
        <w:rPr>
          <w:rtl/>
          <w:lang w:bidi="fa-IR"/>
        </w:rPr>
        <w:t xml:space="preserve"> اگر فرمان امامت او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از جانب</w:t>
      </w:r>
      <w:r w:rsidR="00672768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خداست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در اين صورت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اگر طفل يكروزه هم باشد مانند پير مرد كهنسال و پير مرد است</w:t>
      </w:r>
      <w:r w:rsidR="00672768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و اگر از جانب خدا نباشد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هزار سال هم عمر كند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مانند يك فرد عاد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بايد دراين سخن دقت كرد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حاضران شروع به توبيخ يونس بن عبد الرحمان كردند</w:t>
      </w:r>
      <w:r w:rsidR="004851C8">
        <w:rPr>
          <w:rtl/>
          <w:lang w:bidi="fa-IR"/>
        </w:rPr>
        <w:t>.</w:t>
      </w:r>
    </w:p>
    <w:p w:rsidR="00672768" w:rsidRDefault="00E8659C" w:rsidP="00672768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در آن وقت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>ايام حج نزديك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شد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از فقهاء و علماء بغداد و ساير شهرها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هشتاد نفر گرد</w:t>
      </w:r>
      <w:r w:rsidR="00672768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هم</w:t>
      </w:r>
      <w:r w:rsidR="00672768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آمده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به قصد حج حركت كردند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اول به مدينه آمدند تا به خدمت امام جواد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برسند</w:t>
      </w:r>
      <w:r w:rsidR="004851C8">
        <w:rPr>
          <w:rtl/>
          <w:lang w:bidi="fa-IR"/>
        </w:rPr>
        <w:t>.</w:t>
      </w:r>
    </w:p>
    <w:p w:rsidR="00E8659C" w:rsidRPr="00E8659C" w:rsidRDefault="00E8659C" w:rsidP="00672768">
      <w:pPr>
        <w:pStyle w:val="libNormal"/>
        <w:rPr>
          <w:lang w:bidi="fa-IR"/>
        </w:rPr>
      </w:pPr>
      <w:r w:rsidRPr="00E8659C">
        <w:rPr>
          <w:rtl/>
          <w:lang w:bidi="fa-IR"/>
        </w:rPr>
        <w:t xml:space="preserve">پس از ورود به مدينه در خانه امام صادق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گرد آمدند كه خال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رو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بساط بزرگ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نشستند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عبد الله بن موس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محضر آنها آمد و</w:t>
      </w:r>
      <w:r w:rsidR="00672768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در صدر مجلس نشست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يك نفر به پا خاست و گفت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اين پسر رسول خدا </w:t>
      </w:r>
      <w:r w:rsidR="00E954A2" w:rsidRPr="00E954A2">
        <w:rPr>
          <w:rStyle w:val="libAlaemChar"/>
          <w:rtl/>
        </w:rPr>
        <w:t>صلى‌الله‌عليه‌وآله‌وسلم</w:t>
      </w:r>
      <w:r w:rsidRPr="00E8659C">
        <w:rPr>
          <w:rtl/>
          <w:lang w:bidi="fa-IR"/>
        </w:rPr>
        <w:t xml:space="preserve"> است هر كه سؤال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دارد</w:t>
      </w:r>
      <w:r w:rsidR="00672768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بكند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از 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سؤالات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شد كه بر خلاف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جواب داد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اين كار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حاضران را در حيرت و اندوه فرو برد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فقهاء برخاسته و قصد رفتن كردند و گفتند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اگر ابو جعفر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جوابها را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توانست بدهد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اين همه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جواب خلاف از عبد الله بن موس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بروز نم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كرد</w:t>
      </w:r>
      <w:r w:rsidR="00E12C63">
        <w:rPr>
          <w:rtl/>
          <w:lang w:bidi="fa-IR"/>
        </w:rPr>
        <w:t>!!</w:t>
      </w:r>
    </w:p>
    <w:p w:rsidR="00672768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در اين وقت از صدر مجلس در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گشوده شد و غلام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موفق نام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وارد مجلس گرديد و گفت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اين ابو جعفر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است كه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آيد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همه به پا خاستند و از 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استقبال كرده و سلام دادند، امام صلوات الله عليه داخل شد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دو پيراهن به تن داشت و عمامه 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دو طرفش آشكار بود به سر گذاشته بود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آن حضرت نشست مردم همه ساكت شدند</w:t>
      </w:r>
      <w:r w:rsidR="004851C8">
        <w:rPr>
          <w:rtl/>
          <w:lang w:bidi="fa-IR"/>
        </w:rPr>
        <w:t>.</w:t>
      </w:r>
    </w:p>
    <w:p w:rsidR="001117B4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lastRenderedPageBreak/>
        <w:t>مناد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قبل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به پاخاست و از امام سؤالات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نمود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حضرت جواب درست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دادند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همه شاد شدند و بر او دعاكردند و ثنا گفتند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عرض كردند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عمو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شما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عبد الله چنين و چنان جواب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گفت</w:t>
      </w:r>
      <w:r w:rsidR="004851C8">
        <w:rPr>
          <w:rtl/>
          <w:lang w:bidi="fa-IR"/>
        </w:rPr>
        <w:t>.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فرمود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لا إله إلا الله 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عمو</w:t>
      </w:r>
      <w:r w:rsidR="00E12C63">
        <w:rPr>
          <w:rtl/>
          <w:lang w:bidi="fa-IR"/>
        </w:rPr>
        <w:t>!</w:t>
      </w:r>
      <w:r w:rsidRPr="00E8659C">
        <w:rPr>
          <w:rtl/>
          <w:lang w:bidi="fa-IR"/>
        </w:rPr>
        <w:t xml:space="preserve"> بزرگ است نزد خدا كه فردا پيش او ايستاده باش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وبگويد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چرا به بندگان من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آنچه نم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دانست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فتوا داد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در صورت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در ميان امت</w:t>
      </w:r>
      <w:r w:rsidR="004851C8">
        <w:rPr>
          <w:rtl/>
          <w:lang w:bidi="fa-IR"/>
        </w:rPr>
        <w:t>،</w:t>
      </w:r>
      <w:r w:rsidR="001117B4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داناتر از تو وجود داشت</w:t>
      </w:r>
      <w:r w:rsidR="004851C8">
        <w:rPr>
          <w:rtl/>
          <w:lang w:bidi="fa-IR"/>
        </w:rPr>
        <w:t>؟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روايت شده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عمر بن فرج رخج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(حاكم مدينه) به آن حضرت گفت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شيعيان شما مدع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هستند كه شما وزن هم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آب دجله را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دانيد</w:t>
      </w:r>
      <w:r w:rsidR="004851C8">
        <w:rPr>
          <w:rtl/>
          <w:lang w:bidi="fa-IR"/>
        </w:rPr>
        <w:t>؟</w:t>
      </w:r>
      <w:r w:rsidRPr="00E8659C">
        <w:rPr>
          <w:rtl/>
          <w:lang w:bidi="fa-IR"/>
        </w:rPr>
        <w:t xml:space="preserve"> در آن وقت در</w:t>
      </w:r>
      <w:r w:rsidR="001117B4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كنار دجله بودند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حضرت فرمودند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آيا خدا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تواند اين علم را به پشه 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بياموزديا نه</w:t>
      </w:r>
      <w:r w:rsidR="004851C8">
        <w:rPr>
          <w:rtl/>
          <w:lang w:bidi="fa-IR"/>
        </w:rPr>
        <w:t>؟</w:t>
      </w:r>
      <w:r w:rsidRPr="00E8659C">
        <w:rPr>
          <w:rtl/>
          <w:lang w:bidi="fa-IR"/>
        </w:rPr>
        <w:t xml:space="preserve"> گفت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آر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امام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فرمودند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من در پيش خدا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تعال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>از پشه و از اكثر مخلوقاتش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محترمتر هستم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A35C10" w:rsidRPr="006249D9">
        <w:rPr>
          <w:rStyle w:val="libFootnotenumChar"/>
          <w:rtl/>
        </w:rPr>
        <w:t>88</w:t>
      </w:r>
      <w:r w:rsidRPr="006249D9">
        <w:rPr>
          <w:rStyle w:val="libFootnotenumChar"/>
          <w:rtl/>
        </w:rPr>
        <w:t>)</w:t>
      </w:r>
    </w:p>
    <w:p w:rsidR="00E8659C" w:rsidRPr="00E8659C" w:rsidRDefault="001117B4" w:rsidP="00E8659C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E8659C" w:rsidRDefault="00E8659C" w:rsidP="001117B4">
      <w:pPr>
        <w:pStyle w:val="Heading2"/>
        <w:rPr>
          <w:rtl/>
          <w:lang w:bidi="fa-IR"/>
        </w:rPr>
      </w:pPr>
      <w:bookmarkStart w:id="20" w:name="_Toc487273794"/>
      <w:r w:rsidRPr="00E8659C">
        <w:rPr>
          <w:rtl/>
          <w:lang w:bidi="fa-IR"/>
        </w:rPr>
        <w:t>جود و بخشش آن بزرگوار</w:t>
      </w:r>
      <w:bookmarkEnd w:id="20"/>
    </w:p>
    <w:p w:rsidR="001117B4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آنچنان كه گذشت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بذل و بخشش و احسان در راه خدا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يك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امتيازات و خصوصيات اصل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اين خاندان كرم است كه در مواقع متعدد از آنان سرم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زند</w:t>
      </w:r>
      <w:r w:rsidR="004851C8">
        <w:rPr>
          <w:rtl/>
          <w:lang w:bidi="fa-IR"/>
        </w:rPr>
        <w:t>.</w:t>
      </w:r>
    </w:p>
    <w:p w:rsidR="001117B4" w:rsidRDefault="00E8659C" w:rsidP="001117B4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آنان در جلب رضا و خشنود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پروردگار عالم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از صرف هر نوع امكانات مال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رفاه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به نيازمندان و</w:t>
      </w:r>
      <w:r w:rsidR="001117B4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مستحقين واقع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مضايقه و كوتاه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نداشته اند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اصولا مال و ثروت از نظر آنان</w:t>
      </w:r>
      <w:r w:rsidR="004851C8">
        <w:rPr>
          <w:rtl/>
          <w:lang w:bidi="fa-IR"/>
        </w:rPr>
        <w:t>،</w:t>
      </w:r>
      <w:r w:rsidR="001117B4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معنا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ويژه 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دارد كه با مفهوم عاد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در ميان مردم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تفاوت اساس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دارد</w:t>
      </w:r>
      <w:r w:rsidR="004851C8">
        <w:rPr>
          <w:rtl/>
          <w:lang w:bidi="fa-IR"/>
        </w:rPr>
        <w:t>.</w:t>
      </w:r>
    </w:p>
    <w:p w:rsidR="001117B4" w:rsidRDefault="00E8659C" w:rsidP="001117B4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آنان</w:t>
      </w:r>
      <w:r w:rsidR="001117B4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مال و ثروت را در حد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قبول داشتند كه بتوانند به وسيل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آن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گره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مشكلات زندگ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ديگران را بگشايند يا توسط آن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ذخيره 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آخرت وتكميل معنويت خود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اندوخته</w:t>
      </w:r>
      <w:r w:rsidR="001117B4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باشند</w:t>
      </w:r>
      <w:r w:rsidR="004851C8">
        <w:rPr>
          <w:rtl/>
          <w:lang w:bidi="fa-IR"/>
        </w:rPr>
        <w:t>.</w:t>
      </w:r>
    </w:p>
    <w:p w:rsidR="001117B4" w:rsidRDefault="00E8659C" w:rsidP="001117B4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مگر بزرگ اين خاندان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عل</w:t>
      </w:r>
      <w:r w:rsidR="00F456F0">
        <w:rPr>
          <w:rtl/>
          <w:lang w:bidi="fa-IR"/>
        </w:rPr>
        <w:t xml:space="preserve">ی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نبود كه در راه خشنود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پروردگار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سه شبانه روز با اهل بيت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خود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با شكم گرسنه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>روزه دار بود تا درخواستها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فقير و يتيم و اسير را فراهم سازد</w:t>
      </w:r>
      <w:r w:rsidR="004851C8">
        <w:rPr>
          <w:rtl/>
          <w:lang w:bidi="fa-IR"/>
        </w:rPr>
        <w:t>؟</w:t>
      </w:r>
    </w:p>
    <w:p w:rsidR="00E8659C" w:rsidRPr="00E8659C" w:rsidRDefault="00E8659C" w:rsidP="001117B4">
      <w:pPr>
        <w:pStyle w:val="libNormal"/>
        <w:rPr>
          <w:lang w:bidi="fa-IR"/>
        </w:rPr>
      </w:pPr>
      <w:r w:rsidRPr="00E8659C">
        <w:rPr>
          <w:rtl/>
          <w:lang w:bidi="fa-IR"/>
        </w:rPr>
        <w:t>در زندگ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هر كداماز پيشوايان معصوم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چنين بخششها و گذشتها ثبت گرديده است كه بررس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زندگ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هر كداماز آنان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بهترين گواه مدعا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ما است و اين امر در مورد شخصيت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اكنون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در ترسيم</w:t>
      </w:r>
      <w:r w:rsidR="001117B4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گوشه 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چهر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او هستيم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مصداق كامل دارد و عنوان دوم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جواد بر اثر تكرارو مشاهد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اين عمل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نشانگر اين حقيقت بارز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باشد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اينك به عنوان نمونه به چندمورد از بذل و بخشش ايشان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اشاره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گردد</w:t>
      </w:r>
      <w:r w:rsidR="004851C8">
        <w:rPr>
          <w:rtl/>
          <w:lang w:bidi="fa-IR"/>
        </w:rPr>
        <w:t>.</w:t>
      </w:r>
    </w:p>
    <w:p w:rsidR="00E8659C" w:rsidRPr="00E8659C" w:rsidRDefault="001117B4" w:rsidP="00E8659C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E8659C" w:rsidRDefault="00E8659C" w:rsidP="001117B4">
      <w:pPr>
        <w:pStyle w:val="Heading2"/>
        <w:rPr>
          <w:rtl/>
          <w:lang w:bidi="fa-IR"/>
        </w:rPr>
      </w:pPr>
      <w:bookmarkStart w:id="21" w:name="_Toc487273795"/>
      <w:r w:rsidRPr="00E8659C">
        <w:rPr>
          <w:rtl/>
          <w:lang w:bidi="fa-IR"/>
        </w:rPr>
        <w:t>عائدات وقف</w:t>
      </w:r>
      <w:bookmarkEnd w:id="21"/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كلين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عل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بنابراهيم و او از پدرش نقل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كه در محضر امام جواد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بودم كه صالح بن محمد بن سهل متول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اوقاف قم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وارد محضر امام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گرديد (او از طرف امام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متول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اوقاف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بود كه به نام امام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وقف شده بود) و به عرض رساند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سرور من</w:t>
      </w:r>
      <w:r w:rsidR="00E12C63">
        <w:rPr>
          <w:rtl/>
          <w:lang w:bidi="fa-IR"/>
        </w:rPr>
        <w:t>!</w:t>
      </w:r>
      <w:r w:rsidRPr="00E8659C">
        <w:rPr>
          <w:rtl/>
          <w:lang w:bidi="fa-IR"/>
        </w:rPr>
        <w:t xml:space="preserve"> مرا در مقابل ده</w:t>
      </w:r>
      <w:r w:rsidR="001117B4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هزار درهم از عائدات وقف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حلال فرماييد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چون آن را در راه نفق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اهل و عيال خود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>خرج كرده ام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امام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با گشاده روي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فرمودند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شما را از پرداختآن معاف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دارم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A35C10" w:rsidRPr="006249D9">
        <w:rPr>
          <w:rStyle w:val="libFootnotenumChar"/>
          <w:rtl/>
        </w:rPr>
        <w:t>8</w:t>
      </w:r>
      <w:r w:rsidR="003D2C90" w:rsidRPr="006249D9">
        <w:rPr>
          <w:rStyle w:val="libFootnotenumChar"/>
          <w:rtl/>
        </w:rPr>
        <w:t>9</w:t>
      </w:r>
      <w:r w:rsidRPr="006249D9">
        <w:rPr>
          <w:rStyle w:val="libFootnotenumChar"/>
          <w:rtl/>
        </w:rPr>
        <w:t>)</w:t>
      </w:r>
    </w:p>
    <w:p w:rsidR="00E8659C" w:rsidRPr="00E8659C" w:rsidRDefault="001117B4" w:rsidP="00E8659C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E8659C" w:rsidRDefault="00E8659C" w:rsidP="001117B4">
      <w:pPr>
        <w:pStyle w:val="Heading2"/>
        <w:rPr>
          <w:rtl/>
          <w:lang w:bidi="fa-IR"/>
        </w:rPr>
      </w:pPr>
      <w:bookmarkStart w:id="22" w:name="_Toc487273796"/>
      <w:r w:rsidRPr="00E8659C">
        <w:rPr>
          <w:rtl/>
          <w:lang w:bidi="fa-IR"/>
        </w:rPr>
        <w:t>به قدر مروت</w:t>
      </w:r>
      <w:r w:rsidR="00E12C63">
        <w:rPr>
          <w:rtl/>
          <w:lang w:bidi="fa-IR"/>
        </w:rPr>
        <w:t>!</w:t>
      </w:r>
      <w:bookmarkEnd w:id="22"/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عل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بن عيس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اربل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در كشف الغمه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نويسد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مرد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به حضور امام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رسيد و عرض كرد كه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خواهشمنداست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مرا به انداز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مروت خودتان احسان نماييد</w:t>
      </w:r>
      <w:r w:rsidR="00E12C63">
        <w:rPr>
          <w:rtl/>
          <w:lang w:bidi="fa-IR"/>
        </w:rPr>
        <w:t>!</w:t>
      </w:r>
      <w:r w:rsidRPr="00E8659C">
        <w:rPr>
          <w:rtl/>
          <w:lang w:bidi="fa-IR"/>
        </w:rPr>
        <w:t xml:space="preserve"> امام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فرمودند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اكنون در وسعت من نيست كه اين مقدار راببخشم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سائل عرض كرد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پس لطفا به مقدار مروت و مردانگ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خودم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احسان فرماييد. امام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به خدمتگزار خود فرمود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مبلغ دويست دينار به اوعطا كند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3D2C90" w:rsidRPr="006249D9">
        <w:rPr>
          <w:rStyle w:val="libFootnotenumChar"/>
          <w:rtl/>
        </w:rPr>
        <w:t>9</w:t>
      </w:r>
      <w:r w:rsidR="009072C7" w:rsidRPr="006249D9">
        <w:rPr>
          <w:rStyle w:val="libFootnotenumChar"/>
          <w:rtl/>
        </w:rPr>
        <w:t>0</w:t>
      </w:r>
      <w:r w:rsidRPr="006249D9">
        <w:rPr>
          <w:rStyle w:val="libFootnotenumChar"/>
          <w:rtl/>
        </w:rPr>
        <w:t>)</w:t>
      </w:r>
    </w:p>
    <w:p w:rsidR="00E8659C" w:rsidRPr="00E8659C" w:rsidRDefault="001117B4" w:rsidP="00E8659C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E8659C" w:rsidRDefault="00E8659C" w:rsidP="001117B4">
      <w:pPr>
        <w:pStyle w:val="Heading2"/>
        <w:rPr>
          <w:rtl/>
          <w:lang w:bidi="fa-IR"/>
        </w:rPr>
      </w:pPr>
      <w:bookmarkStart w:id="23" w:name="_Toc487273797"/>
      <w:r w:rsidRPr="00E8659C">
        <w:rPr>
          <w:rtl/>
          <w:lang w:bidi="fa-IR"/>
        </w:rPr>
        <w:t>راه</w:t>
      </w:r>
      <w:r w:rsidR="001117B4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گشاي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بر ديگران</w:t>
      </w:r>
      <w:bookmarkEnd w:id="23"/>
    </w:p>
    <w:p w:rsidR="00F24EC3" w:rsidRDefault="00E8659C" w:rsidP="00F24EC3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مرد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بن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حنيفه از اهال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بست و</w:t>
      </w:r>
      <w:r w:rsidR="00F24EC3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سجستان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گويد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كه در اوائل خلافت معتصم در آن سال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كه امام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با خانواده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عازم مكه گرديده بود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من در مصاحبت آن بزرگوار افتخار داشتم روز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جمع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از مسئولين امور خلافت نيز بر سر طعام حاضر بودند به حضور امام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عرض كردم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فرزند رسول خدا </w:t>
      </w:r>
      <w:r w:rsidR="00E954A2" w:rsidRPr="00E954A2">
        <w:rPr>
          <w:rStyle w:val="libAlaemChar"/>
          <w:rtl/>
        </w:rPr>
        <w:t>صلى‌الله‌عليه‌وآله‌وسلم</w:t>
      </w:r>
      <w:r w:rsidR="00E12C63">
        <w:rPr>
          <w:rtl/>
          <w:lang w:bidi="fa-IR"/>
        </w:rPr>
        <w:t>!</w:t>
      </w:r>
      <w:r w:rsidRPr="00E8659C">
        <w:rPr>
          <w:rtl/>
          <w:lang w:bidi="fa-IR"/>
        </w:rPr>
        <w:t xml:space="preserve"> فدايت</w:t>
      </w:r>
      <w:r w:rsidR="00F24EC3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گردم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وال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فرماندار منطق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ما مرد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است كه به دوست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شما خاندان </w:t>
      </w:r>
      <w:r w:rsidR="00F24EC3">
        <w:rPr>
          <w:rFonts w:hint="cs"/>
          <w:rtl/>
          <w:lang w:bidi="fa-IR"/>
        </w:rPr>
        <w:t>(</w:t>
      </w:r>
      <w:r w:rsidRPr="00E8659C">
        <w:rPr>
          <w:rtl/>
          <w:lang w:bidi="fa-IR"/>
        </w:rPr>
        <w:t>رسول</w:t>
      </w:r>
      <w:r w:rsidR="00F24EC3">
        <w:rPr>
          <w:rFonts w:hint="cs"/>
          <w:rtl/>
          <w:lang w:bidi="fa-IR"/>
        </w:rPr>
        <w:t>)</w:t>
      </w:r>
      <w:r w:rsidR="004851C8">
        <w:rPr>
          <w:rtl/>
          <w:lang w:bidi="fa-IR"/>
        </w:rPr>
        <w:t>،</w:t>
      </w:r>
      <w:r w:rsidR="00F24EC3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معروف و متمايز است و من در ديوان او از بابت خراج و ماليات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بدهكار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دارم كه ازپرداخت آن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عاجز هستم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</w:p>
    <w:p w:rsidR="00F24EC3" w:rsidRDefault="00E8659C" w:rsidP="00F24EC3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اگر مصلحت بدانيد نامه 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به ايشان مرقوم فرماييد كه دراين باره محبت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در حق ما بكند بسيار به موقع خواهد بود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امام فرمودند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من اورا نم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شناسم</w:t>
      </w:r>
      <w:r w:rsidR="004851C8">
        <w:rPr>
          <w:rtl/>
          <w:lang w:bidi="fa-IR"/>
        </w:rPr>
        <w:t>.</w:t>
      </w:r>
    </w:p>
    <w:p w:rsidR="00F24EC3" w:rsidRDefault="00E8659C" w:rsidP="00F24EC3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مرد گفت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درست است كه شما آشناي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خصوص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با او نداريد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اواز ارادتمندان و دوستان شما است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قطعا نام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شما به حال من نافع خواهد بود</w:t>
      </w:r>
      <w:r w:rsidR="004851C8">
        <w:rPr>
          <w:rtl/>
          <w:lang w:bidi="fa-IR"/>
        </w:rPr>
        <w:t>.</w:t>
      </w:r>
    </w:p>
    <w:p w:rsidR="00F24EC3" w:rsidRDefault="00E8659C" w:rsidP="00F24EC3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 xml:space="preserve">امام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محض اجابت درخواست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يك فرد مؤمن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كاغذ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برداشت و چنينمرقوم فرمودند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بسم الله الرحمن الرحيم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</w:t>
      </w:r>
      <w:r w:rsidR="00F24EC3">
        <w:rPr>
          <w:rFonts w:hint="cs"/>
          <w:rtl/>
          <w:lang w:bidi="fa-IR"/>
        </w:rPr>
        <w:t>«</w:t>
      </w:r>
      <w:r w:rsidRPr="00F24EC3">
        <w:rPr>
          <w:rStyle w:val="libHadeesChar"/>
          <w:rtl/>
        </w:rPr>
        <w:t>اما بعد فإن موصل كتاب</w:t>
      </w:r>
      <w:r w:rsidR="00F456F0" w:rsidRPr="00F24EC3">
        <w:rPr>
          <w:rStyle w:val="libHadeesChar"/>
          <w:rtl/>
        </w:rPr>
        <w:t xml:space="preserve">ی </w:t>
      </w:r>
      <w:r w:rsidRPr="00F24EC3">
        <w:rPr>
          <w:rStyle w:val="libHadeesChar"/>
          <w:rtl/>
        </w:rPr>
        <w:t>هذا ذكر عنكم ذهبا جميلا وان مالك ما احسنت فيه</w:t>
      </w:r>
      <w:r w:rsidR="004851C8" w:rsidRPr="00F24EC3">
        <w:rPr>
          <w:rStyle w:val="libHadeesChar"/>
          <w:rtl/>
        </w:rPr>
        <w:t>،</w:t>
      </w:r>
      <w:r w:rsidRPr="00F24EC3">
        <w:rPr>
          <w:rStyle w:val="libHadeesChar"/>
          <w:rtl/>
        </w:rPr>
        <w:t xml:space="preserve"> فأحسن ال</w:t>
      </w:r>
      <w:r w:rsidR="00F456F0" w:rsidRPr="00F24EC3">
        <w:rPr>
          <w:rStyle w:val="libHadeesChar"/>
          <w:rtl/>
        </w:rPr>
        <w:t xml:space="preserve">ی </w:t>
      </w:r>
      <w:r w:rsidRPr="00F24EC3">
        <w:rPr>
          <w:rStyle w:val="libHadeesChar"/>
          <w:rtl/>
        </w:rPr>
        <w:t>اخوانك و اعلم ان الله عزوجل سائلك عن مثاقيل الذر والخردل</w:t>
      </w:r>
      <w:r w:rsidR="004851C8">
        <w:rPr>
          <w:rtl/>
          <w:lang w:bidi="fa-IR"/>
        </w:rPr>
        <w:t>.</w:t>
      </w:r>
      <w:r w:rsidR="00F24EC3">
        <w:rPr>
          <w:rFonts w:hint="cs"/>
          <w:rtl/>
          <w:lang w:bidi="fa-IR"/>
        </w:rPr>
        <w:t>»</w:t>
      </w:r>
    </w:p>
    <w:p w:rsidR="00F24EC3" w:rsidRDefault="00E8659C" w:rsidP="00F24EC3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به نام خداوند بخشنده و بخشايشگر مهربان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حامل نامه من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از شما يك روش زيباي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را تعريف نمود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بدانيد جز احسان و نيكوكار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هيچ فائده 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در زندگ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تو نيست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هر چه توانست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در حق برادران دين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خود نيك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واحسان نما</w:t>
      </w:r>
      <w:r w:rsidR="00E12C63">
        <w:rPr>
          <w:rtl/>
          <w:lang w:bidi="fa-IR"/>
        </w:rPr>
        <w:t>!</w:t>
      </w:r>
      <w:r w:rsidRPr="00E8659C">
        <w:rPr>
          <w:rtl/>
          <w:lang w:bidi="fa-IR"/>
        </w:rPr>
        <w:t xml:space="preserve"> و بدان كه خداوند متعال از مثقال</w:t>
      </w:r>
      <w:r w:rsidR="00F24EC3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ها واوزان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به قدر ذر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ناچيز باشد از تو سؤال خواهد نمود</w:t>
      </w:r>
      <w:r w:rsidR="004851C8">
        <w:rPr>
          <w:rtl/>
          <w:lang w:bidi="fa-IR"/>
        </w:rPr>
        <w:t>.</w:t>
      </w:r>
    </w:p>
    <w:p w:rsidR="00B07681" w:rsidRDefault="00E8659C" w:rsidP="00B07681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(اشاره به آيه شريفه است كه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فرمايد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</w:t>
      </w:r>
      <w:r w:rsidR="00B07681" w:rsidRPr="00B07681">
        <w:rPr>
          <w:rStyle w:val="libAlaemChar"/>
          <w:rFonts w:hint="cs"/>
          <w:rtl/>
        </w:rPr>
        <w:t>(</w:t>
      </w:r>
      <w:r w:rsidR="00B07681" w:rsidRPr="00B07681">
        <w:rPr>
          <w:rStyle w:val="libAieChar"/>
          <w:rtl/>
          <w:lang w:bidi="fa-IR"/>
        </w:rPr>
        <w:t>فَمَن يَعْمَلْ مِثْقَالَ ذَرَّةٍ خَيْرًا يَرَهُ</w:t>
      </w:r>
      <w:r w:rsidR="00B07681" w:rsidRPr="00B07681">
        <w:rPr>
          <w:rStyle w:val="libAieChar"/>
          <w:rFonts w:hint="cs"/>
          <w:rtl/>
        </w:rPr>
        <w:t xml:space="preserve"> * </w:t>
      </w:r>
      <w:r w:rsidR="00B07681" w:rsidRPr="00B07681">
        <w:rPr>
          <w:rStyle w:val="libAieChar"/>
          <w:rtl/>
          <w:lang w:bidi="fa-IR"/>
        </w:rPr>
        <w:t>فَمَن يَعْمَلْ مِثْقَالَ ذَرَّةٍ خَيْرًا يَرَهُ</w:t>
      </w:r>
      <w:r w:rsidRPr="00B07681">
        <w:rPr>
          <w:rStyle w:val="libAlaemChar"/>
          <w:rtl/>
        </w:rPr>
        <w:t>)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نامه را دريافتم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چون خبر نامه و آمدن من به گوش فرماندار</w:t>
      </w:r>
      <w:r w:rsidR="00B07681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سجستان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حسن بن عبد الله نيشابور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رسيد به استقبال من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آمد و به احترام و تعظيم نامه تا دو فرسخ از شهر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بيرون </w:t>
      </w:r>
      <w:r w:rsidRPr="00E8659C">
        <w:rPr>
          <w:rtl/>
          <w:lang w:bidi="fa-IR"/>
        </w:rPr>
        <w:lastRenderedPageBreak/>
        <w:t>شتافته بود تا چشمش به نامه افتاد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آن را گرفت و</w:t>
      </w:r>
      <w:r w:rsidR="00B07681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بوسيد و رو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هر دو چشم خود گذاشت و به من گفت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حاجت شما چيست</w:t>
      </w:r>
      <w:r w:rsidR="004851C8">
        <w:rPr>
          <w:rtl/>
          <w:lang w:bidi="fa-IR"/>
        </w:rPr>
        <w:t>؟</w:t>
      </w:r>
    </w:p>
    <w:p w:rsidR="00B07681" w:rsidRDefault="00E8659C" w:rsidP="00B07681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گفتم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مرا</w:t>
      </w:r>
      <w:r w:rsidR="00B07681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خراج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بر گردن است كه در ديوان ماليات شما ثبت است و قادر به پرداخت آن نيستم</w:t>
      </w:r>
      <w:r w:rsidR="004851C8">
        <w:rPr>
          <w:rtl/>
          <w:lang w:bidi="fa-IR"/>
        </w:rPr>
        <w:t>،</w:t>
      </w:r>
      <w:r w:rsidR="00B07681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دستور داد كه رو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آن قلم بگيرند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مدت طولان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مرا از پرداخت ماليات معاف دارند</w:t>
      </w:r>
      <w:r w:rsidR="004851C8">
        <w:rPr>
          <w:rtl/>
          <w:lang w:bidi="fa-IR"/>
        </w:rPr>
        <w:t>.</w:t>
      </w:r>
    </w:p>
    <w:p w:rsidR="00E8659C" w:rsidRPr="00E8659C" w:rsidRDefault="00E8659C" w:rsidP="00B07681">
      <w:pPr>
        <w:pStyle w:val="libNormal"/>
        <w:rPr>
          <w:lang w:bidi="fa-IR"/>
        </w:rPr>
      </w:pPr>
      <w:r w:rsidRPr="00E8659C">
        <w:rPr>
          <w:rtl/>
          <w:lang w:bidi="fa-IR"/>
        </w:rPr>
        <w:t>پس از آن از تعداد عائله من پرسيد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از تعداد و هزينه عائله ام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او را آگاه ساختم، دستور داد كمك مؤثر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در حق من انجام دادند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فرماندار محل تا در سر كار بود به بركت آن نام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من از احسان و نيك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مضايقه و كوتاه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نداشت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3D2C90" w:rsidRPr="006249D9">
        <w:rPr>
          <w:rStyle w:val="libFootnotenumChar"/>
          <w:rtl/>
        </w:rPr>
        <w:t>9</w:t>
      </w:r>
      <w:r w:rsidR="00256F60" w:rsidRPr="006249D9">
        <w:rPr>
          <w:rStyle w:val="libFootnotenumChar"/>
          <w:rtl/>
        </w:rPr>
        <w:t>1</w:t>
      </w:r>
      <w:r w:rsidRPr="006249D9">
        <w:rPr>
          <w:rStyle w:val="libFootnotenumChar"/>
          <w:rtl/>
        </w:rPr>
        <w:t>)</w:t>
      </w:r>
    </w:p>
    <w:p w:rsidR="00E8659C" w:rsidRPr="00E8659C" w:rsidRDefault="007B0DDC" w:rsidP="00E8659C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E8659C" w:rsidRDefault="00E8659C" w:rsidP="007B0DDC">
      <w:pPr>
        <w:pStyle w:val="Heading2"/>
        <w:rPr>
          <w:rtl/>
          <w:lang w:bidi="fa-IR"/>
        </w:rPr>
      </w:pPr>
      <w:bookmarkStart w:id="24" w:name="_Toc487273798"/>
      <w:r w:rsidRPr="00E8659C">
        <w:rPr>
          <w:rtl/>
          <w:lang w:bidi="fa-IR"/>
        </w:rPr>
        <w:t>هشدار به مسئولين امور</w:t>
      </w:r>
      <w:bookmarkEnd w:id="24"/>
    </w:p>
    <w:p w:rsidR="007B0DDC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استاد شيخ محمد جواد مغنيه لبنان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يك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خدمتگزاران علم و مذهب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باشد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پس از نقل اين داستان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افزايد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اين حديث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تواند هشدار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بهگردانندگان امور ادار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باشد</w:t>
      </w:r>
      <w:r w:rsidR="004851C8">
        <w:rPr>
          <w:rtl/>
          <w:lang w:bidi="fa-IR"/>
        </w:rPr>
        <w:t>.</w:t>
      </w:r>
    </w:p>
    <w:p w:rsidR="00672E05" w:rsidRDefault="00E8659C" w:rsidP="007B0DD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آنان به مجرد اشغال يك ميز ادار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رياست يا مديريت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>تمام دوست</w:t>
      </w:r>
      <w:r w:rsidR="00F456F0">
        <w:rPr>
          <w:rtl/>
          <w:lang w:bidi="fa-IR"/>
        </w:rPr>
        <w:t>ی</w:t>
      </w:r>
      <w:r w:rsidR="007B0DDC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ها و علاق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برادر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اسلام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را كنار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گذارند و تغيير ماهيت داده وكوچكترين مشكل گشاي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چاره ساز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در حق گرفتاران و ضعيفان از خود نشان نم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دهند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>چنين افراد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بهتر است كم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به خود آيند و بدانند ميز رياست و تشريفات ديگر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همه</w:t>
      </w:r>
      <w:r w:rsidR="007B0DDC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زوال پذير و فنا شدن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فقط آنچه جاودان و هميشگ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است نيكوكار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خدمت به مردمو رفع نيازمند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ديگران است و بس</w:t>
      </w:r>
      <w:r w:rsidR="004851C8">
        <w:rPr>
          <w:rtl/>
          <w:lang w:bidi="fa-IR"/>
        </w:rPr>
        <w:t>.</w:t>
      </w:r>
    </w:p>
    <w:p w:rsidR="00E8659C" w:rsidRPr="00E8659C" w:rsidRDefault="00672E05" w:rsidP="007B0DDC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E8659C" w:rsidRPr="00672E05" w:rsidRDefault="00E8659C" w:rsidP="00672E05">
      <w:pPr>
        <w:pStyle w:val="Heading1"/>
        <w:rPr>
          <w:rtl/>
        </w:rPr>
      </w:pPr>
      <w:bookmarkStart w:id="25" w:name="_Toc487273799"/>
      <w:r w:rsidRPr="00E8659C">
        <w:rPr>
          <w:rtl/>
          <w:lang w:bidi="fa-IR"/>
        </w:rPr>
        <w:t>بخش سوم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ياران و روايتگران از امام جواد </w:t>
      </w:r>
      <w:r w:rsidR="00366A7F" w:rsidRPr="00366A7F">
        <w:rPr>
          <w:rStyle w:val="libAlaemChar"/>
          <w:rtl/>
        </w:rPr>
        <w:t>عليه‌السلام‌</w:t>
      </w:r>
      <w:bookmarkEnd w:id="25"/>
    </w:p>
    <w:p w:rsidR="005D3DDC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امامان پاك ما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همچون پيامبر گرام</w:t>
      </w:r>
      <w:r w:rsidR="00F456F0">
        <w:rPr>
          <w:rtl/>
          <w:lang w:bidi="fa-IR"/>
        </w:rPr>
        <w:t xml:space="preserve">ی </w:t>
      </w:r>
      <w:r w:rsidR="00E954A2" w:rsidRPr="00E954A2">
        <w:rPr>
          <w:rStyle w:val="libAlaemChar"/>
          <w:rtl/>
        </w:rPr>
        <w:t>صلى‌الله‌عليه‌وآله‌وسلم</w:t>
      </w:r>
      <w:r w:rsidRPr="00E8659C">
        <w:rPr>
          <w:rtl/>
          <w:lang w:bidi="fa-IR"/>
        </w:rPr>
        <w:t xml:space="preserve"> پيوسته در تعليم و تربيت مردم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ساع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وكوشا بودند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آنان در تمام اوقات روز و شب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ملتزم به راهنماي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تربيت مردم بودند، رفتار و گفتار و معاشرت و حت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هر گوش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از زندگ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روزمر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آنان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آموزشگر كسان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بود كه با آنان تماس داشتند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هر كس هر وقت با آنان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نشست غير ممكن بود كه ازاخلاق و دانش آنان بهره</w:t>
      </w:r>
      <w:r w:rsidR="00164EC6">
        <w:rPr>
          <w:rtl/>
          <w:lang w:bidi="fa-IR"/>
        </w:rPr>
        <w:t xml:space="preserve"> ‌</w:t>
      </w:r>
      <w:r w:rsidRPr="00E8659C">
        <w:rPr>
          <w:rtl/>
          <w:lang w:bidi="fa-IR"/>
        </w:rPr>
        <w:t>مند نشود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اگر سؤال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داشت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توانست مطرح كند و پاسخ آنرا بشنود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پرسشها هم محدود نبود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آنان هر مشكل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داشتند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پرسيدند و پاسخ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گرفتند</w:t>
      </w:r>
      <w:r w:rsidR="004851C8">
        <w:rPr>
          <w:rtl/>
          <w:lang w:bidi="fa-IR"/>
        </w:rPr>
        <w:t>.</w:t>
      </w:r>
    </w:p>
    <w:p w:rsidR="00286C0B" w:rsidRDefault="00E8659C" w:rsidP="00286C0B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بديه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است چنين مدرسه 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هرگز و در هيچ جا جز در مكتب پيامبران و امامان، نظير نداشته و ندارد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طبيع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است كه ويژگ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ثمربخش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چنين مكتب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تا چه حد جالب</w:t>
      </w:r>
      <w:r w:rsidR="005D3DDC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و جاذب بوده است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به همين جهت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خلفا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امو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عباس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دانستند اگر مردم متوجه اين ويژگيها شوند</w:t>
      </w:r>
      <w:r w:rsidR="005D3DDC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به سو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پيشوايان اله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امامان بر حق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جذب خواهند شد و در چنين صورت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حكومت اين غاصبان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در خطر قرار خواهد گرفت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از اينرو تا آنجا كه برايشان ممكن بود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كوشيدند تا مردم با پيشوايان واقع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اسلام به صورت آزاد تماس نداشته باشند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فقط چند سال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در زمان امام باقر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بود كه به جهت حكومت عمر بن عبدالعزيز كه تا حدود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رفتار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ملايم و انسان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داشت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در عهد امام صادق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به جهت آن كه حكومت امو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رو به زوال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حكومت عباس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در اوائل كار</w:t>
      </w:r>
      <w:r w:rsidR="00C73F51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بود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مردم توانستند از آن دو امام بزرگوار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به طور نسب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بهره</w:t>
      </w:r>
      <w:r w:rsidR="00164EC6">
        <w:rPr>
          <w:rtl/>
          <w:lang w:bidi="fa-IR"/>
        </w:rPr>
        <w:t xml:space="preserve"> ‌</w:t>
      </w:r>
      <w:r w:rsidRPr="00E8659C">
        <w:rPr>
          <w:rtl/>
          <w:lang w:bidi="fa-IR"/>
        </w:rPr>
        <w:t>مند گردند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بينيم كه شماره 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شاگردان و راويان از صادقين </w:t>
      </w:r>
      <w:r w:rsidR="00E954A2" w:rsidRPr="00E954A2">
        <w:rPr>
          <w:rStyle w:val="libAlaemChar"/>
          <w:rtl/>
        </w:rPr>
        <w:t>صلى‌الله‌عليه‌وآله‌وسلم</w:t>
      </w:r>
      <w:r w:rsidRPr="00E8659C">
        <w:rPr>
          <w:rtl/>
          <w:lang w:bidi="fa-IR"/>
        </w:rPr>
        <w:t xml:space="preserve"> به</w:t>
      </w:r>
      <w:r w:rsidR="00C73F51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 xml:space="preserve">حدود چهار هزار نفر رسيد </w:t>
      </w:r>
      <w:r w:rsidRPr="006249D9">
        <w:rPr>
          <w:rStyle w:val="libFootnotenumChar"/>
          <w:rtl/>
        </w:rPr>
        <w:t>(</w:t>
      </w:r>
      <w:r w:rsidR="003D2C90" w:rsidRPr="006249D9">
        <w:rPr>
          <w:rStyle w:val="libFootnotenumChar"/>
          <w:rtl/>
        </w:rPr>
        <w:t>9</w:t>
      </w:r>
      <w:r w:rsidR="005631DD" w:rsidRPr="006249D9">
        <w:rPr>
          <w:rStyle w:val="libFootnotenumChar"/>
          <w:rtl/>
        </w:rPr>
        <w:t>2</w:t>
      </w:r>
      <w:r w:rsidRPr="006249D9">
        <w:rPr>
          <w:rStyle w:val="libFootnotenumChar"/>
          <w:rtl/>
        </w:rPr>
        <w:t>)</w:t>
      </w:r>
      <w:r w:rsidRPr="00E8659C">
        <w:rPr>
          <w:rtl/>
          <w:lang w:bidi="fa-IR"/>
        </w:rPr>
        <w:t xml:space="preserve"> ول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در دوره</w:t>
      </w:r>
      <w:r w:rsidR="00164EC6">
        <w:rPr>
          <w:rtl/>
          <w:lang w:bidi="fa-IR"/>
        </w:rPr>
        <w:t xml:space="preserve"> ‌</w:t>
      </w:r>
      <w:r w:rsidRPr="00E8659C">
        <w:rPr>
          <w:rtl/>
          <w:lang w:bidi="fa-IR"/>
        </w:rPr>
        <w:t>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ديگر اصحاب و شاگردان و راويانبرخ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از ائمه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بسيار تقليل يافته است</w:t>
      </w:r>
      <w:r w:rsidR="00286C0B">
        <w:rPr>
          <w:rFonts w:hint="cs"/>
          <w:rtl/>
          <w:lang w:bidi="fa-IR"/>
        </w:rPr>
        <w:t>؛</w:t>
      </w:r>
    </w:p>
    <w:p w:rsidR="00E8659C" w:rsidRPr="00E8659C" w:rsidRDefault="00E8659C" w:rsidP="00286C0B">
      <w:pPr>
        <w:pStyle w:val="libNormal"/>
        <w:rPr>
          <w:lang w:bidi="fa-IR"/>
        </w:rPr>
      </w:pPr>
      <w:r w:rsidRPr="00E8659C">
        <w:rPr>
          <w:rtl/>
          <w:lang w:bidi="fa-IR"/>
        </w:rPr>
        <w:t>به عنوان مثال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اصحابو شاگردان و راويان امام جواد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قريب صد و سيزده نفر بوده</w:t>
      </w:r>
      <w:r w:rsidR="00164EC6">
        <w:rPr>
          <w:rtl/>
          <w:lang w:bidi="fa-IR"/>
        </w:rPr>
        <w:t xml:space="preserve"> ‌</w:t>
      </w:r>
      <w:r w:rsidRPr="00E8659C">
        <w:rPr>
          <w:rtl/>
          <w:lang w:bidi="fa-IR"/>
        </w:rPr>
        <w:t xml:space="preserve">اند </w:t>
      </w:r>
      <w:r w:rsidRPr="006249D9">
        <w:rPr>
          <w:rStyle w:val="libFootnotenumChar"/>
          <w:rtl/>
        </w:rPr>
        <w:t>(</w:t>
      </w:r>
      <w:r w:rsidR="003D2C90" w:rsidRPr="006249D9">
        <w:rPr>
          <w:rStyle w:val="libFootnotenumChar"/>
          <w:rtl/>
        </w:rPr>
        <w:t>9</w:t>
      </w:r>
      <w:r w:rsidR="00FA474B" w:rsidRPr="006249D9">
        <w:rPr>
          <w:rStyle w:val="libFootnotenumChar"/>
          <w:rtl/>
        </w:rPr>
        <w:t>3</w:t>
      </w:r>
      <w:r w:rsidRPr="006249D9">
        <w:rPr>
          <w:rStyle w:val="libFootnotenumChar"/>
          <w:rtl/>
        </w:rPr>
        <w:t>)</w:t>
      </w:r>
      <w:r w:rsidRPr="00E8659C">
        <w:rPr>
          <w:rtl/>
          <w:lang w:bidi="fa-IR"/>
        </w:rPr>
        <w:t xml:space="preserve"> و اين گويا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اين حقيقت است كه در زمان آن گرام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تماس مردم با او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تا چه اندازه محدودم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بوده است</w:t>
      </w:r>
      <w:r w:rsidR="004851C8">
        <w:rPr>
          <w:rtl/>
          <w:lang w:bidi="fa-IR"/>
        </w:rPr>
        <w:t>.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lastRenderedPageBreak/>
        <w:t>اينك به معرف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اجمال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گزارش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چند تن از آن ياران مخلص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پردازيم:</w:t>
      </w:r>
    </w:p>
    <w:p w:rsidR="00286C0B" w:rsidRDefault="00256F60" w:rsidP="00E8659C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</w:t>
      </w:r>
      <w:r w:rsidR="00E8659C" w:rsidRPr="00286C0B">
        <w:rPr>
          <w:rStyle w:val="libBold1Char"/>
          <w:rtl/>
        </w:rPr>
        <w:t>عل</w:t>
      </w:r>
      <w:r w:rsidR="00F456F0" w:rsidRPr="00286C0B">
        <w:rPr>
          <w:rStyle w:val="libBold1Char"/>
          <w:rtl/>
        </w:rPr>
        <w:t xml:space="preserve">ی </w:t>
      </w:r>
      <w:r w:rsidR="00E8659C" w:rsidRPr="00286C0B">
        <w:rPr>
          <w:rStyle w:val="libBold1Char"/>
          <w:rtl/>
        </w:rPr>
        <w:t>بن مهزيار</w:t>
      </w:r>
      <w:r w:rsidR="00E8659C" w:rsidRPr="00E8659C">
        <w:rPr>
          <w:rtl/>
          <w:lang w:bidi="fa-IR"/>
        </w:rPr>
        <w:t xml:space="preserve"> (م </w:t>
      </w:r>
      <w:r w:rsidR="005631DD">
        <w:rPr>
          <w:rtl/>
          <w:lang w:bidi="fa-IR"/>
        </w:rPr>
        <w:t>2</w:t>
      </w:r>
      <w:r w:rsidR="00506E9B">
        <w:rPr>
          <w:rtl/>
          <w:lang w:bidi="fa-IR"/>
        </w:rPr>
        <w:t>54</w:t>
      </w:r>
      <w:r w:rsidR="00E8659C" w:rsidRPr="00E8659C">
        <w:rPr>
          <w:rtl/>
          <w:lang w:bidi="fa-IR"/>
        </w:rPr>
        <w:t xml:space="preserve"> ه‍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ق)</w:t>
      </w:r>
      <w:r w:rsidR="004851C8">
        <w:rPr>
          <w:rtl/>
          <w:lang w:bidi="fa-IR"/>
        </w:rPr>
        <w:t>:</w:t>
      </w:r>
      <w:r w:rsidR="00E8659C" w:rsidRPr="00E8659C">
        <w:rPr>
          <w:rtl/>
          <w:lang w:bidi="fa-IR"/>
        </w:rPr>
        <w:t xml:space="preserve"> از ياران خاص و جزو وكلا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 xml:space="preserve">امام جواد </w:t>
      </w:r>
      <w:r w:rsidR="00366A7F" w:rsidRPr="00366A7F">
        <w:rPr>
          <w:rStyle w:val="libAlaemChar"/>
          <w:rtl/>
        </w:rPr>
        <w:t>عليه‌السلام‌</w:t>
      </w:r>
      <w:r w:rsidR="00E8659C" w:rsidRPr="00E8659C">
        <w:rPr>
          <w:rtl/>
          <w:lang w:bidi="fa-IR"/>
        </w:rPr>
        <w:t xml:space="preserve"> بود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او از اصحاب امام رضا </w:t>
      </w:r>
      <w:r w:rsidR="00366A7F" w:rsidRPr="00366A7F">
        <w:rPr>
          <w:rStyle w:val="libAlaemChar"/>
          <w:rtl/>
        </w:rPr>
        <w:t>عليه‌السلام‌</w:t>
      </w:r>
      <w:r w:rsidR="00E8659C" w:rsidRPr="00E8659C">
        <w:rPr>
          <w:rtl/>
          <w:lang w:bidi="fa-IR"/>
        </w:rPr>
        <w:t xml:space="preserve"> و امام هاد</w:t>
      </w:r>
      <w:r w:rsidR="00F456F0">
        <w:rPr>
          <w:rtl/>
          <w:lang w:bidi="fa-IR"/>
        </w:rPr>
        <w:t xml:space="preserve">ی </w:t>
      </w:r>
      <w:r w:rsidR="00366A7F" w:rsidRPr="00366A7F">
        <w:rPr>
          <w:rStyle w:val="libAlaemChar"/>
          <w:rtl/>
        </w:rPr>
        <w:t>عليها‌السلام‌</w:t>
      </w:r>
      <w:r w:rsidR="00E8659C" w:rsidRPr="00E8659C">
        <w:rPr>
          <w:rtl/>
          <w:lang w:bidi="fa-IR"/>
        </w:rPr>
        <w:t xml:space="preserve"> نيز محسوب م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شود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او بسيار عبادت م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كرد و در اثر سجده</w:t>
      </w:r>
      <w:r w:rsidR="00164EC6">
        <w:rPr>
          <w:rtl/>
          <w:lang w:bidi="fa-IR"/>
        </w:rPr>
        <w:t xml:space="preserve"> ‌</w:t>
      </w:r>
      <w:r w:rsidR="00E8659C" w:rsidRPr="00E8659C">
        <w:rPr>
          <w:rtl/>
          <w:lang w:bidi="fa-IR"/>
        </w:rPr>
        <w:t>ها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طولان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پيشانيش پينه بسته بود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به هنگام طلوع آفتاب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سر به سجده م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نهاد و سر برنم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داشت تا هزار تن از مؤمنان را دعا م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كرد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و از خدا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متعال برا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آنان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آنچه</w:t>
      </w:r>
      <w:r w:rsidR="00286C0B">
        <w:rPr>
          <w:rFonts w:hint="cs"/>
          <w:rtl/>
          <w:lang w:bidi="fa-IR"/>
        </w:rPr>
        <w:t xml:space="preserve"> </w:t>
      </w:r>
      <w:r w:rsidR="00E8659C" w:rsidRPr="00E8659C">
        <w:rPr>
          <w:rtl/>
          <w:lang w:bidi="fa-IR"/>
        </w:rPr>
        <w:t>برا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خود م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خواست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مسئلت م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نمود</w:t>
      </w:r>
      <w:r w:rsidR="004851C8">
        <w:rPr>
          <w:rtl/>
          <w:lang w:bidi="fa-IR"/>
        </w:rPr>
        <w:t>.</w:t>
      </w:r>
    </w:p>
    <w:p w:rsidR="00AC0825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ابو الحسن عل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بن مهزيار در اهواز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زيست</w:t>
      </w:r>
      <w:r w:rsidR="00286C0B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و</w:t>
      </w:r>
      <w:r w:rsidR="00286C0B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بيش از 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كتاب تأليف كرد </w:t>
      </w:r>
      <w:r w:rsidRPr="006249D9">
        <w:rPr>
          <w:rStyle w:val="libFootnotenumChar"/>
          <w:rtl/>
        </w:rPr>
        <w:t>(</w:t>
      </w:r>
      <w:r w:rsidR="003D2C90" w:rsidRPr="006249D9">
        <w:rPr>
          <w:rStyle w:val="libFootnotenumChar"/>
          <w:rtl/>
        </w:rPr>
        <w:t>9</w:t>
      </w:r>
      <w:r w:rsidR="00506E9B" w:rsidRPr="006249D9">
        <w:rPr>
          <w:rStyle w:val="libFootnotenumChar"/>
          <w:rtl/>
        </w:rPr>
        <w:t>4</w:t>
      </w:r>
      <w:r w:rsidRPr="006249D9">
        <w:rPr>
          <w:rStyle w:val="libFootnotenumChar"/>
          <w:rtl/>
        </w:rPr>
        <w:t>)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در مراتب ايمان و عمل به چنان مقام ارجمند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نائل شد كه يك بار امام جواد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در تقدير از او نوشت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بسم</w:t>
      </w:r>
      <w:r w:rsidR="0039084A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الله الرحمن الرحيم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عل</w:t>
      </w:r>
      <w:r w:rsidR="00F456F0">
        <w:rPr>
          <w:rtl/>
          <w:lang w:bidi="fa-IR"/>
        </w:rPr>
        <w:t>ی</w:t>
      </w:r>
      <w:r w:rsidR="00E12C63">
        <w:rPr>
          <w:rtl/>
          <w:lang w:bidi="fa-IR"/>
        </w:rPr>
        <w:t>!</w:t>
      </w:r>
      <w:r w:rsidRPr="00E8659C">
        <w:rPr>
          <w:rtl/>
          <w:lang w:bidi="fa-IR"/>
        </w:rPr>
        <w:t xml:space="preserve"> خداوند به تو پاداش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نيكو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عطا فرمايد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تو را دربهشت جا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دهد</w:t>
      </w:r>
      <w:r w:rsidR="00E12C63">
        <w:rPr>
          <w:rtl/>
          <w:lang w:bidi="fa-IR"/>
        </w:rPr>
        <w:t>!</w:t>
      </w:r>
      <w:r w:rsidRPr="00E8659C">
        <w:rPr>
          <w:rtl/>
          <w:lang w:bidi="fa-IR"/>
        </w:rPr>
        <w:t xml:space="preserve"> و در هر دو جهان از خوار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نگاه</w:t>
      </w:r>
      <w:r w:rsidR="0039084A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دارد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در آخرت با ما محشور فرمايد! 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عل</w:t>
      </w:r>
      <w:r w:rsidR="00F456F0">
        <w:rPr>
          <w:rtl/>
          <w:lang w:bidi="fa-IR"/>
        </w:rPr>
        <w:t>ی</w:t>
      </w:r>
      <w:r w:rsidR="00E12C63">
        <w:rPr>
          <w:rtl/>
          <w:lang w:bidi="fa-IR"/>
        </w:rPr>
        <w:t>!</w:t>
      </w:r>
      <w:r w:rsidRPr="00E8659C">
        <w:rPr>
          <w:rtl/>
          <w:lang w:bidi="fa-IR"/>
        </w:rPr>
        <w:t xml:space="preserve"> من تو را در خيرخواه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اطاعت و احترام وخدمت و انجام آنچه بر تو واجباست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آزموده ام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اگر بگويم هيچ كس را چون تو نيافته ام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اميد آن دارم كه دراين گفتار راه مبالغه نپيموده باشم</w:t>
      </w:r>
      <w:r w:rsidR="004851C8">
        <w:rPr>
          <w:rtl/>
          <w:lang w:bidi="fa-IR"/>
        </w:rPr>
        <w:t>.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خداوند بهشت فردوس را پاداش تو قرار دهد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>مقام تو و نيز خدمات تو در گرما و سرما و شب و روز بر من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پوشيده نيست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از خدا</w:t>
      </w:r>
      <w:r w:rsidR="0039084A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مسئلت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دارم در قيامت هنگام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هم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مردم جمع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شوند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تو را به رحمت ويژه اشاختصاص دهد چنان كه مورد غبطه و حسرت ديگران قرار گير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انه سميع الدعاء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3D2C90" w:rsidRPr="006249D9">
        <w:rPr>
          <w:rStyle w:val="libFootnotenumChar"/>
          <w:rtl/>
        </w:rPr>
        <w:t>9</w:t>
      </w:r>
      <w:r w:rsidR="00506E9B" w:rsidRPr="006249D9">
        <w:rPr>
          <w:rStyle w:val="libFootnotenumChar"/>
          <w:rtl/>
        </w:rPr>
        <w:t>5</w:t>
      </w:r>
      <w:r w:rsidRPr="006249D9">
        <w:rPr>
          <w:rStyle w:val="libFootnotenumChar"/>
          <w:rtl/>
        </w:rPr>
        <w:t>)</w:t>
      </w:r>
    </w:p>
    <w:p w:rsidR="00E8659C" w:rsidRPr="00E8659C" w:rsidRDefault="005631DD" w:rsidP="00E8659C">
      <w:pPr>
        <w:pStyle w:val="libNormal"/>
        <w:rPr>
          <w:lang w:bidi="fa-IR"/>
        </w:rPr>
      </w:pPr>
      <w:r>
        <w:rPr>
          <w:rtl/>
          <w:lang w:bidi="fa-IR"/>
        </w:rPr>
        <w:t>2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</w:t>
      </w:r>
      <w:r w:rsidR="00E8659C" w:rsidRPr="0039084A">
        <w:rPr>
          <w:rStyle w:val="libBold1Char"/>
          <w:rtl/>
        </w:rPr>
        <w:t>بزنط</w:t>
      </w:r>
      <w:r w:rsidR="00F456F0" w:rsidRPr="0039084A">
        <w:rPr>
          <w:rStyle w:val="libBold1Char"/>
          <w:rtl/>
        </w:rPr>
        <w:t xml:space="preserve">ی </w:t>
      </w:r>
      <w:r w:rsidR="00E8659C" w:rsidRPr="0039084A">
        <w:rPr>
          <w:rStyle w:val="libBold1Char"/>
          <w:rtl/>
        </w:rPr>
        <w:t>احمد بن محمد بن اب</w:t>
      </w:r>
      <w:r w:rsidR="00F456F0" w:rsidRPr="0039084A">
        <w:rPr>
          <w:rStyle w:val="libBold1Char"/>
          <w:rtl/>
        </w:rPr>
        <w:t xml:space="preserve">ی </w:t>
      </w:r>
      <w:r w:rsidR="00E8659C" w:rsidRPr="0039084A">
        <w:rPr>
          <w:rStyle w:val="libBold1Char"/>
          <w:rtl/>
        </w:rPr>
        <w:t>نصر</w:t>
      </w:r>
      <w:r w:rsidR="00E8659C" w:rsidRPr="00E8659C">
        <w:rPr>
          <w:rtl/>
          <w:lang w:bidi="fa-IR"/>
        </w:rPr>
        <w:t xml:space="preserve"> (م </w:t>
      </w:r>
      <w:r>
        <w:rPr>
          <w:rtl/>
          <w:lang w:bidi="fa-IR"/>
        </w:rPr>
        <w:t>22</w:t>
      </w:r>
      <w:r w:rsidR="00256F60">
        <w:rPr>
          <w:rtl/>
          <w:lang w:bidi="fa-IR"/>
        </w:rPr>
        <w:t>1</w:t>
      </w:r>
      <w:r w:rsidR="00E8659C" w:rsidRPr="00E8659C">
        <w:rPr>
          <w:rtl/>
          <w:lang w:bidi="fa-IR"/>
        </w:rPr>
        <w:t xml:space="preserve"> ه‍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ق)</w:t>
      </w:r>
      <w:r w:rsidR="004851C8">
        <w:rPr>
          <w:rtl/>
          <w:lang w:bidi="fa-IR"/>
        </w:rPr>
        <w:t>:</w:t>
      </w:r>
      <w:r w:rsidR="00E8659C" w:rsidRPr="00E8659C">
        <w:rPr>
          <w:rtl/>
          <w:lang w:bidi="fa-IR"/>
        </w:rPr>
        <w:t xml:space="preserve"> از مردم كوفه و جزوياران ويژ</w:t>
      </w:r>
      <w:r w:rsidR="00BB00AB">
        <w:rPr>
          <w:rtl/>
          <w:lang w:bidi="fa-IR"/>
        </w:rPr>
        <w:t>ه</w:t>
      </w:r>
      <w:r w:rsidR="00E8659C" w:rsidRPr="00E8659C">
        <w:rPr>
          <w:rtl/>
          <w:lang w:bidi="fa-IR"/>
        </w:rPr>
        <w:t xml:space="preserve"> امام رضا </w:t>
      </w:r>
      <w:r w:rsidR="00366A7F" w:rsidRPr="00366A7F">
        <w:rPr>
          <w:rStyle w:val="libAlaemChar"/>
          <w:rtl/>
        </w:rPr>
        <w:t>عليه‌السلام‌</w:t>
      </w:r>
      <w:r w:rsidR="00E8659C" w:rsidRPr="00E8659C">
        <w:rPr>
          <w:rtl/>
          <w:lang w:bidi="fa-IR"/>
        </w:rPr>
        <w:t xml:space="preserve"> و امام جواد </w:t>
      </w:r>
      <w:r w:rsidR="00366A7F" w:rsidRPr="00366A7F">
        <w:rPr>
          <w:rStyle w:val="libAlaemChar"/>
          <w:rtl/>
        </w:rPr>
        <w:t>عليها‌السلام‌</w:t>
      </w:r>
      <w:r w:rsidR="00E8659C" w:rsidRPr="00E8659C">
        <w:rPr>
          <w:rtl/>
          <w:lang w:bidi="fa-IR"/>
        </w:rPr>
        <w:t xml:space="preserve"> م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باشداو نزد هر دو امام معصوم بسيار ارجمند و محترم بود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چندين كتاب و از جمله كتاب</w:t>
      </w:r>
      <w:r w:rsidR="0039084A">
        <w:rPr>
          <w:rFonts w:hint="cs"/>
          <w:rtl/>
          <w:lang w:bidi="fa-IR"/>
        </w:rPr>
        <w:t xml:space="preserve"> </w:t>
      </w:r>
      <w:r w:rsidR="00E8659C" w:rsidRPr="00E8659C">
        <w:rPr>
          <w:rtl/>
          <w:lang w:bidi="fa-IR"/>
        </w:rPr>
        <w:t>الجامع را تأليف كرد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فقاهت او را همه 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دانشمندان شيعه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قبول دارند و او را مورد اطمينان و وثوق</w:t>
      </w:r>
      <w:r w:rsidR="000C768B">
        <w:rPr>
          <w:rFonts w:hint="cs"/>
          <w:rtl/>
          <w:lang w:bidi="fa-IR"/>
        </w:rPr>
        <w:t xml:space="preserve"> </w:t>
      </w:r>
      <w:r w:rsidR="00E8659C" w:rsidRPr="00E8659C">
        <w:rPr>
          <w:rtl/>
          <w:lang w:bidi="fa-IR"/>
        </w:rPr>
        <w:t>كامل م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دانند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</w:t>
      </w:r>
      <w:r w:rsidR="00E8659C" w:rsidRPr="006249D9">
        <w:rPr>
          <w:rStyle w:val="libFootnotenumChar"/>
          <w:rtl/>
        </w:rPr>
        <w:t>(</w:t>
      </w:r>
      <w:r w:rsidR="003D2C90" w:rsidRPr="006249D9">
        <w:rPr>
          <w:rStyle w:val="libFootnotenumChar"/>
          <w:rtl/>
        </w:rPr>
        <w:t>9</w:t>
      </w:r>
      <w:r w:rsidR="00506E9B" w:rsidRPr="006249D9">
        <w:rPr>
          <w:rStyle w:val="libFootnotenumChar"/>
          <w:rtl/>
        </w:rPr>
        <w:t>6</w:t>
      </w:r>
      <w:r w:rsidR="00E8659C" w:rsidRPr="006249D9">
        <w:rPr>
          <w:rStyle w:val="libFootnotenumChar"/>
          <w:rtl/>
        </w:rPr>
        <w:t>)</w:t>
      </w:r>
    </w:p>
    <w:p w:rsidR="00482CAC" w:rsidRDefault="00FA474B" w:rsidP="000C768B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3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</w:t>
      </w:r>
      <w:r w:rsidR="00E8659C" w:rsidRPr="000C768B">
        <w:rPr>
          <w:rStyle w:val="libBold1Char"/>
          <w:rtl/>
        </w:rPr>
        <w:t>زكريا بن آدم</w:t>
      </w:r>
      <w:r w:rsidR="004851C8">
        <w:rPr>
          <w:rtl/>
          <w:lang w:bidi="fa-IR"/>
        </w:rPr>
        <w:t>:</w:t>
      </w:r>
      <w:r w:rsidR="00E8659C" w:rsidRPr="00E8659C">
        <w:rPr>
          <w:rtl/>
          <w:lang w:bidi="fa-IR"/>
        </w:rPr>
        <w:t xml:space="preserve"> زكريا از مردم قم بود و هم</w:t>
      </w:r>
      <w:r w:rsidR="000C768B">
        <w:rPr>
          <w:rFonts w:hint="cs"/>
          <w:rtl/>
          <w:lang w:bidi="fa-IR"/>
        </w:rPr>
        <w:t xml:space="preserve"> </w:t>
      </w:r>
      <w:r w:rsidR="00E8659C" w:rsidRPr="00E8659C">
        <w:rPr>
          <w:rtl/>
          <w:lang w:bidi="fa-IR"/>
        </w:rPr>
        <w:t>اكنون نيز مزارش در شهرستان قم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معلوم و مشهور است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از ياران بسيار نزديك امام رضا </w:t>
      </w:r>
      <w:r w:rsidR="00366A7F" w:rsidRPr="00366A7F">
        <w:rPr>
          <w:rStyle w:val="libAlaemChar"/>
          <w:rtl/>
        </w:rPr>
        <w:t>عليه‌السلام‌</w:t>
      </w:r>
      <w:r w:rsidR="00E8659C" w:rsidRPr="00E8659C">
        <w:rPr>
          <w:rtl/>
          <w:lang w:bidi="fa-IR"/>
        </w:rPr>
        <w:t xml:space="preserve"> و امام جواد </w:t>
      </w:r>
      <w:r w:rsidR="00E954A2" w:rsidRPr="00E954A2">
        <w:rPr>
          <w:rStyle w:val="libAlaemChar"/>
          <w:rtl/>
        </w:rPr>
        <w:t>صلى‌الله‌عليه‌وآله‌وسلم</w:t>
      </w:r>
      <w:r w:rsidR="00E8659C" w:rsidRPr="00E8659C">
        <w:rPr>
          <w:rtl/>
          <w:lang w:bidi="fa-IR"/>
        </w:rPr>
        <w:t xml:space="preserve"> محسوب م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 xml:space="preserve">شود، و امام جواد </w:t>
      </w:r>
      <w:r w:rsidR="00366A7F" w:rsidRPr="00366A7F">
        <w:rPr>
          <w:rStyle w:val="libAlaemChar"/>
          <w:rtl/>
        </w:rPr>
        <w:t>عليه‌السلام‌</w:t>
      </w:r>
      <w:r w:rsidR="00E8659C" w:rsidRPr="00E8659C">
        <w:rPr>
          <w:rtl/>
          <w:lang w:bidi="fa-IR"/>
        </w:rPr>
        <w:t xml:space="preserve"> برا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او دعا فرمود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و او را از ياران باوفا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خويش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به شمار آورد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</w:t>
      </w:r>
      <w:r w:rsidR="00E8659C" w:rsidRPr="006249D9">
        <w:rPr>
          <w:rStyle w:val="libFootnotenumChar"/>
          <w:rtl/>
        </w:rPr>
        <w:t>(</w:t>
      </w:r>
      <w:r w:rsidR="003D2C90" w:rsidRPr="006249D9">
        <w:rPr>
          <w:rStyle w:val="libFootnotenumChar"/>
          <w:rtl/>
        </w:rPr>
        <w:t>9</w:t>
      </w:r>
      <w:r w:rsidR="00506E9B" w:rsidRPr="006249D9">
        <w:rPr>
          <w:rStyle w:val="libFootnotenumChar"/>
          <w:rtl/>
        </w:rPr>
        <w:t>7</w:t>
      </w:r>
      <w:r w:rsidR="00E8659C" w:rsidRPr="006249D9">
        <w:rPr>
          <w:rStyle w:val="libFootnotenumChar"/>
          <w:rtl/>
        </w:rPr>
        <w:t>)</w:t>
      </w:r>
      <w:r w:rsidR="00E8659C" w:rsidRPr="00E8659C">
        <w:rPr>
          <w:rtl/>
          <w:lang w:bidi="fa-IR"/>
        </w:rPr>
        <w:t xml:space="preserve"> </w:t>
      </w:r>
    </w:p>
    <w:p w:rsidR="00E8659C" w:rsidRPr="00E8659C" w:rsidRDefault="00E8659C" w:rsidP="000C768B">
      <w:pPr>
        <w:pStyle w:val="libNormal"/>
        <w:rPr>
          <w:lang w:bidi="fa-IR"/>
        </w:rPr>
      </w:pPr>
      <w:r w:rsidRPr="00E8659C">
        <w:rPr>
          <w:rtl/>
          <w:lang w:bidi="fa-IR"/>
        </w:rPr>
        <w:t xml:space="preserve">يك بار كه خدمت امام رضا </w:t>
      </w:r>
      <w:r w:rsidR="000C768B" w:rsidRPr="00366A7F">
        <w:rPr>
          <w:rStyle w:val="libAlaemChar"/>
          <w:rtl/>
        </w:rPr>
        <w:t>عليه‌السلام‌</w:t>
      </w:r>
      <w:r w:rsidR="000C768B" w:rsidRPr="00E8659C">
        <w:rPr>
          <w:rtl/>
          <w:lang w:bidi="fa-IR"/>
        </w:rPr>
        <w:t xml:space="preserve"> </w:t>
      </w:r>
      <w:r w:rsidRPr="00E8659C">
        <w:rPr>
          <w:rtl/>
          <w:lang w:bidi="fa-IR"/>
        </w:rPr>
        <w:t>شرفياب شده بود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امام از اول شب تا صبح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در خلوت با او سخن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گفت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3D2C90" w:rsidRPr="006249D9">
        <w:rPr>
          <w:rStyle w:val="libFootnotenumChar"/>
          <w:rtl/>
        </w:rPr>
        <w:t>9</w:t>
      </w:r>
      <w:r w:rsidR="00A35C10" w:rsidRPr="006249D9">
        <w:rPr>
          <w:rStyle w:val="libFootnotenumChar"/>
          <w:rtl/>
        </w:rPr>
        <w:t>8</w:t>
      </w:r>
      <w:r w:rsidRPr="006249D9">
        <w:rPr>
          <w:rStyle w:val="libFootnotenumChar"/>
          <w:rtl/>
        </w:rPr>
        <w:t>)</w:t>
      </w:r>
      <w:r w:rsidRPr="00E8659C">
        <w:rPr>
          <w:rtl/>
          <w:lang w:bidi="fa-IR"/>
        </w:rPr>
        <w:t xml:space="preserve"> ونيز در پاسخ كس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پرسيده بود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راه من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دو راهست و نم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توانم هميشه خدمت شمابرسم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معارف و احكام دينم را از چه كس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فرا گيرم</w:t>
      </w:r>
      <w:r w:rsidR="004851C8">
        <w:rPr>
          <w:rtl/>
          <w:lang w:bidi="fa-IR"/>
        </w:rPr>
        <w:t>؟</w:t>
      </w:r>
      <w:r w:rsidRPr="00E8659C">
        <w:rPr>
          <w:rtl/>
          <w:lang w:bidi="fa-IR"/>
        </w:rPr>
        <w:t xml:space="preserve"> فرمود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از زكريا بن آدم فراگير كه او در امور دين و دنيا امين است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3D2C90" w:rsidRPr="006249D9">
        <w:rPr>
          <w:rStyle w:val="libFootnotenumChar"/>
          <w:rtl/>
        </w:rPr>
        <w:t>99</w:t>
      </w:r>
      <w:r w:rsidRPr="006249D9">
        <w:rPr>
          <w:rStyle w:val="libFootnotenumChar"/>
          <w:rtl/>
        </w:rPr>
        <w:t>)</w:t>
      </w:r>
    </w:p>
    <w:p w:rsidR="00BC6635" w:rsidRDefault="00506E9B" w:rsidP="00E8659C">
      <w:pPr>
        <w:pStyle w:val="libNormal"/>
        <w:rPr>
          <w:rtl/>
          <w:lang w:bidi="fa-IR"/>
        </w:rPr>
      </w:pPr>
      <w:r>
        <w:rPr>
          <w:rtl/>
          <w:lang w:bidi="fa-IR"/>
        </w:rPr>
        <w:t>4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</w:t>
      </w:r>
      <w:r w:rsidR="00E8659C" w:rsidRPr="00482CAC">
        <w:rPr>
          <w:rStyle w:val="libBold1Char"/>
          <w:rtl/>
        </w:rPr>
        <w:t>ابن بزيع</w:t>
      </w:r>
      <w:r w:rsidR="004851C8" w:rsidRPr="00482CAC">
        <w:rPr>
          <w:rStyle w:val="libBold1Char"/>
          <w:rtl/>
        </w:rPr>
        <w:t>،</w:t>
      </w:r>
      <w:r w:rsidR="00E8659C" w:rsidRPr="00482CAC">
        <w:rPr>
          <w:rStyle w:val="libBold1Char"/>
          <w:rtl/>
        </w:rPr>
        <w:t xml:space="preserve"> محمد بن</w:t>
      </w:r>
      <w:r w:rsidR="00482CAC" w:rsidRPr="00482CAC">
        <w:rPr>
          <w:rStyle w:val="libBold1Char"/>
          <w:rFonts w:hint="cs"/>
          <w:rtl/>
        </w:rPr>
        <w:t xml:space="preserve"> </w:t>
      </w:r>
      <w:r w:rsidR="00E8659C" w:rsidRPr="00482CAC">
        <w:rPr>
          <w:rStyle w:val="libBold1Char"/>
          <w:rtl/>
        </w:rPr>
        <w:t>اسماعيل</w:t>
      </w:r>
      <w:r w:rsidR="004851C8">
        <w:rPr>
          <w:rtl/>
          <w:lang w:bidi="fa-IR"/>
        </w:rPr>
        <w:t>:</w:t>
      </w:r>
      <w:r w:rsidR="00E8659C" w:rsidRPr="00E8659C">
        <w:rPr>
          <w:rtl/>
          <w:lang w:bidi="fa-IR"/>
        </w:rPr>
        <w:t xml:space="preserve"> از ياران پيشوايان معصوم امام كاظم </w:t>
      </w:r>
      <w:r w:rsidR="00366A7F" w:rsidRPr="00366A7F">
        <w:rPr>
          <w:rStyle w:val="libAlaemChar"/>
          <w:rtl/>
        </w:rPr>
        <w:t>عليه‌السلام‌</w:t>
      </w:r>
      <w:r w:rsidR="00E8659C" w:rsidRPr="00E8659C">
        <w:rPr>
          <w:rtl/>
          <w:lang w:bidi="fa-IR"/>
        </w:rPr>
        <w:t xml:space="preserve"> و امام رضا </w:t>
      </w:r>
      <w:r w:rsidR="00366A7F" w:rsidRPr="00366A7F">
        <w:rPr>
          <w:rStyle w:val="libAlaemChar"/>
          <w:rtl/>
        </w:rPr>
        <w:t>عليه‌السلام‌</w:t>
      </w:r>
      <w:r w:rsidR="00E8659C" w:rsidRPr="00E8659C">
        <w:rPr>
          <w:rtl/>
          <w:lang w:bidi="fa-IR"/>
        </w:rPr>
        <w:t xml:space="preserve"> و امام جواد </w:t>
      </w:r>
      <w:r w:rsidR="00E954A2" w:rsidRPr="00E954A2">
        <w:rPr>
          <w:rStyle w:val="libAlaemChar"/>
          <w:rtl/>
        </w:rPr>
        <w:t>صلى‌الله‌عليه‌وآله‌وسلم</w:t>
      </w:r>
      <w:r w:rsidR="00E8659C" w:rsidRPr="00E8659C">
        <w:rPr>
          <w:rtl/>
          <w:lang w:bidi="fa-IR"/>
        </w:rPr>
        <w:t xml:space="preserve"> و نزد شيعه از موثقين</w:t>
      </w:r>
      <w:r w:rsidR="00482CAC">
        <w:rPr>
          <w:rFonts w:hint="cs"/>
          <w:rtl/>
          <w:lang w:bidi="fa-IR"/>
        </w:rPr>
        <w:t xml:space="preserve"> </w:t>
      </w:r>
      <w:r w:rsidR="00E8659C" w:rsidRPr="00E8659C">
        <w:rPr>
          <w:rtl/>
          <w:lang w:bidi="fa-IR"/>
        </w:rPr>
        <w:t>محسوب م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شود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مرد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صالح و درست كردار و اهل عبادت بود و كتابهاي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تأليف كرد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درعين حال در دربار عباسيان كار م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 xml:space="preserve">كرد </w:t>
      </w:r>
      <w:r w:rsidR="00E8659C" w:rsidRPr="006249D9">
        <w:rPr>
          <w:rStyle w:val="libFootnotenumChar"/>
          <w:rtl/>
        </w:rPr>
        <w:t>(</w:t>
      </w:r>
      <w:r w:rsidR="00256F60" w:rsidRPr="006249D9">
        <w:rPr>
          <w:rStyle w:val="libFootnotenumChar"/>
          <w:rtl/>
        </w:rPr>
        <w:t>1</w:t>
      </w:r>
      <w:r w:rsidR="009072C7" w:rsidRPr="006249D9">
        <w:rPr>
          <w:rStyle w:val="libFootnotenumChar"/>
          <w:rtl/>
        </w:rPr>
        <w:t>00</w:t>
      </w:r>
      <w:r w:rsidR="00E8659C" w:rsidRPr="006249D9">
        <w:rPr>
          <w:rStyle w:val="libFootnotenumChar"/>
          <w:rtl/>
        </w:rPr>
        <w:t>)</w:t>
      </w:r>
      <w:r w:rsidR="00E8659C" w:rsidRPr="00E8659C">
        <w:rPr>
          <w:rtl/>
          <w:lang w:bidi="fa-IR"/>
        </w:rPr>
        <w:t xml:space="preserve"> و در اين ارتباط امام رضا </w:t>
      </w:r>
      <w:r w:rsidR="00366A7F" w:rsidRPr="00366A7F">
        <w:rPr>
          <w:rStyle w:val="libAlaemChar"/>
          <w:rtl/>
        </w:rPr>
        <w:t>عليه‌السلام‌</w:t>
      </w:r>
      <w:r w:rsidR="00E8659C" w:rsidRPr="00E8659C">
        <w:rPr>
          <w:rtl/>
          <w:lang w:bidi="fa-IR"/>
        </w:rPr>
        <w:t xml:space="preserve"> به او فرمود</w:t>
      </w:r>
      <w:r w:rsidR="004851C8">
        <w:rPr>
          <w:rtl/>
          <w:lang w:bidi="fa-IR"/>
        </w:rPr>
        <w:t>:</w:t>
      </w:r>
      <w:r w:rsidR="00E8659C" w:rsidRPr="00E8659C">
        <w:rPr>
          <w:rtl/>
          <w:lang w:bidi="fa-IR"/>
        </w:rPr>
        <w:t xml:space="preserve"> خداوند در دربار ستمگران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بندگان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دارد كه</w:t>
      </w:r>
      <w:r w:rsidR="00BC6635">
        <w:rPr>
          <w:rFonts w:hint="cs"/>
          <w:rtl/>
          <w:lang w:bidi="fa-IR"/>
        </w:rPr>
        <w:t xml:space="preserve"> </w:t>
      </w:r>
      <w:r w:rsidR="00E8659C" w:rsidRPr="00E8659C">
        <w:rPr>
          <w:rtl/>
          <w:lang w:bidi="fa-IR"/>
        </w:rPr>
        <w:t xml:space="preserve">بوسيله 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آنان برهان و حجت خويش را آشكار م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سازد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و آنان را در شهرها قدرت م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 xml:space="preserve">بخشد تا بوسيله 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آنان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دوستان و اولياء خود را از ستم ستمگران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نگاه</w:t>
      </w:r>
      <w:r w:rsidR="00BC6635">
        <w:rPr>
          <w:rFonts w:hint="cs"/>
          <w:rtl/>
          <w:lang w:bidi="fa-IR"/>
        </w:rPr>
        <w:t xml:space="preserve"> </w:t>
      </w:r>
      <w:r w:rsidR="00E8659C" w:rsidRPr="00E8659C">
        <w:rPr>
          <w:rtl/>
          <w:lang w:bidi="fa-IR"/>
        </w:rPr>
        <w:t>دارد و امور</w:t>
      </w:r>
      <w:r w:rsidR="00BC6635">
        <w:rPr>
          <w:rFonts w:hint="cs"/>
          <w:rtl/>
          <w:lang w:bidi="fa-IR"/>
        </w:rPr>
        <w:t xml:space="preserve"> </w:t>
      </w:r>
      <w:r w:rsidR="00E8659C" w:rsidRPr="00E8659C">
        <w:rPr>
          <w:rtl/>
          <w:lang w:bidi="fa-IR"/>
        </w:rPr>
        <w:t>مسلمانان را اصلاح كند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آنان در خطرها و حوادث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پناه اهل ايمانند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و گرفتاران و</w:t>
      </w:r>
      <w:r w:rsidR="00BC6635">
        <w:rPr>
          <w:rFonts w:hint="cs"/>
          <w:rtl/>
          <w:lang w:bidi="fa-IR"/>
        </w:rPr>
        <w:t xml:space="preserve"> </w:t>
      </w:r>
      <w:r w:rsidR="00E8659C" w:rsidRPr="00E8659C">
        <w:rPr>
          <w:rtl/>
          <w:lang w:bidi="fa-IR"/>
        </w:rPr>
        <w:t>نيازمندان از شيعيان ما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به آنان رو م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آورند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و رفع گرفتار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و نياز خود را ازآنان م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خواهند</w:t>
      </w:r>
      <w:r w:rsidR="004851C8">
        <w:rPr>
          <w:rtl/>
          <w:lang w:bidi="fa-IR"/>
        </w:rPr>
        <w:t>.</w:t>
      </w:r>
    </w:p>
    <w:p w:rsidR="00BC6635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 xml:space="preserve">به وسيله 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چنان افراد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خداوند مؤمنان را از هراس ستمگرانايمن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بخشد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آنان مؤمنان حقيق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أمينان خدا در زمينند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رستخيز از نور آنان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نوران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به خدا سوگند كه بهشت برا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آنان و آنان برا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بهشت آفريده شده اند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كه گواراشان باد</w:t>
      </w:r>
      <w:r w:rsidR="00E12C63">
        <w:rPr>
          <w:rtl/>
          <w:lang w:bidi="fa-IR"/>
        </w:rPr>
        <w:t>!</w:t>
      </w:r>
      <w:r w:rsidR="004851C8">
        <w:rPr>
          <w:rtl/>
          <w:lang w:bidi="fa-IR"/>
        </w:rPr>
        <w:t>.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 xml:space="preserve">آنگاه امام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فرمودند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هر يك از شما بخواهد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تواند به همه 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اين مقامات نائل شود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محمد بن</w:t>
      </w:r>
      <w:r w:rsidR="00BC6635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اسماعيل عرض كرد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فدايت شوم به چه چيز</w:t>
      </w:r>
      <w:r w:rsidR="004851C8">
        <w:rPr>
          <w:rtl/>
          <w:lang w:bidi="fa-IR"/>
        </w:rPr>
        <w:t>؟</w:t>
      </w:r>
      <w:r w:rsidRPr="00E8659C">
        <w:rPr>
          <w:rtl/>
          <w:lang w:bidi="fa-IR"/>
        </w:rPr>
        <w:t xml:space="preserve"> فرمودند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به اينكه در ظاهر با ستمگران</w:t>
      </w:r>
      <w:r w:rsidR="00BC6635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باشد و با خوشحال كردن شيعيان ما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ما را خوشحال كند (در پست و مقام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قرار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گيرد </w:t>
      </w:r>
      <w:r w:rsidRPr="00E8659C">
        <w:rPr>
          <w:rtl/>
          <w:lang w:bidi="fa-IR"/>
        </w:rPr>
        <w:lastRenderedPageBreak/>
        <w:t>هدفش رفع ظلم و ستم از مؤمنان باشد)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در پايان امام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به محمد بن اسماعيل كه از وزرا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دربار عباس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فرمودند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محمد تو نيز ازآنان باش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256F60" w:rsidRPr="006249D9">
        <w:rPr>
          <w:rStyle w:val="libFootnotenumChar"/>
          <w:rtl/>
        </w:rPr>
        <w:t>1</w:t>
      </w:r>
      <w:r w:rsidR="009072C7" w:rsidRPr="006249D9">
        <w:rPr>
          <w:rStyle w:val="libFootnotenumChar"/>
          <w:rtl/>
        </w:rPr>
        <w:t>0</w:t>
      </w:r>
      <w:r w:rsidR="00256F60" w:rsidRPr="006249D9">
        <w:rPr>
          <w:rStyle w:val="libFootnotenumChar"/>
          <w:rtl/>
        </w:rPr>
        <w:t>1</w:t>
      </w:r>
      <w:r w:rsidRPr="006249D9">
        <w:rPr>
          <w:rStyle w:val="libFootnotenumChar"/>
          <w:rtl/>
        </w:rPr>
        <w:t>)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حسين بن خالد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گويد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با گروه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خدمت امام رضا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بوديم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از محمد بن اسماعيل ابن بزيع سخن به ميان آمد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امام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فرمود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دوست دارم در ميان شما مثل اوي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بوده باشد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256F60" w:rsidRPr="006249D9">
        <w:rPr>
          <w:rStyle w:val="libFootnotenumChar"/>
          <w:rtl/>
        </w:rPr>
        <w:t>1</w:t>
      </w:r>
      <w:r w:rsidR="009072C7" w:rsidRPr="006249D9">
        <w:rPr>
          <w:rStyle w:val="libFootnotenumChar"/>
          <w:rtl/>
        </w:rPr>
        <w:t>0</w:t>
      </w:r>
      <w:r w:rsidR="005631DD" w:rsidRPr="006249D9">
        <w:rPr>
          <w:rStyle w:val="libFootnotenumChar"/>
          <w:rtl/>
        </w:rPr>
        <w:t>2</w:t>
      </w:r>
      <w:r w:rsidRPr="006249D9">
        <w:rPr>
          <w:rStyle w:val="libFootnotenumChar"/>
          <w:rtl/>
        </w:rPr>
        <w:t>)</w:t>
      </w:r>
    </w:p>
    <w:p w:rsidR="00E8659C" w:rsidRPr="00E8659C" w:rsidRDefault="00E8659C" w:rsidP="00607873">
      <w:pPr>
        <w:pStyle w:val="libNormal"/>
        <w:rPr>
          <w:lang w:bidi="fa-IR"/>
        </w:rPr>
      </w:pPr>
      <w:r w:rsidRPr="00E8659C">
        <w:rPr>
          <w:rtl/>
          <w:lang w:bidi="fa-IR"/>
        </w:rPr>
        <w:t>محمد بن احمد بن يحي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گويد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با محمد بن عل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بن بلال به زيارت</w:t>
      </w:r>
      <w:r w:rsidR="00207858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 xml:space="preserve">قبر </w:t>
      </w:r>
      <w:r w:rsidRPr="006249D9">
        <w:rPr>
          <w:rStyle w:val="libFootnotenumChar"/>
          <w:rtl/>
        </w:rPr>
        <w:t>(</w:t>
      </w:r>
      <w:r w:rsidR="00256F60" w:rsidRPr="006249D9">
        <w:rPr>
          <w:rStyle w:val="libFootnotenumChar"/>
          <w:rtl/>
        </w:rPr>
        <w:t>1</w:t>
      </w:r>
      <w:r w:rsidR="009072C7" w:rsidRPr="006249D9">
        <w:rPr>
          <w:rStyle w:val="libFootnotenumChar"/>
          <w:rtl/>
        </w:rPr>
        <w:t>0</w:t>
      </w:r>
      <w:r w:rsidR="00FA474B" w:rsidRPr="006249D9">
        <w:rPr>
          <w:rStyle w:val="libFootnotenumChar"/>
          <w:rtl/>
        </w:rPr>
        <w:t>3</w:t>
      </w:r>
      <w:r w:rsidRPr="006249D9">
        <w:rPr>
          <w:rStyle w:val="libFootnotenumChar"/>
          <w:rtl/>
        </w:rPr>
        <w:t>)</w:t>
      </w:r>
      <w:r w:rsidRPr="00E8659C">
        <w:rPr>
          <w:rtl/>
          <w:lang w:bidi="fa-IR"/>
        </w:rPr>
        <w:t xml:space="preserve"> محمد بن اسماعيل بن بزيع رفتيم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محمد بن عل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در طرف سر قبر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رو به</w:t>
      </w:r>
      <w:r w:rsidR="00607873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قبله نشست و گفت صاحب اين قبر برايم نقل كرد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كه امام جواد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فرمود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كس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قبر برادر مؤمن خود را زيارت كند و كنار قبر او رو به قبله بنشيند</w:t>
      </w:r>
      <w:r w:rsidR="00CE719B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 xml:space="preserve">و دست خود را بر قبر او بگذارد و هفت بار سوره </w:t>
      </w:r>
      <w:r w:rsidR="00F456F0">
        <w:rPr>
          <w:rtl/>
          <w:lang w:bidi="fa-IR"/>
        </w:rPr>
        <w:t xml:space="preserve">ی </w:t>
      </w:r>
      <w:r w:rsidR="00607873" w:rsidRPr="00607873">
        <w:rPr>
          <w:rStyle w:val="libAlaemChar"/>
          <w:rFonts w:hint="cs"/>
          <w:rtl/>
        </w:rPr>
        <w:t>(</w:t>
      </w:r>
      <w:r w:rsidR="00607873" w:rsidRPr="00607873">
        <w:rPr>
          <w:rStyle w:val="libAieChar"/>
          <w:rtl/>
          <w:lang w:bidi="fa-IR"/>
        </w:rPr>
        <w:t>إِنَّا أَنزَلْنَاهُ فِي لَيْلَةِ الْقَدْرِ</w:t>
      </w:r>
      <w:r w:rsidR="00607873" w:rsidRPr="00607873">
        <w:rPr>
          <w:rStyle w:val="libAlaemChar"/>
          <w:rFonts w:hint="cs"/>
          <w:rtl/>
        </w:rPr>
        <w:t>)</w:t>
      </w:r>
      <w:r w:rsidRPr="00E8659C">
        <w:rPr>
          <w:rtl/>
          <w:lang w:bidi="fa-IR"/>
        </w:rPr>
        <w:t xml:space="preserve"> را</w:t>
      </w:r>
      <w:r w:rsidR="00CE719B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بخواند از فزع اكبر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وحشت و هراس بزرگ قيامت ايمن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گردد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256F60" w:rsidRPr="006249D9">
        <w:rPr>
          <w:rStyle w:val="libFootnotenumChar"/>
          <w:rtl/>
        </w:rPr>
        <w:t>1</w:t>
      </w:r>
      <w:r w:rsidR="009072C7" w:rsidRPr="006249D9">
        <w:rPr>
          <w:rStyle w:val="libFootnotenumChar"/>
          <w:rtl/>
        </w:rPr>
        <w:t>0</w:t>
      </w:r>
      <w:r w:rsidR="00506E9B" w:rsidRPr="006249D9">
        <w:rPr>
          <w:rStyle w:val="libFootnotenumChar"/>
          <w:rtl/>
        </w:rPr>
        <w:t>4</w:t>
      </w:r>
      <w:r w:rsidRPr="006249D9">
        <w:rPr>
          <w:rStyle w:val="libFootnotenumChar"/>
          <w:rtl/>
        </w:rPr>
        <w:t>)</w:t>
      </w:r>
    </w:p>
    <w:p w:rsidR="00E8659C" w:rsidRPr="00E8659C" w:rsidRDefault="00E8659C" w:rsidP="00CE719B">
      <w:pPr>
        <w:pStyle w:val="libNormal"/>
        <w:rPr>
          <w:lang w:bidi="fa-IR"/>
        </w:rPr>
      </w:pPr>
      <w:r w:rsidRPr="00E8659C">
        <w:rPr>
          <w:rtl/>
          <w:lang w:bidi="fa-IR"/>
        </w:rPr>
        <w:t>محمد بن</w:t>
      </w:r>
      <w:r w:rsidR="00CE719B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اسماعيل بن بزيع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گويد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از امام جواد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تقاضا كردم پيراهن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پيراهن</w:t>
      </w:r>
      <w:r w:rsidR="00CE719B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برايم بفرستد تا كفن خويش سازم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آن گرام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پيراهن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فرستاد وفرمان داد </w:t>
      </w:r>
      <w:r w:rsidR="00CE719B">
        <w:rPr>
          <w:rFonts w:hint="cs"/>
          <w:rtl/>
          <w:lang w:bidi="fa-IR"/>
        </w:rPr>
        <w:t>(</w:t>
      </w:r>
      <w:r w:rsidRPr="00E8659C">
        <w:rPr>
          <w:rtl/>
          <w:lang w:bidi="fa-IR"/>
        </w:rPr>
        <w:t>تا</w:t>
      </w:r>
      <w:r w:rsidR="00CE719B">
        <w:rPr>
          <w:rFonts w:hint="cs"/>
          <w:rtl/>
          <w:lang w:bidi="fa-IR"/>
        </w:rPr>
        <w:t>)</w:t>
      </w:r>
      <w:r w:rsidRPr="00E8659C">
        <w:rPr>
          <w:rtl/>
          <w:lang w:bidi="fa-IR"/>
        </w:rPr>
        <w:t xml:space="preserve"> تكمه</w:t>
      </w:r>
      <w:r w:rsidR="00164EC6">
        <w:rPr>
          <w:rtl/>
          <w:lang w:bidi="fa-IR"/>
        </w:rPr>
        <w:t xml:space="preserve"> ‌</w:t>
      </w:r>
      <w:r w:rsidRPr="00E8659C">
        <w:rPr>
          <w:rtl/>
          <w:lang w:bidi="fa-IR"/>
        </w:rPr>
        <w:t>هايش را بردارم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256F60" w:rsidRPr="006249D9">
        <w:rPr>
          <w:rStyle w:val="libFootnotenumChar"/>
          <w:rtl/>
        </w:rPr>
        <w:t>1</w:t>
      </w:r>
      <w:r w:rsidR="009072C7" w:rsidRPr="006249D9">
        <w:rPr>
          <w:rStyle w:val="libFootnotenumChar"/>
          <w:rtl/>
        </w:rPr>
        <w:t>0</w:t>
      </w:r>
      <w:r w:rsidR="00506E9B" w:rsidRPr="006249D9">
        <w:rPr>
          <w:rStyle w:val="libFootnotenumChar"/>
          <w:rtl/>
        </w:rPr>
        <w:t>5</w:t>
      </w:r>
      <w:r w:rsidRPr="006249D9">
        <w:rPr>
          <w:rStyle w:val="libFootnotenumChar"/>
          <w:rtl/>
        </w:rPr>
        <w:t>)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ما در اين مقام به معرف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اجمال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جمع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هر دو دسته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پردازيم</w:t>
      </w:r>
      <w:r w:rsidR="004851C8">
        <w:rPr>
          <w:rtl/>
          <w:lang w:bidi="fa-IR"/>
        </w:rPr>
        <w:t>:</w:t>
      </w:r>
    </w:p>
    <w:p w:rsidR="00E8659C" w:rsidRPr="00E8659C" w:rsidRDefault="00506E9B" w:rsidP="00CE719B">
      <w:pPr>
        <w:pStyle w:val="libNormal"/>
        <w:rPr>
          <w:lang w:bidi="fa-IR"/>
        </w:rPr>
      </w:pPr>
      <w:r>
        <w:rPr>
          <w:rtl/>
          <w:lang w:bidi="fa-IR"/>
        </w:rPr>
        <w:t>5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</w:t>
      </w:r>
      <w:r w:rsidR="00E8659C" w:rsidRPr="00CE719B">
        <w:rPr>
          <w:rStyle w:val="libBold1Char"/>
          <w:rtl/>
        </w:rPr>
        <w:t>ابوالبختر</w:t>
      </w:r>
      <w:r w:rsidR="00F456F0" w:rsidRPr="00CE719B">
        <w:rPr>
          <w:rStyle w:val="libBold1Char"/>
          <w:rtl/>
        </w:rPr>
        <w:t>ی</w:t>
      </w:r>
      <w:r w:rsidR="00A429E4">
        <w:rPr>
          <w:rtl/>
          <w:lang w:bidi="fa-IR"/>
        </w:rPr>
        <w:t>:</w:t>
      </w:r>
      <w:r w:rsidR="00E8659C" w:rsidRPr="00E8659C">
        <w:rPr>
          <w:rtl/>
          <w:lang w:bidi="fa-IR"/>
        </w:rPr>
        <w:t xml:space="preserve"> مودب فرزند حجاج يك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از ياران و راويان آن حضرت شمرده م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شود</w:t>
      </w:r>
      <w:r w:rsidR="004851C8">
        <w:rPr>
          <w:rtl/>
          <w:lang w:bidi="fa-IR"/>
        </w:rPr>
        <w:t>.</w:t>
      </w:r>
      <w:r w:rsidR="00CE719B">
        <w:rPr>
          <w:rFonts w:hint="cs"/>
          <w:rtl/>
          <w:lang w:bidi="fa-IR"/>
        </w:rPr>
        <w:t xml:space="preserve"> </w:t>
      </w:r>
      <w:r w:rsidR="00E8659C" w:rsidRPr="00E8659C">
        <w:rPr>
          <w:rtl/>
          <w:lang w:bidi="fa-IR"/>
        </w:rPr>
        <w:t>صاحب معجم رجال الحديث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او </w:t>
      </w:r>
      <w:r w:rsidR="00CE719B">
        <w:rPr>
          <w:rFonts w:hint="cs"/>
          <w:rtl/>
          <w:lang w:bidi="fa-IR"/>
        </w:rPr>
        <w:t>(</w:t>
      </w:r>
      <w:r w:rsidR="00E8659C" w:rsidRPr="00E8659C">
        <w:rPr>
          <w:rtl/>
          <w:lang w:bidi="fa-IR"/>
        </w:rPr>
        <w:t>را</w:t>
      </w:r>
      <w:r w:rsidR="00CE719B">
        <w:rPr>
          <w:rFonts w:hint="cs"/>
          <w:rtl/>
          <w:lang w:bidi="fa-IR"/>
        </w:rPr>
        <w:t>)</w:t>
      </w:r>
      <w:r w:rsidR="00E8659C" w:rsidRPr="00E8659C">
        <w:rPr>
          <w:rtl/>
          <w:lang w:bidi="fa-IR"/>
        </w:rPr>
        <w:t xml:space="preserve"> از اصحاب امام عسگر</w:t>
      </w:r>
      <w:r w:rsidR="00F456F0">
        <w:rPr>
          <w:rtl/>
          <w:lang w:bidi="fa-IR"/>
        </w:rPr>
        <w:t xml:space="preserve">ی </w:t>
      </w:r>
      <w:r w:rsidR="00366A7F" w:rsidRPr="00366A7F">
        <w:rPr>
          <w:rStyle w:val="libAlaemChar"/>
          <w:rtl/>
        </w:rPr>
        <w:t>عليه‌السلام‌</w:t>
      </w:r>
      <w:r w:rsidR="00E8659C" w:rsidRPr="00E8659C">
        <w:rPr>
          <w:rtl/>
          <w:lang w:bidi="fa-IR"/>
        </w:rPr>
        <w:t xml:space="preserve"> شمردهاست و در مناقب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ج </w:t>
      </w:r>
      <w:r>
        <w:rPr>
          <w:rtl/>
          <w:lang w:bidi="fa-IR"/>
        </w:rPr>
        <w:t>4</w:t>
      </w:r>
      <w:r w:rsidR="00E8659C" w:rsidRPr="00E8659C">
        <w:rPr>
          <w:rtl/>
          <w:lang w:bidi="fa-IR"/>
        </w:rPr>
        <w:t xml:space="preserve"> در باب امامت آن بزرگوار نام او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آمده است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</w:t>
      </w:r>
      <w:r w:rsidR="00E8659C" w:rsidRPr="006249D9">
        <w:rPr>
          <w:rStyle w:val="libFootnotenumChar"/>
          <w:rtl/>
        </w:rPr>
        <w:t>(</w:t>
      </w:r>
      <w:r w:rsidR="00256F60" w:rsidRPr="006249D9">
        <w:rPr>
          <w:rStyle w:val="libFootnotenumChar"/>
          <w:rtl/>
        </w:rPr>
        <w:t>1</w:t>
      </w:r>
      <w:r w:rsidR="009072C7" w:rsidRPr="006249D9">
        <w:rPr>
          <w:rStyle w:val="libFootnotenumChar"/>
          <w:rtl/>
        </w:rPr>
        <w:t>0</w:t>
      </w:r>
      <w:r w:rsidRPr="006249D9">
        <w:rPr>
          <w:rStyle w:val="libFootnotenumChar"/>
          <w:rtl/>
        </w:rPr>
        <w:t>6</w:t>
      </w:r>
      <w:r w:rsidR="00E8659C" w:rsidRPr="006249D9">
        <w:rPr>
          <w:rStyle w:val="libFootnotenumChar"/>
          <w:rtl/>
        </w:rPr>
        <w:t>)</w:t>
      </w:r>
    </w:p>
    <w:p w:rsidR="00E8659C" w:rsidRPr="00E8659C" w:rsidRDefault="00506E9B" w:rsidP="00E8659C">
      <w:pPr>
        <w:pStyle w:val="libNormal"/>
        <w:rPr>
          <w:lang w:bidi="fa-IR"/>
        </w:rPr>
      </w:pPr>
      <w:r>
        <w:rPr>
          <w:rtl/>
          <w:lang w:bidi="fa-IR"/>
        </w:rPr>
        <w:t>6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</w:t>
      </w:r>
      <w:r w:rsidR="00E8659C" w:rsidRPr="00CE719B">
        <w:rPr>
          <w:rStyle w:val="libBold1Char"/>
          <w:rtl/>
        </w:rPr>
        <w:t>ابو عل</w:t>
      </w:r>
      <w:r w:rsidR="00F456F0" w:rsidRPr="00CE719B">
        <w:rPr>
          <w:rStyle w:val="libBold1Char"/>
          <w:rtl/>
        </w:rPr>
        <w:t xml:space="preserve">ی </w:t>
      </w:r>
      <w:r w:rsidR="00E8659C" w:rsidRPr="00CE719B">
        <w:rPr>
          <w:rStyle w:val="libBold1Char"/>
          <w:rtl/>
        </w:rPr>
        <w:t>بن راشد</w:t>
      </w:r>
      <w:r w:rsidR="004851C8">
        <w:rPr>
          <w:rtl/>
          <w:lang w:bidi="fa-IR"/>
        </w:rPr>
        <w:t>:</w:t>
      </w:r>
      <w:r w:rsidR="00E8659C" w:rsidRPr="00E8659C">
        <w:rPr>
          <w:rtl/>
          <w:lang w:bidi="fa-IR"/>
        </w:rPr>
        <w:t xml:space="preserve"> او در سند تعداد كثير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از روايات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واقع شده است كه شمارآنها بالغ بر </w:t>
      </w:r>
      <w:r w:rsidR="00FA474B">
        <w:rPr>
          <w:rtl/>
          <w:lang w:bidi="fa-IR"/>
        </w:rPr>
        <w:t>33</w:t>
      </w:r>
      <w:r w:rsidR="00E8659C" w:rsidRPr="00E8659C">
        <w:rPr>
          <w:rtl/>
          <w:lang w:bidi="fa-IR"/>
        </w:rPr>
        <w:t xml:space="preserve"> مورد م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 xml:space="preserve">گردد او از امام جواد </w:t>
      </w:r>
      <w:r w:rsidR="00366A7F" w:rsidRPr="00366A7F">
        <w:rPr>
          <w:rStyle w:val="libAlaemChar"/>
          <w:rtl/>
        </w:rPr>
        <w:t>عليه‌السلام‌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امام هاد</w:t>
      </w:r>
      <w:r w:rsidR="00F456F0">
        <w:rPr>
          <w:rtl/>
          <w:lang w:bidi="fa-IR"/>
        </w:rPr>
        <w:t xml:space="preserve">ی </w:t>
      </w:r>
      <w:r w:rsidR="00366A7F" w:rsidRPr="00366A7F">
        <w:rPr>
          <w:rStyle w:val="libAlaemChar"/>
          <w:rtl/>
        </w:rPr>
        <w:t>عليه‌السلام‌</w:t>
      </w:r>
      <w:r w:rsidR="00E8659C" w:rsidRPr="00E8659C">
        <w:rPr>
          <w:rtl/>
          <w:lang w:bidi="fa-IR"/>
        </w:rPr>
        <w:t xml:space="preserve"> و امام حسن عسگر</w:t>
      </w:r>
      <w:r w:rsidR="00F456F0">
        <w:rPr>
          <w:rtl/>
          <w:lang w:bidi="fa-IR"/>
        </w:rPr>
        <w:t xml:space="preserve">ی </w:t>
      </w:r>
      <w:r w:rsidR="00366A7F" w:rsidRPr="00366A7F">
        <w:rPr>
          <w:rStyle w:val="libAlaemChar"/>
          <w:rtl/>
        </w:rPr>
        <w:t>عليه‌السلام‌</w:t>
      </w:r>
      <w:r w:rsidR="00E8659C" w:rsidRPr="00E8659C">
        <w:rPr>
          <w:rtl/>
          <w:lang w:bidi="fa-IR"/>
        </w:rPr>
        <w:t xml:space="preserve"> هر سه بزرگوار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روايتنموده است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نمونه</w:t>
      </w:r>
      <w:r w:rsidR="00164EC6">
        <w:rPr>
          <w:rtl/>
          <w:lang w:bidi="fa-IR"/>
        </w:rPr>
        <w:t xml:space="preserve"> ‌</w:t>
      </w:r>
      <w:r w:rsidR="00E8659C" w:rsidRPr="00E8659C">
        <w:rPr>
          <w:rtl/>
          <w:lang w:bidi="fa-IR"/>
        </w:rPr>
        <w:t>ها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حديث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او در كتاب كاف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 xml:space="preserve">جزء </w:t>
      </w:r>
      <w:r>
        <w:rPr>
          <w:rtl/>
          <w:lang w:bidi="fa-IR"/>
        </w:rPr>
        <w:t>7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كتاب وصايا حديث </w:t>
      </w:r>
      <w:r w:rsidR="00256F60">
        <w:rPr>
          <w:rtl/>
          <w:lang w:bidi="fa-IR"/>
        </w:rPr>
        <w:t>1</w:t>
      </w:r>
      <w:r w:rsidR="00E8659C" w:rsidRPr="00E8659C">
        <w:rPr>
          <w:rtl/>
          <w:lang w:bidi="fa-IR"/>
        </w:rPr>
        <w:t xml:space="preserve"> و حديث </w:t>
      </w:r>
      <w:r w:rsidR="00256F60">
        <w:rPr>
          <w:rtl/>
          <w:lang w:bidi="fa-IR"/>
        </w:rPr>
        <w:t>11</w:t>
      </w:r>
      <w:r w:rsidR="00E8659C" w:rsidRPr="00E8659C">
        <w:rPr>
          <w:rtl/>
          <w:lang w:bidi="fa-IR"/>
        </w:rPr>
        <w:t>م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باشد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</w:t>
      </w:r>
      <w:r w:rsidR="00E8659C" w:rsidRPr="006249D9">
        <w:rPr>
          <w:rStyle w:val="libFootnotenumChar"/>
          <w:rtl/>
        </w:rPr>
        <w:t>(</w:t>
      </w:r>
      <w:r w:rsidR="00256F60" w:rsidRPr="006249D9">
        <w:rPr>
          <w:rStyle w:val="libFootnotenumChar"/>
          <w:rtl/>
        </w:rPr>
        <w:t>1</w:t>
      </w:r>
      <w:r w:rsidR="009072C7" w:rsidRPr="006249D9">
        <w:rPr>
          <w:rStyle w:val="libFootnotenumChar"/>
          <w:rtl/>
        </w:rPr>
        <w:t>0</w:t>
      </w:r>
      <w:r w:rsidRPr="006249D9">
        <w:rPr>
          <w:rStyle w:val="libFootnotenumChar"/>
          <w:rtl/>
        </w:rPr>
        <w:t>7</w:t>
      </w:r>
      <w:r w:rsidR="00E8659C" w:rsidRPr="006249D9">
        <w:rPr>
          <w:rStyle w:val="libFootnotenumChar"/>
          <w:rtl/>
        </w:rPr>
        <w:t>)</w:t>
      </w:r>
    </w:p>
    <w:p w:rsidR="00E8659C" w:rsidRPr="00E8659C" w:rsidRDefault="00506E9B" w:rsidP="00E8659C">
      <w:pPr>
        <w:pStyle w:val="libNormal"/>
        <w:rPr>
          <w:lang w:bidi="fa-IR"/>
        </w:rPr>
      </w:pPr>
      <w:r>
        <w:rPr>
          <w:rtl/>
          <w:lang w:bidi="fa-IR"/>
        </w:rPr>
        <w:t>7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</w:t>
      </w:r>
      <w:r w:rsidR="00E8659C" w:rsidRPr="00CE719B">
        <w:rPr>
          <w:rStyle w:val="libBold1Char"/>
          <w:rtl/>
        </w:rPr>
        <w:t>ابو عبد الله خراسان</w:t>
      </w:r>
      <w:r w:rsidR="00F456F0" w:rsidRPr="00CE719B">
        <w:rPr>
          <w:rStyle w:val="libBold1Char"/>
          <w:rtl/>
        </w:rPr>
        <w:t>ی</w:t>
      </w:r>
      <w:r w:rsidR="00A429E4">
        <w:rPr>
          <w:rtl/>
          <w:lang w:bidi="fa-IR"/>
        </w:rPr>
        <w:t>:</w:t>
      </w:r>
      <w:r w:rsidR="00E8659C" w:rsidRPr="00E8659C">
        <w:rPr>
          <w:rtl/>
          <w:lang w:bidi="fa-IR"/>
        </w:rPr>
        <w:t xml:space="preserve"> او نيز از امام جواد </w:t>
      </w:r>
      <w:r w:rsidR="00366A7F" w:rsidRPr="00366A7F">
        <w:rPr>
          <w:rStyle w:val="libAlaemChar"/>
          <w:rtl/>
        </w:rPr>
        <w:t>عليه‌السلام‌</w:t>
      </w:r>
      <w:r w:rsidR="00E8659C" w:rsidRPr="00E8659C">
        <w:rPr>
          <w:rtl/>
          <w:lang w:bidi="fa-IR"/>
        </w:rPr>
        <w:t xml:space="preserve"> روايت كرده</w:t>
      </w:r>
      <w:r w:rsidR="00CE719B">
        <w:rPr>
          <w:rFonts w:hint="cs"/>
          <w:rtl/>
          <w:lang w:bidi="fa-IR"/>
        </w:rPr>
        <w:t xml:space="preserve"> </w:t>
      </w:r>
      <w:r w:rsidR="00E8659C" w:rsidRPr="00E8659C">
        <w:rPr>
          <w:rtl/>
          <w:lang w:bidi="fa-IR"/>
        </w:rPr>
        <w:t>است و صدوق هم با سند خود از او روايت نموده است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يك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از احاديث منقول</w:t>
      </w:r>
      <w:r w:rsidR="00BB00AB">
        <w:rPr>
          <w:rtl/>
          <w:lang w:bidi="fa-IR"/>
        </w:rPr>
        <w:t>ه</w:t>
      </w:r>
      <w:r w:rsidR="00E8659C" w:rsidRPr="00E8659C">
        <w:rPr>
          <w:rtl/>
          <w:lang w:bidi="fa-IR"/>
        </w:rPr>
        <w:t xml:space="preserve"> اوپيرامون حج و معرفت مراتب آن م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باشد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</w:t>
      </w:r>
      <w:r w:rsidR="00E8659C" w:rsidRPr="006249D9">
        <w:rPr>
          <w:rStyle w:val="libFootnotenumChar"/>
          <w:rtl/>
        </w:rPr>
        <w:t>(</w:t>
      </w:r>
      <w:r w:rsidR="00256F60" w:rsidRPr="006249D9">
        <w:rPr>
          <w:rStyle w:val="libFootnotenumChar"/>
          <w:rtl/>
        </w:rPr>
        <w:t>1</w:t>
      </w:r>
      <w:r w:rsidR="009072C7" w:rsidRPr="006249D9">
        <w:rPr>
          <w:rStyle w:val="libFootnotenumChar"/>
          <w:rtl/>
        </w:rPr>
        <w:t>0</w:t>
      </w:r>
      <w:r w:rsidR="00A35C10" w:rsidRPr="006249D9">
        <w:rPr>
          <w:rStyle w:val="libFootnotenumChar"/>
          <w:rtl/>
        </w:rPr>
        <w:t>8</w:t>
      </w:r>
      <w:r w:rsidR="00E8659C" w:rsidRPr="006249D9">
        <w:rPr>
          <w:rStyle w:val="libFootnotenumChar"/>
          <w:rtl/>
        </w:rPr>
        <w:t>)</w:t>
      </w:r>
    </w:p>
    <w:p w:rsidR="00CE719B" w:rsidRDefault="00CE719B" w:rsidP="00E8659C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8659C" w:rsidRDefault="00E8659C" w:rsidP="00CE719B">
      <w:pPr>
        <w:pStyle w:val="Heading1"/>
        <w:rPr>
          <w:rtl/>
          <w:lang w:bidi="fa-IR"/>
        </w:rPr>
      </w:pPr>
      <w:bookmarkStart w:id="26" w:name="_Toc487273800"/>
      <w:r w:rsidRPr="00E8659C">
        <w:rPr>
          <w:rtl/>
          <w:lang w:bidi="fa-IR"/>
        </w:rPr>
        <w:t>بخش چهارم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امام جواد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و تفسير قرآن</w:t>
      </w:r>
      <w:bookmarkEnd w:id="26"/>
    </w:p>
    <w:p w:rsidR="00E8659C" w:rsidRPr="00E8659C" w:rsidRDefault="00A35C10" w:rsidP="00E8659C">
      <w:pPr>
        <w:pStyle w:val="libNormal"/>
        <w:rPr>
          <w:lang w:bidi="fa-IR"/>
        </w:rPr>
      </w:pPr>
      <w:r>
        <w:rPr>
          <w:rtl/>
          <w:lang w:bidi="fa-IR"/>
        </w:rPr>
        <w:t>8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</w:t>
      </w:r>
      <w:r w:rsidR="00E8659C" w:rsidRPr="00CE719B">
        <w:rPr>
          <w:rStyle w:val="libBold1Char"/>
          <w:rtl/>
        </w:rPr>
        <w:t>ابو شيبه اصفهان</w:t>
      </w:r>
      <w:r w:rsidR="00F456F0" w:rsidRPr="00CE719B">
        <w:rPr>
          <w:rStyle w:val="libBold1Char"/>
          <w:rtl/>
        </w:rPr>
        <w:t>ی</w:t>
      </w:r>
      <w:r w:rsidR="00A429E4">
        <w:rPr>
          <w:rtl/>
          <w:lang w:bidi="fa-IR"/>
        </w:rPr>
        <w:t>:</w:t>
      </w:r>
      <w:r w:rsidR="00E8659C" w:rsidRPr="00E8659C">
        <w:rPr>
          <w:rtl/>
          <w:lang w:bidi="fa-IR"/>
        </w:rPr>
        <w:t xml:space="preserve"> فرد ممدوح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 xml:space="preserve">است و امام </w:t>
      </w:r>
      <w:r w:rsidR="00366A7F" w:rsidRPr="00366A7F">
        <w:rPr>
          <w:rStyle w:val="libAlaemChar"/>
          <w:rtl/>
        </w:rPr>
        <w:t>عليه‌السلام‌</w:t>
      </w:r>
      <w:r w:rsidR="00E8659C" w:rsidRPr="00E8659C">
        <w:rPr>
          <w:rtl/>
          <w:lang w:bidi="fa-IR"/>
        </w:rPr>
        <w:t xml:space="preserve"> در حق او طلب</w:t>
      </w:r>
      <w:r w:rsidR="00CE719B">
        <w:rPr>
          <w:rFonts w:hint="cs"/>
          <w:rtl/>
          <w:lang w:bidi="fa-IR"/>
        </w:rPr>
        <w:t xml:space="preserve"> </w:t>
      </w:r>
      <w:r w:rsidR="00E8659C" w:rsidRPr="00E8659C">
        <w:rPr>
          <w:rtl/>
          <w:lang w:bidi="fa-IR"/>
        </w:rPr>
        <w:t>رحمت نموده است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روايات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توسط او در جزء هفتم در موضوع كفودهم شأن بودن همسر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>آمده است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</w:t>
      </w:r>
      <w:r w:rsidR="00E8659C" w:rsidRPr="006249D9">
        <w:rPr>
          <w:rStyle w:val="libFootnotenumChar"/>
          <w:rtl/>
        </w:rPr>
        <w:t>(</w:t>
      </w:r>
      <w:r w:rsidR="00256F60" w:rsidRPr="006249D9">
        <w:rPr>
          <w:rStyle w:val="libFootnotenumChar"/>
          <w:rtl/>
        </w:rPr>
        <w:t>1</w:t>
      </w:r>
      <w:r w:rsidR="009072C7" w:rsidRPr="006249D9">
        <w:rPr>
          <w:rStyle w:val="libFootnotenumChar"/>
          <w:rtl/>
        </w:rPr>
        <w:t>0</w:t>
      </w:r>
      <w:r w:rsidR="003D2C90" w:rsidRPr="006249D9">
        <w:rPr>
          <w:rStyle w:val="libFootnotenumChar"/>
          <w:rtl/>
        </w:rPr>
        <w:t>9</w:t>
      </w:r>
      <w:r w:rsidR="00E8659C" w:rsidRPr="006249D9">
        <w:rPr>
          <w:rStyle w:val="libFootnotenumChar"/>
          <w:rtl/>
        </w:rPr>
        <w:t>)</w:t>
      </w:r>
    </w:p>
    <w:p w:rsidR="00E8659C" w:rsidRPr="00E8659C" w:rsidRDefault="003D2C90" w:rsidP="00E8659C">
      <w:pPr>
        <w:pStyle w:val="libNormal"/>
        <w:rPr>
          <w:lang w:bidi="fa-IR"/>
        </w:rPr>
      </w:pPr>
      <w:r>
        <w:rPr>
          <w:rtl/>
          <w:lang w:bidi="fa-IR"/>
        </w:rPr>
        <w:t>9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</w:t>
      </w:r>
      <w:r w:rsidR="00E8659C" w:rsidRPr="000E7C23">
        <w:rPr>
          <w:rStyle w:val="libBold1Char"/>
          <w:rtl/>
        </w:rPr>
        <w:t>ابو ساره</w:t>
      </w:r>
      <w:r w:rsidR="004851C8">
        <w:rPr>
          <w:rtl/>
          <w:lang w:bidi="fa-IR"/>
        </w:rPr>
        <w:t>:</w:t>
      </w:r>
      <w:r w:rsidR="00E8659C" w:rsidRPr="00E8659C">
        <w:rPr>
          <w:rtl/>
          <w:lang w:bidi="fa-IR"/>
        </w:rPr>
        <w:t xml:space="preserve"> او نيزاز اصحاب و ياران امام جواد </w:t>
      </w:r>
      <w:r w:rsidR="00366A7F" w:rsidRPr="00366A7F">
        <w:rPr>
          <w:rStyle w:val="libAlaemChar"/>
          <w:rtl/>
        </w:rPr>
        <w:t>عليه‌السلام‌</w:t>
      </w:r>
      <w:r w:rsidR="00E8659C" w:rsidRPr="00E8659C">
        <w:rPr>
          <w:rtl/>
          <w:lang w:bidi="fa-IR"/>
        </w:rPr>
        <w:t xml:space="preserve"> م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باشد آنچنان كه در رجال شيخ طوس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(قدس سره) آمده است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</w:t>
      </w:r>
      <w:r w:rsidR="00E8659C" w:rsidRPr="006249D9">
        <w:rPr>
          <w:rStyle w:val="libFootnotenumChar"/>
          <w:rtl/>
        </w:rPr>
        <w:t>(</w:t>
      </w:r>
      <w:r w:rsidR="00256F60" w:rsidRPr="006249D9">
        <w:rPr>
          <w:rStyle w:val="libFootnotenumChar"/>
          <w:rtl/>
        </w:rPr>
        <w:t>11</w:t>
      </w:r>
      <w:r w:rsidR="009072C7" w:rsidRPr="006249D9">
        <w:rPr>
          <w:rStyle w:val="libFootnotenumChar"/>
          <w:rtl/>
        </w:rPr>
        <w:t>0</w:t>
      </w:r>
      <w:r w:rsidR="00E8659C" w:rsidRPr="006249D9">
        <w:rPr>
          <w:rStyle w:val="libFootnotenumChar"/>
          <w:rtl/>
        </w:rPr>
        <w:t>)</w:t>
      </w:r>
    </w:p>
    <w:p w:rsidR="00E8659C" w:rsidRPr="00E8659C" w:rsidRDefault="00256F60" w:rsidP="00E8659C">
      <w:pPr>
        <w:pStyle w:val="libNormal"/>
        <w:rPr>
          <w:lang w:bidi="fa-IR"/>
        </w:rPr>
      </w:pPr>
      <w:r>
        <w:rPr>
          <w:rtl/>
          <w:lang w:bidi="fa-IR"/>
        </w:rPr>
        <w:t>1</w:t>
      </w:r>
      <w:r w:rsidR="009072C7">
        <w:rPr>
          <w:rtl/>
          <w:lang w:bidi="fa-IR"/>
        </w:rPr>
        <w:t>0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</w:t>
      </w:r>
      <w:r w:rsidR="00E8659C" w:rsidRPr="000E7C23">
        <w:rPr>
          <w:rStyle w:val="libBold1Char"/>
          <w:rtl/>
        </w:rPr>
        <w:t>ابو جعفر بصر</w:t>
      </w:r>
      <w:r w:rsidR="00F456F0" w:rsidRPr="000E7C23">
        <w:rPr>
          <w:rStyle w:val="libBold1Char"/>
          <w:rtl/>
        </w:rPr>
        <w:t>ی</w:t>
      </w:r>
      <w:r w:rsidR="00A429E4">
        <w:rPr>
          <w:rtl/>
          <w:lang w:bidi="fa-IR"/>
        </w:rPr>
        <w:t>:</w:t>
      </w:r>
      <w:r w:rsidR="00E8659C" w:rsidRPr="00E8659C">
        <w:rPr>
          <w:rtl/>
          <w:lang w:bidi="fa-IR"/>
        </w:rPr>
        <w:t xml:space="preserve"> او نيز از اصحاب و ياران امام جواد </w:t>
      </w:r>
      <w:r w:rsidR="00366A7F" w:rsidRPr="00366A7F">
        <w:rPr>
          <w:rStyle w:val="libAlaemChar"/>
          <w:rtl/>
        </w:rPr>
        <w:t>عليه‌السلام‌</w:t>
      </w:r>
      <w:r w:rsidR="00E8659C" w:rsidRPr="00E8659C">
        <w:rPr>
          <w:rtl/>
          <w:lang w:bidi="fa-IR"/>
        </w:rPr>
        <w:t xml:space="preserve"> م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باشد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آنچنان كه مرحوم شيخ طوس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در رجال خود ذكر كرده است و او را فرد ثقه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فاضل و صالح شمرده است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</w:t>
      </w:r>
      <w:r w:rsidR="00E8659C" w:rsidRPr="006249D9">
        <w:rPr>
          <w:rStyle w:val="libFootnotenumChar"/>
          <w:rtl/>
        </w:rPr>
        <w:t>(</w:t>
      </w:r>
      <w:r w:rsidRPr="006249D9">
        <w:rPr>
          <w:rStyle w:val="libFootnotenumChar"/>
          <w:rtl/>
        </w:rPr>
        <w:t>111</w:t>
      </w:r>
      <w:r w:rsidR="00E8659C" w:rsidRPr="006249D9">
        <w:rPr>
          <w:rStyle w:val="libFootnotenumChar"/>
          <w:rtl/>
        </w:rPr>
        <w:t>)</w:t>
      </w:r>
    </w:p>
    <w:p w:rsidR="00E8659C" w:rsidRPr="00E8659C" w:rsidRDefault="00256F60" w:rsidP="00520B90">
      <w:pPr>
        <w:pStyle w:val="libNormal"/>
        <w:rPr>
          <w:lang w:bidi="fa-IR"/>
        </w:rPr>
      </w:pPr>
      <w:r>
        <w:rPr>
          <w:rtl/>
          <w:lang w:bidi="fa-IR"/>
        </w:rPr>
        <w:t>11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</w:t>
      </w:r>
      <w:r w:rsidR="00E8659C" w:rsidRPr="000E7C23">
        <w:rPr>
          <w:rStyle w:val="libBold1Char"/>
          <w:rtl/>
        </w:rPr>
        <w:t>عل</w:t>
      </w:r>
      <w:r w:rsidR="00F456F0" w:rsidRPr="000E7C23">
        <w:rPr>
          <w:rStyle w:val="libBold1Char"/>
          <w:rtl/>
        </w:rPr>
        <w:t xml:space="preserve">ی </w:t>
      </w:r>
      <w:r w:rsidR="00E8659C" w:rsidRPr="000E7C23">
        <w:rPr>
          <w:rStyle w:val="libBold1Char"/>
          <w:rtl/>
        </w:rPr>
        <w:t>بن اسباط</w:t>
      </w:r>
      <w:r w:rsidR="004851C8">
        <w:rPr>
          <w:rtl/>
          <w:lang w:bidi="fa-IR"/>
        </w:rPr>
        <w:t>:</w:t>
      </w:r>
      <w:r w:rsidR="00E8659C" w:rsidRPr="00E8659C">
        <w:rPr>
          <w:rtl/>
          <w:lang w:bidi="fa-IR"/>
        </w:rPr>
        <w:t xml:space="preserve"> او ازاصحاب و ياران امام رضا </w:t>
      </w:r>
      <w:r w:rsidR="00366A7F" w:rsidRPr="00366A7F">
        <w:rPr>
          <w:rStyle w:val="libAlaemChar"/>
          <w:rtl/>
        </w:rPr>
        <w:t>عليه‌السلام‌</w:t>
      </w:r>
      <w:r w:rsidR="00E8659C" w:rsidRPr="00E8659C">
        <w:rPr>
          <w:rtl/>
          <w:lang w:bidi="fa-IR"/>
        </w:rPr>
        <w:t xml:space="preserve"> و امام جواد </w:t>
      </w:r>
      <w:r w:rsidR="00520B90" w:rsidRPr="00366A7F">
        <w:rPr>
          <w:rStyle w:val="libAlaemChar"/>
          <w:rtl/>
        </w:rPr>
        <w:t>عليه‌السلام‌</w:t>
      </w:r>
      <w:r w:rsidR="00520B90" w:rsidRPr="00E8659C">
        <w:rPr>
          <w:rtl/>
          <w:lang w:bidi="fa-IR"/>
        </w:rPr>
        <w:t xml:space="preserve"> </w:t>
      </w:r>
      <w:r w:rsidR="00E8659C" w:rsidRPr="00E8659C">
        <w:rPr>
          <w:rtl/>
          <w:lang w:bidi="fa-IR"/>
        </w:rPr>
        <w:t>هر دو بزرگوار م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باشد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</w:t>
      </w:r>
      <w:r w:rsidR="00E8659C" w:rsidRPr="006249D9">
        <w:rPr>
          <w:rStyle w:val="libFootnotenumChar"/>
          <w:rtl/>
        </w:rPr>
        <w:t>(</w:t>
      </w:r>
      <w:r w:rsidRPr="006249D9">
        <w:rPr>
          <w:rStyle w:val="libFootnotenumChar"/>
          <w:rtl/>
        </w:rPr>
        <w:t>11</w:t>
      </w:r>
      <w:r w:rsidR="005631DD" w:rsidRPr="006249D9">
        <w:rPr>
          <w:rStyle w:val="libFootnotenumChar"/>
          <w:rtl/>
        </w:rPr>
        <w:t>2</w:t>
      </w:r>
      <w:r w:rsidR="00E8659C" w:rsidRPr="006249D9">
        <w:rPr>
          <w:rStyle w:val="libFootnotenumChar"/>
          <w:rtl/>
        </w:rPr>
        <w:t>)</w:t>
      </w:r>
    </w:p>
    <w:p w:rsidR="00E8659C" w:rsidRPr="00E8659C" w:rsidRDefault="00256F60" w:rsidP="00E8659C">
      <w:pPr>
        <w:pStyle w:val="libNormal"/>
        <w:rPr>
          <w:lang w:bidi="fa-IR"/>
        </w:rPr>
      </w:pPr>
      <w:r>
        <w:rPr>
          <w:rtl/>
          <w:lang w:bidi="fa-IR"/>
        </w:rPr>
        <w:t>1</w:t>
      </w:r>
      <w:r w:rsidR="005631DD">
        <w:rPr>
          <w:rtl/>
          <w:lang w:bidi="fa-IR"/>
        </w:rPr>
        <w:t>2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</w:t>
      </w:r>
      <w:r w:rsidR="00E8659C" w:rsidRPr="000E7C23">
        <w:rPr>
          <w:rStyle w:val="libBold1Char"/>
          <w:rtl/>
        </w:rPr>
        <w:t>ابن مهران</w:t>
      </w:r>
      <w:r w:rsidR="004851C8">
        <w:rPr>
          <w:rtl/>
          <w:lang w:bidi="fa-IR"/>
        </w:rPr>
        <w:t>:</w:t>
      </w:r>
      <w:r w:rsidR="00E8659C" w:rsidRPr="00E8659C">
        <w:rPr>
          <w:rtl/>
          <w:lang w:bidi="fa-IR"/>
        </w:rPr>
        <w:t xml:space="preserve"> او از امام جواد</w:t>
      </w:r>
      <w:r w:rsidR="00366A7F" w:rsidRPr="00366A7F">
        <w:rPr>
          <w:rStyle w:val="libAlaemChar"/>
          <w:rtl/>
        </w:rPr>
        <w:t>عليه‌السلام‌</w:t>
      </w:r>
      <w:r w:rsidR="00E8659C" w:rsidRPr="00E8659C">
        <w:rPr>
          <w:rtl/>
          <w:lang w:bidi="fa-IR"/>
        </w:rPr>
        <w:t xml:space="preserve"> روايت نموده است وسهل بن زياد هم از و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روايت كرده است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نمونهروايت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او در جزء دوم كاف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در باب تسليت به صاحب عزاء آمده است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</w:t>
      </w:r>
      <w:r w:rsidR="00E8659C" w:rsidRPr="006249D9">
        <w:rPr>
          <w:rStyle w:val="libFootnotenumChar"/>
          <w:rtl/>
        </w:rPr>
        <w:t>(</w:t>
      </w:r>
      <w:r w:rsidRPr="006249D9">
        <w:rPr>
          <w:rStyle w:val="libFootnotenumChar"/>
          <w:rtl/>
        </w:rPr>
        <w:t>11</w:t>
      </w:r>
      <w:r w:rsidR="00FA474B" w:rsidRPr="006249D9">
        <w:rPr>
          <w:rStyle w:val="libFootnotenumChar"/>
          <w:rtl/>
        </w:rPr>
        <w:t>3</w:t>
      </w:r>
      <w:r w:rsidR="00E8659C" w:rsidRPr="006249D9">
        <w:rPr>
          <w:rStyle w:val="libFootnotenumChar"/>
          <w:rtl/>
        </w:rPr>
        <w:t>)</w:t>
      </w:r>
    </w:p>
    <w:p w:rsidR="00E8659C" w:rsidRPr="00E8659C" w:rsidRDefault="00256F60" w:rsidP="00E8659C">
      <w:pPr>
        <w:pStyle w:val="libNormal"/>
        <w:rPr>
          <w:lang w:bidi="fa-IR"/>
        </w:rPr>
      </w:pPr>
      <w:r>
        <w:rPr>
          <w:rtl/>
          <w:lang w:bidi="fa-IR"/>
        </w:rPr>
        <w:t>1</w:t>
      </w:r>
      <w:r w:rsidR="00FA474B">
        <w:rPr>
          <w:rtl/>
          <w:lang w:bidi="fa-IR"/>
        </w:rPr>
        <w:t>3</w:t>
      </w:r>
      <w:r w:rsidR="00E8659C" w:rsidRPr="00E8659C">
        <w:rPr>
          <w:rtl/>
          <w:lang w:bidi="fa-IR"/>
        </w:rPr>
        <w:t xml:space="preserve">. </w:t>
      </w:r>
      <w:r w:rsidR="00E8659C" w:rsidRPr="00520B90">
        <w:rPr>
          <w:rStyle w:val="libBold1Char"/>
          <w:rtl/>
        </w:rPr>
        <w:t>عباس</w:t>
      </w:r>
      <w:r w:rsidR="00F456F0" w:rsidRPr="00520B90">
        <w:rPr>
          <w:rStyle w:val="libBold1Char"/>
          <w:rtl/>
        </w:rPr>
        <w:t>ی</w:t>
      </w:r>
      <w:r w:rsidR="00A429E4">
        <w:rPr>
          <w:rtl/>
          <w:lang w:bidi="fa-IR"/>
        </w:rPr>
        <w:t>:</w:t>
      </w:r>
      <w:r w:rsidR="00E8659C" w:rsidRPr="00E8659C">
        <w:rPr>
          <w:rtl/>
          <w:lang w:bidi="fa-IR"/>
        </w:rPr>
        <w:t xml:space="preserve"> او يك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 xml:space="preserve">از راويان امام جواد </w:t>
      </w:r>
      <w:r w:rsidR="00366A7F" w:rsidRPr="00366A7F">
        <w:rPr>
          <w:rStyle w:val="libAlaemChar"/>
          <w:rtl/>
        </w:rPr>
        <w:t>عليه‌السلام‌</w:t>
      </w:r>
      <w:r w:rsidR="00E8659C" w:rsidRPr="00E8659C">
        <w:rPr>
          <w:rtl/>
          <w:lang w:bidi="fa-IR"/>
        </w:rPr>
        <w:t xml:space="preserve"> م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باشد و نام او درنقل چندين حديث آمده است كه گويد</w:t>
      </w:r>
      <w:r w:rsidR="004851C8">
        <w:rPr>
          <w:rtl/>
          <w:lang w:bidi="fa-IR"/>
        </w:rPr>
        <w:t>:</w:t>
      </w:r>
      <w:r w:rsidR="00E8659C" w:rsidRPr="00E8659C">
        <w:rPr>
          <w:rtl/>
          <w:lang w:bidi="fa-IR"/>
        </w:rPr>
        <w:t xml:space="preserve"> به امام جواد </w:t>
      </w:r>
      <w:r w:rsidR="00366A7F" w:rsidRPr="00366A7F">
        <w:rPr>
          <w:rStyle w:val="libAlaemChar"/>
          <w:rtl/>
        </w:rPr>
        <w:t>عليه‌السلام‌</w:t>
      </w:r>
      <w:r w:rsidR="00E8659C" w:rsidRPr="00E8659C">
        <w:rPr>
          <w:rtl/>
          <w:lang w:bidi="fa-IR"/>
        </w:rPr>
        <w:t xml:space="preserve"> جريان رانوشتم و امام </w:t>
      </w:r>
      <w:r w:rsidR="00366A7F" w:rsidRPr="00366A7F">
        <w:rPr>
          <w:rStyle w:val="libAlaemChar"/>
          <w:rtl/>
        </w:rPr>
        <w:t>عليه‌السلام‌</w:t>
      </w:r>
      <w:r w:rsidR="00E8659C" w:rsidRPr="00E8659C">
        <w:rPr>
          <w:rtl/>
          <w:lang w:bidi="fa-IR"/>
        </w:rPr>
        <w:t xml:space="preserve"> فرمود ايراد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ندارد و كاف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 xml:space="preserve">جزء </w:t>
      </w:r>
      <w:r w:rsidR="00FA474B">
        <w:rPr>
          <w:rtl/>
          <w:lang w:bidi="fa-IR"/>
        </w:rPr>
        <w:t>3</w:t>
      </w:r>
      <w:r w:rsidR="00E8659C" w:rsidRPr="00E8659C">
        <w:rPr>
          <w:rtl/>
          <w:lang w:bidi="fa-IR"/>
        </w:rPr>
        <w:t xml:space="preserve"> باب قرأئة</w:t>
      </w:r>
      <w:r w:rsidR="00520B90">
        <w:rPr>
          <w:rFonts w:hint="cs"/>
          <w:rtl/>
          <w:lang w:bidi="fa-IR"/>
        </w:rPr>
        <w:t xml:space="preserve"> </w:t>
      </w:r>
      <w:r w:rsidR="00E8659C" w:rsidRPr="00E8659C">
        <w:rPr>
          <w:rtl/>
          <w:lang w:bidi="fa-IR"/>
        </w:rPr>
        <w:t xml:space="preserve">القرآن حديث </w:t>
      </w:r>
      <w:r w:rsidR="005631DD">
        <w:rPr>
          <w:rtl/>
          <w:lang w:bidi="fa-IR"/>
        </w:rPr>
        <w:t>2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</w:t>
      </w:r>
      <w:r w:rsidR="00E8659C" w:rsidRPr="006249D9">
        <w:rPr>
          <w:rStyle w:val="libFootnotenumChar"/>
          <w:rtl/>
        </w:rPr>
        <w:t>(</w:t>
      </w:r>
      <w:r w:rsidRPr="006249D9">
        <w:rPr>
          <w:rStyle w:val="libFootnotenumChar"/>
          <w:rtl/>
        </w:rPr>
        <w:t>11</w:t>
      </w:r>
      <w:r w:rsidR="00506E9B" w:rsidRPr="006249D9">
        <w:rPr>
          <w:rStyle w:val="libFootnotenumChar"/>
          <w:rtl/>
        </w:rPr>
        <w:t>4</w:t>
      </w:r>
      <w:r w:rsidR="00E8659C" w:rsidRPr="006249D9">
        <w:rPr>
          <w:rStyle w:val="libFootnotenumChar"/>
          <w:rtl/>
        </w:rPr>
        <w:t>)</w:t>
      </w:r>
    </w:p>
    <w:p w:rsidR="00E8659C" w:rsidRPr="00E8659C" w:rsidRDefault="00256F60" w:rsidP="00E8659C">
      <w:pPr>
        <w:pStyle w:val="libNormal"/>
        <w:rPr>
          <w:lang w:bidi="fa-IR"/>
        </w:rPr>
      </w:pPr>
      <w:r>
        <w:rPr>
          <w:rtl/>
          <w:lang w:bidi="fa-IR"/>
        </w:rPr>
        <w:t>1</w:t>
      </w:r>
      <w:r w:rsidR="00506E9B">
        <w:rPr>
          <w:rtl/>
          <w:lang w:bidi="fa-IR"/>
        </w:rPr>
        <w:t>4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</w:t>
      </w:r>
      <w:r w:rsidR="00E8659C" w:rsidRPr="00520B90">
        <w:rPr>
          <w:rStyle w:val="libBold1Char"/>
          <w:rtl/>
        </w:rPr>
        <w:t>ابومشاور</w:t>
      </w:r>
      <w:r w:rsidR="004851C8">
        <w:rPr>
          <w:rtl/>
          <w:lang w:bidi="fa-IR"/>
        </w:rPr>
        <w:t>:</w:t>
      </w:r>
      <w:r w:rsidR="00E8659C" w:rsidRPr="00E8659C">
        <w:rPr>
          <w:rtl/>
          <w:lang w:bidi="fa-IR"/>
        </w:rPr>
        <w:t xml:space="preserve"> مرحوم شيخ طوس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ومرحوم برق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 xml:space="preserve">او را ازاصحاب و ياران امام جواد </w:t>
      </w:r>
      <w:r w:rsidR="00366A7F" w:rsidRPr="00366A7F">
        <w:rPr>
          <w:rStyle w:val="libAlaemChar"/>
          <w:rtl/>
        </w:rPr>
        <w:t>عليه‌السلام‌</w:t>
      </w:r>
      <w:r w:rsidR="00E8659C" w:rsidRPr="00E8659C">
        <w:rPr>
          <w:rtl/>
          <w:lang w:bidi="fa-IR"/>
        </w:rPr>
        <w:t xml:space="preserve"> ذكر كرده اند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</w:t>
      </w:r>
      <w:r w:rsidR="00E8659C" w:rsidRPr="006249D9">
        <w:rPr>
          <w:rStyle w:val="libFootnotenumChar"/>
          <w:rtl/>
        </w:rPr>
        <w:t>(</w:t>
      </w:r>
      <w:r w:rsidRPr="006249D9">
        <w:rPr>
          <w:rStyle w:val="libFootnotenumChar"/>
          <w:rtl/>
        </w:rPr>
        <w:t>11</w:t>
      </w:r>
      <w:r w:rsidR="00506E9B" w:rsidRPr="006249D9">
        <w:rPr>
          <w:rStyle w:val="libFootnotenumChar"/>
          <w:rtl/>
        </w:rPr>
        <w:t>5</w:t>
      </w:r>
      <w:r w:rsidR="00E8659C" w:rsidRPr="006249D9">
        <w:rPr>
          <w:rStyle w:val="libFootnotenumChar"/>
          <w:rtl/>
        </w:rPr>
        <w:t>)</w:t>
      </w:r>
    </w:p>
    <w:p w:rsidR="00E8659C" w:rsidRPr="00E8659C" w:rsidRDefault="00256F60" w:rsidP="00E8659C">
      <w:pPr>
        <w:pStyle w:val="libNormal"/>
        <w:rPr>
          <w:lang w:bidi="fa-IR"/>
        </w:rPr>
      </w:pPr>
      <w:r>
        <w:rPr>
          <w:rtl/>
          <w:lang w:bidi="fa-IR"/>
        </w:rPr>
        <w:t>1</w:t>
      </w:r>
      <w:r w:rsidR="00506E9B">
        <w:rPr>
          <w:rtl/>
          <w:lang w:bidi="fa-IR"/>
        </w:rPr>
        <w:t>5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</w:t>
      </w:r>
      <w:r w:rsidR="00E8659C" w:rsidRPr="00520B90">
        <w:rPr>
          <w:rStyle w:val="libBold1Char"/>
          <w:rtl/>
        </w:rPr>
        <w:t>موس</w:t>
      </w:r>
      <w:r w:rsidR="00F456F0" w:rsidRPr="00520B90">
        <w:rPr>
          <w:rStyle w:val="libBold1Char"/>
          <w:rtl/>
        </w:rPr>
        <w:t xml:space="preserve">ی </w:t>
      </w:r>
      <w:r w:rsidR="00E8659C" w:rsidRPr="00520B90">
        <w:rPr>
          <w:rStyle w:val="libBold1Char"/>
          <w:rtl/>
        </w:rPr>
        <w:t>بن داود منقر</w:t>
      </w:r>
      <w:r w:rsidR="00F456F0" w:rsidRPr="00520B90">
        <w:rPr>
          <w:rStyle w:val="libBold1Char"/>
          <w:rtl/>
        </w:rPr>
        <w:t>ی</w:t>
      </w:r>
      <w:r w:rsidR="00A429E4">
        <w:rPr>
          <w:rtl/>
          <w:lang w:bidi="fa-IR"/>
        </w:rPr>
        <w:t>:</w:t>
      </w:r>
      <w:r w:rsidR="00E8659C" w:rsidRPr="00E8659C">
        <w:rPr>
          <w:rtl/>
          <w:lang w:bidi="fa-IR"/>
        </w:rPr>
        <w:t xml:space="preserve"> او از اصحاب و ياران امام جواد </w:t>
      </w:r>
      <w:r w:rsidR="00366A7F" w:rsidRPr="00366A7F">
        <w:rPr>
          <w:rStyle w:val="libAlaemChar"/>
          <w:rtl/>
        </w:rPr>
        <w:t>عليه‌السلام‌</w:t>
      </w:r>
      <w:r w:rsidR="00E8659C" w:rsidRPr="00E8659C">
        <w:rPr>
          <w:rtl/>
          <w:lang w:bidi="fa-IR"/>
        </w:rPr>
        <w:t xml:space="preserve"> م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باشد</w:t>
      </w:r>
      <w:r w:rsidR="00520B90">
        <w:rPr>
          <w:rFonts w:hint="cs"/>
          <w:rtl/>
          <w:lang w:bidi="fa-IR"/>
        </w:rPr>
        <w:t xml:space="preserve"> </w:t>
      </w:r>
      <w:r w:rsidR="00E8659C" w:rsidRPr="00E8659C">
        <w:rPr>
          <w:rtl/>
          <w:lang w:bidi="fa-IR"/>
        </w:rPr>
        <w:t>مرحوم شيخ طوس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در رجال خود به آن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تصريح نموده است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</w:t>
      </w:r>
      <w:r w:rsidR="00E8659C" w:rsidRPr="006249D9">
        <w:rPr>
          <w:rStyle w:val="libFootnotenumChar"/>
          <w:rtl/>
        </w:rPr>
        <w:t>(</w:t>
      </w:r>
      <w:r w:rsidRPr="006249D9">
        <w:rPr>
          <w:rStyle w:val="libFootnotenumChar"/>
          <w:rtl/>
        </w:rPr>
        <w:t>11</w:t>
      </w:r>
      <w:r w:rsidR="00506E9B" w:rsidRPr="006249D9">
        <w:rPr>
          <w:rStyle w:val="libFootnotenumChar"/>
          <w:rtl/>
        </w:rPr>
        <w:t>6</w:t>
      </w:r>
      <w:r w:rsidR="00E8659C" w:rsidRPr="006249D9">
        <w:rPr>
          <w:rStyle w:val="libFootnotenumChar"/>
          <w:rtl/>
        </w:rPr>
        <w:t>)</w:t>
      </w:r>
    </w:p>
    <w:p w:rsidR="00E8659C" w:rsidRPr="00E8659C" w:rsidRDefault="00256F60" w:rsidP="00E8659C">
      <w:pPr>
        <w:pStyle w:val="libNormal"/>
        <w:rPr>
          <w:lang w:bidi="fa-IR"/>
        </w:rPr>
      </w:pPr>
      <w:r>
        <w:rPr>
          <w:rtl/>
          <w:lang w:bidi="fa-IR"/>
        </w:rPr>
        <w:t>1</w:t>
      </w:r>
      <w:r w:rsidR="00506E9B">
        <w:rPr>
          <w:rtl/>
          <w:lang w:bidi="fa-IR"/>
        </w:rPr>
        <w:t>6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</w:t>
      </w:r>
      <w:r w:rsidR="00E8659C" w:rsidRPr="00520B90">
        <w:rPr>
          <w:rStyle w:val="libBold1Char"/>
          <w:rtl/>
        </w:rPr>
        <w:t>موس</w:t>
      </w:r>
      <w:r w:rsidR="00F456F0" w:rsidRPr="00520B90">
        <w:rPr>
          <w:rStyle w:val="libBold1Char"/>
          <w:rtl/>
        </w:rPr>
        <w:t xml:space="preserve">ی </w:t>
      </w:r>
      <w:r w:rsidR="00E8659C" w:rsidRPr="00520B90">
        <w:rPr>
          <w:rStyle w:val="libBold1Char"/>
          <w:rtl/>
        </w:rPr>
        <w:t>بن قاسم بن معاوية بن وهب بجل</w:t>
      </w:r>
      <w:r w:rsidR="00F456F0" w:rsidRPr="00520B90">
        <w:rPr>
          <w:rStyle w:val="libBold1Char"/>
          <w:rtl/>
        </w:rPr>
        <w:t>ی</w:t>
      </w:r>
      <w:r w:rsidR="00A429E4">
        <w:rPr>
          <w:rtl/>
          <w:lang w:bidi="fa-IR"/>
        </w:rPr>
        <w:t>:</w:t>
      </w:r>
      <w:r w:rsidR="00E8659C" w:rsidRPr="00E8659C">
        <w:rPr>
          <w:rtl/>
          <w:lang w:bidi="fa-IR"/>
        </w:rPr>
        <w:t xml:space="preserve"> او يك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 xml:space="preserve">ديگر از اصحاب امام جواد </w:t>
      </w:r>
      <w:r w:rsidR="00366A7F" w:rsidRPr="00366A7F">
        <w:rPr>
          <w:rStyle w:val="libAlaemChar"/>
          <w:rtl/>
        </w:rPr>
        <w:t>عليه‌السلام‌</w:t>
      </w:r>
      <w:r w:rsidR="00E8659C" w:rsidRPr="00E8659C">
        <w:rPr>
          <w:rtl/>
          <w:lang w:bidi="fa-IR"/>
        </w:rPr>
        <w:t xml:space="preserve"> و امام هاد</w:t>
      </w:r>
      <w:r w:rsidR="00F456F0">
        <w:rPr>
          <w:rtl/>
          <w:lang w:bidi="fa-IR"/>
        </w:rPr>
        <w:t xml:space="preserve">ی </w:t>
      </w:r>
      <w:r w:rsidR="00366A7F" w:rsidRPr="00366A7F">
        <w:rPr>
          <w:rStyle w:val="libAlaemChar"/>
          <w:rtl/>
        </w:rPr>
        <w:t>عليه‌السلام‌</w:t>
      </w:r>
      <w:r w:rsidR="00E8659C" w:rsidRPr="00E8659C">
        <w:rPr>
          <w:rtl/>
          <w:lang w:bidi="fa-IR"/>
        </w:rPr>
        <w:t xml:space="preserve"> م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باشد و يك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از افراد بسيارمؤثق و مطمئن در نقل حديث م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باشد او كتابها و تأليفات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دارد و نجاش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او را دو بار</w:t>
      </w:r>
      <w:r w:rsidR="00191E26">
        <w:rPr>
          <w:rFonts w:hint="cs"/>
          <w:rtl/>
          <w:lang w:bidi="fa-IR"/>
        </w:rPr>
        <w:t xml:space="preserve"> </w:t>
      </w:r>
      <w:r w:rsidR="00E8659C" w:rsidRPr="00E8659C">
        <w:rPr>
          <w:rtl/>
          <w:lang w:bidi="fa-IR"/>
        </w:rPr>
        <w:t>با كلمه ثقة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ثقة مورد تأييد قرار داده است او كتاب رجال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lastRenderedPageBreak/>
        <w:t>دارد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در آن</w:t>
      </w:r>
      <w:r w:rsidR="00191E26">
        <w:rPr>
          <w:rFonts w:hint="cs"/>
          <w:rtl/>
          <w:lang w:bidi="fa-IR"/>
        </w:rPr>
        <w:t xml:space="preserve"> </w:t>
      </w:r>
      <w:r w:rsidR="00E8659C" w:rsidRPr="00E8659C">
        <w:rPr>
          <w:rtl/>
          <w:lang w:bidi="fa-IR"/>
        </w:rPr>
        <w:t xml:space="preserve">كتاب شرح حال </w:t>
      </w:r>
      <w:r>
        <w:rPr>
          <w:rtl/>
          <w:lang w:bidi="fa-IR"/>
        </w:rPr>
        <w:t>1</w:t>
      </w:r>
      <w:r w:rsidR="00A35C10">
        <w:rPr>
          <w:rtl/>
          <w:lang w:bidi="fa-IR"/>
        </w:rPr>
        <w:t>8</w:t>
      </w:r>
      <w:r w:rsidR="00E8659C" w:rsidRPr="00E8659C">
        <w:rPr>
          <w:rtl/>
          <w:lang w:bidi="fa-IR"/>
        </w:rPr>
        <w:t xml:space="preserve"> تن را آورده است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و تعداد تأليفات او از </w:t>
      </w:r>
      <w:r w:rsidR="00FA474B">
        <w:rPr>
          <w:rtl/>
          <w:lang w:bidi="fa-IR"/>
        </w:rPr>
        <w:t>3</w:t>
      </w:r>
      <w:r w:rsidR="009072C7">
        <w:rPr>
          <w:rtl/>
          <w:lang w:bidi="fa-IR"/>
        </w:rPr>
        <w:t>0</w:t>
      </w:r>
      <w:r w:rsidR="00E8659C" w:rsidRPr="00E8659C">
        <w:rPr>
          <w:rtl/>
          <w:lang w:bidi="fa-IR"/>
        </w:rPr>
        <w:t xml:space="preserve"> عنوان تجاوز م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كنداو در باب فضيلت نماز در مسجد النب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روايت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دارد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</w:t>
      </w:r>
      <w:r w:rsidR="00E8659C" w:rsidRPr="006249D9">
        <w:rPr>
          <w:rStyle w:val="libFootnotenumChar"/>
          <w:rtl/>
        </w:rPr>
        <w:t>(</w:t>
      </w:r>
      <w:r w:rsidRPr="006249D9">
        <w:rPr>
          <w:rStyle w:val="libFootnotenumChar"/>
          <w:rtl/>
        </w:rPr>
        <w:t>11</w:t>
      </w:r>
      <w:r w:rsidR="00506E9B" w:rsidRPr="006249D9">
        <w:rPr>
          <w:rStyle w:val="libFootnotenumChar"/>
          <w:rtl/>
        </w:rPr>
        <w:t>7</w:t>
      </w:r>
      <w:r w:rsidR="00E8659C" w:rsidRPr="006249D9">
        <w:rPr>
          <w:rStyle w:val="libFootnotenumChar"/>
          <w:rtl/>
        </w:rPr>
        <w:t>)</w:t>
      </w:r>
    </w:p>
    <w:p w:rsidR="00E8659C" w:rsidRPr="00E8659C" w:rsidRDefault="00191E26" w:rsidP="00E8659C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E8659C" w:rsidRDefault="00E8659C" w:rsidP="00191E26">
      <w:pPr>
        <w:pStyle w:val="Heading2"/>
        <w:rPr>
          <w:rtl/>
          <w:lang w:bidi="fa-IR"/>
        </w:rPr>
      </w:pPr>
      <w:bookmarkStart w:id="27" w:name="_Toc487273801"/>
      <w:r w:rsidRPr="00E8659C">
        <w:rPr>
          <w:rtl/>
          <w:lang w:bidi="fa-IR"/>
        </w:rPr>
        <w:t>زنان محدثه در بين راويان و ناقلان حديث</w:t>
      </w:r>
      <w:bookmarkEnd w:id="27"/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 xml:space="preserve">از امام جواد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تعداد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هم از بانوانديده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شوند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از آن ميان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حكيمه دختر امام جواد </w:t>
      </w:r>
      <w:r w:rsidR="00366A7F" w:rsidRPr="00366A7F">
        <w:rPr>
          <w:rStyle w:val="libAlaemChar"/>
          <w:rtl/>
        </w:rPr>
        <w:t>عليه‌السلام‌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زينب</w:t>
      </w:r>
      <w:r w:rsidR="00191E26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دختر محمد بن يحي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باشد كه صاحب معجم رجال الحديث در معرف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آنان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نويسد</w:t>
      </w:r>
      <w:r w:rsidR="004851C8">
        <w:rPr>
          <w:rtl/>
          <w:lang w:bidi="fa-IR"/>
        </w:rPr>
        <w:t>:</w:t>
      </w:r>
    </w:p>
    <w:p w:rsidR="00E8659C" w:rsidRPr="00E8659C" w:rsidRDefault="00256F60" w:rsidP="00191E26">
      <w:pPr>
        <w:pStyle w:val="libNormal"/>
        <w:rPr>
          <w:lang w:bidi="fa-IR"/>
        </w:rPr>
      </w:pPr>
      <w:r>
        <w:rPr>
          <w:rtl/>
          <w:lang w:bidi="fa-IR"/>
        </w:rPr>
        <w:t>1</w:t>
      </w:r>
      <w:r w:rsidR="00506E9B">
        <w:rPr>
          <w:rtl/>
          <w:lang w:bidi="fa-IR"/>
        </w:rPr>
        <w:t>7</w:t>
      </w:r>
      <w:r w:rsidR="00E8659C" w:rsidRPr="00E8659C">
        <w:rPr>
          <w:rtl/>
          <w:lang w:bidi="fa-IR"/>
        </w:rPr>
        <w:t xml:space="preserve">. </w:t>
      </w:r>
      <w:r w:rsidR="00E8659C" w:rsidRPr="00191E26">
        <w:rPr>
          <w:rStyle w:val="libBold1Char"/>
          <w:rtl/>
        </w:rPr>
        <w:t>حكيمه</w:t>
      </w:r>
      <w:r w:rsidR="004851C8">
        <w:rPr>
          <w:rtl/>
          <w:lang w:bidi="fa-IR"/>
        </w:rPr>
        <w:t>:</w:t>
      </w:r>
      <w:r w:rsidR="00E8659C" w:rsidRPr="00E8659C">
        <w:rPr>
          <w:rtl/>
          <w:lang w:bidi="fa-IR"/>
        </w:rPr>
        <w:t xml:space="preserve"> دختر امام جواد </w:t>
      </w:r>
      <w:r w:rsidR="00366A7F" w:rsidRPr="00366A7F">
        <w:rPr>
          <w:rStyle w:val="libAlaemChar"/>
          <w:rtl/>
        </w:rPr>
        <w:t>عليه‌السلام‌</w:t>
      </w:r>
      <w:r w:rsidR="00E8659C" w:rsidRPr="00E8659C">
        <w:rPr>
          <w:rtl/>
          <w:lang w:bidi="fa-IR"/>
        </w:rPr>
        <w:t xml:space="preserve"> و عم</w:t>
      </w:r>
      <w:r w:rsidR="00BB00AB">
        <w:rPr>
          <w:rtl/>
          <w:lang w:bidi="fa-IR"/>
        </w:rPr>
        <w:t>ه</w:t>
      </w:r>
      <w:r w:rsidR="00E8659C" w:rsidRPr="00E8659C">
        <w:rPr>
          <w:rtl/>
          <w:lang w:bidi="fa-IR"/>
        </w:rPr>
        <w:t xml:space="preserve"> امام عسگر</w:t>
      </w:r>
      <w:r w:rsidR="00F456F0">
        <w:rPr>
          <w:rtl/>
          <w:lang w:bidi="fa-IR"/>
        </w:rPr>
        <w:t xml:space="preserve">ی </w:t>
      </w:r>
      <w:r w:rsidR="00366A7F" w:rsidRPr="00366A7F">
        <w:rPr>
          <w:rStyle w:val="libAlaemChar"/>
          <w:rtl/>
        </w:rPr>
        <w:t>عليه‌السلام‌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داستان ولادت امام زمان (عج) روايت كرده است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</w:t>
      </w:r>
      <w:r w:rsidR="00191E26">
        <w:rPr>
          <w:rFonts w:hint="cs"/>
          <w:rtl/>
          <w:lang w:bidi="fa-IR"/>
        </w:rPr>
        <w:t>(</w:t>
      </w:r>
      <w:r w:rsidR="00E8659C" w:rsidRPr="00E8659C">
        <w:rPr>
          <w:rtl/>
          <w:lang w:bidi="fa-IR"/>
        </w:rPr>
        <w:t>كاف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 xml:space="preserve">/ ج </w:t>
      </w:r>
      <w:r>
        <w:rPr>
          <w:rtl/>
          <w:lang w:bidi="fa-IR"/>
        </w:rPr>
        <w:t>1</w:t>
      </w:r>
      <w:r w:rsidR="00E8659C" w:rsidRPr="00E8659C">
        <w:rPr>
          <w:rtl/>
          <w:lang w:bidi="fa-IR"/>
        </w:rPr>
        <w:t xml:space="preserve"> / حديث </w:t>
      </w:r>
      <w:r w:rsidR="00FA474B">
        <w:rPr>
          <w:rtl/>
          <w:lang w:bidi="fa-IR"/>
        </w:rPr>
        <w:t>3</w:t>
      </w:r>
      <w:r w:rsidR="00191E26">
        <w:rPr>
          <w:rFonts w:hint="cs"/>
          <w:rtl/>
          <w:lang w:bidi="fa-IR"/>
        </w:rPr>
        <w:t xml:space="preserve">). </w:t>
      </w:r>
      <w:r w:rsidR="00E8659C" w:rsidRPr="006249D9">
        <w:rPr>
          <w:rStyle w:val="libFootnotenumChar"/>
          <w:rtl/>
        </w:rPr>
        <w:t>(</w:t>
      </w:r>
      <w:r w:rsidRPr="006249D9">
        <w:rPr>
          <w:rStyle w:val="libFootnotenumChar"/>
          <w:rtl/>
        </w:rPr>
        <w:t>11</w:t>
      </w:r>
      <w:r w:rsidR="00A35C10" w:rsidRPr="006249D9">
        <w:rPr>
          <w:rStyle w:val="libFootnotenumChar"/>
          <w:rtl/>
        </w:rPr>
        <w:t>8</w:t>
      </w:r>
      <w:r w:rsidR="00E8659C" w:rsidRPr="006249D9">
        <w:rPr>
          <w:rStyle w:val="libFootnotenumChar"/>
          <w:rtl/>
        </w:rPr>
        <w:t>)</w:t>
      </w:r>
    </w:p>
    <w:p w:rsidR="00E8659C" w:rsidRPr="00E8659C" w:rsidRDefault="00256F60" w:rsidP="00E8659C">
      <w:pPr>
        <w:pStyle w:val="libNormal"/>
        <w:rPr>
          <w:lang w:bidi="fa-IR"/>
        </w:rPr>
      </w:pPr>
      <w:r>
        <w:rPr>
          <w:rtl/>
          <w:lang w:bidi="fa-IR"/>
        </w:rPr>
        <w:t>1</w:t>
      </w:r>
      <w:r w:rsidR="00A35C10">
        <w:rPr>
          <w:rtl/>
          <w:lang w:bidi="fa-IR"/>
        </w:rPr>
        <w:t>8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</w:t>
      </w:r>
      <w:r w:rsidR="00E8659C" w:rsidRPr="00191E26">
        <w:rPr>
          <w:rStyle w:val="libBold1Char"/>
          <w:rtl/>
        </w:rPr>
        <w:t>زينب دختر محمد بن يحي</w:t>
      </w:r>
      <w:r w:rsidR="00F456F0" w:rsidRPr="00191E26">
        <w:rPr>
          <w:rStyle w:val="libBold1Char"/>
          <w:rtl/>
        </w:rPr>
        <w:t>ی</w:t>
      </w:r>
      <w:r w:rsidR="00A429E4">
        <w:rPr>
          <w:rtl/>
          <w:lang w:bidi="fa-IR"/>
        </w:rPr>
        <w:t>:</w:t>
      </w:r>
      <w:r w:rsidR="00E8659C" w:rsidRPr="00E8659C">
        <w:rPr>
          <w:rtl/>
          <w:lang w:bidi="fa-IR"/>
        </w:rPr>
        <w:t xml:space="preserve"> او از روايات از امام جواد </w:t>
      </w:r>
      <w:r w:rsidR="00366A7F" w:rsidRPr="00366A7F">
        <w:rPr>
          <w:rStyle w:val="libAlaemChar"/>
          <w:rtl/>
        </w:rPr>
        <w:t>عليه‌السلام‌</w:t>
      </w:r>
      <w:r w:rsidR="00E8659C" w:rsidRPr="00E8659C">
        <w:rPr>
          <w:rtl/>
          <w:lang w:bidi="fa-IR"/>
        </w:rPr>
        <w:t xml:space="preserve"> شيخ طوس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و كش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او را از اصحاب اب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جعفر ثان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 xml:space="preserve">امام جواد </w:t>
      </w:r>
      <w:r w:rsidR="00366A7F" w:rsidRPr="00366A7F">
        <w:rPr>
          <w:rStyle w:val="libAlaemChar"/>
          <w:rtl/>
        </w:rPr>
        <w:t>عليه‌السلام‌</w:t>
      </w:r>
      <w:r w:rsidR="00E8659C" w:rsidRPr="00E8659C">
        <w:rPr>
          <w:rtl/>
          <w:lang w:bidi="fa-IR"/>
        </w:rPr>
        <w:t xml:space="preserve"> دانسته اند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</w:t>
      </w:r>
      <w:r w:rsidR="00E8659C" w:rsidRPr="006249D9">
        <w:rPr>
          <w:rStyle w:val="libFootnotenumChar"/>
          <w:rtl/>
        </w:rPr>
        <w:t>(</w:t>
      </w:r>
      <w:r w:rsidRPr="006249D9">
        <w:rPr>
          <w:rStyle w:val="libFootnotenumChar"/>
          <w:rtl/>
        </w:rPr>
        <w:t>11</w:t>
      </w:r>
      <w:r w:rsidR="003D2C90" w:rsidRPr="006249D9">
        <w:rPr>
          <w:rStyle w:val="libFootnotenumChar"/>
          <w:rtl/>
        </w:rPr>
        <w:t>9</w:t>
      </w:r>
      <w:r w:rsidR="00E8659C" w:rsidRPr="006249D9">
        <w:rPr>
          <w:rStyle w:val="libFootnotenumChar"/>
          <w:rtl/>
        </w:rPr>
        <w:t>)</w:t>
      </w:r>
    </w:p>
    <w:p w:rsidR="00E8659C" w:rsidRPr="00E8659C" w:rsidRDefault="00191E26" w:rsidP="00E8659C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E8659C" w:rsidRPr="00191E26" w:rsidRDefault="00E8659C" w:rsidP="00191E26">
      <w:pPr>
        <w:pStyle w:val="Heading2"/>
        <w:rPr>
          <w:rtl/>
        </w:rPr>
      </w:pPr>
      <w:bookmarkStart w:id="28" w:name="_Toc487273802"/>
      <w:r w:rsidRPr="00E8659C">
        <w:rPr>
          <w:rtl/>
          <w:lang w:bidi="fa-IR"/>
        </w:rPr>
        <w:t xml:space="preserve">از ديگر ياران و ياوران امام </w:t>
      </w:r>
      <w:r w:rsidR="00366A7F" w:rsidRPr="00366A7F">
        <w:rPr>
          <w:rStyle w:val="libAlaemChar"/>
          <w:rtl/>
        </w:rPr>
        <w:t>عليه‌السلام‌</w:t>
      </w:r>
      <w:bookmarkEnd w:id="28"/>
    </w:p>
    <w:p w:rsidR="00E8659C" w:rsidRPr="00E8659C" w:rsidRDefault="00256F60" w:rsidP="00E8659C">
      <w:pPr>
        <w:pStyle w:val="libNormal"/>
        <w:rPr>
          <w:lang w:bidi="fa-IR"/>
        </w:rPr>
      </w:pPr>
      <w:r>
        <w:rPr>
          <w:rtl/>
          <w:lang w:bidi="fa-IR"/>
        </w:rPr>
        <w:t>1</w:t>
      </w:r>
      <w:r w:rsidR="003D2C90">
        <w:rPr>
          <w:rtl/>
          <w:lang w:bidi="fa-IR"/>
        </w:rPr>
        <w:t>9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</w:t>
      </w:r>
      <w:r w:rsidR="00E8659C" w:rsidRPr="00191E26">
        <w:rPr>
          <w:rStyle w:val="libBold1Char"/>
          <w:rtl/>
        </w:rPr>
        <w:t>ابن ابن غمير بغداد</w:t>
      </w:r>
      <w:r w:rsidR="00F456F0" w:rsidRPr="00191E26">
        <w:rPr>
          <w:rStyle w:val="libBold1Char"/>
          <w:rtl/>
        </w:rPr>
        <w:t>ی</w:t>
      </w:r>
      <w:r w:rsidR="00F456F0">
        <w:rPr>
          <w:rtl/>
          <w:lang w:bidi="fa-IR"/>
        </w:rPr>
        <w:t xml:space="preserve"> </w:t>
      </w:r>
      <w:r w:rsidR="00E8659C" w:rsidRPr="00E8659C">
        <w:rPr>
          <w:rtl/>
          <w:lang w:bidi="fa-IR"/>
        </w:rPr>
        <w:t xml:space="preserve">(م </w:t>
      </w:r>
      <w:r w:rsidR="005631DD">
        <w:rPr>
          <w:rtl/>
          <w:lang w:bidi="fa-IR"/>
        </w:rPr>
        <w:t>2</w:t>
      </w:r>
      <w:r>
        <w:rPr>
          <w:rtl/>
          <w:lang w:bidi="fa-IR"/>
        </w:rPr>
        <w:t>1</w:t>
      </w:r>
      <w:r w:rsidR="00506E9B">
        <w:rPr>
          <w:rtl/>
          <w:lang w:bidi="fa-IR"/>
        </w:rPr>
        <w:t>7</w:t>
      </w:r>
      <w:r w:rsidR="00E8659C" w:rsidRPr="00E8659C">
        <w:rPr>
          <w:rtl/>
          <w:lang w:bidi="fa-IR"/>
        </w:rPr>
        <w:t xml:space="preserve"> ه‍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ق)</w:t>
      </w:r>
      <w:r w:rsidR="004851C8">
        <w:rPr>
          <w:rtl/>
          <w:lang w:bidi="fa-IR"/>
        </w:rPr>
        <w:t>.</w:t>
      </w:r>
    </w:p>
    <w:p w:rsidR="00E8659C" w:rsidRPr="00E8659C" w:rsidRDefault="005631DD" w:rsidP="00E8659C">
      <w:pPr>
        <w:pStyle w:val="libNormal"/>
        <w:rPr>
          <w:lang w:bidi="fa-IR"/>
        </w:rPr>
      </w:pPr>
      <w:r>
        <w:rPr>
          <w:rtl/>
          <w:lang w:bidi="fa-IR"/>
        </w:rPr>
        <w:t>2</w:t>
      </w:r>
      <w:r w:rsidR="009072C7">
        <w:rPr>
          <w:rtl/>
          <w:lang w:bidi="fa-IR"/>
        </w:rPr>
        <w:t>0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</w:t>
      </w:r>
      <w:r w:rsidR="00E8659C" w:rsidRPr="00191E26">
        <w:rPr>
          <w:rStyle w:val="libBold1Char"/>
          <w:rtl/>
        </w:rPr>
        <w:t>ابو جعفر محمد بنسنان زاهر</w:t>
      </w:r>
      <w:r w:rsidR="00F456F0" w:rsidRPr="00191E26">
        <w:rPr>
          <w:rStyle w:val="libBold1Char"/>
          <w:rtl/>
        </w:rPr>
        <w:t>ی</w:t>
      </w:r>
      <w:r w:rsidR="00F456F0">
        <w:rPr>
          <w:rtl/>
          <w:lang w:bidi="fa-IR"/>
        </w:rPr>
        <w:t xml:space="preserve"> </w:t>
      </w:r>
      <w:r w:rsidR="00E8659C" w:rsidRPr="00E8659C">
        <w:rPr>
          <w:rtl/>
          <w:lang w:bidi="fa-IR"/>
        </w:rPr>
        <w:t xml:space="preserve">(م </w:t>
      </w:r>
      <w:r>
        <w:rPr>
          <w:rtl/>
          <w:lang w:bidi="fa-IR"/>
        </w:rPr>
        <w:t>22</w:t>
      </w:r>
      <w:r w:rsidR="009072C7">
        <w:rPr>
          <w:rtl/>
          <w:lang w:bidi="fa-IR"/>
        </w:rPr>
        <w:t>0</w:t>
      </w:r>
      <w:r w:rsidR="00E8659C" w:rsidRPr="00E8659C">
        <w:rPr>
          <w:rtl/>
          <w:lang w:bidi="fa-IR"/>
        </w:rPr>
        <w:t xml:space="preserve"> ه‍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ق)</w:t>
      </w:r>
      <w:r w:rsidR="004851C8">
        <w:rPr>
          <w:rtl/>
          <w:lang w:bidi="fa-IR"/>
        </w:rPr>
        <w:t>.</w:t>
      </w:r>
    </w:p>
    <w:p w:rsidR="00E8659C" w:rsidRPr="00E8659C" w:rsidRDefault="005631DD" w:rsidP="00E8659C">
      <w:pPr>
        <w:pStyle w:val="libNormal"/>
        <w:rPr>
          <w:lang w:bidi="fa-IR"/>
        </w:rPr>
      </w:pPr>
      <w:r>
        <w:rPr>
          <w:rtl/>
          <w:lang w:bidi="fa-IR"/>
        </w:rPr>
        <w:t>2</w:t>
      </w:r>
      <w:r w:rsidR="00256F60">
        <w:rPr>
          <w:rtl/>
          <w:lang w:bidi="fa-IR"/>
        </w:rPr>
        <w:t>1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</w:t>
      </w:r>
      <w:r w:rsidR="00E8659C" w:rsidRPr="00191E26">
        <w:rPr>
          <w:rStyle w:val="libBold1Char"/>
          <w:rtl/>
        </w:rPr>
        <w:t>ابو تمام حبيب بن اوسطائ</w:t>
      </w:r>
      <w:r w:rsidR="00F456F0" w:rsidRPr="00191E26">
        <w:rPr>
          <w:rStyle w:val="libBold1Char"/>
          <w:rtl/>
        </w:rPr>
        <w:t>ی</w:t>
      </w:r>
      <w:r w:rsidR="00F456F0">
        <w:rPr>
          <w:rtl/>
          <w:lang w:bidi="fa-IR"/>
        </w:rPr>
        <w:t xml:space="preserve"> </w:t>
      </w:r>
      <w:r w:rsidR="00E8659C" w:rsidRPr="00E8659C">
        <w:rPr>
          <w:rtl/>
          <w:lang w:bidi="fa-IR"/>
        </w:rPr>
        <w:t>شاعر شيع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مشهور (م</w:t>
      </w:r>
      <w:r>
        <w:rPr>
          <w:rtl/>
          <w:lang w:bidi="fa-IR"/>
        </w:rPr>
        <w:t>2</w:t>
      </w:r>
      <w:r w:rsidR="00FA474B">
        <w:rPr>
          <w:rtl/>
          <w:lang w:bidi="fa-IR"/>
        </w:rPr>
        <w:t>3</w:t>
      </w:r>
      <w:r w:rsidR="00256F60">
        <w:rPr>
          <w:rtl/>
          <w:lang w:bidi="fa-IR"/>
        </w:rPr>
        <w:t>1</w:t>
      </w:r>
      <w:r w:rsidR="00E8659C" w:rsidRPr="00E8659C">
        <w:rPr>
          <w:rtl/>
          <w:lang w:bidi="fa-IR"/>
        </w:rPr>
        <w:t xml:space="preserve"> ه‍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ق)</w:t>
      </w:r>
      <w:r w:rsidR="004851C8">
        <w:rPr>
          <w:rtl/>
          <w:lang w:bidi="fa-IR"/>
        </w:rPr>
        <w:t>.</w:t>
      </w:r>
    </w:p>
    <w:p w:rsidR="00191E26" w:rsidRDefault="005631DD" w:rsidP="00E8659C">
      <w:pPr>
        <w:pStyle w:val="libNormal"/>
        <w:rPr>
          <w:rtl/>
          <w:lang w:bidi="fa-IR"/>
        </w:rPr>
      </w:pPr>
      <w:r>
        <w:rPr>
          <w:rtl/>
          <w:lang w:bidi="fa-IR"/>
        </w:rPr>
        <w:t>22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</w:t>
      </w:r>
      <w:r w:rsidR="00E8659C" w:rsidRPr="00191E26">
        <w:rPr>
          <w:rStyle w:val="libBold1Char"/>
          <w:rtl/>
        </w:rPr>
        <w:t>فضل بن شذان نيشابور</w:t>
      </w:r>
      <w:r w:rsidR="00F456F0" w:rsidRPr="00191E26">
        <w:rPr>
          <w:rStyle w:val="libBold1Char"/>
          <w:rtl/>
        </w:rPr>
        <w:t>ی</w:t>
      </w:r>
      <w:r w:rsidR="00F456F0">
        <w:rPr>
          <w:rtl/>
          <w:lang w:bidi="fa-IR"/>
        </w:rPr>
        <w:t xml:space="preserve"> </w:t>
      </w:r>
      <w:r w:rsidR="00E8659C" w:rsidRPr="00E8659C">
        <w:rPr>
          <w:rtl/>
          <w:lang w:bidi="fa-IR"/>
        </w:rPr>
        <w:t xml:space="preserve">(م </w:t>
      </w:r>
      <w:r>
        <w:rPr>
          <w:rtl/>
          <w:lang w:bidi="fa-IR"/>
        </w:rPr>
        <w:t>2</w:t>
      </w:r>
      <w:r w:rsidR="00506E9B">
        <w:rPr>
          <w:rtl/>
          <w:lang w:bidi="fa-IR"/>
        </w:rPr>
        <w:t>6</w:t>
      </w:r>
      <w:r w:rsidR="009072C7">
        <w:rPr>
          <w:rtl/>
          <w:lang w:bidi="fa-IR"/>
        </w:rPr>
        <w:t>0</w:t>
      </w:r>
      <w:r w:rsidR="00E8659C" w:rsidRPr="00E8659C">
        <w:rPr>
          <w:rtl/>
          <w:lang w:bidi="fa-IR"/>
        </w:rPr>
        <w:t xml:space="preserve"> ه‍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ق)</w:t>
      </w:r>
      <w:r w:rsidR="004851C8">
        <w:rPr>
          <w:rtl/>
          <w:lang w:bidi="fa-IR"/>
        </w:rPr>
        <w:t>.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اينان هر كدام به گونه 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موردتعقيب بودند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فضل بن شاذان از نيشابور بيرون كردند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عبد الله بن طاهر با او چنين</w:t>
      </w:r>
      <w:r w:rsidR="00191E26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رفتار نمود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سپس كتابها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او را تفتيش كرد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چون مطالب آن كتابها درباره خداشناس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</w:t>
      </w:r>
      <w:r w:rsidR="00191E26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توحيد بود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به او گزارش دادند ول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قانع نشد و گفت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خواهم عقيد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سياس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او رانيز بدانم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256F60" w:rsidRPr="006249D9">
        <w:rPr>
          <w:rStyle w:val="libFootnotenumChar"/>
          <w:rtl/>
        </w:rPr>
        <w:t>1</w:t>
      </w:r>
      <w:r w:rsidR="005631DD" w:rsidRPr="006249D9">
        <w:rPr>
          <w:rStyle w:val="libFootnotenumChar"/>
          <w:rtl/>
        </w:rPr>
        <w:t>2</w:t>
      </w:r>
      <w:r w:rsidR="009072C7" w:rsidRPr="006249D9">
        <w:rPr>
          <w:rStyle w:val="libFootnotenumChar"/>
          <w:rtl/>
        </w:rPr>
        <w:t>0</w:t>
      </w:r>
      <w:r w:rsidRPr="006249D9">
        <w:rPr>
          <w:rStyle w:val="libFootnotenumChar"/>
          <w:rtl/>
        </w:rPr>
        <w:t>)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ابوتمام شاعر نيز از اين امر ب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بهره نبود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اميران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خوداهل شعر و ادب بودند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حاضر نبودند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شعر او را بشنوند و مانند ديگر شاعران مورد</w:t>
      </w:r>
      <w:r w:rsidR="00191E26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تشويق و تقدير قرار دهند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ابن اب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عمير اين عالم ثقه و بزرگ كه مراسيل او را</w:t>
      </w:r>
      <w:r w:rsidR="00191E26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همانند مسانيد دانسته اند سالها در زندان بود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تازيانه ها زدند تا اسام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هممكتبان خود را بگويد و نگفت</w:t>
      </w:r>
      <w:r w:rsidR="004851C8">
        <w:rPr>
          <w:rtl/>
          <w:lang w:bidi="fa-IR"/>
        </w:rPr>
        <w:t>.</w:t>
      </w:r>
    </w:p>
    <w:p w:rsidR="00E8659C" w:rsidRPr="00E8659C" w:rsidRDefault="00191E26" w:rsidP="00E8659C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E8659C" w:rsidRDefault="00E8659C" w:rsidP="00191E26">
      <w:pPr>
        <w:pStyle w:val="Heading2"/>
        <w:rPr>
          <w:rtl/>
          <w:lang w:bidi="fa-IR"/>
        </w:rPr>
      </w:pPr>
      <w:bookmarkStart w:id="29" w:name="_Toc487273803"/>
      <w:r w:rsidRPr="00E8659C">
        <w:rPr>
          <w:rtl/>
          <w:lang w:bidi="fa-IR"/>
        </w:rPr>
        <w:t xml:space="preserve">امام جواد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و مهد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موعود (عجلالله تعال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فرجه الشريف)</w:t>
      </w:r>
      <w:bookmarkEnd w:id="29"/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 xml:space="preserve">رسول خدا </w:t>
      </w:r>
      <w:r w:rsidR="00E954A2" w:rsidRPr="00E954A2">
        <w:rPr>
          <w:rStyle w:val="libAlaemChar"/>
          <w:rtl/>
        </w:rPr>
        <w:t>صلى‌الله‌عليه‌وآله‌وسلم</w:t>
      </w:r>
      <w:r w:rsidRPr="00E8659C">
        <w:rPr>
          <w:rtl/>
          <w:lang w:bidi="fa-IR"/>
        </w:rPr>
        <w:t xml:space="preserve"> و فاطم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زهرا (س) وتمام پيشوايان معصوم </w:t>
      </w:r>
      <w:r w:rsidR="00E954A2" w:rsidRPr="00E954A2">
        <w:rPr>
          <w:rStyle w:val="libAlaemChar"/>
          <w:rtl/>
        </w:rPr>
        <w:t>صلى‌الله‌عليه‌وآله‌وسلم</w:t>
      </w:r>
      <w:r w:rsidRPr="00E8659C">
        <w:rPr>
          <w:rtl/>
          <w:lang w:bidi="fa-IR"/>
        </w:rPr>
        <w:t xml:space="preserve"> همه از آمدن مهد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موعود (عجلالله تعال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فرجه الشريف) خبر داده اند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مرحوم صدوق در كتاب كمال الدين و تمام</w:t>
      </w:r>
      <w:r w:rsidR="00191E26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النعمة اخبار آنها را در ابواب بيست و چهار تا 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هشت نقل كرده است و مرحوم</w:t>
      </w:r>
      <w:r w:rsidR="00191E26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مجلس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نيز آنها را در بحار الانوار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ج </w:t>
      </w:r>
      <w:r w:rsidR="00506E9B">
        <w:rPr>
          <w:rtl/>
          <w:lang w:bidi="fa-IR"/>
        </w:rPr>
        <w:t>5</w:t>
      </w:r>
      <w:r w:rsidR="00256F60">
        <w:rPr>
          <w:rtl/>
          <w:lang w:bidi="fa-IR"/>
        </w:rPr>
        <w:t>1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</w:t>
      </w:r>
      <w:r w:rsidR="00506E9B">
        <w:rPr>
          <w:rtl/>
          <w:lang w:bidi="fa-IR"/>
        </w:rPr>
        <w:t>65</w:t>
      </w:r>
      <w:r w:rsidRPr="00E8659C">
        <w:rPr>
          <w:rtl/>
          <w:lang w:bidi="fa-IR"/>
        </w:rPr>
        <w:t xml:space="preserve"> تا </w:t>
      </w:r>
      <w:r w:rsidR="00256F60">
        <w:rPr>
          <w:rtl/>
          <w:lang w:bidi="fa-IR"/>
        </w:rPr>
        <w:t>1</w:t>
      </w:r>
      <w:r w:rsidR="00506E9B">
        <w:rPr>
          <w:rtl/>
          <w:lang w:bidi="fa-IR"/>
        </w:rPr>
        <w:t>6</w:t>
      </w:r>
      <w:r w:rsidR="005631DD">
        <w:rPr>
          <w:rtl/>
          <w:lang w:bidi="fa-IR"/>
        </w:rPr>
        <w:t>2</w:t>
      </w:r>
      <w:r w:rsidRPr="00E8659C">
        <w:rPr>
          <w:rtl/>
          <w:lang w:bidi="fa-IR"/>
        </w:rPr>
        <w:t xml:space="preserve"> نقل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در اينجا به</w:t>
      </w:r>
      <w:r w:rsidR="00191E26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مناسبت زندگ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حضرت جواد الائمة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آنچه از آن بزرگوار دربار حضرتمهد</w:t>
      </w:r>
      <w:r w:rsidR="00F456F0">
        <w:rPr>
          <w:rtl/>
          <w:lang w:bidi="fa-IR"/>
        </w:rPr>
        <w:t xml:space="preserve">ی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رسيده است نقل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كنيم</w:t>
      </w:r>
      <w:r w:rsidR="004851C8">
        <w:rPr>
          <w:rtl/>
          <w:lang w:bidi="fa-IR"/>
        </w:rPr>
        <w:t>.</w:t>
      </w:r>
    </w:p>
    <w:p w:rsidR="00191E26" w:rsidRDefault="00256F60" w:rsidP="00191E26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</w:t>
      </w:r>
      <w:r w:rsidR="00E8659C" w:rsidRPr="00191E26">
        <w:rPr>
          <w:rStyle w:val="libBold1Char"/>
          <w:rtl/>
        </w:rPr>
        <w:t>عبد العظيم حسن</w:t>
      </w:r>
      <w:r w:rsidR="00F456F0" w:rsidRPr="00191E26">
        <w:rPr>
          <w:rStyle w:val="libBold1Char"/>
          <w:rtl/>
        </w:rPr>
        <w:t>ی</w:t>
      </w:r>
      <w:r w:rsidR="00F456F0">
        <w:rPr>
          <w:rtl/>
          <w:lang w:bidi="fa-IR"/>
        </w:rPr>
        <w:t xml:space="preserve"> </w:t>
      </w:r>
      <w:r w:rsidR="00E8659C" w:rsidRPr="006249D9">
        <w:rPr>
          <w:rStyle w:val="libFootnotenumChar"/>
          <w:rtl/>
        </w:rPr>
        <w:t>(</w:t>
      </w:r>
      <w:r w:rsidRPr="006249D9">
        <w:rPr>
          <w:rStyle w:val="libFootnotenumChar"/>
          <w:rtl/>
        </w:rPr>
        <w:t>1</w:t>
      </w:r>
      <w:r w:rsidR="005631DD" w:rsidRPr="006249D9">
        <w:rPr>
          <w:rStyle w:val="libFootnotenumChar"/>
          <w:rtl/>
        </w:rPr>
        <w:t>2</w:t>
      </w:r>
      <w:r w:rsidRPr="006249D9">
        <w:rPr>
          <w:rStyle w:val="libFootnotenumChar"/>
          <w:rtl/>
        </w:rPr>
        <w:t>1</w:t>
      </w:r>
      <w:r w:rsidR="00E8659C" w:rsidRPr="006249D9">
        <w:rPr>
          <w:rStyle w:val="libFootnotenumChar"/>
          <w:rtl/>
        </w:rPr>
        <w:t>)</w:t>
      </w:r>
      <w:r w:rsidR="00E8659C" w:rsidRPr="00E8659C">
        <w:rPr>
          <w:rtl/>
          <w:lang w:bidi="fa-IR"/>
        </w:rPr>
        <w:t xml:space="preserve"> گويد</w:t>
      </w:r>
      <w:r w:rsidR="004851C8">
        <w:rPr>
          <w:rtl/>
          <w:lang w:bidi="fa-IR"/>
        </w:rPr>
        <w:t>:</w:t>
      </w:r>
      <w:r w:rsidR="00E8659C" w:rsidRPr="00E8659C">
        <w:rPr>
          <w:rtl/>
          <w:lang w:bidi="fa-IR"/>
        </w:rPr>
        <w:t xml:space="preserve"> به خدمت مولايم محمد بن عل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بن موس</w:t>
      </w:r>
      <w:r w:rsidR="00F456F0">
        <w:rPr>
          <w:rtl/>
          <w:lang w:bidi="fa-IR"/>
        </w:rPr>
        <w:t xml:space="preserve">ی </w:t>
      </w:r>
      <w:r w:rsidR="00366A7F" w:rsidRPr="00366A7F">
        <w:rPr>
          <w:rStyle w:val="libAlaemChar"/>
          <w:rtl/>
        </w:rPr>
        <w:t>عليه‌السلام‌</w:t>
      </w:r>
      <w:r w:rsidR="00E8659C" w:rsidRPr="00E8659C">
        <w:rPr>
          <w:rtl/>
          <w:lang w:bidi="fa-IR"/>
        </w:rPr>
        <w:t xml:space="preserve"> رسيدم وم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 xml:space="preserve">خواستم در ارتباط با امام قائم </w:t>
      </w:r>
      <w:r w:rsidR="00366A7F" w:rsidRPr="00366A7F">
        <w:rPr>
          <w:rStyle w:val="libAlaemChar"/>
          <w:rtl/>
        </w:rPr>
        <w:t>عليه‌السلام‌</w:t>
      </w:r>
      <w:r w:rsidR="00E8659C" w:rsidRPr="00E8659C">
        <w:rPr>
          <w:rtl/>
          <w:lang w:bidi="fa-IR"/>
        </w:rPr>
        <w:t xml:space="preserve"> از و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سؤال كنم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آيا اومهد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است يا غير از آن</w:t>
      </w:r>
      <w:r w:rsidR="004851C8">
        <w:rPr>
          <w:rtl/>
          <w:lang w:bidi="fa-IR"/>
        </w:rPr>
        <w:t>؟</w:t>
      </w:r>
    </w:p>
    <w:p w:rsidR="00191E26" w:rsidRDefault="00E8659C" w:rsidP="00191E26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آن حضرت پيش از من فرمودند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قائم از ما همان مهد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(عج) است كه واجب است در زمان غيبت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انتظار او را بكشند و در وقت ظهور از او اطاعت كنند، او فرزند سوم من است به خداي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كه محمد </w:t>
      </w:r>
      <w:r w:rsidR="00E954A2" w:rsidRPr="00E954A2">
        <w:rPr>
          <w:rStyle w:val="libAlaemChar"/>
          <w:rtl/>
        </w:rPr>
        <w:t>صلى‌الله‌عليه‌وآله‌وسلم</w:t>
      </w:r>
      <w:r w:rsidRPr="00E8659C">
        <w:rPr>
          <w:rtl/>
          <w:lang w:bidi="fa-IR"/>
        </w:rPr>
        <w:t xml:space="preserve"> را به نبوت برانگيخته و ما را به امامت مخصوص فرموده است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</w:t>
      </w:r>
      <w:r w:rsidR="00191E26">
        <w:rPr>
          <w:rFonts w:hint="cs"/>
          <w:rtl/>
          <w:lang w:bidi="fa-IR"/>
        </w:rPr>
        <w:t>«</w:t>
      </w:r>
      <w:r w:rsidRPr="00191E26">
        <w:rPr>
          <w:rStyle w:val="libHadeesChar"/>
          <w:rtl/>
        </w:rPr>
        <w:t>لولم يبق من الدنيا إلا يوم واحد لطول الله ذلك اليوم</w:t>
      </w:r>
      <w:r w:rsidR="004851C8" w:rsidRPr="00191E26">
        <w:rPr>
          <w:rStyle w:val="libHadeesChar"/>
          <w:rtl/>
        </w:rPr>
        <w:t>،</w:t>
      </w:r>
      <w:r w:rsidRPr="00191E26">
        <w:rPr>
          <w:rStyle w:val="libHadeesChar"/>
          <w:rtl/>
        </w:rPr>
        <w:t xml:space="preserve"> حت</w:t>
      </w:r>
      <w:r w:rsidR="00F456F0" w:rsidRPr="00191E26">
        <w:rPr>
          <w:rStyle w:val="libHadeesChar"/>
          <w:rtl/>
        </w:rPr>
        <w:t xml:space="preserve">ی </w:t>
      </w:r>
      <w:r w:rsidRPr="00191E26">
        <w:rPr>
          <w:rStyle w:val="libHadeesChar"/>
          <w:rtl/>
        </w:rPr>
        <w:t>يخرج فيه فيملاءالارض قسطا وعدلا كما ملئت جورا وظلما</w:t>
      </w:r>
      <w:r w:rsidR="004851C8">
        <w:rPr>
          <w:rtl/>
          <w:lang w:bidi="fa-IR"/>
        </w:rPr>
        <w:t>.</w:t>
      </w:r>
      <w:r w:rsidR="00191E26">
        <w:rPr>
          <w:rFonts w:hint="cs"/>
          <w:rtl/>
          <w:lang w:bidi="fa-IR"/>
        </w:rPr>
        <w:t>»</w:t>
      </w:r>
    </w:p>
    <w:p w:rsidR="00E8659C" w:rsidRPr="00E8659C" w:rsidRDefault="00E8659C" w:rsidP="00191E26">
      <w:pPr>
        <w:pStyle w:val="libNormal"/>
        <w:rPr>
          <w:lang w:bidi="fa-IR"/>
        </w:rPr>
      </w:pPr>
      <w:r w:rsidRPr="00E8659C">
        <w:rPr>
          <w:rtl/>
          <w:lang w:bidi="fa-IR"/>
        </w:rPr>
        <w:t>و خداوند تبارك و تعال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كار او را در يكشب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اصلاح فرمايد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چنان كه كار موس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كليم را اصلاح فرمود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او رفت تا برا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خانواده خود آتش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بياورد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برگشت در حال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رسول الله بود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بعد امام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فرمودند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</w:t>
      </w:r>
      <w:r w:rsidR="00191E26">
        <w:rPr>
          <w:rFonts w:hint="cs"/>
          <w:rtl/>
          <w:lang w:bidi="fa-IR"/>
        </w:rPr>
        <w:t>«</w:t>
      </w:r>
      <w:r w:rsidRPr="00191E26">
        <w:rPr>
          <w:rStyle w:val="libHadeesChar"/>
          <w:rtl/>
        </w:rPr>
        <w:t>أفضل أعمال شيعتنا إنتظار الفرج</w:t>
      </w:r>
      <w:r w:rsidR="004851C8">
        <w:rPr>
          <w:rtl/>
          <w:lang w:bidi="fa-IR"/>
        </w:rPr>
        <w:t>.</w:t>
      </w:r>
      <w:r w:rsidR="00191E26">
        <w:rPr>
          <w:rFonts w:hint="cs"/>
          <w:rtl/>
          <w:lang w:bidi="fa-IR"/>
        </w:rPr>
        <w:t>»</w:t>
      </w:r>
    </w:p>
    <w:p w:rsidR="00191E26" w:rsidRDefault="005631DD" w:rsidP="00E8659C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</w:t>
      </w:r>
      <w:r w:rsidR="00E8659C" w:rsidRPr="00191E26">
        <w:rPr>
          <w:rStyle w:val="libBold1Char"/>
          <w:rtl/>
        </w:rPr>
        <w:t>صقر بناب</w:t>
      </w:r>
      <w:r w:rsidR="00F456F0" w:rsidRPr="00191E26">
        <w:rPr>
          <w:rStyle w:val="libBold1Char"/>
          <w:rtl/>
        </w:rPr>
        <w:t xml:space="preserve">ی </w:t>
      </w:r>
      <w:r w:rsidR="00E8659C" w:rsidRPr="00191E26">
        <w:rPr>
          <w:rStyle w:val="libBold1Char"/>
          <w:rtl/>
        </w:rPr>
        <w:t>دلف</w:t>
      </w:r>
      <w:r w:rsidR="00E8659C" w:rsidRPr="00E8659C">
        <w:rPr>
          <w:rtl/>
          <w:lang w:bidi="fa-IR"/>
        </w:rPr>
        <w:t xml:space="preserve"> گويد</w:t>
      </w:r>
      <w:r w:rsidR="004851C8">
        <w:rPr>
          <w:rtl/>
          <w:lang w:bidi="fa-IR"/>
        </w:rPr>
        <w:t>:</w:t>
      </w:r>
      <w:r w:rsidR="00E8659C" w:rsidRPr="00E8659C">
        <w:rPr>
          <w:rtl/>
          <w:lang w:bidi="fa-IR"/>
        </w:rPr>
        <w:t xml:space="preserve"> از ابو جعفر محمد بن عل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 xml:space="preserve">الرضا </w:t>
      </w:r>
      <w:r w:rsidR="00366A7F" w:rsidRPr="00366A7F">
        <w:rPr>
          <w:rStyle w:val="libAlaemChar"/>
          <w:rtl/>
        </w:rPr>
        <w:t>عليه‌السلام‌</w:t>
      </w:r>
      <w:r w:rsidR="00E8659C" w:rsidRPr="00E8659C">
        <w:rPr>
          <w:rtl/>
          <w:lang w:bidi="fa-IR"/>
        </w:rPr>
        <w:t xml:space="preserve"> شنيدم م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فرمودند</w:t>
      </w:r>
      <w:r w:rsidR="004851C8">
        <w:rPr>
          <w:rtl/>
          <w:lang w:bidi="fa-IR"/>
        </w:rPr>
        <w:t>:</w:t>
      </w:r>
      <w:r w:rsidR="00E8659C" w:rsidRPr="00E8659C">
        <w:rPr>
          <w:rtl/>
          <w:lang w:bidi="fa-IR"/>
        </w:rPr>
        <w:t xml:space="preserve"> امام بعد از من پسرم عل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است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قول او قول من و امر او امر من و طاعت اوطاعت من است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و امام بعد از او پسرش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حسن است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امر او امر پدرش و قول او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قول</w:t>
      </w:r>
      <w:r w:rsidR="00191E26">
        <w:rPr>
          <w:rFonts w:hint="cs"/>
          <w:rtl/>
          <w:lang w:bidi="fa-IR"/>
        </w:rPr>
        <w:t xml:space="preserve"> </w:t>
      </w:r>
      <w:r w:rsidR="00E8659C" w:rsidRPr="00E8659C">
        <w:rPr>
          <w:rtl/>
          <w:lang w:bidi="fa-IR"/>
        </w:rPr>
        <w:t>پدرش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و طاعت او طاعت پدرش است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بعد سكوت فرمودند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گفتم</w:t>
      </w:r>
      <w:r w:rsidR="004851C8">
        <w:rPr>
          <w:rtl/>
          <w:lang w:bidi="fa-IR"/>
        </w:rPr>
        <w:t>:</w:t>
      </w:r>
      <w:r w:rsidR="00E8659C" w:rsidRPr="00E8659C">
        <w:rPr>
          <w:rtl/>
          <w:lang w:bidi="fa-IR"/>
        </w:rPr>
        <w:t xml:space="preserve"> يابن رسول الله </w:t>
      </w:r>
      <w:r w:rsidR="00E954A2" w:rsidRPr="00E954A2">
        <w:rPr>
          <w:rStyle w:val="libAlaemChar"/>
          <w:rtl/>
        </w:rPr>
        <w:t>صلى‌الله‌عليه‌وآله‌وسلم</w:t>
      </w:r>
      <w:r w:rsidR="00E12C63">
        <w:rPr>
          <w:rtl/>
          <w:lang w:bidi="fa-IR"/>
        </w:rPr>
        <w:t>!</w:t>
      </w:r>
      <w:r w:rsidR="00E8659C" w:rsidRPr="00E8659C">
        <w:rPr>
          <w:rtl/>
          <w:lang w:bidi="fa-IR"/>
        </w:rPr>
        <w:t xml:space="preserve"> بعد از حسن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امام كدام است</w:t>
      </w:r>
      <w:r w:rsidR="004851C8">
        <w:rPr>
          <w:rtl/>
          <w:lang w:bidi="fa-IR"/>
        </w:rPr>
        <w:t>؟</w:t>
      </w:r>
      <w:r w:rsidR="00E8659C" w:rsidRPr="00E8659C">
        <w:rPr>
          <w:rtl/>
          <w:lang w:bidi="fa-IR"/>
        </w:rPr>
        <w:t xml:space="preserve"> حضرت با صدا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lastRenderedPageBreak/>
        <w:t>بلند گريست وفرمودند</w:t>
      </w:r>
      <w:r w:rsidR="004851C8">
        <w:rPr>
          <w:rtl/>
          <w:lang w:bidi="fa-IR"/>
        </w:rPr>
        <w:t>:</w:t>
      </w:r>
      <w:r w:rsidR="00E8659C" w:rsidRPr="00E8659C">
        <w:rPr>
          <w:rtl/>
          <w:lang w:bidi="fa-IR"/>
        </w:rPr>
        <w:t xml:space="preserve"> بعد از حسن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فرزند او قائم به حق و امام منتظر است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گفتم</w:t>
      </w:r>
      <w:r w:rsidR="004851C8">
        <w:rPr>
          <w:rtl/>
          <w:lang w:bidi="fa-IR"/>
        </w:rPr>
        <w:t>:</w:t>
      </w:r>
      <w:r w:rsidR="00E8659C" w:rsidRPr="00E8659C">
        <w:rPr>
          <w:rtl/>
          <w:lang w:bidi="fa-IR"/>
        </w:rPr>
        <w:t xml:space="preserve"> يابن رسولالله </w:t>
      </w:r>
      <w:r w:rsidR="00E954A2" w:rsidRPr="00E954A2">
        <w:rPr>
          <w:rStyle w:val="libAlaemChar"/>
          <w:rtl/>
        </w:rPr>
        <w:t>صلى‌الله‌عليه‌وآله‌وسلم</w:t>
      </w:r>
      <w:r w:rsidR="00E12C63">
        <w:rPr>
          <w:rtl/>
          <w:lang w:bidi="fa-IR"/>
        </w:rPr>
        <w:t>!</w:t>
      </w:r>
      <w:r w:rsidR="00E8659C" w:rsidRPr="00E8659C">
        <w:rPr>
          <w:rtl/>
          <w:lang w:bidi="fa-IR"/>
        </w:rPr>
        <w:t xml:space="preserve"> چرا قائم ناميده شده است</w:t>
      </w:r>
      <w:r w:rsidR="004851C8">
        <w:rPr>
          <w:rtl/>
          <w:lang w:bidi="fa-IR"/>
        </w:rPr>
        <w:t>؟</w:t>
      </w:r>
    </w:p>
    <w:p w:rsidR="00191E26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فرمودند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چون او بعداز مفقود شدن اسمش و بعد از ارتداد اكثر قائلان به امامتش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قيام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كند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گفتم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>چرا منتظر ناميده شده است</w:t>
      </w:r>
      <w:r w:rsidR="004851C8">
        <w:rPr>
          <w:rtl/>
          <w:lang w:bidi="fa-IR"/>
        </w:rPr>
        <w:t>؟</w:t>
      </w:r>
      <w:r w:rsidRPr="00E8659C">
        <w:rPr>
          <w:rtl/>
          <w:lang w:bidi="fa-IR"/>
        </w:rPr>
        <w:t xml:space="preserve"> 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فرمودند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چون او غيبت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دارد طولان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در آن مدت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اهل اخلاص انتظار او را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كشند و اهل شك او را انكار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كنند و انكار كنندگان ياد اورا مسخره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پندارند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تعيين كنندگان وقت ظهور دروغ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گويند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عجله كنندگان هلاك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شوند و اهل تسليم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نجات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يابند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256F60" w:rsidRPr="006249D9">
        <w:rPr>
          <w:rStyle w:val="libFootnotenumChar"/>
          <w:rtl/>
        </w:rPr>
        <w:t>1</w:t>
      </w:r>
      <w:r w:rsidR="005631DD" w:rsidRPr="006249D9">
        <w:rPr>
          <w:rStyle w:val="libFootnotenumChar"/>
          <w:rtl/>
        </w:rPr>
        <w:t>22</w:t>
      </w:r>
      <w:r w:rsidRPr="006249D9">
        <w:rPr>
          <w:rStyle w:val="libFootnotenumChar"/>
          <w:rtl/>
        </w:rPr>
        <w:t>)</w:t>
      </w:r>
    </w:p>
    <w:p w:rsidR="00E8659C" w:rsidRPr="00E8659C" w:rsidRDefault="00191E26" w:rsidP="00E8659C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E8659C" w:rsidRDefault="00E8659C" w:rsidP="00191E26">
      <w:pPr>
        <w:pStyle w:val="Heading2"/>
        <w:rPr>
          <w:rtl/>
          <w:lang w:bidi="fa-IR"/>
        </w:rPr>
      </w:pPr>
      <w:bookmarkStart w:id="30" w:name="_Toc487273804"/>
      <w:r w:rsidRPr="00E8659C">
        <w:rPr>
          <w:rtl/>
          <w:lang w:bidi="fa-IR"/>
        </w:rPr>
        <w:t xml:space="preserve">خدمت به امامان </w:t>
      </w:r>
      <w:r w:rsidR="00191E26" w:rsidRPr="00366A7F">
        <w:rPr>
          <w:rStyle w:val="libAlaemChar"/>
          <w:rtl/>
        </w:rPr>
        <w:t>عليه‌السلام‌</w:t>
      </w:r>
      <w:bookmarkEnd w:id="30"/>
    </w:p>
    <w:p w:rsidR="00FE02B8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محمد بن وليد كرمان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گويد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به امام جواد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گفتم</w:t>
      </w:r>
      <w:r w:rsidR="004851C8">
        <w:rPr>
          <w:rtl/>
          <w:lang w:bidi="fa-IR"/>
        </w:rPr>
        <w:t>:</w:t>
      </w:r>
      <w:r w:rsidR="00FE02B8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برا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دوستان و خدمتكاران در دوست داشتن شما چه اجر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هست</w:t>
      </w:r>
      <w:r w:rsidR="004851C8">
        <w:rPr>
          <w:rtl/>
          <w:lang w:bidi="fa-IR"/>
        </w:rPr>
        <w:t>؟</w:t>
      </w:r>
    </w:p>
    <w:p w:rsidR="00FE02B8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فرمودند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امام صادق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غلام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داشت كه به وقت رفتن به مسجد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استر آن حضرت را نگاه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داشت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روز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نشسته مشغول نگهدار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استر آن حضرت بود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گروه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اهل خراسان به ديدن</w:t>
      </w:r>
      <w:r w:rsidR="00FE02B8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 xml:space="preserve">امام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آمدند</w:t>
      </w:r>
      <w:r w:rsidR="004851C8">
        <w:rPr>
          <w:rtl/>
          <w:lang w:bidi="fa-IR"/>
        </w:rPr>
        <w:t>.</w:t>
      </w:r>
    </w:p>
    <w:p w:rsidR="00FE02B8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يك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از آنها به غلام امام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گفت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از امام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بخواه كه مرا به جا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تو به خدمتكار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قبول كند و من غلام او باشم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در عوض تمامداراي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من مال تو باشد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من از هر رقم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مال زياد دارم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برو آنها را تصاحب كن</w:t>
      </w:r>
      <w:r w:rsidR="004851C8">
        <w:rPr>
          <w:rtl/>
          <w:lang w:bidi="fa-IR"/>
        </w:rPr>
        <w:t>،</w:t>
      </w:r>
      <w:r w:rsidR="00FE02B8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غلام گفت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اين را از امام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خواهم</w:t>
      </w:r>
      <w:r w:rsidR="004851C8">
        <w:rPr>
          <w:rtl/>
          <w:lang w:bidi="fa-IR"/>
        </w:rPr>
        <w:t>.</w:t>
      </w:r>
    </w:p>
    <w:p w:rsidR="00FE02B8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 xml:space="preserve">آنگاه آن غلام پيش امام صادق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آمد و گفت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فدايت شوم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خدمتم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طول مصاحبتم باشما را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دانيد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اگر پروردگار خير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من پيش آورد از آن ممانعت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كن</w:t>
      </w:r>
      <w:r w:rsidR="00FE02B8">
        <w:rPr>
          <w:rtl/>
          <w:lang w:bidi="fa-IR"/>
        </w:rPr>
        <w:t>ی</w:t>
      </w:r>
      <w:r w:rsidR="004851C8">
        <w:rPr>
          <w:rtl/>
          <w:lang w:bidi="fa-IR"/>
        </w:rPr>
        <w:t>؟</w:t>
      </w:r>
      <w:r w:rsidR="00FE02B8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 xml:space="preserve">امام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فرمودند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من از جانب خود بر تو احسان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كنم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آيا احسان ديگران را مانع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شوم</w:t>
      </w:r>
      <w:r w:rsidR="004851C8">
        <w:rPr>
          <w:rtl/>
          <w:lang w:bidi="fa-IR"/>
        </w:rPr>
        <w:t>؟</w:t>
      </w:r>
      <w:r w:rsidR="00FE02B8">
        <w:rPr>
          <w:rtl/>
          <w:lang w:bidi="fa-IR"/>
        </w:rPr>
        <w:t>!</w:t>
      </w:r>
      <w:r w:rsidRPr="00E8659C">
        <w:rPr>
          <w:rtl/>
          <w:lang w:bidi="fa-IR"/>
        </w:rPr>
        <w:t xml:space="preserve"> غلام</w:t>
      </w:r>
      <w:r w:rsidR="00FE02B8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 xml:space="preserve">جريان را به امام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عرض كرد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حضرت فرمودند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اگر تو ازخدمتگزار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ما سير شده 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او به ما راغب است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او را قبول كرده و تو را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فرستيم.</w:t>
      </w:r>
    </w:p>
    <w:p w:rsidR="00FE02B8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چون غلام برگشت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حضرت او را صدا كردند و فرمودند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برا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زياد بودن مصاحبت تو</w:t>
      </w:r>
      <w:r w:rsidR="004851C8">
        <w:rPr>
          <w:rtl/>
          <w:lang w:bidi="fa-IR"/>
        </w:rPr>
        <w:t>،</w:t>
      </w:r>
      <w:r w:rsidR="00FE02B8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نصيحتت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كنم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آن وقت اختيار با خود تو است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چون روز قيامت شود رسول خدا </w:t>
      </w:r>
      <w:r w:rsidR="00E954A2" w:rsidRPr="00E954A2">
        <w:rPr>
          <w:rStyle w:val="libAlaemChar"/>
          <w:rtl/>
        </w:rPr>
        <w:t>صلى‌الله‌عليه‌وآله‌وسلم</w:t>
      </w:r>
      <w:r w:rsidRPr="00E8659C">
        <w:rPr>
          <w:rtl/>
          <w:lang w:bidi="fa-IR"/>
        </w:rPr>
        <w:t xml:space="preserve"> به نور خدا چنگ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زند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أمير المؤمنين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به رسول الله چنگ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زند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امامان به أمير المؤمنين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و شيعيانما به امامان چنگ زده داخل محل ما (بهشت)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شوند</w:t>
      </w:r>
      <w:r w:rsidR="004851C8">
        <w:rPr>
          <w:rtl/>
          <w:lang w:bidi="fa-IR"/>
        </w:rPr>
        <w:t>.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غلام پس از شنيدن اين سخنعرض كرد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يابن رسول الله </w:t>
      </w:r>
      <w:r w:rsidR="00E954A2" w:rsidRPr="00E954A2">
        <w:rPr>
          <w:rStyle w:val="libAlaemChar"/>
          <w:rtl/>
        </w:rPr>
        <w:t>صلى‌الله‌عليه‌وآله‌وسلم</w:t>
      </w:r>
      <w:r w:rsidR="00E12C63">
        <w:rPr>
          <w:rtl/>
          <w:lang w:bidi="fa-IR"/>
        </w:rPr>
        <w:t>!</w:t>
      </w:r>
      <w:r w:rsidRPr="00E8659C">
        <w:rPr>
          <w:rtl/>
          <w:lang w:bidi="fa-IR"/>
        </w:rPr>
        <w:t xml:space="preserve"> در خدمت شما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مانم و آخرترا بر دنيا اختيار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كنم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آنگاه غلام به محضر آن مرد خراسان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برگشت</w:t>
      </w:r>
      <w:r w:rsidR="004851C8">
        <w:rPr>
          <w:rtl/>
          <w:lang w:bidi="fa-IR"/>
        </w:rPr>
        <w:t>.</w:t>
      </w:r>
    </w:p>
    <w:p w:rsidR="00E8659C" w:rsidRPr="00E8659C" w:rsidRDefault="00FE02B8" w:rsidP="00E8659C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E8659C" w:rsidRDefault="00E8659C" w:rsidP="00FE02B8">
      <w:pPr>
        <w:pStyle w:val="Heading2"/>
        <w:rPr>
          <w:rtl/>
          <w:lang w:bidi="fa-IR"/>
        </w:rPr>
      </w:pPr>
      <w:bookmarkStart w:id="31" w:name="_Toc487273805"/>
      <w:r w:rsidRPr="00E8659C">
        <w:rPr>
          <w:rtl/>
          <w:lang w:bidi="fa-IR"/>
        </w:rPr>
        <w:t>امام جواد صلوات الله عليه و كم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سن</w:t>
      </w:r>
      <w:bookmarkEnd w:id="31"/>
    </w:p>
    <w:p w:rsidR="00FE02B8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امامت مانند نبوت يك منصب خداي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اختيار امام باخداست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هر كس را بخواهد به مقام امامت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رساند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در اول حالات أمير المؤمنين</w:t>
      </w:r>
      <w:r w:rsidR="00FE02B8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صلوات الله عليه دربار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روح نبوت و امامت بطور مشروح سخن گفته شد</w:t>
      </w:r>
      <w:r w:rsidR="004851C8">
        <w:rPr>
          <w:rtl/>
          <w:lang w:bidi="fa-IR"/>
        </w:rPr>
        <w:t>.</w:t>
      </w:r>
    </w:p>
    <w:p w:rsidR="00604B2A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ثقة الاسلامكلين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(قدس سره) در كاف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باب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منعقد فرموده</w:t>
      </w:r>
      <w:r w:rsidR="00FE02B8">
        <w:rPr>
          <w:rFonts w:hint="cs"/>
          <w:rtl/>
          <w:lang w:bidi="fa-IR"/>
        </w:rPr>
        <w:t>:</w:t>
      </w:r>
      <w:r w:rsidRPr="00E8659C">
        <w:rPr>
          <w:rtl/>
          <w:lang w:bidi="fa-IR"/>
        </w:rPr>
        <w:t xml:space="preserve"> </w:t>
      </w:r>
      <w:r w:rsidR="00FE02B8">
        <w:rPr>
          <w:rFonts w:hint="cs"/>
          <w:rtl/>
          <w:lang w:bidi="fa-IR"/>
        </w:rPr>
        <w:t>«</w:t>
      </w:r>
      <w:r w:rsidRPr="00E8659C">
        <w:rPr>
          <w:rtl/>
          <w:lang w:bidi="fa-IR"/>
        </w:rPr>
        <w:t>تحت عنوان الإمامة عهد من الله</w:t>
      </w:r>
      <w:r w:rsidR="00FE02B8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عزوجل معهود من واحد إل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واحد </w:t>
      </w:r>
      <w:r w:rsidR="00971E2F" w:rsidRPr="00971E2F">
        <w:rPr>
          <w:rStyle w:val="libAlaemChar"/>
          <w:rtl/>
        </w:rPr>
        <w:t>عليهم‌السلام</w:t>
      </w:r>
      <w:r w:rsidR="00FE02B8">
        <w:rPr>
          <w:rFonts w:hint="cs"/>
          <w:rtl/>
          <w:lang w:bidi="fa-IR"/>
        </w:rPr>
        <w:t xml:space="preserve">» </w:t>
      </w:r>
      <w:r w:rsidRPr="00E8659C">
        <w:rPr>
          <w:rtl/>
          <w:lang w:bidi="fa-IR"/>
        </w:rPr>
        <w:t>و در آن روايات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در اين زمينه نقل</w:t>
      </w:r>
      <w:r w:rsidR="00FE02B8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فرموده است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از جمله عمرو</w:t>
      </w:r>
      <w:r w:rsidR="00FE02B8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بن اشعث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گويد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از امام صادق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شنيدم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فرمود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آيا فكر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كنيد كه يك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ما به هر كه خواست وصيت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نه</w:t>
      </w:r>
      <w:r w:rsidR="00FE02B8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والله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اين عهد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است از خدا و رسول </w:t>
      </w:r>
      <w:r w:rsidR="00E954A2" w:rsidRPr="00E954A2">
        <w:rPr>
          <w:rStyle w:val="libAlaemChar"/>
          <w:rtl/>
        </w:rPr>
        <w:t>صلى‌الله‌عليه‌وآله‌وسلم</w:t>
      </w:r>
      <w:r w:rsidRPr="00E8659C">
        <w:rPr>
          <w:rtl/>
          <w:lang w:bidi="fa-IR"/>
        </w:rPr>
        <w:t xml:space="preserve"> به مرد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بعد از مرد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تا كار به صاحبش برسد: </w:t>
      </w:r>
      <w:r w:rsidR="00604B2A">
        <w:rPr>
          <w:rFonts w:hint="cs"/>
          <w:rtl/>
          <w:lang w:bidi="fa-IR"/>
        </w:rPr>
        <w:t>«</w:t>
      </w:r>
      <w:r w:rsidRPr="00604B2A">
        <w:rPr>
          <w:rStyle w:val="libHadeesChar"/>
          <w:rtl/>
        </w:rPr>
        <w:t>أترون الوص</w:t>
      </w:r>
      <w:r w:rsidR="00F456F0" w:rsidRPr="00604B2A">
        <w:rPr>
          <w:rStyle w:val="libHadeesChar"/>
          <w:rtl/>
        </w:rPr>
        <w:t xml:space="preserve">ی </w:t>
      </w:r>
      <w:r w:rsidRPr="00604B2A">
        <w:rPr>
          <w:rStyle w:val="libHadeesChar"/>
          <w:rtl/>
        </w:rPr>
        <w:t>منا يوص</w:t>
      </w:r>
      <w:r w:rsidR="00F456F0" w:rsidRPr="00604B2A">
        <w:rPr>
          <w:rStyle w:val="libHadeesChar"/>
          <w:rtl/>
        </w:rPr>
        <w:t xml:space="preserve">ی </w:t>
      </w:r>
      <w:r w:rsidRPr="00604B2A">
        <w:rPr>
          <w:rStyle w:val="libHadeesChar"/>
          <w:rtl/>
        </w:rPr>
        <w:t>إل</w:t>
      </w:r>
      <w:r w:rsidR="00F456F0" w:rsidRPr="00604B2A">
        <w:rPr>
          <w:rStyle w:val="libHadeesChar"/>
          <w:rtl/>
        </w:rPr>
        <w:t xml:space="preserve">ی </w:t>
      </w:r>
      <w:r w:rsidRPr="00604B2A">
        <w:rPr>
          <w:rStyle w:val="libHadeesChar"/>
          <w:rtl/>
        </w:rPr>
        <w:t>من يريد</w:t>
      </w:r>
      <w:r w:rsidR="004851C8" w:rsidRPr="00604B2A">
        <w:rPr>
          <w:rStyle w:val="libHadeesChar"/>
          <w:rtl/>
        </w:rPr>
        <w:t>؟</w:t>
      </w:r>
      <w:r w:rsidR="00E12C63" w:rsidRPr="00604B2A">
        <w:rPr>
          <w:rStyle w:val="libHadeesChar"/>
          <w:rtl/>
        </w:rPr>
        <w:t>!</w:t>
      </w:r>
      <w:r w:rsidRPr="00604B2A">
        <w:rPr>
          <w:rStyle w:val="libHadeesChar"/>
          <w:rtl/>
        </w:rPr>
        <w:t xml:space="preserve"> لاوالله و لكن عهد من الله ورسوله لرجلفرجل حت</w:t>
      </w:r>
      <w:r w:rsidR="00F456F0" w:rsidRPr="00604B2A">
        <w:rPr>
          <w:rStyle w:val="libHadeesChar"/>
          <w:rtl/>
        </w:rPr>
        <w:t xml:space="preserve">ی </w:t>
      </w:r>
      <w:r w:rsidRPr="00604B2A">
        <w:rPr>
          <w:rStyle w:val="libHadeesChar"/>
          <w:rtl/>
        </w:rPr>
        <w:t>ينته</w:t>
      </w:r>
      <w:r w:rsidR="00F456F0" w:rsidRPr="00604B2A">
        <w:rPr>
          <w:rStyle w:val="libHadeesChar"/>
          <w:rtl/>
        </w:rPr>
        <w:t xml:space="preserve">ی </w:t>
      </w:r>
      <w:r w:rsidRPr="00604B2A">
        <w:rPr>
          <w:rStyle w:val="libHadeesChar"/>
          <w:rtl/>
        </w:rPr>
        <w:t>الامر إل</w:t>
      </w:r>
      <w:r w:rsidR="00F456F0" w:rsidRPr="00604B2A">
        <w:rPr>
          <w:rStyle w:val="libHadeesChar"/>
          <w:rtl/>
        </w:rPr>
        <w:t xml:space="preserve">ی </w:t>
      </w:r>
      <w:r w:rsidRPr="00604B2A">
        <w:rPr>
          <w:rStyle w:val="libHadeesChar"/>
          <w:rtl/>
        </w:rPr>
        <w:t>صاحبه</w:t>
      </w:r>
      <w:r w:rsidR="004851C8" w:rsidRPr="00604B2A">
        <w:rPr>
          <w:rStyle w:val="libHadeesChar"/>
          <w:rtl/>
        </w:rPr>
        <w:t>.</w:t>
      </w:r>
      <w:r w:rsidR="00604B2A">
        <w:rPr>
          <w:rFonts w:hint="cs"/>
          <w:rtl/>
          <w:lang w:bidi="fa-IR"/>
        </w:rPr>
        <w:t>»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و در روايت ديگر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آن حضرت به معاوية بن عمارفرمودند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</w:t>
      </w:r>
      <w:r w:rsidR="00604B2A">
        <w:rPr>
          <w:rFonts w:hint="cs"/>
          <w:rtl/>
          <w:lang w:bidi="fa-IR"/>
        </w:rPr>
        <w:t>«</w:t>
      </w:r>
      <w:r w:rsidRPr="00604B2A">
        <w:rPr>
          <w:rStyle w:val="libHadeesChar"/>
          <w:rtl/>
        </w:rPr>
        <w:t>ان الإمامة عهد من الله عزوجل معهود لرجال مسمين ليس للإمام أن يزويهاعن الذ</w:t>
      </w:r>
      <w:r w:rsidR="00F456F0" w:rsidRPr="00604B2A">
        <w:rPr>
          <w:rStyle w:val="libHadeesChar"/>
          <w:rtl/>
        </w:rPr>
        <w:t xml:space="preserve">ی </w:t>
      </w:r>
      <w:r w:rsidRPr="00604B2A">
        <w:rPr>
          <w:rStyle w:val="libHadeesChar"/>
          <w:rtl/>
        </w:rPr>
        <w:t>يكون من بعده</w:t>
      </w:r>
      <w:r w:rsidR="004851C8">
        <w:rPr>
          <w:rtl/>
          <w:lang w:bidi="fa-IR"/>
        </w:rPr>
        <w:t>.</w:t>
      </w:r>
      <w:r w:rsidR="00604B2A">
        <w:rPr>
          <w:rFonts w:hint="cs"/>
          <w:rtl/>
          <w:lang w:bidi="fa-IR"/>
        </w:rPr>
        <w:t>»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256F60" w:rsidRPr="006249D9">
        <w:rPr>
          <w:rStyle w:val="libFootnotenumChar"/>
          <w:rtl/>
        </w:rPr>
        <w:t>1</w:t>
      </w:r>
      <w:r w:rsidR="005631DD" w:rsidRPr="006249D9">
        <w:rPr>
          <w:rStyle w:val="libFootnotenumChar"/>
          <w:rtl/>
        </w:rPr>
        <w:t>2</w:t>
      </w:r>
      <w:r w:rsidR="00FA474B" w:rsidRPr="006249D9">
        <w:rPr>
          <w:rStyle w:val="libFootnotenumChar"/>
          <w:rtl/>
        </w:rPr>
        <w:t>3</w:t>
      </w:r>
      <w:r w:rsidRPr="006249D9">
        <w:rPr>
          <w:rStyle w:val="libFootnotenumChar"/>
          <w:rtl/>
        </w:rPr>
        <w:t>)</w:t>
      </w:r>
    </w:p>
    <w:p w:rsidR="00E8659C" w:rsidRPr="00E8659C" w:rsidRDefault="00E8659C" w:rsidP="00604B2A">
      <w:pPr>
        <w:pStyle w:val="libNormal"/>
        <w:rPr>
          <w:lang w:bidi="fa-IR"/>
        </w:rPr>
      </w:pPr>
      <w:r w:rsidRPr="00E8659C">
        <w:rPr>
          <w:rtl/>
          <w:lang w:bidi="fa-IR"/>
        </w:rPr>
        <w:t>بنابراين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در اين مسأله كم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زياد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سن مطرحنيست و اين كه امام جواد صلوات الله عليه به وقت رحلت پدر بزرگوارش هفت يا هشت ساله</w:t>
      </w:r>
      <w:r w:rsidR="00604B2A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بود و بيست و پنج سال عمر كرد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ضرر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به امامت او ندارد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خداوند دربار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يحي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بنزكريا فرموده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</w:t>
      </w:r>
      <w:r w:rsidR="00604B2A" w:rsidRPr="00604B2A">
        <w:rPr>
          <w:rStyle w:val="libAlaemChar"/>
          <w:rFonts w:hint="cs"/>
          <w:rtl/>
        </w:rPr>
        <w:t>(</w:t>
      </w:r>
      <w:r w:rsidR="00604B2A" w:rsidRPr="00604B2A">
        <w:rPr>
          <w:rStyle w:val="libAieChar"/>
          <w:rtl/>
          <w:lang w:bidi="fa-IR"/>
        </w:rPr>
        <w:t>وَآتَيْنَاهُ الْحُكْمَ صَبِيًّا</w:t>
      </w:r>
      <w:r w:rsidR="004851C8">
        <w:rPr>
          <w:rtl/>
          <w:lang w:bidi="fa-IR"/>
        </w:rPr>
        <w:t>.</w:t>
      </w:r>
      <w:r w:rsidR="00604B2A" w:rsidRPr="00604B2A">
        <w:rPr>
          <w:rStyle w:val="libBold1Char"/>
          <w:rFonts w:hint="cs"/>
          <w:rtl/>
        </w:rPr>
        <w:t>)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256F60" w:rsidRPr="006249D9">
        <w:rPr>
          <w:rStyle w:val="libFootnotenumChar"/>
          <w:rtl/>
        </w:rPr>
        <w:t>1</w:t>
      </w:r>
      <w:r w:rsidR="005631DD" w:rsidRPr="006249D9">
        <w:rPr>
          <w:rStyle w:val="libFootnotenumChar"/>
          <w:rtl/>
        </w:rPr>
        <w:t>2</w:t>
      </w:r>
      <w:r w:rsidR="00506E9B" w:rsidRPr="006249D9">
        <w:rPr>
          <w:rStyle w:val="libFootnotenumChar"/>
          <w:rtl/>
        </w:rPr>
        <w:t>4</w:t>
      </w:r>
      <w:r w:rsidRPr="006249D9">
        <w:rPr>
          <w:rStyle w:val="libFootnotenumChar"/>
          <w:rtl/>
        </w:rPr>
        <w:t>)</w:t>
      </w:r>
    </w:p>
    <w:p w:rsidR="00E8659C" w:rsidRPr="00E8659C" w:rsidRDefault="00E8659C" w:rsidP="00604B2A">
      <w:pPr>
        <w:pStyle w:val="libNormal"/>
        <w:rPr>
          <w:lang w:bidi="fa-IR"/>
        </w:rPr>
      </w:pPr>
      <w:r w:rsidRPr="00E8659C">
        <w:rPr>
          <w:rtl/>
          <w:lang w:bidi="fa-IR"/>
        </w:rPr>
        <w:t>حضرت عيس</w:t>
      </w:r>
      <w:r w:rsidR="00F456F0">
        <w:rPr>
          <w:rtl/>
          <w:lang w:bidi="fa-IR"/>
        </w:rPr>
        <w:t xml:space="preserve">ی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در حين ولادت به سخن درآمد و به صريح</w:t>
      </w:r>
      <w:r w:rsidR="00604B2A">
        <w:rPr>
          <w:rFonts w:hint="cs"/>
          <w:rtl/>
          <w:lang w:bidi="fa-IR"/>
        </w:rPr>
        <w:t xml:space="preserve"> (</w:t>
      </w:r>
      <w:r w:rsidRPr="00E8659C">
        <w:rPr>
          <w:rtl/>
          <w:lang w:bidi="fa-IR"/>
        </w:rPr>
        <w:t xml:space="preserve"> بيان</w:t>
      </w:r>
      <w:r w:rsidR="00604B2A">
        <w:rPr>
          <w:rFonts w:hint="cs"/>
          <w:rtl/>
          <w:lang w:bidi="fa-IR"/>
        </w:rPr>
        <w:t>)</w:t>
      </w:r>
      <w:r w:rsidRPr="00E8659C">
        <w:rPr>
          <w:rtl/>
          <w:lang w:bidi="fa-IR"/>
        </w:rPr>
        <w:t xml:space="preserve"> قرآن فرمود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</w:t>
      </w:r>
      <w:r w:rsidR="00604B2A" w:rsidRPr="00604B2A">
        <w:rPr>
          <w:rStyle w:val="libAlaemChar"/>
          <w:rFonts w:hint="cs"/>
          <w:rtl/>
        </w:rPr>
        <w:t>(</w:t>
      </w:r>
      <w:r w:rsidR="00604B2A" w:rsidRPr="00604B2A">
        <w:rPr>
          <w:rStyle w:val="libAieChar"/>
          <w:rtl/>
          <w:lang w:bidi="fa-IR"/>
        </w:rPr>
        <w:t>إِنِّي عَبْدُ اللَّهِ آتَانِيَ الْكِتَابَ وَجَعَلَنِي نَبِيًّا</w:t>
      </w:r>
      <w:r w:rsidR="00604B2A" w:rsidRPr="00604B2A">
        <w:rPr>
          <w:rStyle w:val="libAlaemChar"/>
          <w:rFonts w:hint="cs"/>
          <w:rtl/>
        </w:rPr>
        <w:t>)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256F60" w:rsidRPr="006249D9">
        <w:rPr>
          <w:rStyle w:val="libFootnotenumChar"/>
          <w:rtl/>
        </w:rPr>
        <w:t>1</w:t>
      </w:r>
      <w:r w:rsidR="005631DD" w:rsidRPr="006249D9">
        <w:rPr>
          <w:rStyle w:val="libFootnotenumChar"/>
          <w:rtl/>
        </w:rPr>
        <w:t>2</w:t>
      </w:r>
      <w:r w:rsidR="00506E9B" w:rsidRPr="006249D9">
        <w:rPr>
          <w:rStyle w:val="libFootnotenumChar"/>
          <w:rtl/>
        </w:rPr>
        <w:t>5</w:t>
      </w:r>
      <w:r w:rsidRPr="006249D9">
        <w:rPr>
          <w:rStyle w:val="libFootnotenumChar"/>
          <w:rtl/>
        </w:rPr>
        <w:t>)</w:t>
      </w:r>
    </w:p>
    <w:p w:rsidR="00604B2A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بينيم كه هر دو در كودك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به مقام نبوت</w:t>
      </w:r>
      <w:r w:rsidR="00604B2A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رسيده</w:t>
      </w:r>
      <w:r w:rsidR="00164EC6">
        <w:rPr>
          <w:rtl/>
          <w:lang w:bidi="fa-IR"/>
        </w:rPr>
        <w:t xml:space="preserve"> ‌</w:t>
      </w:r>
      <w:r w:rsidRPr="00E8659C">
        <w:rPr>
          <w:rtl/>
          <w:lang w:bidi="fa-IR"/>
        </w:rPr>
        <w:t>اند</w:t>
      </w:r>
      <w:r w:rsidR="004851C8">
        <w:rPr>
          <w:rtl/>
          <w:lang w:bidi="fa-IR"/>
        </w:rPr>
        <w:t>.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صفوان بن يحي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گويد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به امام رضا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گفتم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پيشاز آنكه خداوند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ابوجعفر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را به شما عطا فرمايد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در جواب مام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فرموديد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خداوند پسر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به من عطا خواهد فرمود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اكنون كه خداوند عطا فرموده و</w:t>
      </w:r>
      <w:r w:rsidR="00604B2A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چشم ما را روشن كرده است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خدا مرگ شما را برا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ما پيش نياورد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اگر واقعه </w:t>
      </w:r>
      <w:r w:rsidRPr="00E8659C">
        <w:rPr>
          <w:rtl/>
          <w:lang w:bidi="fa-IR"/>
        </w:rPr>
        <w:lastRenderedPageBreak/>
        <w:t>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پيش آيد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امام كه خواهد بود</w:t>
      </w:r>
      <w:r w:rsidR="004851C8">
        <w:rPr>
          <w:rtl/>
          <w:lang w:bidi="fa-IR"/>
        </w:rPr>
        <w:t>؟</w:t>
      </w:r>
      <w:r w:rsidRPr="00E8659C">
        <w:rPr>
          <w:rtl/>
          <w:lang w:bidi="fa-IR"/>
        </w:rPr>
        <w:t xml:space="preserve"> حضرت اشاره به اب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جعفر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كردند</w:t>
      </w:r>
      <w:r w:rsidR="00604B2A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كه در مقابلش ايستاده بودند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گفتم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فدايت شوم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اين سه ساله است</w:t>
      </w:r>
      <w:r w:rsidR="004851C8">
        <w:rPr>
          <w:rtl/>
          <w:lang w:bidi="fa-IR"/>
        </w:rPr>
        <w:t>؟</w:t>
      </w:r>
      <w:r w:rsidRPr="00E8659C">
        <w:rPr>
          <w:rtl/>
          <w:lang w:bidi="fa-IR"/>
        </w:rPr>
        <w:t xml:space="preserve"> فرمودند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سه</w:t>
      </w:r>
      <w:r w:rsidR="00604B2A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ساله بودن چه ضرر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دارد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عيس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بن مريم در كمتر از سه سالگ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حجت خدا بود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256F60" w:rsidRPr="006249D9">
        <w:rPr>
          <w:rStyle w:val="libFootnotenumChar"/>
          <w:rtl/>
        </w:rPr>
        <w:t>1</w:t>
      </w:r>
      <w:r w:rsidR="005631DD" w:rsidRPr="006249D9">
        <w:rPr>
          <w:rStyle w:val="libFootnotenumChar"/>
          <w:rtl/>
        </w:rPr>
        <w:t>2</w:t>
      </w:r>
      <w:r w:rsidR="00506E9B" w:rsidRPr="006249D9">
        <w:rPr>
          <w:rStyle w:val="libFootnotenumChar"/>
          <w:rtl/>
        </w:rPr>
        <w:t>6</w:t>
      </w:r>
      <w:r w:rsidRPr="006249D9">
        <w:rPr>
          <w:rStyle w:val="libFootnotenumChar"/>
          <w:rtl/>
        </w:rPr>
        <w:t>)</w:t>
      </w:r>
    </w:p>
    <w:p w:rsidR="00EA7A3C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و در روايت ديگر آن حضرت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به سائل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در اين باره سؤال كرده بود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فرمودند</w:t>
      </w:r>
      <w:r w:rsidR="004851C8">
        <w:rPr>
          <w:rtl/>
          <w:lang w:bidi="fa-IR"/>
        </w:rPr>
        <w:t>:</w:t>
      </w:r>
      <w:r w:rsidR="00EA7A3C">
        <w:rPr>
          <w:rFonts w:hint="cs"/>
          <w:rtl/>
          <w:lang w:bidi="fa-IR"/>
        </w:rPr>
        <w:t xml:space="preserve"> «</w:t>
      </w:r>
      <w:r w:rsidRPr="00EA7A3C">
        <w:rPr>
          <w:rStyle w:val="libHadeesChar"/>
          <w:rtl/>
        </w:rPr>
        <w:t>ان الله سبحانه بعث عيس</w:t>
      </w:r>
      <w:r w:rsidR="00F456F0" w:rsidRPr="00EA7A3C">
        <w:rPr>
          <w:rStyle w:val="libHadeesChar"/>
          <w:rtl/>
        </w:rPr>
        <w:t xml:space="preserve">ی </w:t>
      </w:r>
      <w:r w:rsidRPr="00EA7A3C">
        <w:rPr>
          <w:rStyle w:val="libHadeesChar"/>
          <w:rtl/>
        </w:rPr>
        <w:t>بن مريم رسولا نبيا صاحب شريعة مبتدأة ف</w:t>
      </w:r>
      <w:r w:rsidR="00F456F0" w:rsidRPr="00EA7A3C">
        <w:rPr>
          <w:rStyle w:val="libHadeesChar"/>
          <w:rtl/>
        </w:rPr>
        <w:t xml:space="preserve">ی </w:t>
      </w:r>
      <w:r w:rsidRPr="00EA7A3C">
        <w:rPr>
          <w:rStyle w:val="libHadeesChar"/>
          <w:rtl/>
        </w:rPr>
        <w:t>أصغر من السن الذ</w:t>
      </w:r>
      <w:r w:rsidR="00F456F0" w:rsidRPr="00EA7A3C">
        <w:rPr>
          <w:rStyle w:val="libHadeesChar"/>
          <w:rtl/>
        </w:rPr>
        <w:t xml:space="preserve">ی </w:t>
      </w:r>
      <w:r w:rsidRPr="00EA7A3C">
        <w:rPr>
          <w:rStyle w:val="libHadeesChar"/>
          <w:rtl/>
        </w:rPr>
        <w:t>فيه أبوجعفر</w:t>
      </w:r>
      <w:r w:rsidR="00EA7A3C">
        <w:rPr>
          <w:rFonts w:hint="cs"/>
          <w:rtl/>
          <w:lang w:bidi="fa-IR"/>
        </w:rPr>
        <w:t>»</w:t>
      </w:r>
      <w:r w:rsidRPr="00E8659C">
        <w:rPr>
          <w:rtl/>
          <w:lang w:bidi="fa-IR"/>
        </w:rPr>
        <w:t xml:space="preserve"> ارشاد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ص </w:t>
      </w:r>
      <w:r w:rsidR="005631DD">
        <w:rPr>
          <w:rtl/>
          <w:lang w:bidi="fa-IR"/>
        </w:rPr>
        <w:t>2</w:t>
      </w:r>
      <w:r w:rsidR="003D2C90">
        <w:rPr>
          <w:rtl/>
          <w:lang w:bidi="fa-IR"/>
        </w:rPr>
        <w:t>99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كاف</w:t>
      </w:r>
      <w:r w:rsidR="00F456F0">
        <w:rPr>
          <w:rtl/>
          <w:lang w:bidi="fa-IR"/>
        </w:rPr>
        <w:t>ی</w:t>
      </w:r>
      <w:r w:rsidR="00A429E4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ج </w:t>
      </w:r>
      <w:r w:rsidR="00256F60">
        <w:rPr>
          <w:rtl/>
          <w:lang w:bidi="fa-IR"/>
        </w:rPr>
        <w:t>1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</w:t>
      </w:r>
      <w:r w:rsidR="00FA474B">
        <w:rPr>
          <w:rtl/>
          <w:lang w:bidi="fa-IR"/>
        </w:rPr>
        <w:t>3</w:t>
      </w:r>
      <w:r w:rsidR="005631DD">
        <w:rPr>
          <w:rtl/>
          <w:lang w:bidi="fa-IR"/>
        </w:rPr>
        <w:t>22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كلين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(قدس سره)</w:t>
      </w:r>
    </w:p>
    <w:p w:rsidR="00EA7A3C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در كاف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نقل كرده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محمد بن حسن بن عمار گويد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در مدينه در محر عل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بنجعفر صادق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بودم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مدت دو سال بود روايات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را كه از برادرشموس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بن جعفر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نقل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كرد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نوشتم</w:t>
      </w:r>
      <w:r w:rsidR="004851C8">
        <w:rPr>
          <w:rtl/>
          <w:lang w:bidi="fa-IR"/>
        </w:rPr>
        <w:t>.</w:t>
      </w:r>
    </w:p>
    <w:p w:rsidR="00EA7A3C" w:rsidRDefault="00E8659C" w:rsidP="00EA7A3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روز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ابو جعفر الجواد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داخل مسجد شد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عل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بن جعفر بدون عبا برخاست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دست آن حضرت رابوسيد و تعظيم كرد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ابو جعفر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فرمودند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عموجان</w:t>
      </w:r>
      <w:r w:rsidR="00E12C63">
        <w:rPr>
          <w:rtl/>
          <w:lang w:bidi="fa-IR"/>
        </w:rPr>
        <w:t>!</w:t>
      </w:r>
      <w:r w:rsidRPr="00E8659C">
        <w:rPr>
          <w:rtl/>
          <w:lang w:bidi="fa-IR"/>
        </w:rPr>
        <w:t xml:space="preserve"> بنشين خداتو را رحمت كند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گفت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مولا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من</w:t>
      </w:r>
      <w:r w:rsidR="00E12C63">
        <w:rPr>
          <w:rtl/>
          <w:lang w:bidi="fa-IR"/>
        </w:rPr>
        <w:t>!</w:t>
      </w:r>
      <w:r w:rsidRPr="00E8659C">
        <w:rPr>
          <w:rtl/>
          <w:lang w:bidi="fa-IR"/>
        </w:rPr>
        <w:t xml:space="preserve"> چگونه بنشينم حال آنكه شما ايستاده ايد</w:t>
      </w:r>
      <w:r w:rsidR="004851C8">
        <w:rPr>
          <w:rtl/>
          <w:lang w:bidi="fa-IR"/>
        </w:rPr>
        <w:t>؟</w:t>
      </w:r>
      <w:r w:rsidR="00E12C63">
        <w:rPr>
          <w:rtl/>
          <w:lang w:bidi="fa-IR"/>
        </w:rPr>
        <w:t>!</w:t>
      </w:r>
      <w:r w:rsidRPr="00E8659C">
        <w:rPr>
          <w:rtl/>
          <w:lang w:bidi="fa-IR"/>
        </w:rPr>
        <w:t xml:space="preserve"> چونابو جعفر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برگشت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يارانش او را توبيخ كرده و گفتند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چرا اورا با كم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سن آن مقدار احترام و خضوع كرد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حال آنكه تو عمو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پدر او هست</w:t>
      </w:r>
      <w:r w:rsidR="00EA7A3C">
        <w:rPr>
          <w:rtl/>
          <w:lang w:bidi="fa-IR"/>
        </w:rPr>
        <w:t>ی</w:t>
      </w:r>
      <w:r w:rsidR="004851C8">
        <w:rPr>
          <w:rtl/>
          <w:lang w:bidi="fa-IR"/>
        </w:rPr>
        <w:t>؟</w:t>
      </w:r>
      <w:r w:rsidR="00E12C63">
        <w:rPr>
          <w:rtl/>
          <w:lang w:bidi="fa-IR"/>
        </w:rPr>
        <w:t>!</w:t>
      </w:r>
    </w:p>
    <w:p w:rsidR="00E8659C" w:rsidRPr="00E8659C" w:rsidRDefault="00E8659C" w:rsidP="00EA7A3C">
      <w:pPr>
        <w:pStyle w:val="libNormal"/>
        <w:rPr>
          <w:lang w:bidi="fa-IR"/>
        </w:rPr>
      </w:pPr>
      <w:r w:rsidRPr="00E8659C">
        <w:rPr>
          <w:rtl/>
          <w:lang w:bidi="fa-IR"/>
        </w:rPr>
        <w:t>فرمود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ساكت باشيد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آنگاه ريش خود </w:t>
      </w:r>
      <w:r w:rsidR="00EA7A3C">
        <w:rPr>
          <w:rFonts w:hint="cs"/>
          <w:rtl/>
          <w:lang w:bidi="fa-IR"/>
        </w:rPr>
        <w:t>(</w:t>
      </w:r>
      <w:r w:rsidRPr="00E8659C">
        <w:rPr>
          <w:rtl/>
          <w:lang w:bidi="fa-IR"/>
        </w:rPr>
        <w:t>را</w:t>
      </w:r>
      <w:r w:rsidR="00EA7A3C">
        <w:rPr>
          <w:rFonts w:hint="cs"/>
          <w:rtl/>
          <w:lang w:bidi="fa-IR"/>
        </w:rPr>
        <w:t xml:space="preserve">) </w:t>
      </w:r>
      <w:r w:rsidRPr="00E8659C">
        <w:rPr>
          <w:rtl/>
          <w:lang w:bidi="fa-IR"/>
        </w:rPr>
        <w:t>گرفت و گفت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وقت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خداوند اين پير مردرا برا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امامت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اهل نكرد و امامت را به او داد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فضيلت او را انكار كنم</w:t>
      </w:r>
      <w:r w:rsidR="004851C8">
        <w:rPr>
          <w:rtl/>
          <w:lang w:bidi="fa-IR"/>
        </w:rPr>
        <w:t>؟</w:t>
      </w:r>
      <w:r w:rsidR="00E12C63">
        <w:rPr>
          <w:rtl/>
          <w:lang w:bidi="fa-IR"/>
        </w:rPr>
        <w:t>!!</w:t>
      </w:r>
      <w:r w:rsidRPr="00E8659C">
        <w:rPr>
          <w:rtl/>
          <w:lang w:bidi="fa-IR"/>
        </w:rPr>
        <w:t xml:space="preserve"> نعوذ</w:t>
      </w:r>
      <w:r w:rsidR="00EA7A3C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بالله از آنچه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گوييد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من بند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او هستم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كاف</w:t>
      </w:r>
      <w:r w:rsidR="00F456F0">
        <w:rPr>
          <w:rtl/>
          <w:lang w:bidi="fa-IR"/>
        </w:rPr>
        <w:t>ی</w:t>
      </w:r>
      <w:r w:rsidR="00A429E4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ج </w:t>
      </w:r>
      <w:r w:rsidR="00256F60">
        <w:rPr>
          <w:rtl/>
          <w:lang w:bidi="fa-IR"/>
        </w:rPr>
        <w:t>1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</w:t>
      </w:r>
      <w:r w:rsidR="00FA474B">
        <w:rPr>
          <w:rtl/>
          <w:lang w:bidi="fa-IR"/>
        </w:rPr>
        <w:t>3</w:t>
      </w:r>
      <w:r w:rsidR="005631DD">
        <w:rPr>
          <w:rtl/>
          <w:lang w:bidi="fa-IR"/>
        </w:rPr>
        <w:t>22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به هر حال كم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سن آن حضرت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ضرر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در مسأل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امامت ندارد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او به علت حامل روح امامت بودن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دريا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مواج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علم و</w:t>
      </w:r>
      <w:r w:rsidR="00EA7A3C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درايت و كمال بود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حت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در صورت مبسوط اليد بودن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توانست</w:t>
      </w:r>
      <w:r w:rsidR="00EA7A3C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فرماندهان لايق و مردان ورزيده را رو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كار بياورد و حكومت اسلام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را پياده و ادارهكند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والسلام عل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من اتبع الهد</w:t>
      </w:r>
      <w:r w:rsidR="00EA7A3C">
        <w:rPr>
          <w:rtl/>
          <w:lang w:bidi="fa-IR"/>
        </w:rPr>
        <w:t>ی</w:t>
      </w:r>
      <w:r w:rsidR="00EA7A3C">
        <w:rPr>
          <w:rFonts w:hint="cs"/>
          <w:rtl/>
          <w:lang w:bidi="fa-IR"/>
        </w:rPr>
        <w:t>.</w:t>
      </w:r>
    </w:p>
    <w:p w:rsidR="00E8659C" w:rsidRDefault="00E8659C" w:rsidP="00223F58">
      <w:pPr>
        <w:pStyle w:val="libBold1"/>
        <w:rPr>
          <w:rtl/>
          <w:lang w:bidi="fa-IR"/>
        </w:rPr>
      </w:pPr>
      <w:r w:rsidRPr="00E8659C">
        <w:rPr>
          <w:rtl/>
          <w:lang w:bidi="fa-IR"/>
        </w:rPr>
        <w:t xml:space="preserve">امام جواد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و تفسير قرآن</w:t>
      </w:r>
    </w:p>
    <w:p w:rsidR="003D4B4F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 xml:space="preserve">از امام جواد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در مورد تفسيرآيات قرآن مجيد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مطالب فراوان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نقل شده است كه هر كدام در ذيل آيات مربوط آمده است.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lastRenderedPageBreak/>
        <w:t>افراد متتبع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توانند از تفاسير مأثور ورواي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تعداد انبوه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اين نظريه</w:t>
      </w:r>
      <w:r w:rsidR="00164EC6">
        <w:rPr>
          <w:rtl/>
          <w:lang w:bidi="fa-IR"/>
        </w:rPr>
        <w:t xml:space="preserve"> ‌</w:t>
      </w:r>
      <w:r w:rsidRPr="00E8659C">
        <w:rPr>
          <w:rtl/>
          <w:lang w:bidi="fa-IR"/>
        </w:rPr>
        <w:t>ها وتفسيرها را فراهم آورد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ما به اقتضا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اختصار كتاب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چند نمونه را ذيلا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آوريم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>طالبان تفصيل را به تفاسير ياد شده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ارجاع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دهيم</w:t>
      </w:r>
      <w:r w:rsidR="004851C8">
        <w:rPr>
          <w:rtl/>
          <w:lang w:bidi="fa-IR"/>
        </w:rPr>
        <w:t>:</w:t>
      </w:r>
    </w:p>
    <w:p w:rsidR="00E8659C" w:rsidRPr="00E8659C" w:rsidRDefault="00256F60" w:rsidP="003D4B4F">
      <w:pPr>
        <w:pStyle w:val="libBold1"/>
        <w:rPr>
          <w:lang w:bidi="fa-IR"/>
        </w:rPr>
      </w:pPr>
      <w:r>
        <w:rPr>
          <w:rtl/>
          <w:lang w:bidi="fa-IR"/>
        </w:rPr>
        <w:t>1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مخلوق بودن قرآن</w:t>
      </w:r>
    </w:p>
    <w:p w:rsidR="003D4B4F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يك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ازخصوصيات عصر اين پيشوا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مطرح شدن تفتيش عقايد در مورد مخلوق بودن يا قديم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بودن</w:t>
      </w:r>
      <w:r w:rsidR="003D4B4F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قرآن بود</w:t>
      </w:r>
      <w:r w:rsidR="004851C8">
        <w:rPr>
          <w:rtl/>
          <w:lang w:bidi="fa-IR"/>
        </w:rPr>
        <w:t>.</w:t>
      </w:r>
    </w:p>
    <w:p w:rsidR="003D4B4F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خليف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وقت بر اساس تحريك اطرافيان خويش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يا در اثر تأثر ويژه اش ازفلسفه يونان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رو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اين مسألة حساسيت فوق العاده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نشان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داد كه قرآن حادث ومخلوق است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بر اين عقيده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كسان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قرآن را قديم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دانند مشرك و كافر هستند</w:t>
      </w:r>
      <w:r w:rsidR="003D4B4F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و حق مداخله در امور قضائ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وادار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كشور را ندارند بر اين اساس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استانداران و</w:t>
      </w:r>
      <w:r w:rsidR="003D4B4F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فرمانداران و كارگزاران نواح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مختلف كشور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موظف شده بودند كه افراد را از اين نظرمورد باز جوي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بازپرس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وزير نظر قرار دهند و نتيجه اقدامات خود را به مركز خلافت، گزارش كنند</w:t>
      </w:r>
      <w:r w:rsidR="004851C8">
        <w:rPr>
          <w:rtl/>
          <w:lang w:bidi="fa-IR"/>
        </w:rPr>
        <w:t>.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جالب توجه اينست كه شدت علاق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مأمون به اين امر به حد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بود كه دروصيتنام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خود پس از ذكر شهادتين و اقرار به توحيد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مسألة مخلوق بودن قرآن را موردگواه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شهادت خود قرار داده بود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پس از آن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به اعتراف به معاد و حساب و كتاب وديگر اصول اعتقاد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اسلام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را شمرده بود و اجرا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عمليات پس از فوت خود را به ول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عهد و وص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خود معتصم توصيه كرده بود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256F60" w:rsidRPr="006249D9">
        <w:rPr>
          <w:rStyle w:val="libFootnotenumChar"/>
          <w:rtl/>
        </w:rPr>
        <w:t>1</w:t>
      </w:r>
      <w:r w:rsidR="005631DD" w:rsidRPr="006249D9">
        <w:rPr>
          <w:rStyle w:val="libFootnotenumChar"/>
          <w:rtl/>
        </w:rPr>
        <w:t>2</w:t>
      </w:r>
      <w:r w:rsidR="00506E9B" w:rsidRPr="006249D9">
        <w:rPr>
          <w:rStyle w:val="libFootnotenumChar"/>
          <w:rtl/>
        </w:rPr>
        <w:t>7</w:t>
      </w:r>
      <w:r w:rsidRPr="006249D9">
        <w:rPr>
          <w:rStyle w:val="libFootnotenumChar"/>
          <w:rtl/>
        </w:rPr>
        <w:t>)</w:t>
      </w:r>
    </w:p>
    <w:p w:rsidR="003D4B4F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بر اساس همين امر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جمع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فقهاومحدثين مانند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احمد بن حنبل فقيه معروف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ابن عاصم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سجاد و جمع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ديگر از قضاة واهل علم عراق را كه اعتقاد مخالف مقام خلافت را داشتند و بر خلاف اين پندار بودند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>مورد ايذاء و آزار قرار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داد</w:t>
      </w:r>
      <w:r w:rsidR="004851C8">
        <w:rPr>
          <w:rtl/>
          <w:lang w:bidi="fa-IR"/>
        </w:rPr>
        <w:t>.</w:t>
      </w:r>
    </w:p>
    <w:p w:rsidR="003D4B4F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مأمون معتزل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بود و با تفتيش عقايد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به ناممحنه برپا كرده بود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سع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داشت عقايد خود را بر ديگران تحميل نمايد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مأمون درسال </w:t>
      </w:r>
      <w:r w:rsidR="005631DD">
        <w:rPr>
          <w:rtl/>
          <w:lang w:bidi="fa-IR"/>
        </w:rPr>
        <w:t>2</w:t>
      </w:r>
      <w:r w:rsidR="00256F60">
        <w:rPr>
          <w:rtl/>
          <w:lang w:bidi="fa-IR"/>
        </w:rPr>
        <w:t>1</w:t>
      </w:r>
      <w:r w:rsidR="00A35C10">
        <w:rPr>
          <w:rtl/>
          <w:lang w:bidi="fa-IR"/>
        </w:rPr>
        <w:t>8</w:t>
      </w:r>
      <w:r w:rsidRPr="00E8659C">
        <w:rPr>
          <w:rtl/>
          <w:lang w:bidi="fa-IR"/>
        </w:rPr>
        <w:t xml:space="preserve"> با نامه ها و دستور العمل هائ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كه به اسحاق بن </w:t>
      </w:r>
      <w:r w:rsidRPr="00E8659C">
        <w:rPr>
          <w:rtl/>
          <w:lang w:bidi="fa-IR"/>
        </w:rPr>
        <w:lastRenderedPageBreak/>
        <w:t>ابراهيم برا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امتحان قضات ومحدثان نوشت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كار تفتيش عقائد را آغاز نمود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در رأس هم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عقايد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مخلوق بودن قرآنو عدم رؤيت خدا در قيامت بود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دوران محنه چهارده سال طول كشيد</w:t>
      </w:r>
      <w:r w:rsidR="004851C8">
        <w:rPr>
          <w:rtl/>
          <w:lang w:bidi="fa-IR"/>
        </w:rPr>
        <w:t>.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احمد بن حنبل</w:t>
      </w:r>
      <w:r w:rsidR="003D4B4F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كتاب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به نام الرد عل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الزنادقة والجهمية دارد كه مقصود او از جهميه همه كسان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است كه منكر مخلوق نبودن قرآن و منكر رؤيت خدا در قيامت بودند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در كتاب به دو نكته</w:t>
      </w:r>
      <w:r w:rsidR="003D4B4F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اشاره شده است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يك</w:t>
      </w:r>
      <w:r w:rsidR="00F456F0">
        <w:rPr>
          <w:rtl/>
          <w:lang w:bidi="fa-IR"/>
        </w:rPr>
        <w:t>ی</w:t>
      </w:r>
      <w:r w:rsidR="00A429E4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اينكه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مسأله بر سر جواز رؤيت خدا در روز قيامت است نه دردنيا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در واقع او نيز رؤيت خدا را در دنيا جائز نم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داند ول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در آخرت روا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شمرد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دوم</w:t>
      </w:r>
      <w:r w:rsidR="00F456F0">
        <w:rPr>
          <w:rtl/>
          <w:lang w:bidi="fa-IR"/>
        </w:rPr>
        <w:t>ی</w:t>
      </w:r>
      <w:r w:rsidR="00A429E4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اين رؤيت مختص مؤمنان است نه كافران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پس به اعتقاد او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مؤمنانخدا را خواهند ديد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256F60" w:rsidRPr="006249D9">
        <w:rPr>
          <w:rStyle w:val="libFootnotenumChar"/>
          <w:rtl/>
        </w:rPr>
        <w:t>1</w:t>
      </w:r>
      <w:r w:rsidR="005631DD" w:rsidRPr="006249D9">
        <w:rPr>
          <w:rStyle w:val="libFootnotenumChar"/>
          <w:rtl/>
        </w:rPr>
        <w:t>2</w:t>
      </w:r>
      <w:r w:rsidR="00A35C10" w:rsidRPr="006249D9">
        <w:rPr>
          <w:rStyle w:val="libFootnotenumChar"/>
          <w:rtl/>
        </w:rPr>
        <w:t>8</w:t>
      </w:r>
      <w:r w:rsidRPr="006249D9">
        <w:rPr>
          <w:rStyle w:val="libFootnotenumChar"/>
          <w:rtl/>
        </w:rPr>
        <w:t>)</w:t>
      </w:r>
    </w:p>
    <w:p w:rsidR="003D4B4F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صورتهاي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شاد و خرم هستند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به سو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خدا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خويش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نگرند</w:t>
      </w:r>
      <w:r w:rsidR="004851C8">
        <w:rPr>
          <w:rtl/>
          <w:lang w:bidi="fa-IR"/>
        </w:rPr>
        <w:t>.</w:t>
      </w:r>
    </w:p>
    <w:p w:rsidR="00E8659C" w:rsidRPr="00E8659C" w:rsidRDefault="00E8659C" w:rsidP="003D4B4F">
      <w:pPr>
        <w:pStyle w:val="libNormal"/>
        <w:rPr>
          <w:lang w:bidi="fa-IR"/>
        </w:rPr>
      </w:pPr>
      <w:r w:rsidRPr="00E8659C">
        <w:rPr>
          <w:rtl/>
          <w:lang w:bidi="fa-IR"/>
        </w:rPr>
        <w:t>اين آيه تصريح دارد كه در آن روز مؤمنان به پروردگار خودخواهند نگريست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البته معتزله اين آيه و امثال آن را تأويل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كنند كه مقصود ثوابيا قدرت خدا را خواهند ديد و ثواب خدا فعل اوست نه خود او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استدلال آنان بر ايناعتقاد او با آيه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</w:t>
      </w:r>
      <w:r w:rsidRPr="003D4B4F">
        <w:rPr>
          <w:rStyle w:val="libAlaemChar"/>
          <w:rtl/>
        </w:rPr>
        <w:t>(</w:t>
      </w:r>
      <w:r w:rsidR="003D4B4F" w:rsidRPr="003D4B4F">
        <w:rPr>
          <w:rStyle w:val="libAieChar"/>
          <w:rtl/>
          <w:lang w:bidi="fa-IR"/>
        </w:rPr>
        <w:t>وُجُوهٌ يَوْمَئِذٍ نَّاضِرَةٌ</w:t>
      </w:r>
      <w:r w:rsidR="003D4B4F" w:rsidRPr="003D4B4F">
        <w:rPr>
          <w:rStyle w:val="libAieChar"/>
          <w:rFonts w:hint="cs"/>
          <w:rtl/>
        </w:rPr>
        <w:t xml:space="preserve"> * </w:t>
      </w:r>
      <w:r w:rsidR="003D4B4F" w:rsidRPr="003D4B4F">
        <w:rPr>
          <w:rStyle w:val="libAieChar"/>
          <w:rtl/>
          <w:lang w:bidi="fa-IR"/>
        </w:rPr>
        <w:t>إِلَىٰ رَبِّهَا نَاظِرَةٌ</w:t>
      </w:r>
      <w:r w:rsidRPr="003D4B4F">
        <w:rPr>
          <w:rStyle w:val="libAlaemChar"/>
          <w:rtl/>
        </w:rPr>
        <w:t>)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256F60" w:rsidRPr="006249D9">
        <w:rPr>
          <w:rStyle w:val="libFootnotenumChar"/>
          <w:rtl/>
        </w:rPr>
        <w:t>1</w:t>
      </w:r>
      <w:r w:rsidR="005631DD" w:rsidRPr="006249D9">
        <w:rPr>
          <w:rStyle w:val="libFootnotenumChar"/>
          <w:rtl/>
        </w:rPr>
        <w:t>2</w:t>
      </w:r>
      <w:r w:rsidR="003D2C90" w:rsidRPr="006249D9">
        <w:rPr>
          <w:rStyle w:val="libFootnotenumChar"/>
          <w:rtl/>
        </w:rPr>
        <w:t>9</w:t>
      </w:r>
      <w:r w:rsidRPr="006249D9">
        <w:rPr>
          <w:rStyle w:val="libFootnotenumChar"/>
          <w:rtl/>
        </w:rPr>
        <w:t>)</w:t>
      </w:r>
      <w:r w:rsidRPr="00E8659C">
        <w:rPr>
          <w:rtl/>
          <w:lang w:bidi="fa-IR"/>
        </w:rPr>
        <w:t xml:space="preserve"> خويش آنست كه </w:t>
      </w:r>
      <w:r w:rsidRPr="003D4B4F">
        <w:rPr>
          <w:rStyle w:val="libAlaemChar"/>
          <w:rtl/>
        </w:rPr>
        <w:t>(</w:t>
      </w:r>
      <w:r w:rsidR="003D4B4F" w:rsidRPr="003D4B4F">
        <w:rPr>
          <w:rStyle w:val="libAieChar"/>
          <w:rtl/>
          <w:lang w:bidi="fa-IR"/>
        </w:rPr>
        <w:t>لَّا تُدْرِكُهُ الْأَبْصَارُ وَهُوَ يُدْرِكُ الْأَبْصَارَ</w:t>
      </w:r>
      <w:r w:rsidR="003D4B4F" w:rsidRPr="003D4B4F">
        <w:rPr>
          <w:rStyle w:val="libAlaemChar"/>
          <w:rtl/>
        </w:rPr>
        <w:t>)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256F60" w:rsidRPr="006249D9">
        <w:rPr>
          <w:rStyle w:val="libFootnotenumChar"/>
          <w:rtl/>
        </w:rPr>
        <w:t>1</w:t>
      </w:r>
      <w:r w:rsidR="00FA474B" w:rsidRPr="006249D9">
        <w:rPr>
          <w:rStyle w:val="libFootnotenumChar"/>
          <w:rtl/>
        </w:rPr>
        <w:t>3</w:t>
      </w:r>
      <w:r w:rsidR="009072C7" w:rsidRPr="006249D9">
        <w:rPr>
          <w:rStyle w:val="libFootnotenumChar"/>
          <w:rtl/>
        </w:rPr>
        <w:t>0</w:t>
      </w:r>
      <w:r w:rsidRPr="006249D9">
        <w:rPr>
          <w:rStyle w:val="libFootnotenumChar"/>
          <w:rtl/>
        </w:rPr>
        <w:t>)</w:t>
      </w:r>
    </w:p>
    <w:p w:rsidR="003D4B4F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ديده</w:t>
      </w:r>
      <w:r w:rsidR="00164EC6">
        <w:rPr>
          <w:rtl/>
          <w:lang w:bidi="fa-IR"/>
        </w:rPr>
        <w:t xml:space="preserve"> ‌</w:t>
      </w:r>
      <w:r w:rsidRPr="00E8659C">
        <w:rPr>
          <w:rtl/>
          <w:lang w:bidi="fa-IR"/>
        </w:rPr>
        <w:t>گان اورا در</w:t>
      </w:r>
      <w:r w:rsidR="003D4B4F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نم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يابند ول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اوست كه ديدگان را درم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يابد</w:t>
      </w:r>
      <w:r w:rsidR="004851C8">
        <w:rPr>
          <w:rtl/>
          <w:lang w:bidi="fa-IR"/>
        </w:rPr>
        <w:t>.</w:t>
      </w:r>
    </w:p>
    <w:p w:rsidR="00E8659C" w:rsidRPr="00E8659C" w:rsidRDefault="00E8659C" w:rsidP="003D4B4F">
      <w:pPr>
        <w:pStyle w:val="libNormal"/>
        <w:rPr>
          <w:lang w:bidi="fa-IR"/>
        </w:rPr>
      </w:pPr>
      <w:r w:rsidRPr="00E8659C">
        <w:rPr>
          <w:rtl/>
          <w:lang w:bidi="fa-IR"/>
        </w:rPr>
        <w:t>احمد بن حنبل در پاسخ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گفت: پيامبر خدا </w:t>
      </w:r>
      <w:r w:rsidR="00E954A2" w:rsidRPr="00E954A2">
        <w:rPr>
          <w:rStyle w:val="libAlaemChar"/>
          <w:rtl/>
        </w:rPr>
        <w:t>صلى‌الله‌عليه‌وآله‌وسلم</w:t>
      </w:r>
      <w:r w:rsidRPr="00E8659C">
        <w:rPr>
          <w:rtl/>
          <w:lang w:bidi="fa-IR"/>
        </w:rPr>
        <w:t xml:space="preserve"> خود اين آيه را خوانده بود ول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در آن حديث</w:t>
      </w:r>
      <w:r w:rsidR="003D4B4F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رؤيت ماه در شب بدر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فرمايد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</w:t>
      </w:r>
      <w:r w:rsidR="003D4B4F">
        <w:rPr>
          <w:rFonts w:hint="cs"/>
          <w:rtl/>
          <w:lang w:bidi="fa-IR"/>
        </w:rPr>
        <w:t>«</w:t>
      </w:r>
      <w:r w:rsidRPr="003D4B4F">
        <w:rPr>
          <w:rStyle w:val="libHadeesChar"/>
          <w:rtl/>
        </w:rPr>
        <w:t>انكم سترون ربكم</w:t>
      </w:r>
      <w:r w:rsidR="003D4B4F">
        <w:rPr>
          <w:rFonts w:hint="cs"/>
          <w:rtl/>
          <w:lang w:bidi="fa-IR"/>
        </w:rPr>
        <w:t>»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256F60" w:rsidRPr="006249D9">
        <w:rPr>
          <w:rStyle w:val="libFootnotenumChar"/>
          <w:rtl/>
        </w:rPr>
        <w:t>1</w:t>
      </w:r>
      <w:r w:rsidR="00FA474B" w:rsidRPr="006249D9">
        <w:rPr>
          <w:rStyle w:val="libFootnotenumChar"/>
          <w:rtl/>
        </w:rPr>
        <w:t>3</w:t>
      </w:r>
      <w:r w:rsidR="00256F60" w:rsidRPr="006249D9">
        <w:rPr>
          <w:rStyle w:val="libFootnotenumChar"/>
          <w:rtl/>
        </w:rPr>
        <w:t>1</w:t>
      </w:r>
      <w:r w:rsidRPr="006249D9">
        <w:rPr>
          <w:rStyle w:val="libFootnotenumChar"/>
          <w:rtl/>
        </w:rPr>
        <w:t>)</w:t>
      </w:r>
    </w:p>
    <w:p w:rsidR="00E8659C" w:rsidRPr="00E8659C" w:rsidRDefault="00E8659C" w:rsidP="003D4B4F">
      <w:pPr>
        <w:pStyle w:val="libNormal"/>
        <w:rPr>
          <w:lang w:bidi="fa-IR"/>
        </w:rPr>
      </w:pPr>
      <w:r w:rsidRPr="00E8659C">
        <w:rPr>
          <w:rtl/>
          <w:lang w:bidi="fa-IR"/>
        </w:rPr>
        <w:t>او معتقد بود كهرؤيت مؤمنان در بهشت پاداش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است كه خداوند علاوه بر ثواب اعمال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به مؤمنان عطاخواهد كرد ول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كافران به حكم آيه </w:t>
      </w:r>
      <w:r w:rsidRPr="003D4B4F">
        <w:rPr>
          <w:rStyle w:val="libAlaemChar"/>
          <w:rtl/>
        </w:rPr>
        <w:t>(</w:t>
      </w:r>
      <w:r w:rsidR="003D4B4F" w:rsidRPr="003D4B4F">
        <w:rPr>
          <w:rStyle w:val="libAieChar"/>
          <w:rtl/>
          <w:lang w:bidi="fa-IR"/>
        </w:rPr>
        <w:t>كَلَّا إِنَّهُمْ عَن رَّبِّهِمْ يَوْمَئِذٍ لَّمَحْجُوبُونَ</w:t>
      </w:r>
      <w:r w:rsidRPr="003D4B4F">
        <w:rPr>
          <w:rStyle w:val="libAlaemChar"/>
          <w:rtl/>
        </w:rPr>
        <w:t>)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256F60" w:rsidRPr="006249D9">
        <w:rPr>
          <w:rStyle w:val="libFootnotenumChar"/>
          <w:rtl/>
        </w:rPr>
        <w:t>1</w:t>
      </w:r>
      <w:r w:rsidR="00FA474B" w:rsidRPr="006249D9">
        <w:rPr>
          <w:rStyle w:val="libFootnotenumChar"/>
          <w:rtl/>
        </w:rPr>
        <w:t>3</w:t>
      </w:r>
      <w:r w:rsidR="005631DD" w:rsidRPr="006249D9">
        <w:rPr>
          <w:rStyle w:val="libFootnotenumChar"/>
          <w:rtl/>
        </w:rPr>
        <w:t>2</w:t>
      </w:r>
      <w:r w:rsidRPr="006249D9">
        <w:rPr>
          <w:rStyle w:val="libFootnotenumChar"/>
          <w:rtl/>
        </w:rPr>
        <w:t>)</w:t>
      </w:r>
    </w:p>
    <w:p w:rsidR="00B05E9F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از اين نعمت محروم خواهند بود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به باور او جهميه ومعتزله هم جزو همين كافرانهستند</w:t>
      </w:r>
      <w:r w:rsidR="00E12C63">
        <w:rPr>
          <w:rtl/>
          <w:lang w:bidi="fa-IR"/>
        </w:rPr>
        <w:t>!</w:t>
      </w:r>
      <w:r w:rsidRPr="00E8659C">
        <w:rPr>
          <w:rtl/>
          <w:lang w:bidi="fa-IR"/>
        </w:rPr>
        <w:t xml:space="preserve"> روايت رؤيت اينست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كنا جلوسا عند النب</w:t>
      </w:r>
      <w:r w:rsidR="00F456F0">
        <w:rPr>
          <w:rtl/>
          <w:lang w:bidi="fa-IR"/>
        </w:rPr>
        <w:t xml:space="preserve">ی </w:t>
      </w:r>
      <w:r w:rsidR="00E954A2" w:rsidRPr="00E954A2">
        <w:rPr>
          <w:rStyle w:val="libAlaemChar"/>
          <w:rtl/>
        </w:rPr>
        <w:t>صلى‌الله‌عليه‌وآله‌وسلم</w:t>
      </w:r>
      <w:r w:rsidRPr="00E8659C">
        <w:rPr>
          <w:rtl/>
          <w:lang w:bidi="fa-IR"/>
        </w:rPr>
        <w:t xml:space="preserve"> </w:t>
      </w:r>
      <w:r w:rsidR="003D4B4F">
        <w:rPr>
          <w:rFonts w:hint="cs"/>
          <w:rtl/>
          <w:lang w:bidi="fa-IR"/>
        </w:rPr>
        <w:t>«</w:t>
      </w:r>
      <w:r w:rsidRPr="003D4B4F">
        <w:rPr>
          <w:rStyle w:val="libHadeesChar"/>
          <w:rtl/>
        </w:rPr>
        <w:t>اذ</w:t>
      </w:r>
      <w:r w:rsidR="003D4B4F" w:rsidRPr="003D4B4F">
        <w:rPr>
          <w:rStyle w:val="libHadeesChar"/>
          <w:rFonts w:hint="cs"/>
          <w:rtl/>
        </w:rPr>
        <w:t xml:space="preserve"> </w:t>
      </w:r>
      <w:r w:rsidRPr="003D4B4F">
        <w:rPr>
          <w:rStyle w:val="libHadeesChar"/>
          <w:rtl/>
        </w:rPr>
        <w:t>نظر إل</w:t>
      </w:r>
      <w:r w:rsidR="00F456F0" w:rsidRPr="003D4B4F">
        <w:rPr>
          <w:rStyle w:val="libHadeesChar"/>
          <w:rtl/>
        </w:rPr>
        <w:t xml:space="preserve">ی </w:t>
      </w:r>
      <w:r w:rsidRPr="003D4B4F">
        <w:rPr>
          <w:rStyle w:val="libHadeesChar"/>
          <w:rtl/>
        </w:rPr>
        <w:t>القمر</w:t>
      </w:r>
      <w:r w:rsidR="004851C8" w:rsidRPr="003D4B4F">
        <w:rPr>
          <w:rStyle w:val="libHadeesChar"/>
          <w:rtl/>
        </w:rPr>
        <w:t>،</w:t>
      </w:r>
      <w:r w:rsidRPr="003D4B4F">
        <w:rPr>
          <w:rStyle w:val="libHadeesChar"/>
          <w:rtl/>
        </w:rPr>
        <w:t xml:space="preserve"> ليلة البدر قال</w:t>
      </w:r>
      <w:r w:rsidR="004851C8" w:rsidRPr="003D4B4F">
        <w:rPr>
          <w:rStyle w:val="libHadeesChar"/>
          <w:rtl/>
        </w:rPr>
        <w:t>:</w:t>
      </w:r>
      <w:r w:rsidRPr="003D4B4F">
        <w:rPr>
          <w:rStyle w:val="libHadeesChar"/>
          <w:rtl/>
        </w:rPr>
        <w:t xml:space="preserve"> إنكم سترون ربكم كما ترون هذا القمر لا تضامون فيرؤيته</w:t>
      </w:r>
      <w:r w:rsidR="004851C8" w:rsidRPr="003D4B4F">
        <w:rPr>
          <w:rStyle w:val="libHadeesChar"/>
          <w:rtl/>
        </w:rPr>
        <w:t>،</w:t>
      </w:r>
      <w:r w:rsidRPr="003D4B4F">
        <w:rPr>
          <w:rStyle w:val="libHadeesChar"/>
          <w:rtl/>
        </w:rPr>
        <w:t xml:space="preserve"> ا</w:t>
      </w:r>
      <w:r w:rsidR="00F456F0" w:rsidRPr="003D4B4F">
        <w:rPr>
          <w:rStyle w:val="libHadeesChar"/>
          <w:rtl/>
        </w:rPr>
        <w:t xml:space="preserve">ی </w:t>
      </w:r>
      <w:r w:rsidRPr="003D4B4F">
        <w:rPr>
          <w:rStyle w:val="libHadeesChar"/>
          <w:rtl/>
        </w:rPr>
        <w:t>لاتشكون</w:t>
      </w:r>
      <w:r w:rsidR="003D4B4F">
        <w:rPr>
          <w:rFonts w:hint="cs"/>
          <w:rtl/>
          <w:lang w:bidi="fa-IR"/>
        </w:rPr>
        <w:t>»</w:t>
      </w:r>
      <w:r w:rsidR="004851C8">
        <w:rPr>
          <w:rtl/>
          <w:lang w:bidi="fa-IR"/>
        </w:rPr>
        <w:t>.</w:t>
      </w:r>
    </w:p>
    <w:p w:rsidR="00B05E9F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lastRenderedPageBreak/>
        <w:t xml:space="preserve">ما در محضر رسول خدا </w:t>
      </w:r>
      <w:r w:rsidR="00E954A2" w:rsidRPr="00E954A2">
        <w:rPr>
          <w:rStyle w:val="libAlaemChar"/>
          <w:rtl/>
        </w:rPr>
        <w:t>صلى‌الله‌عليه‌وآله‌وسلم</w:t>
      </w:r>
      <w:r w:rsidRPr="00E8659C">
        <w:rPr>
          <w:rtl/>
          <w:lang w:bidi="fa-IR"/>
        </w:rPr>
        <w:t xml:space="preserve"> بوديم كه</w:t>
      </w:r>
      <w:r w:rsidR="00B05E9F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ناگاه پيامبر خدا به سو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ماه نگريست و فرمودند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شما آفريدگار خود خواهيد ديدآنچنان كه اين ماه را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بينيد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هرگز در ديدار او شك و ترديد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نخواهيد داشت</w:t>
      </w:r>
      <w:r w:rsidR="004851C8">
        <w:rPr>
          <w:rtl/>
          <w:lang w:bidi="fa-IR"/>
        </w:rPr>
        <w:t>.</w:t>
      </w:r>
    </w:p>
    <w:p w:rsidR="006970D4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در</w:t>
      </w:r>
      <w:r w:rsidR="00B05E9F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فهم و</w:t>
      </w:r>
      <w:r w:rsidR="00B05E9F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درايت اين حديث كاف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است كه راو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آن ابوهريره بازرگان حديث بوده است</w:t>
      </w:r>
      <w:r w:rsidR="004851C8">
        <w:rPr>
          <w:rtl/>
          <w:lang w:bidi="fa-IR"/>
        </w:rPr>
        <w:t>.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بر اين</w:t>
      </w:r>
      <w:r w:rsidR="00B05E9F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اساس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جمع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فقهاء ومحدثين مانند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احمد بن حنبل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ابن عاصم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سجاد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جمع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ازاهل قضاء و فتو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را كه اعتقاد مخالف داشتند و بر اين باور بودند چون قرآن كلام</w:t>
      </w:r>
      <w:r w:rsidR="00B05E9F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خداست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كلام خدا هم ناچار همانند خود خدا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قديم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خواهد بود (با خلط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كلاملفظ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</w:t>
      </w:r>
      <w:r w:rsidR="00B05E9F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نزول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كلام لب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</w:t>
      </w:r>
      <w:r w:rsidR="00B05E9F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وصف</w:t>
      </w:r>
      <w:r w:rsidR="00B05E9F">
        <w:rPr>
          <w:rtl/>
          <w:lang w:bidi="fa-IR"/>
        </w:rPr>
        <w:t>ی</w:t>
      </w:r>
      <w:r w:rsidRPr="00E8659C">
        <w:rPr>
          <w:rtl/>
          <w:lang w:bidi="fa-IR"/>
        </w:rPr>
        <w:t>) و در نتيجه به غير مخلوق بودن قرآن اعتقاد پيداكرده و دچار حيرت و سر گردان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شده بودند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به نوع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به تعدد قدماء اعتقاد پيداكرده بودند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دستور تنبيه و كتك و گاه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دستور كشتن و از ميان بردن را صادر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كردند و به همين دليل ابن حنبل را با تازيانه زدند و تعداد كثير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را به حبس و زنجير كشاندند باتوجه به اين حساسيت وقت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موقعيت علم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سياس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امام جواد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بهتر مشخص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گردد</w:t>
      </w:r>
      <w:r w:rsidR="004851C8">
        <w:rPr>
          <w:rtl/>
          <w:lang w:bidi="fa-IR"/>
        </w:rPr>
        <w:t>.</w:t>
      </w:r>
    </w:p>
    <w:p w:rsidR="00C01D09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اينك فرازهائ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نكات تفسير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آن بزرگوار</w:t>
      </w:r>
      <w:r w:rsidR="004851C8">
        <w:rPr>
          <w:rtl/>
          <w:lang w:bidi="fa-IR"/>
        </w:rPr>
        <w:t>.</w:t>
      </w:r>
    </w:p>
    <w:p w:rsidR="00E8659C" w:rsidRPr="00E8659C" w:rsidRDefault="00C01D09" w:rsidP="00E8659C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E8659C" w:rsidRDefault="00256F60" w:rsidP="00C01D09">
      <w:pPr>
        <w:pStyle w:val="Heading2"/>
        <w:rPr>
          <w:rtl/>
          <w:lang w:bidi="fa-IR"/>
        </w:rPr>
      </w:pPr>
      <w:bookmarkStart w:id="32" w:name="_Toc487273806"/>
      <w:r>
        <w:rPr>
          <w:rtl/>
          <w:lang w:bidi="fa-IR"/>
        </w:rPr>
        <w:t>1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قرآن معيار شناخت حديث صحيح و جعل</w:t>
      </w:r>
      <w:r w:rsidR="006970D4">
        <w:rPr>
          <w:rtl/>
          <w:lang w:bidi="fa-IR"/>
        </w:rPr>
        <w:t>ی</w:t>
      </w:r>
      <w:bookmarkEnd w:id="32"/>
    </w:p>
    <w:p w:rsidR="006970D4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در يك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مناظرات و مجالس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در حضور خليفه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تشكيل يافته بود</w:t>
      </w:r>
      <w:r w:rsidR="004851C8">
        <w:rPr>
          <w:rtl/>
          <w:lang w:bidi="fa-IR"/>
        </w:rPr>
        <w:t>،</w:t>
      </w:r>
      <w:r w:rsidR="006970D4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يحي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بن أكثم يك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قضات عال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رتب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دربار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توليد عداوت و كينه نسبت به</w:t>
      </w:r>
      <w:r w:rsidR="006970D4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 xml:space="preserve">ساحت امام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از ايشان پرسيد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چه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فرمائيد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در مورد آن</w:t>
      </w:r>
      <w:r w:rsidR="006970D4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حديث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دربار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يك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از ياران نزديك رسول خدا </w:t>
      </w:r>
      <w:r w:rsidR="00E954A2" w:rsidRPr="00E954A2">
        <w:rPr>
          <w:rStyle w:val="libAlaemChar"/>
          <w:rtl/>
        </w:rPr>
        <w:t>صلى‌الله‌عليه‌وآله‌وسلم</w:t>
      </w:r>
      <w:r w:rsidRPr="00E8659C">
        <w:rPr>
          <w:rtl/>
          <w:lang w:bidi="fa-IR"/>
        </w:rPr>
        <w:t xml:space="preserve"> وارد شده</w:t>
      </w:r>
      <w:r w:rsidR="006970D4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است كه پيامبر فرمود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جبرئيل بر من نازل گشت و پيام اله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را رساند كه خداوند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فرمايد از ابوبكر بپرس كه خداوند از تو راض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خشنود است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آيا تو هم از او راض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وخشنود هست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يا نه</w:t>
      </w:r>
      <w:r w:rsidR="004851C8">
        <w:rPr>
          <w:rtl/>
          <w:lang w:bidi="fa-IR"/>
        </w:rPr>
        <w:t>؟</w:t>
      </w:r>
    </w:p>
    <w:p w:rsidR="006970D4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 xml:space="preserve">امام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در پاسخ با توجه به موقعيت مجلس</w:t>
      </w:r>
      <w:r w:rsidR="006970D4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فرمودند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من منكر فضيلت آن صحاب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فرمائيد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نيستم ول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بر گويند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اين خبرلازم است به آن حديث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پيامبر اسلام در آن سفر حجة الوداع فرمودند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توجه داشته</w:t>
      </w:r>
      <w:r w:rsidR="006970D4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باشند جائ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فرمايد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دروغگويان و خبر سازان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فراوان شده اند و در آينده</w:t>
      </w:r>
      <w:r w:rsidR="006970D4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نيز جاعلين بيشتر خواهند شد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بدانيد هر كس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حديث دروغ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را به من نسبت دهد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جايگاه</w:t>
      </w:r>
      <w:r w:rsidR="006970D4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او آتش است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معيار تشخيص حديث صحيح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از غير صحيح آنست كه بر قرآن و سنت مسلمه 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عرضه كنند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اگر با آن دو موافقت كرد آن را بپذيرند و هر چه با آن دو مخالفت</w:t>
      </w:r>
      <w:r w:rsidR="006970D4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نمود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رد كنند و كنار بگذارند</w:t>
      </w:r>
      <w:r w:rsidR="004851C8">
        <w:rPr>
          <w:rtl/>
          <w:lang w:bidi="fa-IR"/>
        </w:rPr>
        <w:t>.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حديث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را كه شما نقل كرديد با كتاب خدا سازگارنيست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قرآن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فرمايد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ما انسان را آفريديم و از هر آنچه در قلب او خطور كند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>آگاهيم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256F60" w:rsidRPr="006249D9">
        <w:rPr>
          <w:rStyle w:val="libFootnotenumChar"/>
          <w:rtl/>
        </w:rPr>
        <w:t>1</w:t>
      </w:r>
      <w:r w:rsidR="00FA474B" w:rsidRPr="006249D9">
        <w:rPr>
          <w:rStyle w:val="libFootnotenumChar"/>
          <w:rtl/>
        </w:rPr>
        <w:t>33</w:t>
      </w:r>
      <w:r w:rsidRPr="006249D9">
        <w:rPr>
          <w:rStyle w:val="libFootnotenumChar"/>
          <w:rtl/>
        </w:rPr>
        <w:t>)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و در جا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ديگر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فرمايد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ما به انسان نزديك تر از شاهرگگردن او هستيم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256F60" w:rsidRPr="006249D9">
        <w:rPr>
          <w:rStyle w:val="libFootnotenumChar"/>
          <w:rtl/>
        </w:rPr>
        <w:t>1</w:t>
      </w:r>
      <w:r w:rsidR="00FA474B" w:rsidRPr="006249D9">
        <w:rPr>
          <w:rStyle w:val="libFootnotenumChar"/>
          <w:rtl/>
        </w:rPr>
        <w:t>3</w:t>
      </w:r>
      <w:r w:rsidR="00506E9B" w:rsidRPr="006249D9">
        <w:rPr>
          <w:rStyle w:val="libFootnotenumChar"/>
          <w:rtl/>
        </w:rPr>
        <w:t>4</w:t>
      </w:r>
      <w:r w:rsidRPr="006249D9">
        <w:rPr>
          <w:rStyle w:val="libFootnotenumChar"/>
          <w:rtl/>
        </w:rPr>
        <w:t>)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آيا بر چنين آفريدگار دانا و آگاه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خشنود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</w:t>
      </w:r>
      <w:r w:rsidR="000D3452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ناخشنود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رضايت خاطر يا نارضائ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آن صحاب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مكتوم مانده است تا نيازمند سؤال از آن صحاب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گردد</w:t>
      </w:r>
      <w:r w:rsidR="004851C8">
        <w:rPr>
          <w:rtl/>
          <w:lang w:bidi="fa-IR"/>
        </w:rPr>
        <w:t>؟</w:t>
      </w:r>
      <w:r w:rsidRPr="00E8659C">
        <w:rPr>
          <w:rtl/>
          <w:lang w:bidi="fa-IR"/>
        </w:rPr>
        <w:t xml:space="preserve"> اين امر نسبت به</w:t>
      </w:r>
      <w:r w:rsidR="000D3452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پروردگار عالم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محال و غير ممكن است</w:t>
      </w:r>
      <w:r w:rsidR="004851C8">
        <w:rPr>
          <w:rtl/>
          <w:lang w:bidi="fa-IR"/>
        </w:rPr>
        <w:t>.</w:t>
      </w:r>
    </w:p>
    <w:p w:rsidR="00C01D09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 xml:space="preserve">امام جواد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با</w:t>
      </w:r>
      <w:r w:rsidR="000D3452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محكوم ساختن طرف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يك قانون كل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عموم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نيز در اختيار عموم قرار داد كه پايه واساس آن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مستند به محكم ترين و استوارترين حجت خدا (قرآن) بود از اين</w:t>
      </w:r>
      <w:r w:rsidR="000D3452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رو 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lastRenderedPageBreak/>
        <w:t>چكداماز حضار مجلس را يارا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مخالفت يا اظهار نظر در مورد آن سند محكم و مستند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نبود با</w:t>
      </w:r>
      <w:r w:rsidR="000D3452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اين شيوه با حفظ اصالت مرام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طرف را نيز مجاب و محكوم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ساخت</w:t>
      </w:r>
      <w:r w:rsidR="004851C8">
        <w:rPr>
          <w:rtl/>
          <w:lang w:bidi="fa-IR"/>
        </w:rPr>
        <w:t>.</w:t>
      </w:r>
    </w:p>
    <w:p w:rsidR="00E8659C" w:rsidRPr="00E8659C" w:rsidRDefault="00C01D09" w:rsidP="00E8659C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E8659C" w:rsidRDefault="005631DD" w:rsidP="00C01D09">
      <w:pPr>
        <w:pStyle w:val="Heading2"/>
        <w:rPr>
          <w:rtl/>
          <w:lang w:bidi="fa-IR"/>
        </w:rPr>
      </w:pPr>
      <w:bookmarkStart w:id="33" w:name="_Toc487273807"/>
      <w:r>
        <w:rPr>
          <w:rtl/>
          <w:lang w:bidi="fa-IR"/>
        </w:rPr>
        <w:t>2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خطب</w:t>
      </w:r>
      <w:r w:rsidR="00BB00AB">
        <w:rPr>
          <w:rtl/>
          <w:lang w:bidi="fa-IR"/>
        </w:rPr>
        <w:t>ه</w:t>
      </w:r>
      <w:r w:rsidR="00E8659C" w:rsidRPr="00E8659C">
        <w:rPr>
          <w:rtl/>
          <w:lang w:bidi="fa-IR"/>
        </w:rPr>
        <w:t xml:space="preserve"> ازدواج</w:t>
      </w:r>
      <w:bookmarkEnd w:id="33"/>
    </w:p>
    <w:p w:rsidR="00E8659C" w:rsidRPr="00E8659C" w:rsidRDefault="00E8659C" w:rsidP="00C01D09">
      <w:pPr>
        <w:pStyle w:val="libNormal"/>
        <w:rPr>
          <w:lang w:bidi="fa-IR"/>
        </w:rPr>
      </w:pPr>
      <w:r w:rsidRPr="00E8659C">
        <w:rPr>
          <w:rtl/>
          <w:lang w:bidi="fa-IR"/>
        </w:rPr>
        <w:t>از سخنان ارزنده و كلمات قرآن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آن بزرگوار خطب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عقد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است كه درمجلس مأمون ايراد كرده است و در آن خطبه به آيه قرآن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استناد جسته است كه نوع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تبيين و تفسير عمل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قرآن مجيد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باشد جائ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فرمايد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</w:t>
      </w:r>
      <w:r w:rsidR="00C01D09">
        <w:rPr>
          <w:rFonts w:hint="cs"/>
          <w:rtl/>
          <w:lang w:bidi="fa-IR"/>
        </w:rPr>
        <w:t>«</w:t>
      </w:r>
      <w:r w:rsidRPr="00C01D09">
        <w:rPr>
          <w:rStyle w:val="libHadeesChar"/>
          <w:rtl/>
        </w:rPr>
        <w:t>ألحمدلله اقرارابنعمته</w:t>
      </w:r>
      <w:r w:rsidR="004851C8" w:rsidRPr="00C01D09">
        <w:rPr>
          <w:rStyle w:val="libHadeesChar"/>
          <w:rtl/>
        </w:rPr>
        <w:t>،</w:t>
      </w:r>
      <w:r w:rsidRPr="00C01D09">
        <w:rPr>
          <w:rStyle w:val="libHadeesChar"/>
          <w:rtl/>
        </w:rPr>
        <w:t xml:space="preserve"> ولا إله الا إله اخلاصا لوحدانيته</w:t>
      </w:r>
      <w:r w:rsidR="004851C8" w:rsidRPr="00C01D09">
        <w:rPr>
          <w:rStyle w:val="libHadeesChar"/>
          <w:rtl/>
        </w:rPr>
        <w:t>،</w:t>
      </w:r>
      <w:r w:rsidRPr="00C01D09">
        <w:rPr>
          <w:rStyle w:val="libHadeesChar"/>
          <w:rtl/>
        </w:rPr>
        <w:t xml:space="preserve"> وصل</w:t>
      </w:r>
      <w:r w:rsidR="00F456F0" w:rsidRPr="00C01D09">
        <w:rPr>
          <w:rStyle w:val="libHadeesChar"/>
          <w:rtl/>
        </w:rPr>
        <w:t xml:space="preserve">ی </w:t>
      </w:r>
      <w:r w:rsidRPr="00C01D09">
        <w:rPr>
          <w:rStyle w:val="libHadeesChar"/>
          <w:rtl/>
        </w:rPr>
        <w:t>الله عل</w:t>
      </w:r>
      <w:r w:rsidR="00F456F0" w:rsidRPr="00C01D09">
        <w:rPr>
          <w:rStyle w:val="libHadeesChar"/>
          <w:rtl/>
        </w:rPr>
        <w:t xml:space="preserve">ی </w:t>
      </w:r>
      <w:r w:rsidRPr="00C01D09">
        <w:rPr>
          <w:rStyle w:val="libHadeesChar"/>
          <w:rtl/>
        </w:rPr>
        <w:t>سيد بريته والأصفياء منعترته</w:t>
      </w:r>
      <w:r w:rsidR="004851C8" w:rsidRPr="00C01D09">
        <w:rPr>
          <w:rStyle w:val="libHadeesChar"/>
          <w:rtl/>
        </w:rPr>
        <w:t>،</w:t>
      </w:r>
      <w:r w:rsidRPr="00C01D09">
        <w:rPr>
          <w:rStyle w:val="libHadeesChar"/>
          <w:rtl/>
        </w:rPr>
        <w:t xml:space="preserve"> أما بعد</w:t>
      </w:r>
      <w:r w:rsidR="004851C8" w:rsidRPr="00C01D09">
        <w:rPr>
          <w:rStyle w:val="libHadeesChar"/>
          <w:rtl/>
        </w:rPr>
        <w:t>:</w:t>
      </w:r>
      <w:r w:rsidRPr="00C01D09">
        <w:rPr>
          <w:rStyle w:val="libHadeesChar"/>
          <w:rtl/>
        </w:rPr>
        <w:t xml:space="preserve"> فقد كان من فضل الله عل</w:t>
      </w:r>
      <w:r w:rsidR="00F456F0" w:rsidRPr="00C01D09">
        <w:rPr>
          <w:rStyle w:val="libHadeesChar"/>
          <w:rtl/>
        </w:rPr>
        <w:t xml:space="preserve">ی </w:t>
      </w:r>
      <w:r w:rsidRPr="00C01D09">
        <w:rPr>
          <w:rStyle w:val="libHadeesChar"/>
          <w:rtl/>
        </w:rPr>
        <w:t>الأنام أن أغناهم بالحلال عن الحرام</w:t>
      </w:r>
      <w:r w:rsidR="004851C8" w:rsidRPr="00C01D09">
        <w:rPr>
          <w:rStyle w:val="libHadeesChar"/>
          <w:rtl/>
        </w:rPr>
        <w:t>،</w:t>
      </w:r>
      <w:r w:rsidRPr="00C01D09">
        <w:rPr>
          <w:rStyle w:val="libHadeesChar"/>
          <w:rtl/>
        </w:rPr>
        <w:t>فقال سبحانه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</w:t>
      </w:r>
      <w:r w:rsidR="00C01D09" w:rsidRPr="00C01D09">
        <w:rPr>
          <w:rStyle w:val="libAlaemChar"/>
          <w:rFonts w:hint="cs"/>
          <w:rtl/>
        </w:rPr>
        <w:t>(</w:t>
      </w:r>
      <w:r w:rsidR="00C01D09" w:rsidRPr="00C01D09">
        <w:rPr>
          <w:rStyle w:val="libAieChar"/>
          <w:rtl/>
          <w:lang w:bidi="fa-IR"/>
        </w:rPr>
        <w:t>وَأَنكِحُوا الْأَيَامَىٰ مِنكُمْ وَالصَّالِحِينَ مِنْ عِبَادِكُمْ وَإِمَائِكُمْ إِن يَكُونُوا فُقَرَاءَ يُغْنِهِمُ اللَّهُ مِن فَضْلِهِ وَاللَّهُ وَاسِعٌ عَلِيمٌ</w:t>
      </w:r>
      <w:r w:rsidR="00C01D09" w:rsidRPr="00C01D09">
        <w:rPr>
          <w:rStyle w:val="libAlaemChar"/>
          <w:rFonts w:hint="cs"/>
          <w:rtl/>
        </w:rPr>
        <w:t>)</w:t>
      </w:r>
      <w:r w:rsidR="004851C8">
        <w:rPr>
          <w:rtl/>
          <w:lang w:bidi="fa-IR"/>
        </w:rPr>
        <w:t>.</w:t>
      </w:r>
      <w:r w:rsidR="00C01D09">
        <w:rPr>
          <w:rFonts w:hint="cs"/>
          <w:rtl/>
          <w:lang w:bidi="fa-IR"/>
        </w:rPr>
        <w:t xml:space="preserve">» </w:t>
      </w:r>
      <w:r w:rsidRPr="006249D9">
        <w:rPr>
          <w:rStyle w:val="libFootnotenumChar"/>
          <w:rtl/>
        </w:rPr>
        <w:t>(</w:t>
      </w:r>
      <w:r w:rsidR="00256F60" w:rsidRPr="006249D9">
        <w:rPr>
          <w:rStyle w:val="libFootnotenumChar"/>
          <w:rtl/>
        </w:rPr>
        <w:t>1</w:t>
      </w:r>
      <w:r w:rsidR="00FA474B" w:rsidRPr="006249D9">
        <w:rPr>
          <w:rStyle w:val="libFootnotenumChar"/>
          <w:rtl/>
        </w:rPr>
        <w:t>3</w:t>
      </w:r>
      <w:r w:rsidR="00506E9B" w:rsidRPr="006249D9">
        <w:rPr>
          <w:rStyle w:val="libFootnotenumChar"/>
          <w:rtl/>
        </w:rPr>
        <w:t>5</w:t>
      </w:r>
      <w:r w:rsidRPr="006249D9">
        <w:rPr>
          <w:rStyle w:val="libFootnotenumChar"/>
          <w:rtl/>
        </w:rPr>
        <w:t>)</w:t>
      </w:r>
    </w:p>
    <w:p w:rsidR="00C01D09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به عنوان اعتراف واقرار به نعمتها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فراوان اله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سپاس و شكر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گزارم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ومحض اخلاص و يكتا</w:t>
      </w:r>
      <w:r w:rsidR="00C01D09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پرست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="00C01D09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 xml:space="preserve">كلمه 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توحيد لا إله الا الله را بر زبان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آورم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درود و رحمت خاص پروردگار</w:t>
      </w:r>
      <w:r w:rsidR="00C01D09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به بهترين مخلوقات خويش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حضرت محمد </w:t>
      </w:r>
      <w:r w:rsidR="00E954A2" w:rsidRPr="00E954A2">
        <w:rPr>
          <w:rStyle w:val="libAlaemChar"/>
          <w:rtl/>
        </w:rPr>
        <w:t>صلى‌الله‌عليه‌وآله‌وسلم</w:t>
      </w:r>
      <w:r w:rsidRPr="00E8659C">
        <w:rPr>
          <w:rtl/>
          <w:lang w:bidi="fa-IR"/>
        </w:rPr>
        <w:t xml:space="preserve"> و برگزيدگان ازعترت پاك او باد</w:t>
      </w:r>
      <w:r w:rsidR="00E12C63">
        <w:rPr>
          <w:rtl/>
          <w:lang w:bidi="fa-IR"/>
        </w:rPr>
        <w:t>!</w:t>
      </w:r>
      <w:r w:rsidRPr="00E8659C">
        <w:rPr>
          <w:rtl/>
          <w:lang w:bidi="fa-IR"/>
        </w:rPr>
        <w:t xml:space="preserve"> پس از حمد و سپاس اله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يك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الطاف ب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كران اله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بر بندگان</w:t>
      </w:r>
      <w:r w:rsidR="00C01D09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خويش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آن </w:t>
      </w:r>
      <w:r w:rsidR="00C01D09">
        <w:rPr>
          <w:rFonts w:hint="cs"/>
          <w:rtl/>
          <w:lang w:bidi="fa-IR"/>
        </w:rPr>
        <w:t>ا</w:t>
      </w:r>
      <w:r w:rsidRPr="00E8659C">
        <w:rPr>
          <w:rtl/>
          <w:lang w:bidi="fa-IR"/>
        </w:rPr>
        <w:t>ست كه آنان را به وسيل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حلال و مشروع از حرام و نامشروع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غن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ب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نيازساخت و دستور داد كه ازدواج كنيد و بيم فقر و تنگدست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را به خود راه ندهيد</w:t>
      </w:r>
      <w:r w:rsidR="004851C8">
        <w:rPr>
          <w:rtl/>
          <w:lang w:bidi="fa-IR"/>
        </w:rPr>
        <w:t>.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اگرفقير و تنگدست باشيد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خداوند متعال شما را از فضل و رحمت پ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پايان خويش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نيازم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سازد</w:t>
      </w:r>
      <w:r w:rsidR="004851C8">
        <w:rPr>
          <w:rtl/>
          <w:lang w:bidi="fa-IR"/>
        </w:rPr>
        <w:t>.</w:t>
      </w:r>
    </w:p>
    <w:p w:rsidR="00C01D09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خداوند متعال روز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دهنده و آگاه به حال بندگان و روز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خواران خويش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باشد</w:t>
      </w:r>
      <w:r w:rsidR="004851C8">
        <w:rPr>
          <w:rtl/>
          <w:lang w:bidi="fa-IR"/>
        </w:rPr>
        <w:t>.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اين خطبه شريفه كه امروز مورد استناد عاقدين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مورد بهره بردار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در مجالس عقد</w:t>
      </w:r>
      <w:r w:rsidR="00C01D09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مسلمين قرار گرفته است يك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بهره گيريها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قرآن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تفسير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امام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از آيات نوران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اله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باشد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استناد به قرآن مجيد به عنوان سرلوح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عمل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مسلمين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بهترين روش عمل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تفسير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كلام الله مجيد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باشد</w:t>
      </w:r>
      <w:r w:rsidR="004851C8">
        <w:rPr>
          <w:rtl/>
          <w:lang w:bidi="fa-IR"/>
        </w:rPr>
        <w:t>.</w:t>
      </w:r>
    </w:p>
    <w:p w:rsidR="00E8659C" w:rsidRPr="00E8659C" w:rsidRDefault="008061D7" w:rsidP="00E8659C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E8659C" w:rsidRDefault="00FA474B" w:rsidP="008061D7">
      <w:pPr>
        <w:pStyle w:val="Heading2"/>
        <w:rPr>
          <w:rtl/>
          <w:lang w:bidi="fa-IR"/>
        </w:rPr>
      </w:pPr>
      <w:bookmarkStart w:id="34" w:name="_Toc487273808"/>
      <w:r>
        <w:rPr>
          <w:rtl/>
          <w:lang w:bidi="fa-IR"/>
        </w:rPr>
        <w:t>3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در گفتگو با يحي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بن اكثم</w:t>
      </w:r>
      <w:bookmarkEnd w:id="34"/>
    </w:p>
    <w:p w:rsidR="008061D7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در گفتگو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مفصل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كه امام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با</w:t>
      </w:r>
      <w:r w:rsidR="008061D7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يحي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بن اكثم قاض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عال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مرتبه دربار مأمون و معتصم انجام داده است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استنادها وتفسيرها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ارزشمند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نهفته است كه برخ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آنها در بخشها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مختلف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گذشت ول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موارد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هم</w:t>
      </w:r>
      <w:r w:rsidR="008061D7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وجود دارد كه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توان در بخش تفسيرها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امام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مورد استفاده</w:t>
      </w:r>
      <w:r w:rsidR="008061D7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قرار داد</w:t>
      </w:r>
      <w:r w:rsidR="004851C8">
        <w:rPr>
          <w:rtl/>
          <w:lang w:bidi="fa-IR"/>
        </w:rPr>
        <w:t>.</w:t>
      </w:r>
    </w:p>
    <w:p w:rsidR="008061D7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فيض كاشان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در كتاب معادن الحكمة از احتجاج طبرس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گفتگو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امام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را با يحي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بن اكثم در مجلس عقد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مأمون ترتيب داده بود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>آورده است كه به قسمتها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ناگفته 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آن اشاره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گردد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يحي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گفت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روايت شده است كهيك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اصحاب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چراغ اهل بهشت است</w:t>
      </w:r>
      <w:r w:rsidR="004851C8">
        <w:rPr>
          <w:rtl/>
          <w:lang w:bidi="fa-IR"/>
        </w:rPr>
        <w:t>؟</w:t>
      </w:r>
    </w:p>
    <w:p w:rsidR="008061D7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 xml:space="preserve">امام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در پاسخ فرمودند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>اين سخن باطل است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چون در بهشت با وجود فرشتگان مقرب اله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با وجود آدم و خاتم وتمام انبياء و</w:t>
      </w:r>
      <w:r w:rsidR="008061D7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مرسلين از نور وجود آنان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بهره گير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شود تا چه رسد به آن صحاب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شما اشاره داشتيد</w:t>
      </w:r>
      <w:r w:rsidR="004851C8">
        <w:rPr>
          <w:rtl/>
          <w:lang w:bidi="fa-IR"/>
        </w:rPr>
        <w:t>.</w:t>
      </w:r>
    </w:p>
    <w:p w:rsidR="00E8659C" w:rsidRPr="00E8659C" w:rsidRDefault="00E8659C" w:rsidP="008061D7">
      <w:pPr>
        <w:pStyle w:val="libNormal"/>
        <w:rPr>
          <w:lang w:bidi="fa-IR"/>
        </w:rPr>
      </w:pPr>
      <w:r w:rsidRPr="00E8659C">
        <w:rPr>
          <w:rtl/>
          <w:lang w:bidi="fa-IR"/>
        </w:rPr>
        <w:t>يحي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پرسيد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روايت شده است كه پيامبر خدا فرموده باشد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اگرمن به پيامبر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مبعوث نم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گشتم فلان صحاب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مبعوث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گشت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امام جواد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فرمودند كتاب خدا قرآن مجيد صادق تر و راستگوتر از اين حديث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باشد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جائ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خداوند متعال در مورد بعثت انبياء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فرمايد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</w:t>
      </w:r>
      <w:r w:rsidR="008061D7" w:rsidRPr="008061D7">
        <w:rPr>
          <w:rStyle w:val="libAlaemChar"/>
          <w:rFonts w:hint="cs"/>
          <w:rtl/>
        </w:rPr>
        <w:t>(</w:t>
      </w:r>
      <w:r w:rsidR="008061D7" w:rsidRPr="008061D7">
        <w:rPr>
          <w:rStyle w:val="libAieChar"/>
          <w:rtl/>
          <w:lang w:bidi="fa-IR"/>
        </w:rPr>
        <w:t>وَإِذْ أَخَذْنَا مِنَ النَّبِيِّينَ مِيثَاقَهُمْ وَمِنكَ وَمِن نُّوحٍ وَإِبْرَاهِيمَ</w:t>
      </w:r>
      <w:r w:rsidR="008061D7" w:rsidRPr="008061D7">
        <w:rPr>
          <w:rStyle w:val="libAlaemChar"/>
          <w:rFonts w:hint="cs"/>
          <w:rtl/>
        </w:rPr>
        <w:t>)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256F60" w:rsidRPr="006249D9">
        <w:rPr>
          <w:rStyle w:val="libFootnotenumChar"/>
          <w:rtl/>
        </w:rPr>
        <w:t>1</w:t>
      </w:r>
      <w:r w:rsidR="00FA474B" w:rsidRPr="006249D9">
        <w:rPr>
          <w:rStyle w:val="libFootnotenumChar"/>
          <w:rtl/>
        </w:rPr>
        <w:t>3</w:t>
      </w:r>
      <w:r w:rsidR="00506E9B" w:rsidRPr="006249D9">
        <w:rPr>
          <w:rStyle w:val="libFootnotenumChar"/>
          <w:rtl/>
        </w:rPr>
        <w:t>6</w:t>
      </w:r>
      <w:r w:rsidRPr="006249D9">
        <w:rPr>
          <w:rStyle w:val="libFootnotenumChar"/>
          <w:rtl/>
        </w:rPr>
        <w:t>)</w:t>
      </w:r>
    </w:p>
    <w:p w:rsidR="00B72C89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خداوند متعال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پيشاپيش پيمان پيامبران را گرفته است چگونه امكان دارد اين پيمان</w:t>
      </w:r>
      <w:r w:rsidR="008061D7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تغيير و تبديل پيدا نمايد از آن طرف پيامبران هرگز و لحظه</w:t>
      </w:r>
      <w:r w:rsidR="00164EC6">
        <w:rPr>
          <w:rtl/>
          <w:lang w:bidi="fa-IR"/>
        </w:rPr>
        <w:t xml:space="preserve"> ‌</w:t>
      </w:r>
      <w:r w:rsidRPr="00E8659C">
        <w:rPr>
          <w:rtl/>
          <w:lang w:bidi="fa-IR"/>
        </w:rPr>
        <w:t>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به خداوند شرك نورزيده</w:t>
      </w:r>
      <w:r w:rsidR="008061D7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اند چگونه امكان دارد فرد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اغلب ايام و روزگار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خود را با شرك سپر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نموده است به</w:t>
      </w:r>
      <w:r w:rsidR="00B72C89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عنوان پيامبر مبعوث گردد</w:t>
      </w:r>
      <w:r w:rsidR="004851C8">
        <w:rPr>
          <w:rtl/>
          <w:lang w:bidi="fa-IR"/>
        </w:rPr>
        <w:t>.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يحي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گفت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لحظه 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من وح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قطع نگرديد مگر اينكه</w:t>
      </w:r>
      <w:r w:rsidR="00B72C89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گمان بردم به آل خطاب وح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نازل شده است</w:t>
      </w:r>
      <w:r w:rsidR="004851C8">
        <w:rPr>
          <w:rtl/>
          <w:lang w:bidi="fa-IR"/>
        </w:rPr>
        <w:t>:</w:t>
      </w:r>
    </w:p>
    <w:p w:rsidR="00E8659C" w:rsidRPr="00E8659C" w:rsidRDefault="00E8659C" w:rsidP="00B72C89">
      <w:pPr>
        <w:pStyle w:val="libNormal"/>
        <w:rPr>
          <w:lang w:bidi="fa-IR"/>
        </w:rPr>
      </w:pPr>
      <w:r w:rsidRPr="00E8659C">
        <w:rPr>
          <w:rtl/>
          <w:lang w:bidi="fa-IR"/>
        </w:rPr>
        <w:lastRenderedPageBreak/>
        <w:t xml:space="preserve">امام جواد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فرمودند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اين سخن هم باطل و نارواست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چون پيامبر خدا هرگز در نبوت</w:t>
      </w:r>
      <w:r w:rsidR="00B72C89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خود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شك و ترديد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نداشت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خداوند متعال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فرمايد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</w:t>
      </w:r>
      <w:r w:rsidR="00B72C89" w:rsidRPr="00B72C89">
        <w:rPr>
          <w:rStyle w:val="libAlaemChar"/>
          <w:rFonts w:hint="cs"/>
          <w:rtl/>
        </w:rPr>
        <w:t>(</w:t>
      </w:r>
      <w:r w:rsidR="00B72C89" w:rsidRPr="00B72C89">
        <w:rPr>
          <w:rStyle w:val="libAieChar"/>
          <w:rtl/>
          <w:lang w:bidi="fa-IR"/>
        </w:rPr>
        <w:t>اللَّهُ يَصْطَفِي مِنَ الْمَلَائِكَةِ رُسُلًا وَمِنَ النَّاسِ</w:t>
      </w:r>
      <w:r w:rsidR="00B72C89" w:rsidRPr="00B72C89">
        <w:rPr>
          <w:rStyle w:val="libAlaemChar"/>
          <w:rFonts w:hint="cs"/>
          <w:rtl/>
        </w:rPr>
        <w:t>)</w:t>
      </w:r>
      <w:r w:rsidR="00B72C89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256F60" w:rsidRPr="006249D9">
        <w:rPr>
          <w:rStyle w:val="libFootnotenumChar"/>
          <w:rtl/>
        </w:rPr>
        <w:t>1</w:t>
      </w:r>
      <w:r w:rsidR="00FA474B" w:rsidRPr="006249D9">
        <w:rPr>
          <w:rStyle w:val="libFootnotenumChar"/>
          <w:rtl/>
        </w:rPr>
        <w:t>3</w:t>
      </w:r>
      <w:r w:rsidR="00506E9B" w:rsidRPr="006249D9">
        <w:rPr>
          <w:rStyle w:val="libFootnotenumChar"/>
          <w:rtl/>
        </w:rPr>
        <w:t>7</w:t>
      </w:r>
      <w:r w:rsidRPr="006249D9">
        <w:rPr>
          <w:rStyle w:val="libFootnotenumChar"/>
          <w:rtl/>
        </w:rPr>
        <w:t>)</w:t>
      </w:r>
    </w:p>
    <w:p w:rsidR="00B72C89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انتخاب و گزينش فرشتگان و پيامبران از ناحي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خداست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>و اوست كه پيامبر را برم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گزيند نه ديگران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يحي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پرسيد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روايت شده است اگر عذاب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بر امت نازل گردد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هيچكس را جز فلان صحاب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راه گريز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نيست</w:t>
      </w:r>
      <w:r w:rsidR="004851C8">
        <w:rPr>
          <w:rtl/>
          <w:lang w:bidi="fa-IR"/>
        </w:rPr>
        <w:t>.</w:t>
      </w:r>
    </w:p>
    <w:p w:rsidR="00E8659C" w:rsidRPr="00E8659C" w:rsidRDefault="00E8659C" w:rsidP="00B72C89">
      <w:pPr>
        <w:pStyle w:val="libNormal"/>
        <w:rPr>
          <w:lang w:bidi="fa-IR"/>
        </w:rPr>
      </w:pPr>
      <w:r w:rsidRPr="00E8659C">
        <w:rPr>
          <w:rtl/>
          <w:lang w:bidi="fa-IR"/>
        </w:rPr>
        <w:t xml:space="preserve">امام جواد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فرمودند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اين سخن هم امر محال و نامعقول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است چون خداوند متعال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فرمايد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</w:t>
      </w:r>
      <w:r w:rsidR="00B72C89" w:rsidRPr="00B72C89">
        <w:rPr>
          <w:rStyle w:val="libAlaemChar"/>
          <w:rFonts w:hint="cs"/>
          <w:rtl/>
        </w:rPr>
        <w:t>(</w:t>
      </w:r>
      <w:r w:rsidR="00B72C89" w:rsidRPr="00B72C89">
        <w:rPr>
          <w:rStyle w:val="libAieChar"/>
          <w:rtl/>
          <w:lang w:bidi="fa-IR"/>
        </w:rPr>
        <w:t>وَمَا كَانَ اللَّهُ لِيُعَذِّبَهُمْ وَأَنتَ فِيهِمْ وَمَا كَانَ اللَّهُ مُعَذِّبَهُمْ وَهُمْ يَسْتَغْفِرُونَ</w:t>
      </w:r>
      <w:r w:rsidR="00B72C89" w:rsidRPr="00B72C89">
        <w:rPr>
          <w:rStyle w:val="libAlaemChar"/>
          <w:rFonts w:hint="cs"/>
          <w:rtl/>
        </w:rPr>
        <w:t>)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256F60" w:rsidRPr="006249D9">
        <w:rPr>
          <w:rStyle w:val="libFootnotenumChar"/>
          <w:rtl/>
        </w:rPr>
        <w:t>1</w:t>
      </w:r>
      <w:r w:rsidR="00FA474B" w:rsidRPr="006249D9">
        <w:rPr>
          <w:rStyle w:val="libFootnotenumChar"/>
          <w:rtl/>
        </w:rPr>
        <w:t>3</w:t>
      </w:r>
      <w:r w:rsidR="00A35C10" w:rsidRPr="006249D9">
        <w:rPr>
          <w:rStyle w:val="libFootnotenumChar"/>
          <w:rtl/>
        </w:rPr>
        <w:t>8</w:t>
      </w:r>
      <w:r w:rsidRPr="006249D9">
        <w:rPr>
          <w:rStyle w:val="libFootnotenumChar"/>
          <w:rtl/>
        </w:rPr>
        <w:t>)</w:t>
      </w:r>
    </w:p>
    <w:p w:rsidR="00E8659C" w:rsidRPr="00E8659C" w:rsidRDefault="00E8659C" w:rsidP="00B72C89">
      <w:pPr>
        <w:pStyle w:val="libNormal"/>
        <w:rPr>
          <w:lang w:bidi="fa-IR"/>
        </w:rPr>
      </w:pPr>
      <w:r w:rsidRPr="00E8659C">
        <w:rPr>
          <w:rtl/>
          <w:lang w:bidi="fa-IR"/>
        </w:rPr>
        <w:t>خداوند متعال به صورت قطع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خبر داده است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مادام كه پيامبر خدا </w:t>
      </w:r>
      <w:r w:rsidR="00B72C89" w:rsidRPr="00E954A2">
        <w:rPr>
          <w:rStyle w:val="libAlaemChar"/>
          <w:rtl/>
        </w:rPr>
        <w:t>صلى‌الله‌عليه‌وآله‌وسلم</w:t>
      </w:r>
      <w:r w:rsidR="00B72C89" w:rsidRPr="00E8659C">
        <w:rPr>
          <w:rtl/>
          <w:lang w:bidi="fa-IR"/>
        </w:rPr>
        <w:t xml:space="preserve"> </w:t>
      </w:r>
      <w:r w:rsidRPr="00E8659C">
        <w:rPr>
          <w:rtl/>
          <w:lang w:bidi="fa-IR"/>
        </w:rPr>
        <w:t>در ميان آن جمع وجود دارد و مادام كه آنان به استغفار و طلب بخششخود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ادامه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دهند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عذاب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در كار نيست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پس چگونه امكان دارد با اين وعده</w:t>
      </w:r>
      <w:r w:rsidR="00164EC6">
        <w:rPr>
          <w:rtl/>
          <w:lang w:bidi="fa-IR"/>
        </w:rPr>
        <w:t xml:space="preserve"> ‌</w:t>
      </w:r>
      <w:r w:rsidRPr="00E8659C">
        <w:rPr>
          <w:rtl/>
          <w:lang w:bidi="fa-IR"/>
        </w:rPr>
        <w:t>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صريح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عذاب خدا نازل گردد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فقط و فقط يك نفر نجات يابد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256F60" w:rsidRPr="006249D9">
        <w:rPr>
          <w:rStyle w:val="libFootnotenumChar"/>
          <w:rtl/>
        </w:rPr>
        <w:t>1</w:t>
      </w:r>
      <w:r w:rsidR="00FA474B" w:rsidRPr="006249D9">
        <w:rPr>
          <w:rStyle w:val="libFootnotenumChar"/>
          <w:rtl/>
        </w:rPr>
        <w:t>3</w:t>
      </w:r>
      <w:r w:rsidR="003D2C90" w:rsidRPr="006249D9">
        <w:rPr>
          <w:rStyle w:val="libFootnotenumChar"/>
          <w:rtl/>
        </w:rPr>
        <w:t>9</w:t>
      </w:r>
      <w:r w:rsidRPr="006249D9">
        <w:rPr>
          <w:rStyle w:val="libFootnotenumChar"/>
          <w:rtl/>
        </w:rPr>
        <w:t>)</w:t>
      </w:r>
    </w:p>
    <w:p w:rsidR="00E8659C" w:rsidRPr="00E8659C" w:rsidRDefault="006A36DD" w:rsidP="00E8659C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E8659C" w:rsidRDefault="00506E9B" w:rsidP="006A36DD">
      <w:pPr>
        <w:pStyle w:val="Heading2"/>
        <w:rPr>
          <w:rtl/>
          <w:lang w:bidi="fa-IR"/>
        </w:rPr>
      </w:pPr>
      <w:bookmarkStart w:id="35" w:name="_Toc487273809"/>
      <w:r>
        <w:rPr>
          <w:rtl/>
          <w:lang w:bidi="fa-IR"/>
        </w:rPr>
        <w:t>4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آسودگ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از مكر خدا</w:t>
      </w:r>
      <w:bookmarkEnd w:id="35"/>
    </w:p>
    <w:p w:rsidR="00E8659C" w:rsidRPr="00E8659C" w:rsidRDefault="00E8659C" w:rsidP="006A36DD">
      <w:pPr>
        <w:pStyle w:val="libNormal"/>
        <w:rPr>
          <w:lang w:bidi="fa-IR"/>
        </w:rPr>
      </w:pPr>
      <w:r w:rsidRPr="00E8659C">
        <w:rPr>
          <w:rtl/>
          <w:lang w:bidi="fa-IR"/>
        </w:rPr>
        <w:t xml:space="preserve">امام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در مقام تربيت و خودساز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با</w:t>
      </w:r>
      <w:r w:rsidR="006A36DD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استناد به قرآن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فرمايد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</w:t>
      </w:r>
      <w:r w:rsidR="006A36DD">
        <w:rPr>
          <w:rFonts w:hint="cs"/>
          <w:rtl/>
          <w:lang w:bidi="fa-IR"/>
        </w:rPr>
        <w:t>(</w:t>
      </w:r>
      <w:r w:rsidRPr="006A36DD">
        <w:rPr>
          <w:rStyle w:val="libHadeesChar"/>
          <w:rtl/>
        </w:rPr>
        <w:t>تأخير التوبة اغترار</w:t>
      </w:r>
      <w:r w:rsidR="004851C8" w:rsidRPr="006A36DD">
        <w:rPr>
          <w:rStyle w:val="libHadeesChar"/>
          <w:rtl/>
        </w:rPr>
        <w:t>،</w:t>
      </w:r>
      <w:r w:rsidRPr="006A36DD">
        <w:rPr>
          <w:rStyle w:val="libHadeesChar"/>
          <w:rtl/>
        </w:rPr>
        <w:t xml:space="preserve"> وطول التسويف خيرة</w:t>
      </w:r>
      <w:r w:rsidR="004851C8" w:rsidRPr="006A36DD">
        <w:rPr>
          <w:rStyle w:val="libHadeesChar"/>
          <w:rtl/>
        </w:rPr>
        <w:t>،</w:t>
      </w:r>
      <w:r w:rsidRPr="006A36DD">
        <w:rPr>
          <w:rStyle w:val="libHadeesChar"/>
          <w:rtl/>
        </w:rPr>
        <w:t>والأعتدال عل</w:t>
      </w:r>
      <w:r w:rsidR="00F456F0" w:rsidRPr="006A36DD">
        <w:rPr>
          <w:rStyle w:val="libHadeesChar"/>
          <w:rtl/>
        </w:rPr>
        <w:t xml:space="preserve">ی </w:t>
      </w:r>
      <w:r w:rsidRPr="006A36DD">
        <w:rPr>
          <w:rStyle w:val="libHadeesChar"/>
          <w:rtl/>
        </w:rPr>
        <w:t>الله هلكة</w:t>
      </w:r>
      <w:r w:rsidR="004851C8" w:rsidRPr="006A36DD">
        <w:rPr>
          <w:rStyle w:val="libHadeesChar"/>
          <w:rtl/>
        </w:rPr>
        <w:t>،</w:t>
      </w:r>
      <w:r w:rsidRPr="006A36DD">
        <w:rPr>
          <w:rStyle w:val="libHadeesChar"/>
          <w:rtl/>
        </w:rPr>
        <w:t xml:space="preserve"> والأصرار عل</w:t>
      </w:r>
      <w:r w:rsidR="00F456F0" w:rsidRPr="006A36DD">
        <w:rPr>
          <w:rStyle w:val="libHadeesChar"/>
          <w:rtl/>
        </w:rPr>
        <w:t xml:space="preserve">ی </w:t>
      </w:r>
      <w:r w:rsidRPr="006A36DD">
        <w:rPr>
          <w:rStyle w:val="libHadeesChar"/>
          <w:rtl/>
        </w:rPr>
        <w:t>الذنب</w:t>
      </w:r>
      <w:r w:rsidRPr="00E8659C">
        <w:rPr>
          <w:rtl/>
          <w:lang w:bidi="fa-IR"/>
        </w:rPr>
        <w:t xml:space="preserve"> </w:t>
      </w:r>
      <w:r w:rsidR="006A36DD" w:rsidRPr="006A36DD">
        <w:rPr>
          <w:rStyle w:val="libAlaemChar"/>
          <w:rFonts w:hint="cs"/>
          <w:rtl/>
        </w:rPr>
        <w:t>(</w:t>
      </w:r>
      <w:r w:rsidRPr="006A36DD">
        <w:rPr>
          <w:rStyle w:val="libAieChar"/>
          <w:rtl/>
        </w:rPr>
        <w:t xml:space="preserve">من </w:t>
      </w:r>
      <w:r w:rsidR="006A36DD" w:rsidRPr="006A36DD">
        <w:rPr>
          <w:rStyle w:val="libAieChar"/>
          <w:rtl/>
          <w:lang w:bidi="fa-IR"/>
        </w:rPr>
        <w:t>مَكْرَ اللَّهِ فَلَا يَأْمَنُ مَكْرَ اللَّهِ إِلَّا الْقَوْمُ الْخَاسِرُونَ</w:t>
      </w:r>
      <w:r w:rsidR="006A36DD" w:rsidRPr="006A36DD">
        <w:rPr>
          <w:rStyle w:val="libAlaemChar"/>
          <w:rFonts w:hint="cs"/>
          <w:rtl/>
        </w:rPr>
        <w:t>)</w:t>
      </w:r>
      <w:r w:rsidR="004851C8">
        <w:rPr>
          <w:rtl/>
          <w:lang w:bidi="fa-IR"/>
        </w:rPr>
        <w:t>.</w:t>
      </w:r>
      <w:r w:rsidR="006A36DD">
        <w:rPr>
          <w:rFonts w:hint="cs"/>
          <w:rtl/>
          <w:lang w:bidi="fa-IR"/>
        </w:rPr>
        <w:t>)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256F60" w:rsidRPr="006249D9">
        <w:rPr>
          <w:rStyle w:val="libFootnotenumChar"/>
          <w:rtl/>
        </w:rPr>
        <w:t>1</w:t>
      </w:r>
      <w:r w:rsidR="00506E9B" w:rsidRPr="006249D9">
        <w:rPr>
          <w:rStyle w:val="libFootnotenumChar"/>
          <w:rtl/>
        </w:rPr>
        <w:t>4</w:t>
      </w:r>
      <w:r w:rsidR="009072C7" w:rsidRPr="006249D9">
        <w:rPr>
          <w:rStyle w:val="libFootnotenumChar"/>
          <w:rtl/>
        </w:rPr>
        <w:t>0</w:t>
      </w:r>
      <w:r w:rsidRPr="006249D9">
        <w:rPr>
          <w:rStyle w:val="libFootnotenumChar"/>
          <w:rtl/>
        </w:rPr>
        <w:t>)</w:t>
      </w:r>
    </w:p>
    <w:p w:rsidR="00E8659C" w:rsidRPr="00E8659C" w:rsidRDefault="006A36DD" w:rsidP="00E8659C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E8659C" w:rsidRDefault="00506E9B" w:rsidP="006A36DD">
      <w:pPr>
        <w:pStyle w:val="Heading2"/>
        <w:rPr>
          <w:rtl/>
          <w:lang w:bidi="fa-IR"/>
        </w:rPr>
      </w:pPr>
      <w:bookmarkStart w:id="36" w:name="_Toc487273810"/>
      <w:r>
        <w:rPr>
          <w:rtl/>
          <w:lang w:bidi="fa-IR"/>
        </w:rPr>
        <w:t>5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گوش فرا دادن به سخنان ناروا</w:t>
      </w:r>
      <w:bookmarkEnd w:id="36"/>
    </w:p>
    <w:p w:rsidR="00E8659C" w:rsidRPr="00E8659C" w:rsidRDefault="00E8659C" w:rsidP="006A36DD">
      <w:pPr>
        <w:pStyle w:val="libNormal"/>
        <w:rPr>
          <w:lang w:bidi="fa-IR"/>
        </w:rPr>
      </w:pPr>
      <w:r w:rsidRPr="00E8659C">
        <w:rPr>
          <w:rtl/>
          <w:lang w:bidi="fa-IR"/>
        </w:rPr>
        <w:t xml:space="preserve">امام جواد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در مورد گوش فرا دادن به هر سخن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فرمايد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</w:t>
      </w:r>
      <w:r w:rsidR="006A36DD">
        <w:rPr>
          <w:rFonts w:hint="cs"/>
          <w:rtl/>
          <w:lang w:bidi="fa-IR"/>
        </w:rPr>
        <w:t>«</w:t>
      </w:r>
      <w:r w:rsidRPr="006A36DD">
        <w:rPr>
          <w:rStyle w:val="libHadeesChar"/>
          <w:rtl/>
        </w:rPr>
        <w:t>من أصغ</w:t>
      </w:r>
      <w:r w:rsidR="00F456F0" w:rsidRPr="006A36DD">
        <w:rPr>
          <w:rStyle w:val="libHadeesChar"/>
          <w:rtl/>
        </w:rPr>
        <w:t xml:space="preserve">ی </w:t>
      </w:r>
      <w:r w:rsidRPr="006A36DD">
        <w:rPr>
          <w:rStyle w:val="libHadeesChar"/>
          <w:rtl/>
        </w:rPr>
        <w:t>ال</w:t>
      </w:r>
      <w:r w:rsidR="00F456F0" w:rsidRPr="006A36DD">
        <w:rPr>
          <w:rStyle w:val="libHadeesChar"/>
          <w:rtl/>
        </w:rPr>
        <w:t xml:space="preserve">ی </w:t>
      </w:r>
      <w:r w:rsidRPr="006A36DD">
        <w:rPr>
          <w:rStyle w:val="libHadeesChar"/>
          <w:rtl/>
        </w:rPr>
        <w:t>ناطق</w:t>
      </w:r>
      <w:r w:rsidR="004851C8" w:rsidRPr="006A36DD">
        <w:rPr>
          <w:rStyle w:val="libHadeesChar"/>
          <w:rtl/>
        </w:rPr>
        <w:t>،</w:t>
      </w:r>
      <w:r w:rsidR="006A36DD" w:rsidRPr="006A36DD">
        <w:rPr>
          <w:rStyle w:val="libHadeesChar"/>
          <w:rFonts w:hint="cs"/>
          <w:rtl/>
        </w:rPr>
        <w:t xml:space="preserve"> </w:t>
      </w:r>
      <w:r w:rsidRPr="006A36DD">
        <w:rPr>
          <w:rStyle w:val="libHadeesChar"/>
          <w:rtl/>
        </w:rPr>
        <w:t>فقد عبده فإن كان الناطق عن الله فقد عبد الله</w:t>
      </w:r>
      <w:r w:rsidR="004851C8" w:rsidRPr="006A36DD">
        <w:rPr>
          <w:rStyle w:val="libHadeesChar"/>
          <w:rtl/>
        </w:rPr>
        <w:t>،</w:t>
      </w:r>
      <w:r w:rsidRPr="006A36DD">
        <w:rPr>
          <w:rStyle w:val="libHadeesChar"/>
          <w:rtl/>
        </w:rPr>
        <w:t xml:space="preserve"> وان كان الناطق ينطق عن لسان ابليس، فقد عبد ابليس</w:t>
      </w:r>
      <w:r w:rsidR="006A36DD">
        <w:rPr>
          <w:rFonts w:hint="cs"/>
          <w:rtl/>
          <w:lang w:bidi="fa-IR"/>
        </w:rPr>
        <w:t>»</w:t>
      </w:r>
      <w:r w:rsidRPr="00E8659C">
        <w:rPr>
          <w:rtl/>
          <w:lang w:bidi="fa-IR"/>
        </w:rPr>
        <w:t xml:space="preserve"> و در قرآن مجيد آمده است كه خداوند به گناهكاران خواهد گفت</w:t>
      </w:r>
      <w:r w:rsidR="004851C8">
        <w:rPr>
          <w:rtl/>
          <w:lang w:bidi="fa-IR"/>
        </w:rPr>
        <w:t>:</w:t>
      </w:r>
      <w:r w:rsidR="006A36DD">
        <w:rPr>
          <w:rFonts w:hint="cs"/>
          <w:rtl/>
          <w:lang w:bidi="fa-IR"/>
        </w:rPr>
        <w:t xml:space="preserve"> </w:t>
      </w:r>
      <w:r w:rsidR="006A36DD" w:rsidRPr="006A36DD">
        <w:rPr>
          <w:rStyle w:val="libAlaemChar"/>
          <w:rFonts w:hint="cs"/>
          <w:rtl/>
        </w:rPr>
        <w:t>(</w:t>
      </w:r>
      <w:r w:rsidR="006A36DD" w:rsidRPr="006A36DD">
        <w:rPr>
          <w:rStyle w:val="libAieChar"/>
          <w:rtl/>
          <w:lang w:bidi="fa-IR"/>
        </w:rPr>
        <w:t>أَلَمْ أَعْهَدْ إِلَيْكُمْ يَا بَنِي آدَمَ أَن لَّا تَعْبُدُوا الشَّيْطَانَ إِنَّهُ لَكُمْ عَدُوٌّ مُّبِينٌ</w:t>
      </w:r>
      <w:r w:rsidR="006A36DD" w:rsidRPr="006A36DD">
        <w:rPr>
          <w:rStyle w:val="libAlaemChar"/>
          <w:rFonts w:hint="cs"/>
          <w:rtl/>
        </w:rPr>
        <w:t>)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256F60" w:rsidRPr="006249D9">
        <w:rPr>
          <w:rStyle w:val="libFootnotenumChar"/>
          <w:rtl/>
        </w:rPr>
        <w:t>1</w:t>
      </w:r>
      <w:r w:rsidR="00506E9B" w:rsidRPr="006249D9">
        <w:rPr>
          <w:rStyle w:val="libFootnotenumChar"/>
          <w:rtl/>
        </w:rPr>
        <w:t>4</w:t>
      </w:r>
      <w:r w:rsidR="00256F60" w:rsidRPr="006249D9">
        <w:rPr>
          <w:rStyle w:val="libFootnotenumChar"/>
          <w:rtl/>
        </w:rPr>
        <w:t>1</w:t>
      </w:r>
      <w:r w:rsidRPr="006249D9">
        <w:rPr>
          <w:rStyle w:val="libFootnotenumChar"/>
          <w:rtl/>
        </w:rPr>
        <w:t>)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فرد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به سخنان گوينده 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گوش فرا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دهد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در واقع به او ستايش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ورزد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اگرگوينده از خدا صحبت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پس در واقع او به عبادت خدا پرداخته است و اگر ازشيطان حرف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زند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پس در واقع از ابليس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ستايش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ورزد در صورت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خداوندمتعال فرموده است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آيا از شما پيمان نگرفتيم كه بر شيطان پرستش نكنيد چون او دشمنآشكار شما است</w:t>
      </w:r>
      <w:r w:rsidR="004851C8">
        <w:rPr>
          <w:rtl/>
          <w:lang w:bidi="fa-IR"/>
        </w:rPr>
        <w:t>.</w:t>
      </w:r>
    </w:p>
    <w:p w:rsidR="00E8659C" w:rsidRPr="00E8659C" w:rsidRDefault="006A36DD" w:rsidP="00E8659C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E8659C" w:rsidRDefault="00506E9B" w:rsidP="006A36DD">
      <w:pPr>
        <w:pStyle w:val="Heading2"/>
        <w:rPr>
          <w:rtl/>
          <w:lang w:bidi="fa-IR"/>
        </w:rPr>
      </w:pPr>
      <w:bookmarkStart w:id="37" w:name="_Toc487273811"/>
      <w:r>
        <w:rPr>
          <w:rtl/>
          <w:lang w:bidi="fa-IR"/>
        </w:rPr>
        <w:t>6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امام جواد </w:t>
      </w:r>
      <w:r w:rsidR="00366A7F" w:rsidRPr="00366A7F">
        <w:rPr>
          <w:rStyle w:val="libAlaemChar"/>
          <w:rtl/>
        </w:rPr>
        <w:t>عليه‌السلام‌</w:t>
      </w:r>
      <w:r w:rsidR="00E8659C" w:rsidRPr="00E8659C">
        <w:rPr>
          <w:rtl/>
          <w:lang w:bidi="fa-IR"/>
        </w:rPr>
        <w:t xml:space="preserve"> و تعيين قطع دست</w:t>
      </w:r>
      <w:bookmarkEnd w:id="37"/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زرقان</w:t>
      </w:r>
      <w:r w:rsidR="006A36DD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رفيق صميم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ابن أب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داوود نقل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روز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ابن أب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داوود از مجلس معتصم عباس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برگشت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ديدم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بسيار محزون است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علت اندوهش را پرسيدم</w:t>
      </w:r>
      <w:r w:rsidR="004851C8">
        <w:rPr>
          <w:rtl/>
          <w:lang w:bidi="fa-IR"/>
        </w:rPr>
        <w:t>؟</w:t>
      </w:r>
      <w:r w:rsidRPr="00E8659C">
        <w:rPr>
          <w:rtl/>
          <w:lang w:bidi="fa-IR"/>
        </w:rPr>
        <w:t xml:space="preserve"> گفت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كاش بيست سال</w:t>
      </w:r>
      <w:r w:rsidR="006A36DD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پيش از اين مرده بودم و چنين روز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را نم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ديدم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گفتم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قضيه چيست</w:t>
      </w:r>
      <w:r w:rsidR="004851C8">
        <w:rPr>
          <w:rtl/>
          <w:lang w:bidi="fa-IR"/>
        </w:rPr>
        <w:t>؟</w:t>
      </w:r>
    </w:p>
    <w:p w:rsidR="006A36DD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گفت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جريان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امروز</w:t>
      </w:r>
      <w:r w:rsidR="004851C8">
        <w:rPr>
          <w:rtl/>
          <w:lang w:bidi="fa-IR"/>
        </w:rPr>
        <w:t>...</w:t>
      </w:r>
      <w:r w:rsidRPr="00E8659C">
        <w:rPr>
          <w:rtl/>
          <w:lang w:bidi="fa-IR"/>
        </w:rPr>
        <w:t xml:space="preserve"> توسط أب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جعفر (امام جواد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>) درمحضر خليفه اتفاق افتاد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گفتم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آن جريان از چه قرار بود</w:t>
      </w:r>
      <w:r w:rsidR="004851C8">
        <w:rPr>
          <w:rtl/>
          <w:lang w:bidi="fa-IR"/>
        </w:rPr>
        <w:t>؟</w:t>
      </w:r>
      <w:r w:rsidRPr="00E8659C">
        <w:rPr>
          <w:rtl/>
          <w:lang w:bidi="fa-IR"/>
        </w:rPr>
        <w:t xml:space="preserve"> گفت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دزد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به سرقت</w:t>
      </w:r>
      <w:r w:rsidR="006A36DD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اقرار كرده بود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از خليفه خواستند با اقام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حد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او را تطهير كند</w:t>
      </w:r>
      <w:r w:rsidR="004851C8">
        <w:rPr>
          <w:rtl/>
          <w:lang w:bidi="fa-IR"/>
        </w:rPr>
        <w:t>.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برا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اين كارفقهاء را در مجلس خود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جمع كرد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محمد بن عل</w:t>
      </w:r>
      <w:r w:rsidR="00F456F0">
        <w:rPr>
          <w:rtl/>
          <w:lang w:bidi="fa-IR"/>
        </w:rPr>
        <w:t xml:space="preserve">ی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نيز در آن جاآمد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خليفه از ما سؤال كرد از كدام محل دست او را قطع كنيم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من گفتم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از بازو (بند دست)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256F60" w:rsidRPr="006249D9">
        <w:rPr>
          <w:rStyle w:val="libFootnotenumChar"/>
          <w:rtl/>
        </w:rPr>
        <w:t>1</w:t>
      </w:r>
      <w:r w:rsidR="00506E9B" w:rsidRPr="006249D9">
        <w:rPr>
          <w:rStyle w:val="libFootnotenumChar"/>
          <w:rtl/>
        </w:rPr>
        <w:t>4</w:t>
      </w:r>
      <w:r w:rsidR="005631DD" w:rsidRPr="006249D9">
        <w:rPr>
          <w:rStyle w:val="libFootnotenumChar"/>
          <w:rtl/>
        </w:rPr>
        <w:t>2</w:t>
      </w:r>
      <w:r w:rsidRPr="006249D9">
        <w:rPr>
          <w:rStyle w:val="libFootnotenumChar"/>
          <w:rtl/>
        </w:rPr>
        <w:t>)</w:t>
      </w:r>
    </w:p>
    <w:p w:rsidR="00753C71" w:rsidRDefault="00E8659C" w:rsidP="00753C71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گفت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به چه دليل</w:t>
      </w:r>
      <w:r w:rsidR="004851C8">
        <w:rPr>
          <w:rtl/>
          <w:lang w:bidi="fa-IR"/>
        </w:rPr>
        <w:t>؟</w:t>
      </w:r>
      <w:r w:rsidRPr="00E8659C">
        <w:rPr>
          <w:rtl/>
          <w:lang w:bidi="fa-IR"/>
        </w:rPr>
        <w:t xml:space="preserve"> گفتم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چون دست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عبارت است از چهار</w:t>
      </w:r>
      <w:r w:rsidR="00753C71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انگشت و كف دست تا بند آن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خداوند در تيمم فرموده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</w:t>
      </w:r>
      <w:r w:rsidR="00753C71" w:rsidRPr="00753C71">
        <w:rPr>
          <w:rStyle w:val="libAlaemChar"/>
          <w:rFonts w:hint="cs"/>
          <w:rtl/>
        </w:rPr>
        <w:t>(</w:t>
      </w:r>
      <w:r w:rsidR="00753C71" w:rsidRPr="00753C71">
        <w:rPr>
          <w:rStyle w:val="libAieChar"/>
          <w:rtl/>
          <w:lang w:bidi="fa-IR"/>
        </w:rPr>
        <w:t>فَامْسَحُوا بِوُجُوهِكُمْ</w:t>
      </w:r>
      <w:r w:rsidRPr="00753C71">
        <w:rPr>
          <w:rStyle w:val="libAieChar"/>
          <w:rtl/>
        </w:rPr>
        <w:t xml:space="preserve"> </w:t>
      </w:r>
      <w:r w:rsidR="00753C71" w:rsidRPr="00753C71">
        <w:rPr>
          <w:rStyle w:val="libAieChar"/>
          <w:rtl/>
          <w:lang w:bidi="fa-IR"/>
        </w:rPr>
        <w:t>وَأَيْدِيكُمْ</w:t>
      </w:r>
      <w:r w:rsidR="00753C71" w:rsidRPr="00753C71">
        <w:rPr>
          <w:rStyle w:val="libAlaemChar"/>
          <w:rFonts w:hint="cs"/>
          <w:rtl/>
        </w:rPr>
        <w:t>)</w:t>
      </w:r>
      <w:r w:rsidR="00753C71" w:rsidRPr="00753C71">
        <w:rPr>
          <w:rtl/>
          <w:lang w:bidi="fa-IR"/>
        </w:rPr>
        <w:t xml:space="preserve"> </w:t>
      </w:r>
      <w:r w:rsidRPr="00E8659C">
        <w:rPr>
          <w:rtl/>
          <w:lang w:bidi="fa-IR"/>
        </w:rPr>
        <w:t>گروه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نيز مانند من گفتند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ول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گروه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اظهار داشتند كه بايد از مرفق قطع شود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>خليفه گفت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به چه دليل</w:t>
      </w:r>
      <w:r w:rsidR="004851C8">
        <w:rPr>
          <w:rtl/>
          <w:lang w:bidi="fa-IR"/>
        </w:rPr>
        <w:t>؟</w:t>
      </w:r>
    </w:p>
    <w:p w:rsidR="00576385" w:rsidRDefault="00E8659C" w:rsidP="00576385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گفتند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چون خداوند در شستن دست در وضو فرموده است</w:t>
      </w:r>
      <w:r w:rsidR="004851C8">
        <w:rPr>
          <w:rtl/>
          <w:lang w:bidi="fa-IR"/>
        </w:rPr>
        <w:t>:</w:t>
      </w:r>
      <w:r w:rsidR="00576385">
        <w:rPr>
          <w:rFonts w:hint="cs"/>
          <w:rtl/>
          <w:lang w:bidi="fa-IR"/>
        </w:rPr>
        <w:t xml:space="preserve"> </w:t>
      </w:r>
      <w:r w:rsidR="00576385" w:rsidRPr="00576385">
        <w:rPr>
          <w:rStyle w:val="libAlaemChar"/>
          <w:rFonts w:hint="cs"/>
          <w:rtl/>
        </w:rPr>
        <w:t>(</w:t>
      </w:r>
      <w:r w:rsidR="00576385" w:rsidRPr="00576385">
        <w:rPr>
          <w:rStyle w:val="libAieChar"/>
          <w:rtl/>
          <w:lang w:bidi="fa-IR"/>
        </w:rPr>
        <w:t>وَأَيْدِيَكُمْ إِلَى الْمَرَافِقِ</w:t>
      </w:r>
      <w:r w:rsidR="00576385" w:rsidRPr="00576385">
        <w:rPr>
          <w:rStyle w:val="libAlaemChar"/>
          <w:rFonts w:hint="cs"/>
          <w:rtl/>
        </w:rPr>
        <w:t>)</w:t>
      </w:r>
      <w:r w:rsidRPr="00E8659C">
        <w:rPr>
          <w:rtl/>
          <w:lang w:bidi="fa-IR"/>
        </w:rPr>
        <w:t xml:space="preserve"> پس معلوم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شود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حد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دست تا مرفق است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خليفه خطاب بهأب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جعفر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گفت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شما چه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فرماييد</w:t>
      </w:r>
      <w:r w:rsidR="004851C8">
        <w:rPr>
          <w:rtl/>
          <w:lang w:bidi="fa-IR"/>
        </w:rPr>
        <w:t>؟</w:t>
      </w:r>
    </w:p>
    <w:p w:rsidR="00BC3B10" w:rsidRDefault="00E8659C" w:rsidP="00576385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فرمودند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اينها نظرشان</w:t>
      </w:r>
      <w:r w:rsidR="00BC3B10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را گفتند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گفت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آنچه را كه گفتند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رها كن</w:t>
      </w:r>
      <w:r w:rsidR="00E12C63">
        <w:rPr>
          <w:rtl/>
          <w:lang w:bidi="fa-IR"/>
        </w:rPr>
        <w:t>!</w:t>
      </w:r>
      <w:r w:rsidRPr="00E8659C">
        <w:rPr>
          <w:rtl/>
          <w:lang w:bidi="fa-IR"/>
        </w:rPr>
        <w:t xml:space="preserve"> نظر خودت را بگو</w:t>
      </w:r>
      <w:r w:rsidR="00E12C63">
        <w:rPr>
          <w:rtl/>
          <w:lang w:bidi="fa-IR"/>
        </w:rPr>
        <w:t>!</w:t>
      </w:r>
      <w:r w:rsidRPr="00E8659C">
        <w:rPr>
          <w:rtl/>
          <w:lang w:bidi="fa-IR"/>
        </w:rPr>
        <w:t xml:space="preserve"> فرمودند مرا معاف</w:t>
      </w:r>
      <w:r w:rsidR="00576385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بداريد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گفت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به خدا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قسمت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دهم آنچه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دان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بگو</w:t>
      </w:r>
      <w:r w:rsidR="00E12C63">
        <w:rPr>
          <w:rtl/>
          <w:lang w:bidi="fa-IR"/>
        </w:rPr>
        <w:t>!</w:t>
      </w:r>
      <w:r w:rsidRPr="00E8659C">
        <w:rPr>
          <w:rtl/>
          <w:lang w:bidi="fa-IR"/>
        </w:rPr>
        <w:t xml:space="preserve"> فرمودند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چون به خدا</w:t>
      </w:r>
      <w:r w:rsidR="00576385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قسم داد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گويم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همه اينها خطا كردند و بر خلاف سنت گفتند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قطع دست بايد ازمفصل چهار انگشت باشد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كف دست بماند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معتصم گفت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به چه دليل</w:t>
      </w:r>
      <w:r w:rsidR="004851C8">
        <w:rPr>
          <w:rtl/>
          <w:lang w:bidi="fa-IR"/>
        </w:rPr>
        <w:t>؟</w:t>
      </w:r>
    </w:p>
    <w:p w:rsidR="00BC3B10" w:rsidRDefault="00E8659C" w:rsidP="00BC3B10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 xml:space="preserve">امام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فرمودند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رسول خدا </w:t>
      </w:r>
      <w:r w:rsidR="00E954A2" w:rsidRPr="00E954A2">
        <w:rPr>
          <w:rStyle w:val="libAlaemChar"/>
          <w:rtl/>
        </w:rPr>
        <w:t>صلى‌الله‌عليه‌وآله‌وسلم</w:t>
      </w:r>
      <w:r w:rsidRPr="00E8659C">
        <w:rPr>
          <w:rtl/>
          <w:lang w:bidi="fa-IR"/>
        </w:rPr>
        <w:t xml:space="preserve"> فرموده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سجده بر هفت</w:t>
      </w:r>
      <w:r w:rsidR="00BC3B10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عضو است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صورت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دو دست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دو زانو و دو پا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وقت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دست از بازو و يا از مرفق قطعشود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دست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ماند تا بر آن سجده كند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</w:t>
      </w:r>
      <w:r w:rsidRPr="00E8659C">
        <w:rPr>
          <w:rtl/>
          <w:lang w:bidi="fa-IR"/>
        </w:rPr>
        <w:lastRenderedPageBreak/>
        <w:t>خداوند فرموده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</w:t>
      </w:r>
      <w:r w:rsidR="00BC3B10" w:rsidRPr="00BC3B10">
        <w:rPr>
          <w:rStyle w:val="libAlaemChar"/>
          <w:rFonts w:hint="cs"/>
          <w:rtl/>
        </w:rPr>
        <w:t>(</w:t>
      </w:r>
      <w:r w:rsidR="00BC3B10" w:rsidRPr="00BC3B10">
        <w:rPr>
          <w:rStyle w:val="libAieChar"/>
          <w:rtl/>
          <w:lang w:bidi="fa-IR"/>
        </w:rPr>
        <w:t>وَأَنَّ الْمَسَاجِدَ لِلَّهِ</w:t>
      </w:r>
      <w:r w:rsidR="00BC3B10" w:rsidRPr="00BC3B10">
        <w:rPr>
          <w:rStyle w:val="libAlaemChar"/>
          <w:rFonts w:hint="cs"/>
          <w:rtl/>
        </w:rPr>
        <w:t>)</w:t>
      </w:r>
      <w:r w:rsidR="00BC3B10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منظور از آن اعضاء هفتگانه سجده است كه بر آنها سجده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شود </w:t>
      </w:r>
      <w:r w:rsidR="00BC3B10" w:rsidRPr="00BC3B10">
        <w:rPr>
          <w:rStyle w:val="libAlaemChar"/>
          <w:rFonts w:hint="cs"/>
          <w:rtl/>
        </w:rPr>
        <w:t>(</w:t>
      </w:r>
      <w:r w:rsidR="00BC3B10" w:rsidRPr="00BC3B10">
        <w:rPr>
          <w:rStyle w:val="libAieChar"/>
          <w:rtl/>
          <w:lang w:bidi="fa-IR"/>
        </w:rPr>
        <w:t>فَلَا تَدْعُوا مَعَ اللَّهِ أَحَدًا</w:t>
      </w:r>
      <w:r w:rsidR="00BC3B10" w:rsidRPr="00BC3B10">
        <w:rPr>
          <w:rStyle w:val="libAlaemChar"/>
          <w:rFonts w:hint="cs"/>
          <w:rtl/>
        </w:rPr>
        <w:t>)</w:t>
      </w:r>
      <w:r w:rsidRPr="00E8659C">
        <w:rPr>
          <w:rtl/>
          <w:lang w:bidi="fa-IR"/>
        </w:rPr>
        <w:t xml:space="preserve"> آنچه برا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خدا باشد قطع نم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شود</w:t>
      </w:r>
      <w:r w:rsidR="004851C8">
        <w:rPr>
          <w:rtl/>
          <w:lang w:bidi="fa-IR"/>
        </w:rPr>
        <w:t>.</w:t>
      </w:r>
    </w:p>
    <w:p w:rsidR="00E8659C" w:rsidRPr="00E8659C" w:rsidRDefault="00E8659C" w:rsidP="00BC3B10">
      <w:pPr>
        <w:pStyle w:val="libNormal"/>
        <w:rPr>
          <w:lang w:bidi="fa-IR"/>
        </w:rPr>
      </w:pPr>
      <w:r w:rsidRPr="00E8659C">
        <w:rPr>
          <w:rtl/>
          <w:lang w:bidi="fa-IR"/>
        </w:rPr>
        <w:t>معتصم از اين استدلال تعجب كرد و گفت</w:t>
      </w:r>
      <w:r w:rsidR="004851C8">
        <w:rPr>
          <w:rtl/>
          <w:lang w:bidi="fa-IR"/>
        </w:rPr>
        <w:t>:</w:t>
      </w:r>
      <w:r w:rsidR="00BC3B10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دست سارق را از بند چهار انگشت قطع كردند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ابن اب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داوود گفت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قيامت من برپا شد وآرزو كردم كه 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كاش مرده بودم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زرقان گويد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256F60" w:rsidRPr="006249D9">
        <w:rPr>
          <w:rStyle w:val="libFootnotenumChar"/>
          <w:rtl/>
        </w:rPr>
        <w:t>1</w:t>
      </w:r>
      <w:r w:rsidR="00506E9B" w:rsidRPr="006249D9">
        <w:rPr>
          <w:rStyle w:val="libFootnotenumChar"/>
          <w:rtl/>
        </w:rPr>
        <w:t>4</w:t>
      </w:r>
      <w:r w:rsidR="00FA474B" w:rsidRPr="006249D9">
        <w:rPr>
          <w:rStyle w:val="libFootnotenumChar"/>
          <w:rtl/>
        </w:rPr>
        <w:t>3</w:t>
      </w:r>
      <w:r w:rsidRPr="006249D9">
        <w:rPr>
          <w:rStyle w:val="libFootnotenumChar"/>
          <w:rtl/>
        </w:rPr>
        <w:t>)</w:t>
      </w:r>
    </w:p>
    <w:p w:rsidR="00D1632E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ابن أب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داود گفت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بعد از سه روز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پيش معتصم رفتم و گفتم</w:t>
      </w:r>
      <w:r w:rsidR="004851C8">
        <w:rPr>
          <w:rtl/>
          <w:lang w:bidi="fa-IR"/>
        </w:rPr>
        <w:t>:</w:t>
      </w:r>
      <w:r w:rsidR="00D1632E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نصيحت أمير المؤمنين بر من واجب است و من با او سخن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گويم كه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دانم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اهل آتش</w:t>
      </w:r>
      <w:r w:rsidR="00D1632E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خواهم بود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گفت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سخنت كدام است</w:t>
      </w:r>
      <w:r w:rsidR="004851C8">
        <w:rPr>
          <w:rtl/>
          <w:lang w:bidi="fa-IR"/>
        </w:rPr>
        <w:t>؟</w:t>
      </w:r>
    </w:p>
    <w:p w:rsidR="00D1632E" w:rsidRDefault="00E8659C" w:rsidP="00D1632E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گفتم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أمير المؤمنين در مجلس خود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فقهاء رعيت</w:t>
      </w:r>
      <w:r w:rsidR="00D1632E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شرا جمع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كار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كارها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دين و از حكم آن سؤال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آنها آنچه</w:t>
      </w:r>
      <w:r w:rsidR="00D1632E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دانند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جواب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دهند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در آن مجلس همه وزراء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فرماندهان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نويسندگان خليفه</w:t>
      </w:r>
      <w:r w:rsidR="00D1632E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جمعند و از پشت باب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مردم منتظر نتيجه اين مجلسند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آن وقت خليفه سخن هم</w:t>
      </w:r>
      <w:r w:rsidR="00BB00AB">
        <w:rPr>
          <w:rtl/>
          <w:lang w:bidi="fa-IR"/>
        </w:rPr>
        <w:t>ه</w:t>
      </w:r>
      <w:r w:rsidR="00D1632E">
        <w:rPr>
          <w:rtl/>
          <w:lang w:bidi="fa-IR"/>
        </w:rPr>
        <w:t xml:space="preserve"> فقها</w:t>
      </w:r>
      <w:r w:rsidR="00D1632E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را كنار گذاشته و فتوا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مرد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را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پذيرد كه نصف اين ملت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معتقد به امامت او</w:t>
      </w:r>
      <w:r w:rsidR="00D1632E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هستند و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گويند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بن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عباس حق آنها را غضب كرده اند</w:t>
      </w:r>
      <w:r w:rsidR="00E12C63">
        <w:rPr>
          <w:rtl/>
          <w:lang w:bidi="fa-IR"/>
        </w:rPr>
        <w:t>!!!</w:t>
      </w:r>
      <w:r w:rsidRPr="00E8659C">
        <w:rPr>
          <w:rtl/>
          <w:lang w:bidi="fa-IR"/>
        </w:rPr>
        <w:t xml:space="preserve"> از اين سخن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رنگ از</w:t>
      </w:r>
      <w:r w:rsidR="00D1632E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رخ معتصم پرسيد و متنبه شد و گفت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خدا در مقابل نصيحتت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جزا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خير بدهد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روز</w:t>
      </w:r>
      <w:r w:rsidR="00D1632E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چهارم به يك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نويسندگان وزراش گفت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ابوجعفر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را به منزل</w:t>
      </w:r>
      <w:r w:rsidR="00D1632E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دعوت كند</w:t>
      </w:r>
      <w:r w:rsidR="004851C8">
        <w:rPr>
          <w:rtl/>
          <w:lang w:bidi="fa-IR"/>
        </w:rPr>
        <w:t>.</w:t>
      </w:r>
    </w:p>
    <w:p w:rsidR="006E7B2B" w:rsidRDefault="00E8659C" w:rsidP="00D1632E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او از آن حضرت دعوت به عمل آورد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حضرت قبول نكرد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فرمودند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دانيدكه من در مجلس شما حاضر نم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شوم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او گفت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من شما را به طعام دعوت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كنم و دوستدارم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قدم بر بساط من بگذاريد و به منزل من داخل شويد تا متبرك گردد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فلان</w:t>
      </w:r>
      <w:r w:rsidR="00F456F0">
        <w:rPr>
          <w:rtl/>
          <w:lang w:bidi="fa-IR"/>
        </w:rPr>
        <w:t xml:space="preserve">ی </w:t>
      </w:r>
      <w:r w:rsidR="00E7311F">
        <w:rPr>
          <w:rtl/>
          <w:lang w:bidi="fa-IR"/>
        </w:rPr>
        <w:t>از</w:t>
      </w:r>
      <w:r w:rsidR="00E7311F">
        <w:rPr>
          <w:rFonts w:hint="cs"/>
          <w:rtl/>
          <w:lang w:bidi="fa-IR"/>
        </w:rPr>
        <w:t xml:space="preserve"> </w:t>
      </w:r>
      <w:r w:rsidR="00E7311F">
        <w:rPr>
          <w:rtl/>
          <w:lang w:bidi="fa-IR"/>
        </w:rPr>
        <w:t>وزرا</w:t>
      </w:r>
      <w:r w:rsidR="00E7311F">
        <w:rPr>
          <w:rFonts w:hint="cs"/>
          <w:rtl/>
          <w:lang w:bidi="fa-IR"/>
        </w:rPr>
        <w:t>ء</w:t>
      </w:r>
      <w:r w:rsidRPr="00E8659C">
        <w:rPr>
          <w:rtl/>
          <w:lang w:bidi="fa-IR"/>
        </w:rPr>
        <w:t xml:space="preserve"> خليفه نيز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خواهد با شما در آن جا ملاقات كند</w:t>
      </w:r>
      <w:r w:rsidR="004851C8">
        <w:rPr>
          <w:rtl/>
          <w:lang w:bidi="fa-IR"/>
        </w:rPr>
        <w:t>.</w:t>
      </w:r>
    </w:p>
    <w:p w:rsidR="006E7B2B" w:rsidRDefault="00E8659C" w:rsidP="00D1632E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حضرت به منزل آن شخص آمدند، چون طعام ميل فرمودند احساس مسموميت كرد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مركب خويش را خواست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صاحب منزل تقاضاكرد كه بمانيد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فرمودند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رفتنم برا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تو بهتر است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سم در آن روز و شب در حلق</w:t>
      </w:r>
      <w:r w:rsidR="006E7B2B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مباركش بود تا از دنيا رفتند</w:t>
      </w:r>
      <w:r w:rsidR="004851C8">
        <w:rPr>
          <w:rtl/>
          <w:lang w:bidi="fa-IR"/>
        </w:rPr>
        <w:t>.</w:t>
      </w:r>
    </w:p>
    <w:p w:rsidR="00E8659C" w:rsidRPr="00E8659C" w:rsidRDefault="00E8659C" w:rsidP="00D1632E">
      <w:pPr>
        <w:pStyle w:val="libNormal"/>
        <w:rPr>
          <w:lang w:bidi="fa-IR"/>
        </w:rPr>
      </w:pPr>
      <w:r w:rsidRPr="00E8659C">
        <w:rPr>
          <w:rtl/>
          <w:lang w:bidi="fa-IR"/>
        </w:rPr>
        <w:lastRenderedPageBreak/>
        <w:t>تفسير عياش</w:t>
      </w:r>
      <w:r w:rsidR="00F456F0">
        <w:rPr>
          <w:rtl/>
          <w:lang w:bidi="fa-IR"/>
        </w:rPr>
        <w:t>ی</w:t>
      </w:r>
      <w:r w:rsidR="00A429E4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ج </w:t>
      </w:r>
      <w:r w:rsidR="00256F60">
        <w:rPr>
          <w:rtl/>
          <w:lang w:bidi="fa-IR"/>
        </w:rPr>
        <w:t>1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</w:t>
      </w:r>
      <w:r w:rsidR="00FA474B">
        <w:rPr>
          <w:rtl/>
          <w:lang w:bidi="fa-IR"/>
        </w:rPr>
        <w:t>3</w:t>
      </w:r>
      <w:r w:rsidR="00256F60">
        <w:rPr>
          <w:rtl/>
          <w:lang w:bidi="fa-IR"/>
        </w:rPr>
        <w:t>1</w:t>
      </w:r>
      <w:r w:rsidR="003D2C90">
        <w:rPr>
          <w:rtl/>
          <w:lang w:bidi="fa-IR"/>
        </w:rPr>
        <w:t>9</w:t>
      </w:r>
      <w:r w:rsidRPr="00E8659C">
        <w:rPr>
          <w:rtl/>
          <w:lang w:bidi="fa-IR"/>
        </w:rPr>
        <w:t xml:space="preserve"> ذيل آي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والسارقوالسارقة از سور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مائده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آيه </w:t>
      </w:r>
      <w:r w:rsidR="00FA474B">
        <w:rPr>
          <w:rtl/>
          <w:lang w:bidi="fa-IR"/>
        </w:rPr>
        <w:t>3</w:t>
      </w:r>
      <w:r w:rsidR="00A35C10">
        <w:rPr>
          <w:rtl/>
          <w:lang w:bidi="fa-IR"/>
        </w:rPr>
        <w:t>8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مرحوم حر عامل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در وسائل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ج </w:t>
      </w:r>
      <w:r w:rsidR="00256F60">
        <w:rPr>
          <w:rtl/>
          <w:lang w:bidi="fa-IR"/>
        </w:rPr>
        <w:t>1</w:t>
      </w:r>
      <w:r w:rsidR="00A35C10">
        <w:rPr>
          <w:rtl/>
          <w:lang w:bidi="fa-IR"/>
        </w:rPr>
        <w:t>8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</w:t>
      </w:r>
      <w:r w:rsidR="00506E9B">
        <w:rPr>
          <w:rtl/>
          <w:lang w:bidi="fa-IR"/>
        </w:rPr>
        <w:t>4</w:t>
      </w:r>
      <w:r w:rsidR="003D2C90">
        <w:rPr>
          <w:rtl/>
          <w:lang w:bidi="fa-IR"/>
        </w:rPr>
        <w:t>9</w:t>
      </w:r>
      <w:r w:rsidR="009072C7">
        <w:rPr>
          <w:rtl/>
          <w:lang w:bidi="fa-IR"/>
        </w:rPr>
        <w:t>0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>ابواب حدالسرقة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آن را بطور اختصار از تفسير عياش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نقل كرده ومرحوم مجلس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نيز آنرا در بحار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ج </w:t>
      </w:r>
      <w:r w:rsidR="00506E9B">
        <w:rPr>
          <w:rtl/>
          <w:lang w:bidi="fa-IR"/>
        </w:rPr>
        <w:t>5</w:t>
      </w:r>
      <w:r w:rsidR="009072C7">
        <w:rPr>
          <w:rtl/>
          <w:lang w:bidi="fa-IR"/>
        </w:rPr>
        <w:t>0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</w:t>
      </w:r>
      <w:r w:rsidR="00506E9B">
        <w:rPr>
          <w:rtl/>
          <w:lang w:bidi="fa-IR"/>
        </w:rPr>
        <w:t>5</w:t>
      </w:r>
      <w:r w:rsidRPr="00E8659C">
        <w:rPr>
          <w:rtl/>
          <w:lang w:bidi="fa-IR"/>
        </w:rPr>
        <w:t xml:space="preserve"> - </w:t>
      </w:r>
      <w:r w:rsidR="00506E9B">
        <w:rPr>
          <w:rtl/>
          <w:lang w:bidi="fa-IR"/>
        </w:rPr>
        <w:t>7</w:t>
      </w:r>
      <w:r w:rsidRPr="00E8659C">
        <w:rPr>
          <w:rtl/>
          <w:lang w:bidi="fa-IR"/>
        </w:rPr>
        <w:t xml:space="preserve"> از آن تفسير نقل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كند</w:t>
      </w:r>
      <w:r w:rsidR="004851C8">
        <w:rPr>
          <w:rtl/>
          <w:lang w:bidi="fa-IR"/>
        </w:rPr>
        <w:t>.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ناگفته نماند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در حاشي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بحار فرموده است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صحيح آن است كه اسم او أبوداوداست بر وزن غراب و او در زمان معتصم وواثق و متوكل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قاض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بغداد بود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ميان او ومحمد بن عبد الملك زيات وزير معتصم وواثق عداوت و دشمن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بود و در تاريخ </w:t>
      </w:r>
      <w:r w:rsidR="005631DD">
        <w:rPr>
          <w:rtl/>
          <w:lang w:bidi="fa-IR"/>
        </w:rPr>
        <w:t>2</w:t>
      </w:r>
      <w:r w:rsidR="00506E9B">
        <w:rPr>
          <w:rtl/>
          <w:lang w:bidi="fa-IR"/>
        </w:rPr>
        <w:t>4</w:t>
      </w:r>
      <w:r w:rsidR="009072C7">
        <w:rPr>
          <w:rtl/>
          <w:lang w:bidi="fa-IR"/>
        </w:rPr>
        <w:t>0</w:t>
      </w:r>
      <w:r w:rsidRPr="00E8659C">
        <w:rPr>
          <w:rtl/>
          <w:lang w:bidi="fa-IR"/>
        </w:rPr>
        <w:t xml:space="preserve"> از دنيارفته است</w:t>
      </w:r>
      <w:r w:rsidR="004851C8">
        <w:rPr>
          <w:rtl/>
          <w:lang w:bidi="fa-IR"/>
        </w:rPr>
        <w:t>.</w:t>
      </w:r>
    </w:p>
    <w:p w:rsidR="006E7B2B" w:rsidRDefault="006E7B2B" w:rsidP="00E8659C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8659C" w:rsidRDefault="00E8659C" w:rsidP="007C525D">
      <w:pPr>
        <w:pStyle w:val="Heading1"/>
        <w:rPr>
          <w:rtl/>
          <w:lang w:bidi="fa-IR"/>
        </w:rPr>
      </w:pPr>
      <w:bookmarkStart w:id="38" w:name="_Toc487273812"/>
      <w:r w:rsidRPr="00E8659C">
        <w:rPr>
          <w:rtl/>
          <w:lang w:bidi="fa-IR"/>
        </w:rPr>
        <w:t>بخش پنجم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خوشه</w:t>
      </w:r>
      <w:r w:rsidR="00164EC6">
        <w:rPr>
          <w:rtl/>
          <w:lang w:bidi="fa-IR"/>
        </w:rPr>
        <w:t xml:space="preserve"> ‌</w:t>
      </w:r>
      <w:r w:rsidRPr="00E8659C">
        <w:rPr>
          <w:rtl/>
          <w:lang w:bidi="fa-IR"/>
        </w:rPr>
        <w:t>هاي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علم و فضيلت و اخلاق او</w:t>
      </w:r>
      <w:bookmarkEnd w:id="38"/>
    </w:p>
    <w:p w:rsidR="00E8659C" w:rsidRPr="00E8659C" w:rsidRDefault="00E8659C" w:rsidP="00790B6B">
      <w:pPr>
        <w:pStyle w:val="libBold1"/>
        <w:rPr>
          <w:lang w:bidi="fa-IR"/>
        </w:rPr>
      </w:pPr>
      <w:r w:rsidRPr="00E8659C">
        <w:rPr>
          <w:rtl/>
          <w:lang w:bidi="fa-IR"/>
        </w:rPr>
        <w:t>امام جواد صلوات الله عليه و أبوصلت هرو</w:t>
      </w:r>
      <w:r w:rsidR="00F456F0">
        <w:rPr>
          <w:rtl/>
          <w:lang w:bidi="fa-IR"/>
        </w:rPr>
        <w:t xml:space="preserve">ی </w:t>
      </w:r>
    </w:p>
    <w:p w:rsidR="00790B6B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 xml:space="preserve">در كيفيت شهادت حضرت رضا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نقل كرديم كه آن حضرت به ابوصلت دربار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قبر و دفن خويش دستورات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صادر فرمودند و او سخنان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را كه امام تعليم داده بود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بر زبان آورد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قبر امام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پر از آب گرديد و ماهي</w:t>
      </w:r>
      <w:r w:rsidR="00790B6B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ها در آن پديد آمدند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بعد ماه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بزرگ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آمده، هم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آنها را خورد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سپس با تكلم ديگر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قبر شريف خشك گرديد و آب فرو رفت و اينكار در حضور مأمون انجام گرفت</w:t>
      </w:r>
      <w:r w:rsidR="004851C8">
        <w:rPr>
          <w:rtl/>
          <w:lang w:bidi="fa-IR"/>
        </w:rPr>
        <w:t>.</w:t>
      </w:r>
    </w:p>
    <w:p w:rsidR="00790B6B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ابوصلت گويد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چون امام رضا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دفن گرديد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مأمون به من گفت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آن كلمات را به من تعليم كن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گفتم والله فراموشم شدند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حت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يك كلمه هم ياد نم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آورم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به خدا قسم راست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گفتم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منظورم اغفال مأمون نبود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او از من قبول نكرد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به زندانم انداخت و گفت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اگر نگوي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تو راخواهم كشت</w:t>
      </w:r>
      <w:r w:rsidR="004851C8">
        <w:rPr>
          <w:rtl/>
          <w:lang w:bidi="fa-IR"/>
        </w:rPr>
        <w:t>.</w:t>
      </w:r>
    </w:p>
    <w:p w:rsidR="00405C4D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او هر روز مرا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خواست و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گفت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اگر نگوي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به مرگ محكوم هست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منهم مرتب قسم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خوردم كه از يادم رفته است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اين كار يك سال طول كشيد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از طول</w:t>
      </w:r>
      <w:r w:rsidR="00790B6B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زندان به تنگ آمدم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در يك شب جمعه غسل كردم و همه را شب را با احياء و ركوع و سجدهو گريه به سر بردم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از خدا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خواستم كه از زندان نجاتم دهد</w:t>
      </w:r>
      <w:r w:rsidR="004851C8">
        <w:rPr>
          <w:rtl/>
          <w:lang w:bidi="fa-IR"/>
        </w:rPr>
        <w:t>.</w:t>
      </w:r>
    </w:p>
    <w:p w:rsidR="00405C4D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چون نماز صبح را خواندم ناگاه ديدم كه ابو</w:t>
      </w:r>
      <w:r w:rsidR="00405C4D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 xml:space="preserve">جعفرجواد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به زندان آمد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فرمودند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اباصلت</w:t>
      </w:r>
      <w:r w:rsidR="00E12C63">
        <w:rPr>
          <w:rtl/>
          <w:lang w:bidi="fa-IR"/>
        </w:rPr>
        <w:t>!</w:t>
      </w:r>
      <w:r w:rsidRPr="00E8659C">
        <w:rPr>
          <w:rtl/>
          <w:lang w:bidi="fa-IR"/>
        </w:rPr>
        <w:t xml:space="preserve"> سينه ات به تنگ آمده</w:t>
      </w:r>
      <w:r w:rsidR="00405C4D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است</w:t>
      </w:r>
      <w:r w:rsidR="004851C8">
        <w:rPr>
          <w:rtl/>
          <w:lang w:bidi="fa-IR"/>
        </w:rPr>
        <w:t>؟</w:t>
      </w:r>
      <w:r w:rsidRPr="00E8659C">
        <w:rPr>
          <w:rtl/>
          <w:lang w:bidi="fa-IR"/>
        </w:rPr>
        <w:t xml:space="preserve"> گفتم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آر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والله 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مولا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من</w:t>
      </w:r>
      <w:r w:rsidR="00E12C63">
        <w:rPr>
          <w:rtl/>
          <w:lang w:bidi="fa-IR"/>
        </w:rPr>
        <w:t>!</w:t>
      </w:r>
      <w:r w:rsidRPr="00E8659C">
        <w:rPr>
          <w:rtl/>
          <w:lang w:bidi="fa-IR"/>
        </w:rPr>
        <w:t xml:space="preserve"> فرمودند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آنچه را كه امشب كرد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اگر ازقبل انجام داده بود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خداوند خلاصت كرده بود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به طور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الان خلاصت فرمود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برخيز برويم</w:t>
      </w:r>
      <w:r w:rsidR="004851C8">
        <w:rPr>
          <w:rtl/>
          <w:lang w:bidi="fa-IR"/>
        </w:rPr>
        <w:t>.</w:t>
      </w:r>
    </w:p>
    <w:p w:rsidR="00405C4D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lastRenderedPageBreak/>
        <w:t>گفتم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كجا برويم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نگهبانان در زندان هستند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مشعلها را در دست دارند</w:t>
      </w:r>
      <w:r w:rsidR="004851C8">
        <w:rPr>
          <w:rtl/>
          <w:lang w:bidi="fa-IR"/>
        </w:rPr>
        <w:t>؟</w:t>
      </w:r>
      <w:r w:rsidR="00E12C63">
        <w:rPr>
          <w:rtl/>
          <w:lang w:bidi="fa-IR"/>
        </w:rPr>
        <w:t>!</w:t>
      </w:r>
      <w:r w:rsidRPr="00E8659C">
        <w:rPr>
          <w:rtl/>
          <w:lang w:bidi="fa-IR"/>
        </w:rPr>
        <w:t>! فرمودند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برخيز آنها تو را نخواهند ديد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بعد از اين نيز با آنها در يك جا نخواه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امام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دست مرا گرفتند و از ميان آنان بيرون بردند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آنها نشسته با هم صحبت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كردند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مشعلها در ميانشان ول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ما را نديدند</w:t>
      </w:r>
      <w:r w:rsidR="004851C8">
        <w:rPr>
          <w:rtl/>
          <w:lang w:bidi="fa-IR"/>
        </w:rPr>
        <w:t>.</w:t>
      </w:r>
    </w:p>
    <w:p w:rsidR="00E8659C" w:rsidRPr="00E8659C" w:rsidRDefault="00E8659C" w:rsidP="00DE08D3">
      <w:pPr>
        <w:pStyle w:val="libNormal"/>
        <w:rPr>
          <w:lang w:bidi="fa-IR"/>
        </w:rPr>
      </w:pPr>
      <w:r w:rsidRPr="00E8659C">
        <w:rPr>
          <w:rtl/>
          <w:lang w:bidi="fa-IR"/>
        </w:rPr>
        <w:t>چون از زندان بيرون آمديم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فرمود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كجا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خواه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به رو</w:t>
      </w:r>
      <w:r w:rsidR="00F456F0">
        <w:rPr>
          <w:rtl/>
          <w:lang w:bidi="fa-IR"/>
        </w:rPr>
        <w:t>ی</w:t>
      </w:r>
      <w:r w:rsidR="004851C8">
        <w:rPr>
          <w:rtl/>
          <w:lang w:bidi="fa-IR"/>
        </w:rPr>
        <w:t>؟</w:t>
      </w:r>
      <w:r w:rsidRPr="00E8659C">
        <w:rPr>
          <w:rtl/>
          <w:lang w:bidi="fa-IR"/>
        </w:rPr>
        <w:t xml:space="preserve"> گفتم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به خانه ام در شهر هرات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>فرمود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عبايت را بر سر بكش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من عبا را بر سر كشيدم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حضرت دست مرا گرفت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گمانكردم كه مرا از طرف راستش به طرف چپ حركت داد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بعد فرمودند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سرت را باز كن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عبارا از سرم انداختم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امام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را نديدم ول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ديدم در كنار در خانهام هستم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وارد منزلم شدم و تا امروز كه اين قضيه را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گويم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نه مأمون را ملاقاتكرده ام و نه كس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مأموران او را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256F60" w:rsidRPr="006249D9">
        <w:rPr>
          <w:rStyle w:val="libFootnotenumChar"/>
          <w:rtl/>
        </w:rPr>
        <w:t>1</w:t>
      </w:r>
      <w:r w:rsidR="00506E9B" w:rsidRPr="006249D9">
        <w:rPr>
          <w:rStyle w:val="libFootnotenumChar"/>
          <w:rtl/>
        </w:rPr>
        <w:t>44</w:t>
      </w:r>
      <w:r w:rsidRPr="006249D9">
        <w:rPr>
          <w:rStyle w:val="libFootnotenumChar"/>
          <w:rtl/>
        </w:rPr>
        <w:t>)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 xml:space="preserve">از امام جواد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سخنان و تعاليم و رهنمودها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فراوان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نقل شده است ما در اين قسمت تلاشداريم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بخش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تعاليم عالي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آن بزرگوار را به عنوان تعلم خويشتن و تذكر ويادآور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به ديگر دوستان و شيفتگان مكتب مقدس آن بزرگوار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آورده باشيم تا اعمال ورفتار خود را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با موازين و معيارها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آموزش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تربيت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آن بزرگ بسنجيم و از ثمراتدنيو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واخرو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آن بهره</w:t>
      </w:r>
      <w:r w:rsidR="00164EC6">
        <w:rPr>
          <w:rtl/>
          <w:lang w:bidi="fa-IR"/>
        </w:rPr>
        <w:t xml:space="preserve"> ‌</w:t>
      </w:r>
      <w:r w:rsidRPr="00E8659C">
        <w:rPr>
          <w:rtl/>
          <w:lang w:bidi="fa-IR"/>
        </w:rPr>
        <w:t>مند گرديم</w:t>
      </w:r>
      <w:r w:rsidR="004851C8">
        <w:rPr>
          <w:rtl/>
          <w:lang w:bidi="fa-IR"/>
        </w:rPr>
        <w:t>.</w:t>
      </w:r>
    </w:p>
    <w:p w:rsidR="00E8659C" w:rsidRPr="00E8659C" w:rsidRDefault="00256F60" w:rsidP="00896870">
      <w:pPr>
        <w:pStyle w:val="libBold1"/>
        <w:rPr>
          <w:lang w:bidi="fa-IR"/>
        </w:rPr>
      </w:pPr>
      <w:r>
        <w:rPr>
          <w:rtl/>
          <w:lang w:bidi="fa-IR"/>
        </w:rPr>
        <w:t>1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محبوبيت و ثروت واقع</w:t>
      </w:r>
      <w:r w:rsidR="00F456F0">
        <w:rPr>
          <w:rtl/>
          <w:lang w:bidi="fa-IR"/>
        </w:rPr>
        <w:t xml:space="preserve">ی </w:t>
      </w:r>
    </w:p>
    <w:p w:rsidR="00E8659C" w:rsidRPr="00E8659C" w:rsidRDefault="00896870" w:rsidP="00896870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E8659C" w:rsidRPr="00896870">
        <w:rPr>
          <w:rStyle w:val="libHadeesChar"/>
          <w:rtl/>
        </w:rPr>
        <w:t>من استغن</w:t>
      </w:r>
      <w:r w:rsidR="00F456F0" w:rsidRPr="00896870">
        <w:rPr>
          <w:rStyle w:val="libHadeesChar"/>
          <w:rtl/>
        </w:rPr>
        <w:t xml:space="preserve">ی </w:t>
      </w:r>
      <w:r w:rsidR="00E8659C" w:rsidRPr="00896870">
        <w:rPr>
          <w:rStyle w:val="libHadeesChar"/>
          <w:rtl/>
        </w:rPr>
        <w:t>بالله افتقر الناس اليه و من اتق</w:t>
      </w:r>
      <w:r w:rsidR="00F456F0" w:rsidRPr="00896870">
        <w:rPr>
          <w:rStyle w:val="libHadeesChar"/>
          <w:rtl/>
        </w:rPr>
        <w:t xml:space="preserve">ی </w:t>
      </w:r>
      <w:r w:rsidR="00E8659C" w:rsidRPr="00896870">
        <w:rPr>
          <w:rStyle w:val="libHadeesChar"/>
          <w:rtl/>
        </w:rPr>
        <w:t>الله أحبه</w:t>
      </w:r>
      <w:r w:rsidRPr="00896870">
        <w:rPr>
          <w:rStyle w:val="libHadeesChar"/>
          <w:rFonts w:hint="cs"/>
          <w:rtl/>
        </w:rPr>
        <w:t xml:space="preserve"> </w:t>
      </w:r>
      <w:r w:rsidR="00E8659C" w:rsidRPr="00896870">
        <w:rPr>
          <w:rStyle w:val="libHadeesChar"/>
          <w:rtl/>
        </w:rPr>
        <w:t>الناس</w:t>
      </w:r>
      <w:r>
        <w:rPr>
          <w:rFonts w:hint="cs"/>
          <w:rtl/>
          <w:lang w:bidi="fa-IR"/>
        </w:rPr>
        <w:t>.»</w:t>
      </w:r>
      <w:r w:rsidR="00E8659C" w:rsidRPr="00E8659C">
        <w:rPr>
          <w:rtl/>
          <w:lang w:bidi="fa-IR"/>
        </w:rPr>
        <w:t xml:space="preserve"> فرد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كه تنها تكيه گاهش پروردگار باشد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به غنا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واقع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م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رسد و ديگران به او نياز پيدا م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كنند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و هر آن كس كه تقو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و رستگار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را پيش</w:t>
      </w:r>
      <w:r w:rsidR="00BB00AB">
        <w:rPr>
          <w:rtl/>
          <w:lang w:bidi="fa-IR"/>
        </w:rPr>
        <w:t>ه</w:t>
      </w:r>
      <w:r w:rsidR="00E8659C" w:rsidRPr="00E8659C">
        <w:rPr>
          <w:rtl/>
          <w:lang w:bidi="fa-IR"/>
        </w:rPr>
        <w:t xml:space="preserve"> خود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سازد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>مردم او را از ته دل دوست م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دارند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</w:t>
      </w:r>
      <w:r w:rsidR="00E8659C" w:rsidRPr="006249D9">
        <w:rPr>
          <w:rStyle w:val="libFootnotenumChar"/>
          <w:rtl/>
        </w:rPr>
        <w:t>(</w:t>
      </w:r>
      <w:r w:rsidR="00256F60" w:rsidRPr="006249D9">
        <w:rPr>
          <w:rStyle w:val="libFootnotenumChar"/>
          <w:rtl/>
        </w:rPr>
        <w:t>1</w:t>
      </w:r>
      <w:r w:rsidR="00506E9B" w:rsidRPr="006249D9">
        <w:rPr>
          <w:rStyle w:val="libFootnotenumChar"/>
          <w:rtl/>
        </w:rPr>
        <w:t>45</w:t>
      </w:r>
      <w:r w:rsidR="00E8659C" w:rsidRPr="006249D9">
        <w:rPr>
          <w:rStyle w:val="libFootnotenumChar"/>
          <w:rtl/>
        </w:rPr>
        <w:t>)</w:t>
      </w:r>
    </w:p>
    <w:p w:rsidR="00E8659C" w:rsidRPr="00E8659C" w:rsidRDefault="00E8659C" w:rsidP="00896870">
      <w:pPr>
        <w:pStyle w:val="libBold1"/>
        <w:rPr>
          <w:lang w:bidi="fa-IR"/>
        </w:rPr>
      </w:pPr>
      <w:r w:rsidRPr="00E8659C">
        <w:rPr>
          <w:rtl/>
          <w:lang w:bidi="fa-IR"/>
        </w:rPr>
        <w:t>شرح كوتاه</w:t>
      </w:r>
      <w:r w:rsidR="004851C8">
        <w:rPr>
          <w:rtl/>
          <w:lang w:bidi="fa-IR"/>
        </w:rPr>
        <w:t>:</w:t>
      </w:r>
    </w:p>
    <w:p w:rsidR="00896870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اغلب مردم در زندگ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تكيه گاهها و اميدگاههاي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پيدا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كنند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عده 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در اثر پندار غلط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چشم بهافراد ذ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نفوذ يا ثروتمند يا صاحبان جاه و رياست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دوزند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آنان را تكيه گاهزندگ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قرار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دهند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غافل از آنكه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امكانات زندگ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آنان زوال پذير وفان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وعارض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است و خود آنان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در نياز مطلق به سر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برند</w:t>
      </w:r>
      <w:r w:rsidR="004851C8">
        <w:rPr>
          <w:rtl/>
          <w:lang w:bidi="fa-IR"/>
        </w:rPr>
        <w:t>.</w:t>
      </w:r>
    </w:p>
    <w:p w:rsidR="001765E5" w:rsidRDefault="001765E5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به قول سعد</w:t>
      </w:r>
      <w:r>
        <w:rPr>
          <w:rtl/>
          <w:lang w:bidi="fa-IR"/>
        </w:rPr>
        <w:t>ی: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4080"/>
        <w:gridCol w:w="290"/>
        <w:gridCol w:w="4039"/>
      </w:tblGrid>
      <w:tr w:rsidR="001765E5" w:rsidTr="00296412">
        <w:trPr>
          <w:trHeight w:val="350"/>
        </w:trPr>
        <w:tc>
          <w:tcPr>
            <w:tcW w:w="3920" w:type="dxa"/>
            <w:shd w:val="clear" w:color="auto" w:fill="auto"/>
          </w:tcPr>
          <w:p w:rsidR="001765E5" w:rsidRDefault="001765E5" w:rsidP="00296412">
            <w:pPr>
              <w:pStyle w:val="libPoem"/>
            </w:pPr>
            <w:r w:rsidRPr="00E8659C">
              <w:rPr>
                <w:rtl/>
                <w:lang w:bidi="fa-IR"/>
              </w:rPr>
              <w:lastRenderedPageBreak/>
              <w:t>درويش و غن</w:t>
            </w:r>
            <w:r>
              <w:rPr>
                <w:rtl/>
                <w:lang w:bidi="fa-IR"/>
              </w:rPr>
              <w:t xml:space="preserve">ی </w:t>
            </w:r>
            <w:r w:rsidRPr="00E8659C">
              <w:rPr>
                <w:rtl/>
                <w:lang w:bidi="fa-IR"/>
              </w:rPr>
              <w:t>بنده اين خاك درند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1765E5" w:rsidRDefault="001765E5" w:rsidP="00296412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1765E5" w:rsidRDefault="001765E5" w:rsidP="00296412">
            <w:pPr>
              <w:pStyle w:val="libPoem"/>
            </w:pPr>
            <w:r w:rsidRPr="00E8659C">
              <w:rPr>
                <w:rtl/>
                <w:lang w:bidi="fa-IR"/>
              </w:rPr>
              <w:t>آنان كه غن</w:t>
            </w:r>
            <w:r>
              <w:rPr>
                <w:rtl/>
                <w:lang w:bidi="fa-IR"/>
              </w:rPr>
              <w:t xml:space="preserve">ی </w:t>
            </w:r>
            <w:r w:rsidRPr="00E8659C">
              <w:rPr>
                <w:rtl/>
                <w:lang w:bidi="fa-IR"/>
              </w:rPr>
              <w:t>ترند</w:t>
            </w:r>
            <w:r>
              <w:rPr>
                <w:rtl/>
                <w:lang w:bidi="fa-IR"/>
              </w:rPr>
              <w:t>،</w:t>
            </w:r>
            <w:r w:rsidRPr="00E8659C">
              <w:rPr>
                <w:rtl/>
                <w:lang w:bidi="fa-IR"/>
              </w:rPr>
              <w:t xml:space="preserve"> محتاج ترند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C6E5E" w:rsidRDefault="00E8659C" w:rsidP="001765E5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پس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تنها تكيه گاه حقيق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</w:t>
      </w:r>
      <w:r w:rsidR="009C6E5E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هرگز فنا وزوال در او راه ندارد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ذات بار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تعال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است و كس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به سرچشم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غنا و</w:t>
      </w:r>
      <w:r w:rsidR="009C6E5E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هست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ارتباط و اعتماد پيدا كند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هرگز نياز و احتياج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به اين و آن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نخواهد داشت</w:t>
      </w:r>
      <w:r w:rsidR="004851C8">
        <w:rPr>
          <w:rtl/>
          <w:lang w:bidi="fa-IR"/>
        </w:rPr>
        <w:t>،</w:t>
      </w:r>
      <w:r w:rsidR="009C6E5E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بلكه ضعيفان و ناتوانان هستند كه به او نيازمند خواهند بود</w:t>
      </w:r>
      <w:r w:rsidR="004851C8">
        <w:rPr>
          <w:rtl/>
          <w:lang w:bidi="fa-IR"/>
        </w:rPr>
        <w:t>.</w:t>
      </w:r>
    </w:p>
    <w:p w:rsidR="00E8659C" w:rsidRPr="00E8659C" w:rsidRDefault="00E8659C" w:rsidP="001765E5">
      <w:pPr>
        <w:pStyle w:val="libNormal"/>
        <w:rPr>
          <w:lang w:bidi="fa-IR"/>
        </w:rPr>
      </w:pPr>
      <w:r w:rsidRPr="00E8659C">
        <w:rPr>
          <w:rtl/>
          <w:lang w:bidi="fa-IR"/>
        </w:rPr>
        <w:t>و كس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راه تقو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ودرستكار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پيش گيرد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با وجود آنكه نفع آن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عايد شخص خود او است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باز از محبت و علاق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قلب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ديگران نيز برخوردار خواهد شد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چون خاصيت</w:t>
      </w:r>
      <w:r w:rsidR="009C6E5E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تقو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بر اين پايه نهاده شده است</w:t>
      </w:r>
      <w:r w:rsidR="004851C8">
        <w:rPr>
          <w:rtl/>
          <w:lang w:bidi="fa-IR"/>
        </w:rPr>
        <w:t>.</w:t>
      </w:r>
    </w:p>
    <w:p w:rsidR="00E8659C" w:rsidRPr="00E8659C" w:rsidRDefault="005631DD" w:rsidP="009C6E5E">
      <w:pPr>
        <w:pStyle w:val="libBold1"/>
        <w:rPr>
          <w:lang w:bidi="fa-IR"/>
        </w:rPr>
      </w:pPr>
      <w:r>
        <w:rPr>
          <w:rtl/>
          <w:lang w:bidi="fa-IR"/>
        </w:rPr>
        <w:t>2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شكر نعمت</w:t>
      </w:r>
    </w:p>
    <w:p w:rsidR="00E8659C" w:rsidRPr="00E8659C" w:rsidRDefault="00303B43" w:rsidP="00E8659C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E8659C" w:rsidRPr="00303B43">
        <w:rPr>
          <w:rStyle w:val="libHadeesChar"/>
          <w:rtl/>
        </w:rPr>
        <w:t>ما عظمت نعم الله عل</w:t>
      </w:r>
      <w:r w:rsidR="00F456F0" w:rsidRPr="00303B43">
        <w:rPr>
          <w:rStyle w:val="libHadeesChar"/>
          <w:rtl/>
        </w:rPr>
        <w:t xml:space="preserve">ی </w:t>
      </w:r>
      <w:r w:rsidR="00E8659C" w:rsidRPr="00303B43">
        <w:rPr>
          <w:rStyle w:val="libHadeesChar"/>
          <w:rtl/>
        </w:rPr>
        <w:t>أحد</w:t>
      </w:r>
      <w:r w:rsidR="004851C8" w:rsidRPr="00303B43">
        <w:rPr>
          <w:rStyle w:val="libHadeesChar"/>
          <w:rtl/>
        </w:rPr>
        <w:t>،</w:t>
      </w:r>
      <w:r w:rsidR="00E8659C" w:rsidRPr="00303B43">
        <w:rPr>
          <w:rStyle w:val="libHadeesChar"/>
          <w:rtl/>
        </w:rPr>
        <w:t xml:space="preserve"> الا عظمت اليه حوائج الناس</w:t>
      </w:r>
      <w:r w:rsidR="004851C8" w:rsidRPr="00303B43">
        <w:rPr>
          <w:rStyle w:val="libHadeesChar"/>
          <w:rtl/>
        </w:rPr>
        <w:t>،</w:t>
      </w:r>
      <w:r w:rsidR="00E8659C" w:rsidRPr="00303B43">
        <w:rPr>
          <w:rStyle w:val="libHadeesChar"/>
          <w:rtl/>
        </w:rPr>
        <w:t xml:space="preserve"> فمن لميحتمل تلك المؤونة عرض تلك النعمة</w:t>
      </w:r>
      <w:r w:rsidR="004851C8" w:rsidRPr="00303B43">
        <w:rPr>
          <w:rStyle w:val="libHadeesChar"/>
          <w:rtl/>
        </w:rPr>
        <w:t>،</w:t>
      </w:r>
      <w:r w:rsidR="00E8659C" w:rsidRPr="00303B43">
        <w:rPr>
          <w:rStyle w:val="libHadeesChar"/>
          <w:rtl/>
        </w:rPr>
        <w:t xml:space="preserve"> للزوال</w:t>
      </w:r>
      <w:r w:rsidR="004851C8">
        <w:rPr>
          <w:rtl/>
          <w:lang w:bidi="fa-IR"/>
        </w:rPr>
        <w:t>.</w:t>
      </w:r>
      <w:r>
        <w:rPr>
          <w:rFonts w:hint="cs"/>
          <w:rtl/>
          <w:lang w:bidi="fa-IR"/>
        </w:rPr>
        <w:t>»</w:t>
      </w:r>
      <w:r w:rsidR="00E8659C" w:rsidRPr="00E8659C">
        <w:rPr>
          <w:rtl/>
          <w:lang w:bidi="fa-IR"/>
        </w:rPr>
        <w:t xml:space="preserve"> </w:t>
      </w:r>
      <w:r w:rsidR="00E8659C" w:rsidRPr="006249D9">
        <w:rPr>
          <w:rStyle w:val="libFootnotenumChar"/>
          <w:rtl/>
        </w:rPr>
        <w:t>(</w:t>
      </w:r>
      <w:r w:rsidR="00256F60" w:rsidRPr="006249D9">
        <w:rPr>
          <w:rStyle w:val="libFootnotenumChar"/>
          <w:rtl/>
        </w:rPr>
        <w:t>1</w:t>
      </w:r>
      <w:r w:rsidR="00506E9B" w:rsidRPr="006249D9">
        <w:rPr>
          <w:rStyle w:val="libFootnotenumChar"/>
          <w:rtl/>
        </w:rPr>
        <w:t>46</w:t>
      </w:r>
      <w:r w:rsidR="00E8659C" w:rsidRPr="006249D9">
        <w:rPr>
          <w:rStyle w:val="libFootnotenumChar"/>
          <w:rtl/>
        </w:rPr>
        <w:t>)</w:t>
      </w:r>
      <w:r w:rsidR="00E8659C" w:rsidRPr="00E8659C">
        <w:rPr>
          <w:rtl/>
          <w:lang w:bidi="fa-IR"/>
        </w:rPr>
        <w:t xml:space="preserve"> نعمت پروردگار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>هر قدر بر فرد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فزون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گيرد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نيازها و چشم داشتها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مردم نيز بر او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فزونتر م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گردد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اگر متحمل چنين زحمت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نگردد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اين نعمت رو به زوال م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رود</w:t>
      </w:r>
      <w:r w:rsidR="004851C8">
        <w:rPr>
          <w:rtl/>
          <w:lang w:bidi="fa-IR"/>
        </w:rPr>
        <w:t>.</w:t>
      </w:r>
    </w:p>
    <w:p w:rsidR="00E8659C" w:rsidRPr="00E8659C" w:rsidRDefault="00E8659C" w:rsidP="00303B43">
      <w:pPr>
        <w:pStyle w:val="libBold1"/>
        <w:rPr>
          <w:lang w:bidi="fa-IR"/>
        </w:rPr>
      </w:pPr>
      <w:r w:rsidRPr="00E8659C">
        <w:rPr>
          <w:rtl/>
          <w:lang w:bidi="fa-IR"/>
        </w:rPr>
        <w:t>شرح كوتاه</w:t>
      </w:r>
      <w:r w:rsidR="004851C8">
        <w:rPr>
          <w:rtl/>
          <w:lang w:bidi="fa-IR"/>
        </w:rPr>
        <w:t>:</w:t>
      </w:r>
    </w:p>
    <w:p w:rsidR="00303B43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حفظ و نگهدار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موهبت</w:t>
      </w:r>
      <w:r w:rsidR="00303B43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اله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نياز به شايستگ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لياقت و نگهدار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مراقبت دارد كه</w:t>
      </w:r>
      <w:r w:rsidR="00303B43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يك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راهها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نگهدار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اين است كه در راه رفاه و آسايش بندگان اله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صرف گردد</w:t>
      </w:r>
      <w:r w:rsidR="00303B43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و شكرگزار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واقع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هر نعمت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آن است كه در موارد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خداوند متعال تعيين فرموده است، صرف گردد و اگر در انجام شكرگزار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هر نعمت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كوتاه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قصور صورت گيرد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خود به</w:t>
      </w:r>
      <w:r w:rsidR="00303B43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خود آن نعمت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رو به زوال وفنا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رود</w:t>
      </w:r>
      <w:r w:rsidR="004851C8">
        <w:rPr>
          <w:rtl/>
          <w:lang w:bidi="fa-IR"/>
        </w:rPr>
        <w:t>.</w:t>
      </w:r>
    </w:p>
    <w:p w:rsidR="00E8659C" w:rsidRPr="00E8659C" w:rsidRDefault="00E8659C" w:rsidP="004304E6">
      <w:pPr>
        <w:pStyle w:val="libNormal"/>
        <w:rPr>
          <w:lang w:bidi="fa-IR"/>
        </w:rPr>
      </w:pPr>
      <w:r w:rsidRPr="00E8659C">
        <w:rPr>
          <w:rtl/>
          <w:lang w:bidi="fa-IR"/>
        </w:rPr>
        <w:t>به عنوان نمونه علم و دانش در هر فن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يك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نعمتها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بزرگ اله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است كه نصيب فرد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گردد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اگر در راه توسعه و تعليم به</w:t>
      </w:r>
      <w:r w:rsidR="004304E6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نيازمندان و فاقدين آن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كوتاه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مضايقه گردد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به تدريج آن دانش رو به فنا و زوالم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رود تا دارند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خود را ترك نمايد و از او رخت بربندد</w:t>
      </w:r>
      <w:r w:rsidR="004851C8">
        <w:rPr>
          <w:rtl/>
          <w:lang w:bidi="fa-IR"/>
        </w:rPr>
        <w:t>.</w:t>
      </w:r>
    </w:p>
    <w:p w:rsidR="00E8659C" w:rsidRPr="00E8659C" w:rsidRDefault="00FA474B" w:rsidP="004304E6">
      <w:pPr>
        <w:pStyle w:val="libBold1"/>
        <w:rPr>
          <w:lang w:bidi="fa-IR"/>
        </w:rPr>
      </w:pPr>
      <w:r>
        <w:rPr>
          <w:rtl/>
          <w:lang w:bidi="fa-IR"/>
        </w:rPr>
        <w:t>3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شرافت واقع</w:t>
      </w:r>
      <w:r w:rsidR="004304E6">
        <w:rPr>
          <w:rtl/>
          <w:lang w:bidi="fa-IR"/>
        </w:rPr>
        <w:t>ی</w:t>
      </w:r>
    </w:p>
    <w:p w:rsidR="00E8659C" w:rsidRPr="00E8659C" w:rsidRDefault="004304E6" w:rsidP="00E8659C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lastRenderedPageBreak/>
        <w:t>«</w:t>
      </w:r>
      <w:r w:rsidR="00E8659C" w:rsidRPr="004304E6">
        <w:rPr>
          <w:rStyle w:val="libHadeesChar"/>
          <w:rtl/>
        </w:rPr>
        <w:t>الشريف كل الشريف من شرفه علمه</w:t>
      </w:r>
      <w:r w:rsidR="004851C8" w:rsidRPr="004304E6">
        <w:rPr>
          <w:rStyle w:val="libHadeesChar"/>
          <w:rtl/>
        </w:rPr>
        <w:t>،</w:t>
      </w:r>
      <w:r w:rsidR="00E8659C" w:rsidRPr="004304E6">
        <w:rPr>
          <w:rStyle w:val="libHadeesChar"/>
          <w:rtl/>
        </w:rPr>
        <w:t xml:space="preserve"> والسودد كل السودد</w:t>
      </w:r>
      <w:r w:rsidR="004851C8" w:rsidRPr="004304E6">
        <w:rPr>
          <w:rStyle w:val="libHadeesChar"/>
          <w:rtl/>
        </w:rPr>
        <w:t>،</w:t>
      </w:r>
      <w:r w:rsidR="00E8659C" w:rsidRPr="004304E6">
        <w:rPr>
          <w:rStyle w:val="libHadeesChar"/>
          <w:rtl/>
        </w:rPr>
        <w:t xml:space="preserve"> لمن اتق</w:t>
      </w:r>
      <w:r w:rsidR="00F456F0" w:rsidRPr="004304E6">
        <w:rPr>
          <w:rStyle w:val="libHadeesChar"/>
          <w:rtl/>
        </w:rPr>
        <w:t xml:space="preserve">ی </w:t>
      </w:r>
      <w:r w:rsidR="00E8659C" w:rsidRPr="004304E6">
        <w:rPr>
          <w:rStyle w:val="libHadeesChar"/>
          <w:rtl/>
        </w:rPr>
        <w:t>الله ربه</w:t>
      </w:r>
      <w:r w:rsidR="004851C8">
        <w:rPr>
          <w:rtl/>
          <w:lang w:bidi="fa-IR"/>
        </w:rPr>
        <w:t>.</w:t>
      </w:r>
      <w:r>
        <w:rPr>
          <w:rFonts w:hint="cs"/>
          <w:rtl/>
          <w:lang w:bidi="fa-IR"/>
        </w:rPr>
        <w:t>»</w:t>
      </w:r>
      <w:r w:rsidR="00E8659C" w:rsidRPr="00E8659C">
        <w:rPr>
          <w:rtl/>
          <w:lang w:bidi="fa-IR"/>
        </w:rPr>
        <w:t xml:space="preserve"> شريف</w:t>
      </w:r>
      <w:r>
        <w:rPr>
          <w:rFonts w:hint="cs"/>
          <w:rtl/>
          <w:lang w:bidi="fa-IR"/>
        </w:rPr>
        <w:t xml:space="preserve"> </w:t>
      </w:r>
      <w:r w:rsidR="00E8659C" w:rsidRPr="00E8659C">
        <w:rPr>
          <w:rtl/>
          <w:lang w:bidi="fa-IR"/>
        </w:rPr>
        <w:t>واقع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فرد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است كه با شرافت علم و دانش آراسته گردد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سيادت و بزرگوار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حقيق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بافرد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است كه راه تقو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و خداشناس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را پيش گيرد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</w:t>
      </w:r>
      <w:r w:rsidR="00E8659C" w:rsidRPr="006249D9">
        <w:rPr>
          <w:rStyle w:val="libFootnotenumChar"/>
          <w:rtl/>
        </w:rPr>
        <w:t>(</w:t>
      </w:r>
      <w:r w:rsidR="00256F60" w:rsidRPr="006249D9">
        <w:rPr>
          <w:rStyle w:val="libFootnotenumChar"/>
          <w:rtl/>
        </w:rPr>
        <w:t>1</w:t>
      </w:r>
      <w:r w:rsidR="00506E9B" w:rsidRPr="006249D9">
        <w:rPr>
          <w:rStyle w:val="libFootnotenumChar"/>
          <w:rtl/>
        </w:rPr>
        <w:t>47</w:t>
      </w:r>
      <w:r w:rsidR="00E8659C" w:rsidRPr="006249D9">
        <w:rPr>
          <w:rStyle w:val="libFootnotenumChar"/>
          <w:rtl/>
        </w:rPr>
        <w:t>)</w:t>
      </w:r>
    </w:p>
    <w:p w:rsidR="00E8659C" w:rsidRPr="00E8659C" w:rsidRDefault="00E8659C" w:rsidP="004304E6">
      <w:pPr>
        <w:pStyle w:val="libBold1"/>
        <w:rPr>
          <w:lang w:bidi="fa-IR"/>
        </w:rPr>
      </w:pPr>
      <w:r w:rsidRPr="00E8659C">
        <w:rPr>
          <w:rtl/>
          <w:lang w:bidi="fa-IR"/>
        </w:rPr>
        <w:t>شرح كوتاه</w:t>
      </w:r>
      <w:r w:rsidR="004851C8">
        <w:rPr>
          <w:rtl/>
          <w:lang w:bidi="fa-IR"/>
        </w:rPr>
        <w:t>:</w:t>
      </w:r>
    </w:p>
    <w:p w:rsidR="004304E6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جمع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="004304E6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افتخار و شرافت را در ثروت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وعده 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در رياست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پاره 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مردم در رفاه و ماديت وجمع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هم در نسب و نژاد و قبيله گراي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جستجو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كنند و كسان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را كه فاقد اين مزايا</w:t>
      </w:r>
      <w:r w:rsidR="004304E6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باشند به ديد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حقارت و پست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نگرند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در منطق امام جواد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شرافت واقع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اصالت حقيق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آن علم و دانش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است كه زينت بخش فرد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گردد</w:t>
      </w:r>
      <w:r w:rsidR="004851C8">
        <w:rPr>
          <w:rtl/>
          <w:lang w:bidi="fa-IR"/>
        </w:rPr>
        <w:t>.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بزرگوار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عظمت شخص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منوط به امتيازات و فضايل روح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معنو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است كه فرد در راه</w:t>
      </w:r>
      <w:r w:rsidR="007958B4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كسب آن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خود را به زحمت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افكند و آن راه تقو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پرهيزكار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است كه والاترين شرفو مرتبت انسان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است</w:t>
      </w:r>
      <w:r w:rsidR="004851C8">
        <w:rPr>
          <w:rtl/>
          <w:lang w:bidi="fa-IR"/>
        </w:rPr>
        <w:t>.</w:t>
      </w:r>
    </w:p>
    <w:p w:rsidR="00E8659C" w:rsidRPr="00E8659C" w:rsidRDefault="00506E9B" w:rsidP="007958B4">
      <w:pPr>
        <w:pStyle w:val="libBold1"/>
        <w:rPr>
          <w:lang w:bidi="fa-IR"/>
        </w:rPr>
      </w:pPr>
      <w:r>
        <w:rPr>
          <w:rtl/>
          <w:lang w:bidi="fa-IR"/>
        </w:rPr>
        <w:t>4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پا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هر سخن منشين</w:t>
      </w:r>
    </w:p>
    <w:p w:rsidR="00E8659C" w:rsidRPr="00E8659C" w:rsidRDefault="007958B4" w:rsidP="00E8659C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E8659C" w:rsidRPr="007958B4">
        <w:rPr>
          <w:rStyle w:val="libHadeesChar"/>
          <w:rtl/>
        </w:rPr>
        <w:t>من أصغ</w:t>
      </w:r>
      <w:r w:rsidR="00F456F0" w:rsidRPr="007958B4">
        <w:rPr>
          <w:rStyle w:val="libHadeesChar"/>
          <w:rtl/>
        </w:rPr>
        <w:t xml:space="preserve">ی </w:t>
      </w:r>
      <w:r w:rsidR="00E8659C" w:rsidRPr="007958B4">
        <w:rPr>
          <w:rStyle w:val="libHadeesChar"/>
          <w:rtl/>
        </w:rPr>
        <w:t>ال</w:t>
      </w:r>
      <w:r w:rsidR="00F456F0" w:rsidRPr="007958B4">
        <w:rPr>
          <w:rStyle w:val="libHadeesChar"/>
          <w:rtl/>
        </w:rPr>
        <w:t xml:space="preserve">ی </w:t>
      </w:r>
      <w:r w:rsidR="00E8659C" w:rsidRPr="007958B4">
        <w:rPr>
          <w:rStyle w:val="libHadeesChar"/>
          <w:rtl/>
        </w:rPr>
        <w:t>ناطق فقد عبده فان كانالناطق عن الله</w:t>
      </w:r>
      <w:r w:rsidR="004851C8" w:rsidRPr="007958B4">
        <w:rPr>
          <w:rStyle w:val="libHadeesChar"/>
          <w:rtl/>
        </w:rPr>
        <w:t>،</w:t>
      </w:r>
      <w:r w:rsidR="00E8659C" w:rsidRPr="007958B4">
        <w:rPr>
          <w:rStyle w:val="libHadeesChar"/>
          <w:rtl/>
        </w:rPr>
        <w:t xml:space="preserve"> فقد عبد الله وان كان الناطق ينطق عن ابليس فقد عبد ابليس</w:t>
      </w:r>
      <w:r w:rsidR="004851C8">
        <w:rPr>
          <w:rtl/>
          <w:lang w:bidi="fa-IR"/>
        </w:rPr>
        <w:t>.</w:t>
      </w:r>
      <w:r>
        <w:rPr>
          <w:rFonts w:hint="cs"/>
          <w:rtl/>
          <w:lang w:bidi="fa-IR"/>
        </w:rPr>
        <w:t>»</w:t>
      </w:r>
      <w:r w:rsidR="00E8659C" w:rsidRPr="00E8659C">
        <w:rPr>
          <w:rtl/>
          <w:lang w:bidi="fa-IR"/>
        </w:rPr>
        <w:t xml:space="preserve"> </w:t>
      </w:r>
      <w:r w:rsidR="00E8659C" w:rsidRPr="006249D9">
        <w:rPr>
          <w:rStyle w:val="libFootnotenumChar"/>
          <w:rtl/>
        </w:rPr>
        <w:t>(</w:t>
      </w:r>
      <w:r w:rsidR="00256F60" w:rsidRPr="006249D9">
        <w:rPr>
          <w:rStyle w:val="libFootnotenumChar"/>
          <w:rtl/>
        </w:rPr>
        <w:t>1</w:t>
      </w:r>
      <w:r w:rsidR="00506E9B" w:rsidRPr="006249D9">
        <w:rPr>
          <w:rStyle w:val="libFootnotenumChar"/>
          <w:rtl/>
        </w:rPr>
        <w:t>4</w:t>
      </w:r>
      <w:r w:rsidR="00A35C10" w:rsidRPr="006249D9">
        <w:rPr>
          <w:rStyle w:val="libFootnotenumChar"/>
          <w:rtl/>
        </w:rPr>
        <w:t>8</w:t>
      </w:r>
      <w:r w:rsidR="00E8659C" w:rsidRPr="006249D9">
        <w:rPr>
          <w:rStyle w:val="libFootnotenumChar"/>
          <w:rtl/>
        </w:rPr>
        <w:t>)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كس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به سخنگوي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گوش فرا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دهد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او را پرستش كرده است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بنابراين اگراو از خدا سخن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گويد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در واقع خدا را پرستش كرده است و اگر از زبان ابليس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سخنم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گويد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ابليس را مورد ستايش قرار داده است</w:t>
      </w:r>
      <w:r w:rsidR="004851C8">
        <w:rPr>
          <w:rtl/>
          <w:lang w:bidi="fa-IR"/>
        </w:rPr>
        <w:t>.</w:t>
      </w:r>
    </w:p>
    <w:p w:rsidR="00E8659C" w:rsidRPr="00E8659C" w:rsidRDefault="00E8659C" w:rsidP="007958B4">
      <w:pPr>
        <w:pStyle w:val="libBold1"/>
        <w:rPr>
          <w:lang w:bidi="fa-IR"/>
        </w:rPr>
      </w:pPr>
      <w:r w:rsidRPr="00E8659C">
        <w:rPr>
          <w:rtl/>
          <w:lang w:bidi="fa-IR"/>
        </w:rPr>
        <w:t>شرح كوتاه</w:t>
      </w:r>
      <w:r w:rsidR="004851C8">
        <w:rPr>
          <w:rtl/>
          <w:lang w:bidi="fa-IR"/>
        </w:rPr>
        <w:t>:</w:t>
      </w:r>
    </w:p>
    <w:p w:rsidR="007958B4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سخن هرچه باشد و از هركس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صادر گردد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اثر خاص خود را دارد و گوش فرا دادن به سخنان اين و آن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معمولا با</w:t>
      </w:r>
      <w:r w:rsidR="007958B4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اثر</w:t>
      </w:r>
      <w:r w:rsidR="007958B4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بخش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آن در دل آدم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همراه است و از آنجا كه اهداف سخن گويان مختلف است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جمع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سخنگو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حقند و جمع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ديگر سخنگو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باطل و ناروا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خضوع در </w:t>
      </w:r>
      <w:r w:rsidRPr="00E8659C">
        <w:rPr>
          <w:rtl/>
          <w:lang w:bidi="fa-IR"/>
        </w:rPr>
        <w:lastRenderedPageBreak/>
        <w:t>برابر هر كدام از اين دوگروه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يك نوع كرنش و پرستش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باشد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چون روح پرستش چيز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جز تسليم نيست</w:t>
      </w:r>
      <w:r w:rsidR="004851C8">
        <w:rPr>
          <w:rtl/>
          <w:lang w:bidi="fa-IR"/>
        </w:rPr>
        <w:t>.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بنابراين آنان كه به سخنان حق گوش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دهند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پرستندگان حقند و آنان كه به سخنگويانناحق و باطل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گوش فرا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دهند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پرستندگان باطلند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پس لازم است از رونق دادنمحفل سخنگويان باطل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پرهيز نمود و اجازه نداد كه سخنان واه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آنان از مجرا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گوش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>به اعماق دل و جان انسان برسد</w:t>
      </w:r>
      <w:r w:rsidR="004851C8">
        <w:rPr>
          <w:rtl/>
          <w:lang w:bidi="fa-IR"/>
        </w:rPr>
        <w:t>.</w:t>
      </w:r>
    </w:p>
    <w:p w:rsidR="00E8659C" w:rsidRPr="00E8659C" w:rsidRDefault="00506E9B" w:rsidP="007958B4">
      <w:pPr>
        <w:pStyle w:val="libBold1"/>
        <w:rPr>
          <w:lang w:bidi="fa-IR"/>
        </w:rPr>
      </w:pPr>
      <w:r>
        <w:rPr>
          <w:rtl/>
          <w:lang w:bidi="fa-IR"/>
        </w:rPr>
        <w:t>5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تحت كنترل و مراقبت دائم</w:t>
      </w:r>
      <w:r w:rsidR="00F456F0">
        <w:rPr>
          <w:rtl/>
          <w:lang w:bidi="fa-IR"/>
        </w:rPr>
        <w:t xml:space="preserve">ی </w:t>
      </w:r>
    </w:p>
    <w:p w:rsidR="00E8659C" w:rsidRPr="00E8659C" w:rsidRDefault="007958B4" w:rsidP="00E8659C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E8659C" w:rsidRPr="007958B4">
        <w:rPr>
          <w:rStyle w:val="libHadeesChar"/>
          <w:rtl/>
        </w:rPr>
        <w:t>اعلم انك لن تخلومن عين الله فانظر كيف تكون</w:t>
      </w:r>
      <w:r>
        <w:rPr>
          <w:rFonts w:hint="cs"/>
          <w:rtl/>
          <w:lang w:bidi="fa-IR"/>
        </w:rPr>
        <w:t>»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</w:t>
      </w:r>
      <w:r w:rsidR="00E8659C" w:rsidRPr="006249D9">
        <w:rPr>
          <w:rStyle w:val="libFootnotenumChar"/>
          <w:rtl/>
        </w:rPr>
        <w:t>(</w:t>
      </w:r>
      <w:r w:rsidR="00256F60" w:rsidRPr="006249D9">
        <w:rPr>
          <w:rStyle w:val="libFootnotenumChar"/>
          <w:rtl/>
        </w:rPr>
        <w:t>1</w:t>
      </w:r>
      <w:r w:rsidR="00506E9B" w:rsidRPr="006249D9">
        <w:rPr>
          <w:rStyle w:val="libFootnotenumChar"/>
          <w:rtl/>
        </w:rPr>
        <w:t>4</w:t>
      </w:r>
      <w:r w:rsidR="003D2C90" w:rsidRPr="006249D9">
        <w:rPr>
          <w:rStyle w:val="libFootnotenumChar"/>
          <w:rtl/>
        </w:rPr>
        <w:t>9</w:t>
      </w:r>
      <w:r w:rsidR="00E8659C" w:rsidRPr="006249D9">
        <w:rPr>
          <w:rStyle w:val="libFootnotenumChar"/>
          <w:rtl/>
        </w:rPr>
        <w:t>)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بدان</w:t>
      </w:r>
      <w:r w:rsidR="00E12C63">
        <w:rPr>
          <w:rtl/>
          <w:lang w:bidi="fa-IR"/>
        </w:rPr>
        <w:t>!</w:t>
      </w:r>
      <w:r w:rsidRPr="00E8659C">
        <w:rPr>
          <w:rtl/>
          <w:lang w:bidi="fa-IR"/>
        </w:rPr>
        <w:t xml:space="preserve"> تو در هيچ شرايط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ديدگاهپروردگار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بيرون نخواه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اكنون ببين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چگونه و در چه شرايط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خواه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بود</w:t>
      </w:r>
      <w:r w:rsidR="004851C8">
        <w:rPr>
          <w:rtl/>
          <w:lang w:bidi="fa-IR"/>
        </w:rPr>
        <w:t>؟</w:t>
      </w:r>
    </w:p>
    <w:p w:rsidR="00E8659C" w:rsidRPr="00E8659C" w:rsidRDefault="00E8659C" w:rsidP="007958B4">
      <w:pPr>
        <w:pStyle w:val="libBold1"/>
        <w:rPr>
          <w:lang w:bidi="fa-IR"/>
        </w:rPr>
      </w:pPr>
      <w:r w:rsidRPr="00E8659C">
        <w:rPr>
          <w:rtl/>
          <w:lang w:bidi="fa-IR"/>
        </w:rPr>
        <w:t>شرح كوتاه</w:t>
      </w:r>
      <w:r w:rsidR="004851C8">
        <w:rPr>
          <w:rtl/>
          <w:lang w:bidi="fa-IR"/>
        </w:rPr>
        <w:t>:</w:t>
      </w:r>
    </w:p>
    <w:p w:rsidR="007958B4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از آثار ايمان به خداوند بزرگ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احساس يك مراقبت دائم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هميشگ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استكه سر تا سر وجود فرد را تحت مراقبت و علم و آگاه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قرار دارد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هيچ نقطه 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علم و آگاه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او بيرون نيست و كنترل و مراقبت او از هر طرف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ما را احاطه كرده</w:t>
      </w:r>
      <w:r w:rsidR="007958B4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است</w:t>
      </w:r>
      <w:r w:rsidR="004851C8">
        <w:rPr>
          <w:rtl/>
          <w:lang w:bidi="fa-IR"/>
        </w:rPr>
        <w:t>.</w:t>
      </w:r>
    </w:p>
    <w:p w:rsidR="007958B4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به هر مقدار كه پاي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ايمان بالاتر رود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ادراك اين مراقبت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بيشتر و عميق ترخواهد بود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تا آنجا كه انسان خود را به طور دائم در حضور و إشراف هميشگ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او خواهد</w:t>
      </w:r>
      <w:r w:rsidR="007958B4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ديد</w:t>
      </w:r>
      <w:r w:rsidR="004851C8">
        <w:rPr>
          <w:rtl/>
          <w:lang w:bidi="fa-IR"/>
        </w:rPr>
        <w:t>.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اين نوع احساس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بزرگترين وسيل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اصلاح فرد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اجتماع و عال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ترين وزيباترين جلو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ايمان است كه احياء كردن آن به مهم ترين نابساماني</w:t>
      </w:r>
      <w:r w:rsidR="00DE08D3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اجتماع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تواند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سامان و نشاط بخشد و آمادگ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فرد برا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لياقت و شايستگ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اين ديدار و مراقبت</w:t>
      </w:r>
      <w:r w:rsidR="007958B4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اله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يك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بهترين وسائل تربيت و سازندگ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نفس است و اين سخن آن عارف نام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معاصر، از اين حديث شريف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الهام گرفته است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جاي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گويد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عالم محضر خداست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درمحضر خدا معصيت نكنيد</w:t>
      </w:r>
      <w:r w:rsidR="004851C8">
        <w:rPr>
          <w:rtl/>
          <w:lang w:bidi="fa-IR"/>
        </w:rPr>
        <w:t>.</w:t>
      </w:r>
    </w:p>
    <w:p w:rsidR="00E8659C" w:rsidRPr="00E8659C" w:rsidRDefault="00506E9B" w:rsidP="007958B4">
      <w:pPr>
        <w:pStyle w:val="libBold1"/>
        <w:rPr>
          <w:lang w:bidi="fa-IR"/>
        </w:rPr>
      </w:pPr>
      <w:r>
        <w:rPr>
          <w:rtl/>
          <w:lang w:bidi="fa-IR"/>
        </w:rPr>
        <w:t>6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كاشف راز بودن</w:t>
      </w:r>
    </w:p>
    <w:p w:rsidR="00E8659C" w:rsidRPr="00E8659C" w:rsidRDefault="007958B4" w:rsidP="00E8659C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lastRenderedPageBreak/>
        <w:t>«</w:t>
      </w:r>
      <w:r w:rsidR="00E8659C" w:rsidRPr="007958B4">
        <w:rPr>
          <w:rStyle w:val="libHadeesChar"/>
          <w:rtl/>
        </w:rPr>
        <w:t>زمان الأيام تهتك لك الامر عن الأسرار الكامنة</w:t>
      </w:r>
      <w:r w:rsidR="004851C8">
        <w:rPr>
          <w:rtl/>
          <w:lang w:bidi="fa-IR"/>
        </w:rPr>
        <w:t>.</w:t>
      </w:r>
      <w:r>
        <w:rPr>
          <w:rFonts w:hint="cs"/>
          <w:rtl/>
          <w:lang w:bidi="fa-IR"/>
        </w:rPr>
        <w:t>»</w:t>
      </w:r>
      <w:r w:rsidR="00E8659C" w:rsidRPr="00E8659C">
        <w:rPr>
          <w:rtl/>
          <w:lang w:bidi="fa-IR"/>
        </w:rPr>
        <w:t xml:space="preserve"> </w:t>
      </w:r>
      <w:r w:rsidR="00E8659C" w:rsidRPr="006249D9">
        <w:rPr>
          <w:rStyle w:val="libFootnotenumChar"/>
          <w:rtl/>
        </w:rPr>
        <w:t>(</w:t>
      </w:r>
      <w:r w:rsidR="00256F60" w:rsidRPr="006249D9">
        <w:rPr>
          <w:rStyle w:val="libFootnotenumChar"/>
          <w:rtl/>
        </w:rPr>
        <w:t>1</w:t>
      </w:r>
      <w:r w:rsidR="00506E9B" w:rsidRPr="006249D9">
        <w:rPr>
          <w:rStyle w:val="libFootnotenumChar"/>
          <w:rtl/>
        </w:rPr>
        <w:t>5</w:t>
      </w:r>
      <w:r w:rsidR="009072C7" w:rsidRPr="006249D9">
        <w:rPr>
          <w:rStyle w:val="libFootnotenumChar"/>
          <w:rtl/>
        </w:rPr>
        <w:t>0</w:t>
      </w:r>
      <w:r w:rsidR="00E8659C" w:rsidRPr="006249D9">
        <w:rPr>
          <w:rStyle w:val="libFootnotenumChar"/>
          <w:rtl/>
        </w:rPr>
        <w:t>)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گذشت زمان پرده ها را بالا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زند و اسرار نهان را بر تو آشكار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سازد</w:t>
      </w:r>
      <w:r w:rsidR="004851C8">
        <w:rPr>
          <w:rtl/>
          <w:lang w:bidi="fa-IR"/>
        </w:rPr>
        <w:t>.</w:t>
      </w:r>
    </w:p>
    <w:p w:rsidR="00E8659C" w:rsidRPr="00E8659C" w:rsidRDefault="00E8659C" w:rsidP="007958B4">
      <w:pPr>
        <w:pStyle w:val="libBold1"/>
        <w:rPr>
          <w:lang w:bidi="fa-IR"/>
        </w:rPr>
      </w:pPr>
      <w:r w:rsidRPr="00E8659C">
        <w:rPr>
          <w:rtl/>
          <w:lang w:bidi="fa-IR"/>
        </w:rPr>
        <w:t>شرح كوتاه</w:t>
      </w:r>
      <w:r w:rsidR="004851C8">
        <w:rPr>
          <w:rtl/>
          <w:lang w:bidi="fa-IR"/>
        </w:rPr>
        <w:t>:</w:t>
      </w:r>
    </w:p>
    <w:p w:rsidR="00CB2B9D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حقايق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در جهان به وقوع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پيوندد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معمولا هنگام وقوع خود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توأم با پاره 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عوامل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استكه نهان بودن آن را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ايجاب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كند و آن را تحت پوششها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بازدارند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خود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نگه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دارد كه با مرور زمان و گذشت روزگار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به تدريج آن موانع كنار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روند و حقيقت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چهر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خود را آشكار و نمايان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سازد</w:t>
      </w:r>
      <w:r w:rsidR="004851C8">
        <w:rPr>
          <w:rtl/>
          <w:lang w:bidi="fa-IR"/>
        </w:rPr>
        <w:t>.</w:t>
      </w:r>
    </w:p>
    <w:p w:rsidR="00CB2B9D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از اين رو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درك واقع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حقيقت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هميشه پس ازگذشت زمان وقوع آن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تحقق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يابد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درست آن موقع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غبارها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تعصب و رازدار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وكتمان حقيقت از رو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آن عبور كرده و رخت بربسته باشند</w:t>
      </w:r>
      <w:r w:rsidR="004851C8">
        <w:rPr>
          <w:rtl/>
          <w:lang w:bidi="fa-IR"/>
        </w:rPr>
        <w:t>.</w:t>
      </w:r>
    </w:p>
    <w:p w:rsidR="00CB2B9D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اكنون در عالم سياست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رسمبر اين شده است كه اسرار سفارتخانه</w:t>
      </w:r>
      <w:r w:rsidR="00164EC6">
        <w:rPr>
          <w:rtl/>
          <w:lang w:bidi="fa-IR"/>
        </w:rPr>
        <w:t xml:space="preserve"> ‌</w:t>
      </w:r>
      <w:r w:rsidRPr="00E8659C">
        <w:rPr>
          <w:rtl/>
          <w:lang w:bidi="fa-IR"/>
        </w:rPr>
        <w:t>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برخ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كشورها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جهان را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پس از 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سال درمعرض ديد و نگاه افكار عموم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قرار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دهند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درست هنگام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نشاط و حساسيت نسل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وقوع آن حوادث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خنث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منقض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يا ب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طرفشده باشد</w:t>
      </w:r>
      <w:r w:rsidR="004851C8">
        <w:rPr>
          <w:rtl/>
          <w:lang w:bidi="fa-IR"/>
        </w:rPr>
        <w:t>.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اين شيوه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از يك واقعيت طبيع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الهام گرفته است كه گذشت ايام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پرده هارا بالا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زند و حقايق را صاف و روشن نشان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دهد</w:t>
      </w:r>
      <w:r w:rsidR="004851C8">
        <w:rPr>
          <w:rtl/>
          <w:lang w:bidi="fa-IR"/>
        </w:rPr>
        <w:t>.</w:t>
      </w:r>
    </w:p>
    <w:p w:rsidR="00E8659C" w:rsidRPr="00E8659C" w:rsidRDefault="00506E9B" w:rsidP="00CB2B9D">
      <w:pPr>
        <w:pStyle w:val="libBold1"/>
        <w:rPr>
          <w:lang w:bidi="fa-IR"/>
        </w:rPr>
      </w:pPr>
      <w:r>
        <w:rPr>
          <w:rtl/>
          <w:lang w:bidi="fa-IR"/>
        </w:rPr>
        <w:t>7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شماتت روزگار</w:t>
      </w:r>
    </w:p>
    <w:p w:rsidR="00E8659C" w:rsidRPr="00E8659C" w:rsidRDefault="00F73B82" w:rsidP="00E8659C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E8659C" w:rsidRPr="00F73B82">
        <w:rPr>
          <w:rStyle w:val="libHadeesChar"/>
          <w:rtl/>
        </w:rPr>
        <w:t>من عتبعل</w:t>
      </w:r>
      <w:r w:rsidR="00F456F0" w:rsidRPr="00F73B82">
        <w:rPr>
          <w:rStyle w:val="libHadeesChar"/>
          <w:rtl/>
        </w:rPr>
        <w:t xml:space="preserve">ی </w:t>
      </w:r>
      <w:r w:rsidR="00E8659C" w:rsidRPr="00F73B82">
        <w:rPr>
          <w:rStyle w:val="libHadeesChar"/>
          <w:rtl/>
        </w:rPr>
        <w:t>الزمان</w:t>
      </w:r>
      <w:r w:rsidR="004851C8" w:rsidRPr="00F73B82">
        <w:rPr>
          <w:rStyle w:val="libHadeesChar"/>
          <w:rtl/>
        </w:rPr>
        <w:t>،</w:t>
      </w:r>
      <w:r w:rsidR="00E8659C" w:rsidRPr="00F73B82">
        <w:rPr>
          <w:rStyle w:val="libHadeesChar"/>
          <w:rtl/>
        </w:rPr>
        <w:t xml:space="preserve"> طاقت معيشته</w:t>
      </w:r>
      <w:r w:rsidR="004851C8">
        <w:rPr>
          <w:rtl/>
          <w:lang w:bidi="fa-IR"/>
        </w:rPr>
        <w:t>.</w:t>
      </w:r>
      <w:r>
        <w:rPr>
          <w:rFonts w:hint="cs"/>
          <w:rtl/>
          <w:lang w:bidi="fa-IR"/>
        </w:rPr>
        <w:t>»</w:t>
      </w:r>
      <w:r w:rsidR="00E8659C" w:rsidRPr="00E8659C">
        <w:rPr>
          <w:rtl/>
          <w:lang w:bidi="fa-IR"/>
        </w:rPr>
        <w:t xml:space="preserve"> </w:t>
      </w:r>
      <w:r w:rsidR="00E8659C" w:rsidRPr="006249D9">
        <w:rPr>
          <w:rStyle w:val="libFootnotenumChar"/>
          <w:rtl/>
        </w:rPr>
        <w:t>(</w:t>
      </w:r>
      <w:r w:rsidR="00256F60" w:rsidRPr="006249D9">
        <w:rPr>
          <w:rStyle w:val="libFootnotenumChar"/>
          <w:rtl/>
        </w:rPr>
        <w:t>1</w:t>
      </w:r>
      <w:r w:rsidR="00506E9B" w:rsidRPr="006249D9">
        <w:rPr>
          <w:rStyle w:val="libFootnotenumChar"/>
          <w:rtl/>
        </w:rPr>
        <w:t>5</w:t>
      </w:r>
      <w:r w:rsidR="00256F60" w:rsidRPr="006249D9">
        <w:rPr>
          <w:rStyle w:val="libFootnotenumChar"/>
          <w:rtl/>
        </w:rPr>
        <w:t>1</w:t>
      </w:r>
      <w:r w:rsidR="00E8659C" w:rsidRPr="006249D9">
        <w:rPr>
          <w:rStyle w:val="libFootnotenumChar"/>
          <w:rtl/>
        </w:rPr>
        <w:t>)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كس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روزگار را با ديد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بدبين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انكاربنگرد و از رو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سخط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لب به ملامت روزگار بگشايد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ملامتش به درازا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كشد و از آنطرف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بندد</w:t>
      </w:r>
      <w:r w:rsidR="004851C8">
        <w:rPr>
          <w:rtl/>
          <w:lang w:bidi="fa-IR"/>
        </w:rPr>
        <w:t>.</w:t>
      </w:r>
    </w:p>
    <w:p w:rsidR="00E8659C" w:rsidRPr="00E8659C" w:rsidRDefault="00E8659C" w:rsidP="00F73B82">
      <w:pPr>
        <w:pStyle w:val="libBold1"/>
        <w:rPr>
          <w:lang w:bidi="fa-IR"/>
        </w:rPr>
      </w:pPr>
      <w:r w:rsidRPr="00E8659C">
        <w:rPr>
          <w:rtl/>
          <w:lang w:bidi="fa-IR"/>
        </w:rPr>
        <w:t>شرح كوتاه</w:t>
      </w:r>
      <w:r w:rsidR="004851C8">
        <w:rPr>
          <w:rtl/>
          <w:lang w:bidi="fa-IR"/>
        </w:rPr>
        <w:t>:</w:t>
      </w:r>
    </w:p>
    <w:p w:rsidR="00F73B82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lastRenderedPageBreak/>
        <w:t>زمان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بستر وقوع يك امر يا حادثه 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است كه در آنموقع مخصوص و زمان ويژه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صورت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گيرد و خود زمان در وقوع آن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كوچكترين دخالت ونفوذ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ندارد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بلكه عوامل گوناگون ديگر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در وقوع آن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دست به دست هم داده و آن رابه وجود آورده اند</w:t>
      </w:r>
      <w:r w:rsidR="004851C8">
        <w:rPr>
          <w:rtl/>
          <w:lang w:bidi="fa-IR"/>
        </w:rPr>
        <w:t>.</w:t>
      </w:r>
    </w:p>
    <w:p w:rsidR="00E246C9" w:rsidRDefault="00E8659C" w:rsidP="00E8659C">
      <w:pPr>
        <w:pStyle w:val="libNormal"/>
        <w:rPr>
          <w:rFonts w:hint="cs"/>
          <w:rtl/>
          <w:lang w:bidi="fa-IR"/>
        </w:rPr>
      </w:pPr>
      <w:r w:rsidRPr="00E8659C">
        <w:rPr>
          <w:rtl/>
          <w:lang w:bidi="fa-IR"/>
        </w:rPr>
        <w:t>كس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از پ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جوي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عوامل حقيق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غفلت ورزيده و نظر خود را به</w:t>
      </w:r>
      <w:r w:rsidR="00A056FB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عوامل غير حقيق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متوجه ساخته است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طبيع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است كه دچار اشتباه گرديده و اين اشتباه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>او را به اشتباهها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ديگر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نيز خواهد كشاند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به حد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او را يك فرد خيال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يا</w:t>
      </w:r>
      <w:r w:rsidR="00D14A80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سوفسطاي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در خواهد آورد و در زندگ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دچار بحرانها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روح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مشكلات عاطف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خواهد نمود واز شماتت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كوچكترين طرف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نخواهد بست</w:t>
      </w:r>
      <w:r w:rsidR="004851C8">
        <w:rPr>
          <w:rtl/>
          <w:lang w:bidi="fa-IR"/>
        </w:rPr>
        <w:t>.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بدبين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به روزگار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جز ايجاد نفرت و دور شدناز حقايق زندگ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سرد شدن از ابزار و عوامل توفيق و پيشرفت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ثمر ديگر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نخواهد داشت.</w:t>
      </w:r>
    </w:p>
    <w:p w:rsidR="00E8659C" w:rsidRPr="00E8659C" w:rsidRDefault="00A35C10" w:rsidP="00D14A80">
      <w:pPr>
        <w:pStyle w:val="libBold1"/>
        <w:rPr>
          <w:lang w:bidi="fa-IR"/>
        </w:rPr>
      </w:pPr>
      <w:r>
        <w:rPr>
          <w:rtl/>
          <w:lang w:bidi="fa-IR"/>
        </w:rPr>
        <w:t>8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كم گوي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و گزيده گوي</w:t>
      </w:r>
      <w:r w:rsidR="00F456F0">
        <w:rPr>
          <w:rtl/>
          <w:lang w:bidi="fa-IR"/>
        </w:rPr>
        <w:t xml:space="preserve">ی </w:t>
      </w:r>
    </w:p>
    <w:p w:rsidR="00E8659C" w:rsidRPr="00E8659C" w:rsidRDefault="00D14A80" w:rsidP="00E8659C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E8659C" w:rsidRPr="00D14A80">
        <w:rPr>
          <w:rStyle w:val="libHadeesChar"/>
          <w:rtl/>
        </w:rPr>
        <w:t>المرء مخبوء تحت لسانه</w:t>
      </w:r>
      <w:r w:rsidR="004851C8">
        <w:rPr>
          <w:rtl/>
          <w:lang w:bidi="fa-IR"/>
        </w:rPr>
        <w:t>.</w:t>
      </w:r>
      <w:r>
        <w:rPr>
          <w:rFonts w:hint="cs"/>
          <w:rtl/>
          <w:lang w:bidi="fa-IR"/>
        </w:rPr>
        <w:t>»</w:t>
      </w:r>
      <w:r w:rsidR="00E8659C" w:rsidRPr="00E8659C">
        <w:rPr>
          <w:rtl/>
          <w:lang w:bidi="fa-IR"/>
        </w:rPr>
        <w:t xml:space="preserve"> </w:t>
      </w:r>
      <w:r w:rsidR="00E8659C" w:rsidRPr="006249D9">
        <w:rPr>
          <w:rStyle w:val="libFootnotenumChar"/>
          <w:rtl/>
        </w:rPr>
        <w:t>(</w:t>
      </w:r>
      <w:r w:rsidR="00256F60" w:rsidRPr="006249D9">
        <w:rPr>
          <w:rStyle w:val="libFootnotenumChar"/>
          <w:rtl/>
        </w:rPr>
        <w:t>1</w:t>
      </w:r>
      <w:r w:rsidR="00506E9B" w:rsidRPr="006249D9">
        <w:rPr>
          <w:rStyle w:val="libFootnotenumChar"/>
          <w:rtl/>
        </w:rPr>
        <w:t>5</w:t>
      </w:r>
      <w:r w:rsidR="005631DD" w:rsidRPr="006249D9">
        <w:rPr>
          <w:rStyle w:val="libFootnotenumChar"/>
          <w:rtl/>
        </w:rPr>
        <w:t>2</w:t>
      </w:r>
      <w:r w:rsidR="00E8659C" w:rsidRPr="006249D9">
        <w:rPr>
          <w:rStyle w:val="libFootnotenumChar"/>
          <w:rtl/>
        </w:rPr>
        <w:t>)</w:t>
      </w:r>
    </w:p>
    <w:p w:rsidR="00E8659C" w:rsidRPr="00E8659C" w:rsidRDefault="00E8659C" w:rsidP="00D14A80">
      <w:pPr>
        <w:pStyle w:val="libBold1"/>
        <w:rPr>
          <w:lang w:bidi="fa-IR"/>
        </w:rPr>
      </w:pPr>
      <w:r w:rsidRPr="00E8659C">
        <w:rPr>
          <w:rtl/>
          <w:lang w:bidi="fa-IR"/>
        </w:rPr>
        <w:t>شرح كوتاه</w:t>
      </w:r>
      <w:r w:rsidR="004851C8">
        <w:rPr>
          <w:rtl/>
          <w:lang w:bidi="fa-IR"/>
        </w:rPr>
        <w:t>:</w:t>
      </w:r>
    </w:p>
    <w:p w:rsidR="00D14A80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كم</w:t>
      </w:r>
      <w:r w:rsidR="00D14A80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گوي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ننگ</w:t>
      </w:r>
      <w:r w:rsidR="00D14A80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ها را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پوشاند و آدم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را از لغزشها بازم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دارد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آدم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در زير زبان</w:t>
      </w:r>
      <w:r w:rsidR="00D14A80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خود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پنهان است و زبان است كه راز آدم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را فاش ساخته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سر نهان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او را آشكار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سازد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اين عبارت كه از پيشوايان معصوم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ديگر هم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با عبارات</w:t>
      </w:r>
      <w:r w:rsidR="00D14A80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مختلف نقل شده است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ترجمه واقع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اين كلمه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همان است كه سعد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شيراز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شاعر توانا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ادب پارس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گويد</w:t>
      </w:r>
      <w:r w:rsidR="004851C8"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4076"/>
        <w:gridCol w:w="296"/>
        <w:gridCol w:w="4037"/>
      </w:tblGrid>
      <w:tr w:rsidR="00D14A80" w:rsidTr="00FD5B02">
        <w:trPr>
          <w:trHeight w:val="350"/>
        </w:trPr>
        <w:tc>
          <w:tcPr>
            <w:tcW w:w="4076" w:type="dxa"/>
            <w:shd w:val="clear" w:color="auto" w:fill="auto"/>
          </w:tcPr>
          <w:p w:rsidR="00D14A80" w:rsidRDefault="00D14A80" w:rsidP="00296412">
            <w:pPr>
              <w:pStyle w:val="libPoem"/>
            </w:pPr>
            <w:r w:rsidRPr="00E8659C">
              <w:rPr>
                <w:rtl/>
                <w:lang w:bidi="fa-IR"/>
              </w:rPr>
              <w:t>زبان در دهان ا</w:t>
            </w:r>
            <w:r>
              <w:rPr>
                <w:rtl/>
                <w:lang w:bidi="fa-IR"/>
              </w:rPr>
              <w:t xml:space="preserve">ی </w:t>
            </w:r>
            <w:r w:rsidRPr="00E8659C">
              <w:rPr>
                <w:rtl/>
                <w:lang w:bidi="fa-IR"/>
              </w:rPr>
              <w:t>خردمند چيست</w:t>
            </w:r>
            <w:r>
              <w:rPr>
                <w:rtl/>
                <w:lang w:bidi="fa-IR"/>
              </w:rPr>
              <w:t>؟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96" w:type="dxa"/>
            <w:shd w:val="clear" w:color="auto" w:fill="auto"/>
          </w:tcPr>
          <w:p w:rsidR="00D14A80" w:rsidRDefault="00D14A80" w:rsidP="00296412">
            <w:pPr>
              <w:pStyle w:val="libPoem"/>
              <w:rPr>
                <w:rtl/>
              </w:rPr>
            </w:pPr>
          </w:p>
        </w:tc>
        <w:tc>
          <w:tcPr>
            <w:tcW w:w="4037" w:type="dxa"/>
            <w:shd w:val="clear" w:color="auto" w:fill="auto"/>
          </w:tcPr>
          <w:p w:rsidR="00D14A80" w:rsidRDefault="00D14A80" w:rsidP="00296412">
            <w:pPr>
              <w:pStyle w:val="libPoem"/>
            </w:pPr>
            <w:r w:rsidRPr="00E8659C">
              <w:rPr>
                <w:rtl/>
                <w:lang w:bidi="fa-IR"/>
              </w:rPr>
              <w:t>كليد در گنج صاحب هنر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14A80" w:rsidTr="00FD5B02">
        <w:tblPrEx>
          <w:tblLook w:val="04A0"/>
        </w:tblPrEx>
        <w:trPr>
          <w:trHeight w:val="350"/>
        </w:trPr>
        <w:tc>
          <w:tcPr>
            <w:tcW w:w="4076" w:type="dxa"/>
          </w:tcPr>
          <w:p w:rsidR="00D14A80" w:rsidRDefault="00D14A80" w:rsidP="00296412">
            <w:pPr>
              <w:pStyle w:val="libPoem"/>
            </w:pPr>
            <w:r w:rsidRPr="00E8659C">
              <w:rPr>
                <w:rtl/>
                <w:lang w:bidi="fa-IR"/>
              </w:rPr>
              <w:t>چو در بسته باشد</w:t>
            </w:r>
            <w:r>
              <w:rPr>
                <w:rtl/>
                <w:lang w:bidi="fa-IR"/>
              </w:rPr>
              <w:t>،</w:t>
            </w:r>
            <w:r w:rsidRPr="00E8659C">
              <w:rPr>
                <w:rtl/>
                <w:lang w:bidi="fa-IR"/>
              </w:rPr>
              <w:t xml:space="preserve"> چه داندكس</w:t>
            </w:r>
            <w:r>
              <w:rPr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96" w:type="dxa"/>
          </w:tcPr>
          <w:p w:rsidR="00D14A80" w:rsidRDefault="00D14A80" w:rsidP="00296412">
            <w:pPr>
              <w:pStyle w:val="libPoem"/>
              <w:rPr>
                <w:rtl/>
              </w:rPr>
            </w:pPr>
          </w:p>
        </w:tc>
        <w:tc>
          <w:tcPr>
            <w:tcW w:w="4037" w:type="dxa"/>
          </w:tcPr>
          <w:p w:rsidR="00D14A80" w:rsidRDefault="00D14A80" w:rsidP="00296412">
            <w:pPr>
              <w:pStyle w:val="libPoem"/>
            </w:pPr>
            <w:r w:rsidRPr="00E8659C">
              <w:rPr>
                <w:rtl/>
                <w:lang w:bidi="fa-IR"/>
              </w:rPr>
              <w:t>كه گوهر فروش است يا پيله ور</w:t>
            </w:r>
            <w:r>
              <w:rPr>
                <w:rtl/>
                <w:lang w:bidi="fa-IR"/>
              </w:rPr>
              <w:t>؟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14A80" w:rsidTr="00FD5B02">
        <w:tblPrEx>
          <w:tblLook w:val="04A0"/>
        </w:tblPrEx>
        <w:trPr>
          <w:trHeight w:val="350"/>
        </w:trPr>
        <w:tc>
          <w:tcPr>
            <w:tcW w:w="4076" w:type="dxa"/>
          </w:tcPr>
          <w:p w:rsidR="00D14A80" w:rsidRDefault="00D14A80" w:rsidP="00D14A80">
            <w:pPr>
              <w:pStyle w:val="libPoem"/>
            </w:pPr>
            <w:r w:rsidRPr="00E8659C">
              <w:rPr>
                <w:rtl/>
                <w:lang w:bidi="fa-IR"/>
              </w:rPr>
              <w:t>اگرچه</w:t>
            </w:r>
            <w:r>
              <w:rPr>
                <w:rFonts w:hint="cs"/>
                <w:rtl/>
                <w:lang w:bidi="fa-IR"/>
              </w:rPr>
              <w:t xml:space="preserve"> </w:t>
            </w:r>
            <w:r w:rsidRPr="00E8659C">
              <w:rPr>
                <w:rtl/>
                <w:lang w:bidi="fa-IR"/>
              </w:rPr>
              <w:t>پيش خردمند</w:t>
            </w:r>
            <w:r>
              <w:rPr>
                <w:rtl/>
                <w:lang w:bidi="fa-IR"/>
              </w:rPr>
              <w:t>،</w:t>
            </w:r>
            <w:r w:rsidRPr="00E8659C">
              <w:rPr>
                <w:rtl/>
                <w:lang w:bidi="fa-IR"/>
              </w:rPr>
              <w:t>خامش</w:t>
            </w:r>
            <w:r>
              <w:rPr>
                <w:rtl/>
                <w:lang w:bidi="fa-IR"/>
              </w:rPr>
              <w:t xml:space="preserve">ی </w:t>
            </w:r>
            <w:r w:rsidRPr="00E8659C">
              <w:rPr>
                <w:rtl/>
                <w:lang w:bidi="fa-IR"/>
              </w:rPr>
              <w:t>ادب</w:t>
            </w:r>
            <w:r>
              <w:rPr>
                <w:rFonts w:hint="cs"/>
                <w:rtl/>
                <w:lang w:bidi="fa-IR"/>
              </w:rPr>
              <w:t xml:space="preserve"> </w:t>
            </w:r>
            <w:r w:rsidRPr="00E8659C">
              <w:rPr>
                <w:rtl/>
                <w:lang w:bidi="fa-IR"/>
              </w:rPr>
              <w:t>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96" w:type="dxa"/>
          </w:tcPr>
          <w:p w:rsidR="00D14A80" w:rsidRDefault="00D14A80" w:rsidP="00296412">
            <w:pPr>
              <w:pStyle w:val="libPoem"/>
              <w:rPr>
                <w:rtl/>
              </w:rPr>
            </w:pPr>
          </w:p>
        </w:tc>
        <w:tc>
          <w:tcPr>
            <w:tcW w:w="4037" w:type="dxa"/>
          </w:tcPr>
          <w:p w:rsidR="00D14A80" w:rsidRDefault="00B70456" w:rsidP="00B70456">
            <w:pPr>
              <w:pStyle w:val="libPoem"/>
            </w:pPr>
            <w:r w:rsidRPr="00E8659C">
              <w:rPr>
                <w:rtl/>
                <w:lang w:bidi="fa-IR"/>
              </w:rPr>
              <w:t>به وقت</w:t>
            </w:r>
            <w:r>
              <w:rPr>
                <w:rFonts w:hint="cs"/>
                <w:rtl/>
                <w:lang w:bidi="fa-IR"/>
              </w:rPr>
              <w:t xml:space="preserve"> </w:t>
            </w:r>
            <w:r w:rsidRPr="00E8659C">
              <w:rPr>
                <w:rtl/>
                <w:lang w:bidi="fa-IR"/>
              </w:rPr>
              <w:t>مصلحت آن به</w:t>
            </w:r>
            <w:r>
              <w:rPr>
                <w:rtl/>
                <w:lang w:bidi="fa-IR"/>
              </w:rPr>
              <w:t>،</w:t>
            </w:r>
            <w:r w:rsidRPr="00E8659C">
              <w:rPr>
                <w:rtl/>
                <w:lang w:bidi="fa-IR"/>
              </w:rPr>
              <w:t>كه درسخن كوش</w:t>
            </w:r>
            <w:r>
              <w:rPr>
                <w:rtl/>
                <w:lang w:bidi="fa-IR"/>
              </w:rPr>
              <w:t>ی</w:t>
            </w:r>
            <w:r w:rsidR="00D14A8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14A80" w:rsidTr="00FD5B02">
        <w:tblPrEx>
          <w:tblLook w:val="04A0"/>
        </w:tblPrEx>
        <w:trPr>
          <w:trHeight w:val="350"/>
        </w:trPr>
        <w:tc>
          <w:tcPr>
            <w:tcW w:w="4076" w:type="dxa"/>
          </w:tcPr>
          <w:p w:rsidR="00D14A80" w:rsidRDefault="00EB3C68" w:rsidP="00296412">
            <w:pPr>
              <w:pStyle w:val="libPoem"/>
            </w:pPr>
            <w:r w:rsidRPr="00E8659C">
              <w:rPr>
                <w:rtl/>
                <w:lang w:bidi="fa-IR"/>
              </w:rPr>
              <w:t>دو چيز طير</w:t>
            </w:r>
            <w:r>
              <w:rPr>
                <w:rtl/>
                <w:lang w:bidi="fa-IR"/>
              </w:rPr>
              <w:t>ه</w:t>
            </w:r>
            <w:r w:rsidRPr="00E8659C">
              <w:rPr>
                <w:rtl/>
                <w:lang w:bidi="fa-IR"/>
              </w:rPr>
              <w:t xml:space="preserve"> عقل است</w:t>
            </w:r>
            <w:r>
              <w:rPr>
                <w:rtl/>
                <w:lang w:bidi="fa-IR"/>
              </w:rPr>
              <w:t>،</w:t>
            </w:r>
            <w:r w:rsidRPr="00E8659C">
              <w:rPr>
                <w:rtl/>
                <w:lang w:bidi="fa-IR"/>
              </w:rPr>
              <w:t xml:space="preserve"> دم فرو بستن</w:t>
            </w:r>
            <w:r w:rsidR="00D14A8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96" w:type="dxa"/>
          </w:tcPr>
          <w:p w:rsidR="00D14A80" w:rsidRDefault="00D14A80" w:rsidP="00296412">
            <w:pPr>
              <w:pStyle w:val="libPoem"/>
              <w:rPr>
                <w:rtl/>
              </w:rPr>
            </w:pPr>
          </w:p>
        </w:tc>
        <w:tc>
          <w:tcPr>
            <w:tcW w:w="4037" w:type="dxa"/>
          </w:tcPr>
          <w:p w:rsidR="00D14A80" w:rsidRDefault="00EB3C68" w:rsidP="00296412">
            <w:pPr>
              <w:pStyle w:val="libPoem"/>
            </w:pPr>
            <w:r w:rsidRPr="00E8659C">
              <w:rPr>
                <w:rtl/>
                <w:lang w:bidi="fa-IR"/>
              </w:rPr>
              <w:t>به وقت گفتن</w:t>
            </w:r>
            <w:r>
              <w:rPr>
                <w:rtl/>
                <w:lang w:bidi="fa-IR"/>
              </w:rPr>
              <w:t>،</w:t>
            </w:r>
            <w:r w:rsidRPr="00E8659C">
              <w:rPr>
                <w:rtl/>
                <w:lang w:bidi="fa-IR"/>
              </w:rPr>
              <w:t>و گفتن به وقت خاموش</w:t>
            </w:r>
            <w:r>
              <w:rPr>
                <w:rtl/>
                <w:lang w:bidi="fa-IR"/>
              </w:rPr>
              <w:t>ی</w:t>
            </w:r>
            <w:r w:rsidR="00D14A8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14A80" w:rsidTr="00FD5B02">
        <w:tblPrEx>
          <w:tblLook w:val="04A0"/>
        </w:tblPrEx>
        <w:trPr>
          <w:trHeight w:val="350"/>
        </w:trPr>
        <w:tc>
          <w:tcPr>
            <w:tcW w:w="4076" w:type="dxa"/>
          </w:tcPr>
          <w:p w:rsidR="00D14A80" w:rsidRDefault="00FD5B02" w:rsidP="00296412">
            <w:pPr>
              <w:pStyle w:val="libPoem"/>
            </w:pPr>
            <w:r w:rsidRPr="00E8659C">
              <w:rPr>
                <w:rtl/>
                <w:lang w:bidi="fa-IR"/>
              </w:rPr>
              <w:t>ول</w:t>
            </w:r>
            <w:r>
              <w:rPr>
                <w:rtl/>
                <w:lang w:bidi="fa-IR"/>
              </w:rPr>
              <w:t xml:space="preserve">ی </w:t>
            </w:r>
            <w:r w:rsidRPr="00E8659C">
              <w:rPr>
                <w:rtl/>
                <w:lang w:bidi="fa-IR"/>
              </w:rPr>
              <w:t>وقت</w:t>
            </w:r>
            <w:r>
              <w:rPr>
                <w:rtl/>
                <w:lang w:bidi="fa-IR"/>
              </w:rPr>
              <w:t xml:space="preserve">ی </w:t>
            </w:r>
            <w:r w:rsidRPr="00E8659C">
              <w:rPr>
                <w:rtl/>
                <w:lang w:bidi="fa-IR"/>
              </w:rPr>
              <w:t>زبان گشوده گشت</w:t>
            </w:r>
            <w:r w:rsidR="00D14A8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96" w:type="dxa"/>
          </w:tcPr>
          <w:p w:rsidR="00D14A80" w:rsidRDefault="00D14A80" w:rsidP="00296412">
            <w:pPr>
              <w:pStyle w:val="libPoem"/>
              <w:rPr>
                <w:rtl/>
              </w:rPr>
            </w:pPr>
          </w:p>
        </w:tc>
        <w:tc>
          <w:tcPr>
            <w:tcW w:w="4037" w:type="dxa"/>
          </w:tcPr>
          <w:p w:rsidR="00D14A80" w:rsidRDefault="00FD5B02" w:rsidP="00296412">
            <w:pPr>
              <w:pStyle w:val="libPoem"/>
            </w:pPr>
            <w:r w:rsidRPr="00E8659C">
              <w:rPr>
                <w:rtl/>
                <w:lang w:bidi="fa-IR"/>
              </w:rPr>
              <w:t>اسرار پنهان</w:t>
            </w:r>
            <w:r>
              <w:rPr>
                <w:rtl/>
                <w:lang w:bidi="fa-IR"/>
              </w:rPr>
              <w:t xml:space="preserve">ی </w:t>
            </w:r>
            <w:r w:rsidRPr="00E8659C">
              <w:rPr>
                <w:rtl/>
                <w:lang w:bidi="fa-IR"/>
              </w:rPr>
              <w:t>عيان</w:t>
            </w:r>
            <w:r>
              <w:rPr>
                <w:rFonts w:hint="cs"/>
                <w:rtl/>
                <w:lang w:bidi="fa-IR"/>
              </w:rPr>
              <w:t xml:space="preserve"> </w:t>
            </w:r>
            <w:r w:rsidRPr="00E8659C">
              <w:rPr>
                <w:rtl/>
                <w:lang w:bidi="fa-IR"/>
              </w:rPr>
              <w:t>گرديد</w:t>
            </w:r>
            <w:r w:rsidR="00D14A80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8659C" w:rsidRPr="00E8659C" w:rsidRDefault="00E8659C" w:rsidP="00EB3C68">
      <w:pPr>
        <w:pStyle w:val="libNormal"/>
        <w:rPr>
          <w:lang w:bidi="fa-IR"/>
        </w:rPr>
      </w:pPr>
      <w:r w:rsidRPr="00E8659C">
        <w:rPr>
          <w:rtl/>
          <w:lang w:bidi="fa-IR"/>
        </w:rPr>
        <w:lastRenderedPageBreak/>
        <w:t>سخن هر فرد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معيار عقل و ميزان درك و فهم او است كه به</w:t>
      </w:r>
      <w:r w:rsidR="00FD5B02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وسيل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اظهار آن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حدود عقل و درك او روشن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گردد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چه بهتر كه انسان با برگزيدهگوي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دقت وتأمل در سخنان خود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به تواناي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عقل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كمك و يار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رساند و خود رااز خطرات و انحرافات زبان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مصون دارد</w:t>
      </w:r>
      <w:r w:rsidR="004851C8">
        <w:rPr>
          <w:rtl/>
          <w:lang w:bidi="fa-IR"/>
        </w:rPr>
        <w:t>.</w:t>
      </w:r>
    </w:p>
    <w:p w:rsidR="00E8659C" w:rsidRPr="00E8659C" w:rsidRDefault="003D2C90" w:rsidP="00FD5B02">
      <w:pPr>
        <w:pStyle w:val="libBold1"/>
        <w:rPr>
          <w:lang w:bidi="fa-IR"/>
        </w:rPr>
      </w:pPr>
      <w:r>
        <w:rPr>
          <w:rtl/>
          <w:lang w:bidi="fa-IR"/>
        </w:rPr>
        <w:t>9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پيروز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دشمن</w:t>
      </w:r>
    </w:p>
    <w:p w:rsidR="00E8659C" w:rsidRPr="00E8659C" w:rsidRDefault="007C6A47" w:rsidP="00E8659C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E8659C" w:rsidRPr="007C6A47">
        <w:rPr>
          <w:rStyle w:val="libHadeesChar"/>
          <w:rtl/>
        </w:rPr>
        <w:t>من أطاع هواه</w:t>
      </w:r>
      <w:r w:rsidR="004851C8" w:rsidRPr="007C6A47">
        <w:rPr>
          <w:rStyle w:val="libHadeesChar"/>
          <w:rtl/>
        </w:rPr>
        <w:t>،</w:t>
      </w:r>
      <w:r w:rsidR="00E8659C" w:rsidRPr="007C6A47">
        <w:rPr>
          <w:rStyle w:val="libHadeesChar"/>
          <w:rtl/>
        </w:rPr>
        <w:t xml:space="preserve"> أعط</w:t>
      </w:r>
      <w:r w:rsidR="00F456F0" w:rsidRPr="007C6A47">
        <w:rPr>
          <w:rStyle w:val="libHadeesChar"/>
          <w:rtl/>
        </w:rPr>
        <w:t xml:space="preserve">ی </w:t>
      </w:r>
      <w:r w:rsidR="00E8659C" w:rsidRPr="007C6A47">
        <w:rPr>
          <w:rStyle w:val="libHadeesChar"/>
          <w:rtl/>
        </w:rPr>
        <w:t>عدوه مناه</w:t>
      </w:r>
      <w:r w:rsidR="004851C8">
        <w:rPr>
          <w:rtl/>
          <w:lang w:bidi="fa-IR"/>
        </w:rPr>
        <w:t>.</w:t>
      </w:r>
      <w:r>
        <w:rPr>
          <w:rFonts w:hint="cs"/>
          <w:rtl/>
          <w:lang w:bidi="fa-IR"/>
        </w:rPr>
        <w:t>»</w:t>
      </w:r>
      <w:r w:rsidR="00E8659C" w:rsidRPr="00E8659C">
        <w:rPr>
          <w:rtl/>
          <w:lang w:bidi="fa-IR"/>
        </w:rPr>
        <w:t xml:space="preserve"> </w:t>
      </w:r>
      <w:r w:rsidR="00E8659C" w:rsidRPr="006249D9">
        <w:rPr>
          <w:rStyle w:val="libFootnotenumChar"/>
          <w:rtl/>
        </w:rPr>
        <w:t>(</w:t>
      </w:r>
      <w:r w:rsidR="00256F60" w:rsidRPr="006249D9">
        <w:rPr>
          <w:rStyle w:val="libFootnotenumChar"/>
          <w:rtl/>
        </w:rPr>
        <w:t>1</w:t>
      </w:r>
      <w:r w:rsidR="00506E9B" w:rsidRPr="006249D9">
        <w:rPr>
          <w:rStyle w:val="libFootnotenumChar"/>
          <w:rtl/>
        </w:rPr>
        <w:t>5</w:t>
      </w:r>
      <w:r w:rsidR="00FA474B" w:rsidRPr="006249D9">
        <w:rPr>
          <w:rStyle w:val="libFootnotenumChar"/>
          <w:rtl/>
        </w:rPr>
        <w:t>3</w:t>
      </w:r>
      <w:r w:rsidR="00E8659C" w:rsidRPr="006249D9">
        <w:rPr>
          <w:rStyle w:val="libFootnotenumChar"/>
          <w:rtl/>
        </w:rPr>
        <w:t>)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كس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از هوا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نفس خود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فرمانبر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به دشمن خودفرصت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دهد كه به آرزو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ديرينه 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خود نائل گردد</w:t>
      </w:r>
      <w:r w:rsidR="004851C8">
        <w:rPr>
          <w:rtl/>
          <w:lang w:bidi="fa-IR"/>
        </w:rPr>
        <w:t>.</w:t>
      </w:r>
    </w:p>
    <w:p w:rsidR="00E8659C" w:rsidRPr="00E8659C" w:rsidRDefault="00E8659C" w:rsidP="007C6A47">
      <w:pPr>
        <w:pStyle w:val="libBold1"/>
        <w:rPr>
          <w:lang w:bidi="fa-IR"/>
        </w:rPr>
      </w:pPr>
      <w:r w:rsidRPr="00E8659C">
        <w:rPr>
          <w:rtl/>
          <w:lang w:bidi="fa-IR"/>
        </w:rPr>
        <w:t>شرح كوتاه</w:t>
      </w:r>
      <w:r w:rsidR="004851C8">
        <w:rPr>
          <w:rtl/>
          <w:lang w:bidi="fa-IR"/>
        </w:rPr>
        <w:t>:</w:t>
      </w:r>
    </w:p>
    <w:p w:rsidR="007C6A47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در وجود هر فرد</w:t>
      </w:r>
      <w:r w:rsidR="004851C8">
        <w:rPr>
          <w:rtl/>
          <w:lang w:bidi="fa-IR"/>
        </w:rPr>
        <w:t>،</w:t>
      </w:r>
      <w:r w:rsidR="007C6A47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دو رشته از فعاليتها وجود دارد كه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توان از آنها به عوامل منف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مثبت وجودانسان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تعبير آورد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كه عقل نماينده و نمايانگر جنبه اثبات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سازندگ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او است وپيرو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نفس و تمايلات حيوان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نمايانگر جنبه منف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تخدير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است كه مانع تكامل</w:t>
      </w:r>
      <w:r w:rsidR="007C6A47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بشر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بوده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پيرو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قيد و شرط از شهوات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بزرگترين عامل سيه روز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بدبخت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بشربه شمار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آيد</w:t>
      </w:r>
      <w:r w:rsidR="004851C8">
        <w:rPr>
          <w:rtl/>
          <w:lang w:bidi="fa-IR"/>
        </w:rPr>
        <w:t>.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اطاعت از دستورات عقل و ادراكات صحيح بشر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راه تكامل و سازندگ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فرد است و سرپيچ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دستورها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راه عقب ماندگ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تقاعد از پيشرفت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محسوب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گردد</w:t>
      </w:r>
      <w:r w:rsidR="004851C8">
        <w:rPr>
          <w:rtl/>
          <w:lang w:bidi="fa-IR"/>
        </w:rPr>
        <w:t>.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اطاعت و پيرو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خواهشها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نفسان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تمايلات حيوان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راه عقب گرد است كه دشمنانتكامل و پيشرفت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بر وجود انسان مستول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غالب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سازند و او را از سعادت واقع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بازم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دارد و فرد را همانند حيوان جوياگر لذات و شهوات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تمايلات نفسان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اموردنيو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درم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آورد</w:t>
      </w:r>
      <w:r w:rsidR="004851C8">
        <w:rPr>
          <w:rtl/>
          <w:lang w:bidi="fa-IR"/>
        </w:rPr>
        <w:t>.</w:t>
      </w:r>
    </w:p>
    <w:p w:rsidR="00E8659C" w:rsidRPr="00E8659C" w:rsidRDefault="00256F60" w:rsidP="007C6A47">
      <w:pPr>
        <w:pStyle w:val="libBold1"/>
        <w:rPr>
          <w:lang w:bidi="fa-IR"/>
        </w:rPr>
      </w:pPr>
      <w:r>
        <w:rPr>
          <w:rtl/>
          <w:lang w:bidi="fa-IR"/>
        </w:rPr>
        <w:t>1</w:t>
      </w:r>
      <w:r w:rsidR="009072C7">
        <w:rPr>
          <w:rtl/>
          <w:lang w:bidi="fa-IR"/>
        </w:rPr>
        <w:t>0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تفقه در دين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راه سعادت و خوشبخت</w:t>
      </w:r>
      <w:r w:rsidR="00F456F0">
        <w:rPr>
          <w:rtl/>
          <w:lang w:bidi="fa-IR"/>
        </w:rPr>
        <w:t xml:space="preserve">ی </w:t>
      </w:r>
    </w:p>
    <w:p w:rsidR="00E8659C" w:rsidRPr="00E8659C" w:rsidRDefault="007C6A47" w:rsidP="00E8659C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E8659C" w:rsidRPr="007C6A47">
        <w:rPr>
          <w:rStyle w:val="libHadeesChar"/>
          <w:rtl/>
        </w:rPr>
        <w:t>ألفقه ثمن لكل غال</w:t>
      </w:r>
      <w:r w:rsidR="004851C8" w:rsidRPr="007C6A47">
        <w:rPr>
          <w:rStyle w:val="libHadeesChar"/>
          <w:rtl/>
        </w:rPr>
        <w:t>،</w:t>
      </w:r>
      <w:r w:rsidR="00E8659C" w:rsidRPr="007C6A47">
        <w:rPr>
          <w:rStyle w:val="libHadeesChar"/>
          <w:rtl/>
        </w:rPr>
        <w:t xml:space="preserve"> و سلم ال</w:t>
      </w:r>
      <w:r w:rsidR="00F456F0" w:rsidRPr="007C6A47">
        <w:rPr>
          <w:rStyle w:val="libHadeesChar"/>
          <w:rtl/>
        </w:rPr>
        <w:t xml:space="preserve">ی </w:t>
      </w:r>
      <w:r w:rsidR="00E8659C" w:rsidRPr="007C6A47">
        <w:rPr>
          <w:rStyle w:val="libHadeesChar"/>
          <w:rtl/>
        </w:rPr>
        <w:t>كل عال</w:t>
      </w:r>
      <w:r w:rsidR="00E8659C" w:rsidRPr="00E8659C">
        <w:rPr>
          <w:rtl/>
          <w:lang w:bidi="fa-IR"/>
        </w:rPr>
        <w:t>.</w:t>
      </w:r>
      <w:r>
        <w:rPr>
          <w:rFonts w:hint="cs"/>
          <w:rtl/>
          <w:lang w:bidi="fa-IR"/>
        </w:rPr>
        <w:t>»</w:t>
      </w:r>
      <w:r w:rsidR="00E8659C" w:rsidRPr="00E8659C">
        <w:rPr>
          <w:rtl/>
          <w:lang w:bidi="fa-IR"/>
        </w:rPr>
        <w:t xml:space="preserve"> </w:t>
      </w:r>
      <w:r w:rsidR="00E8659C" w:rsidRPr="006249D9">
        <w:rPr>
          <w:rStyle w:val="libFootnotenumChar"/>
          <w:rtl/>
        </w:rPr>
        <w:t>(</w:t>
      </w:r>
      <w:r w:rsidR="00256F60" w:rsidRPr="006249D9">
        <w:rPr>
          <w:rStyle w:val="libFootnotenumChar"/>
          <w:rtl/>
        </w:rPr>
        <w:t>1</w:t>
      </w:r>
      <w:r w:rsidR="00506E9B" w:rsidRPr="006249D9">
        <w:rPr>
          <w:rStyle w:val="libFootnotenumChar"/>
          <w:rtl/>
        </w:rPr>
        <w:t>54</w:t>
      </w:r>
      <w:r w:rsidR="00E8659C" w:rsidRPr="006249D9">
        <w:rPr>
          <w:rStyle w:val="libFootnotenumChar"/>
          <w:rtl/>
        </w:rPr>
        <w:t>)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دين شناس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هر متاع گرانقدر و نردبان ترق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وصول به هر مقامبلندپايه</w:t>
      </w:r>
      <w:r w:rsidR="00164EC6">
        <w:rPr>
          <w:rtl/>
          <w:lang w:bidi="fa-IR"/>
        </w:rPr>
        <w:t xml:space="preserve"> ‌</w:t>
      </w:r>
      <w:r w:rsidRPr="00E8659C">
        <w:rPr>
          <w:rtl/>
          <w:lang w:bidi="fa-IR"/>
        </w:rPr>
        <w:t>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است كه برا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بشر متصور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باشد</w:t>
      </w:r>
      <w:r w:rsidR="004851C8">
        <w:rPr>
          <w:rtl/>
          <w:lang w:bidi="fa-IR"/>
        </w:rPr>
        <w:t>.</w:t>
      </w:r>
    </w:p>
    <w:p w:rsidR="00E8659C" w:rsidRPr="00E8659C" w:rsidRDefault="00E8659C" w:rsidP="007C6A47">
      <w:pPr>
        <w:pStyle w:val="libBold1"/>
        <w:rPr>
          <w:lang w:bidi="fa-IR"/>
        </w:rPr>
      </w:pPr>
      <w:r w:rsidRPr="00E8659C">
        <w:rPr>
          <w:rtl/>
          <w:lang w:bidi="fa-IR"/>
        </w:rPr>
        <w:lastRenderedPageBreak/>
        <w:t>شرح كوتاه</w:t>
      </w:r>
      <w:r w:rsidR="004851C8">
        <w:rPr>
          <w:rtl/>
          <w:lang w:bidi="fa-IR"/>
        </w:rPr>
        <w:t>:</w:t>
      </w:r>
    </w:p>
    <w:p w:rsidR="00DC0073" w:rsidRDefault="00E8659C" w:rsidP="00E8659C">
      <w:pPr>
        <w:pStyle w:val="libNormal"/>
        <w:rPr>
          <w:rFonts w:hint="cs"/>
          <w:rtl/>
          <w:lang w:bidi="fa-IR"/>
        </w:rPr>
      </w:pPr>
      <w:r w:rsidRPr="00E8659C">
        <w:rPr>
          <w:rtl/>
          <w:lang w:bidi="fa-IR"/>
        </w:rPr>
        <w:t>تفقه در دين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شناختمعارف و اصول و فروع دين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راه سعادت و خوشبخت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در تمام شئون زندگ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اعم از ماد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ومعنو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باشد</w:t>
      </w:r>
      <w:r w:rsidR="004851C8">
        <w:rPr>
          <w:rtl/>
          <w:lang w:bidi="fa-IR"/>
        </w:rPr>
        <w:t>.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دين شناس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پايه و اساس تكامل انسان و ماي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وصول به عال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تريندرجات رفيع انسانيت است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راه اثبات آن به اين ترتيب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باشد كه دانشمندان و</w:t>
      </w:r>
      <w:r w:rsidR="00DC0073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روان شناسان برا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تكامل روح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پيشرفت</w:t>
      </w:r>
      <w:r w:rsidR="00DC0073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معنو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بشر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مكتب</w:t>
      </w:r>
      <w:r w:rsidR="007C6A47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ها و تزها و نسخه</w:t>
      </w:r>
      <w:r w:rsidR="00164EC6">
        <w:rPr>
          <w:rtl/>
          <w:lang w:bidi="fa-IR"/>
        </w:rPr>
        <w:t xml:space="preserve"> ‌</w:t>
      </w:r>
      <w:r w:rsidRPr="00E8659C">
        <w:rPr>
          <w:rtl/>
          <w:lang w:bidi="fa-IR"/>
        </w:rPr>
        <w:t>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مختلف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ارائه داده اند كه گاه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نه تنها انسان را به جاي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رسانند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بلكه او را</w:t>
      </w:r>
      <w:r w:rsidR="00E246C9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حيران و سرگردان و دچار مشكلات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سازند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تنها راه و نسخه شفا بخش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از طرف</w:t>
      </w:r>
      <w:r w:rsidR="00DC0073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پروردگار عالم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تكامل و پيشرفت ارائه شده است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همان فقه ناميده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شود كه</w:t>
      </w:r>
      <w:r w:rsidR="00DC0073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آئين زندگ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راه و رسم ماد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معنو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بشر را نشان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دهد و پيرو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دستورات آن</w:t>
      </w:r>
      <w:r w:rsidR="00DC0073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نسخ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پربها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با ارزش ترين درسها را به انسان ياد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دهد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از اين رو فقه</w:t>
      </w:r>
      <w:r w:rsidR="004851C8">
        <w:rPr>
          <w:rtl/>
          <w:lang w:bidi="fa-IR"/>
        </w:rPr>
        <w:t>،</w:t>
      </w:r>
      <w:r w:rsidR="00DC0073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اشرف علوم و شريف ترين دانش</w:t>
      </w:r>
      <w:r w:rsidR="00DC0073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ها لقب گرفته است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وأئم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معصوم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تكامل هر فرد را مرهون فقاهت و در پرتو بهره مند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او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از فقه دانسته است</w:t>
      </w:r>
      <w:r w:rsidR="004851C8">
        <w:rPr>
          <w:rtl/>
          <w:lang w:bidi="fa-IR"/>
        </w:rPr>
        <w:t>.</w:t>
      </w:r>
    </w:p>
    <w:p w:rsidR="00E8659C" w:rsidRPr="00E8659C" w:rsidRDefault="00256F60" w:rsidP="00DC0073">
      <w:pPr>
        <w:pStyle w:val="libBold1"/>
        <w:rPr>
          <w:lang w:bidi="fa-IR"/>
        </w:rPr>
      </w:pPr>
      <w:r>
        <w:rPr>
          <w:rtl/>
          <w:lang w:bidi="fa-IR"/>
        </w:rPr>
        <w:t>11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معاونت ستمگر</w:t>
      </w:r>
    </w:p>
    <w:p w:rsidR="00E8659C" w:rsidRPr="00E8659C" w:rsidRDefault="00DC0073" w:rsidP="00E8659C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E8659C" w:rsidRPr="00DC0073">
        <w:rPr>
          <w:rStyle w:val="libHadeesChar"/>
          <w:rtl/>
        </w:rPr>
        <w:t>العامل بالظلم والمعين عليه</w:t>
      </w:r>
      <w:r w:rsidR="004851C8" w:rsidRPr="00DC0073">
        <w:rPr>
          <w:rStyle w:val="libHadeesChar"/>
          <w:rtl/>
        </w:rPr>
        <w:t>،</w:t>
      </w:r>
      <w:r w:rsidR="00E8659C" w:rsidRPr="00DC0073">
        <w:rPr>
          <w:rStyle w:val="libHadeesChar"/>
          <w:rtl/>
        </w:rPr>
        <w:t xml:space="preserve"> والراض</w:t>
      </w:r>
      <w:r w:rsidR="00F456F0" w:rsidRPr="00DC0073">
        <w:rPr>
          <w:rStyle w:val="libHadeesChar"/>
          <w:rtl/>
        </w:rPr>
        <w:t xml:space="preserve">ی </w:t>
      </w:r>
      <w:r w:rsidR="00E8659C" w:rsidRPr="00DC0073">
        <w:rPr>
          <w:rStyle w:val="libHadeesChar"/>
          <w:rtl/>
        </w:rPr>
        <w:t>شركاء</w:t>
      </w:r>
      <w:r w:rsidR="004851C8">
        <w:rPr>
          <w:rtl/>
          <w:lang w:bidi="fa-IR"/>
        </w:rPr>
        <w:t>.</w:t>
      </w:r>
      <w:r>
        <w:rPr>
          <w:rFonts w:hint="cs"/>
          <w:rtl/>
          <w:lang w:bidi="fa-IR"/>
        </w:rPr>
        <w:t>»</w:t>
      </w:r>
      <w:r w:rsidR="00E8659C" w:rsidRPr="00E8659C">
        <w:rPr>
          <w:rtl/>
          <w:lang w:bidi="fa-IR"/>
        </w:rPr>
        <w:t xml:space="preserve"> </w:t>
      </w:r>
      <w:r w:rsidR="00E8659C" w:rsidRPr="006249D9">
        <w:rPr>
          <w:rStyle w:val="libFootnotenumChar"/>
          <w:rtl/>
        </w:rPr>
        <w:t>(</w:t>
      </w:r>
      <w:r w:rsidR="00256F60" w:rsidRPr="006249D9">
        <w:rPr>
          <w:rStyle w:val="libFootnotenumChar"/>
          <w:rtl/>
        </w:rPr>
        <w:t>1</w:t>
      </w:r>
      <w:r w:rsidR="00506E9B" w:rsidRPr="006249D9">
        <w:rPr>
          <w:rStyle w:val="libFootnotenumChar"/>
          <w:rtl/>
        </w:rPr>
        <w:t>55</w:t>
      </w:r>
      <w:r w:rsidR="00E8659C" w:rsidRPr="006249D9">
        <w:rPr>
          <w:rStyle w:val="libFootnotenumChar"/>
          <w:rtl/>
        </w:rPr>
        <w:t>)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آن كس كه ستمگر و ظالم است و آنكه معاونت و يار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او را به عهده دارد و آنكه برستم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رضايت و خشنود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دارد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همگ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در امر ظلم و ستم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شريك و سهيم هم هستند و درعقوبت يكسان</w:t>
      </w:r>
      <w:r w:rsidR="004851C8">
        <w:rPr>
          <w:rtl/>
          <w:lang w:bidi="fa-IR"/>
        </w:rPr>
        <w:t>.</w:t>
      </w:r>
    </w:p>
    <w:p w:rsidR="00E8659C" w:rsidRPr="00E8659C" w:rsidRDefault="00E8659C" w:rsidP="00DC0073">
      <w:pPr>
        <w:pStyle w:val="libBold1"/>
        <w:rPr>
          <w:lang w:bidi="fa-IR"/>
        </w:rPr>
      </w:pPr>
      <w:r w:rsidRPr="00E8659C">
        <w:rPr>
          <w:rtl/>
          <w:lang w:bidi="fa-IR"/>
        </w:rPr>
        <w:t>شرح كوتاه</w:t>
      </w:r>
      <w:r w:rsidR="004851C8">
        <w:rPr>
          <w:rtl/>
          <w:lang w:bidi="fa-IR"/>
        </w:rPr>
        <w:t>:</w:t>
      </w:r>
    </w:p>
    <w:p w:rsidR="00DC0073" w:rsidRDefault="00E8659C" w:rsidP="00E8659C">
      <w:pPr>
        <w:pStyle w:val="libNormal"/>
        <w:rPr>
          <w:rFonts w:hint="cs"/>
          <w:rtl/>
          <w:lang w:bidi="fa-IR"/>
        </w:rPr>
      </w:pPr>
      <w:r w:rsidRPr="00E8659C">
        <w:rPr>
          <w:rtl/>
          <w:lang w:bidi="fa-IR"/>
        </w:rPr>
        <w:t>ظلم و ستم و تعد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به حقوق ديگران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يك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معاص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وگناهان بزرگ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است كه جز با بخشيدن وعفو ذ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حق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قابل بخشش اله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نيست</w:t>
      </w:r>
      <w:r w:rsidR="004851C8">
        <w:rPr>
          <w:rtl/>
          <w:lang w:bidi="fa-IR"/>
        </w:rPr>
        <w:t>.</w:t>
      </w:r>
    </w:p>
    <w:p w:rsidR="00560A4A" w:rsidRDefault="00E8659C" w:rsidP="00E8659C">
      <w:pPr>
        <w:pStyle w:val="libNormal"/>
        <w:rPr>
          <w:rFonts w:hint="cs"/>
          <w:rtl/>
          <w:lang w:bidi="fa-IR"/>
        </w:rPr>
      </w:pPr>
      <w:r w:rsidRPr="00E8659C">
        <w:rPr>
          <w:rtl/>
          <w:lang w:bidi="fa-IR"/>
        </w:rPr>
        <w:t>در گسترش و</w:t>
      </w:r>
      <w:r w:rsidR="00DC0073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توسعه ابعاد ظلم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تنها خود ستمگر مسئوليت اين عقوبت را ندارد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بلكه افراد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نيز كه</w:t>
      </w:r>
      <w:r w:rsidR="00DC0073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در انعقاد آن سهم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هر چند اندك دارند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مسئول هستند</w:t>
      </w:r>
      <w:r w:rsidR="004851C8">
        <w:rPr>
          <w:rtl/>
          <w:lang w:bidi="fa-IR"/>
        </w:rPr>
        <w:t>.</w:t>
      </w:r>
    </w:p>
    <w:p w:rsidR="00560A4A" w:rsidRDefault="00E8659C" w:rsidP="00E8659C">
      <w:pPr>
        <w:pStyle w:val="libNormal"/>
        <w:rPr>
          <w:rFonts w:hint="cs"/>
          <w:rtl/>
          <w:lang w:bidi="fa-IR"/>
        </w:rPr>
      </w:pPr>
      <w:r w:rsidRPr="00E8659C">
        <w:rPr>
          <w:rtl/>
          <w:lang w:bidi="fa-IR"/>
        </w:rPr>
        <w:lastRenderedPageBreak/>
        <w:t>از اين رو امام جواد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فرمايد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كس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كمك و يار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بر ستمگر نمايد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يا فرد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خود</w:t>
      </w:r>
      <w:r w:rsidR="00560A4A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عامل يا معاون ستم نيست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بلكه حدود شركت او در اين حد است كه قليا بر ستم او</w:t>
      </w:r>
      <w:r w:rsidR="004851C8">
        <w:rPr>
          <w:rtl/>
          <w:lang w:bidi="fa-IR"/>
        </w:rPr>
        <w:t>،</w:t>
      </w:r>
      <w:r w:rsidR="00560A4A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رضايت و خشنود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دارد و در مقابل ستم از خود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اجتماع خود دفاع و مبارزه نشان نم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دهد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او هم در عقوبت ستم و ستمكاران سهم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دارد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چون سكوت و رضايت او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ستمگران</w:t>
      </w:r>
      <w:r w:rsidR="00560A4A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را جر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تر و متعد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تر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سازد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اين خود نوع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معاونت بر ستم به شمار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آيد</w:t>
      </w:r>
      <w:r w:rsidR="004851C8">
        <w:rPr>
          <w:rtl/>
          <w:lang w:bidi="fa-IR"/>
        </w:rPr>
        <w:t>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4080"/>
        <w:gridCol w:w="290"/>
        <w:gridCol w:w="4039"/>
      </w:tblGrid>
      <w:tr w:rsidR="00D64692" w:rsidTr="00296412">
        <w:trPr>
          <w:trHeight w:val="350"/>
        </w:trPr>
        <w:tc>
          <w:tcPr>
            <w:tcW w:w="3920" w:type="dxa"/>
            <w:shd w:val="clear" w:color="auto" w:fill="auto"/>
          </w:tcPr>
          <w:p w:rsidR="00D64692" w:rsidRDefault="00D64692" w:rsidP="00296412">
            <w:pPr>
              <w:pStyle w:val="libPoem"/>
            </w:pPr>
            <w:r w:rsidRPr="00E8659C">
              <w:rPr>
                <w:rtl/>
                <w:lang w:bidi="fa-IR"/>
              </w:rPr>
              <w:t>ميان دو كس جنگ چون آتش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D64692" w:rsidRDefault="00D64692" w:rsidP="00296412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D64692" w:rsidRDefault="00D64692" w:rsidP="00296412">
            <w:pPr>
              <w:pStyle w:val="libPoem"/>
            </w:pPr>
            <w:r w:rsidRPr="00E8659C">
              <w:rPr>
                <w:rtl/>
                <w:lang w:bidi="fa-IR"/>
              </w:rPr>
              <w:t>سخن چين بدبخت هيزم كش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8659C" w:rsidRPr="00E8659C" w:rsidRDefault="00256F60" w:rsidP="00D64692">
      <w:pPr>
        <w:pStyle w:val="libBold1"/>
        <w:rPr>
          <w:lang w:bidi="fa-IR"/>
        </w:rPr>
      </w:pPr>
      <w:r>
        <w:rPr>
          <w:rtl/>
          <w:lang w:bidi="fa-IR"/>
        </w:rPr>
        <w:t>1</w:t>
      </w:r>
      <w:r w:rsidR="005631DD">
        <w:rPr>
          <w:rtl/>
          <w:lang w:bidi="fa-IR"/>
        </w:rPr>
        <w:t>2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زينتها و آرايشها</w:t>
      </w:r>
    </w:p>
    <w:p w:rsidR="00937FF9" w:rsidRDefault="00E8659C" w:rsidP="00E8659C">
      <w:pPr>
        <w:pStyle w:val="libNormal"/>
        <w:rPr>
          <w:rFonts w:hint="cs"/>
          <w:rtl/>
          <w:lang w:bidi="fa-IR"/>
        </w:rPr>
      </w:pPr>
      <w:r w:rsidRPr="00E8659C">
        <w:rPr>
          <w:rtl/>
          <w:lang w:bidi="fa-IR"/>
        </w:rPr>
        <w:t>حديث شريف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است از آن بزرگوار كه ما فقط ترجم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آن را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آوريم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عفت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زينت وزيور فقر است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شكرگزار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سپاس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زينت ثروت و غنا است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بردبار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تحمل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زينتگرفتار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</w:t>
      </w:r>
      <w:r w:rsidR="00937FF9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إبتلا است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تواضع و فروتن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زينت بزرگوار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بلندپايگ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است</w:t>
      </w:r>
      <w:r w:rsidR="004851C8">
        <w:rPr>
          <w:rtl/>
          <w:lang w:bidi="fa-IR"/>
        </w:rPr>
        <w:t>.</w:t>
      </w:r>
    </w:p>
    <w:p w:rsidR="00FD5EE5" w:rsidRDefault="00E8659C" w:rsidP="00E8659C">
      <w:pPr>
        <w:pStyle w:val="libNormal"/>
        <w:rPr>
          <w:rFonts w:hint="cs"/>
          <w:rtl/>
          <w:lang w:bidi="fa-IR"/>
        </w:rPr>
      </w:pPr>
      <w:r w:rsidRPr="00E8659C">
        <w:rPr>
          <w:rtl/>
          <w:lang w:bidi="fa-IR"/>
        </w:rPr>
        <w:t>فصاحت</w:t>
      </w:r>
      <w:r w:rsidR="004851C8">
        <w:rPr>
          <w:rtl/>
          <w:lang w:bidi="fa-IR"/>
        </w:rPr>
        <w:t>،</w:t>
      </w:r>
      <w:r w:rsidR="00937FF9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زينت و آرايش سخن است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حفظ و نگهدار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زينت حديث است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تواضع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زيور دانش و علماست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ادب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زينت عقل است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خوشروي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زينت كرم و سخاوت است</w:t>
      </w:r>
      <w:r w:rsidR="004851C8">
        <w:rPr>
          <w:rtl/>
          <w:lang w:bidi="fa-IR"/>
        </w:rPr>
        <w:t>.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ترك منت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زينت احسانو نيكوكار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است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خشوع و تدبر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زينت نماز است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زينت ورع و تقو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ترك تمام آنچيز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است كه كوچكترين نفع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به حال خود نداشته باشد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256F60" w:rsidRPr="006249D9">
        <w:rPr>
          <w:rStyle w:val="libFootnotenumChar"/>
          <w:rtl/>
        </w:rPr>
        <w:t>1</w:t>
      </w:r>
      <w:r w:rsidR="00506E9B" w:rsidRPr="006249D9">
        <w:rPr>
          <w:rStyle w:val="libFootnotenumChar"/>
          <w:rtl/>
        </w:rPr>
        <w:t>56</w:t>
      </w:r>
      <w:r w:rsidRPr="006249D9">
        <w:rPr>
          <w:rStyle w:val="libFootnotenumChar"/>
          <w:rtl/>
        </w:rPr>
        <w:t>)</w:t>
      </w:r>
    </w:p>
    <w:p w:rsidR="00E8659C" w:rsidRPr="00E8659C" w:rsidRDefault="00256F60" w:rsidP="00FD5EE5">
      <w:pPr>
        <w:pStyle w:val="libBold1"/>
        <w:rPr>
          <w:lang w:bidi="fa-IR"/>
        </w:rPr>
      </w:pPr>
      <w:r>
        <w:rPr>
          <w:rtl/>
          <w:lang w:bidi="fa-IR"/>
        </w:rPr>
        <w:t>1</w:t>
      </w:r>
      <w:r w:rsidR="00FA474B">
        <w:rPr>
          <w:rtl/>
          <w:lang w:bidi="fa-IR"/>
        </w:rPr>
        <w:t>3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روز انتقام</w:t>
      </w:r>
    </w:p>
    <w:p w:rsidR="00E8659C" w:rsidRPr="00E8659C" w:rsidRDefault="00FD5EE5" w:rsidP="00E8659C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E8659C" w:rsidRPr="00FD5EE5">
        <w:rPr>
          <w:rStyle w:val="libHadeesChar"/>
          <w:rtl/>
        </w:rPr>
        <w:t>يوم العدل عل</w:t>
      </w:r>
      <w:r w:rsidR="00F456F0" w:rsidRPr="00FD5EE5">
        <w:rPr>
          <w:rStyle w:val="libHadeesChar"/>
          <w:rtl/>
        </w:rPr>
        <w:t xml:space="preserve">ی </w:t>
      </w:r>
      <w:r w:rsidR="00E8659C" w:rsidRPr="00FD5EE5">
        <w:rPr>
          <w:rStyle w:val="libHadeesChar"/>
          <w:rtl/>
        </w:rPr>
        <w:t>الظالم</w:t>
      </w:r>
      <w:r w:rsidR="004851C8" w:rsidRPr="00FD5EE5">
        <w:rPr>
          <w:rStyle w:val="libHadeesChar"/>
          <w:rtl/>
        </w:rPr>
        <w:t>،</w:t>
      </w:r>
      <w:r w:rsidR="00E8659C" w:rsidRPr="00FD5EE5">
        <w:rPr>
          <w:rStyle w:val="libHadeesChar"/>
          <w:rtl/>
        </w:rPr>
        <w:t xml:space="preserve"> أشد من يوم الجور عل</w:t>
      </w:r>
      <w:r w:rsidR="00F456F0" w:rsidRPr="00FD5EE5">
        <w:rPr>
          <w:rStyle w:val="libHadeesChar"/>
          <w:rtl/>
        </w:rPr>
        <w:t xml:space="preserve">ی </w:t>
      </w:r>
      <w:r w:rsidR="00E8659C" w:rsidRPr="00FD5EE5">
        <w:rPr>
          <w:rStyle w:val="libHadeesChar"/>
          <w:rtl/>
        </w:rPr>
        <w:t>المظلوم</w:t>
      </w:r>
      <w:r w:rsidR="004851C8">
        <w:rPr>
          <w:rtl/>
          <w:lang w:bidi="fa-IR"/>
        </w:rPr>
        <w:t>.</w:t>
      </w:r>
      <w:r>
        <w:rPr>
          <w:rFonts w:hint="cs"/>
          <w:rtl/>
          <w:lang w:bidi="fa-IR"/>
        </w:rPr>
        <w:t>»</w:t>
      </w:r>
      <w:r w:rsidR="00E8659C" w:rsidRPr="00E8659C">
        <w:rPr>
          <w:rtl/>
          <w:lang w:bidi="fa-IR"/>
        </w:rPr>
        <w:t xml:space="preserve"> </w:t>
      </w:r>
      <w:r w:rsidR="00E8659C" w:rsidRPr="006249D9">
        <w:rPr>
          <w:rStyle w:val="libFootnotenumChar"/>
          <w:rtl/>
        </w:rPr>
        <w:t>(</w:t>
      </w:r>
      <w:r w:rsidR="00256F60" w:rsidRPr="006249D9">
        <w:rPr>
          <w:rStyle w:val="libFootnotenumChar"/>
          <w:rtl/>
        </w:rPr>
        <w:t>1</w:t>
      </w:r>
      <w:r w:rsidR="00506E9B" w:rsidRPr="006249D9">
        <w:rPr>
          <w:rStyle w:val="libFootnotenumChar"/>
          <w:rtl/>
        </w:rPr>
        <w:t>57</w:t>
      </w:r>
      <w:r w:rsidR="00E8659C" w:rsidRPr="006249D9">
        <w:rPr>
          <w:rStyle w:val="libFootnotenumChar"/>
          <w:rtl/>
        </w:rPr>
        <w:t>)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روز انتقام بر ستمگر</w:t>
      </w:r>
      <w:r w:rsidR="004851C8">
        <w:rPr>
          <w:rtl/>
          <w:lang w:bidi="fa-IR"/>
        </w:rPr>
        <w:t>،</w:t>
      </w:r>
      <w:r w:rsidR="00FD5EE5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شديدتر از روزگار ظلم و ستم بر ستم كش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باشد</w:t>
      </w:r>
      <w:r w:rsidR="004851C8">
        <w:rPr>
          <w:rtl/>
          <w:lang w:bidi="fa-IR"/>
        </w:rPr>
        <w:t>.</w:t>
      </w:r>
    </w:p>
    <w:p w:rsidR="00E8659C" w:rsidRPr="00E8659C" w:rsidRDefault="00E8659C" w:rsidP="00FD5EE5">
      <w:pPr>
        <w:pStyle w:val="libBold1"/>
        <w:rPr>
          <w:lang w:bidi="fa-IR"/>
        </w:rPr>
      </w:pPr>
      <w:r w:rsidRPr="00E8659C">
        <w:rPr>
          <w:rtl/>
          <w:lang w:bidi="fa-IR"/>
        </w:rPr>
        <w:t>شرح كوتاه</w:t>
      </w:r>
      <w:r w:rsidR="004851C8">
        <w:rPr>
          <w:rtl/>
          <w:lang w:bidi="fa-IR"/>
        </w:rPr>
        <w:t>: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ظلم و ستم بر هرفرد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ناروا و ناخوشايند است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آنجاي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هر عمل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عكس العمل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دارد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</w:t>
      </w:r>
      <w:r w:rsidR="00620561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ظلم نيز اثر طبيع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خود را در</w:t>
      </w:r>
      <w:r w:rsidR="00620561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برخواهد داشت و روزگار پس گرفتن نتيجه ظلم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به خود</w:t>
      </w:r>
      <w:r w:rsidR="00620561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ستمگر نيز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باز خواهد گشت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از آن رو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روز انتقام شديدتر از روز زور و ظلم خواهد</w:t>
      </w:r>
      <w:r w:rsidR="00FD5EE5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بود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چون مظلوم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معمولا عادت تحمل ظلم را بر خود تحميل نموده است و خود را در</w:t>
      </w:r>
      <w:r w:rsidR="00620561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برابر ستم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بردبار و </w:t>
      </w:r>
      <w:r w:rsidRPr="00E8659C">
        <w:rPr>
          <w:rtl/>
          <w:lang w:bidi="fa-IR"/>
        </w:rPr>
        <w:lastRenderedPageBreak/>
        <w:t>مصون جلوه گر ساخته است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ستمگر هرگز به چنين ستمها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تندر نداده و گرفتار اين قبيل آزارها و اذيتها نگرديده است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از اينرو روياروي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او</w:t>
      </w:r>
      <w:r w:rsidR="004851C8">
        <w:rPr>
          <w:rtl/>
          <w:lang w:bidi="fa-IR"/>
        </w:rPr>
        <w:t>،</w:t>
      </w:r>
      <w:r w:rsidR="00620561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با نتيج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طبيع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عمل ناروا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خيل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شديدتر و سخت تر و شكننده تر خواهد بود</w:t>
      </w:r>
      <w:r w:rsidR="004851C8">
        <w:rPr>
          <w:rtl/>
          <w:lang w:bidi="fa-IR"/>
        </w:rPr>
        <w:t>.</w:t>
      </w:r>
    </w:p>
    <w:p w:rsidR="00E8659C" w:rsidRPr="00E8659C" w:rsidRDefault="00256F60" w:rsidP="00620561">
      <w:pPr>
        <w:pStyle w:val="libBold1"/>
        <w:rPr>
          <w:lang w:bidi="fa-IR"/>
        </w:rPr>
      </w:pPr>
      <w:r>
        <w:rPr>
          <w:rtl/>
          <w:lang w:bidi="fa-IR"/>
        </w:rPr>
        <w:t>1</w:t>
      </w:r>
      <w:r w:rsidR="00506E9B">
        <w:rPr>
          <w:rtl/>
          <w:lang w:bidi="fa-IR"/>
        </w:rPr>
        <w:t>4</w:t>
      </w:r>
      <w:r w:rsidR="00E8659C" w:rsidRPr="00E8659C">
        <w:rPr>
          <w:rtl/>
          <w:lang w:bidi="fa-IR"/>
        </w:rPr>
        <w:t>. فضايل انسان</w:t>
      </w:r>
      <w:r w:rsidR="00F456F0">
        <w:rPr>
          <w:rtl/>
          <w:lang w:bidi="fa-IR"/>
        </w:rPr>
        <w:t xml:space="preserve">ی </w:t>
      </w:r>
    </w:p>
    <w:p w:rsidR="002C70F1" w:rsidRDefault="002C70F1" w:rsidP="00E8659C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E8659C" w:rsidRPr="002C70F1">
        <w:rPr>
          <w:rStyle w:val="libHadeesChar"/>
          <w:rtl/>
        </w:rPr>
        <w:t>من وثق بالله أراه السرور</w:t>
      </w:r>
      <w:r w:rsidR="004851C8" w:rsidRPr="002C70F1">
        <w:rPr>
          <w:rStyle w:val="libHadeesChar"/>
          <w:rtl/>
        </w:rPr>
        <w:t>،</w:t>
      </w:r>
      <w:r w:rsidR="00E8659C" w:rsidRPr="002C70F1">
        <w:rPr>
          <w:rStyle w:val="libHadeesChar"/>
          <w:rtl/>
        </w:rPr>
        <w:t xml:space="preserve"> ومن توكل عل</w:t>
      </w:r>
      <w:r w:rsidR="00F456F0" w:rsidRPr="002C70F1">
        <w:rPr>
          <w:rStyle w:val="libHadeesChar"/>
          <w:rtl/>
        </w:rPr>
        <w:t xml:space="preserve">ی </w:t>
      </w:r>
      <w:r w:rsidR="00E8659C" w:rsidRPr="002C70F1">
        <w:rPr>
          <w:rStyle w:val="libHadeesChar"/>
          <w:rtl/>
        </w:rPr>
        <w:t>الله كفاه الامور</w:t>
      </w:r>
      <w:r w:rsidR="004851C8" w:rsidRPr="002C70F1">
        <w:rPr>
          <w:rStyle w:val="libHadeesChar"/>
          <w:rtl/>
        </w:rPr>
        <w:t>،</w:t>
      </w:r>
      <w:r w:rsidR="00E8659C" w:rsidRPr="002C70F1">
        <w:rPr>
          <w:rStyle w:val="libHadeesChar"/>
          <w:rtl/>
        </w:rPr>
        <w:t>والثقة بالله حصن لايتحصن فيه الا المؤمن</w:t>
      </w:r>
      <w:r w:rsidR="004851C8" w:rsidRPr="002C70F1">
        <w:rPr>
          <w:rStyle w:val="libHadeesChar"/>
          <w:rtl/>
        </w:rPr>
        <w:t>،</w:t>
      </w:r>
      <w:r w:rsidR="00E8659C" w:rsidRPr="002C70F1">
        <w:rPr>
          <w:rStyle w:val="libHadeesChar"/>
          <w:rtl/>
        </w:rPr>
        <w:t xml:space="preserve"> والتوكل عل</w:t>
      </w:r>
      <w:r w:rsidR="00F456F0" w:rsidRPr="002C70F1">
        <w:rPr>
          <w:rStyle w:val="libHadeesChar"/>
          <w:rtl/>
        </w:rPr>
        <w:t xml:space="preserve">ی </w:t>
      </w:r>
      <w:r w:rsidR="00E8659C" w:rsidRPr="002C70F1">
        <w:rPr>
          <w:rStyle w:val="libHadeesChar"/>
          <w:rtl/>
        </w:rPr>
        <w:t>الله نجاة من كل سوء وحرزمن كل عدة</w:t>
      </w:r>
      <w:r w:rsidR="004851C8" w:rsidRPr="002C70F1">
        <w:rPr>
          <w:rStyle w:val="libHadeesChar"/>
          <w:rtl/>
        </w:rPr>
        <w:t>.</w:t>
      </w:r>
      <w:r w:rsidR="00E8659C" w:rsidRPr="002C70F1">
        <w:rPr>
          <w:rStyle w:val="libHadeesChar"/>
          <w:rtl/>
        </w:rPr>
        <w:t xml:space="preserve"> والدين عز والعلم كنز</w:t>
      </w:r>
      <w:r w:rsidR="004851C8" w:rsidRPr="002C70F1">
        <w:rPr>
          <w:rStyle w:val="libHadeesChar"/>
          <w:rtl/>
        </w:rPr>
        <w:t>،</w:t>
      </w:r>
      <w:r w:rsidR="00E8659C" w:rsidRPr="002C70F1">
        <w:rPr>
          <w:rStyle w:val="libHadeesChar"/>
          <w:rtl/>
        </w:rPr>
        <w:t xml:space="preserve"> والصمت نور</w:t>
      </w:r>
      <w:r w:rsidR="004851C8" w:rsidRPr="002C70F1">
        <w:rPr>
          <w:rStyle w:val="libHadeesChar"/>
          <w:rtl/>
        </w:rPr>
        <w:t>،</w:t>
      </w:r>
      <w:r w:rsidR="00E8659C" w:rsidRPr="002C70F1">
        <w:rPr>
          <w:rStyle w:val="libHadeesChar"/>
          <w:rtl/>
        </w:rPr>
        <w:t xml:space="preserve"> وغاية الزهد</w:t>
      </w:r>
      <w:r w:rsidR="004851C8" w:rsidRPr="002C70F1">
        <w:rPr>
          <w:rStyle w:val="libHadeesChar"/>
          <w:rtl/>
        </w:rPr>
        <w:t>،</w:t>
      </w:r>
      <w:r w:rsidR="00E8659C" w:rsidRPr="002C70F1">
        <w:rPr>
          <w:rStyle w:val="libHadeesChar"/>
          <w:rtl/>
        </w:rPr>
        <w:t xml:space="preserve"> الورع</w:t>
      </w:r>
      <w:r w:rsidR="004851C8" w:rsidRPr="002C70F1">
        <w:rPr>
          <w:rStyle w:val="libHadeesChar"/>
          <w:rtl/>
        </w:rPr>
        <w:t>،</w:t>
      </w:r>
      <w:r w:rsidR="00E8659C" w:rsidRPr="002C70F1">
        <w:rPr>
          <w:rStyle w:val="libHadeesChar"/>
          <w:rtl/>
        </w:rPr>
        <w:t xml:space="preserve"> ولا هدمللدين مثل البدع</w:t>
      </w:r>
      <w:r w:rsidR="004851C8" w:rsidRPr="002C70F1">
        <w:rPr>
          <w:rStyle w:val="libHadeesChar"/>
          <w:rtl/>
        </w:rPr>
        <w:t>،</w:t>
      </w:r>
      <w:r w:rsidR="00E8659C" w:rsidRPr="002C70F1">
        <w:rPr>
          <w:rStyle w:val="libHadeesChar"/>
          <w:rtl/>
        </w:rPr>
        <w:t xml:space="preserve"> ولا أفسد للرجال</w:t>
      </w:r>
      <w:r w:rsidR="004851C8" w:rsidRPr="002C70F1">
        <w:rPr>
          <w:rStyle w:val="libHadeesChar"/>
          <w:rtl/>
        </w:rPr>
        <w:t>،</w:t>
      </w:r>
      <w:r w:rsidR="00E8659C" w:rsidRPr="002C70F1">
        <w:rPr>
          <w:rStyle w:val="libHadeesChar"/>
          <w:rtl/>
        </w:rPr>
        <w:t xml:space="preserve"> من الطمع</w:t>
      </w:r>
      <w:r w:rsidR="004851C8" w:rsidRPr="002C70F1">
        <w:rPr>
          <w:rStyle w:val="libHadeesChar"/>
          <w:rtl/>
        </w:rPr>
        <w:t>،</w:t>
      </w:r>
      <w:r w:rsidR="00E8659C" w:rsidRPr="002C70F1">
        <w:rPr>
          <w:rStyle w:val="libHadeesChar"/>
          <w:rtl/>
        </w:rPr>
        <w:t xml:space="preserve"> وبالراع</w:t>
      </w:r>
      <w:r w:rsidR="00F456F0" w:rsidRPr="002C70F1">
        <w:rPr>
          <w:rStyle w:val="libHadeesChar"/>
          <w:rtl/>
        </w:rPr>
        <w:t>ی</w:t>
      </w:r>
      <w:r w:rsidR="005631DD" w:rsidRPr="002C70F1">
        <w:rPr>
          <w:rStyle w:val="libHadeesChar"/>
          <w:rtl/>
        </w:rPr>
        <w:t>،</w:t>
      </w:r>
      <w:r w:rsidR="00E8659C" w:rsidRPr="002C70F1">
        <w:rPr>
          <w:rStyle w:val="libHadeesChar"/>
          <w:rtl/>
        </w:rPr>
        <w:t xml:space="preserve"> تصلح الرعية</w:t>
      </w:r>
      <w:r w:rsidR="004851C8">
        <w:rPr>
          <w:rtl/>
          <w:lang w:bidi="fa-IR"/>
        </w:rPr>
        <w:t>.</w:t>
      </w:r>
      <w:r>
        <w:rPr>
          <w:rFonts w:hint="cs"/>
          <w:rtl/>
          <w:lang w:bidi="fa-IR"/>
        </w:rPr>
        <w:t>»</w:t>
      </w:r>
    </w:p>
    <w:p w:rsidR="002C70F1" w:rsidRDefault="00E8659C" w:rsidP="00E8659C">
      <w:pPr>
        <w:pStyle w:val="libNormal"/>
        <w:rPr>
          <w:rFonts w:hint="cs"/>
          <w:rtl/>
          <w:lang w:bidi="fa-IR"/>
        </w:rPr>
      </w:pPr>
      <w:r w:rsidRPr="00E8659C">
        <w:rPr>
          <w:rtl/>
          <w:lang w:bidi="fa-IR"/>
        </w:rPr>
        <w:t>سرور</w:t>
      </w:r>
      <w:r w:rsidR="002C70F1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واقع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تنها با تكيه و اعتماد بر لطف خدا است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توكل و اعتماد بر خداوند موجبكفايت امور است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تكيه و اعتماد بر خداوند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قلع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محكم هر فرد مؤمن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است كه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تواند او را از هر ناروا و بد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نجات دهد و از شر هر دشمن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مصون و محفوظ نگهدارد</w:t>
      </w:r>
      <w:r w:rsidR="004851C8">
        <w:rPr>
          <w:rtl/>
          <w:lang w:bidi="fa-IR"/>
        </w:rPr>
        <w:t>.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عزت و سربلند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واقع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تنها مرهون عمل به احكام دين است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كنز واقع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علم ودانش است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سكوت در برابر معصيت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نور اله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است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نتيجه 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زهد وورع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پرهيز از گناهاست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هيچ امر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شالود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دين را همانند بدعت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ويران نم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سازد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هيچ چيز همانندطمع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تباهگر شخصيت انسان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نيست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رشد و صلاح هر ملت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با رهبر و رئيس ملت است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256F60" w:rsidRPr="006249D9">
        <w:rPr>
          <w:rStyle w:val="libFootnotenumChar"/>
          <w:rtl/>
        </w:rPr>
        <w:t>1</w:t>
      </w:r>
      <w:r w:rsidR="00506E9B" w:rsidRPr="006249D9">
        <w:rPr>
          <w:rStyle w:val="libFootnotenumChar"/>
          <w:rtl/>
        </w:rPr>
        <w:t>5</w:t>
      </w:r>
      <w:r w:rsidR="00A35C10" w:rsidRPr="006249D9">
        <w:rPr>
          <w:rStyle w:val="libFootnotenumChar"/>
          <w:rtl/>
        </w:rPr>
        <w:t>8</w:t>
      </w:r>
      <w:r w:rsidRPr="006249D9">
        <w:rPr>
          <w:rStyle w:val="libFootnotenumChar"/>
          <w:rtl/>
        </w:rPr>
        <w:t>)</w:t>
      </w:r>
    </w:p>
    <w:p w:rsidR="00E8659C" w:rsidRPr="00E8659C" w:rsidRDefault="00256F60" w:rsidP="002C70F1">
      <w:pPr>
        <w:pStyle w:val="libBold1"/>
        <w:rPr>
          <w:lang w:bidi="fa-IR"/>
        </w:rPr>
      </w:pPr>
      <w:r>
        <w:rPr>
          <w:rtl/>
          <w:lang w:bidi="fa-IR"/>
        </w:rPr>
        <w:t>1</w:t>
      </w:r>
      <w:r w:rsidR="00506E9B">
        <w:rPr>
          <w:rtl/>
          <w:lang w:bidi="fa-IR"/>
        </w:rPr>
        <w:t>5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عمل جاهل</w:t>
      </w:r>
    </w:p>
    <w:p w:rsidR="00E8659C" w:rsidRPr="00E8659C" w:rsidRDefault="0023485F" w:rsidP="00E8659C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E8659C" w:rsidRPr="0023485F">
        <w:rPr>
          <w:rStyle w:val="libHadeesChar"/>
          <w:rtl/>
        </w:rPr>
        <w:t>من انقطع ال</w:t>
      </w:r>
      <w:r w:rsidR="00F456F0" w:rsidRPr="0023485F">
        <w:rPr>
          <w:rStyle w:val="libHadeesChar"/>
          <w:rtl/>
        </w:rPr>
        <w:t xml:space="preserve">ی </w:t>
      </w:r>
      <w:r w:rsidR="00E8659C" w:rsidRPr="0023485F">
        <w:rPr>
          <w:rStyle w:val="libHadeesChar"/>
          <w:rtl/>
        </w:rPr>
        <w:t>غير الله وكله الله اليه</w:t>
      </w:r>
      <w:r w:rsidR="004851C8" w:rsidRPr="0023485F">
        <w:rPr>
          <w:rStyle w:val="libHadeesChar"/>
          <w:rtl/>
        </w:rPr>
        <w:t>،</w:t>
      </w:r>
      <w:r w:rsidR="00E8659C" w:rsidRPr="0023485F">
        <w:rPr>
          <w:rStyle w:val="libHadeesChar"/>
          <w:rtl/>
        </w:rPr>
        <w:t xml:space="preserve"> و من عمل عل</w:t>
      </w:r>
      <w:r w:rsidR="00F456F0" w:rsidRPr="0023485F">
        <w:rPr>
          <w:rStyle w:val="libHadeesChar"/>
          <w:rtl/>
        </w:rPr>
        <w:t xml:space="preserve">ی </w:t>
      </w:r>
      <w:r w:rsidR="00E8659C" w:rsidRPr="0023485F">
        <w:rPr>
          <w:rStyle w:val="libHadeesChar"/>
          <w:rtl/>
        </w:rPr>
        <w:t>غير علم ماأفسد اكثر مما يصلح</w:t>
      </w:r>
      <w:r w:rsidR="004851C8">
        <w:rPr>
          <w:rtl/>
          <w:lang w:bidi="fa-IR"/>
        </w:rPr>
        <w:t>.</w:t>
      </w:r>
      <w:r>
        <w:rPr>
          <w:rFonts w:hint="cs"/>
          <w:rtl/>
          <w:lang w:bidi="fa-IR"/>
        </w:rPr>
        <w:t>»</w:t>
      </w:r>
      <w:r w:rsidR="00E8659C" w:rsidRPr="00E8659C">
        <w:rPr>
          <w:rtl/>
          <w:lang w:bidi="fa-IR"/>
        </w:rPr>
        <w:t xml:space="preserve"> </w:t>
      </w:r>
      <w:r w:rsidR="00E8659C" w:rsidRPr="006249D9">
        <w:rPr>
          <w:rStyle w:val="libFootnotenumChar"/>
          <w:rtl/>
        </w:rPr>
        <w:t>(</w:t>
      </w:r>
      <w:r w:rsidR="00256F60" w:rsidRPr="006249D9">
        <w:rPr>
          <w:rStyle w:val="libFootnotenumChar"/>
          <w:rtl/>
        </w:rPr>
        <w:t>1</w:t>
      </w:r>
      <w:r w:rsidR="00506E9B" w:rsidRPr="006249D9">
        <w:rPr>
          <w:rStyle w:val="libFootnotenumChar"/>
          <w:rtl/>
        </w:rPr>
        <w:t>5</w:t>
      </w:r>
      <w:r w:rsidR="003D2C90" w:rsidRPr="006249D9">
        <w:rPr>
          <w:rStyle w:val="libFootnotenumChar"/>
          <w:rtl/>
        </w:rPr>
        <w:t>9</w:t>
      </w:r>
      <w:r w:rsidR="00E8659C" w:rsidRPr="006249D9">
        <w:rPr>
          <w:rStyle w:val="libFootnotenumChar"/>
          <w:rtl/>
        </w:rPr>
        <w:t>)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هر آن كس كه جز پروردگار عالم بر ديگر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بپيوندد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خداوند متعال امور او را بر او</w:t>
      </w:r>
      <w:r w:rsidR="0023485F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واگذار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كند و رشته</w:t>
      </w:r>
      <w:r w:rsidR="00164EC6">
        <w:rPr>
          <w:rtl/>
          <w:lang w:bidi="fa-IR"/>
        </w:rPr>
        <w:t xml:space="preserve"> ‌</w:t>
      </w:r>
      <w:r w:rsidRPr="00E8659C">
        <w:rPr>
          <w:rtl/>
          <w:lang w:bidi="fa-IR"/>
        </w:rPr>
        <w:t>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پيوند با خود را قطع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كند و هر آن كس كه بدون علم و</w:t>
      </w:r>
      <w:r w:rsidR="0023485F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آگاه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كار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را شروع كند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فساد و تبهكار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او خيل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بيشتر از اصلاح و آبادان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اوخواهد بود كه در نظر گرفته است</w:t>
      </w:r>
      <w:r w:rsidR="004851C8">
        <w:rPr>
          <w:rtl/>
          <w:lang w:bidi="fa-IR"/>
        </w:rPr>
        <w:t>.</w:t>
      </w:r>
    </w:p>
    <w:p w:rsidR="00E8659C" w:rsidRPr="00E8659C" w:rsidRDefault="00E8659C" w:rsidP="0023485F">
      <w:pPr>
        <w:pStyle w:val="libBold1"/>
        <w:rPr>
          <w:lang w:bidi="fa-IR"/>
        </w:rPr>
      </w:pPr>
      <w:r w:rsidRPr="00E8659C">
        <w:rPr>
          <w:rtl/>
          <w:lang w:bidi="fa-IR"/>
        </w:rPr>
        <w:t>شرح كوتاه</w:t>
      </w:r>
      <w:r w:rsidR="004851C8">
        <w:rPr>
          <w:rtl/>
          <w:lang w:bidi="fa-IR"/>
        </w:rPr>
        <w:t>: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lastRenderedPageBreak/>
        <w:t>هر رشته متخصص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دارد كه بدون نظر ومشورت او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كار صورت درست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به خود نم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گيرد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متخصصين علوم اله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انبياء وپيشوايان معصوم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و اوليا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خدا هستند كه ب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راهنماي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آنان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>فساد بيشتر از صلاح خواهد بود</w:t>
      </w:r>
      <w:r w:rsidR="004851C8">
        <w:rPr>
          <w:rtl/>
          <w:lang w:bidi="fa-IR"/>
        </w:rPr>
        <w:t>.</w:t>
      </w:r>
    </w:p>
    <w:p w:rsidR="00E8659C" w:rsidRPr="00E8659C" w:rsidRDefault="00256F60" w:rsidP="0023485F">
      <w:pPr>
        <w:pStyle w:val="libBold1"/>
        <w:rPr>
          <w:lang w:bidi="fa-IR"/>
        </w:rPr>
      </w:pPr>
      <w:r>
        <w:rPr>
          <w:rtl/>
          <w:lang w:bidi="fa-IR"/>
        </w:rPr>
        <w:t>1</w:t>
      </w:r>
      <w:r w:rsidR="00506E9B">
        <w:rPr>
          <w:rtl/>
          <w:lang w:bidi="fa-IR"/>
        </w:rPr>
        <w:t>6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روشناي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دين</w:t>
      </w:r>
    </w:p>
    <w:p w:rsidR="00E8659C" w:rsidRPr="00E8659C" w:rsidRDefault="00E8659C" w:rsidP="0023485F">
      <w:pPr>
        <w:pStyle w:val="libNormal"/>
        <w:rPr>
          <w:lang w:bidi="fa-IR"/>
        </w:rPr>
      </w:pPr>
      <w:r w:rsidRPr="00E8659C">
        <w:rPr>
          <w:rtl/>
          <w:lang w:bidi="fa-IR"/>
        </w:rPr>
        <w:t>عن اب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جعفر الثان</w:t>
      </w:r>
      <w:r w:rsidR="00F456F0">
        <w:rPr>
          <w:rtl/>
          <w:lang w:bidi="fa-IR"/>
        </w:rPr>
        <w:t xml:space="preserve">ی </w:t>
      </w:r>
      <w:r w:rsidR="00366A7F" w:rsidRPr="00366A7F">
        <w:rPr>
          <w:rStyle w:val="libAlaemChar"/>
          <w:rtl/>
        </w:rPr>
        <w:t>عليها‌السلام‌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قال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قال أميرالمؤمنين قال رسول الله</w:t>
      </w:r>
      <w:r w:rsidR="0023485F">
        <w:rPr>
          <w:rFonts w:hint="cs"/>
          <w:rtl/>
          <w:lang w:bidi="fa-IR"/>
        </w:rPr>
        <w:t xml:space="preserve"> </w:t>
      </w:r>
      <w:r w:rsidR="00E954A2" w:rsidRPr="00E954A2">
        <w:rPr>
          <w:rStyle w:val="libAlaemChar"/>
          <w:rtl/>
        </w:rPr>
        <w:t>صلى‌الله‌عليه‌وآله‌وسلم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</w:t>
      </w:r>
      <w:r w:rsidR="0023485F">
        <w:rPr>
          <w:rFonts w:hint="cs"/>
          <w:rtl/>
          <w:lang w:bidi="fa-IR"/>
        </w:rPr>
        <w:t>«</w:t>
      </w:r>
      <w:r w:rsidRPr="0023485F">
        <w:rPr>
          <w:rStyle w:val="libHadeesChar"/>
          <w:rtl/>
        </w:rPr>
        <w:t>إن الله خلق الأسلام فجعل لهعرصة وجعل له نورا وجعل له حصنا وجعل له ناصرا فأما غرصبته فالقرآن واما نورهفالحكمه واما حصنه فالمعروف واما انصاره فأنا واهل بيت</w:t>
      </w:r>
      <w:r w:rsidR="00F456F0" w:rsidRPr="0023485F">
        <w:rPr>
          <w:rStyle w:val="libHadeesChar"/>
          <w:rtl/>
        </w:rPr>
        <w:t xml:space="preserve">ی </w:t>
      </w:r>
      <w:r w:rsidRPr="0023485F">
        <w:rPr>
          <w:rStyle w:val="libHadeesChar"/>
          <w:rtl/>
        </w:rPr>
        <w:t>و شيعتنا</w:t>
      </w:r>
      <w:r w:rsidR="004851C8">
        <w:rPr>
          <w:rtl/>
          <w:lang w:bidi="fa-IR"/>
        </w:rPr>
        <w:t>.</w:t>
      </w:r>
      <w:r w:rsidR="0023485F">
        <w:rPr>
          <w:rFonts w:hint="cs"/>
          <w:rtl/>
          <w:lang w:bidi="fa-IR"/>
        </w:rPr>
        <w:t xml:space="preserve">» </w:t>
      </w:r>
      <w:r w:rsidRPr="006249D9">
        <w:rPr>
          <w:rStyle w:val="libFootnotenumChar"/>
          <w:rtl/>
        </w:rPr>
        <w:t>(</w:t>
      </w:r>
      <w:r w:rsidR="00256F60" w:rsidRPr="006249D9">
        <w:rPr>
          <w:rStyle w:val="libFootnotenumChar"/>
          <w:rtl/>
        </w:rPr>
        <w:t>1</w:t>
      </w:r>
      <w:r w:rsidR="00506E9B" w:rsidRPr="006249D9">
        <w:rPr>
          <w:rStyle w:val="libFootnotenumChar"/>
          <w:rtl/>
        </w:rPr>
        <w:t>6</w:t>
      </w:r>
      <w:r w:rsidR="009072C7" w:rsidRPr="006249D9">
        <w:rPr>
          <w:rStyle w:val="libFootnotenumChar"/>
          <w:rtl/>
        </w:rPr>
        <w:t>0</w:t>
      </w:r>
      <w:r w:rsidRPr="006249D9">
        <w:rPr>
          <w:rStyle w:val="libFootnotenumChar"/>
          <w:rtl/>
        </w:rPr>
        <w:t>)</w:t>
      </w:r>
    </w:p>
    <w:p w:rsidR="00E8659C" w:rsidRPr="00E8659C" w:rsidRDefault="00E8659C" w:rsidP="0023485F">
      <w:pPr>
        <w:pStyle w:val="libBold1"/>
        <w:rPr>
          <w:lang w:bidi="fa-IR"/>
        </w:rPr>
      </w:pPr>
      <w:r w:rsidRPr="00E8659C">
        <w:rPr>
          <w:rtl/>
          <w:lang w:bidi="fa-IR"/>
        </w:rPr>
        <w:t>شرح كوتاه</w:t>
      </w:r>
      <w:r w:rsidR="004851C8">
        <w:rPr>
          <w:rtl/>
          <w:lang w:bidi="fa-IR"/>
        </w:rPr>
        <w:t>:</w:t>
      </w:r>
    </w:p>
    <w:p w:rsidR="00E8659C" w:rsidRPr="00E8659C" w:rsidRDefault="00E8659C" w:rsidP="0023485F">
      <w:pPr>
        <w:pStyle w:val="libNormal"/>
        <w:rPr>
          <w:lang w:bidi="fa-IR"/>
        </w:rPr>
      </w:pPr>
      <w:r w:rsidRPr="00E8659C">
        <w:rPr>
          <w:rtl/>
          <w:lang w:bidi="fa-IR"/>
        </w:rPr>
        <w:t xml:space="preserve">امام جواد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از پدر بزرگوارش و ايشان از جدش روايتم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كند كه أمير المؤمنين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فرمودند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رسول خدا </w:t>
      </w:r>
      <w:r w:rsidR="0023485F" w:rsidRPr="00E954A2">
        <w:rPr>
          <w:rStyle w:val="libAlaemChar"/>
          <w:rtl/>
        </w:rPr>
        <w:t>صلى‌الله‌عليه‌وآله‌وسلم</w:t>
      </w:r>
      <w:r w:rsidRPr="00E8659C">
        <w:rPr>
          <w:rtl/>
          <w:lang w:bidi="fa-IR"/>
        </w:rPr>
        <w:t xml:space="preserve"> فرمودند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همانا خداوند اسلام را آفريد و برا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آن عرصه و روشناي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وقلع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محكم و يار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كنندگان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قرار داد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اما ميدان آن قرآن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روشناي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آن حكت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وقلع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آن احسان است و يار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كنندگان آن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من و اهل بيتم و شيعيان ما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باشند</w:t>
      </w:r>
      <w:r w:rsidR="004851C8">
        <w:rPr>
          <w:rtl/>
          <w:lang w:bidi="fa-IR"/>
        </w:rPr>
        <w:t>.</w:t>
      </w:r>
    </w:p>
    <w:p w:rsidR="00E8659C" w:rsidRPr="00E8659C" w:rsidRDefault="00256F60" w:rsidP="0023485F">
      <w:pPr>
        <w:pStyle w:val="libBold1"/>
        <w:rPr>
          <w:lang w:bidi="fa-IR"/>
        </w:rPr>
      </w:pPr>
      <w:r>
        <w:rPr>
          <w:rtl/>
          <w:lang w:bidi="fa-IR"/>
        </w:rPr>
        <w:t>1</w:t>
      </w:r>
      <w:r w:rsidR="00506E9B">
        <w:rPr>
          <w:rtl/>
          <w:lang w:bidi="fa-IR"/>
        </w:rPr>
        <w:t>7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چهار اندرز جاودان</w:t>
      </w:r>
    </w:p>
    <w:p w:rsidR="00E8659C" w:rsidRPr="00E8659C" w:rsidRDefault="0023485F" w:rsidP="00E8659C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E8659C" w:rsidRPr="0023485F">
        <w:rPr>
          <w:rStyle w:val="libHadeesChar"/>
          <w:rtl/>
        </w:rPr>
        <w:t>كيف يضيع من الله كافله</w:t>
      </w:r>
      <w:r w:rsidR="004851C8" w:rsidRPr="0023485F">
        <w:rPr>
          <w:rStyle w:val="libHadeesChar"/>
          <w:rtl/>
        </w:rPr>
        <w:t>؟</w:t>
      </w:r>
      <w:r w:rsidR="00E8659C" w:rsidRPr="0023485F">
        <w:rPr>
          <w:rStyle w:val="libHadeesChar"/>
          <w:rtl/>
        </w:rPr>
        <w:t xml:space="preserve"> وكيف ينجو من الله طالبه</w:t>
      </w:r>
      <w:r w:rsidR="004851C8" w:rsidRPr="0023485F">
        <w:rPr>
          <w:rStyle w:val="libHadeesChar"/>
          <w:rtl/>
        </w:rPr>
        <w:t>؟</w:t>
      </w:r>
      <w:r w:rsidR="00E8659C" w:rsidRPr="0023485F">
        <w:rPr>
          <w:rStyle w:val="libHadeesChar"/>
          <w:rtl/>
        </w:rPr>
        <w:t xml:space="preserve"> ومن إنقطع ال</w:t>
      </w:r>
      <w:r w:rsidR="00F456F0" w:rsidRPr="0023485F">
        <w:rPr>
          <w:rStyle w:val="libHadeesChar"/>
          <w:rtl/>
        </w:rPr>
        <w:t xml:space="preserve">ی </w:t>
      </w:r>
      <w:r w:rsidR="00E8659C" w:rsidRPr="0023485F">
        <w:rPr>
          <w:rStyle w:val="libHadeesChar"/>
          <w:rtl/>
        </w:rPr>
        <w:t>غير الله وكله اليه</w:t>
      </w:r>
      <w:r w:rsidR="004851C8" w:rsidRPr="0023485F">
        <w:rPr>
          <w:rStyle w:val="libHadeesChar"/>
          <w:rtl/>
        </w:rPr>
        <w:t>،</w:t>
      </w:r>
      <w:r w:rsidR="00E8659C" w:rsidRPr="0023485F">
        <w:rPr>
          <w:rStyle w:val="libHadeesChar"/>
          <w:rtl/>
        </w:rPr>
        <w:t xml:space="preserve"> و من عمل عل</w:t>
      </w:r>
      <w:r w:rsidR="00F456F0" w:rsidRPr="0023485F">
        <w:rPr>
          <w:rStyle w:val="libHadeesChar"/>
          <w:rtl/>
        </w:rPr>
        <w:t xml:space="preserve">ی </w:t>
      </w:r>
      <w:r w:rsidR="00E8659C" w:rsidRPr="0023485F">
        <w:rPr>
          <w:rStyle w:val="libHadeesChar"/>
          <w:rtl/>
        </w:rPr>
        <w:t>غير علم أفسد اكثر مما يصلح</w:t>
      </w:r>
      <w:r w:rsidR="004851C8">
        <w:rPr>
          <w:rtl/>
          <w:lang w:bidi="fa-IR"/>
        </w:rPr>
        <w:t>.</w:t>
      </w:r>
      <w:r>
        <w:rPr>
          <w:rFonts w:hint="cs"/>
          <w:rtl/>
          <w:lang w:bidi="fa-IR"/>
        </w:rPr>
        <w:t>»</w:t>
      </w:r>
      <w:r w:rsidR="00E8659C" w:rsidRPr="00E8659C">
        <w:rPr>
          <w:rtl/>
          <w:lang w:bidi="fa-IR"/>
        </w:rPr>
        <w:t xml:space="preserve"> </w:t>
      </w:r>
      <w:r w:rsidR="00E8659C" w:rsidRPr="006249D9">
        <w:rPr>
          <w:rStyle w:val="libFootnotenumChar"/>
          <w:rtl/>
        </w:rPr>
        <w:t>(</w:t>
      </w:r>
      <w:r w:rsidR="00256F60" w:rsidRPr="006249D9">
        <w:rPr>
          <w:rStyle w:val="libFootnotenumChar"/>
          <w:rtl/>
        </w:rPr>
        <w:t>1</w:t>
      </w:r>
      <w:r w:rsidR="00506E9B" w:rsidRPr="006249D9">
        <w:rPr>
          <w:rStyle w:val="libFootnotenumChar"/>
          <w:rtl/>
        </w:rPr>
        <w:t>6</w:t>
      </w:r>
      <w:r w:rsidR="00256F60" w:rsidRPr="006249D9">
        <w:rPr>
          <w:rStyle w:val="libFootnotenumChar"/>
          <w:rtl/>
        </w:rPr>
        <w:t>1</w:t>
      </w:r>
      <w:r w:rsidR="00E8659C" w:rsidRPr="006249D9">
        <w:rPr>
          <w:rStyle w:val="libFootnotenumChar"/>
          <w:rtl/>
        </w:rPr>
        <w:t>)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چگونه ضايع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گردد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كس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خداوند كفيل او باشد</w:t>
      </w:r>
      <w:r w:rsidR="004851C8">
        <w:rPr>
          <w:rtl/>
          <w:lang w:bidi="fa-IR"/>
        </w:rPr>
        <w:t>؟</w:t>
      </w:r>
      <w:r w:rsidRPr="00E8659C">
        <w:rPr>
          <w:rtl/>
          <w:lang w:bidi="fa-IR"/>
        </w:rPr>
        <w:t xml:space="preserve"> و چگونه نجات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يابد فرد</w:t>
      </w:r>
      <w:r w:rsidR="00D92516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فرار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خداوند جويا</w:t>
      </w:r>
      <w:r w:rsidR="0023485F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گر او باشد</w:t>
      </w:r>
      <w:r w:rsidR="004851C8">
        <w:rPr>
          <w:rtl/>
          <w:lang w:bidi="fa-IR"/>
        </w:rPr>
        <w:t>؟</w:t>
      </w:r>
      <w:r w:rsidRPr="00E8659C">
        <w:rPr>
          <w:rtl/>
          <w:lang w:bidi="fa-IR"/>
        </w:rPr>
        <w:t xml:space="preserve"> آن كه به غير خدا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دلبستگ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داشته باشد خداوند به</w:t>
      </w:r>
      <w:r w:rsidR="00D92516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او وا</w:t>
      </w:r>
      <w:r w:rsidR="00D92516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گذارد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فرد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بدون علم و دانش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گام بردارد فسادگر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او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بيش از اصلاحگر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او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گردد</w:t>
      </w:r>
      <w:r w:rsidR="004851C8">
        <w:rPr>
          <w:rtl/>
          <w:lang w:bidi="fa-IR"/>
        </w:rPr>
        <w:t>.</w:t>
      </w:r>
    </w:p>
    <w:p w:rsidR="00E8659C" w:rsidRPr="00E8659C" w:rsidRDefault="00E8659C" w:rsidP="00D92516">
      <w:pPr>
        <w:pStyle w:val="libBold1"/>
        <w:rPr>
          <w:lang w:bidi="fa-IR"/>
        </w:rPr>
      </w:pPr>
      <w:r w:rsidRPr="00E8659C">
        <w:rPr>
          <w:rtl/>
          <w:lang w:bidi="fa-IR"/>
        </w:rPr>
        <w:t>شرح كوتاه</w:t>
      </w:r>
      <w:r w:rsidR="004851C8">
        <w:rPr>
          <w:rtl/>
          <w:lang w:bidi="fa-IR"/>
        </w:rPr>
        <w:t>:</w:t>
      </w:r>
    </w:p>
    <w:p w:rsidR="00C7638D" w:rsidRDefault="00E8659C" w:rsidP="00E8659C">
      <w:pPr>
        <w:pStyle w:val="libNormal"/>
        <w:rPr>
          <w:rFonts w:hint="cs"/>
          <w:rtl/>
          <w:lang w:bidi="fa-IR"/>
        </w:rPr>
      </w:pPr>
      <w:r w:rsidRPr="00E8659C">
        <w:rPr>
          <w:rtl/>
          <w:lang w:bidi="fa-IR"/>
        </w:rPr>
        <w:t>انسان در زندگ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ماد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با قوانين و مقررات معمول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="00D92516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محدوديتهاي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را برا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خود فراهم ساخته است كه در چارچوب آن مقررات زندگ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كند به</w:t>
      </w:r>
      <w:r w:rsidR="00C7638D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هنگام ارتكاب خلاف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با همان قوانين دستگير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گردد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در صورت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اين قوانين درمحدود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خاص خود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اثر</w:t>
      </w:r>
      <w:r w:rsidR="00C7638D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بخش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دارد و دائر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محدود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را اشغال كرده است</w:t>
      </w:r>
      <w:r w:rsidR="004851C8">
        <w:rPr>
          <w:rtl/>
          <w:lang w:bidi="fa-IR"/>
        </w:rPr>
        <w:t>.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lastRenderedPageBreak/>
        <w:t>خداوند عالمكه خالق بشر و ادار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كنند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عالم هست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در اداره تكوين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تشريع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بشر</w:t>
      </w:r>
      <w:r w:rsidR="004851C8">
        <w:rPr>
          <w:rtl/>
          <w:lang w:bidi="fa-IR"/>
        </w:rPr>
        <w:t>،</w:t>
      </w:r>
      <w:r w:rsidR="00C7638D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قوانين و مقررات فراگير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دارد كه به تمام جنبه</w:t>
      </w:r>
      <w:r w:rsidR="00164EC6">
        <w:rPr>
          <w:rtl/>
          <w:lang w:bidi="fa-IR"/>
        </w:rPr>
        <w:t xml:space="preserve"> ‌</w:t>
      </w:r>
      <w:r w:rsidRPr="00E8659C">
        <w:rPr>
          <w:rtl/>
          <w:lang w:bidi="fa-IR"/>
        </w:rPr>
        <w:t>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زندگ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او احاطه دارد و انسان</w:t>
      </w:r>
      <w:r w:rsidR="00C7638D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منضبط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فرد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است كه خود را با آن قوانين تكوين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تشريع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همدم و همگام سازد و اگرنه اگر فرار كرد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هرگز نم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تواند از دائر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نامحدود پليس اله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خارج گردد به هركجا و به هر سو پا نهد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باز در محدود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حفاظت اله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در دائره استحفاظ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او است وجا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گريز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وجود ندارد</w:t>
      </w:r>
      <w:r w:rsidR="004851C8">
        <w:rPr>
          <w:rtl/>
          <w:lang w:bidi="fa-IR"/>
        </w:rPr>
        <w:t>.</w:t>
      </w:r>
    </w:p>
    <w:p w:rsidR="00E8659C" w:rsidRPr="00E8659C" w:rsidRDefault="00256F60" w:rsidP="00C7638D">
      <w:pPr>
        <w:pStyle w:val="libBold1"/>
        <w:rPr>
          <w:lang w:bidi="fa-IR"/>
        </w:rPr>
      </w:pPr>
      <w:r>
        <w:rPr>
          <w:rtl/>
          <w:lang w:bidi="fa-IR"/>
        </w:rPr>
        <w:t>1</w:t>
      </w:r>
      <w:r w:rsidR="00A35C10">
        <w:rPr>
          <w:rtl/>
          <w:lang w:bidi="fa-IR"/>
        </w:rPr>
        <w:t>8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نيت خالص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باز در همان كتاب نقل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</w:t>
      </w:r>
      <w:r w:rsidR="00C7638D">
        <w:rPr>
          <w:rFonts w:hint="cs"/>
          <w:rtl/>
          <w:lang w:bidi="fa-IR"/>
        </w:rPr>
        <w:t>«</w:t>
      </w:r>
      <w:r w:rsidRPr="00C7638D">
        <w:rPr>
          <w:rStyle w:val="libHadeesChar"/>
          <w:rtl/>
        </w:rPr>
        <w:t>القصد ال</w:t>
      </w:r>
      <w:r w:rsidR="00F456F0" w:rsidRPr="00C7638D">
        <w:rPr>
          <w:rStyle w:val="libHadeesChar"/>
          <w:rtl/>
        </w:rPr>
        <w:t xml:space="preserve">ی </w:t>
      </w:r>
      <w:r w:rsidRPr="00C7638D">
        <w:rPr>
          <w:rStyle w:val="libHadeesChar"/>
          <w:rtl/>
        </w:rPr>
        <w:t>الله تعال</w:t>
      </w:r>
      <w:r w:rsidR="00F456F0" w:rsidRPr="00C7638D">
        <w:rPr>
          <w:rStyle w:val="libHadeesChar"/>
          <w:rtl/>
        </w:rPr>
        <w:t xml:space="preserve">ی </w:t>
      </w:r>
      <w:r w:rsidRPr="00C7638D">
        <w:rPr>
          <w:rStyle w:val="libHadeesChar"/>
          <w:rtl/>
        </w:rPr>
        <w:t>بالقلوب</w:t>
      </w:r>
      <w:r w:rsidR="004851C8" w:rsidRPr="00C7638D">
        <w:rPr>
          <w:rStyle w:val="libHadeesChar"/>
          <w:rtl/>
        </w:rPr>
        <w:t>،</w:t>
      </w:r>
      <w:r w:rsidRPr="00C7638D">
        <w:rPr>
          <w:rStyle w:val="libHadeesChar"/>
          <w:rtl/>
        </w:rPr>
        <w:t>أبلغ من إتعاب الجوارح بالأعمال</w:t>
      </w:r>
      <w:r w:rsidR="004851C8">
        <w:rPr>
          <w:rtl/>
          <w:lang w:bidi="fa-IR"/>
        </w:rPr>
        <w:t>.</w:t>
      </w:r>
      <w:r w:rsidR="00C7638D">
        <w:rPr>
          <w:rFonts w:hint="cs"/>
          <w:rtl/>
          <w:lang w:bidi="fa-IR"/>
        </w:rPr>
        <w:t>»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256F60" w:rsidRPr="006249D9">
        <w:rPr>
          <w:rStyle w:val="libFootnotenumChar"/>
          <w:rtl/>
        </w:rPr>
        <w:t>1</w:t>
      </w:r>
      <w:r w:rsidR="00506E9B" w:rsidRPr="006249D9">
        <w:rPr>
          <w:rStyle w:val="libFootnotenumChar"/>
          <w:rtl/>
        </w:rPr>
        <w:t>6</w:t>
      </w:r>
      <w:r w:rsidR="005631DD" w:rsidRPr="006249D9">
        <w:rPr>
          <w:rStyle w:val="libFootnotenumChar"/>
          <w:rtl/>
        </w:rPr>
        <w:t>2</w:t>
      </w:r>
      <w:r w:rsidRPr="006249D9">
        <w:rPr>
          <w:rStyle w:val="libFootnotenumChar"/>
          <w:rtl/>
        </w:rPr>
        <w:t>)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رو نمودن به سو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خداوند متعال با دلها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وارسته و خالص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بليغ تر از به زحمت افكندناعضا و جوارح بدن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نيت پاك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باشد</w:t>
      </w:r>
      <w:r w:rsidR="004851C8">
        <w:rPr>
          <w:rtl/>
          <w:lang w:bidi="fa-IR"/>
        </w:rPr>
        <w:t>.</w:t>
      </w:r>
    </w:p>
    <w:p w:rsidR="00E8659C" w:rsidRPr="00E8659C" w:rsidRDefault="00E8659C" w:rsidP="00C7638D">
      <w:pPr>
        <w:pStyle w:val="libBold1"/>
        <w:rPr>
          <w:lang w:bidi="fa-IR"/>
        </w:rPr>
      </w:pPr>
      <w:r w:rsidRPr="00E8659C">
        <w:rPr>
          <w:rtl/>
          <w:lang w:bidi="fa-IR"/>
        </w:rPr>
        <w:t>شرح كوتاه</w:t>
      </w:r>
      <w:r w:rsidR="004851C8">
        <w:rPr>
          <w:rtl/>
          <w:lang w:bidi="fa-IR"/>
        </w:rPr>
        <w:t>: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خيل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اعمال عباد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مكلفتوأم با نيت و بستگ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به خلوص آن دارد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نيت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برنام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عمل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تنظيم امور بر وفق خواست شارع مقدس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باشد در اعمال و</w:t>
      </w:r>
      <w:r w:rsidR="008A095B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طاعات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مكلف بيش از جنبه</w:t>
      </w:r>
      <w:r w:rsidR="00164EC6">
        <w:rPr>
          <w:rtl/>
          <w:lang w:bidi="fa-IR"/>
        </w:rPr>
        <w:t xml:space="preserve"> ‌</w:t>
      </w:r>
      <w:r w:rsidRPr="00E8659C">
        <w:rPr>
          <w:rtl/>
          <w:lang w:bidi="fa-IR"/>
        </w:rPr>
        <w:t>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مقدار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جنبه</w:t>
      </w:r>
      <w:r w:rsidR="00164EC6">
        <w:rPr>
          <w:rtl/>
          <w:lang w:bidi="fa-IR"/>
        </w:rPr>
        <w:t xml:space="preserve"> ‌</w:t>
      </w:r>
      <w:r w:rsidRPr="00E8659C">
        <w:rPr>
          <w:rtl/>
          <w:lang w:bidi="fa-IR"/>
        </w:rPr>
        <w:t>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كيف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چگونگ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اعمال مطرح</w:t>
      </w:r>
      <w:r w:rsidR="008A095B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است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عمل وقت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همراه با خلوص نيت گرديد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آنگاه است كه ثمربخش و مفيد خواهد بود نهبه زحمت افكندن بدن بدون نيت خالص</w:t>
      </w:r>
      <w:r w:rsidR="004851C8">
        <w:rPr>
          <w:rtl/>
          <w:lang w:bidi="fa-IR"/>
        </w:rPr>
        <w:t>.</w:t>
      </w:r>
    </w:p>
    <w:p w:rsidR="00E8659C" w:rsidRPr="00E8659C" w:rsidRDefault="00256F60" w:rsidP="008A095B">
      <w:pPr>
        <w:pStyle w:val="libBold1"/>
        <w:rPr>
          <w:lang w:bidi="fa-IR"/>
        </w:rPr>
      </w:pPr>
      <w:r>
        <w:rPr>
          <w:rtl/>
          <w:lang w:bidi="fa-IR"/>
        </w:rPr>
        <w:t>1</w:t>
      </w:r>
      <w:r w:rsidR="003D2C90">
        <w:rPr>
          <w:rtl/>
          <w:lang w:bidi="fa-IR"/>
        </w:rPr>
        <w:t>9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مرثيه برا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پدر و من</w:t>
      </w:r>
    </w:p>
    <w:p w:rsidR="00A03447" w:rsidRDefault="00E8659C" w:rsidP="00E8659C">
      <w:pPr>
        <w:pStyle w:val="libNormal"/>
        <w:rPr>
          <w:rFonts w:hint="cs"/>
          <w:rtl/>
          <w:lang w:bidi="fa-IR"/>
        </w:rPr>
      </w:pPr>
      <w:r w:rsidRPr="00E8659C">
        <w:rPr>
          <w:rtl/>
          <w:lang w:bidi="fa-IR"/>
        </w:rPr>
        <w:t>مرحوم كش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در كتاب رجال خود (ص </w:t>
      </w:r>
      <w:r w:rsidR="00256F60">
        <w:rPr>
          <w:rtl/>
          <w:lang w:bidi="fa-IR"/>
        </w:rPr>
        <w:t>1</w:t>
      </w:r>
      <w:r w:rsidR="00506E9B">
        <w:rPr>
          <w:rtl/>
          <w:lang w:bidi="fa-IR"/>
        </w:rPr>
        <w:t>6</w:t>
      </w:r>
      <w:r w:rsidRPr="00E8659C">
        <w:rPr>
          <w:rtl/>
          <w:lang w:bidi="fa-IR"/>
        </w:rPr>
        <w:t>) روايت كرده است كه</w:t>
      </w:r>
      <w:r w:rsidR="008A095B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ابو طالب قم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گفت</w:t>
      </w:r>
      <w:r w:rsidR="004851C8">
        <w:rPr>
          <w:rtl/>
          <w:lang w:bidi="fa-IR"/>
        </w:rPr>
        <w:t>:</w:t>
      </w:r>
    </w:p>
    <w:p w:rsidR="00A03447" w:rsidRDefault="00E8659C" w:rsidP="00E8659C">
      <w:pPr>
        <w:pStyle w:val="libNormal"/>
        <w:rPr>
          <w:rFonts w:hint="cs"/>
          <w:rtl/>
          <w:lang w:bidi="fa-IR"/>
        </w:rPr>
      </w:pPr>
      <w:r w:rsidRPr="00E8659C">
        <w:rPr>
          <w:rtl/>
          <w:lang w:bidi="fa-IR"/>
        </w:rPr>
        <w:t>نامه 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به امام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نوشتم و در آن چند بيت</w:t>
      </w:r>
      <w:r w:rsidR="008A095B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از ابيات پدرش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امام ابو الحسن عل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بن موس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الرضا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را ياد</w:t>
      </w:r>
      <w:r w:rsidR="008A095B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 xml:space="preserve">كرده بودم و از امام جواد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درخواست كرده بودم تا اجازه دهد تا</w:t>
      </w:r>
      <w:r w:rsidR="008A095B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دربار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خود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شعر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بگويم</w:t>
      </w:r>
      <w:r w:rsidR="004851C8">
        <w:rPr>
          <w:rtl/>
          <w:lang w:bidi="fa-IR"/>
        </w:rPr>
        <w:t>:</w:t>
      </w:r>
    </w:p>
    <w:p w:rsidR="00E8659C" w:rsidRPr="00E8659C" w:rsidRDefault="00E8659C" w:rsidP="00AC6FD8">
      <w:pPr>
        <w:pStyle w:val="libNormal"/>
        <w:rPr>
          <w:lang w:bidi="fa-IR"/>
        </w:rPr>
      </w:pPr>
      <w:r w:rsidRPr="00E8659C">
        <w:rPr>
          <w:rtl/>
          <w:lang w:bidi="fa-IR"/>
        </w:rPr>
        <w:t xml:space="preserve">امام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آن قسمت از نامه را كه اشعار</w:t>
      </w:r>
      <w:r w:rsidR="00A03447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نام</w:t>
      </w:r>
      <w:r w:rsidR="00A03447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برده در آن قيد شده بود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پاره كرده و پيش خود نگه داشته بود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در بالا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قسمت</w:t>
      </w:r>
      <w:r w:rsidR="00A03447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باقيمانده كاغذ نوشته بود قد أحسنت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جزاك الله اخيرا كار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نيكو </w:t>
      </w:r>
      <w:r w:rsidRPr="00E8659C">
        <w:rPr>
          <w:rtl/>
          <w:lang w:bidi="fa-IR"/>
        </w:rPr>
        <w:lastRenderedPageBreak/>
        <w:t>كرده ا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خد</w:t>
      </w:r>
      <w:r w:rsidR="00AC6FD8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ابه تو پاداش نيك ده</w:t>
      </w:r>
      <w:r w:rsidR="00AC6FD8">
        <w:rPr>
          <w:rFonts w:hint="cs"/>
          <w:rtl/>
          <w:lang w:bidi="fa-IR"/>
        </w:rPr>
        <w:t>د</w:t>
      </w:r>
      <w:r w:rsidR="00E12C63">
        <w:rPr>
          <w:rtl/>
          <w:lang w:bidi="fa-IR"/>
        </w:rPr>
        <w:t>!</w:t>
      </w:r>
      <w:r w:rsidRPr="00E8659C">
        <w:rPr>
          <w:rtl/>
          <w:lang w:bidi="fa-IR"/>
        </w:rPr>
        <w:t xml:space="preserve"> او به من اذن داده بود تا برا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پدرش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امام رضا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مرثيه بگويم و افزوده بودند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برا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پدرم و برا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من هم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مرثيه بساز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256F60" w:rsidRPr="006249D9">
        <w:rPr>
          <w:rStyle w:val="libFootnotenumChar"/>
          <w:rtl/>
        </w:rPr>
        <w:t>1</w:t>
      </w:r>
      <w:r w:rsidR="00506E9B" w:rsidRPr="006249D9">
        <w:rPr>
          <w:rStyle w:val="libFootnotenumChar"/>
          <w:rtl/>
        </w:rPr>
        <w:t>6</w:t>
      </w:r>
      <w:r w:rsidR="00FA474B" w:rsidRPr="006249D9">
        <w:rPr>
          <w:rStyle w:val="libFootnotenumChar"/>
          <w:rtl/>
        </w:rPr>
        <w:t>3</w:t>
      </w:r>
      <w:r w:rsidRPr="006249D9">
        <w:rPr>
          <w:rStyle w:val="libFootnotenumChar"/>
          <w:rtl/>
        </w:rPr>
        <w:t>)</w:t>
      </w:r>
    </w:p>
    <w:p w:rsidR="00E8659C" w:rsidRPr="00E8659C" w:rsidRDefault="00E8659C" w:rsidP="0033695F">
      <w:pPr>
        <w:pStyle w:val="libBold1"/>
        <w:rPr>
          <w:lang w:bidi="fa-IR"/>
        </w:rPr>
      </w:pPr>
      <w:r w:rsidRPr="00E8659C">
        <w:rPr>
          <w:rtl/>
          <w:lang w:bidi="fa-IR"/>
        </w:rPr>
        <w:t>شرح كوتاه</w:t>
      </w:r>
      <w:r w:rsidR="004851C8">
        <w:rPr>
          <w:rtl/>
          <w:lang w:bidi="fa-IR"/>
        </w:rPr>
        <w:t>: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اين تعبير و تعليم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بسيار تكان دهنده است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جاي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امام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فرمايند. مصيبت مرا هم نيز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فرياد كن و برا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من هم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مرثيه بساز با اينكه او هنوز زنده</w:t>
      </w:r>
      <w:r w:rsidR="0033695F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است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يعن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امكانات اجتماع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مرا را نا به حقان گرفته اند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رسالتم را پايمال كردهاند از اين ديدگاه چون شهيدان ديگرم</w:t>
      </w:r>
      <w:r w:rsidR="004851C8">
        <w:rPr>
          <w:rtl/>
          <w:lang w:bidi="fa-IR"/>
        </w:rPr>
        <w:t>.</w:t>
      </w:r>
    </w:p>
    <w:p w:rsidR="00E8659C" w:rsidRPr="00E8659C" w:rsidRDefault="005631DD" w:rsidP="0033695F">
      <w:pPr>
        <w:pStyle w:val="libBold1"/>
        <w:rPr>
          <w:lang w:bidi="fa-IR"/>
        </w:rPr>
      </w:pPr>
      <w:r>
        <w:rPr>
          <w:rtl/>
          <w:lang w:bidi="fa-IR"/>
        </w:rPr>
        <w:t>2</w:t>
      </w:r>
      <w:r w:rsidR="009072C7">
        <w:rPr>
          <w:rtl/>
          <w:lang w:bidi="fa-IR"/>
        </w:rPr>
        <w:t>0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اعتماد وتوكل به خدا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هر كس به خدا اعتماد كند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خداوند او را مسرور خواهد ساختو هر كس به خدا توكل كند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خدا در كارها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او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كاف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خواهد بود</w:t>
      </w:r>
      <w:r w:rsidR="004851C8">
        <w:rPr>
          <w:rtl/>
          <w:lang w:bidi="fa-IR"/>
        </w:rPr>
        <w:t>.</w:t>
      </w:r>
    </w:p>
    <w:p w:rsidR="00E8659C" w:rsidRPr="00E8659C" w:rsidRDefault="005631DD" w:rsidP="0033695F">
      <w:pPr>
        <w:pStyle w:val="libBold1"/>
        <w:rPr>
          <w:lang w:bidi="fa-IR"/>
        </w:rPr>
      </w:pPr>
      <w:r>
        <w:rPr>
          <w:rtl/>
          <w:lang w:bidi="fa-IR"/>
        </w:rPr>
        <w:t>2</w:t>
      </w:r>
      <w:r w:rsidR="00256F60">
        <w:rPr>
          <w:rtl/>
          <w:lang w:bidi="fa-IR"/>
        </w:rPr>
        <w:t>1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صبر و پايدار</w:t>
      </w:r>
      <w:r w:rsidR="00F456F0">
        <w:rPr>
          <w:rtl/>
          <w:lang w:bidi="fa-IR"/>
        </w:rPr>
        <w:t xml:space="preserve">ی </w:t>
      </w:r>
    </w:p>
    <w:p w:rsidR="0033695F" w:rsidRDefault="00E8659C" w:rsidP="0033695F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 xml:space="preserve">هر كس صبر را پيشه 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خود سازد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به حقيقت نزديكتر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گردد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وهر كس عيب جوئ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از او عيب جوئ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خواهند كرد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هر كس بد بگويد با او بد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شوند و</w:t>
      </w:r>
      <w:r w:rsidR="0033695F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هر كس درخت تقو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بكارد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ميو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آرزو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خود را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چيند</w:t>
      </w:r>
      <w:r w:rsidR="0033695F">
        <w:rPr>
          <w:rFonts w:hint="cs"/>
          <w:rtl/>
          <w:lang w:bidi="fa-IR"/>
        </w:rPr>
        <w:t>.</w:t>
      </w:r>
    </w:p>
    <w:p w:rsidR="00E8659C" w:rsidRPr="00E8659C" w:rsidRDefault="0033695F" w:rsidP="0033695F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E8659C" w:rsidRPr="0033695F" w:rsidRDefault="00E8659C" w:rsidP="0033695F">
      <w:pPr>
        <w:pStyle w:val="Heading2"/>
        <w:rPr>
          <w:rFonts w:hint="cs"/>
          <w:rtl/>
        </w:rPr>
      </w:pPr>
      <w:bookmarkStart w:id="39" w:name="_Toc487273813"/>
      <w:r w:rsidRPr="00E8659C">
        <w:rPr>
          <w:rtl/>
          <w:lang w:bidi="fa-IR"/>
        </w:rPr>
        <w:t xml:space="preserve">سخنان كوتاه از امام جواد </w:t>
      </w:r>
      <w:r w:rsidR="00366A7F" w:rsidRPr="00366A7F">
        <w:rPr>
          <w:rStyle w:val="libAlaemChar"/>
          <w:rtl/>
        </w:rPr>
        <w:t>عليها‌السلام‌</w:t>
      </w:r>
      <w:bookmarkEnd w:id="39"/>
    </w:p>
    <w:p w:rsidR="007F5FCE" w:rsidRDefault="00256F60" w:rsidP="0033695F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t>1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امام </w:t>
      </w:r>
      <w:r w:rsidR="00366A7F" w:rsidRPr="00366A7F">
        <w:rPr>
          <w:rStyle w:val="libAlaemChar"/>
          <w:rtl/>
        </w:rPr>
        <w:t>عليها‌السلام‌</w:t>
      </w:r>
      <w:r w:rsidR="00E8659C" w:rsidRPr="00E8659C">
        <w:rPr>
          <w:rtl/>
          <w:lang w:bidi="fa-IR"/>
        </w:rPr>
        <w:t xml:space="preserve"> </w:t>
      </w:r>
      <w:r w:rsidR="00E8659C" w:rsidRPr="00296412">
        <w:rPr>
          <w:rStyle w:val="libBold1Char"/>
          <w:rtl/>
        </w:rPr>
        <w:t>دربار</w:t>
      </w:r>
      <w:r w:rsidR="00BB00AB" w:rsidRPr="00296412">
        <w:rPr>
          <w:rStyle w:val="libBold1Char"/>
          <w:rtl/>
        </w:rPr>
        <w:t>ه</w:t>
      </w:r>
      <w:r w:rsidR="00E8659C" w:rsidRPr="00296412">
        <w:rPr>
          <w:rStyle w:val="libBold1Char"/>
          <w:rtl/>
        </w:rPr>
        <w:t xml:space="preserve"> زيارت پدرش</w:t>
      </w:r>
      <w:r w:rsidR="00E8659C" w:rsidRPr="00E8659C">
        <w:rPr>
          <w:rtl/>
          <w:lang w:bidi="fa-IR"/>
        </w:rPr>
        <w:t xml:space="preserve"> </w:t>
      </w:r>
      <w:r w:rsidR="0033695F">
        <w:rPr>
          <w:rFonts w:hint="cs"/>
          <w:rtl/>
          <w:lang w:bidi="fa-IR"/>
        </w:rPr>
        <w:t>(</w:t>
      </w:r>
      <w:r w:rsidR="00E8659C" w:rsidRPr="00E8659C">
        <w:rPr>
          <w:rtl/>
          <w:lang w:bidi="fa-IR"/>
        </w:rPr>
        <w:t xml:space="preserve">حضرت رضا </w:t>
      </w:r>
      <w:r w:rsidR="00366A7F" w:rsidRPr="00366A7F">
        <w:rPr>
          <w:rStyle w:val="libAlaemChar"/>
          <w:rtl/>
        </w:rPr>
        <w:t>عليها‌السلام‌</w:t>
      </w:r>
      <w:r w:rsidR="0033695F">
        <w:rPr>
          <w:rFonts w:hint="cs"/>
          <w:rtl/>
          <w:lang w:bidi="fa-IR"/>
        </w:rPr>
        <w:t>)</w:t>
      </w:r>
      <w:r w:rsidR="00E8659C" w:rsidRPr="00E8659C">
        <w:rPr>
          <w:rtl/>
          <w:lang w:bidi="fa-IR"/>
        </w:rPr>
        <w:t xml:space="preserve"> فرموده است</w:t>
      </w:r>
      <w:r w:rsidR="004851C8">
        <w:rPr>
          <w:rtl/>
          <w:lang w:bidi="fa-IR"/>
        </w:rPr>
        <w:t>:</w:t>
      </w:r>
    </w:p>
    <w:p w:rsidR="00E8659C" w:rsidRPr="00E8659C" w:rsidRDefault="00E8659C" w:rsidP="0033695F">
      <w:pPr>
        <w:pStyle w:val="libNormal"/>
        <w:rPr>
          <w:lang w:bidi="fa-IR"/>
        </w:rPr>
      </w:pPr>
      <w:r w:rsidRPr="00E8659C">
        <w:rPr>
          <w:rtl/>
          <w:lang w:bidi="fa-IR"/>
        </w:rPr>
        <w:t xml:space="preserve">هر كه پدرم امام رضا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را در طوس زيارت كند</w:t>
      </w:r>
      <w:r w:rsidR="00296412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پاداش او بهشت است و در عبارت ديگر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هر كه قبر پدرم را در طوس عارفا بحقه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زيارتكند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از جانب خدا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ضامن بهشت او هستم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256F60" w:rsidRPr="006249D9">
        <w:rPr>
          <w:rStyle w:val="libFootnotenumChar"/>
          <w:rtl/>
        </w:rPr>
        <w:t>1</w:t>
      </w:r>
      <w:r w:rsidR="00506E9B" w:rsidRPr="006249D9">
        <w:rPr>
          <w:rStyle w:val="libFootnotenumChar"/>
          <w:rtl/>
        </w:rPr>
        <w:t>64</w:t>
      </w:r>
      <w:r w:rsidRPr="006249D9">
        <w:rPr>
          <w:rStyle w:val="libFootnotenumChar"/>
          <w:rtl/>
        </w:rPr>
        <w:t>)</w:t>
      </w:r>
    </w:p>
    <w:p w:rsidR="00296412" w:rsidRDefault="005631DD" w:rsidP="00E8659C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t>2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دربار</w:t>
      </w:r>
      <w:r w:rsidR="00BB00AB">
        <w:rPr>
          <w:rtl/>
          <w:lang w:bidi="fa-IR"/>
        </w:rPr>
        <w:t>ه</w:t>
      </w:r>
      <w:r w:rsidR="00E8659C" w:rsidRPr="00E8659C">
        <w:rPr>
          <w:rtl/>
          <w:lang w:bidi="fa-IR"/>
        </w:rPr>
        <w:t xml:space="preserve"> </w:t>
      </w:r>
      <w:r w:rsidR="00E8659C" w:rsidRPr="00296412">
        <w:rPr>
          <w:rStyle w:val="libBold1Char"/>
          <w:rtl/>
        </w:rPr>
        <w:t>توفيق و وسايل هدايت</w:t>
      </w:r>
      <w:r w:rsidR="00E8659C" w:rsidRPr="00E8659C">
        <w:rPr>
          <w:rtl/>
          <w:lang w:bidi="fa-IR"/>
        </w:rPr>
        <w:t xml:space="preserve"> فرمودند</w:t>
      </w:r>
      <w:r w:rsidR="004851C8">
        <w:rPr>
          <w:rtl/>
          <w:lang w:bidi="fa-IR"/>
        </w:rPr>
        <w:t>:</w:t>
      </w:r>
      <w:r w:rsidR="00E8659C" w:rsidRPr="00E8659C">
        <w:rPr>
          <w:rtl/>
          <w:lang w:bidi="fa-IR"/>
        </w:rPr>
        <w:t xml:space="preserve"> مؤمن احتياج به سه چيز دارد</w:t>
      </w:r>
      <w:r w:rsidR="004851C8">
        <w:rPr>
          <w:rtl/>
          <w:lang w:bidi="fa-IR"/>
        </w:rPr>
        <w:t>:</w:t>
      </w:r>
    </w:p>
    <w:p w:rsidR="007F5FCE" w:rsidRDefault="00E8659C" w:rsidP="00E8659C">
      <w:pPr>
        <w:pStyle w:val="libNormal"/>
        <w:rPr>
          <w:rFonts w:hint="cs"/>
          <w:rtl/>
          <w:lang w:bidi="fa-IR"/>
        </w:rPr>
      </w:pPr>
      <w:r w:rsidRPr="00E8659C">
        <w:rPr>
          <w:rtl/>
          <w:lang w:bidi="fa-IR"/>
        </w:rPr>
        <w:t>اول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توفيقخاص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جانب خدا كه خداوند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وسايل و امكانات و شرايط هدايتش را فراهم آورد</w:t>
      </w:r>
      <w:r w:rsidR="004851C8">
        <w:rPr>
          <w:rtl/>
          <w:lang w:bidi="fa-IR"/>
        </w:rPr>
        <w:t>.</w:t>
      </w:r>
    </w:p>
    <w:p w:rsidR="007F5FCE" w:rsidRDefault="00E8659C" w:rsidP="00E8659C">
      <w:pPr>
        <w:pStyle w:val="libNormal"/>
        <w:rPr>
          <w:rFonts w:hint="cs"/>
          <w:rtl/>
          <w:lang w:bidi="fa-IR"/>
        </w:rPr>
      </w:pPr>
      <w:r w:rsidRPr="00E8659C">
        <w:rPr>
          <w:rtl/>
          <w:lang w:bidi="fa-IR"/>
        </w:rPr>
        <w:t>دوم: خودش واعظ خودش باشد و در عبرتها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جهان بينديشد</w:t>
      </w:r>
      <w:r w:rsidR="004851C8">
        <w:rPr>
          <w:rtl/>
          <w:lang w:bidi="fa-IR"/>
        </w:rPr>
        <w:t>.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سوم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از كس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خيرخواه و ناصحاوست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نصيحت قبول كند</w:t>
      </w:r>
      <w:r w:rsidR="004851C8">
        <w:rPr>
          <w:rtl/>
          <w:lang w:bidi="fa-IR"/>
        </w:rPr>
        <w:t>.</w:t>
      </w:r>
    </w:p>
    <w:p w:rsidR="007F5FCE" w:rsidRDefault="00FA474B" w:rsidP="00E8659C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t>3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دربار</w:t>
      </w:r>
      <w:r w:rsidR="00BB00AB">
        <w:rPr>
          <w:rtl/>
          <w:lang w:bidi="fa-IR"/>
        </w:rPr>
        <w:t>ه</w:t>
      </w:r>
      <w:r w:rsidR="00E8659C" w:rsidRPr="00E8659C">
        <w:rPr>
          <w:rtl/>
          <w:lang w:bidi="fa-IR"/>
        </w:rPr>
        <w:t xml:space="preserve"> </w:t>
      </w:r>
      <w:r w:rsidR="00E8659C" w:rsidRPr="007F5FCE">
        <w:rPr>
          <w:rStyle w:val="libBold1Char"/>
          <w:rtl/>
        </w:rPr>
        <w:t>رضا و كراهت نسبت به كارها</w:t>
      </w:r>
      <w:r w:rsidR="00F456F0" w:rsidRPr="007F5FCE">
        <w:rPr>
          <w:rStyle w:val="libBold1Char"/>
          <w:rtl/>
        </w:rPr>
        <w:t xml:space="preserve">ی </w:t>
      </w:r>
      <w:r w:rsidR="00E8659C" w:rsidRPr="007F5FCE">
        <w:rPr>
          <w:rStyle w:val="libBold1Char"/>
          <w:rtl/>
        </w:rPr>
        <w:t>خوب و بد</w:t>
      </w:r>
      <w:r w:rsidR="00F456F0" w:rsidRPr="007F5FCE">
        <w:rPr>
          <w:rStyle w:val="libBold1Char"/>
          <w:rtl/>
        </w:rPr>
        <w:t>ی</w:t>
      </w:r>
      <w:r w:rsidR="00F456F0">
        <w:rPr>
          <w:rtl/>
          <w:lang w:bidi="fa-IR"/>
        </w:rPr>
        <w:t xml:space="preserve"> </w:t>
      </w:r>
      <w:r w:rsidR="00E8659C" w:rsidRPr="00E8659C">
        <w:rPr>
          <w:rtl/>
          <w:lang w:bidi="fa-IR"/>
        </w:rPr>
        <w:t>كه انجام م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شود</w:t>
      </w:r>
      <w:r w:rsidR="004851C8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فرمودند</w:t>
      </w:r>
      <w:r w:rsidR="004851C8">
        <w:rPr>
          <w:rtl/>
          <w:lang w:bidi="fa-IR"/>
        </w:rPr>
        <w:t>: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هر كه به وقت انجام كار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حاضر باشد ول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آن را دوست ندارد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ثواب يا عذاب آن كار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>ربط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به او ندارد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گوي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اصلا در آن جا نبوده است و هر كه از كار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غايب باشد ول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آنرا دوست بدارد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در ثواب و يا عقاب آن كار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شريك است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گوي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به وقت انجام آنكار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حضور داشته است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256F60" w:rsidRPr="006249D9">
        <w:rPr>
          <w:rStyle w:val="libFootnotenumChar"/>
          <w:rtl/>
        </w:rPr>
        <w:t>1</w:t>
      </w:r>
      <w:r w:rsidR="00506E9B" w:rsidRPr="006249D9">
        <w:rPr>
          <w:rStyle w:val="libFootnotenumChar"/>
          <w:rtl/>
        </w:rPr>
        <w:t>65</w:t>
      </w:r>
      <w:r w:rsidRPr="006249D9">
        <w:rPr>
          <w:rStyle w:val="libFootnotenumChar"/>
          <w:rtl/>
        </w:rPr>
        <w:t>)</w:t>
      </w:r>
    </w:p>
    <w:p w:rsidR="007F5FCE" w:rsidRDefault="00506E9B" w:rsidP="00E8659C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t>4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</w:t>
      </w:r>
      <w:r w:rsidR="00E8659C" w:rsidRPr="007F5FCE">
        <w:rPr>
          <w:rStyle w:val="libBold1Char"/>
          <w:rtl/>
        </w:rPr>
        <w:t>ديدار برادران دين</w:t>
      </w:r>
      <w:r w:rsidR="00F456F0" w:rsidRPr="007F5FCE">
        <w:rPr>
          <w:rStyle w:val="libBold1Char"/>
          <w:rtl/>
        </w:rPr>
        <w:t>ی</w:t>
      </w:r>
      <w:r w:rsidR="00A429E4">
        <w:rPr>
          <w:rtl/>
          <w:lang w:bidi="fa-IR"/>
        </w:rPr>
        <w:t>: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ديدار برادران دين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يك نوع مصونيت و پناه و بارور كردن</w:t>
      </w:r>
      <w:r w:rsidR="007F5FCE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عقل است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هر چند كه در فرصت اندك بوده باشد</w:t>
      </w:r>
      <w:r w:rsidR="004851C8">
        <w:rPr>
          <w:rtl/>
          <w:lang w:bidi="fa-IR"/>
        </w:rPr>
        <w:t>.</w:t>
      </w:r>
    </w:p>
    <w:p w:rsidR="007F5FCE" w:rsidRDefault="00506E9B" w:rsidP="00E8659C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t>5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</w:t>
      </w:r>
      <w:r w:rsidR="00E8659C" w:rsidRPr="007F5FCE">
        <w:rPr>
          <w:rStyle w:val="libBold1Char"/>
          <w:rtl/>
        </w:rPr>
        <w:t>توبه و بازگشت</w:t>
      </w:r>
      <w:r w:rsidR="004851C8">
        <w:rPr>
          <w:rtl/>
          <w:lang w:bidi="fa-IR"/>
        </w:rPr>
        <w:t>: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تأخير انداختن توبه خود فريب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است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امروز و فردا كردن دركارها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سرگردان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جنايت بر خدا (معصيت) هلاكت است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ادام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گناه ايمن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ازعذاب خداست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چون فقط زيانكاران از عذاب خدا ايمن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شوند</w:t>
      </w:r>
      <w:r w:rsidR="004851C8">
        <w:rPr>
          <w:rtl/>
          <w:lang w:bidi="fa-IR"/>
        </w:rPr>
        <w:t>.</w:t>
      </w:r>
    </w:p>
    <w:p w:rsidR="007F5FCE" w:rsidRDefault="00506E9B" w:rsidP="00E8659C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lastRenderedPageBreak/>
        <w:t>6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</w:t>
      </w:r>
      <w:r w:rsidR="00E8659C" w:rsidRPr="007F5FCE">
        <w:rPr>
          <w:rStyle w:val="libBold1Char"/>
          <w:rtl/>
        </w:rPr>
        <w:t>مصاحب نامناسب</w:t>
      </w:r>
      <w:r w:rsidR="004851C8">
        <w:rPr>
          <w:rtl/>
          <w:lang w:bidi="fa-IR"/>
        </w:rPr>
        <w:t>: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از رفاقت با آدم شرور پرهيز نما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او چون شمشير است كه ظاهر</w:t>
      </w:r>
      <w:r w:rsidR="007F5FCE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شتماشاي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نتيجه اش كشتن وفان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ساز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است</w:t>
      </w:r>
      <w:r w:rsidR="004851C8">
        <w:rPr>
          <w:rtl/>
          <w:lang w:bidi="fa-IR"/>
        </w:rPr>
        <w:t>.</w:t>
      </w:r>
    </w:p>
    <w:p w:rsidR="007F5FCE" w:rsidRDefault="00506E9B" w:rsidP="007F5FCE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t>7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</w:t>
      </w:r>
      <w:r w:rsidR="00E8659C" w:rsidRPr="007F5FCE">
        <w:rPr>
          <w:rStyle w:val="libBold1Char"/>
          <w:rtl/>
        </w:rPr>
        <w:t>پندآموز</w:t>
      </w:r>
      <w:r w:rsidR="00F456F0" w:rsidRPr="007F5FCE">
        <w:rPr>
          <w:rStyle w:val="libBold1Char"/>
          <w:rtl/>
        </w:rPr>
        <w:t xml:space="preserve">ی </w:t>
      </w:r>
      <w:r w:rsidR="00E8659C" w:rsidRPr="007F5FCE">
        <w:rPr>
          <w:rStyle w:val="libBold1Char"/>
          <w:rtl/>
        </w:rPr>
        <w:t>روزگار</w:t>
      </w:r>
      <w:r w:rsidR="004851C8">
        <w:rPr>
          <w:rtl/>
          <w:lang w:bidi="fa-IR"/>
        </w:rPr>
        <w:t>:</w:t>
      </w:r>
    </w:p>
    <w:p w:rsidR="00E8659C" w:rsidRPr="00E8659C" w:rsidRDefault="00E8659C" w:rsidP="007F5FCE">
      <w:pPr>
        <w:pStyle w:val="libNormal"/>
        <w:rPr>
          <w:lang w:bidi="fa-IR"/>
        </w:rPr>
      </w:pPr>
      <w:r w:rsidRPr="00E8659C">
        <w:rPr>
          <w:rtl/>
          <w:lang w:bidi="fa-IR"/>
        </w:rPr>
        <w:t>گذشت روزگار اسرار مخف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را برا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تو آشكار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باگذشت روزگار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نتايج اعمال به صاحبان آن باز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گردد و حقايق آشكار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گردد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256F60" w:rsidRPr="006249D9">
        <w:rPr>
          <w:rStyle w:val="libFootnotenumChar"/>
          <w:rtl/>
        </w:rPr>
        <w:t>1</w:t>
      </w:r>
      <w:r w:rsidR="00506E9B" w:rsidRPr="006249D9">
        <w:rPr>
          <w:rStyle w:val="libFootnotenumChar"/>
          <w:rtl/>
        </w:rPr>
        <w:t>66</w:t>
      </w:r>
      <w:r w:rsidRPr="006249D9">
        <w:rPr>
          <w:rStyle w:val="libFootnotenumChar"/>
          <w:rtl/>
        </w:rPr>
        <w:t>)</w:t>
      </w:r>
    </w:p>
    <w:p w:rsidR="007F5FCE" w:rsidRDefault="00A35C10" w:rsidP="00E8659C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t>8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</w:t>
      </w:r>
      <w:r w:rsidR="00E8659C" w:rsidRPr="007F5FCE">
        <w:rPr>
          <w:rStyle w:val="libBold1Char"/>
          <w:rtl/>
        </w:rPr>
        <w:t>عزت واقع</w:t>
      </w:r>
      <w:r w:rsidR="00F456F0" w:rsidRPr="007F5FCE">
        <w:rPr>
          <w:rStyle w:val="libBold1Char"/>
          <w:rtl/>
        </w:rPr>
        <w:t>ی</w:t>
      </w:r>
      <w:r w:rsidR="00A429E4">
        <w:rPr>
          <w:rtl/>
          <w:lang w:bidi="fa-IR"/>
        </w:rPr>
        <w:t>: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عزت مؤمن در ب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نياز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او از مردم است</w:t>
      </w:r>
      <w:r w:rsidR="004851C8">
        <w:rPr>
          <w:rtl/>
          <w:lang w:bidi="fa-IR"/>
        </w:rPr>
        <w:t>.</w:t>
      </w:r>
    </w:p>
    <w:p w:rsidR="00E8659C" w:rsidRPr="00E8659C" w:rsidRDefault="003D2C90" w:rsidP="00E8659C">
      <w:pPr>
        <w:pStyle w:val="libNormal"/>
        <w:rPr>
          <w:lang w:bidi="fa-IR"/>
        </w:rPr>
      </w:pPr>
      <w:r>
        <w:rPr>
          <w:rtl/>
          <w:lang w:bidi="fa-IR"/>
        </w:rPr>
        <w:t>9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در </w:t>
      </w:r>
      <w:r w:rsidR="00E8659C" w:rsidRPr="007F5FCE">
        <w:rPr>
          <w:rStyle w:val="libBold1Char"/>
          <w:rtl/>
        </w:rPr>
        <w:t>مورد عفو و گذشت اموال مسروقه</w:t>
      </w:r>
      <w:r w:rsidR="004851C8">
        <w:rPr>
          <w:rtl/>
          <w:lang w:bidi="fa-IR"/>
        </w:rPr>
        <w:t>:</w:t>
      </w:r>
    </w:p>
    <w:p w:rsidR="009E6D88" w:rsidRDefault="00E8659C" w:rsidP="00E8659C">
      <w:pPr>
        <w:pStyle w:val="libNormal"/>
        <w:rPr>
          <w:rFonts w:hint="cs"/>
          <w:rtl/>
          <w:lang w:bidi="fa-IR"/>
        </w:rPr>
      </w:pPr>
      <w:r w:rsidRPr="00E8659C">
        <w:rPr>
          <w:rtl/>
          <w:lang w:bidi="fa-IR"/>
        </w:rPr>
        <w:t xml:space="preserve">در كتاب تحف العقول عن آل الرسول </w:t>
      </w:r>
      <w:r w:rsidR="00E954A2" w:rsidRPr="00E954A2">
        <w:rPr>
          <w:rStyle w:val="libAlaemChar"/>
          <w:rtl/>
        </w:rPr>
        <w:t>صلى‌الله‌عليه‌وآله‌وسلم</w:t>
      </w:r>
      <w:r w:rsidRPr="00E8659C">
        <w:rPr>
          <w:rtl/>
          <w:lang w:bidi="fa-IR"/>
        </w:rPr>
        <w:t xml:space="preserve"> تأليف ابن شعب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حران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آمده است به سو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امام ابو جعفر ثان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امام جواد </w:t>
      </w:r>
      <w:r w:rsidR="00366A7F" w:rsidRPr="00366A7F">
        <w:rPr>
          <w:rStyle w:val="libAlaemChar"/>
          <w:rtl/>
        </w:rPr>
        <w:t>عليها‌السلام‌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لباس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ديار دوردست حمل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شد كه دارا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قيمت وارزش قابل توجه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در بين راه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راهزنان آن را دزديدند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فرد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حامل آن لباس</w:t>
      </w:r>
      <w:r w:rsidR="009E6D88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بود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نامه 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به محضر امام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نوشت و سرگذشت خود را خبر داد كه</w:t>
      </w:r>
      <w:r w:rsidR="009E6D88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در بين راه اين لباس را از من دزديده اند</w:t>
      </w:r>
      <w:r w:rsidR="004851C8">
        <w:rPr>
          <w:rtl/>
          <w:lang w:bidi="fa-IR"/>
        </w:rPr>
        <w:t>.</w:t>
      </w:r>
    </w:p>
    <w:p w:rsidR="009E6D88" w:rsidRDefault="00E8659C" w:rsidP="00E8659C">
      <w:pPr>
        <w:pStyle w:val="libNormal"/>
        <w:rPr>
          <w:rFonts w:hint="cs"/>
          <w:rtl/>
          <w:lang w:bidi="fa-IR"/>
        </w:rPr>
      </w:pPr>
      <w:r w:rsidRPr="00E8659C">
        <w:rPr>
          <w:rtl/>
          <w:lang w:bidi="fa-IR"/>
        </w:rPr>
        <w:t xml:space="preserve">امام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در پاسخ آن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>چنين نگاشتند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نفوس و اموال ما از مواهب اله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از عاريتها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او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پيش ما هستند</w:t>
      </w:r>
      <w:r w:rsidR="004851C8">
        <w:rPr>
          <w:rtl/>
          <w:lang w:bidi="fa-IR"/>
        </w:rPr>
        <w:t>،</w:t>
      </w:r>
      <w:r w:rsidR="009E6D88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عاريت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هستند كه پس گرفته خواهند شد</w:t>
      </w:r>
      <w:r w:rsidR="004851C8">
        <w:rPr>
          <w:rtl/>
          <w:lang w:bidi="fa-IR"/>
        </w:rPr>
        <w:t>.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برخ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اين عاريتها در سرور و شاد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بهرهبردار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شوند و برخ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در راه خدا و در اجر و ثواب از آن استفاده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كنند كه كس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جزع وفزع او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بر صبر و شكيباي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اش غلبه نمايد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اجر و ثواب او از بين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رود وبه خداوند متعال از اين حالت پناه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بريم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256F60" w:rsidRPr="006249D9">
        <w:rPr>
          <w:rStyle w:val="libFootnotenumChar"/>
          <w:rtl/>
        </w:rPr>
        <w:t>1</w:t>
      </w:r>
      <w:r w:rsidR="00506E9B" w:rsidRPr="006249D9">
        <w:rPr>
          <w:rStyle w:val="libFootnotenumChar"/>
          <w:rtl/>
        </w:rPr>
        <w:t>67</w:t>
      </w:r>
      <w:r w:rsidRPr="006249D9">
        <w:rPr>
          <w:rStyle w:val="libFootnotenumChar"/>
          <w:rtl/>
        </w:rPr>
        <w:t>)</w:t>
      </w:r>
    </w:p>
    <w:p w:rsidR="00E8659C" w:rsidRPr="00E8659C" w:rsidRDefault="009E6D88" w:rsidP="00E8659C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E8659C" w:rsidRPr="009E6D88" w:rsidRDefault="00E8659C" w:rsidP="009E6D88">
      <w:pPr>
        <w:pStyle w:val="Heading2"/>
        <w:rPr>
          <w:rFonts w:hint="cs"/>
          <w:rtl/>
        </w:rPr>
      </w:pPr>
      <w:bookmarkStart w:id="40" w:name="_Toc487273814"/>
      <w:r w:rsidRPr="00E8659C">
        <w:rPr>
          <w:rtl/>
          <w:lang w:bidi="fa-IR"/>
        </w:rPr>
        <w:t>صحيف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جواديه </w:t>
      </w:r>
      <w:r w:rsidR="00366A7F" w:rsidRPr="00366A7F">
        <w:rPr>
          <w:rStyle w:val="libAlaemChar"/>
          <w:rtl/>
        </w:rPr>
        <w:t>عليها‌السلام‌</w:t>
      </w:r>
      <w:bookmarkEnd w:id="40"/>
    </w:p>
    <w:p w:rsidR="009E6D88" w:rsidRDefault="00E8659C" w:rsidP="00E8659C">
      <w:pPr>
        <w:pStyle w:val="libNormal"/>
        <w:rPr>
          <w:rFonts w:hint="cs"/>
          <w:rtl/>
          <w:lang w:bidi="fa-IR"/>
        </w:rPr>
      </w:pPr>
      <w:r w:rsidRPr="00E8659C">
        <w:rPr>
          <w:rtl/>
          <w:lang w:bidi="fa-IR"/>
        </w:rPr>
        <w:t>دعا و راز و نياز با آفريدگار هست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بخش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درمكتب پيشوايان معصوم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خود يك آموزش عال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يك تعليم مكتب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است، دعا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مغز ارتباط بشر با خدا و ابزار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است در سوق دادن مردم به سو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هست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مركز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جهان خلقت و وسيله 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است در رهانيدن انسان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از عالم خاك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بردن او به عالم ملك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ملكوت علو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در اين فراز كوتاه چند دعا از امام جواد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آوريم</w:t>
      </w:r>
      <w:r w:rsidR="004851C8">
        <w:rPr>
          <w:rtl/>
          <w:lang w:bidi="fa-IR"/>
        </w:rPr>
        <w:t>.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البته جا دارد دعاها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آن بزرگوار از لا به لا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كتابها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دعا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جمع آور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وتحت عنوان صحيف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جواديه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در مجموعه 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گردآور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شود كه خود</w:t>
      </w:r>
      <w:r w:rsidR="009E6D88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همانند صحيف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علويه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سجاديه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كاظميه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مهديه صحيفه 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خواهد بود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هم اكنون تيترو عنوان آن را آماده كرده ايم موسوم به صحيفه جواديه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اينك چند دعا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كوتاه</w:t>
      </w:r>
      <w:r w:rsidR="004851C8">
        <w:rPr>
          <w:rtl/>
          <w:lang w:bidi="fa-IR"/>
        </w:rPr>
        <w:t>:</w:t>
      </w:r>
    </w:p>
    <w:p w:rsidR="00E8659C" w:rsidRPr="00E8659C" w:rsidRDefault="00256F60" w:rsidP="003530AC">
      <w:pPr>
        <w:pStyle w:val="libBold1"/>
        <w:rPr>
          <w:lang w:bidi="fa-IR"/>
        </w:rPr>
      </w:pPr>
      <w:r>
        <w:rPr>
          <w:rtl/>
          <w:lang w:bidi="fa-IR"/>
        </w:rPr>
        <w:t>1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راز و نياز با آفريدگار ب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نياز</w:t>
      </w:r>
      <w:r w:rsidR="004851C8">
        <w:rPr>
          <w:rtl/>
          <w:lang w:bidi="fa-IR"/>
        </w:rPr>
        <w:t>:</w:t>
      </w:r>
    </w:p>
    <w:p w:rsidR="00E8659C" w:rsidRPr="00E8659C" w:rsidRDefault="003530AC" w:rsidP="00E8659C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E8659C" w:rsidRPr="003530AC">
        <w:rPr>
          <w:rStyle w:val="libHadeesChar"/>
          <w:rtl/>
        </w:rPr>
        <w:t>يا من لاشبيه له ولا مثال</w:t>
      </w:r>
      <w:r w:rsidR="00E12C63" w:rsidRPr="003530AC">
        <w:rPr>
          <w:rStyle w:val="libHadeesChar"/>
          <w:rtl/>
        </w:rPr>
        <w:t>!</w:t>
      </w:r>
      <w:r w:rsidR="00E8659C" w:rsidRPr="003530AC">
        <w:rPr>
          <w:rStyle w:val="libHadeesChar"/>
          <w:rtl/>
        </w:rPr>
        <w:t xml:space="preserve"> انت الله لاإله الا انت</w:t>
      </w:r>
      <w:r w:rsidR="004851C8" w:rsidRPr="003530AC">
        <w:rPr>
          <w:rStyle w:val="libHadeesChar"/>
          <w:rtl/>
        </w:rPr>
        <w:t>،</w:t>
      </w:r>
      <w:r w:rsidR="00E8659C" w:rsidRPr="003530AC">
        <w:rPr>
          <w:rStyle w:val="libHadeesChar"/>
          <w:rtl/>
        </w:rPr>
        <w:t xml:space="preserve"> ولاخالق إلا انت</w:t>
      </w:r>
      <w:r w:rsidR="004851C8" w:rsidRPr="003530AC">
        <w:rPr>
          <w:rStyle w:val="libHadeesChar"/>
          <w:rtl/>
        </w:rPr>
        <w:t>،</w:t>
      </w:r>
      <w:r w:rsidR="00E8659C" w:rsidRPr="003530AC">
        <w:rPr>
          <w:rStyle w:val="libHadeesChar"/>
          <w:rtl/>
        </w:rPr>
        <w:t xml:space="preserve"> تفن</w:t>
      </w:r>
      <w:r w:rsidR="00F456F0" w:rsidRPr="003530AC">
        <w:rPr>
          <w:rStyle w:val="libHadeesChar"/>
          <w:rtl/>
        </w:rPr>
        <w:t xml:space="preserve">ی </w:t>
      </w:r>
      <w:r w:rsidR="00E8659C" w:rsidRPr="003530AC">
        <w:rPr>
          <w:rStyle w:val="libHadeesChar"/>
          <w:rtl/>
        </w:rPr>
        <w:t>المخلوقين</w:t>
      </w:r>
      <w:r w:rsidR="004851C8" w:rsidRPr="003530AC">
        <w:rPr>
          <w:rStyle w:val="libHadeesChar"/>
          <w:rtl/>
        </w:rPr>
        <w:t>،</w:t>
      </w:r>
      <w:r w:rsidR="00E8659C" w:rsidRPr="003530AC">
        <w:rPr>
          <w:rStyle w:val="libHadeesChar"/>
          <w:rtl/>
        </w:rPr>
        <w:t xml:space="preserve"> وتبق</w:t>
      </w:r>
      <w:r w:rsidR="00F456F0" w:rsidRPr="003530AC">
        <w:rPr>
          <w:rStyle w:val="libHadeesChar"/>
          <w:rtl/>
        </w:rPr>
        <w:t xml:space="preserve">ی </w:t>
      </w:r>
      <w:r w:rsidR="00E8659C" w:rsidRPr="003530AC">
        <w:rPr>
          <w:rStyle w:val="libHadeesChar"/>
          <w:rtl/>
        </w:rPr>
        <w:t>أنت</w:t>
      </w:r>
      <w:r w:rsidR="004851C8" w:rsidRPr="003530AC">
        <w:rPr>
          <w:rStyle w:val="libHadeesChar"/>
          <w:rtl/>
        </w:rPr>
        <w:t>،</w:t>
      </w:r>
      <w:r w:rsidR="00E8659C" w:rsidRPr="003530AC">
        <w:rPr>
          <w:rStyle w:val="libHadeesChar"/>
          <w:rtl/>
        </w:rPr>
        <w:t xml:space="preserve"> حلمت عين عصاك</w:t>
      </w:r>
      <w:r w:rsidR="004851C8" w:rsidRPr="003530AC">
        <w:rPr>
          <w:rStyle w:val="libHadeesChar"/>
          <w:rtl/>
        </w:rPr>
        <w:t>،</w:t>
      </w:r>
      <w:r w:rsidR="00E8659C" w:rsidRPr="003530AC">
        <w:rPr>
          <w:rStyle w:val="libHadeesChar"/>
          <w:rtl/>
        </w:rPr>
        <w:t xml:space="preserve"> وفيالمغفرة رضاك</w:t>
      </w:r>
      <w:r w:rsidR="004851C8">
        <w:rPr>
          <w:rtl/>
          <w:lang w:bidi="fa-IR"/>
        </w:rPr>
        <w:t>.</w:t>
      </w:r>
      <w:r>
        <w:rPr>
          <w:rFonts w:hint="cs"/>
          <w:rtl/>
          <w:lang w:bidi="fa-IR"/>
        </w:rPr>
        <w:t>»</w:t>
      </w:r>
      <w:r w:rsidR="00E8659C" w:rsidRPr="00E8659C">
        <w:rPr>
          <w:rtl/>
          <w:lang w:bidi="fa-IR"/>
        </w:rPr>
        <w:t xml:space="preserve"> </w:t>
      </w:r>
      <w:r w:rsidR="00E8659C" w:rsidRPr="006249D9">
        <w:rPr>
          <w:rStyle w:val="libFootnotenumChar"/>
          <w:rtl/>
        </w:rPr>
        <w:t>(</w:t>
      </w:r>
      <w:r w:rsidR="00256F60" w:rsidRPr="006249D9">
        <w:rPr>
          <w:rStyle w:val="libFootnotenumChar"/>
          <w:rtl/>
        </w:rPr>
        <w:t>1</w:t>
      </w:r>
      <w:r w:rsidR="00506E9B" w:rsidRPr="006249D9">
        <w:rPr>
          <w:rStyle w:val="libFootnotenumChar"/>
          <w:rtl/>
        </w:rPr>
        <w:t>6</w:t>
      </w:r>
      <w:r w:rsidR="00A35C10" w:rsidRPr="006249D9">
        <w:rPr>
          <w:rStyle w:val="libFootnotenumChar"/>
          <w:rtl/>
        </w:rPr>
        <w:t>8</w:t>
      </w:r>
      <w:r w:rsidR="00E8659C" w:rsidRPr="006249D9">
        <w:rPr>
          <w:rStyle w:val="libFootnotenumChar"/>
          <w:rtl/>
        </w:rPr>
        <w:t>)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خداي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شبيه و نظير ندار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توي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آن معبود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جز تو معبود ديگر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نيست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>آفريدگار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جز تو نيست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آفريده ها را فان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ساز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تو خود باق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مان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تو ازمعصيت كاران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چشم پوش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كرده 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در صورت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خشنود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رضا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تو در آمرزش و بخشش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باشد</w:t>
      </w:r>
      <w:r w:rsidR="004851C8">
        <w:rPr>
          <w:rtl/>
          <w:lang w:bidi="fa-IR"/>
        </w:rPr>
        <w:t>.</w:t>
      </w:r>
    </w:p>
    <w:p w:rsidR="00E8659C" w:rsidRPr="00E8659C" w:rsidRDefault="005631DD" w:rsidP="003530AC">
      <w:pPr>
        <w:pStyle w:val="libBold1"/>
        <w:rPr>
          <w:lang w:bidi="fa-IR"/>
        </w:rPr>
      </w:pPr>
      <w:r>
        <w:rPr>
          <w:rtl/>
          <w:lang w:bidi="fa-IR"/>
        </w:rPr>
        <w:t>2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دعا در حال قنوت</w:t>
      </w:r>
      <w:r w:rsidR="004851C8">
        <w:rPr>
          <w:rtl/>
          <w:lang w:bidi="fa-IR"/>
        </w:rPr>
        <w:t>:</w:t>
      </w:r>
    </w:p>
    <w:p w:rsidR="003530AC" w:rsidRDefault="003530AC" w:rsidP="00E8659C">
      <w:pPr>
        <w:pStyle w:val="libNormal"/>
        <w:rPr>
          <w:rStyle w:val="libHadeesChar"/>
          <w:rFonts w:hint="cs"/>
          <w:rtl/>
        </w:rPr>
      </w:pPr>
      <w:r>
        <w:rPr>
          <w:rFonts w:hint="cs"/>
          <w:rtl/>
          <w:lang w:bidi="fa-IR"/>
        </w:rPr>
        <w:t>«</w:t>
      </w:r>
      <w:r w:rsidR="00E8659C" w:rsidRPr="003530AC">
        <w:rPr>
          <w:rStyle w:val="libHadeesChar"/>
          <w:rtl/>
        </w:rPr>
        <w:t>منائحك متتابعة</w:t>
      </w:r>
      <w:r w:rsidR="004851C8" w:rsidRPr="003530AC">
        <w:rPr>
          <w:rStyle w:val="libHadeesChar"/>
          <w:rtl/>
        </w:rPr>
        <w:t>،</w:t>
      </w:r>
      <w:r w:rsidR="00E8659C" w:rsidRPr="003530AC">
        <w:rPr>
          <w:rStyle w:val="libHadeesChar"/>
          <w:rtl/>
        </w:rPr>
        <w:t xml:space="preserve"> واياديك متوالية</w:t>
      </w:r>
      <w:r w:rsidR="004851C8" w:rsidRPr="003530AC">
        <w:rPr>
          <w:rStyle w:val="libHadeesChar"/>
          <w:rtl/>
        </w:rPr>
        <w:t>،</w:t>
      </w:r>
      <w:r w:rsidR="00E8659C" w:rsidRPr="003530AC">
        <w:rPr>
          <w:rStyle w:val="libHadeesChar"/>
          <w:rtl/>
        </w:rPr>
        <w:t xml:space="preserve"> ونعمك سابغة</w:t>
      </w:r>
      <w:r w:rsidR="004851C8" w:rsidRPr="003530AC">
        <w:rPr>
          <w:rStyle w:val="libHadeesChar"/>
          <w:rtl/>
        </w:rPr>
        <w:t>،</w:t>
      </w:r>
      <w:r w:rsidR="00E8659C" w:rsidRPr="003530AC">
        <w:rPr>
          <w:rStyle w:val="libHadeesChar"/>
          <w:rtl/>
        </w:rPr>
        <w:t xml:space="preserve"> وشكرناقصير</w:t>
      </w:r>
      <w:r w:rsidR="004851C8" w:rsidRPr="003530AC">
        <w:rPr>
          <w:rStyle w:val="libHadeesChar"/>
          <w:rtl/>
        </w:rPr>
        <w:t>،</w:t>
      </w:r>
      <w:r w:rsidR="00E8659C" w:rsidRPr="003530AC">
        <w:rPr>
          <w:rStyle w:val="libHadeesChar"/>
          <w:rtl/>
        </w:rPr>
        <w:t xml:space="preserve"> وحمدنا يسير</w:t>
      </w:r>
      <w:r w:rsidR="004851C8" w:rsidRPr="003530AC">
        <w:rPr>
          <w:rStyle w:val="libHadeesChar"/>
          <w:rtl/>
        </w:rPr>
        <w:t>،</w:t>
      </w:r>
      <w:r w:rsidR="00E8659C" w:rsidRPr="003530AC">
        <w:rPr>
          <w:rStyle w:val="libHadeesChar"/>
          <w:rtl/>
        </w:rPr>
        <w:t xml:space="preserve"> وأنت بالتعطف عل</w:t>
      </w:r>
      <w:r w:rsidR="00F456F0" w:rsidRPr="003530AC">
        <w:rPr>
          <w:rStyle w:val="libHadeesChar"/>
          <w:rtl/>
        </w:rPr>
        <w:t xml:space="preserve">ی </w:t>
      </w:r>
      <w:r w:rsidR="00E8659C" w:rsidRPr="003530AC">
        <w:rPr>
          <w:rStyle w:val="libHadeesChar"/>
          <w:rtl/>
        </w:rPr>
        <w:t>من اعترف جدير</w:t>
      </w:r>
      <w:r w:rsidR="004851C8" w:rsidRPr="003530AC">
        <w:rPr>
          <w:rStyle w:val="libHadeesChar"/>
          <w:rtl/>
        </w:rPr>
        <w:t>.</w:t>
      </w:r>
      <w:r w:rsidR="00E8659C" w:rsidRPr="003530AC">
        <w:rPr>
          <w:rStyle w:val="libHadeesChar"/>
          <w:rtl/>
        </w:rPr>
        <w:t xml:space="preserve"> اللهم وقد غص أهل الحقبالريق</w:t>
      </w:r>
      <w:r w:rsidR="004851C8" w:rsidRPr="003530AC">
        <w:rPr>
          <w:rStyle w:val="libHadeesChar"/>
          <w:rtl/>
        </w:rPr>
        <w:t>،</w:t>
      </w:r>
      <w:r w:rsidR="00E8659C" w:rsidRPr="003530AC">
        <w:rPr>
          <w:rStyle w:val="libHadeesChar"/>
          <w:rtl/>
        </w:rPr>
        <w:t xml:space="preserve"> وارتبك أهل الصدق ف</w:t>
      </w:r>
      <w:r w:rsidR="00F456F0" w:rsidRPr="003530AC">
        <w:rPr>
          <w:rStyle w:val="libHadeesChar"/>
          <w:rtl/>
        </w:rPr>
        <w:t xml:space="preserve">ی </w:t>
      </w:r>
      <w:r w:rsidR="00E8659C" w:rsidRPr="003530AC">
        <w:rPr>
          <w:rStyle w:val="libHadeesChar"/>
          <w:rtl/>
        </w:rPr>
        <w:t>المضيق</w:t>
      </w:r>
      <w:r w:rsidR="004851C8" w:rsidRPr="003530AC">
        <w:rPr>
          <w:rStyle w:val="libHadeesChar"/>
          <w:rtl/>
        </w:rPr>
        <w:t>،</w:t>
      </w:r>
      <w:r w:rsidR="00E8659C" w:rsidRPr="003530AC">
        <w:rPr>
          <w:rStyle w:val="libHadeesChar"/>
          <w:rtl/>
        </w:rPr>
        <w:t xml:space="preserve"> وأنت اللهم بعبادك وذو</w:t>
      </w:r>
      <w:r w:rsidR="00F456F0" w:rsidRPr="003530AC">
        <w:rPr>
          <w:rStyle w:val="libHadeesChar"/>
          <w:rtl/>
        </w:rPr>
        <w:t xml:space="preserve">ی </w:t>
      </w:r>
      <w:r w:rsidR="00E8659C" w:rsidRPr="003530AC">
        <w:rPr>
          <w:rStyle w:val="libHadeesChar"/>
          <w:rtl/>
        </w:rPr>
        <w:t>الرغبة اليك شفيق</w:t>
      </w:r>
      <w:r w:rsidR="004851C8" w:rsidRPr="003530AC">
        <w:rPr>
          <w:rStyle w:val="libHadeesChar"/>
          <w:rtl/>
        </w:rPr>
        <w:t>،</w:t>
      </w:r>
      <w:r w:rsidR="00E8659C" w:rsidRPr="003530AC">
        <w:rPr>
          <w:rStyle w:val="libHadeesChar"/>
          <w:rtl/>
        </w:rPr>
        <w:t>وبإجابة دعائهم و تعجيل الفرج عنهم حقيق</w:t>
      </w:r>
      <w:r w:rsidR="004851C8" w:rsidRPr="003530AC">
        <w:rPr>
          <w:rStyle w:val="libHadeesChar"/>
          <w:rtl/>
        </w:rPr>
        <w:t>.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3530AC">
        <w:rPr>
          <w:rStyle w:val="libHadeesChar"/>
          <w:rtl/>
        </w:rPr>
        <w:t>اللهم فصل عل</w:t>
      </w:r>
      <w:r w:rsidR="00F456F0" w:rsidRPr="003530AC">
        <w:rPr>
          <w:rStyle w:val="libHadeesChar"/>
          <w:rtl/>
        </w:rPr>
        <w:t xml:space="preserve">ی </w:t>
      </w:r>
      <w:r w:rsidRPr="003530AC">
        <w:rPr>
          <w:rStyle w:val="libHadeesChar"/>
          <w:rtl/>
        </w:rPr>
        <w:t>محمد وآل محمد</w:t>
      </w:r>
      <w:r w:rsidR="004851C8" w:rsidRPr="003530AC">
        <w:rPr>
          <w:rStyle w:val="libHadeesChar"/>
          <w:rtl/>
        </w:rPr>
        <w:t>،</w:t>
      </w:r>
      <w:r w:rsidRPr="003530AC">
        <w:rPr>
          <w:rStyle w:val="libHadeesChar"/>
          <w:rtl/>
        </w:rPr>
        <w:t xml:space="preserve"> وبادرنامنك بالعون الذ</w:t>
      </w:r>
      <w:r w:rsidR="00F456F0" w:rsidRPr="003530AC">
        <w:rPr>
          <w:rStyle w:val="libHadeesChar"/>
          <w:rtl/>
        </w:rPr>
        <w:t xml:space="preserve">ی </w:t>
      </w:r>
      <w:r w:rsidRPr="003530AC">
        <w:rPr>
          <w:rStyle w:val="libHadeesChar"/>
          <w:rtl/>
        </w:rPr>
        <w:t>لا خذلان بعده</w:t>
      </w:r>
      <w:r w:rsidR="004851C8" w:rsidRPr="003530AC">
        <w:rPr>
          <w:rStyle w:val="libHadeesChar"/>
          <w:rtl/>
        </w:rPr>
        <w:t>،</w:t>
      </w:r>
      <w:r w:rsidRPr="003530AC">
        <w:rPr>
          <w:rStyle w:val="libHadeesChar"/>
          <w:rtl/>
        </w:rPr>
        <w:t xml:space="preserve"> والنصر الذ</w:t>
      </w:r>
      <w:r w:rsidR="00F456F0" w:rsidRPr="003530AC">
        <w:rPr>
          <w:rStyle w:val="libHadeesChar"/>
          <w:rtl/>
        </w:rPr>
        <w:t xml:space="preserve">ی </w:t>
      </w:r>
      <w:r w:rsidRPr="003530AC">
        <w:rPr>
          <w:rStyle w:val="libHadeesChar"/>
          <w:rtl/>
        </w:rPr>
        <w:t>لاباطل يتكأده</w:t>
      </w:r>
      <w:r w:rsidR="004851C8" w:rsidRPr="003530AC">
        <w:rPr>
          <w:rStyle w:val="libHadeesChar"/>
          <w:rtl/>
        </w:rPr>
        <w:t>،</w:t>
      </w:r>
      <w:r w:rsidRPr="003530AC">
        <w:rPr>
          <w:rStyle w:val="libHadeesChar"/>
          <w:rtl/>
        </w:rPr>
        <w:t xml:space="preserve"> واتح لنا من لدنكمتاحا فياحا</w:t>
      </w:r>
      <w:r w:rsidR="004851C8" w:rsidRPr="003530AC">
        <w:rPr>
          <w:rStyle w:val="libHadeesChar"/>
          <w:rtl/>
        </w:rPr>
        <w:t>،</w:t>
      </w:r>
      <w:r w:rsidRPr="003530AC">
        <w:rPr>
          <w:rStyle w:val="libHadeesChar"/>
          <w:rtl/>
        </w:rPr>
        <w:t xml:space="preserve"> يأمن فيه وليك</w:t>
      </w:r>
      <w:r w:rsidR="004851C8" w:rsidRPr="003530AC">
        <w:rPr>
          <w:rStyle w:val="libHadeesChar"/>
          <w:rtl/>
        </w:rPr>
        <w:t>،</w:t>
      </w:r>
      <w:r w:rsidRPr="003530AC">
        <w:rPr>
          <w:rStyle w:val="libHadeesChar"/>
          <w:rtl/>
        </w:rPr>
        <w:t xml:space="preserve"> ويخيب فيه عدوك</w:t>
      </w:r>
      <w:r w:rsidR="004851C8" w:rsidRPr="003530AC">
        <w:rPr>
          <w:rStyle w:val="libHadeesChar"/>
          <w:rtl/>
        </w:rPr>
        <w:t>،</w:t>
      </w:r>
      <w:r w:rsidRPr="003530AC">
        <w:rPr>
          <w:rStyle w:val="libHadeesChar"/>
          <w:rtl/>
        </w:rPr>
        <w:t xml:space="preserve"> ويقام فيه معالمك</w:t>
      </w:r>
      <w:r w:rsidR="004851C8" w:rsidRPr="003530AC">
        <w:rPr>
          <w:rStyle w:val="libHadeesChar"/>
          <w:rtl/>
        </w:rPr>
        <w:t>،</w:t>
      </w:r>
      <w:r w:rsidRPr="003530AC">
        <w:rPr>
          <w:rStyle w:val="libHadeesChar"/>
          <w:rtl/>
        </w:rPr>
        <w:t xml:space="preserve"> و</w:t>
      </w:r>
      <w:r w:rsidR="003530AC" w:rsidRPr="003530AC">
        <w:rPr>
          <w:rStyle w:val="libHadeesChar"/>
          <w:rFonts w:hint="cs"/>
          <w:rtl/>
        </w:rPr>
        <w:t xml:space="preserve"> </w:t>
      </w:r>
      <w:r w:rsidRPr="003530AC">
        <w:rPr>
          <w:rStyle w:val="libHadeesChar"/>
          <w:rtl/>
        </w:rPr>
        <w:t xml:space="preserve">يظهر </w:t>
      </w:r>
      <w:r w:rsidRPr="003530AC">
        <w:rPr>
          <w:rStyle w:val="libHadeesChar"/>
          <w:rtl/>
        </w:rPr>
        <w:lastRenderedPageBreak/>
        <w:t>فيهاوامرك</w:t>
      </w:r>
      <w:r w:rsidR="004851C8" w:rsidRPr="003530AC">
        <w:rPr>
          <w:rStyle w:val="libHadeesChar"/>
          <w:rtl/>
        </w:rPr>
        <w:t>،</w:t>
      </w:r>
      <w:r w:rsidRPr="003530AC">
        <w:rPr>
          <w:rStyle w:val="libHadeesChar"/>
          <w:rtl/>
        </w:rPr>
        <w:t xml:space="preserve"> وتنكف فيه عواد</w:t>
      </w:r>
      <w:r w:rsidR="00F456F0" w:rsidRPr="003530AC">
        <w:rPr>
          <w:rStyle w:val="libHadeesChar"/>
          <w:rtl/>
        </w:rPr>
        <w:t xml:space="preserve">ی </w:t>
      </w:r>
      <w:r w:rsidRPr="003530AC">
        <w:rPr>
          <w:rStyle w:val="libHadeesChar"/>
          <w:rtl/>
        </w:rPr>
        <w:t>اعدائك</w:t>
      </w:r>
      <w:r w:rsidR="004851C8" w:rsidRPr="003530AC">
        <w:rPr>
          <w:rStyle w:val="libHadeesChar"/>
          <w:rtl/>
        </w:rPr>
        <w:t>.</w:t>
      </w:r>
      <w:r w:rsidRPr="003530AC">
        <w:rPr>
          <w:rStyle w:val="libHadeesChar"/>
          <w:rtl/>
        </w:rPr>
        <w:t xml:space="preserve"> اللهم بادرنا منك بدار الرحمة</w:t>
      </w:r>
      <w:r w:rsidR="004851C8" w:rsidRPr="003530AC">
        <w:rPr>
          <w:rStyle w:val="libHadeesChar"/>
          <w:rtl/>
        </w:rPr>
        <w:t>،</w:t>
      </w:r>
      <w:r w:rsidRPr="003530AC">
        <w:rPr>
          <w:rStyle w:val="libHadeesChar"/>
          <w:rtl/>
        </w:rPr>
        <w:t xml:space="preserve"> وبادر أعدائك منبأسك بدار النقمة</w:t>
      </w:r>
      <w:r w:rsidR="004851C8" w:rsidRPr="003530AC">
        <w:rPr>
          <w:rStyle w:val="libHadeesChar"/>
          <w:rtl/>
        </w:rPr>
        <w:t>.</w:t>
      </w:r>
      <w:r w:rsidRPr="003530AC">
        <w:rPr>
          <w:rStyle w:val="libHadeesChar"/>
          <w:rtl/>
        </w:rPr>
        <w:t xml:space="preserve"> اللهم اعنا واغثنا</w:t>
      </w:r>
      <w:r w:rsidR="004851C8" w:rsidRPr="003530AC">
        <w:rPr>
          <w:rStyle w:val="libHadeesChar"/>
          <w:rtl/>
        </w:rPr>
        <w:t>،</w:t>
      </w:r>
      <w:r w:rsidRPr="003530AC">
        <w:rPr>
          <w:rStyle w:val="libHadeesChar"/>
          <w:rtl/>
        </w:rPr>
        <w:t xml:space="preserve"> وارفع نقمتك عنا واحلها بالقوم الظالمين</w:t>
      </w:r>
      <w:r w:rsidRPr="00E8659C">
        <w:rPr>
          <w:rtl/>
          <w:lang w:bidi="fa-IR"/>
        </w:rPr>
        <w:t>.</w:t>
      </w:r>
      <w:r w:rsidR="003530AC">
        <w:rPr>
          <w:rFonts w:hint="cs"/>
          <w:rtl/>
          <w:lang w:bidi="fa-IR"/>
        </w:rPr>
        <w:t>»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256F60" w:rsidRPr="006249D9">
        <w:rPr>
          <w:rStyle w:val="libFootnotenumChar"/>
          <w:rtl/>
        </w:rPr>
        <w:t>1</w:t>
      </w:r>
      <w:r w:rsidR="00506E9B" w:rsidRPr="006249D9">
        <w:rPr>
          <w:rStyle w:val="libFootnotenumChar"/>
          <w:rtl/>
        </w:rPr>
        <w:t>6</w:t>
      </w:r>
      <w:r w:rsidR="003D2C90" w:rsidRPr="006249D9">
        <w:rPr>
          <w:rStyle w:val="libFootnotenumChar"/>
          <w:rtl/>
        </w:rPr>
        <w:t>9</w:t>
      </w:r>
      <w:r w:rsidRPr="006249D9">
        <w:rPr>
          <w:rStyle w:val="libFootnotenumChar"/>
          <w:rtl/>
        </w:rPr>
        <w:t>)</w:t>
      </w:r>
    </w:p>
    <w:p w:rsidR="003530AC" w:rsidRDefault="00E8659C" w:rsidP="00E8659C">
      <w:pPr>
        <w:pStyle w:val="libNormal"/>
        <w:rPr>
          <w:rFonts w:hint="cs"/>
          <w:rtl/>
          <w:lang w:bidi="fa-IR"/>
        </w:rPr>
      </w:pPr>
      <w:r w:rsidRPr="00E8659C">
        <w:rPr>
          <w:rtl/>
          <w:lang w:bidi="fa-IR"/>
        </w:rPr>
        <w:t>جوائز تو پشت سر هم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نعمتها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تو پيوسته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احسانها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تو سرازير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شكر ما كوتاه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>حمد و سپاس ما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ساده ول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تو به عطوفت و مهربان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به فرد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اعتراف نمايد شايسته ا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خدايا</w:t>
      </w:r>
      <w:r w:rsidR="00E12C63">
        <w:rPr>
          <w:rtl/>
          <w:lang w:bidi="fa-IR"/>
        </w:rPr>
        <w:t>!</w:t>
      </w:r>
      <w:r w:rsidRPr="00E8659C">
        <w:rPr>
          <w:rtl/>
          <w:lang w:bidi="fa-IR"/>
        </w:rPr>
        <w:t xml:space="preserve"> مردم هر وقت در تنگنا و در مضيقه هستند در صورت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تو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به بندگان و</w:t>
      </w:r>
      <w:r w:rsidR="003530AC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صاحبان رغبت مهربان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به پذيرش دعا و تعجيل فرج از آنان سزاوار هست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خدايا</w:t>
      </w:r>
      <w:r w:rsidR="00E12C63">
        <w:rPr>
          <w:rtl/>
          <w:lang w:bidi="fa-IR"/>
        </w:rPr>
        <w:t>!</w:t>
      </w:r>
      <w:r w:rsidRPr="00E8659C">
        <w:rPr>
          <w:rtl/>
          <w:lang w:bidi="fa-IR"/>
        </w:rPr>
        <w:t xml:space="preserve"> درود</w:t>
      </w:r>
      <w:r w:rsidR="003530AC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 xml:space="preserve">خود را به محمد </w:t>
      </w:r>
      <w:r w:rsidR="00E954A2" w:rsidRPr="00E954A2">
        <w:rPr>
          <w:rStyle w:val="libAlaemChar"/>
          <w:rtl/>
        </w:rPr>
        <w:t>صلى‌الله‌عليه‌وآله‌وسلم</w:t>
      </w:r>
      <w:r w:rsidRPr="00E8659C">
        <w:rPr>
          <w:rtl/>
          <w:lang w:bidi="fa-IR"/>
        </w:rPr>
        <w:t xml:space="preserve"> و آل او برسان و ما را مشمول عون و كمك</w:t>
      </w:r>
      <w:r w:rsidR="003530AC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خود قرار ده كمك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ديگر هرگز خوار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ذلت و در</w:t>
      </w:r>
      <w:r w:rsidR="003530AC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بر نداشته باشد ما را به پيروز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نصرت نايل</w:t>
      </w:r>
      <w:r w:rsidR="003530AC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فرما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نصرت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باطل نتواند با آن مبارزه كند</w:t>
      </w:r>
      <w:r w:rsidR="003530AC">
        <w:rPr>
          <w:rFonts w:hint="cs"/>
          <w:rtl/>
          <w:lang w:bidi="fa-IR"/>
        </w:rPr>
        <w:t>.</w:t>
      </w:r>
    </w:p>
    <w:p w:rsidR="003530AC" w:rsidRDefault="00E8659C" w:rsidP="003530AC">
      <w:pPr>
        <w:pStyle w:val="libNormal"/>
        <w:rPr>
          <w:rFonts w:hint="cs"/>
          <w:rtl/>
          <w:lang w:bidi="fa-IR"/>
        </w:rPr>
      </w:pPr>
      <w:r w:rsidRPr="00E8659C">
        <w:rPr>
          <w:rtl/>
          <w:lang w:bidi="fa-IR"/>
        </w:rPr>
        <w:t>خدايا</w:t>
      </w:r>
      <w:r w:rsidR="00E12C63">
        <w:rPr>
          <w:rtl/>
          <w:lang w:bidi="fa-IR"/>
        </w:rPr>
        <w:t>!</w:t>
      </w:r>
      <w:r w:rsidRPr="00E8659C">
        <w:rPr>
          <w:rtl/>
          <w:lang w:bidi="fa-IR"/>
        </w:rPr>
        <w:t xml:space="preserve"> از سو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خودت فرصت مناسب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رادر اختيار ما قرار بده كه ول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دوست تو در آن جايگاه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احساس اقليت و آسايش نمايدو دشمن تو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نا</w:t>
      </w:r>
      <w:r w:rsidR="003530AC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اميد و مأيوس گردد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معالم و نشانه</w:t>
      </w:r>
      <w:r w:rsidR="00164EC6">
        <w:rPr>
          <w:rtl/>
          <w:lang w:bidi="fa-IR"/>
        </w:rPr>
        <w:t xml:space="preserve"> ‌</w:t>
      </w:r>
      <w:r w:rsidRPr="00E8659C">
        <w:rPr>
          <w:rtl/>
          <w:lang w:bidi="fa-IR"/>
        </w:rPr>
        <w:t>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دين تو استوار گردد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اوامرتو ظاهر شود و دشمن</w:t>
      </w:r>
      <w:r w:rsidR="00F456F0">
        <w:rPr>
          <w:rtl/>
          <w:lang w:bidi="fa-IR"/>
        </w:rPr>
        <w:t>ی</w:t>
      </w:r>
      <w:r w:rsidR="003530AC">
        <w:rPr>
          <w:rFonts w:hint="cs"/>
          <w:rtl/>
          <w:lang w:bidi="fa-IR"/>
        </w:rPr>
        <w:t xml:space="preserve"> </w:t>
      </w:r>
      <w:r w:rsidR="00164EC6">
        <w:rPr>
          <w:rtl/>
          <w:lang w:bidi="fa-IR"/>
        </w:rPr>
        <w:t>‌</w:t>
      </w:r>
      <w:r w:rsidRPr="00E8659C">
        <w:rPr>
          <w:rtl/>
          <w:lang w:bidi="fa-IR"/>
        </w:rPr>
        <w:t>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دشمنان تو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منكوب شود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خدايا ما را به دار رحمت به سرعتبرسان واعدا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دين خود را فورا به جايگاه بلا و نقمت وارد ساز</w:t>
      </w:r>
      <w:r w:rsidR="004851C8">
        <w:rPr>
          <w:rtl/>
          <w:lang w:bidi="fa-IR"/>
        </w:rPr>
        <w:t>.</w:t>
      </w:r>
    </w:p>
    <w:p w:rsidR="00E8659C" w:rsidRPr="00E8659C" w:rsidRDefault="00E8659C" w:rsidP="003530AC">
      <w:pPr>
        <w:pStyle w:val="libNormal"/>
        <w:rPr>
          <w:lang w:bidi="fa-IR"/>
        </w:rPr>
      </w:pPr>
      <w:r w:rsidRPr="00E8659C">
        <w:rPr>
          <w:rtl/>
          <w:lang w:bidi="fa-IR"/>
        </w:rPr>
        <w:t>خدايا</w:t>
      </w:r>
      <w:r w:rsidR="00E12C63">
        <w:rPr>
          <w:rtl/>
          <w:lang w:bidi="fa-IR"/>
        </w:rPr>
        <w:t>!</w:t>
      </w:r>
      <w:r w:rsidRPr="00E8659C">
        <w:rPr>
          <w:rtl/>
          <w:lang w:bidi="fa-IR"/>
        </w:rPr>
        <w:t xml:space="preserve"> تو كمك وپناه ما باش</w:t>
      </w:r>
      <w:r w:rsidR="00E12C63">
        <w:rPr>
          <w:rtl/>
          <w:lang w:bidi="fa-IR"/>
        </w:rPr>
        <w:t>!</w:t>
      </w:r>
      <w:r w:rsidRPr="00E8659C">
        <w:rPr>
          <w:rtl/>
          <w:lang w:bidi="fa-IR"/>
        </w:rPr>
        <w:t xml:space="preserve"> بلا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خود را از ما بردار و آن بلايا را به قوم ستمگر وارد آور</w:t>
      </w:r>
      <w:r w:rsidR="00E12C63">
        <w:rPr>
          <w:rtl/>
          <w:lang w:bidi="fa-IR"/>
        </w:rPr>
        <w:t>!</w:t>
      </w:r>
      <w:r w:rsidRPr="00E8659C">
        <w:rPr>
          <w:rtl/>
          <w:lang w:bidi="fa-IR"/>
        </w:rPr>
        <w:t xml:space="preserve"> 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ارحم الراحمين</w:t>
      </w:r>
      <w:r w:rsidR="00E12C63">
        <w:rPr>
          <w:rtl/>
          <w:lang w:bidi="fa-IR"/>
        </w:rPr>
        <w:t>!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256F60" w:rsidRPr="006249D9">
        <w:rPr>
          <w:rStyle w:val="libFootnotenumChar"/>
          <w:rtl/>
        </w:rPr>
        <w:t>1</w:t>
      </w:r>
      <w:r w:rsidR="00506E9B" w:rsidRPr="006249D9">
        <w:rPr>
          <w:rStyle w:val="libFootnotenumChar"/>
          <w:rtl/>
        </w:rPr>
        <w:t>7</w:t>
      </w:r>
      <w:r w:rsidR="009072C7" w:rsidRPr="006249D9">
        <w:rPr>
          <w:rStyle w:val="libFootnotenumChar"/>
          <w:rtl/>
        </w:rPr>
        <w:t>0</w:t>
      </w:r>
      <w:r w:rsidRPr="006249D9">
        <w:rPr>
          <w:rStyle w:val="libFootnotenumChar"/>
          <w:rtl/>
        </w:rPr>
        <w:t>)</w:t>
      </w:r>
    </w:p>
    <w:p w:rsidR="00E8659C" w:rsidRPr="00E8659C" w:rsidRDefault="00FA474B" w:rsidP="003530AC">
      <w:pPr>
        <w:pStyle w:val="libBold1"/>
        <w:rPr>
          <w:lang w:bidi="fa-IR"/>
        </w:rPr>
      </w:pPr>
      <w:r>
        <w:rPr>
          <w:rtl/>
          <w:lang w:bidi="fa-IR"/>
        </w:rPr>
        <w:t>3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دعائ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در قنوت</w:t>
      </w:r>
      <w:r w:rsidR="004851C8">
        <w:rPr>
          <w:rtl/>
          <w:lang w:bidi="fa-IR"/>
        </w:rPr>
        <w:t>:</w:t>
      </w:r>
    </w:p>
    <w:p w:rsidR="003530AC" w:rsidRDefault="003530AC" w:rsidP="00E8659C">
      <w:pPr>
        <w:pStyle w:val="libNormal"/>
        <w:rPr>
          <w:rStyle w:val="libHadeesChar"/>
          <w:rFonts w:hint="cs"/>
          <w:rtl/>
        </w:rPr>
      </w:pPr>
      <w:r>
        <w:rPr>
          <w:rFonts w:hint="cs"/>
          <w:rtl/>
          <w:lang w:bidi="fa-IR"/>
        </w:rPr>
        <w:t>«</w:t>
      </w:r>
      <w:r w:rsidR="00E8659C" w:rsidRPr="003530AC">
        <w:rPr>
          <w:rStyle w:val="libHadeesChar"/>
          <w:rtl/>
        </w:rPr>
        <w:t>اللهم أنت الأول بلا اولية معدودة</w:t>
      </w:r>
      <w:r w:rsidR="004851C8" w:rsidRPr="003530AC">
        <w:rPr>
          <w:rStyle w:val="libHadeesChar"/>
          <w:rtl/>
        </w:rPr>
        <w:t>،</w:t>
      </w:r>
      <w:r w:rsidR="00E8659C" w:rsidRPr="003530AC">
        <w:rPr>
          <w:rStyle w:val="libHadeesChar"/>
          <w:rtl/>
        </w:rPr>
        <w:t xml:space="preserve"> والآخر بلا آخرية محدودة، انشئتنا لالعلة اقتسارا</w:t>
      </w:r>
      <w:r w:rsidR="004851C8" w:rsidRPr="003530AC">
        <w:rPr>
          <w:rStyle w:val="libHadeesChar"/>
          <w:rtl/>
        </w:rPr>
        <w:t>،</w:t>
      </w:r>
      <w:r w:rsidR="00E8659C" w:rsidRPr="003530AC">
        <w:rPr>
          <w:rStyle w:val="libHadeesChar"/>
          <w:rtl/>
        </w:rPr>
        <w:t xml:space="preserve"> واخترعتنا لا لحاجة اقتدارا</w:t>
      </w:r>
      <w:r w:rsidR="004851C8" w:rsidRPr="003530AC">
        <w:rPr>
          <w:rStyle w:val="libHadeesChar"/>
          <w:rtl/>
        </w:rPr>
        <w:t>،</w:t>
      </w:r>
      <w:r w:rsidR="00E8659C" w:rsidRPr="003530AC">
        <w:rPr>
          <w:rStyle w:val="libHadeesChar"/>
          <w:rtl/>
        </w:rPr>
        <w:t xml:space="preserve"> وابتدأعتنا بحكمتكاختيارا</w:t>
      </w:r>
      <w:r w:rsidR="004851C8" w:rsidRPr="003530AC">
        <w:rPr>
          <w:rStyle w:val="libHadeesChar"/>
          <w:rtl/>
        </w:rPr>
        <w:t>،</w:t>
      </w:r>
      <w:r w:rsidR="00E8659C" w:rsidRPr="003530AC">
        <w:rPr>
          <w:rStyle w:val="libHadeesChar"/>
          <w:rtl/>
        </w:rPr>
        <w:t xml:space="preserve"> وبلوتنا بأمرك و نهيك اختبارا</w:t>
      </w:r>
      <w:r w:rsidR="004851C8" w:rsidRPr="003530AC">
        <w:rPr>
          <w:rStyle w:val="libHadeesChar"/>
          <w:rtl/>
        </w:rPr>
        <w:t>،</w:t>
      </w:r>
      <w:r w:rsidR="00E8659C" w:rsidRPr="003530AC">
        <w:rPr>
          <w:rStyle w:val="libHadeesChar"/>
          <w:rtl/>
        </w:rPr>
        <w:t xml:space="preserve"> وايدتنا بالآلات</w:t>
      </w:r>
      <w:r w:rsidR="004851C8" w:rsidRPr="003530AC">
        <w:rPr>
          <w:rStyle w:val="libHadeesChar"/>
          <w:rtl/>
        </w:rPr>
        <w:t>،</w:t>
      </w:r>
      <w:r w:rsidR="00E8659C" w:rsidRPr="003530AC">
        <w:rPr>
          <w:rStyle w:val="libHadeesChar"/>
          <w:rtl/>
        </w:rPr>
        <w:t xml:space="preserve"> ومنحتنا بالأدوات</w:t>
      </w:r>
      <w:r w:rsidR="004851C8" w:rsidRPr="003530AC">
        <w:rPr>
          <w:rStyle w:val="libHadeesChar"/>
          <w:rtl/>
        </w:rPr>
        <w:t>،</w:t>
      </w:r>
      <w:r w:rsidR="00E8659C" w:rsidRPr="003530AC">
        <w:rPr>
          <w:rStyle w:val="libHadeesChar"/>
          <w:rtl/>
        </w:rPr>
        <w:t>وكلفتنا الطاقة</w:t>
      </w:r>
      <w:r w:rsidR="004851C8" w:rsidRPr="003530AC">
        <w:rPr>
          <w:rStyle w:val="libHadeesChar"/>
          <w:rtl/>
        </w:rPr>
        <w:t>،</w:t>
      </w:r>
      <w:r w:rsidR="00E8659C" w:rsidRPr="003530AC">
        <w:rPr>
          <w:rStyle w:val="libHadeesChar"/>
          <w:rtl/>
        </w:rPr>
        <w:t xml:space="preserve"> وجشمتنا الطاعة</w:t>
      </w:r>
      <w:r w:rsidR="004851C8" w:rsidRPr="003530AC">
        <w:rPr>
          <w:rStyle w:val="libHadeesChar"/>
          <w:rtl/>
        </w:rPr>
        <w:t>،</w:t>
      </w:r>
      <w:r w:rsidR="00E8659C" w:rsidRPr="003530AC">
        <w:rPr>
          <w:rStyle w:val="libHadeesChar"/>
          <w:rtl/>
        </w:rPr>
        <w:t xml:space="preserve"> فامرت تخييرا</w:t>
      </w:r>
      <w:r w:rsidR="004851C8" w:rsidRPr="003530AC">
        <w:rPr>
          <w:rStyle w:val="libHadeesChar"/>
          <w:rtl/>
        </w:rPr>
        <w:t>،</w:t>
      </w:r>
      <w:r w:rsidR="00E8659C" w:rsidRPr="003530AC">
        <w:rPr>
          <w:rStyle w:val="libHadeesChar"/>
          <w:rtl/>
        </w:rPr>
        <w:t xml:space="preserve"> ونهيت تحذيرا</w:t>
      </w:r>
      <w:r w:rsidR="004851C8" w:rsidRPr="003530AC">
        <w:rPr>
          <w:rStyle w:val="libHadeesChar"/>
          <w:rtl/>
        </w:rPr>
        <w:t>،</w:t>
      </w:r>
      <w:r w:rsidR="00E8659C" w:rsidRPr="003530AC">
        <w:rPr>
          <w:rStyle w:val="libHadeesChar"/>
          <w:rtl/>
        </w:rPr>
        <w:t xml:space="preserve"> وخولت كثيرا</w:t>
      </w:r>
      <w:r w:rsidR="004851C8" w:rsidRPr="003530AC">
        <w:rPr>
          <w:rStyle w:val="libHadeesChar"/>
          <w:rtl/>
        </w:rPr>
        <w:t>،</w:t>
      </w:r>
      <w:r w:rsidR="00E8659C" w:rsidRPr="003530AC">
        <w:rPr>
          <w:rStyle w:val="libHadeesChar"/>
          <w:rtl/>
        </w:rPr>
        <w:t>وسألت يسيرا</w:t>
      </w:r>
      <w:r w:rsidR="004851C8" w:rsidRPr="003530AC">
        <w:rPr>
          <w:rStyle w:val="libHadeesChar"/>
          <w:rtl/>
        </w:rPr>
        <w:t>،</w:t>
      </w:r>
      <w:r w:rsidR="00E8659C" w:rsidRPr="003530AC">
        <w:rPr>
          <w:rStyle w:val="libHadeesChar"/>
          <w:rtl/>
        </w:rPr>
        <w:t xml:space="preserve"> فعص</w:t>
      </w:r>
      <w:r w:rsidR="00F456F0" w:rsidRPr="003530AC">
        <w:rPr>
          <w:rStyle w:val="libHadeesChar"/>
          <w:rtl/>
        </w:rPr>
        <w:t xml:space="preserve">ی </w:t>
      </w:r>
      <w:r w:rsidR="00E8659C" w:rsidRPr="003530AC">
        <w:rPr>
          <w:rStyle w:val="libHadeesChar"/>
          <w:rtl/>
        </w:rPr>
        <w:t>امرك فحلمت</w:t>
      </w:r>
      <w:r w:rsidR="004851C8" w:rsidRPr="003530AC">
        <w:rPr>
          <w:rStyle w:val="libHadeesChar"/>
          <w:rtl/>
        </w:rPr>
        <w:t>،</w:t>
      </w:r>
      <w:r w:rsidR="00E8659C" w:rsidRPr="003530AC">
        <w:rPr>
          <w:rStyle w:val="libHadeesChar"/>
          <w:rtl/>
        </w:rPr>
        <w:t xml:space="preserve"> و جهل قدرك فتكرمت</w:t>
      </w:r>
      <w:r w:rsidR="004851C8" w:rsidRPr="003530AC">
        <w:rPr>
          <w:rStyle w:val="libHadeesChar"/>
          <w:rtl/>
        </w:rPr>
        <w:t>،</w:t>
      </w:r>
      <w:r w:rsidR="00E8659C" w:rsidRPr="003530AC">
        <w:rPr>
          <w:rStyle w:val="libHadeesChar"/>
          <w:rtl/>
        </w:rPr>
        <w:t xml:space="preserve"> فأنت رب العزة والبهاء</w:t>
      </w:r>
      <w:r w:rsidR="004851C8" w:rsidRPr="003530AC">
        <w:rPr>
          <w:rStyle w:val="libHadeesChar"/>
          <w:rtl/>
        </w:rPr>
        <w:t>،</w:t>
      </w:r>
      <w:r w:rsidR="00E8659C" w:rsidRPr="003530AC">
        <w:rPr>
          <w:rStyle w:val="libHadeesChar"/>
          <w:rtl/>
        </w:rPr>
        <w:t>والعظمة والكبرياء</w:t>
      </w:r>
      <w:r w:rsidR="004851C8" w:rsidRPr="003530AC">
        <w:rPr>
          <w:rStyle w:val="libHadeesChar"/>
          <w:rtl/>
        </w:rPr>
        <w:t>،</w:t>
      </w:r>
      <w:r w:rsidR="00E8659C" w:rsidRPr="003530AC">
        <w:rPr>
          <w:rStyle w:val="libHadeesChar"/>
          <w:rtl/>
        </w:rPr>
        <w:t xml:space="preserve"> والإحسان والنعماء</w:t>
      </w:r>
      <w:r w:rsidR="004851C8" w:rsidRPr="003530AC">
        <w:rPr>
          <w:rStyle w:val="libHadeesChar"/>
          <w:rtl/>
        </w:rPr>
        <w:t>،</w:t>
      </w:r>
      <w:r w:rsidR="00E8659C" w:rsidRPr="003530AC">
        <w:rPr>
          <w:rStyle w:val="libHadeesChar"/>
          <w:rtl/>
        </w:rPr>
        <w:t xml:space="preserve"> والمن والآلاء</w:t>
      </w:r>
      <w:r w:rsidR="004851C8" w:rsidRPr="003530AC">
        <w:rPr>
          <w:rStyle w:val="libHadeesChar"/>
          <w:rtl/>
        </w:rPr>
        <w:t>،</w:t>
      </w:r>
      <w:r w:rsidR="00E8659C" w:rsidRPr="003530AC">
        <w:rPr>
          <w:rStyle w:val="libHadeesChar"/>
          <w:rtl/>
        </w:rPr>
        <w:t xml:space="preserve"> والمنح والعطاء والإنجازوالوفاء</w:t>
      </w:r>
      <w:r w:rsidR="004851C8" w:rsidRPr="003530AC">
        <w:rPr>
          <w:rStyle w:val="libHadeesChar"/>
          <w:rtl/>
        </w:rPr>
        <w:t>،</w:t>
      </w:r>
      <w:r w:rsidR="00E8659C" w:rsidRPr="003530AC">
        <w:rPr>
          <w:rStyle w:val="libHadeesChar"/>
          <w:rtl/>
        </w:rPr>
        <w:t xml:space="preserve"> ولا تحيط القلوب لك بكنه</w:t>
      </w:r>
      <w:r w:rsidR="004851C8" w:rsidRPr="003530AC">
        <w:rPr>
          <w:rStyle w:val="libHadeesChar"/>
          <w:rtl/>
        </w:rPr>
        <w:t>،</w:t>
      </w:r>
      <w:r w:rsidR="00E8659C" w:rsidRPr="003530AC">
        <w:rPr>
          <w:rStyle w:val="libHadeesChar"/>
          <w:rtl/>
        </w:rPr>
        <w:t xml:space="preserve"> ولاتدرك الأوهام لك صفة</w:t>
      </w:r>
      <w:r w:rsidR="004851C8" w:rsidRPr="003530AC">
        <w:rPr>
          <w:rStyle w:val="libHadeesChar"/>
          <w:rtl/>
        </w:rPr>
        <w:t>،</w:t>
      </w:r>
      <w:r w:rsidR="00E8659C" w:rsidRPr="003530AC">
        <w:rPr>
          <w:rStyle w:val="libHadeesChar"/>
          <w:rtl/>
        </w:rPr>
        <w:t xml:space="preserve"> و</w:t>
      </w:r>
      <w:r>
        <w:rPr>
          <w:rStyle w:val="libHadeesChar"/>
          <w:rFonts w:hint="cs"/>
          <w:rtl/>
        </w:rPr>
        <w:t xml:space="preserve"> </w:t>
      </w:r>
      <w:r w:rsidR="00E8659C" w:rsidRPr="003530AC">
        <w:rPr>
          <w:rStyle w:val="libHadeesChar"/>
          <w:rtl/>
        </w:rPr>
        <w:t>لايشبهك شئ من خلقك، ولايمثل بك شئ من صنعتك</w:t>
      </w:r>
      <w:r w:rsidR="004851C8" w:rsidRPr="003530AC">
        <w:rPr>
          <w:rStyle w:val="libHadeesChar"/>
          <w:rtl/>
        </w:rPr>
        <w:t>،</w:t>
      </w:r>
      <w:r w:rsidR="00E8659C" w:rsidRPr="003530AC">
        <w:rPr>
          <w:rStyle w:val="libHadeesChar"/>
          <w:rtl/>
        </w:rPr>
        <w:t xml:space="preserve"> تباركت أن تحس أو تمس</w:t>
      </w:r>
      <w:r w:rsidR="004851C8" w:rsidRPr="003530AC">
        <w:rPr>
          <w:rStyle w:val="libHadeesChar"/>
          <w:rtl/>
        </w:rPr>
        <w:t>،</w:t>
      </w:r>
      <w:r w:rsidR="00E8659C" w:rsidRPr="003530AC">
        <w:rPr>
          <w:rStyle w:val="libHadeesChar"/>
          <w:rtl/>
        </w:rPr>
        <w:t xml:space="preserve"> أو تدركك الحواس الخمس</w:t>
      </w:r>
      <w:r w:rsidR="004851C8" w:rsidRPr="003530AC">
        <w:rPr>
          <w:rStyle w:val="libHadeesChar"/>
          <w:rtl/>
        </w:rPr>
        <w:t>،</w:t>
      </w:r>
      <w:r w:rsidR="00E8659C" w:rsidRPr="003530AC">
        <w:rPr>
          <w:rStyle w:val="libHadeesChar"/>
          <w:rtl/>
        </w:rPr>
        <w:t xml:space="preserve"> وأن</w:t>
      </w:r>
      <w:r w:rsidR="00F456F0" w:rsidRPr="003530AC">
        <w:rPr>
          <w:rStyle w:val="libHadeesChar"/>
          <w:rtl/>
        </w:rPr>
        <w:t xml:space="preserve">ی </w:t>
      </w:r>
      <w:r w:rsidR="00E8659C" w:rsidRPr="003530AC">
        <w:rPr>
          <w:rStyle w:val="libHadeesChar"/>
          <w:rtl/>
        </w:rPr>
        <w:t>يدرك مخلوق خالقه</w:t>
      </w:r>
      <w:r w:rsidR="004851C8" w:rsidRPr="003530AC">
        <w:rPr>
          <w:rStyle w:val="libHadeesChar"/>
          <w:rtl/>
        </w:rPr>
        <w:t>،</w:t>
      </w:r>
      <w:r w:rsidR="00E8659C" w:rsidRPr="003530AC">
        <w:rPr>
          <w:rStyle w:val="libHadeesChar"/>
          <w:rtl/>
        </w:rPr>
        <w:t xml:space="preserve"> وتعاليت يا إله</w:t>
      </w:r>
      <w:r w:rsidR="00F456F0" w:rsidRPr="003530AC">
        <w:rPr>
          <w:rStyle w:val="libHadeesChar"/>
          <w:rtl/>
        </w:rPr>
        <w:t xml:space="preserve">ی </w:t>
      </w:r>
      <w:r w:rsidR="00E8659C" w:rsidRPr="003530AC">
        <w:rPr>
          <w:rStyle w:val="libHadeesChar"/>
          <w:rtl/>
        </w:rPr>
        <w:t>عما يقول الظالمون علوا كبيرا</w:t>
      </w:r>
      <w:r w:rsidR="004851C8" w:rsidRPr="003530AC">
        <w:rPr>
          <w:rStyle w:val="libHadeesChar"/>
          <w:rtl/>
        </w:rPr>
        <w:t>.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3530AC">
        <w:rPr>
          <w:rStyle w:val="libHadeesChar"/>
          <w:rtl/>
        </w:rPr>
        <w:lastRenderedPageBreak/>
        <w:t>اللهم ادللأوليائك من اعدائك الظالمين الباغين الناكثين القاسطين المارقين</w:t>
      </w:r>
      <w:r w:rsidR="004851C8" w:rsidRPr="003530AC">
        <w:rPr>
          <w:rStyle w:val="libHadeesChar"/>
          <w:rtl/>
        </w:rPr>
        <w:t>،</w:t>
      </w:r>
      <w:r w:rsidRPr="003530AC">
        <w:rPr>
          <w:rStyle w:val="libHadeesChar"/>
          <w:rtl/>
        </w:rPr>
        <w:t xml:space="preserve"> الذين اضلواعبادك</w:t>
      </w:r>
      <w:r w:rsidR="004851C8" w:rsidRPr="003530AC">
        <w:rPr>
          <w:rStyle w:val="libHadeesChar"/>
          <w:rtl/>
        </w:rPr>
        <w:t>،</w:t>
      </w:r>
      <w:r w:rsidRPr="003530AC">
        <w:rPr>
          <w:rStyle w:val="libHadeesChar"/>
          <w:rtl/>
        </w:rPr>
        <w:t xml:space="preserve"> وحرفوا كتابك</w:t>
      </w:r>
      <w:r w:rsidR="004851C8" w:rsidRPr="003530AC">
        <w:rPr>
          <w:rStyle w:val="libHadeesChar"/>
          <w:rtl/>
        </w:rPr>
        <w:t>،</w:t>
      </w:r>
      <w:r w:rsidRPr="003530AC">
        <w:rPr>
          <w:rStyle w:val="libHadeesChar"/>
          <w:rtl/>
        </w:rPr>
        <w:t xml:space="preserve"> وبدلوا احكامك</w:t>
      </w:r>
      <w:r w:rsidR="004851C8" w:rsidRPr="003530AC">
        <w:rPr>
          <w:rStyle w:val="libHadeesChar"/>
          <w:rtl/>
        </w:rPr>
        <w:t>،</w:t>
      </w:r>
      <w:r w:rsidRPr="003530AC">
        <w:rPr>
          <w:rStyle w:val="libHadeesChar"/>
          <w:rtl/>
        </w:rPr>
        <w:t xml:space="preserve"> وجحدوا حقك</w:t>
      </w:r>
      <w:r w:rsidR="004851C8" w:rsidRPr="003530AC">
        <w:rPr>
          <w:rStyle w:val="libHadeesChar"/>
          <w:rtl/>
        </w:rPr>
        <w:t>،</w:t>
      </w:r>
      <w:r w:rsidRPr="003530AC">
        <w:rPr>
          <w:rStyle w:val="libHadeesChar"/>
          <w:rtl/>
        </w:rPr>
        <w:t xml:space="preserve"> وجلسوا مجالس اوليائك</w:t>
      </w:r>
      <w:r w:rsidR="004851C8" w:rsidRPr="003530AC">
        <w:rPr>
          <w:rStyle w:val="libHadeesChar"/>
          <w:rtl/>
        </w:rPr>
        <w:t>،</w:t>
      </w:r>
      <w:r w:rsidRPr="003530AC">
        <w:rPr>
          <w:rStyle w:val="libHadeesChar"/>
          <w:rtl/>
        </w:rPr>
        <w:t>وحرفوا كتابك</w:t>
      </w:r>
      <w:r w:rsidR="004851C8" w:rsidRPr="003530AC">
        <w:rPr>
          <w:rStyle w:val="libHadeesChar"/>
          <w:rtl/>
        </w:rPr>
        <w:t>،</w:t>
      </w:r>
      <w:r w:rsidRPr="003530AC">
        <w:rPr>
          <w:rStyle w:val="libHadeesChar"/>
          <w:rtl/>
        </w:rPr>
        <w:t xml:space="preserve"> وبدلوا احكامك</w:t>
      </w:r>
      <w:r w:rsidR="004851C8" w:rsidRPr="003530AC">
        <w:rPr>
          <w:rStyle w:val="libHadeesChar"/>
          <w:rtl/>
        </w:rPr>
        <w:t>،</w:t>
      </w:r>
      <w:r w:rsidRPr="003530AC">
        <w:rPr>
          <w:rStyle w:val="libHadeesChar"/>
          <w:rtl/>
        </w:rPr>
        <w:t xml:space="preserve"> وجحدوا حقك</w:t>
      </w:r>
      <w:r w:rsidR="004851C8" w:rsidRPr="003530AC">
        <w:rPr>
          <w:rStyle w:val="libHadeesChar"/>
          <w:rtl/>
        </w:rPr>
        <w:t>،</w:t>
      </w:r>
      <w:r w:rsidRPr="003530AC">
        <w:rPr>
          <w:rStyle w:val="libHadeesChar"/>
          <w:rtl/>
        </w:rPr>
        <w:t xml:space="preserve"> وجلسوا مجالس اوليائك</w:t>
      </w:r>
      <w:r w:rsidR="004851C8" w:rsidRPr="003530AC">
        <w:rPr>
          <w:rStyle w:val="libHadeesChar"/>
          <w:rtl/>
        </w:rPr>
        <w:t>،</w:t>
      </w:r>
      <w:r w:rsidRPr="003530AC">
        <w:rPr>
          <w:rStyle w:val="libHadeesChar"/>
          <w:rtl/>
        </w:rPr>
        <w:t xml:space="preserve"> جرأة منهمعليك</w:t>
      </w:r>
      <w:r w:rsidR="004851C8" w:rsidRPr="003530AC">
        <w:rPr>
          <w:rStyle w:val="libHadeesChar"/>
          <w:rtl/>
        </w:rPr>
        <w:t>،</w:t>
      </w:r>
      <w:r w:rsidRPr="003530AC">
        <w:rPr>
          <w:rStyle w:val="libHadeesChar"/>
          <w:rtl/>
        </w:rPr>
        <w:t xml:space="preserve"> وظلما منهم لأهل بيت نبيك عليهم سلامك و</w:t>
      </w:r>
      <w:r w:rsidR="00296D15">
        <w:rPr>
          <w:rStyle w:val="libHadeesChar"/>
          <w:rFonts w:hint="cs"/>
          <w:rtl/>
        </w:rPr>
        <w:t xml:space="preserve"> </w:t>
      </w:r>
      <w:r w:rsidRPr="003530AC">
        <w:rPr>
          <w:rStyle w:val="libHadeesChar"/>
          <w:rtl/>
        </w:rPr>
        <w:t>صلواتك ورحمتك وبركاتك</w:t>
      </w:r>
      <w:r w:rsidR="004851C8" w:rsidRPr="003530AC">
        <w:rPr>
          <w:rStyle w:val="libHadeesChar"/>
          <w:rtl/>
        </w:rPr>
        <w:t>،</w:t>
      </w:r>
      <w:r w:rsidRPr="003530AC">
        <w:rPr>
          <w:rStyle w:val="libHadeesChar"/>
          <w:rtl/>
        </w:rPr>
        <w:t xml:space="preserve"> فضلواواضلوا خلقك</w:t>
      </w:r>
      <w:r w:rsidR="004851C8" w:rsidRPr="003530AC">
        <w:rPr>
          <w:rStyle w:val="libHadeesChar"/>
          <w:rtl/>
        </w:rPr>
        <w:t>،</w:t>
      </w:r>
      <w:r w:rsidRPr="003530AC">
        <w:rPr>
          <w:rStyle w:val="libHadeesChar"/>
          <w:rtl/>
        </w:rPr>
        <w:t xml:space="preserve"> و</w:t>
      </w:r>
      <w:r w:rsidR="00296D15">
        <w:rPr>
          <w:rStyle w:val="libHadeesChar"/>
          <w:rFonts w:hint="cs"/>
          <w:rtl/>
        </w:rPr>
        <w:t xml:space="preserve"> </w:t>
      </w:r>
      <w:r w:rsidRPr="003530AC">
        <w:rPr>
          <w:rStyle w:val="libHadeesChar"/>
          <w:rtl/>
        </w:rPr>
        <w:t>هتكوا حجاب سترك عن عبادك</w:t>
      </w:r>
      <w:r w:rsidR="004851C8" w:rsidRPr="003530AC">
        <w:rPr>
          <w:rStyle w:val="libHadeesChar"/>
          <w:rtl/>
        </w:rPr>
        <w:t>،</w:t>
      </w:r>
      <w:r w:rsidRPr="003530AC">
        <w:rPr>
          <w:rStyle w:val="libHadeesChar"/>
          <w:rtl/>
        </w:rPr>
        <w:t xml:space="preserve"> واتخذوا اللهم مالك دولا</w:t>
      </w:r>
      <w:r w:rsidR="004851C8" w:rsidRPr="003530AC">
        <w:rPr>
          <w:rStyle w:val="libHadeesChar"/>
          <w:rtl/>
        </w:rPr>
        <w:t>،</w:t>
      </w:r>
      <w:r w:rsidRPr="003530AC">
        <w:rPr>
          <w:rStyle w:val="libHadeesChar"/>
          <w:rtl/>
        </w:rPr>
        <w:t xml:space="preserve"> وعبادك خولا، وتركوا اللهم عالم ارضك ف</w:t>
      </w:r>
      <w:r w:rsidR="00F456F0" w:rsidRPr="003530AC">
        <w:rPr>
          <w:rStyle w:val="libHadeesChar"/>
          <w:rtl/>
        </w:rPr>
        <w:t xml:space="preserve">ی </w:t>
      </w:r>
      <w:r w:rsidRPr="003530AC">
        <w:rPr>
          <w:rStyle w:val="libHadeesChar"/>
          <w:rtl/>
        </w:rPr>
        <w:t>بكماء عمياء ظلماء مدلهة</w:t>
      </w:r>
      <w:r w:rsidR="004851C8" w:rsidRPr="003530AC">
        <w:rPr>
          <w:rStyle w:val="libHadeesChar"/>
          <w:rtl/>
        </w:rPr>
        <w:t>،</w:t>
      </w:r>
      <w:r w:rsidRPr="003530AC">
        <w:rPr>
          <w:rStyle w:val="libHadeesChar"/>
          <w:rtl/>
        </w:rPr>
        <w:t xml:space="preserve"> فاعينهم مفتوحة</w:t>
      </w:r>
      <w:r w:rsidR="004851C8" w:rsidRPr="003530AC">
        <w:rPr>
          <w:rStyle w:val="libHadeesChar"/>
          <w:rtl/>
        </w:rPr>
        <w:t>،</w:t>
      </w:r>
      <w:r w:rsidRPr="003530AC">
        <w:rPr>
          <w:rStyle w:val="libHadeesChar"/>
          <w:rtl/>
        </w:rPr>
        <w:t xml:space="preserve"> وقلوبهم عمية</w:t>
      </w:r>
      <w:r w:rsidR="004851C8" w:rsidRPr="003530AC">
        <w:rPr>
          <w:rStyle w:val="libHadeesChar"/>
          <w:rtl/>
        </w:rPr>
        <w:t>،</w:t>
      </w:r>
      <w:r w:rsidRPr="003530AC">
        <w:rPr>
          <w:rStyle w:val="libHadeesChar"/>
          <w:rtl/>
        </w:rPr>
        <w:t xml:space="preserve"> ولم تبق لهماللهم عليك من حجة</w:t>
      </w:r>
      <w:r w:rsidR="004851C8" w:rsidRPr="003530AC">
        <w:rPr>
          <w:rStyle w:val="libHadeesChar"/>
          <w:rtl/>
        </w:rPr>
        <w:t>،</w:t>
      </w:r>
      <w:r w:rsidRPr="003530AC">
        <w:rPr>
          <w:rStyle w:val="libHadeesChar"/>
          <w:rtl/>
        </w:rPr>
        <w:t xml:space="preserve"> لقد حدرت اللهم عذابك</w:t>
      </w:r>
      <w:r w:rsidR="004851C8" w:rsidRPr="003530AC">
        <w:rPr>
          <w:rStyle w:val="libHadeesChar"/>
          <w:rtl/>
        </w:rPr>
        <w:t>،</w:t>
      </w:r>
      <w:r w:rsidRPr="003530AC">
        <w:rPr>
          <w:rStyle w:val="libHadeesChar"/>
          <w:rtl/>
        </w:rPr>
        <w:t xml:space="preserve"> وبينت نكالك</w:t>
      </w:r>
      <w:r w:rsidR="004851C8" w:rsidRPr="003530AC">
        <w:rPr>
          <w:rStyle w:val="libHadeesChar"/>
          <w:rtl/>
        </w:rPr>
        <w:t>،</w:t>
      </w:r>
      <w:r w:rsidRPr="003530AC">
        <w:rPr>
          <w:rStyle w:val="libHadeesChar"/>
          <w:rtl/>
        </w:rPr>
        <w:t xml:space="preserve"> ووعدت المطيعين احسانك</w:t>
      </w:r>
      <w:r w:rsidR="004851C8" w:rsidRPr="003530AC">
        <w:rPr>
          <w:rStyle w:val="libHadeesChar"/>
          <w:rtl/>
        </w:rPr>
        <w:t>،</w:t>
      </w:r>
      <w:r w:rsidRPr="003530AC">
        <w:rPr>
          <w:rStyle w:val="libHadeesChar"/>
          <w:rtl/>
        </w:rPr>
        <w:t>وقدمت إليهم بالنذر</w:t>
      </w:r>
      <w:r w:rsidR="004851C8" w:rsidRPr="003530AC">
        <w:rPr>
          <w:rStyle w:val="libHadeesChar"/>
          <w:rtl/>
        </w:rPr>
        <w:t>،</w:t>
      </w:r>
      <w:r w:rsidRPr="003530AC">
        <w:rPr>
          <w:rStyle w:val="libHadeesChar"/>
          <w:rtl/>
        </w:rPr>
        <w:t xml:space="preserve"> فآمنت طائفة</w:t>
      </w:r>
      <w:r w:rsidR="004851C8" w:rsidRPr="003530AC">
        <w:rPr>
          <w:rStyle w:val="libHadeesChar"/>
          <w:rtl/>
        </w:rPr>
        <w:t>،</w:t>
      </w:r>
      <w:r w:rsidRPr="003530AC">
        <w:rPr>
          <w:rStyle w:val="libHadeesChar"/>
          <w:rtl/>
        </w:rPr>
        <w:t xml:space="preserve"> فأيد الله الذين آمنوا عل</w:t>
      </w:r>
      <w:r w:rsidR="00F456F0" w:rsidRPr="003530AC">
        <w:rPr>
          <w:rStyle w:val="libHadeesChar"/>
          <w:rtl/>
        </w:rPr>
        <w:t xml:space="preserve">ی </w:t>
      </w:r>
      <w:r w:rsidRPr="003530AC">
        <w:rPr>
          <w:rStyle w:val="libHadeesChar"/>
          <w:rtl/>
        </w:rPr>
        <w:t>عدوك وعدو أوليائكفاصبحوا ظاهرين</w:t>
      </w:r>
      <w:r w:rsidR="004851C8" w:rsidRPr="003530AC">
        <w:rPr>
          <w:rStyle w:val="libHadeesChar"/>
          <w:rtl/>
        </w:rPr>
        <w:t>،</w:t>
      </w:r>
      <w:r w:rsidRPr="003530AC">
        <w:rPr>
          <w:rStyle w:val="libHadeesChar"/>
          <w:rtl/>
        </w:rPr>
        <w:t xml:space="preserve"> وإل</w:t>
      </w:r>
      <w:r w:rsidR="00F456F0" w:rsidRPr="003530AC">
        <w:rPr>
          <w:rStyle w:val="libHadeesChar"/>
          <w:rtl/>
        </w:rPr>
        <w:t xml:space="preserve">ی </w:t>
      </w:r>
      <w:r w:rsidRPr="003530AC">
        <w:rPr>
          <w:rStyle w:val="libHadeesChar"/>
          <w:rtl/>
        </w:rPr>
        <w:t>الحق داعين</w:t>
      </w:r>
      <w:r w:rsidR="004851C8" w:rsidRPr="003530AC">
        <w:rPr>
          <w:rStyle w:val="libHadeesChar"/>
          <w:rtl/>
        </w:rPr>
        <w:t>،</w:t>
      </w:r>
      <w:r w:rsidRPr="003530AC">
        <w:rPr>
          <w:rStyle w:val="libHadeesChar"/>
          <w:rtl/>
        </w:rPr>
        <w:t xml:space="preserve"> وللإمام المنتظر القائم بالقسط تابعين</w:t>
      </w:r>
      <w:r w:rsidR="004851C8" w:rsidRPr="003530AC">
        <w:rPr>
          <w:rStyle w:val="libHadeesChar"/>
          <w:rtl/>
        </w:rPr>
        <w:t>،</w:t>
      </w:r>
      <w:r w:rsidRPr="003530AC">
        <w:rPr>
          <w:rStyle w:val="libHadeesChar"/>
          <w:rtl/>
        </w:rPr>
        <w:t xml:space="preserve"> و جدداللهم عل</w:t>
      </w:r>
      <w:r w:rsidR="00F456F0" w:rsidRPr="003530AC">
        <w:rPr>
          <w:rStyle w:val="libHadeesChar"/>
          <w:rtl/>
        </w:rPr>
        <w:t xml:space="preserve">ی </w:t>
      </w:r>
      <w:r w:rsidRPr="003530AC">
        <w:rPr>
          <w:rStyle w:val="libHadeesChar"/>
          <w:rtl/>
        </w:rPr>
        <w:t>أعدائك واعدائهم نارك وعذابك الذ</w:t>
      </w:r>
      <w:r w:rsidR="00F456F0" w:rsidRPr="003530AC">
        <w:rPr>
          <w:rStyle w:val="libHadeesChar"/>
          <w:rtl/>
        </w:rPr>
        <w:t xml:space="preserve">ی </w:t>
      </w:r>
      <w:r w:rsidRPr="003530AC">
        <w:rPr>
          <w:rStyle w:val="libHadeesChar"/>
          <w:rtl/>
        </w:rPr>
        <w:t>لاتدفعه عن القوم الظالمين</w:t>
      </w:r>
      <w:r w:rsidR="004851C8" w:rsidRPr="003530AC">
        <w:rPr>
          <w:rStyle w:val="libHadeesChar"/>
          <w:rtl/>
        </w:rPr>
        <w:t>.</w:t>
      </w:r>
      <w:r w:rsidRPr="003530AC">
        <w:rPr>
          <w:rStyle w:val="libHadeesChar"/>
          <w:rtl/>
        </w:rPr>
        <w:t xml:space="preserve"> اللهم صلعل</w:t>
      </w:r>
      <w:r w:rsidR="00F456F0" w:rsidRPr="003530AC">
        <w:rPr>
          <w:rStyle w:val="libHadeesChar"/>
          <w:rtl/>
        </w:rPr>
        <w:t xml:space="preserve">ی </w:t>
      </w:r>
      <w:r w:rsidRPr="003530AC">
        <w:rPr>
          <w:rStyle w:val="libHadeesChar"/>
          <w:rtl/>
        </w:rPr>
        <w:t>محمد وآل محمد</w:t>
      </w:r>
      <w:r w:rsidR="004851C8" w:rsidRPr="003530AC">
        <w:rPr>
          <w:rStyle w:val="libHadeesChar"/>
          <w:rtl/>
        </w:rPr>
        <w:t>،</w:t>
      </w:r>
      <w:r w:rsidRPr="003530AC">
        <w:rPr>
          <w:rStyle w:val="libHadeesChar"/>
          <w:rtl/>
        </w:rPr>
        <w:t xml:space="preserve"> وقو ضعف المخلصين لك بالمحبة</w:t>
      </w:r>
      <w:r w:rsidR="004851C8" w:rsidRPr="003530AC">
        <w:rPr>
          <w:rStyle w:val="libHadeesChar"/>
          <w:rtl/>
        </w:rPr>
        <w:t>،</w:t>
      </w:r>
      <w:r w:rsidRPr="003530AC">
        <w:rPr>
          <w:rStyle w:val="libHadeesChar"/>
          <w:rtl/>
        </w:rPr>
        <w:t xml:space="preserve"> المشايعين لنا بالموالاة</w:t>
      </w:r>
      <w:r w:rsidR="004851C8" w:rsidRPr="003530AC">
        <w:rPr>
          <w:rStyle w:val="libHadeesChar"/>
          <w:rtl/>
        </w:rPr>
        <w:t>،</w:t>
      </w:r>
      <w:r w:rsidRPr="003530AC">
        <w:rPr>
          <w:rStyle w:val="libHadeesChar"/>
          <w:rtl/>
        </w:rPr>
        <w:t>المتبعين لنا بالتصديق والعمل</w:t>
      </w:r>
      <w:r w:rsidR="004851C8" w:rsidRPr="003530AC">
        <w:rPr>
          <w:rStyle w:val="libHadeesChar"/>
          <w:rtl/>
        </w:rPr>
        <w:t>،</w:t>
      </w:r>
      <w:r w:rsidRPr="003530AC">
        <w:rPr>
          <w:rStyle w:val="libHadeesChar"/>
          <w:rtl/>
        </w:rPr>
        <w:t xml:space="preserve"> والموازين لنا بالمواساة فينا</w:t>
      </w:r>
      <w:r w:rsidR="004851C8" w:rsidRPr="003530AC">
        <w:rPr>
          <w:rStyle w:val="libHadeesChar"/>
          <w:rtl/>
        </w:rPr>
        <w:t>،</w:t>
      </w:r>
      <w:r w:rsidRPr="003530AC">
        <w:rPr>
          <w:rStyle w:val="libHadeesChar"/>
          <w:rtl/>
        </w:rPr>
        <w:t xml:space="preserve"> المحيين ذكرنا عنداجتماعهم</w:t>
      </w:r>
      <w:r w:rsidR="004851C8" w:rsidRPr="003530AC">
        <w:rPr>
          <w:rStyle w:val="libHadeesChar"/>
          <w:rtl/>
        </w:rPr>
        <w:t>،</w:t>
      </w:r>
      <w:r w:rsidRPr="003530AC">
        <w:rPr>
          <w:rStyle w:val="libHadeesChar"/>
          <w:rtl/>
        </w:rPr>
        <w:t xml:space="preserve"> وشدد اللهم ركنهم</w:t>
      </w:r>
      <w:r w:rsidR="004851C8" w:rsidRPr="003530AC">
        <w:rPr>
          <w:rStyle w:val="libHadeesChar"/>
          <w:rtl/>
        </w:rPr>
        <w:t>،</w:t>
      </w:r>
      <w:r w:rsidRPr="003530AC">
        <w:rPr>
          <w:rStyle w:val="libHadeesChar"/>
          <w:rtl/>
        </w:rPr>
        <w:t xml:space="preserve"> وسدد لهم اللهم دينهم الذ</w:t>
      </w:r>
      <w:r w:rsidR="00F456F0" w:rsidRPr="003530AC">
        <w:rPr>
          <w:rStyle w:val="libHadeesChar"/>
          <w:rtl/>
        </w:rPr>
        <w:t xml:space="preserve">ی </w:t>
      </w:r>
      <w:r w:rsidRPr="003530AC">
        <w:rPr>
          <w:rStyle w:val="libHadeesChar"/>
          <w:rtl/>
        </w:rPr>
        <w:t>ارتضيته لهم</w:t>
      </w:r>
      <w:r w:rsidR="004851C8" w:rsidRPr="003530AC">
        <w:rPr>
          <w:rStyle w:val="libHadeesChar"/>
          <w:rtl/>
        </w:rPr>
        <w:t>،</w:t>
      </w:r>
      <w:r w:rsidRPr="003530AC">
        <w:rPr>
          <w:rStyle w:val="libHadeesChar"/>
          <w:rtl/>
        </w:rPr>
        <w:t xml:space="preserve"> واتممعليهم نعمتك</w:t>
      </w:r>
      <w:r w:rsidR="004851C8" w:rsidRPr="003530AC">
        <w:rPr>
          <w:rStyle w:val="libHadeesChar"/>
          <w:rtl/>
        </w:rPr>
        <w:t>،</w:t>
      </w:r>
      <w:r w:rsidRPr="003530AC">
        <w:rPr>
          <w:rStyle w:val="libHadeesChar"/>
          <w:rtl/>
        </w:rPr>
        <w:t xml:space="preserve"> وخلصهم واستخلصهم</w:t>
      </w:r>
      <w:r w:rsidR="004851C8" w:rsidRPr="003530AC">
        <w:rPr>
          <w:rStyle w:val="libHadeesChar"/>
          <w:rtl/>
        </w:rPr>
        <w:t>،</w:t>
      </w:r>
      <w:r w:rsidRPr="003530AC">
        <w:rPr>
          <w:rStyle w:val="libHadeesChar"/>
          <w:rtl/>
        </w:rPr>
        <w:t xml:space="preserve"> وسد اللهم فقرهم</w:t>
      </w:r>
      <w:r w:rsidR="004851C8" w:rsidRPr="003530AC">
        <w:rPr>
          <w:rStyle w:val="libHadeesChar"/>
          <w:rtl/>
        </w:rPr>
        <w:t>،</w:t>
      </w:r>
      <w:r w:rsidRPr="003530AC">
        <w:rPr>
          <w:rStyle w:val="libHadeesChar"/>
          <w:rtl/>
        </w:rPr>
        <w:t xml:space="preserve"> والمم اللهم شعث فاقتهم</w:t>
      </w:r>
      <w:r w:rsidR="004851C8" w:rsidRPr="003530AC">
        <w:rPr>
          <w:rStyle w:val="libHadeesChar"/>
          <w:rtl/>
        </w:rPr>
        <w:t>،</w:t>
      </w:r>
      <w:r w:rsidRPr="003530AC">
        <w:rPr>
          <w:rStyle w:val="libHadeesChar"/>
          <w:rtl/>
        </w:rPr>
        <w:t xml:space="preserve"> واغفر اللهم ذنوبهم وخطاياهم</w:t>
      </w:r>
      <w:r w:rsidR="004851C8" w:rsidRPr="003530AC">
        <w:rPr>
          <w:rStyle w:val="libHadeesChar"/>
          <w:rtl/>
        </w:rPr>
        <w:t>،</w:t>
      </w:r>
      <w:r w:rsidRPr="003530AC">
        <w:rPr>
          <w:rStyle w:val="libHadeesChar"/>
          <w:rtl/>
        </w:rPr>
        <w:t xml:space="preserve"> ولاتزغ قلوبهم بعد إذ هديتم</w:t>
      </w:r>
      <w:r w:rsidR="004851C8" w:rsidRPr="003530AC">
        <w:rPr>
          <w:rStyle w:val="libHadeesChar"/>
          <w:rtl/>
        </w:rPr>
        <w:t>،</w:t>
      </w:r>
      <w:r w:rsidRPr="003530AC">
        <w:rPr>
          <w:rStyle w:val="libHadeesChar"/>
          <w:rtl/>
        </w:rPr>
        <w:t xml:space="preserve"> ولاتخلهم أ</w:t>
      </w:r>
      <w:r w:rsidR="00F456F0" w:rsidRPr="003530AC">
        <w:rPr>
          <w:rStyle w:val="libHadeesChar"/>
          <w:rtl/>
        </w:rPr>
        <w:t xml:space="preserve">ی </w:t>
      </w:r>
      <w:r w:rsidRPr="003530AC">
        <w:rPr>
          <w:rStyle w:val="libHadeesChar"/>
          <w:rtl/>
        </w:rPr>
        <w:t>رببمعصيتهم</w:t>
      </w:r>
      <w:r w:rsidR="004851C8" w:rsidRPr="003530AC">
        <w:rPr>
          <w:rStyle w:val="libHadeesChar"/>
          <w:rtl/>
        </w:rPr>
        <w:t>،</w:t>
      </w:r>
      <w:r w:rsidRPr="003530AC">
        <w:rPr>
          <w:rStyle w:val="libHadeesChar"/>
          <w:rtl/>
        </w:rPr>
        <w:t xml:space="preserve"> واحفظ لهم ما منحتهم به من الطهارة بولاية أوليائك</w:t>
      </w:r>
      <w:r w:rsidR="004851C8" w:rsidRPr="003530AC">
        <w:rPr>
          <w:rStyle w:val="libHadeesChar"/>
          <w:rtl/>
        </w:rPr>
        <w:t>،</w:t>
      </w:r>
      <w:r w:rsidRPr="003530AC">
        <w:rPr>
          <w:rStyle w:val="libHadeesChar"/>
          <w:rtl/>
        </w:rPr>
        <w:t xml:space="preserve"> والبراءة من أعدائك، انك سميع مجيب</w:t>
      </w:r>
      <w:r w:rsidR="004851C8" w:rsidRPr="003530AC">
        <w:rPr>
          <w:rStyle w:val="libHadeesChar"/>
          <w:rtl/>
        </w:rPr>
        <w:t>،</w:t>
      </w:r>
      <w:r w:rsidRPr="003530AC">
        <w:rPr>
          <w:rStyle w:val="libHadeesChar"/>
          <w:rtl/>
        </w:rPr>
        <w:t xml:space="preserve"> وصل</w:t>
      </w:r>
      <w:r w:rsidR="00F456F0" w:rsidRPr="003530AC">
        <w:rPr>
          <w:rStyle w:val="libHadeesChar"/>
          <w:rtl/>
        </w:rPr>
        <w:t xml:space="preserve">ی </w:t>
      </w:r>
      <w:r w:rsidRPr="003530AC">
        <w:rPr>
          <w:rStyle w:val="libHadeesChar"/>
          <w:rtl/>
        </w:rPr>
        <w:t>الله عل</w:t>
      </w:r>
      <w:r w:rsidR="00F456F0" w:rsidRPr="003530AC">
        <w:rPr>
          <w:rStyle w:val="libHadeesChar"/>
          <w:rtl/>
        </w:rPr>
        <w:t xml:space="preserve">ی </w:t>
      </w:r>
      <w:r w:rsidRPr="003530AC">
        <w:rPr>
          <w:rStyle w:val="libHadeesChar"/>
          <w:rtl/>
        </w:rPr>
        <w:t>محمد وآله الطاهرين</w:t>
      </w:r>
      <w:r w:rsidR="004851C8">
        <w:rPr>
          <w:rtl/>
          <w:lang w:bidi="fa-IR"/>
        </w:rPr>
        <w:t>.</w:t>
      </w:r>
      <w:r w:rsidR="003530AC">
        <w:rPr>
          <w:rFonts w:hint="cs"/>
          <w:rtl/>
          <w:lang w:bidi="fa-IR"/>
        </w:rPr>
        <w:t>»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256F60" w:rsidRPr="006249D9">
        <w:rPr>
          <w:rStyle w:val="libFootnotenumChar"/>
          <w:rtl/>
        </w:rPr>
        <w:t>1</w:t>
      </w:r>
      <w:r w:rsidR="00506E9B" w:rsidRPr="006249D9">
        <w:rPr>
          <w:rStyle w:val="libFootnotenumChar"/>
          <w:rtl/>
        </w:rPr>
        <w:t>7</w:t>
      </w:r>
      <w:r w:rsidR="00256F60" w:rsidRPr="006249D9">
        <w:rPr>
          <w:rStyle w:val="libFootnotenumChar"/>
          <w:rtl/>
        </w:rPr>
        <w:t>1</w:t>
      </w:r>
      <w:r w:rsidRPr="006249D9">
        <w:rPr>
          <w:rStyle w:val="libFootnotenumChar"/>
          <w:rtl/>
        </w:rPr>
        <w:t>)</w:t>
      </w:r>
    </w:p>
    <w:p w:rsidR="00E8659C" w:rsidRPr="00E8659C" w:rsidRDefault="00506E9B" w:rsidP="00296D15">
      <w:pPr>
        <w:pStyle w:val="libBold1"/>
        <w:rPr>
          <w:lang w:bidi="fa-IR"/>
        </w:rPr>
      </w:pPr>
      <w:r>
        <w:rPr>
          <w:rtl/>
          <w:lang w:bidi="fa-IR"/>
        </w:rPr>
        <w:t>4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در پاسخ درخواست دعا</w:t>
      </w:r>
      <w:r w:rsidR="004851C8">
        <w:rPr>
          <w:rtl/>
          <w:lang w:bidi="fa-IR"/>
        </w:rPr>
        <w:t>:</w:t>
      </w:r>
    </w:p>
    <w:p w:rsidR="00E8659C" w:rsidRPr="00E8659C" w:rsidRDefault="00296D15" w:rsidP="00296D15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E8659C" w:rsidRPr="00296D15">
        <w:rPr>
          <w:rStyle w:val="libHadeesChar"/>
          <w:rtl/>
        </w:rPr>
        <w:t>يا ذا الذ</w:t>
      </w:r>
      <w:r w:rsidR="00F456F0" w:rsidRPr="00296D15">
        <w:rPr>
          <w:rStyle w:val="libHadeesChar"/>
          <w:rtl/>
        </w:rPr>
        <w:t xml:space="preserve">ی </w:t>
      </w:r>
      <w:r w:rsidR="00E8659C" w:rsidRPr="00296D15">
        <w:rPr>
          <w:rStyle w:val="libHadeesChar"/>
          <w:rtl/>
        </w:rPr>
        <w:t>كان قبل كل شئ</w:t>
      </w:r>
      <w:r w:rsidR="004851C8" w:rsidRPr="00296D15">
        <w:rPr>
          <w:rStyle w:val="libHadeesChar"/>
          <w:rtl/>
        </w:rPr>
        <w:t>،</w:t>
      </w:r>
      <w:r w:rsidR="00E8659C" w:rsidRPr="00296D15">
        <w:rPr>
          <w:rStyle w:val="libHadeesChar"/>
          <w:rtl/>
        </w:rPr>
        <w:t xml:space="preserve"> ثم خلق كل شئ</w:t>
      </w:r>
      <w:r w:rsidR="004851C8" w:rsidRPr="00296D15">
        <w:rPr>
          <w:rStyle w:val="libHadeesChar"/>
          <w:rtl/>
        </w:rPr>
        <w:t>،</w:t>
      </w:r>
      <w:r w:rsidR="00E8659C" w:rsidRPr="00296D15">
        <w:rPr>
          <w:rStyle w:val="libHadeesChar"/>
          <w:rtl/>
        </w:rPr>
        <w:t xml:space="preserve"> ثم يبق</w:t>
      </w:r>
      <w:r w:rsidR="00F456F0" w:rsidRPr="00296D15">
        <w:rPr>
          <w:rStyle w:val="libHadeesChar"/>
          <w:rtl/>
        </w:rPr>
        <w:t xml:space="preserve">ی </w:t>
      </w:r>
      <w:r w:rsidR="00E8659C" w:rsidRPr="00296D15">
        <w:rPr>
          <w:rStyle w:val="libHadeesChar"/>
          <w:rtl/>
        </w:rPr>
        <w:t>و يفن</w:t>
      </w:r>
      <w:r w:rsidR="00F456F0" w:rsidRPr="00296D15">
        <w:rPr>
          <w:rStyle w:val="libHadeesChar"/>
          <w:rtl/>
        </w:rPr>
        <w:t xml:space="preserve">ی </w:t>
      </w:r>
      <w:r w:rsidR="00E8659C" w:rsidRPr="00296D15">
        <w:rPr>
          <w:rStyle w:val="libHadeesChar"/>
          <w:rtl/>
        </w:rPr>
        <w:t>كل شئ</w:t>
      </w:r>
      <w:r w:rsidR="004851C8" w:rsidRPr="00296D15">
        <w:rPr>
          <w:rStyle w:val="libHadeesChar"/>
          <w:rtl/>
        </w:rPr>
        <w:t>،</w:t>
      </w:r>
      <w:r w:rsidR="00E8659C" w:rsidRPr="00296D15">
        <w:rPr>
          <w:rStyle w:val="libHadeesChar"/>
          <w:rtl/>
        </w:rPr>
        <w:t xml:space="preserve"> و يا ذا الذ</w:t>
      </w:r>
      <w:r w:rsidR="00F456F0" w:rsidRPr="00296D15">
        <w:rPr>
          <w:rStyle w:val="libHadeesChar"/>
          <w:rtl/>
        </w:rPr>
        <w:t xml:space="preserve">ی </w:t>
      </w:r>
      <w:r w:rsidR="00E8659C" w:rsidRPr="00296D15">
        <w:rPr>
          <w:rStyle w:val="libHadeesChar"/>
          <w:rtl/>
        </w:rPr>
        <w:t>ليس ف</w:t>
      </w:r>
      <w:r w:rsidR="00F456F0" w:rsidRPr="00296D15">
        <w:rPr>
          <w:rStyle w:val="libHadeesChar"/>
          <w:rtl/>
        </w:rPr>
        <w:t xml:space="preserve">ی </w:t>
      </w:r>
      <w:r w:rsidR="00E8659C" w:rsidRPr="00296D15">
        <w:rPr>
          <w:rStyle w:val="libHadeesChar"/>
          <w:rtl/>
        </w:rPr>
        <w:t>السماوات العل</w:t>
      </w:r>
      <w:r w:rsidR="00F456F0" w:rsidRPr="00296D15">
        <w:rPr>
          <w:rStyle w:val="libHadeesChar"/>
          <w:rtl/>
        </w:rPr>
        <w:t>ی</w:t>
      </w:r>
      <w:r w:rsidR="005631DD" w:rsidRPr="00296D15">
        <w:rPr>
          <w:rStyle w:val="libHadeesChar"/>
          <w:rtl/>
        </w:rPr>
        <w:t>،</w:t>
      </w:r>
      <w:r w:rsidR="00E8659C" w:rsidRPr="00296D15">
        <w:rPr>
          <w:rStyle w:val="libHadeesChar"/>
          <w:rtl/>
        </w:rPr>
        <w:t xml:space="preserve"> و لا ف</w:t>
      </w:r>
      <w:r w:rsidR="00F456F0" w:rsidRPr="00296D15">
        <w:rPr>
          <w:rStyle w:val="libHadeesChar"/>
          <w:rtl/>
        </w:rPr>
        <w:t xml:space="preserve">ی </w:t>
      </w:r>
      <w:r w:rsidR="00E8659C" w:rsidRPr="00296D15">
        <w:rPr>
          <w:rStyle w:val="libHadeesChar"/>
          <w:rtl/>
        </w:rPr>
        <w:t>الأرضين السفل</w:t>
      </w:r>
      <w:r w:rsidR="00F456F0" w:rsidRPr="00296D15">
        <w:rPr>
          <w:rStyle w:val="libHadeesChar"/>
          <w:rtl/>
        </w:rPr>
        <w:t xml:space="preserve">ی </w:t>
      </w:r>
      <w:r w:rsidR="00E8659C" w:rsidRPr="00296D15">
        <w:rPr>
          <w:rStyle w:val="libHadeesChar"/>
          <w:rtl/>
        </w:rPr>
        <w:t>و لافوقهن و لا بينهن و لاتحتهن إله يعبد غيره</w:t>
      </w:r>
      <w:r>
        <w:rPr>
          <w:rFonts w:hint="cs"/>
          <w:rtl/>
          <w:lang w:bidi="fa-IR"/>
        </w:rPr>
        <w:t>.»</w:t>
      </w:r>
      <w:r w:rsidR="00E8659C" w:rsidRPr="00E8659C">
        <w:rPr>
          <w:rtl/>
          <w:lang w:bidi="fa-IR"/>
        </w:rPr>
        <w:t xml:space="preserve"> </w:t>
      </w:r>
      <w:r w:rsidR="00E8659C" w:rsidRPr="006249D9">
        <w:rPr>
          <w:rStyle w:val="libFootnotenumChar"/>
          <w:rtl/>
        </w:rPr>
        <w:t>(</w:t>
      </w:r>
      <w:r w:rsidR="00256F60" w:rsidRPr="006249D9">
        <w:rPr>
          <w:rStyle w:val="libFootnotenumChar"/>
          <w:rtl/>
        </w:rPr>
        <w:t>1</w:t>
      </w:r>
      <w:r w:rsidR="00506E9B" w:rsidRPr="006249D9">
        <w:rPr>
          <w:rStyle w:val="libFootnotenumChar"/>
          <w:rtl/>
        </w:rPr>
        <w:t>7</w:t>
      </w:r>
      <w:r w:rsidR="005631DD" w:rsidRPr="006249D9">
        <w:rPr>
          <w:rStyle w:val="libFootnotenumChar"/>
          <w:rtl/>
        </w:rPr>
        <w:t>2</w:t>
      </w:r>
      <w:r w:rsidR="00E8659C" w:rsidRPr="006249D9">
        <w:rPr>
          <w:rStyle w:val="libFootnotenumChar"/>
          <w:rtl/>
        </w:rPr>
        <w:t>)</w:t>
      </w:r>
    </w:p>
    <w:p w:rsidR="00296D15" w:rsidRDefault="00E8659C" w:rsidP="00E8659C">
      <w:pPr>
        <w:pStyle w:val="libNormal"/>
        <w:rPr>
          <w:rtl/>
          <w:lang w:bidi="fa-IR"/>
        </w:rPr>
      </w:pPr>
      <w:r w:rsidRPr="00E8659C">
        <w:rPr>
          <w:rtl/>
          <w:lang w:bidi="fa-IR"/>
        </w:rPr>
        <w:t>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خداي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پيش از هر چيز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بوده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سپس هر چيز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را آفريد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او خود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داند ول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هرچيز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فان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گردد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خداي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نه در آسمانها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بالا و نه در زمينها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پائين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نهدر بالاها و نه در بين زمين و آسمان و نه زير آنها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خداي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جز او مورد عبادت وستايش نيست</w:t>
      </w:r>
      <w:r w:rsidR="004851C8">
        <w:rPr>
          <w:rtl/>
          <w:lang w:bidi="fa-IR"/>
        </w:rPr>
        <w:t>.</w:t>
      </w:r>
    </w:p>
    <w:p w:rsidR="00E8659C" w:rsidRPr="00E8659C" w:rsidRDefault="00296D15" w:rsidP="00E8659C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E8659C" w:rsidRDefault="00E8659C" w:rsidP="00296D15">
      <w:pPr>
        <w:pStyle w:val="Heading2"/>
        <w:rPr>
          <w:rFonts w:hint="cs"/>
          <w:rtl/>
          <w:lang w:bidi="fa-IR"/>
        </w:rPr>
      </w:pPr>
      <w:bookmarkStart w:id="41" w:name="_Toc487273815"/>
      <w:r w:rsidRPr="00E8659C">
        <w:rPr>
          <w:rtl/>
          <w:lang w:bidi="fa-IR"/>
        </w:rPr>
        <w:t>اعتراف مورخان</w:t>
      </w:r>
      <w:bookmarkEnd w:id="41"/>
    </w:p>
    <w:p w:rsidR="00E8659C" w:rsidRPr="00E8659C" w:rsidRDefault="00E8659C" w:rsidP="00296D15">
      <w:pPr>
        <w:pStyle w:val="libBold1"/>
        <w:rPr>
          <w:lang w:bidi="fa-IR"/>
        </w:rPr>
      </w:pPr>
      <w:r w:rsidRPr="00E8659C">
        <w:rPr>
          <w:rtl/>
          <w:lang w:bidi="fa-IR"/>
        </w:rPr>
        <w:t>نامه ها و مكاتبات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در زندگ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هر كدام از پيشوايان معصوم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نامه ها و مكاتبات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درج شده است كه بازگوي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آنها واجد اهميت به سزاي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باشد چون نوع روابط را نشان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دهد ومرحوم</w:t>
      </w:r>
      <w:r w:rsidR="00A60D52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علم الهد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كاشان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(م </w:t>
      </w:r>
      <w:r w:rsidR="00256F60">
        <w:rPr>
          <w:rtl/>
          <w:lang w:bidi="fa-IR"/>
        </w:rPr>
        <w:t>111</w:t>
      </w:r>
      <w:r w:rsidR="00506E9B">
        <w:rPr>
          <w:rtl/>
          <w:lang w:bidi="fa-IR"/>
        </w:rPr>
        <w:t>5</w:t>
      </w:r>
      <w:r w:rsidRPr="00E8659C">
        <w:rPr>
          <w:rtl/>
          <w:lang w:bidi="fa-IR"/>
        </w:rPr>
        <w:t xml:space="preserve"> ه‍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ق) تعداد پنج مورد از نامه</w:t>
      </w:r>
      <w:r w:rsidR="00164EC6">
        <w:rPr>
          <w:rtl/>
          <w:lang w:bidi="fa-IR"/>
        </w:rPr>
        <w:t xml:space="preserve"> ‌</w:t>
      </w:r>
      <w:r w:rsidRPr="00E8659C">
        <w:rPr>
          <w:rtl/>
          <w:lang w:bidi="fa-IR"/>
        </w:rPr>
        <w:t>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اين بزرگوار را درجلد دوم كتاب معادن الحكمه آورده است كه ما به دو و سه مورد از آنها اشاره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كنيم و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گذريم</w:t>
      </w:r>
      <w:r w:rsidR="004851C8">
        <w:rPr>
          <w:rtl/>
          <w:lang w:bidi="fa-IR"/>
        </w:rPr>
        <w:t>:</w:t>
      </w:r>
    </w:p>
    <w:p w:rsidR="00E8659C" w:rsidRPr="00E8659C" w:rsidRDefault="00256F60" w:rsidP="00A60D52">
      <w:pPr>
        <w:pStyle w:val="libBold1"/>
        <w:rPr>
          <w:lang w:bidi="fa-IR"/>
        </w:rPr>
      </w:pPr>
      <w:r>
        <w:rPr>
          <w:rtl/>
          <w:lang w:bidi="fa-IR"/>
        </w:rPr>
        <w:t>1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در پاسخ عل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بن اسباط</w:t>
      </w:r>
      <w:r w:rsidR="004851C8">
        <w:rPr>
          <w:rtl/>
          <w:lang w:bidi="fa-IR"/>
        </w:rPr>
        <w:t>:</w:t>
      </w:r>
    </w:p>
    <w:p w:rsidR="00A60D52" w:rsidRDefault="00E8659C" w:rsidP="00E8659C">
      <w:pPr>
        <w:pStyle w:val="libNormal"/>
        <w:rPr>
          <w:rFonts w:hint="cs"/>
          <w:rtl/>
          <w:lang w:bidi="fa-IR"/>
        </w:rPr>
      </w:pPr>
      <w:r w:rsidRPr="00E8659C">
        <w:rPr>
          <w:rtl/>
          <w:lang w:bidi="fa-IR"/>
        </w:rPr>
        <w:t>عل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بن اسباط كه يك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ارادتمندانآن بزرگوار بود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در مورد دختران دم بخت خود نامه 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به امام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نوشته بود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كه چه كنم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كفوو هم شأن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پيدا نم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شود تا زندگ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آنان را سر و ساماندهم</w:t>
      </w:r>
      <w:r w:rsidR="004851C8">
        <w:rPr>
          <w:rtl/>
          <w:lang w:bidi="fa-IR"/>
        </w:rPr>
        <w:t>؟</w:t>
      </w:r>
    </w:p>
    <w:p w:rsidR="00B44061" w:rsidRDefault="00E8659C" w:rsidP="00E8659C">
      <w:pPr>
        <w:pStyle w:val="libNormal"/>
        <w:rPr>
          <w:rFonts w:hint="cs"/>
          <w:rtl/>
          <w:lang w:bidi="fa-IR"/>
        </w:rPr>
      </w:pPr>
      <w:r w:rsidRPr="00E8659C">
        <w:rPr>
          <w:rtl/>
          <w:lang w:bidi="fa-IR"/>
        </w:rPr>
        <w:t xml:space="preserve">امام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در پاسخ نامه پس از ذكر نام خدا نوشته اند</w:t>
      </w:r>
      <w:r w:rsidR="004851C8">
        <w:rPr>
          <w:rtl/>
          <w:lang w:bidi="fa-IR"/>
        </w:rPr>
        <w:t>:</w:t>
      </w:r>
      <w:r w:rsidR="00A60D52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 xml:space="preserve">نامه 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تو را دريافت كردم و مقصد تو را فهميدم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تو خيل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در اين باره فكر مكن</w:t>
      </w:r>
      <w:r w:rsidR="00E12C63">
        <w:rPr>
          <w:rtl/>
          <w:lang w:bidi="fa-IR"/>
        </w:rPr>
        <w:t>!</w:t>
      </w:r>
      <w:r w:rsidR="00A60D52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خداوند تو را مشمول رحمت خود قرار دهد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چون رسول خدا </w:t>
      </w:r>
      <w:r w:rsidR="00E954A2" w:rsidRPr="00E954A2">
        <w:rPr>
          <w:rStyle w:val="libAlaemChar"/>
          <w:rtl/>
        </w:rPr>
        <w:t>صلى‌الله‌عليه‌وآله‌وسلم</w:t>
      </w:r>
      <w:r w:rsidRPr="00E8659C">
        <w:rPr>
          <w:rtl/>
          <w:lang w:bidi="fa-IR"/>
        </w:rPr>
        <w:t xml:space="preserve"> فرموده است</w:t>
      </w:r>
      <w:r w:rsidR="004851C8">
        <w:rPr>
          <w:rtl/>
          <w:lang w:bidi="fa-IR"/>
        </w:rPr>
        <w:t>: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وقت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خواستگار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به سراغ شما آمد كه اخلاق دين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او را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پسنديد</w:t>
      </w:r>
      <w:r w:rsidR="004851C8">
        <w:rPr>
          <w:rtl/>
          <w:lang w:bidi="fa-IR"/>
        </w:rPr>
        <w:t>،</w:t>
      </w:r>
      <w:r w:rsidR="00A60D52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پس به تزويج او رضايت دهيد و اگر وصلت صورت نگيرد در رو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زمين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فساد بزرگ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رخ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دهد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در مورد املاك كه گفته بود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حاكم آنها را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خواهد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شما در اين باره</w:t>
      </w:r>
      <w:r w:rsidR="00A60D52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استخاره نما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اگر پس استخاره به دلت نشست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آنها را به فروش و به ديگر ملك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تبديل</w:t>
      </w:r>
      <w:r w:rsidR="00A60D52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نما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حتما استخاره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بايست بعد از دو ركعت نماز بوده باشد و در بين استخاره</w:t>
      </w:r>
      <w:r w:rsidR="00A60D52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ها هرگز با كس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گفتگو منما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256F60" w:rsidRPr="006249D9">
        <w:rPr>
          <w:rStyle w:val="libFootnotenumChar"/>
          <w:rtl/>
        </w:rPr>
        <w:t>1</w:t>
      </w:r>
      <w:r w:rsidR="00506E9B" w:rsidRPr="006249D9">
        <w:rPr>
          <w:rStyle w:val="libFootnotenumChar"/>
          <w:rtl/>
        </w:rPr>
        <w:t>7</w:t>
      </w:r>
      <w:r w:rsidR="00FA474B" w:rsidRPr="006249D9">
        <w:rPr>
          <w:rStyle w:val="libFootnotenumChar"/>
          <w:rtl/>
        </w:rPr>
        <w:t>3</w:t>
      </w:r>
      <w:r w:rsidRPr="006249D9">
        <w:rPr>
          <w:rStyle w:val="libFootnotenumChar"/>
          <w:rtl/>
        </w:rPr>
        <w:t>)</w:t>
      </w:r>
    </w:p>
    <w:p w:rsidR="00E8659C" w:rsidRPr="00E8659C" w:rsidRDefault="005631DD" w:rsidP="00B44061">
      <w:pPr>
        <w:pStyle w:val="libBold1"/>
        <w:rPr>
          <w:lang w:bidi="fa-IR"/>
        </w:rPr>
      </w:pPr>
      <w:r>
        <w:rPr>
          <w:rtl/>
          <w:lang w:bidi="fa-IR"/>
        </w:rPr>
        <w:t>2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در پاسخ نام</w:t>
      </w:r>
      <w:r w:rsidR="00BB00AB">
        <w:rPr>
          <w:rtl/>
          <w:lang w:bidi="fa-IR"/>
        </w:rPr>
        <w:t>ه</w:t>
      </w:r>
      <w:r w:rsidR="00E8659C" w:rsidRPr="00E8659C">
        <w:rPr>
          <w:rtl/>
          <w:lang w:bidi="fa-IR"/>
        </w:rPr>
        <w:t xml:space="preserve"> احمد بن حماد</w:t>
      </w:r>
      <w:r w:rsidR="004851C8">
        <w:rPr>
          <w:rtl/>
          <w:lang w:bidi="fa-IR"/>
        </w:rPr>
        <w:t>:</w:t>
      </w:r>
    </w:p>
    <w:p w:rsidR="00B44061" w:rsidRDefault="00E8659C" w:rsidP="00E8659C">
      <w:pPr>
        <w:pStyle w:val="libNormal"/>
        <w:rPr>
          <w:rFonts w:hint="cs"/>
          <w:rtl/>
          <w:lang w:bidi="fa-IR"/>
        </w:rPr>
      </w:pPr>
      <w:r w:rsidRPr="00E8659C">
        <w:rPr>
          <w:rtl/>
          <w:lang w:bidi="fa-IR"/>
        </w:rPr>
        <w:t>در مجموعه ورآم شيخ سعيد ابوفراس نقل كردهاست كه ابو محمود احمد بن حماد نامه مفصل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به امام جواد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نگاشت.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lastRenderedPageBreak/>
        <w:t xml:space="preserve">امام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در پاسخ آن نامه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چند جمله كوتاه مرقوم فرمودند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>هر آن كس كه در عشق و هوا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صاحب خود باشد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با دين او متدين گردد پس او همراه وهم رأ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اوست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هر چند از او دور باشد چون بعد منزل نبود در سفر روحان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اما آخرت است كه دار قرار وسكون و آرامش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باشد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256F60" w:rsidRPr="006249D9">
        <w:rPr>
          <w:rStyle w:val="libFootnotenumChar"/>
          <w:rtl/>
        </w:rPr>
        <w:t>1</w:t>
      </w:r>
      <w:r w:rsidR="00506E9B" w:rsidRPr="006249D9">
        <w:rPr>
          <w:rStyle w:val="libFootnotenumChar"/>
          <w:rtl/>
        </w:rPr>
        <w:t>74</w:t>
      </w:r>
      <w:r w:rsidRPr="006249D9">
        <w:rPr>
          <w:rStyle w:val="libFootnotenumChar"/>
          <w:rtl/>
        </w:rPr>
        <w:t>)</w:t>
      </w:r>
    </w:p>
    <w:p w:rsidR="00E8659C" w:rsidRPr="00E8659C" w:rsidRDefault="00FA474B" w:rsidP="00B44061">
      <w:pPr>
        <w:pStyle w:val="libBold1"/>
        <w:rPr>
          <w:lang w:bidi="fa-IR"/>
        </w:rPr>
      </w:pPr>
      <w:r>
        <w:rPr>
          <w:rtl/>
          <w:lang w:bidi="fa-IR"/>
        </w:rPr>
        <w:t>3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نامه به ابن مهزيار اهواز</w:t>
      </w:r>
      <w:r w:rsidR="00F456F0">
        <w:rPr>
          <w:rtl/>
          <w:lang w:bidi="fa-IR"/>
        </w:rPr>
        <w:t>ی</w:t>
      </w:r>
      <w:r w:rsidR="00A429E4">
        <w:rPr>
          <w:rtl/>
          <w:lang w:bidi="fa-IR"/>
        </w:rPr>
        <w:t>: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 xml:space="preserve">امام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در اين نامه او را مورد</w:t>
      </w:r>
      <w:r w:rsidR="00B44061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تشويق قرار داده است و از اينكه او در دوست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اهل بيت </w:t>
      </w:r>
      <w:r w:rsidR="00366A7F" w:rsidRPr="00366A7F">
        <w:rPr>
          <w:rStyle w:val="libAlaemChar"/>
          <w:rtl/>
        </w:rPr>
        <w:t>عليها‌السلام‌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امتحان</w:t>
      </w:r>
      <w:r w:rsidR="00B44061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خوب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داده است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ستوده است كه در بخش پيش گذشت</w:t>
      </w:r>
      <w:r w:rsidR="004851C8">
        <w:rPr>
          <w:rtl/>
          <w:lang w:bidi="fa-IR"/>
        </w:rPr>
        <w:t>.</w:t>
      </w:r>
    </w:p>
    <w:p w:rsidR="00E8659C" w:rsidRPr="00E8659C" w:rsidRDefault="00B44061" w:rsidP="00E8659C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E8659C" w:rsidRDefault="00E8659C" w:rsidP="00B44061">
      <w:pPr>
        <w:pStyle w:val="Heading2"/>
        <w:rPr>
          <w:rFonts w:hint="cs"/>
          <w:rtl/>
          <w:lang w:bidi="fa-IR"/>
        </w:rPr>
      </w:pPr>
      <w:bookmarkStart w:id="42" w:name="_Toc487273816"/>
      <w:r w:rsidRPr="00E8659C">
        <w:rPr>
          <w:rtl/>
          <w:lang w:bidi="fa-IR"/>
        </w:rPr>
        <w:t>معتصم و شرائط عصر او</w:t>
      </w:r>
      <w:bookmarkEnd w:id="42"/>
    </w:p>
    <w:p w:rsidR="00B44061" w:rsidRDefault="00E8659C" w:rsidP="00E8659C">
      <w:pPr>
        <w:pStyle w:val="libNormal"/>
        <w:rPr>
          <w:rFonts w:hint="cs"/>
          <w:rtl/>
          <w:lang w:bidi="fa-IR"/>
        </w:rPr>
      </w:pPr>
      <w:r w:rsidRPr="00E8659C">
        <w:rPr>
          <w:rtl/>
          <w:lang w:bidi="fa-IR"/>
        </w:rPr>
        <w:t>دو سال آخرزندگان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امام جواد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قابل تأمل و دقت بيشتر است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وقت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معتصم به</w:t>
      </w:r>
      <w:r w:rsidR="00B44061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خلافت رسيد و از مردم بيعت گرفت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مرتب پ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امام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گشت و به دنبال كسب اطلاعات</w:t>
      </w:r>
      <w:r w:rsidR="00B44061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دقيق از كار و فعاليت آن حضرت بود</w:t>
      </w:r>
      <w:r w:rsidR="004851C8">
        <w:rPr>
          <w:rtl/>
          <w:lang w:bidi="fa-IR"/>
        </w:rPr>
        <w:t>.</w:t>
      </w:r>
    </w:p>
    <w:p w:rsidR="007D187C" w:rsidRDefault="00E8659C" w:rsidP="00E8659C">
      <w:pPr>
        <w:pStyle w:val="libNormal"/>
        <w:rPr>
          <w:rFonts w:hint="cs"/>
          <w:rtl/>
          <w:lang w:bidi="fa-IR"/>
        </w:rPr>
      </w:pPr>
      <w:r w:rsidRPr="00E8659C">
        <w:rPr>
          <w:rtl/>
          <w:lang w:bidi="fa-IR"/>
        </w:rPr>
        <w:t>او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دانست كه با وجود بيعت مردم و تسليم</w:t>
      </w:r>
      <w:r w:rsidR="007D187C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اكثريت خاموش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علويان و در رأس آنها امام محمد تق</w:t>
      </w:r>
      <w:r w:rsidR="00F456F0">
        <w:rPr>
          <w:rtl/>
          <w:lang w:bidi="fa-IR"/>
        </w:rPr>
        <w:t xml:space="preserve">ی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با او</w:t>
      </w:r>
      <w:r w:rsidR="00B44061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بيعت نخواهند كرد و از حكومت و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به عنوان يك سلط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مشروع و قانون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تعبيت</w:t>
      </w:r>
      <w:r w:rsidR="00B44061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نخواهند نمود</w:t>
      </w:r>
      <w:r w:rsidR="004851C8">
        <w:rPr>
          <w:rtl/>
          <w:lang w:bidi="fa-IR"/>
        </w:rPr>
        <w:t>.</w:t>
      </w:r>
    </w:p>
    <w:p w:rsidR="007D187C" w:rsidRDefault="00E8659C" w:rsidP="00E8659C">
      <w:pPr>
        <w:pStyle w:val="libNormal"/>
        <w:rPr>
          <w:rFonts w:hint="cs"/>
          <w:rtl/>
          <w:lang w:bidi="fa-IR"/>
        </w:rPr>
      </w:pPr>
      <w:r w:rsidRPr="00E8659C">
        <w:rPr>
          <w:rtl/>
          <w:lang w:bidi="fa-IR"/>
        </w:rPr>
        <w:t>اين جا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شگفت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وتأمل است كه دشمنان پيشوايان معصوم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آنان را بيش از برخ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پيروان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شناختند و از خط مكتب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سياس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امامان آگاه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كامل داشتند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از اين جهت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حداكثر فشار و تضييق و محدوديت را در موردشان به</w:t>
      </w:r>
      <w:r w:rsidR="007D187C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كار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بستند</w:t>
      </w:r>
      <w:r w:rsidR="004851C8">
        <w:rPr>
          <w:rtl/>
          <w:lang w:bidi="fa-IR"/>
        </w:rPr>
        <w:t>.</w:t>
      </w:r>
    </w:p>
    <w:p w:rsidR="007D187C" w:rsidRDefault="00E8659C" w:rsidP="00E8659C">
      <w:pPr>
        <w:pStyle w:val="libNormal"/>
        <w:rPr>
          <w:rFonts w:hint="cs"/>
          <w:rtl/>
          <w:lang w:bidi="fa-IR"/>
        </w:rPr>
      </w:pPr>
      <w:r w:rsidRPr="00E8659C">
        <w:rPr>
          <w:rtl/>
          <w:lang w:bidi="fa-IR"/>
        </w:rPr>
        <w:t>معتصم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گرچه به اريك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قدرت نشست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سو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امام جواد </w:t>
      </w:r>
      <w:r w:rsidR="00366A7F" w:rsidRPr="00366A7F">
        <w:rPr>
          <w:rStyle w:val="libAlaemChar"/>
          <w:rtl/>
        </w:rPr>
        <w:t>عليه‌السلام‌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اين علو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عالم و وارسته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كه آواز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شهرت و محبوبيتش همه جا را فراگرفته بود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نگران و نامطمئن بود و</w:t>
      </w:r>
      <w:r w:rsidR="007D187C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وجود اين شخصيت برجست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بن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هاشم و تلاشها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آزادانه اش برا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او نقط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خطر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به حساب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آمد</w:t>
      </w:r>
      <w:r w:rsidR="004851C8">
        <w:rPr>
          <w:rtl/>
          <w:lang w:bidi="fa-IR"/>
        </w:rPr>
        <w:t>.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مناسب ترين نقشه را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جلب و احضارامام به پايتخت (بغداد)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دانست تا دقيقا زير نظر خود باشد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فعاليت</w:t>
      </w:r>
      <w:r w:rsidR="007D187C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ها و رفت</w:t>
      </w:r>
      <w:r w:rsidR="007D187C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و آمدهايش را تحت كنترل درآورد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در عين حال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يك دم از انديش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نابود كردن امام</w:t>
      </w:r>
      <w:r w:rsidR="00366A7F" w:rsidRPr="00366A7F">
        <w:rPr>
          <w:rStyle w:val="libAlaemChar"/>
          <w:rtl/>
        </w:rPr>
        <w:t>عليها‌السلام‌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فارغ نبود و برا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آن نقشه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كشيد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در همين رابطه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معتصمنامه 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به عبد الملك زيات نوشت و دستور داد كه امام جواد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و همسرش ام الفضل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را كه برادرزاده اش بود از مدينه به بغداد اعزام بدارد و چنيننيز شد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256F60" w:rsidRPr="006249D9">
        <w:rPr>
          <w:rStyle w:val="libFootnotenumChar"/>
          <w:rtl/>
        </w:rPr>
        <w:t>1</w:t>
      </w:r>
      <w:r w:rsidR="00506E9B" w:rsidRPr="006249D9">
        <w:rPr>
          <w:rStyle w:val="libFootnotenumChar"/>
          <w:rtl/>
        </w:rPr>
        <w:t>75</w:t>
      </w:r>
      <w:r w:rsidRPr="006249D9">
        <w:rPr>
          <w:rStyle w:val="libFootnotenumChar"/>
          <w:rtl/>
        </w:rPr>
        <w:t>)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ايجاد محيط ارعاب و فشار و خفقان تا بدانجا بود كه كسان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صرفا به خاطر نوع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علاقه و محبت به امام </w:t>
      </w:r>
      <w:r w:rsidR="00366A7F" w:rsidRPr="00366A7F">
        <w:rPr>
          <w:rStyle w:val="libAlaemChar"/>
          <w:rtl/>
        </w:rPr>
        <w:t>عليها‌السلام‌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يا داشتن كوچكترين رابطه 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با آن</w:t>
      </w:r>
      <w:r w:rsidR="007D187C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حضرت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دستگير و زندان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شدند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به عنوان نمونه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توان از مرد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شام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ياد كردكه با غل و زنجير و كند و بند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دستگير شده و در </w:t>
      </w:r>
      <w:r w:rsidRPr="00E8659C">
        <w:rPr>
          <w:rtl/>
          <w:lang w:bidi="fa-IR"/>
        </w:rPr>
        <w:lastRenderedPageBreak/>
        <w:t>بغداد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زندان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بود و بالأخره امام جواد </w:t>
      </w:r>
      <w:r w:rsidR="00366A7F" w:rsidRPr="00366A7F">
        <w:rPr>
          <w:rStyle w:val="libAlaemChar"/>
          <w:rtl/>
        </w:rPr>
        <w:t>عليها‌السلام‌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به شكل اعجاز گونه 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او را از زندان نجات داد ومحافظين زندان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وقت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متوجه شدند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دچار اضطراب و وحشت گرديدند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256F60" w:rsidRPr="006249D9">
        <w:rPr>
          <w:rStyle w:val="libFootnotenumChar"/>
          <w:rtl/>
        </w:rPr>
        <w:t>1</w:t>
      </w:r>
      <w:r w:rsidR="00506E9B" w:rsidRPr="006249D9">
        <w:rPr>
          <w:rStyle w:val="libFootnotenumChar"/>
          <w:rtl/>
        </w:rPr>
        <w:t>76</w:t>
      </w:r>
      <w:r w:rsidRPr="006249D9">
        <w:rPr>
          <w:rStyle w:val="libFootnotenumChar"/>
          <w:rtl/>
        </w:rPr>
        <w:t>)</w:t>
      </w:r>
    </w:p>
    <w:p w:rsidR="00E8659C" w:rsidRPr="00E8659C" w:rsidRDefault="007D187C" w:rsidP="00E8659C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E8659C" w:rsidRDefault="00E8659C" w:rsidP="007D187C">
      <w:pPr>
        <w:pStyle w:val="Heading2"/>
        <w:rPr>
          <w:rFonts w:hint="cs"/>
          <w:rtl/>
          <w:lang w:bidi="fa-IR"/>
        </w:rPr>
      </w:pPr>
      <w:bookmarkStart w:id="43" w:name="_Toc487273817"/>
      <w:r w:rsidRPr="00E8659C">
        <w:rPr>
          <w:rtl/>
          <w:lang w:bidi="fa-IR"/>
        </w:rPr>
        <w:t>شروع توطئه خائنانه</w:t>
      </w:r>
      <w:bookmarkEnd w:id="43"/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 xml:space="preserve">جلب امام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از مدينه به بغداد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محدودساختن و در نهايت نابود كردن 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بود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اين مسأله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در اذهان مردم چنان آشكار بود كه</w:t>
      </w:r>
      <w:r w:rsidR="007D187C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حت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يك كرايه 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هم متوجه آن شده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گويد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پيش خودم گفتم با وضع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او دارد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>ديگر هرگز به وطن خود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باز نخواهد گشت</w:t>
      </w:r>
      <w:r w:rsidR="00E12C63">
        <w:rPr>
          <w:rtl/>
          <w:lang w:bidi="fa-IR"/>
        </w:rPr>
        <w:t>!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256F60" w:rsidRPr="006249D9">
        <w:rPr>
          <w:rStyle w:val="libFootnotenumChar"/>
          <w:rtl/>
        </w:rPr>
        <w:t>1</w:t>
      </w:r>
      <w:r w:rsidR="00506E9B" w:rsidRPr="006249D9">
        <w:rPr>
          <w:rStyle w:val="libFootnotenumChar"/>
          <w:rtl/>
        </w:rPr>
        <w:t>77</w:t>
      </w:r>
      <w:r w:rsidRPr="006249D9">
        <w:rPr>
          <w:rStyle w:val="libFootnotenumChar"/>
          <w:rtl/>
        </w:rPr>
        <w:t>)</w:t>
      </w:r>
    </w:p>
    <w:p w:rsidR="007D187C" w:rsidRDefault="00E8659C" w:rsidP="00E8659C">
      <w:pPr>
        <w:pStyle w:val="libNormal"/>
        <w:rPr>
          <w:rFonts w:hint="cs"/>
          <w:rtl/>
          <w:lang w:bidi="fa-IR"/>
        </w:rPr>
      </w:pPr>
      <w:r w:rsidRPr="00E8659C">
        <w:rPr>
          <w:rtl/>
          <w:lang w:bidi="fa-IR"/>
        </w:rPr>
        <w:t xml:space="preserve">كلا مدت </w:t>
      </w:r>
      <w:r w:rsidR="00256F60">
        <w:rPr>
          <w:rtl/>
          <w:lang w:bidi="fa-IR"/>
        </w:rPr>
        <w:t>11</w:t>
      </w:r>
      <w:r w:rsidRPr="00E8659C">
        <w:rPr>
          <w:rtl/>
          <w:lang w:bidi="fa-IR"/>
        </w:rPr>
        <w:t xml:space="preserve"> ماه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امام در بغداد بود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آكنده بود از جوساز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تضعيف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تحريك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>ايجاد خصومت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كنترل شديد مرتبطين با امام </w:t>
      </w:r>
      <w:r w:rsidR="00366A7F" w:rsidRPr="00366A7F">
        <w:rPr>
          <w:rStyle w:val="libAlaemChar"/>
          <w:rtl/>
        </w:rPr>
        <w:t>عليها‌السلام‌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با آنكه امام </w:t>
      </w:r>
      <w:r w:rsidR="00366A7F" w:rsidRPr="00366A7F">
        <w:rPr>
          <w:rStyle w:val="libAlaemChar"/>
          <w:rtl/>
        </w:rPr>
        <w:t>عليها‌السلام‌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در شيو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عمل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به گونه 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رفتار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كرد كه بهانه به دست خليفه ندهد و ارتباطاتش مكتوم و پنهان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بماند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معتصم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به دلائل ساختگ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واتهامات جعل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كوشيد تا نقشه</w:t>
      </w:r>
      <w:r w:rsidR="00164EC6">
        <w:rPr>
          <w:rtl/>
          <w:lang w:bidi="fa-IR"/>
        </w:rPr>
        <w:t xml:space="preserve"> ‌</w:t>
      </w:r>
      <w:r w:rsidRPr="00E8659C">
        <w:rPr>
          <w:rtl/>
          <w:lang w:bidi="fa-IR"/>
        </w:rPr>
        <w:t>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شوم خود را اجرا كند</w:t>
      </w:r>
      <w:r w:rsidR="004851C8">
        <w:rPr>
          <w:rtl/>
          <w:lang w:bidi="fa-IR"/>
        </w:rPr>
        <w:t>.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عده 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وزرا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خودرا وادار كرد تا در مجلس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در حضور امام </w:t>
      </w:r>
      <w:r w:rsidR="00366A7F" w:rsidRPr="00366A7F">
        <w:rPr>
          <w:rStyle w:val="libAlaemChar"/>
          <w:rtl/>
        </w:rPr>
        <w:t>عليها‌السلام‌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به دروغ شهادت دهندكه امام </w:t>
      </w:r>
      <w:r w:rsidR="00366A7F" w:rsidRPr="00366A7F">
        <w:rPr>
          <w:rStyle w:val="libAlaemChar"/>
          <w:rtl/>
        </w:rPr>
        <w:t>عليها‌السلام‌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قصد قيام مسلحانه داشته و يك سر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نامه ها و اسناد</w:t>
      </w:r>
      <w:r w:rsidR="007D187C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جعل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هم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به عنوان اينكه از غلامان امام </w:t>
      </w:r>
      <w:r w:rsidR="00366A7F" w:rsidRPr="00366A7F">
        <w:rPr>
          <w:rStyle w:val="libAlaemChar"/>
          <w:rtl/>
        </w:rPr>
        <w:t>عليها‌السلام‌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به دست آمده در آن مجلس ارائه دهند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امام </w:t>
      </w:r>
      <w:r w:rsidR="00366A7F" w:rsidRPr="00366A7F">
        <w:rPr>
          <w:rStyle w:val="libAlaemChar"/>
          <w:rtl/>
        </w:rPr>
        <w:t>عليها‌السلام‌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در همان مجلس پرده از توطئه آنها برداشته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آنها را رسوا نمود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256F60" w:rsidRPr="006249D9">
        <w:rPr>
          <w:rStyle w:val="libFootnotenumChar"/>
          <w:rtl/>
        </w:rPr>
        <w:t>1</w:t>
      </w:r>
      <w:r w:rsidR="00506E9B" w:rsidRPr="006249D9">
        <w:rPr>
          <w:rStyle w:val="libFootnotenumChar"/>
          <w:rtl/>
        </w:rPr>
        <w:t>7</w:t>
      </w:r>
      <w:r w:rsidR="00A35C10" w:rsidRPr="006249D9">
        <w:rPr>
          <w:rStyle w:val="libFootnotenumChar"/>
          <w:rtl/>
        </w:rPr>
        <w:t>8</w:t>
      </w:r>
      <w:r w:rsidRPr="006249D9">
        <w:rPr>
          <w:rStyle w:val="libFootnotenumChar"/>
          <w:rtl/>
        </w:rPr>
        <w:t>)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معتصم هم به شيو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مأمون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گاه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مجالس بحث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ترتيب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داد تا از اين طريق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موقعيت علم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امام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را پايين آورد ول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نتيج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معكوس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گرفت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در يك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اين مجالس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كه با حضور امام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و خانواد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معتصم و وزراء و فرماندهان و منشيان او تشكيل شد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وقت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جواب و حكم امام </w:t>
      </w:r>
      <w:r w:rsidR="00366A7F" w:rsidRPr="00366A7F">
        <w:rPr>
          <w:rStyle w:val="libAlaemChar"/>
          <w:rtl/>
        </w:rPr>
        <w:t>عليها‌السلام‌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بر نظريه</w:t>
      </w:r>
      <w:r w:rsidR="00164EC6">
        <w:rPr>
          <w:rtl/>
          <w:lang w:bidi="fa-IR"/>
        </w:rPr>
        <w:t xml:space="preserve"> ‌</w:t>
      </w:r>
      <w:r w:rsidRPr="00E8659C">
        <w:rPr>
          <w:rtl/>
          <w:lang w:bidi="fa-IR"/>
        </w:rPr>
        <w:t>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ديگر غالب آمد</w:t>
      </w:r>
      <w:r w:rsidR="00447ECE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معتصم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به ناچار گردن به جواب امام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نهاد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يك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قضات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بهنام ابن اب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داود پس از اتمام جلسه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پيش معتصم رفته و از وضعيت خطرناك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كه ممكن است ترجيح سخن امام جواد </w:t>
      </w:r>
      <w:r w:rsidR="00366A7F" w:rsidRPr="00366A7F">
        <w:rPr>
          <w:rStyle w:val="libAlaemChar"/>
          <w:rtl/>
        </w:rPr>
        <w:t>عليها‌السلام‌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در مجلس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به آن عظمت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در ذهن جامعه پيش آورد و مردم به آن حضرت گرايش آورد سخنها گفت و بغض و كين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معتصم رانسبت به 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افزود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256F60" w:rsidRPr="006249D9">
        <w:rPr>
          <w:rStyle w:val="libFootnotenumChar"/>
          <w:rtl/>
        </w:rPr>
        <w:t>1</w:t>
      </w:r>
      <w:r w:rsidR="00506E9B" w:rsidRPr="006249D9">
        <w:rPr>
          <w:rStyle w:val="libFootnotenumChar"/>
          <w:rtl/>
        </w:rPr>
        <w:t>7</w:t>
      </w:r>
      <w:r w:rsidR="003D2C90" w:rsidRPr="006249D9">
        <w:rPr>
          <w:rStyle w:val="libFootnotenumChar"/>
          <w:rtl/>
        </w:rPr>
        <w:t>9</w:t>
      </w:r>
      <w:r w:rsidRPr="006249D9">
        <w:rPr>
          <w:rStyle w:val="libFootnotenumChar"/>
          <w:rtl/>
        </w:rPr>
        <w:t>)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اين هم شاهد ديگر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بر عمق نفوذ معنو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امام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در ميان مردم است كه با كوچكترين زمين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حاكميت اين خط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مرگ جريانمخالف را به وضوح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توان ديد</w:t>
      </w:r>
      <w:r w:rsidR="004851C8">
        <w:rPr>
          <w:rtl/>
          <w:lang w:bidi="fa-IR"/>
        </w:rPr>
        <w:t>.</w:t>
      </w:r>
    </w:p>
    <w:p w:rsidR="00E8659C" w:rsidRPr="00E8659C" w:rsidRDefault="00447ECE" w:rsidP="00E8659C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E8659C" w:rsidRDefault="00E8659C" w:rsidP="00447ECE">
      <w:pPr>
        <w:pStyle w:val="Heading2"/>
        <w:rPr>
          <w:rFonts w:hint="cs"/>
          <w:rtl/>
          <w:lang w:bidi="fa-IR"/>
        </w:rPr>
      </w:pPr>
      <w:bookmarkStart w:id="44" w:name="_Toc487273818"/>
      <w:r w:rsidRPr="00E8659C">
        <w:rPr>
          <w:rtl/>
          <w:lang w:bidi="fa-IR"/>
        </w:rPr>
        <w:t>شرف شهادت</w:t>
      </w:r>
      <w:bookmarkEnd w:id="44"/>
    </w:p>
    <w:p w:rsidR="00447ECE" w:rsidRDefault="00E8659C" w:rsidP="00E8659C">
      <w:pPr>
        <w:pStyle w:val="libNormal"/>
        <w:rPr>
          <w:rFonts w:hint="cs"/>
          <w:rtl/>
          <w:lang w:bidi="fa-IR"/>
        </w:rPr>
      </w:pPr>
      <w:r w:rsidRPr="00E8659C">
        <w:rPr>
          <w:rtl/>
          <w:lang w:bidi="fa-IR"/>
        </w:rPr>
        <w:t xml:space="preserve">دو سال آخر دوران امام جواد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برا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معتصم غير قابل تحمل گرديد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از طرف ديگر ام الفضل به خاطرنوع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حسد زنانه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كه نسبت به همسر ديگر امام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كه كنيز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</w:t>
      </w:r>
      <w:r w:rsidR="00447ECE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دودمان عمار ياسر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مادر امام هاد</w:t>
      </w:r>
      <w:r w:rsidR="00F456F0">
        <w:rPr>
          <w:rtl/>
          <w:lang w:bidi="fa-IR"/>
        </w:rPr>
        <w:t xml:space="preserve">ی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بود و چون از او صاحب</w:t>
      </w:r>
      <w:r w:rsidR="00447ECE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فرزند شده بود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ام الفضل صاحب اولاد نبود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دارا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زمين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تحريك پذير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بود</w:t>
      </w:r>
      <w:r w:rsidR="004851C8">
        <w:rPr>
          <w:rtl/>
          <w:lang w:bidi="fa-IR"/>
        </w:rPr>
        <w:t>.</w:t>
      </w:r>
    </w:p>
    <w:p w:rsidR="00447ECE" w:rsidRDefault="00E8659C" w:rsidP="00447ECE">
      <w:pPr>
        <w:pStyle w:val="libNormal"/>
        <w:rPr>
          <w:rFonts w:hint="cs"/>
          <w:rtl/>
          <w:lang w:bidi="fa-IR"/>
        </w:rPr>
      </w:pPr>
      <w:r w:rsidRPr="00E8659C">
        <w:rPr>
          <w:rtl/>
          <w:lang w:bidi="fa-IR"/>
        </w:rPr>
        <w:t xml:space="preserve">امام جواد </w:t>
      </w:r>
      <w:r w:rsidR="00366A7F" w:rsidRPr="00366A7F">
        <w:rPr>
          <w:rStyle w:val="libAlaemChar"/>
          <w:rtl/>
        </w:rPr>
        <w:t>عليها‌السلام‌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همسر ديگرش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به خاطر ارزشها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اسلام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وانسان</w:t>
      </w:r>
      <w:r w:rsidR="00F456F0">
        <w:rPr>
          <w:rtl/>
          <w:lang w:bidi="fa-IR"/>
        </w:rPr>
        <w:t>ی</w:t>
      </w:r>
      <w:r w:rsidR="00164EC6">
        <w:rPr>
          <w:rtl/>
          <w:lang w:bidi="fa-IR"/>
        </w:rPr>
        <w:t xml:space="preserve"> ‌</w:t>
      </w:r>
      <w:r w:rsidRPr="00E8659C">
        <w:rPr>
          <w:rtl/>
          <w:lang w:bidi="fa-IR"/>
        </w:rPr>
        <w:t>اش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احترام و عزت قائل بود و همين انگيزه باعث نوع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كينه و بدخواه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نسبت به</w:t>
      </w:r>
      <w:r w:rsidR="00447ECE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امام گشته بود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معتصم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ام الفضل را تحريك و تشويق كرد تا امام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را مسموم سازد</w:t>
      </w:r>
      <w:r w:rsidR="004851C8">
        <w:rPr>
          <w:rtl/>
          <w:lang w:bidi="fa-IR"/>
        </w:rPr>
        <w:t>.</w:t>
      </w:r>
    </w:p>
    <w:p w:rsidR="00447ECE" w:rsidRDefault="00E8659C" w:rsidP="00447ECE">
      <w:pPr>
        <w:pStyle w:val="libNormal"/>
        <w:rPr>
          <w:rFonts w:hint="cs"/>
          <w:rtl/>
          <w:lang w:bidi="fa-IR"/>
        </w:rPr>
      </w:pPr>
      <w:r w:rsidRPr="00E8659C">
        <w:rPr>
          <w:rtl/>
          <w:lang w:bidi="fa-IR"/>
        </w:rPr>
        <w:t>اين توطئه شوم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لباس عمل پوشيد و امام جواد </w:t>
      </w:r>
      <w:r w:rsidR="00366A7F" w:rsidRPr="00366A7F">
        <w:rPr>
          <w:rStyle w:val="libAlaemChar"/>
          <w:rtl/>
        </w:rPr>
        <w:t>عليها‌السلام‌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در سن </w:t>
      </w:r>
      <w:r w:rsidR="005631DD">
        <w:rPr>
          <w:rtl/>
          <w:lang w:bidi="fa-IR"/>
        </w:rPr>
        <w:t>2</w:t>
      </w:r>
      <w:r w:rsidR="00506E9B">
        <w:rPr>
          <w:rtl/>
          <w:lang w:bidi="fa-IR"/>
        </w:rPr>
        <w:t>5</w:t>
      </w:r>
      <w:r w:rsidRPr="00E8659C">
        <w:rPr>
          <w:rtl/>
          <w:lang w:bidi="fa-IR"/>
        </w:rPr>
        <w:t xml:space="preserve"> سالگ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پس از </w:t>
      </w:r>
      <w:r w:rsidR="00256F60">
        <w:rPr>
          <w:rtl/>
          <w:lang w:bidi="fa-IR"/>
        </w:rPr>
        <w:t>11</w:t>
      </w:r>
      <w:r w:rsidRPr="00E8659C">
        <w:rPr>
          <w:rtl/>
          <w:lang w:bidi="fa-IR"/>
        </w:rPr>
        <w:t xml:space="preserve"> ماه اقامت اجبار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تحت نظر و مراقبت بودن دربغداد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به شرف شهادت نايل آمد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و اين در سال </w:t>
      </w:r>
      <w:r w:rsidR="005631DD">
        <w:rPr>
          <w:rtl/>
          <w:lang w:bidi="fa-IR"/>
        </w:rPr>
        <w:t>22</w:t>
      </w:r>
      <w:r w:rsidR="009072C7">
        <w:rPr>
          <w:rtl/>
          <w:lang w:bidi="fa-IR"/>
        </w:rPr>
        <w:t>0</w:t>
      </w:r>
      <w:r w:rsidRPr="00E8659C">
        <w:rPr>
          <w:rtl/>
          <w:lang w:bidi="fa-IR"/>
        </w:rPr>
        <w:t xml:space="preserve"> هجر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بود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امام را پس از شهادت، در قبرستان قريش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پشت قبر جدش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امام موس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بن جعفر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دفن</w:t>
      </w:r>
      <w:r w:rsidR="00447ECE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كردند</w:t>
      </w:r>
      <w:r w:rsidR="004851C8">
        <w:rPr>
          <w:rtl/>
          <w:lang w:bidi="fa-IR"/>
        </w:rPr>
        <w:t>.</w:t>
      </w:r>
    </w:p>
    <w:p w:rsidR="00E8659C" w:rsidRPr="00E8659C" w:rsidRDefault="00E8659C" w:rsidP="00447ECE">
      <w:pPr>
        <w:pStyle w:val="libNormal"/>
        <w:rPr>
          <w:lang w:bidi="fa-IR"/>
        </w:rPr>
      </w:pPr>
      <w:r w:rsidRPr="00E8659C">
        <w:rPr>
          <w:rtl/>
          <w:lang w:bidi="fa-IR"/>
        </w:rPr>
        <w:t>اكنون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شهر كاظمين در عراق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مدفن پاك و مرقد شكوهمند اين دو امام</w:t>
      </w:r>
      <w:r w:rsidR="00447ECE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بزرگوار شيعه است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پس از غروب اين ستاره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اختر فروزان ديگر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در آسمان تاريك تاريخ</w:t>
      </w:r>
      <w:r w:rsidR="00435D48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درخشيد و امام هاد</w:t>
      </w:r>
      <w:r w:rsidR="00F456F0">
        <w:rPr>
          <w:rtl/>
          <w:lang w:bidi="fa-IR"/>
        </w:rPr>
        <w:t xml:space="preserve">ی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به رهبر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شيعه پرداخت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كه اينك در آستان</w:t>
      </w:r>
      <w:r w:rsidR="00E60AE8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آن تبلور راستين امامت و اسلام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به احترام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ايستيم</w:t>
      </w:r>
      <w:r w:rsidR="004851C8">
        <w:rPr>
          <w:rtl/>
          <w:lang w:bidi="fa-IR"/>
        </w:rPr>
        <w:t>.</w:t>
      </w:r>
    </w:p>
    <w:p w:rsidR="00E8659C" w:rsidRPr="00E8659C" w:rsidRDefault="00435D48" w:rsidP="00E8659C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E8659C" w:rsidRDefault="00E8659C" w:rsidP="00435D48">
      <w:pPr>
        <w:pStyle w:val="Heading2"/>
        <w:rPr>
          <w:rFonts w:hint="cs"/>
          <w:rtl/>
          <w:lang w:bidi="fa-IR"/>
        </w:rPr>
      </w:pPr>
      <w:bookmarkStart w:id="45" w:name="_Toc487273819"/>
      <w:r w:rsidRPr="00E8659C">
        <w:rPr>
          <w:rtl/>
          <w:lang w:bidi="fa-IR"/>
        </w:rPr>
        <w:t>شهادت</w:t>
      </w:r>
      <w:bookmarkEnd w:id="45"/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فيض بزرگ شهادت در راه احكام اله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وتبليغ پيام ارزنده اسلام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عال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ترين وارزنده</w:t>
      </w:r>
      <w:r w:rsidR="00164EC6">
        <w:rPr>
          <w:rtl/>
          <w:lang w:bidi="fa-IR"/>
        </w:rPr>
        <w:t xml:space="preserve"> ‌</w:t>
      </w:r>
      <w:r w:rsidRPr="00E8659C">
        <w:rPr>
          <w:rtl/>
          <w:lang w:bidi="fa-IR"/>
        </w:rPr>
        <w:t>ترين نشان افتخار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است كه بر تارك زندگ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تمام پيشوايان معصوم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ما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درخشد و آنان اين جان نثار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را در راه قرآن از جان و دل پذيراشده اند</w:t>
      </w:r>
      <w:r w:rsidR="004851C8">
        <w:rPr>
          <w:rtl/>
          <w:lang w:bidi="fa-IR"/>
        </w:rPr>
        <w:t>.</w:t>
      </w:r>
    </w:p>
    <w:p w:rsidR="00E8659C" w:rsidRPr="00E8659C" w:rsidRDefault="00E8659C" w:rsidP="00435D48">
      <w:pPr>
        <w:pStyle w:val="libBold1"/>
        <w:rPr>
          <w:lang w:bidi="fa-IR"/>
        </w:rPr>
      </w:pPr>
      <w:r w:rsidRPr="00E8659C">
        <w:rPr>
          <w:rtl/>
          <w:lang w:bidi="fa-IR"/>
        </w:rPr>
        <w:t>عامل شهادت</w:t>
      </w:r>
    </w:p>
    <w:p w:rsidR="00435D48" w:rsidRDefault="00E8659C" w:rsidP="00E8659C">
      <w:pPr>
        <w:pStyle w:val="libNormal"/>
        <w:rPr>
          <w:rFonts w:hint="cs"/>
          <w:rtl/>
          <w:lang w:bidi="fa-IR"/>
        </w:rPr>
      </w:pPr>
      <w:r w:rsidRPr="00E8659C">
        <w:rPr>
          <w:rtl/>
          <w:lang w:bidi="fa-IR"/>
        </w:rPr>
        <w:t xml:space="preserve">موقعيت و محبوبيت فوق العاده امام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هرروز در قلوب مردم رو به تزايد بود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گروهها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كثير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مردم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زير نفوذ و تأثير كلامايشان قرار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گرفتند و به حضرتش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گرويدند و همين انگيزه بود كه عباسيان ازنفوذ و تأثير كلام و رفتار و منش حضرت جواد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دچار وحشت شدند و</w:t>
      </w:r>
      <w:r w:rsidR="00435D48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در صدد توطئه و دسيسه آمدند و كمر به قتل آن بزرگوار بستند و به پيرو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يك سياست</w:t>
      </w:r>
      <w:r w:rsidR="00435D48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پليد قديم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رجال بزرگ را ب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سر و صدا و بوسيل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زهر از ميان برم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داشتند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به</w:t>
      </w:r>
      <w:r w:rsidR="00435D48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وسيل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انگور مسموم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نمودند و سپس همين ام الفضل داخل حرم و اهل بيت خليفه گرديد.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ضايع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بزرگ و جبران ناپذير شهادت امام </w:t>
      </w:r>
      <w:r w:rsidR="00366A7F" w:rsidRPr="00366A7F">
        <w:rPr>
          <w:rStyle w:val="libAlaemChar"/>
          <w:rtl/>
        </w:rPr>
        <w:t>عليها‌السلام‌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موج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اندوهعميق در دلها برانگيخت و پايتخت و شهرستانها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يكسره تعطيل گرديد</w:t>
      </w:r>
      <w:r w:rsidR="004851C8">
        <w:rPr>
          <w:rtl/>
          <w:lang w:bidi="fa-IR"/>
        </w:rPr>
        <w:t>.</w:t>
      </w:r>
    </w:p>
    <w:p w:rsidR="00E8659C" w:rsidRPr="00E8659C" w:rsidRDefault="00E8659C" w:rsidP="00435D48">
      <w:pPr>
        <w:pStyle w:val="libBold1"/>
        <w:rPr>
          <w:lang w:bidi="fa-IR"/>
        </w:rPr>
      </w:pPr>
      <w:r w:rsidRPr="00E8659C">
        <w:rPr>
          <w:rtl/>
          <w:lang w:bidi="fa-IR"/>
        </w:rPr>
        <w:t>عامل ديگر</w:t>
      </w:r>
    </w:p>
    <w:p w:rsidR="00435D48" w:rsidRDefault="00E8659C" w:rsidP="00E8659C">
      <w:pPr>
        <w:pStyle w:val="libNormal"/>
        <w:rPr>
          <w:rFonts w:hint="cs"/>
          <w:rtl/>
          <w:lang w:bidi="fa-IR"/>
        </w:rPr>
      </w:pPr>
      <w:r w:rsidRPr="00E8659C">
        <w:rPr>
          <w:rtl/>
          <w:lang w:bidi="fa-IR"/>
        </w:rPr>
        <w:t>عامل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قبلا ذكر گرديد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بيشتر مورخين به آن توجه داشته اند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عياش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صاحب تفسيرمعروف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نكت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ديگر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را ذكر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كند كه خال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اهميت و اعتبار نيست</w:t>
      </w:r>
      <w:r w:rsidR="004851C8">
        <w:rPr>
          <w:rtl/>
          <w:lang w:bidi="fa-IR"/>
        </w:rPr>
        <w:t>.</w:t>
      </w:r>
    </w:p>
    <w:p w:rsidR="00844410" w:rsidRDefault="00E8659C" w:rsidP="00E8659C">
      <w:pPr>
        <w:pStyle w:val="libNormal"/>
        <w:rPr>
          <w:rFonts w:hint="cs"/>
          <w:rtl/>
          <w:lang w:bidi="fa-IR"/>
        </w:rPr>
      </w:pPr>
      <w:r w:rsidRPr="00E8659C">
        <w:rPr>
          <w:rtl/>
          <w:lang w:bidi="fa-IR"/>
        </w:rPr>
        <w:t>بويژه آنكه</w:t>
      </w:r>
      <w:r w:rsidR="00435D48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چند تن از متأخرين از دانشمندان اسلام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نيز آن نظر را پذيرفته اند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او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نويسدكه انگيز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مسموميت آن بزرگوار بر اساس تعصبات خشك و ب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مورد مذهب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بوده است كه ازسو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برخ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فقيه نمايان دين فروخت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آن روز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صورت گرفت و داستان به اين ترتيب است:</w:t>
      </w:r>
    </w:p>
    <w:p w:rsidR="009E258A" w:rsidRDefault="00E8659C" w:rsidP="00E8659C">
      <w:pPr>
        <w:pStyle w:val="libNormal"/>
        <w:rPr>
          <w:rFonts w:hint="cs"/>
          <w:rtl/>
          <w:lang w:bidi="fa-IR"/>
        </w:rPr>
      </w:pPr>
      <w:r w:rsidRPr="00E8659C">
        <w:rPr>
          <w:rtl/>
          <w:lang w:bidi="fa-IR"/>
        </w:rPr>
        <w:t>ذرقان مصاحب ونديم احمد بن اب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داود (قاض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القضاة بغداد در عصر معتصم) نقلم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كند كه روز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قاض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القضاة از مجلس معتصم برگشت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بسيار عصبان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ناراحت بود.</w:t>
      </w:r>
    </w:p>
    <w:p w:rsidR="009E258A" w:rsidRDefault="00E8659C" w:rsidP="00E8659C">
      <w:pPr>
        <w:pStyle w:val="libNormal"/>
        <w:rPr>
          <w:rFonts w:hint="cs"/>
          <w:rtl/>
          <w:lang w:bidi="fa-IR"/>
        </w:rPr>
      </w:pPr>
      <w:r w:rsidRPr="00E8659C">
        <w:rPr>
          <w:rtl/>
          <w:lang w:bidi="fa-IR"/>
        </w:rPr>
        <w:lastRenderedPageBreak/>
        <w:t>گفتم چه شده است كه شما را اين چنين گرفته و متأثر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بينم</w:t>
      </w:r>
      <w:r w:rsidR="004851C8">
        <w:rPr>
          <w:rtl/>
          <w:lang w:bidi="fa-IR"/>
        </w:rPr>
        <w:t>؟</w:t>
      </w:r>
      <w:r w:rsidRPr="00E8659C">
        <w:rPr>
          <w:rtl/>
          <w:lang w:bidi="fa-IR"/>
        </w:rPr>
        <w:t xml:space="preserve"> گفت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از دست اين</w:t>
      </w:r>
      <w:r w:rsidR="00E55FAF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ابوجعفر فرزند عل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بن موس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الرضا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ناراحتم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كاش بيست سال پيش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مردم و از ميان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رفتم و چنين صحنه</w:t>
      </w:r>
      <w:r w:rsidR="00164EC6">
        <w:rPr>
          <w:rtl/>
          <w:lang w:bidi="fa-IR"/>
        </w:rPr>
        <w:t xml:space="preserve"> ‌</w:t>
      </w:r>
      <w:r w:rsidRPr="00E8659C">
        <w:rPr>
          <w:rtl/>
          <w:lang w:bidi="fa-IR"/>
        </w:rPr>
        <w:t>هاي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ديدم كه امروز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بينم</w:t>
      </w:r>
      <w:r w:rsidR="004851C8">
        <w:rPr>
          <w:rtl/>
          <w:lang w:bidi="fa-IR"/>
        </w:rPr>
        <w:t>.</w:t>
      </w:r>
    </w:p>
    <w:p w:rsidR="009E258A" w:rsidRDefault="00E8659C" w:rsidP="00E8659C">
      <w:pPr>
        <w:pStyle w:val="libNormal"/>
        <w:rPr>
          <w:rFonts w:hint="cs"/>
          <w:rtl/>
          <w:lang w:bidi="fa-IR"/>
        </w:rPr>
      </w:pPr>
      <w:r w:rsidRPr="00E8659C">
        <w:rPr>
          <w:rtl/>
          <w:lang w:bidi="fa-IR"/>
        </w:rPr>
        <w:t>دزد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را پيش خليفه آوردند و خود اعتراف به دزد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سرقت نمود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خليفه ترتيباجرا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حد را از فقها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مجلس پرسيد كه در جمع آنان محمد بن عل</w:t>
      </w:r>
      <w:r w:rsidR="00F456F0">
        <w:rPr>
          <w:rtl/>
          <w:lang w:bidi="fa-IR"/>
        </w:rPr>
        <w:t xml:space="preserve">ی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هم حضور داشت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من در جواب گفتم بايد از مچ دست بريده گردد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معتصم پرسيد دليل اينامر چيست</w:t>
      </w:r>
      <w:r w:rsidR="004851C8">
        <w:rPr>
          <w:rtl/>
          <w:lang w:bidi="fa-IR"/>
        </w:rPr>
        <w:t>؟</w:t>
      </w:r>
      <w:r w:rsidRPr="00E8659C">
        <w:rPr>
          <w:rtl/>
          <w:lang w:bidi="fa-IR"/>
        </w:rPr>
        <w:t xml:space="preserve"> گفتم دست به مجموع انگشتان و كف دست اطلاق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گردد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قرآن مجيد در موردتيمم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فرمايد كه به صورت و دستها مسح كنيد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منظور همان دست كامل است</w:t>
      </w:r>
      <w:r w:rsidR="004851C8">
        <w:rPr>
          <w:rtl/>
          <w:lang w:bidi="fa-IR"/>
        </w:rPr>
        <w:t>.</w:t>
      </w:r>
    </w:p>
    <w:p w:rsidR="00632DD5" w:rsidRDefault="00E8659C" w:rsidP="00632DD5">
      <w:pPr>
        <w:pStyle w:val="libNormal"/>
        <w:rPr>
          <w:rFonts w:hint="cs"/>
          <w:rtl/>
          <w:lang w:bidi="fa-IR"/>
        </w:rPr>
      </w:pPr>
      <w:r w:rsidRPr="00E8659C">
        <w:rPr>
          <w:rtl/>
          <w:lang w:bidi="fa-IR"/>
        </w:rPr>
        <w:t>جمعيت</w:t>
      </w:r>
      <w:r w:rsidR="009E258A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كثير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علما با من هم عقيده بودند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عده 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اظهار نظر داشتند بايد دست دزد ازآرنج (مرفق) بريده شود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چون در آي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وضو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فرمايد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</w:t>
      </w:r>
      <w:r w:rsidR="00632DD5" w:rsidRPr="00632DD5">
        <w:rPr>
          <w:rStyle w:val="libAlaemChar"/>
          <w:rFonts w:hint="cs"/>
          <w:rtl/>
        </w:rPr>
        <w:t>(</w:t>
      </w:r>
      <w:r w:rsidR="00632DD5" w:rsidRPr="00632DD5">
        <w:rPr>
          <w:rStyle w:val="libAieChar"/>
          <w:rtl/>
          <w:lang w:bidi="fa-IR"/>
        </w:rPr>
        <w:t>فَاغْسِلُوا وُجُوهَكُمْ وَأَيْدِيَكُمْ إِلَى الْمَرَافِقِ</w:t>
      </w:r>
      <w:r w:rsidR="00632DD5" w:rsidRPr="00632DD5">
        <w:rPr>
          <w:rStyle w:val="libAlaemChar"/>
          <w:rFonts w:hint="cs"/>
          <w:rtl/>
        </w:rPr>
        <w:t>)</w:t>
      </w:r>
      <w:r w:rsidRPr="00E8659C">
        <w:rPr>
          <w:rtl/>
          <w:lang w:bidi="fa-IR"/>
        </w:rPr>
        <w:t xml:space="preserve"> يعن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تا حد مرفق شسته گردد و اين تحديد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رساند كه اطلاق دست تاآرنج است و قطع دست دزد نيز بايد تا حد مرفق باشد</w:t>
      </w:r>
      <w:r w:rsidR="004851C8">
        <w:rPr>
          <w:rtl/>
          <w:lang w:bidi="fa-IR"/>
        </w:rPr>
        <w:t>.</w:t>
      </w:r>
    </w:p>
    <w:p w:rsidR="00632DD5" w:rsidRDefault="00E8659C" w:rsidP="00632DD5">
      <w:pPr>
        <w:pStyle w:val="libNormal"/>
        <w:rPr>
          <w:rFonts w:hint="cs"/>
          <w:rtl/>
          <w:lang w:bidi="fa-IR"/>
        </w:rPr>
      </w:pPr>
      <w:r w:rsidRPr="00E8659C">
        <w:rPr>
          <w:rtl/>
          <w:lang w:bidi="fa-IR"/>
        </w:rPr>
        <w:t>چون ميان علما اختلاف نظر پيداشد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در اين موقع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خليفه رو به محمد بن عل</w:t>
      </w:r>
      <w:r w:rsidR="00F456F0">
        <w:rPr>
          <w:rtl/>
          <w:lang w:bidi="fa-IR"/>
        </w:rPr>
        <w:t xml:space="preserve">ی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نمود و گفتا</w:t>
      </w:r>
      <w:r w:rsidR="00632DD5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ب</w:t>
      </w:r>
      <w:r w:rsidR="00632DD5">
        <w:rPr>
          <w:rFonts w:hint="cs"/>
          <w:rtl/>
          <w:lang w:bidi="fa-IR"/>
        </w:rPr>
        <w:t xml:space="preserve">ه </w:t>
      </w:r>
      <w:r w:rsidRPr="00E8659C">
        <w:rPr>
          <w:rtl/>
          <w:lang w:bidi="fa-IR"/>
        </w:rPr>
        <w:t>اجعفر</w:t>
      </w:r>
      <w:r w:rsidR="00E12C63">
        <w:rPr>
          <w:rtl/>
          <w:lang w:bidi="fa-IR"/>
        </w:rPr>
        <w:t>!</w:t>
      </w:r>
      <w:r w:rsidRPr="00E8659C">
        <w:rPr>
          <w:rtl/>
          <w:lang w:bidi="fa-IR"/>
        </w:rPr>
        <w:t xml:space="preserve"> شما در اين باره چه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گوئيد</w:t>
      </w:r>
      <w:r w:rsidR="004851C8">
        <w:rPr>
          <w:rtl/>
          <w:lang w:bidi="fa-IR"/>
        </w:rPr>
        <w:t>؟</w:t>
      </w:r>
      <w:r w:rsidRPr="00E8659C">
        <w:rPr>
          <w:rtl/>
          <w:lang w:bidi="fa-IR"/>
        </w:rPr>
        <w:t xml:space="preserve"> حضرت فرمودند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علما در اين مورد بحث</w:t>
      </w:r>
      <w:r w:rsidR="002E3F6A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كردند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مرا معاف بداريد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معتصم گفت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به خدا قسم كه بايد نظر خود را در اين بحث</w:t>
      </w:r>
      <w:r w:rsidR="00632DD5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اظهار داريد</w:t>
      </w:r>
      <w:r w:rsidR="004851C8">
        <w:rPr>
          <w:rtl/>
          <w:lang w:bidi="fa-IR"/>
        </w:rPr>
        <w:t>.</w:t>
      </w:r>
    </w:p>
    <w:p w:rsidR="00E20256" w:rsidRDefault="00E8659C" w:rsidP="00632DD5">
      <w:pPr>
        <w:pStyle w:val="libNormal"/>
        <w:rPr>
          <w:rFonts w:hint="cs"/>
          <w:rtl/>
          <w:lang w:bidi="fa-IR"/>
        </w:rPr>
      </w:pPr>
      <w:r w:rsidRPr="00E8659C">
        <w:rPr>
          <w:rtl/>
          <w:lang w:bidi="fa-IR"/>
        </w:rPr>
        <w:t>ابوجعفر گفت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اكنون كه قسم داد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گويم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هم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اين حدود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</w:t>
      </w:r>
      <w:r w:rsidR="00E20256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علما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مجلس گفتند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اشتباه و خطا است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در مورد دزد بايد انگشتان او را بدون انگشت</w:t>
      </w:r>
      <w:r w:rsidR="002E3F6A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ابهام بريد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خليفه پرسيد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دليل شما چيست</w:t>
      </w:r>
      <w:r w:rsidR="004851C8">
        <w:rPr>
          <w:rtl/>
          <w:lang w:bidi="fa-IR"/>
        </w:rPr>
        <w:t>؟</w:t>
      </w:r>
      <w:r w:rsidRPr="00E8659C">
        <w:rPr>
          <w:rtl/>
          <w:lang w:bidi="fa-IR"/>
        </w:rPr>
        <w:t xml:space="preserve"> ايشان در پاسخ گفتند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پيامبر اسلام </w:t>
      </w:r>
      <w:r w:rsidR="00E954A2" w:rsidRPr="00E954A2">
        <w:rPr>
          <w:rStyle w:val="libAlaemChar"/>
          <w:rtl/>
        </w:rPr>
        <w:t>صلى‌الله‌عليه‌وآله‌وسلم</w:t>
      </w:r>
      <w:r w:rsidRPr="00E8659C">
        <w:rPr>
          <w:rtl/>
          <w:lang w:bidi="fa-IR"/>
        </w:rPr>
        <w:t xml:space="preserve"> فرمودند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سجده بر هفت عضو بدن است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پيشان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دو دست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دو پاو دو زانو</w:t>
      </w:r>
      <w:r w:rsidR="004851C8">
        <w:rPr>
          <w:rtl/>
          <w:lang w:bidi="fa-IR"/>
        </w:rPr>
        <w:t>.</w:t>
      </w:r>
    </w:p>
    <w:p w:rsidR="00E20256" w:rsidRDefault="00E8659C" w:rsidP="00632DD5">
      <w:pPr>
        <w:pStyle w:val="libNormal"/>
        <w:rPr>
          <w:rFonts w:hint="cs"/>
          <w:rtl/>
          <w:lang w:bidi="fa-IR"/>
        </w:rPr>
      </w:pPr>
      <w:r w:rsidRPr="00E8659C">
        <w:rPr>
          <w:rtl/>
          <w:lang w:bidi="fa-IR"/>
        </w:rPr>
        <w:t>اگر دست از مچ يا آرنج بريده گردد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محل سجده 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باق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ماند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درصورت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خداوند متعال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فرمايد سجده گاهها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مال خدا است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در امر خدا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شريك</w:t>
      </w:r>
      <w:r w:rsidR="00E20256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و</w:t>
      </w:r>
      <w:r w:rsidR="00E20256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انباز قرار ندهيد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آن عضو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مخصوص خدا باشد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نبايد بريده گردد</w:t>
      </w:r>
      <w:r w:rsidR="004851C8">
        <w:rPr>
          <w:rtl/>
          <w:lang w:bidi="fa-IR"/>
        </w:rPr>
        <w:t>.</w:t>
      </w:r>
    </w:p>
    <w:p w:rsidR="00990C80" w:rsidRDefault="00E8659C" w:rsidP="00632DD5">
      <w:pPr>
        <w:pStyle w:val="libNormal"/>
        <w:rPr>
          <w:rFonts w:hint="cs"/>
          <w:rtl/>
          <w:lang w:bidi="fa-IR"/>
        </w:rPr>
      </w:pPr>
      <w:r w:rsidRPr="00E8659C">
        <w:rPr>
          <w:rtl/>
          <w:lang w:bidi="fa-IR"/>
        </w:rPr>
        <w:lastRenderedPageBreak/>
        <w:t xml:space="preserve">معتصم از اينتعبير امام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خوشحال گرديد و طبق بيان امام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دستور داد با دزد رفتار گردد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ذرقان گويد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ابن اب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داود سخت پريشان بود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ازآن نظر كه چرا نظريه او رد شده است و سه روز پس از اين جريان بود كه پيش معتصم رفت</w:t>
      </w:r>
      <w:r w:rsidR="008D3EA7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و گفت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يا أمير المؤمنين</w:t>
      </w:r>
      <w:r w:rsidR="00E12C63">
        <w:rPr>
          <w:rtl/>
          <w:lang w:bidi="fa-IR"/>
        </w:rPr>
        <w:t>!</w:t>
      </w:r>
      <w:r w:rsidRPr="00E8659C">
        <w:rPr>
          <w:rtl/>
          <w:lang w:bidi="fa-IR"/>
        </w:rPr>
        <w:t xml:space="preserve"> آمده ام تا تو را نصيحت كنم و اين اندرز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به شكران</w:t>
      </w:r>
      <w:r w:rsidR="00BB00AB">
        <w:rPr>
          <w:rtl/>
          <w:lang w:bidi="fa-IR"/>
        </w:rPr>
        <w:t>ه</w:t>
      </w:r>
      <w:r w:rsidR="008D3EA7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محبت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است كه به ما دار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ترسم اگر نگفته باشم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كفران نعمت كرده باشم و مستوجب عقاب اله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گردم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اندرز من اين است</w:t>
      </w:r>
      <w:r w:rsidR="004851C8">
        <w:rPr>
          <w:rtl/>
          <w:lang w:bidi="fa-IR"/>
        </w:rPr>
        <w:t>:</w:t>
      </w:r>
    </w:p>
    <w:p w:rsidR="00990C80" w:rsidRDefault="00E8659C" w:rsidP="00632DD5">
      <w:pPr>
        <w:pStyle w:val="libNormal"/>
        <w:rPr>
          <w:rFonts w:hint="cs"/>
          <w:rtl/>
          <w:lang w:bidi="fa-IR"/>
        </w:rPr>
      </w:pPr>
      <w:r w:rsidRPr="00E8659C">
        <w:rPr>
          <w:rtl/>
          <w:lang w:bidi="fa-IR"/>
        </w:rPr>
        <w:t>وقت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شما مجلس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علما وفقها تشكيل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دهيد تا يك امر مهم دين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را مطرح كنيد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بهتر است اين امر در اطاقها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در بسته صورت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گيرد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در بيرون آن مجلس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صاحب منصبان لشكر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وزرا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أمرا ونويسندگان پشت در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ناظر و شاهد آن هستند و مذاكرات اين مجلس در خارج مطرح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شود</w:t>
      </w:r>
      <w:r w:rsidR="008D3EA7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و چون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بينند كه شما رأ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علما وفقها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اكثريت را تحت الشعاع رأ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فرد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قرار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دهيد كه جمع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مردم معتقد به امامت او هستند و معتقدند كه او شايست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مقام حكومت</w:t>
      </w:r>
      <w:r w:rsidR="00990C80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اسلام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اين امر موجب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گردد كه كم كم مردم به او توجه نمايند و از بن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عباس روگردان شوند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حكومت تو و خاندان عباس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سقوط كند و امامت و خلافت را از توگرفته به او محول كنند</w:t>
      </w:r>
      <w:r w:rsidR="004851C8">
        <w:rPr>
          <w:rtl/>
          <w:lang w:bidi="fa-IR"/>
        </w:rPr>
        <w:t>.</w:t>
      </w:r>
    </w:p>
    <w:p w:rsidR="00990C80" w:rsidRDefault="00E8659C" w:rsidP="00632DD5">
      <w:pPr>
        <w:pStyle w:val="libNormal"/>
        <w:rPr>
          <w:rFonts w:hint="cs"/>
          <w:rtl/>
          <w:lang w:bidi="fa-IR"/>
        </w:rPr>
      </w:pPr>
      <w:r w:rsidRPr="00E8659C">
        <w:rPr>
          <w:rtl/>
          <w:lang w:bidi="fa-IR"/>
        </w:rPr>
        <w:t>معتصم سخت تحت تأثير سخنان وسعايتها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او قرار گرفت و به اوگفت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خداوند تو را در مقابل اين پند و اندرز ضرور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جزا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خير دهد</w:t>
      </w:r>
      <w:r w:rsidR="00E12C63">
        <w:rPr>
          <w:rtl/>
          <w:lang w:bidi="fa-IR"/>
        </w:rPr>
        <w:t>!</w:t>
      </w:r>
      <w:r w:rsidRPr="00E8659C">
        <w:rPr>
          <w:rtl/>
          <w:lang w:bidi="fa-IR"/>
        </w:rPr>
        <w:t xml:space="preserve"> روز چهارم دستور داد يك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نويسندگان دربار از جمع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وزراء و أمراء دعوت به عمل آورد ومحمد بن عل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النق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را نيز دعوت كند</w:t>
      </w:r>
      <w:r w:rsidR="004851C8">
        <w:rPr>
          <w:rtl/>
          <w:lang w:bidi="fa-IR"/>
        </w:rPr>
        <w:t>.</w:t>
      </w:r>
    </w:p>
    <w:p w:rsidR="00184EB8" w:rsidRDefault="00E8659C" w:rsidP="00632DD5">
      <w:pPr>
        <w:pStyle w:val="libNormal"/>
        <w:rPr>
          <w:rFonts w:hint="cs"/>
          <w:rtl/>
          <w:lang w:bidi="fa-IR"/>
        </w:rPr>
      </w:pPr>
      <w:r w:rsidRPr="00E8659C">
        <w:rPr>
          <w:rtl/>
          <w:lang w:bidi="fa-IR"/>
        </w:rPr>
        <w:t>هنگام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از آن حضرت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دعوت به عمل آمد</w:t>
      </w:r>
      <w:r w:rsidR="004851C8">
        <w:rPr>
          <w:rtl/>
          <w:lang w:bidi="fa-IR"/>
        </w:rPr>
        <w:t>،</w:t>
      </w:r>
      <w:r w:rsidR="00184EB8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نپذيرفت و فرمود مگر نم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دانيد كه من در اين گونه مجالس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شركت نم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كنم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دعوت كننده اصرار ورزيد كه اين مجلس فقط برا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اطعام است و جمع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وزرا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خليفه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حضور</w:t>
      </w:r>
      <w:r w:rsidR="00184EB8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دارند و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خواهيم به عنوان تيمن و</w:t>
      </w:r>
      <w:r w:rsidR="00184EB8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تبرك هم بوده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قدم رنجه فرموده و ما را مفتخرسازيد</w:t>
      </w:r>
      <w:r w:rsidR="004851C8">
        <w:rPr>
          <w:rtl/>
          <w:lang w:bidi="fa-IR"/>
        </w:rPr>
        <w:t>.</w:t>
      </w:r>
    </w:p>
    <w:p w:rsidR="00184EB8" w:rsidRDefault="00E8659C" w:rsidP="00632DD5">
      <w:pPr>
        <w:pStyle w:val="libNormal"/>
        <w:rPr>
          <w:rFonts w:hint="cs"/>
          <w:rtl/>
          <w:lang w:bidi="fa-IR"/>
        </w:rPr>
      </w:pPr>
      <w:r w:rsidRPr="00E8659C">
        <w:rPr>
          <w:rtl/>
          <w:lang w:bidi="fa-IR"/>
        </w:rPr>
        <w:t>با اصرار و تأكيد او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امام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پذيرفتند و در مهمان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شركت كردند</w:t>
      </w:r>
      <w:r w:rsidR="004851C8">
        <w:rPr>
          <w:rtl/>
          <w:lang w:bidi="fa-IR"/>
        </w:rPr>
        <w:t>.</w:t>
      </w:r>
    </w:p>
    <w:p w:rsidR="00E8659C" w:rsidRPr="00E8659C" w:rsidRDefault="00E8659C" w:rsidP="00632DD5">
      <w:pPr>
        <w:pStyle w:val="libNormal"/>
        <w:rPr>
          <w:lang w:bidi="fa-IR"/>
        </w:rPr>
      </w:pPr>
      <w:r w:rsidRPr="00E8659C">
        <w:rPr>
          <w:rtl/>
          <w:lang w:bidi="fa-IR"/>
        </w:rPr>
        <w:lastRenderedPageBreak/>
        <w:t>پس از صرفطعام احساس مسموميت نمودند و فورا مركب خود را خواست تا حركت كند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صاحب خانه تعارف</w:t>
      </w:r>
      <w:r w:rsidR="00184EB8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كرد كه زود است و هنوز انتظار بيشتر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شما داريم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امام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فرمودند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برا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تو بهتر است هرچه زودتر خارج گردم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به فاصل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يك شبانه روز از آن</w:t>
      </w:r>
      <w:r w:rsidR="00184EB8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مهمان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امام جواد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مسموم از دنيا رحلت نمود و در مقابر قريش، پشت قبر نيا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بزرگش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امام موس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بن جعفر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مدفون گرديد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256F60" w:rsidRPr="006249D9">
        <w:rPr>
          <w:rStyle w:val="libFootnotenumChar"/>
          <w:rtl/>
        </w:rPr>
        <w:t>1</w:t>
      </w:r>
      <w:r w:rsidR="00A35C10" w:rsidRPr="006249D9">
        <w:rPr>
          <w:rStyle w:val="libFootnotenumChar"/>
          <w:rtl/>
        </w:rPr>
        <w:t>8</w:t>
      </w:r>
      <w:r w:rsidR="009072C7" w:rsidRPr="006249D9">
        <w:rPr>
          <w:rStyle w:val="libFootnotenumChar"/>
          <w:rtl/>
        </w:rPr>
        <w:t>0</w:t>
      </w:r>
      <w:r w:rsidRPr="006249D9">
        <w:rPr>
          <w:rStyle w:val="libFootnotenumChar"/>
          <w:rtl/>
        </w:rPr>
        <w:t>)</w:t>
      </w:r>
    </w:p>
    <w:p w:rsidR="00E8659C" w:rsidRPr="00E8659C" w:rsidRDefault="007675FB" w:rsidP="00E8659C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E8659C" w:rsidRDefault="00E8659C" w:rsidP="007675FB">
      <w:pPr>
        <w:pStyle w:val="Heading2"/>
        <w:rPr>
          <w:rFonts w:hint="cs"/>
          <w:rtl/>
          <w:lang w:bidi="fa-IR"/>
        </w:rPr>
      </w:pPr>
      <w:bookmarkStart w:id="46" w:name="_Toc487273820"/>
      <w:r w:rsidRPr="00E8659C">
        <w:rPr>
          <w:rtl/>
          <w:lang w:bidi="fa-IR"/>
        </w:rPr>
        <w:t>وصيت آن بزرگوار</w:t>
      </w:r>
      <w:bookmarkEnd w:id="46"/>
    </w:p>
    <w:p w:rsidR="007675FB" w:rsidRDefault="00E8659C" w:rsidP="00E8659C">
      <w:pPr>
        <w:pStyle w:val="libNormal"/>
        <w:rPr>
          <w:rFonts w:hint="cs"/>
          <w:rtl/>
          <w:lang w:bidi="fa-IR"/>
        </w:rPr>
      </w:pPr>
      <w:r w:rsidRPr="00E8659C">
        <w:rPr>
          <w:rtl/>
          <w:lang w:bidi="fa-IR"/>
        </w:rPr>
        <w:t>پيشوا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نهم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جز عل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(امام هاد</w:t>
      </w:r>
      <w:r w:rsidR="00F456F0">
        <w:rPr>
          <w:rtl/>
          <w:lang w:bidi="fa-IR"/>
        </w:rPr>
        <w:t xml:space="preserve">ی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>) و موس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>پسر ديگر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نداشت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از آنجا كه ميان عل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موس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در دانش و تقو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پرهيزكار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وفضايل معنو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فاصل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فراوان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از اينرو برا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هيچ انسان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اين شبهه پديد نم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آمد كه او در پيشواي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رقيب امام هاد</w:t>
      </w:r>
      <w:r w:rsidR="00F456F0">
        <w:rPr>
          <w:rtl/>
          <w:lang w:bidi="fa-IR"/>
        </w:rPr>
        <w:t xml:space="preserve">ی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گردد</w:t>
      </w:r>
      <w:r w:rsidR="004851C8">
        <w:rPr>
          <w:rtl/>
          <w:lang w:bidi="fa-IR"/>
        </w:rPr>
        <w:t>.</w:t>
      </w:r>
    </w:p>
    <w:p w:rsidR="007675FB" w:rsidRDefault="00E8659C" w:rsidP="00E8659C">
      <w:pPr>
        <w:pStyle w:val="libNormal"/>
        <w:rPr>
          <w:rFonts w:hint="cs"/>
          <w:rtl/>
          <w:lang w:bidi="fa-IR"/>
        </w:rPr>
      </w:pPr>
      <w:r w:rsidRPr="00E8659C">
        <w:rPr>
          <w:rtl/>
          <w:lang w:bidi="fa-IR"/>
        </w:rPr>
        <w:t>در عين حال</w:t>
      </w:r>
      <w:r w:rsidR="004851C8">
        <w:rPr>
          <w:rtl/>
          <w:lang w:bidi="fa-IR"/>
        </w:rPr>
        <w:t>،</w:t>
      </w:r>
      <w:r w:rsidR="007675FB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 xml:space="preserve">امام جواد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بارها به امامت و پيشواي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فرزند برومندش امام هاد</w:t>
      </w:r>
      <w:r w:rsidR="00F456F0">
        <w:rPr>
          <w:rtl/>
          <w:lang w:bidi="fa-IR"/>
        </w:rPr>
        <w:t xml:space="preserve">ی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تصريحات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نموده بود و در واپسين لحظات زندگ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نيز اين موضوعمهم را متذكر گرديد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خيران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دربان آستان پيشوا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نهم نقل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به گوش خويششنيدم كه آقايم امام جواد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در واپسين لحظات زندگ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به</w:t>
      </w:r>
      <w:r w:rsidR="007675FB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احمد اشعر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پيام فرستاد كه من از اين جهان خواهم رفت و مقام خويش را به پسرم عل</w:t>
      </w:r>
      <w:r w:rsidR="00F456F0">
        <w:rPr>
          <w:rtl/>
          <w:lang w:bidi="fa-IR"/>
        </w:rPr>
        <w:t xml:space="preserve">ی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وام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گذارم</w:t>
      </w:r>
      <w:r w:rsidR="004851C8">
        <w:rPr>
          <w:rtl/>
          <w:lang w:bidi="fa-IR"/>
        </w:rPr>
        <w:t>.</w:t>
      </w:r>
    </w:p>
    <w:p w:rsidR="00E8659C" w:rsidRPr="00E8659C" w:rsidRDefault="00E8659C" w:rsidP="007675FB">
      <w:pPr>
        <w:pStyle w:val="libNormal"/>
        <w:rPr>
          <w:lang w:bidi="fa-IR"/>
        </w:rPr>
      </w:pPr>
      <w:r w:rsidRPr="00E8659C">
        <w:rPr>
          <w:rtl/>
          <w:lang w:bidi="fa-IR"/>
        </w:rPr>
        <w:t>حقوق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من به عهد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شما دارم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او راست و او هممتن پيام امام را نوشت و در ده نسخه به ده نفر از وجوه و اعيان رساند كه اگر مرگ منفرا رسد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آن را باز كنند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پس از رحلت امام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معلوم گرديد كه </w:t>
      </w:r>
      <w:r w:rsidR="007675FB">
        <w:rPr>
          <w:rFonts w:hint="cs"/>
          <w:rtl/>
          <w:lang w:bidi="fa-IR"/>
        </w:rPr>
        <w:t>(</w:t>
      </w:r>
      <w:r w:rsidRPr="00E8659C">
        <w:rPr>
          <w:rtl/>
          <w:lang w:bidi="fa-IR"/>
        </w:rPr>
        <w:t>آن نوشته</w:t>
      </w:r>
      <w:r w:rsidR="007675FB">
        <w:rPr>
          <w:rFonts w:hint="cs"/>
          <w:rtl/>
          <w:lang w:bidi="fa-IR"/>
        </w:rPr>
        <w:t>)</w:t>
      </w:r>
      <w:r w:rsidRPr="00E8659C">
        <w:rPr>
          <w:rtl/>
          <w:lang w:bidi="fa-IR"/>
        </w:rPr>
        <w:t xml:space="preserve"> مربوط به امامت و جانشين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امام هاد</w:t>
      </w:r>
      <w:r w:rsidR="00F456F0">
        <w:rPr>
          <w:rtl/>
          <w:lang w:bidi="fa-IR"/>
        </w:rPr>
        <w:t xml:space="preserve">ی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بوده است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256F60" w:rsidRPr="006249D9">
        <w:rPr>
          <w:rStyle w:val="libFootnotenumChar"/>
          <w:rtl/>
        </w:rPr>
        <w:t>1</w:t>
      </w:r>
      <w:r w:rsidR="00A35C10" w:rsidRPr="006249D9">
        <w:rPr>
          <w:rStyle w:val="libFootnotenumChar"/>
          <w:rtl/>
        </w:rPr>
        <w:t>8</w:t>
      </w:r>
      <w:r w:rsidR="00256F60" w:rsidRPr="006249D9">
        <w:rPr>
          <w:rStyle w:val="libFootnotenumChar"/>
          <w:rtl/>
        </w:rPr>
        <w:t>1</w:t>
      </w:r>
      <w:r w:rsidRPr="006249D9">
        <w:rPr>
          <w:rStyle w:val="libFootnotenumChar"/>
          <w:rtl/>
        </w:rPr>
        <w:t>)</w:t>
      </w:r>
    </w:p>
    <w:p w:rsidR="007675FB" w:rsidRDefault="00E8659C" w:rsidP="00E8659C">
      <w:pPr>
        <w:pStyle w:val="libNormal"/>
        <w:rPr>
          <w:rFonts w:hint="cs"/>
          <w:rtl/>
          <w:lang w:bidi="fa-IR"/>
        </w:rPr>
      </w:pPr>
      <w:r w:rsidRPr="00E8659C">
        <w:rPr>
          <w:rtl/>
          <w:lang w:bidi="fa-IR"/>
        </w:rPr>
        <w:t>اسماعيل بن مهران يك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از خواص ياران امام جواد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گويد</w:t>
      </w:r>
      <w:r w:rsidR="004851C8">
        <w:rPr>
          <w:rtl/>
          <w:lang w:bidi="fa-IR"/>
        </w:rPr>
        <w:t>:</w:t>
      </w:r>
      <w:r w:rsidR="007675FB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پيشوا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نهم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نخستين بار كه عازم عراق بود و از طرف خلفا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عباس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احضار گرديده بود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>من تشويش خاطرم را از اين سفر به عرض او رساندم و از پيشوا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آيند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اسلام جستجوكردم</w:t>
      </w:r>
      <w:r w:rsidR="004851C8">
        <w:rPr>
          <w:rtl/>
          <w:lang w:bidi="fa-IR"/>
        </w:rPr>
        <w:t>.</w:t>
      </w:r>
    </w:p>
    <w:p w:rsidR="007675FB" w:rsidRDefault="00E8659C" w:rsidP="00E8659C">
      <w:pPr>
        <w:pStyle w:val="libNormal"/>
        <w:rPr>
          <w:rFonts w:hint="cs"/>
          <w:rtl/>
          <w:lang w:bidi="fa-IR"/>
        </w:rPr>
      </w:pPr>
      <w:r w:rsidRPr="00E8659C">
        <w:rPr>
          <w:rtl/>
          <w:lang w:bidi="fa-IR"/>
        </w:rPr>
        <w:t xml:space="preserve">امام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فرمودند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نترس</w:t>
      </w:r>
      <w:r w:rsidR="00E12C63">
        <w:rPr>
          <w:rtl/>
          <w:lang w:bidi="fa-IR"/>
        </w:rPr>
        <w:t>!</w:t>
      </w:r>
      <w:r w:rsidRPr="00E8659C">
        <w:rPr>
          <w:rtl/>
          <w:lang w:bidi="fa-IR"/>
        </w:rPr>
        <w:t xml:space="preserve"> آنچه درباره غيبت تصور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كن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اكنون وقت آن فرا نرسيده است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بعدها بار دوم (آخرين سال زندگ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سال</w:t>
      </w:r>
      <w:r w:rsidR="005631DD">
        <w:rPr>
          <w:rtl/>
          <w:lang w:bidi="fa-IR"/>
        </w:rPr>
        <w:t>22</w:t>
      </w:r>
      <w:r w:rsidR="009072C7">
        <w:rPr>
          <w:rtl/>
          <w:lang w:bidi="fa-IR"/>
        </w:rPr>
        <w:t>0</w:t>
      </w:r>
      <w:r w:rsidRPr="00E8659C">
        <w:rPr>
          <w:rtl/>
          <w:lang w:bidi="fa-IR"/>
        </w:rPr>
        <w:t>) كه پيشوا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نهم با دعوت معتصم عباس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مدينه را ترك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گفت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سؤال نخستين خودرا تكرار نمودم</w:t>
      </w:r>
      <w:r w:rsidR="004851C8">
        <w:rPr>
          <w:rtl/>
          <w:lang w:bidi="fa-IR"/>
        </w:rPr>
        <w:t>.</w:t>
      </w:r>
    </w:p>
    <w:p w:rsidR="007675FB" w:rsidRDefault="00E8659C" w:rsidP="00E8659C">
      <w:pPr>
        <w:pStyle w:val="libNormal"/>
        <w:rPr>
          <w:rFonts w:hint="cs"/>
          <w:rtl/>
          <w:lang w:bidi="fa-IR"/>
        </w:rPr>
      </w:pPr>
      <w:r w:rsidRPr="00E8659C">
        <w:rPr>
          <w:rtl/>
          <w:lang w:bidi="fa-IR"/>
        </w:rPr>
        <w:t xml:space="preserve">امام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فرمودند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سفر پرخطر اين بار است كه منعازم هستم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بدانيد پيشواي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پس از من با پسرم عل</w:t>
      </w:r>
      <w:r w:rsidR="00F456F0">
        <w:rPr>
          <w:rtl/>
          <w:lang w:bidi="fa-IR"/>
        </w:rPr>
        <w:t xml:space="preserve">ی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باشد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شهادت و مسمويت امام جواد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يك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غم انگيزترينصحنه</w:t>
      </w:r>
      <w:r w:rsidR="00164EC6">
        <w:rPr>
          <w:rtl/>
          <w:lang w:bidi="fa-IR"/>
        </w:rPr>
        <w:t xml:space="preserve"> ‌</w:t>
      </w:r>
      <w:r w:rsidRPr="00E8659C">
        <w:rPr>
          <w:rtl/>
          <w:lang w:bidi="fa-IR"/>
        </w:rPr>
        <w:t>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lastRenderedPageBreak/>
        <w:t xml:space="preserve">شهادت در راه خداست كه در سن </w:t>
      </w:r>
      <w:r w:rsidR="005631DD">
        <w:rPr>
          <w:rtl/>
          <w:lang w:bidi="fa-IR"/>
        </w:rPr>
        <w:t>2</w:t>
      </w:r>
      <w:r w:rsidR="00506E9B">
        <w:rPr>
          <w:rtl/>
          <w:lang w:bidi="fa-IR"/>
        </w:rPr>
        <w:t>5</w:t>
      </w:r>
      <w:r w:rsidRPr="00E8659C">
        <w:rPr>
          <w:rtl/>
          <w:lang w:bidi="fa-IR"/>
        </w:rPr>
        <w:t xml:space="preserve"> سالگ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جان به جان آفرين تسليم نموده و در اثر سم به فيض شهادت و</w:t>
      </w:r>
      <w:r w:rsidR="007675FB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وصول به مراتب رضوان و خشنود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پروردگار نائل آمده است</w:t>
      </w:r>
      <w:r w:rsidR="004851C8">
        <w:rPr>
          <w:rtl/>
          <w:lang w:bidi="fa-IR"/>
        </w:rPr>
        <w:t>.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 xml:space="preserve">امام جواد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با ادا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اين پيام بزرگ اله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جان به جان آفرين تسليم نمود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256F60" w:rsidRPr="006249D9">
        <w:rPr>
          <w:rStyle w:val="libFootnotenumChar"/>
          <w:rtl/>
        </w:rPr>
        <w:t>1</w:t>
      </w:r>
      <w:r w:rsidR="00A35C10" w:rsidRPr="006249D9">
        <w:rPr>
          <w:rStyle w:val="libFootnotenumChar"/>
          <w:rtl/>
        </w:rPr>
        <w:t>8</w:t>
      </w:r>
      <w:r w:rsidR="005631DD" w:rsidRPr="006249D9">
        <w:rPr>
          <w:rStyle w:val="libFootnotenumChar"/>
          <w:rtl/>
        </w:rPr>
        <w:t>2</w:t>
      </w:r>
      <w:r w:rsidRPr="006249D9">
        <w:rPr>
          <w:rStyle w:val="libFootnotenumChar"/>
          <w:rtl/>
        </w:rPr>
        <w:t>)</w:t>
      </w:r>
      <w:r w:rsidRPr="00E8659C">
        <w:rPr>
          <w:rtl/>
          <w:lang w:bidi="fa-IR"/>
        </w:rPr>
        <w:t xml:space="preserve"> درود فراوان يزدان بر روان پاك و معصوم او و اجداد طاهرينش باد كه با كوششها وتلاشها و مجاهدات خود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پيامها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آزاد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 انسان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را به جامعه بشر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تسليم داشته اند</w:t>
      </w:r>
      <w:r w:rsidR="004851C8">
        <w:rPr>
          <w:rtl/>
          <w:lang w:bidi="fa-IR"/>
        </w:rPr>
        <w:t>.</w:t>
      </w:r>
    </w:p>
    <w:p w:rsidR="00E8659C" w:rsidRPr="00E8659C" w:rsidRDefault="00E8659C" w:rsidP="00367E09">
      <w:pPr>
        <w:pStyle w:val="libBold1"/>
        <w:rPr>
          <w:lang w:bidi="fa-IR"/>
        </w:rPr>
      </w:pPr>
      <w:r w:rsidRPr="00E8659C">
        <w:rPr>
          <w:rtl/>
          <w:lang w:bidi="fa-IR"/>
        </w:rPr>
        <w:t>اعتراف مورخان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مرحوم شيخ مفيد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نويسد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آن حضرت مسموم از دنيا رفت ول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در اين ارتباط خبر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پيش من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ثابت نشده است تا به آن استدلال نمايم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وقت رحلت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سنش </w:t>
      </w:r>
      <w:r w:rsidR="005631DD">
        <w:rPr>
          <w:rtl/>
          <w:lang w:bidi="fa-IR"/>
        </w:rPr>
        <w:t>2</w:t>
      </w:r>
      <w:r w:rsidR="00506E9B">
        <w:rPr>
          <w:rtl/>
          <w:lang w:bidi="fa-IR"/>
        </w:rPr>
        <w:t>5</w:t>
      </w:r>
      <w:r w:rsidRPr="00E8659C">
        <w:rPr>
          <w:rtl/>
          <w:lang w:bidi="fa-IR"/>
        </w:rPr>
        <w:t xml:space="preserve"> سال و چند ماهبود و دو پسر و دو دختر از خود به يادگار گذاشت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256F60" w:rsidRPr="006249D9">
        <w:rPr>
          <w:rStyle w:val="libFootnotenumChar"/>
          <w:rtl/>
        </w:rPr>
        <w:t>1</w:t>
      </w:r>
      <w:r w:rsidR="00A35C10" w:rsidRPr="006249D9">
        <w:rPr>
          <w:rStyle w:val="libFootnotenumChar"/>
          <w:rtl/>
        </w:rPr>
        <w:t>8</w:t>
      </w:r>
      <w:r w:rsidR="00FA474B" w:rsidRPr="006249D9">
        <w:rPr>
          <w:rStyle w:val="libFootnotenumChar"/>
          <w:rtl/>
        </w:rPr>
        <w:t>3</w:t>
      </w:r>
      <w:r w:rsidRPr="006249D9">
        <w:rPr>
          <w:rStyle w:val="libFootnotenumChar"/>
          <w:rtl/>
        </w:rPr>
        <w:t>)</w:t>
      </w:r>
    </w:p>
    <w:p w:rsidR="00367E09" w:rsidRDefault="00E8659C" w:rsidP="00E8659C">
      <w:pPr>
        <w:pStyle w:val="libNormal"/>
        <w:rPr>
          <w:rFonts w:hint="cs"/>
          <w:rtl/>
          <w:lang w:bidi="fa-IR"/>
        </w:rPr>
      </w:pPr>
      <w:r w:rsidRPr="00E8659C">
        <w:rPr>
          <w:rtl/>
          <w:lang w:bidi="fa-IR"/>
        </w:rPr>
        <w:t>مسعود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صاحب مروج الذهب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نويسد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در سال </w:t>
      </w:r>
      <w:r w:rsidR="005631DD">
        <w:rPr>
          <w:rtl/>
          <w:lang w:bidi="fa-IR"/>
        </w:rPr>
        <w:t>2</w:t>
      </w:r>
      <w:r w:rsidR="00256F60">
        <w:rPr>
          <w:rtl/>
          <w:lang w:bidi="fa-IR"/>
        </w:rPr>
        <w:t>1</w:t>
      </w:r>
      <w:r w:rsidR="003D2C90">
        <w:rPr>
          <w:rtl/>
          <w:lang w:bidi="fa-IR"/>
        </w:rPr>
        <w:t>9</w:t>
      </w:r>
      <w:r w:rsidRPr="00E8659C">
        <w:rPr>
          <w:rtl/>
          <w:lang w:bidi="fa-IR"/>
        </w:rPr>
        <w:t xml:space="preserve"> محمد بن عل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بن موس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بن جعفر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در پنجم ذ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حجهدرگذشت و در سمت غرب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مقابر قريش در كنار جدش موس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بن جعفر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مدفون گرديد واثق بر او نماز گزارد او در تاريخ وفاتش </w:t>
      </w:r>
      <w:r w:rsidR="005631DD">
        <w:rPr>
          <w:rtl/>
          <w:lang w:bidi="fa-IR"/>
        </w:rPr>
        <w:t>2</w:t>
      </w:r>
      <w:r w:rsidR="00506E9B">
        <w:rPr>
          <w:rtl/>
          <w:lang w:bidi="fa-IR"/>
        </w:rPr>
        <w:t>5</w:t>
      </w:r>
      <w:r w:rsidRPr="00E8659C">
        <w:rPr>
          <w:rtl/>
          <w:lang w:bidi="fa-IR"/>
        </w:rPr>
        <w:t xml:space="preserve"> ساله بود</w:t>
      </w:r>
      <w:r w:rsidR="004851C8">
        <w:rPr>
          <w:rtl/>
          <w:lang w:bidi="fa-IR"/>
        </w:rPr>
        <w:t>.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به هنگامرحلت پدرش هفت سال و هشت ماهه بود و گفته شده است ام الفضل دختر مأمون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هنگام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كهاز مدينه به سو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معتصم احضار گرديد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به او سم خورانده است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اماميه در سن اواختلاف نموده اند و ما در كتاب البيان در اسماء ائمه اقوال آنان را آورده ايم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>پسرانش عل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النق</w:t>
      </w:r>
      <w:r w:rsidR="00F456F0">
        <w:rPr>
          <w:rtl/>
          <w:lang w:bidi="fa-IR"/>
        </w:rPr>
        <w:t xml:space="preserve">ی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و موس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نام دخترانش فاطمه وامامه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باشد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256F60" w:rsidRPr="006249D9">
        <w:rPr>
          <w:rStyle w:val="libFootnotenumChar"/>
          <w:rtl/>
        </w:rPr>
        <w:t>1</w:t>
      </w:r>
      <w:r w:rsidR="00A35C10" w:rsidRPr="006249D9">
        <w:rPr>
          <w:rStyle w:val="libFootnotenumChar"/>
          <w:rtl/>
        </w:rPr>
        <w:t>8</w:t>
      </w:r>
      <w:r w:rsidR="00506E9B" w:rsidRPr="006249D9">
        <w:rPr>
          <w:rStyle w:val="libFootnotenumChar"/>
          <w:rtl/>
        </w:rPr>
        <w:t>4</w:t>
      </w:r>
      <w:r w:rsidRPr="006249D9">
        <w:rPr>
          <w:rStyle w:val="libFootnotenumChar"/>
          <w:rtl/>
        </w:rPr>
        <w:t>)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>قابل عرض به ساحت مرحومشيخ بزرگوار مفيد آنست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وقت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تبعيد و احضار معتصم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مسلم و قطع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شد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به يقين همان</w:t>
      </w:r>
      <w:r w:rsidR="00367E09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انگيزه و سبب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تواند عامل قتل و كشتار نيز گردد و چون ب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جهت نم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توان شخصيت</w:t>
      </w:r>
      <w:r w:rsidR="00C1467E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بزرگوار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چون امام جواد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را از كنار قبر جدش و منزل و مأوا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پدران و نياكانش دور ساخت همان انگيزه و عامل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تواند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انگيز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قتل و سم نيزشمرده شود</w:t>
      </w:r>
      <w:r w:rsidR="004851C8">
        <w:rPr>
          <w:rtl/>
          <w:lang w:bidi="fa-IR"/>
        </w:rPr>
        <w:t>.</w:t>
      </w:r>
    </w:p>
    <w:p w:rsidR="00C1467E" w:rsidRDefault="00E8659C" w:rsidP="00E8659C">
      <w:pPr>
        <w:pStyle w:val="libNormal"/>
        <w:rPr>
          <w:rFonts w:hint="cs"/>
          <w:rtl/>
          <w:lang w:bidi="fa-IR"/>
        </w:rPr>
      </w:pPr>
      <w:r w:rsidRPr="00E8659C">
        <w:rPr>
          <w:rtl/>
          <w:lang w:bidi="fa-IR"/>
        </w:rPr>
        <w:t>صاحب روضة الواعظين شيخ فتال نيشابور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وابن شهرآشوب در مناقب ومرحوم علم الهد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درعيون المعجزات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</w:t>
      </w:r>
      <w:r w:rsidRPr="006249D9">
        <w:rPr>
          <w:rStyle w:val="libFootnotenumChar"/>
          <w:rtl/>
        </w:rPr>
        <w:t>(</w:t>
      </w:r>
      <w:r w:rsidR="00256F60" w:rsidRPr="006249D9">
        <w:rPr>
          <w:rStyle w:val="libFootnotenumChar"/>
          <w:rtl/>
        </w:rPr>
        <w:t>1</w:t>
      </w:r>
      <w:r w:rsidR="00A35C10" w:rsidRPr="006249D9">
        <w:rPr>
          <w:rStyle w:val="libFootnotenumChar"/>
          <w:rtl/>
        </w:rPr>
        <w:t>8</w:t>
      </w:r>
      <w:r w:rsidR="00506E9B" w:rsidRPr="006249D9">
        <w:rPr>
          <w:rStyle w:val="libFootnotenumChar"/>
          <w:rtl/>
        </w:rPr>
        <w:t>5</w:t>
      </w:r>
      <w:r w:rsidRPr="006249D9">
        <w:rPr>
          <w:rStyle w:val="libFootnotenumChar"/>
          <w:rtl/>
        </w:rPr>
        <w:t>)</w:t>
      </w:r>
      <w:r w:rsidRPr="00E8659C">
        <w:rPr>
          <w:rtl/>
          <w:lang w:bidi="fa-IR"/>
        </w:rPr>
        <w:t xml:space="preserve"> داستان مسموميت اورا آورده اند</w:t>
      </w:r>
      <w:r w:rsidR="004851C8">
        <w:rPr>
          <w:rtl/>
          <w:lang w:bidi="fa-IR"/>
        </w:rPr>
        <w:t>.</w:t>
      </w:r>
    </w:p>
    <w:p w:rsidR="00C1467E" w:rsidRDefault="00E8659C" w:rsidP="00E8659C">
      <w:pPr>
        <w:pStyle w:val="libNormal"/>
        <w:rPr>
          <w:rFonts w:hint="cs"/>
          <w:rtl/>
          <w:lang w:bidi="fa-IR"/>
        </w:rPr>
      </w:pPr>
      <w:r w:rsidRPr="00E8659C">
        <w:rPr>
          <w:rtl/>
          <w:lang w:bidi="fa-IR"/>
        </w:rPr>
        <w:lastRenderedPageBreak/>
        <w:t>مرحوم علم الهد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در كتاب اخير الذكر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افزايد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معتصم عباس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درفكر شهيد نمودن ابوجعفر ثان</w:t>
      </w:r>
      <w:r w:rsidR="00F456F0">
        <w:rPr>
          <w:rtl/>
          <w:lang w:bidi="fa-IR"/>
        </w:rPr>
        <w:t xml:space="preserve">ی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بود در اين باره به همسر امام</w:t>
      </w:r>
      <w:r w:rsidR="004851C8">
        <w:rPr>
          <w:rtl/>
          <w:lang w:bidi="fa-IR"/>
        </w:rPr>
        <w:t>،</w:t>
      </w:r>
      <w:r w:rsidR="00C1467E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ام الفضل دختر برادرش پيشنهاد نمود كه امام را مسموم سازد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چون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دانست كه او ازامام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انحراف يافته است زيرا آن حضرت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مادر امام هاد</w:t>
      </w:r>
      <w:r w:rsidR="00F456F0">
        <w:rPr>
          <w:rtl/>
          <w:lang w:bidi="fa-IR"/>
        </w:rPr>
        <w:t xml:space="preserve">ی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را بر او ترجيح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داد از سو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ديگر از آن حضرت صاحب فرزند نشده</w:t>
      </w:r>
      <w:r w:rsidR="00C1467E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بود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ام الفضل اين پيشنهاد را پذيرفت و امام را با انگور رازق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در آن سم</w:t>
      </w:r>
      <w:r w:rsidR="00C1467E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داخل نموده بود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مسموم نمود</w:t>
      </w:r>
      <w:r w:rsidR="004851C8">
        <w:rPr>
          <w:rtl/>
          <w:lang w:bidi="fa-IR"/>
        </w:rPr>
        <w:t>.</w:t>
      </w:r>
    </w:p>
    <w:p w:rsidR="00FD7E2E" w:rsidRDefault="00E8659C" w:rsidP="00E8659C">
      <w:pPr>
        <w:pStyle w:val="libNormal"/>
        <w:rPr>
          <w:rFonts w:hint="cs"/>
          <w:rtl/>
          <w:lang w:bidi="fa-IR"/>
        </w:rPr>
      </w:pPr>
      <w:r w:rsidRPr="00E8659C">
        <w:rPr>
          <w:rtl/>
          <w:lang w:bidi="fa-IR"/>
        </w:rPr>
        <w:t>وقت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امام </w:t>
      </w:r>
      <w:r w:rsidR="00366A7F" w:rsidRPr="00366A7F">
        <w:rPr>
          <w:rStyle w:val="libAlaemChar"/>
          <w:rtl/>
        </w:rPr>
        <w:t>عليها‌السلام‌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انگور را ميل نمودآن ملعونه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نادم و پشيمان شد و شروع به گريه و زار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نمود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امام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فرمودند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چرا گريه و ناله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كن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خداوند درد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را بر تو مسلط كند كه قابل</w:t>
      </w:r>
      <w:r w:rsidR="00FD7E2E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علاج نباشد و بلاي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پيش آورد كه امكان پنهان داشتن آن را نداشته باش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دعا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امام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در حق او مستجاب گرديد و با درد ب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درمان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دنيا رخت بربست.</w:t>
      </w:r>
    </w:p>
    <w:p w:rsidR="00E8659C" w:rsidRPr="00E8659C" w:rsidRDefault="00E8659C" w:rsidP="00830469">
      <w:pPr>
        <w:pStyle w:val="libNormal"/>
        <w:rPr>
          <w:lang w:bidi="fa-IR"/>
        </w:rPr>
      </w:pPr>
      <w:r w:rsidRPr="00E8659C">
        <w:rPr>
          <w:rtl/>
          <w:lang w:bidi="fa-IR"/>
        </w:rPr>
        <w:t>صاحب كشف الغمه گويد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بدور طوالح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جبال فوارع  غيوث هوايع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سيول دوافع بهاليل لوعاينت فيض الفهم  تيقنت أن الرزق ف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الأرض واميح إذا خففت بالبذل ارواحجودهم  حداها الند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واستنشقتها المطالع </w:t>
      </w:r>
      <w:r w:rsidRPr="006249D9">
        <w:rPr>
          <w:rStyle w:val="libFootnotenumChar"/>
          <w:rtl/>
        </w:rPr>
        <w:t>(</w:t>
      </w:r>
      <w:r w:rsidR="00256F60" w:rsidRPr="006249D9">
        <w:rPr>
          <w:rStyle w:val="libFootnotenumChar"/>
          <w:rtl/>
        </w:rPr>
        <w:t>1</w:t>
      </w:r>
      <w:r w:rsidR="00A35C10" w:rsidRPr="006249D9">
        <w:rPr>
          <w:rStyle w:val="libFootnotenumChar"/>
          <w:rtl/>
        </w:rPr>
        <w:t>8</w:t>
      </w:r>
      <w:r w:rsidR="00506E9B" w:rsidRPr="006249D9">
        <w:rPr>
          <w:rStyle w:val="libFootnotenumChar"/>
          <w:rtl/>
        </w:rPr>
        <w:t>6</w:t>
      </w:r>
      <w:r w:rsidRPr="006249D9">
        <w:rPr>
          <w:rStyle w:val="libFootnotenumChar"/>
          <w:rtl/>
        </w:rPr>
        <w:t>)</w:t>
      </w:r>
    </w:p>
    <w:p w:rsidR="00E8659C" w:rsidRPr="00E8659C" w:rsidRDefault="00E8659C" w:rsidP="00E8659C">
      <w:pPr>
        <w:pStyle w:val="libNormal"/>
        <w:rPr>
          <w:lang w:bidi="fa-IR"/>
        </w:rPr>
      </w:pPr>
      <w:r w:rsidRPr="00E8659C">
        <w:rPr>
          <w:rtl/>
          <w:lang w:bidi="fa-IR"/>
        </w:rPr>
        <w:t xml:space="preserve">پيكر پاك امام ابو جعفر جواد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را در كنار قبر جد گرام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اش، امام موس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بن جعفر </w:t>
      </w:r>
      <w:r w:rsidR="00366A7F" w:rsidRPr="00366A7F">
        <w:rPr>
          <w:rStyle w:val="libAlaemChar"/>
          <w:rtl/>
        </w:rPr>
        <w:t>عليها‌السلام‌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در گورستان قريش در بغداد به خاكسپردند </w:t>
      </w:r>
      <w:r w:rsidRPr="006249D9">
        <w:rPr>
          <w:rStyle w:val="libFootnotenumChar"/>
          <w:rtl/>
        </w:rPr>
        <w:t>(</w:t>
      </w:r>
      <w:r w:rsidR="00256F60" w:rsidRPr="006249D9">
        <w:rPr>
          <w:rStyle w:val="libFootnotenumChar"/>
          <w:rtl/>
        </w:rPr>
        <w:t>1</w:t>
      </w:r>
      <w:r w:rsidR="00A35C10" w:rsidRPr="006249D9">
        <w:rPr>
          <w:rStyle w:val="libFootnotenumChar"/>
          <w:rtl/>
        </w:rPr>
        <w:t>8</w:t>
      </w:r>
      <w:r w:rsidR="00506E9B" w:rsidRPr="006249D9">
        <w:rPr>
          <w:rStyle w:val="libFootnotenumChar"/>
          <w:rtl/>
        </w:rPr>
        <w:t>7</w:t>
      </w:r>
      <w:r w:rsidRPr="006249D9">
        <w:rPr>
          <w:rStyle w:val="libFootnotenumChar"/>
          <w:rtl/>
        </w:rPr>
        <w:t>)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الله عليه وعل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آبائه</w:t>
      </w:r>
      <w:r w:rsidR="00830469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الطاهرين الطيبين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مزار اين دو گرام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هم اكنون به كاظمين مشهور است و ازديرباز زيارتگاه مسلمانان بوده است</w:t>
      </w:r>
      <w:r w:rsidR="004851C8">
        <w:rPr>
          <w:rtl/>
          <w:lang w:bidi="fa-IR"/>
        </w:rPr>
        <w:t>.</w:t>
      </w:r>
    </w:p>
    <w:p w:rsidR="00E8659C" w:rsidRPr="00E8659C" w:rsidRDefault="002950FE" w:rsidP="00E8659C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E8659C" w:rsidRPr="002950FE" w:rsidRDefault="00E8659C" w:rsidP="002950FE">
      <w:pPr>
        <w:pStyle w:val="Heading2"/>
        <w:rPr>
          <w:rFonts w:hint="cs"/>
          <w:rtl/>
        </w:rPr>
      </w:pPr>
      <w:bookmarkStart w:id="47" w:name="_Toc487273821"/>
      <w:r w:rsidRPr="00E8659C">
        <w:rPr>
          <w:rtl/>
          <w:lang w:bidi="fa-IR"/>
        </w:rPr>
        <w:t xml:space="preserve">در حرم كاظمين </w:t>
      </w:r>
      <w:r w:rsidR="00366A7F" w:rsidRPr="00366A7F">
        <w:rPr>
          <w:rStyle w:val="libAlaemChar"/>
          <w:rtl/>
        </w:rPr>
        <w:t>عليها‌السلام‌</w:t>
      </w:r>
      <w:bookmarkEnd w:id="47"/>
    </w:p>
    <w:p w:rsidR="002950FE" w:rsidRDefault="00E8659C" w:rsidP="00E8659C">
      <w:pPr>
        <w:pStyle w:val="libNormal"/>
        <w:rPr>
          <w:rFonts w:hint="cs"/>
          <w:rtl/>
          <w:lang w:bidi="fa-IR"/>
        </w:rPr>
      </w:pPr>
      <w:r w:rsidRPr="00E8659C">
        <w:rPr>
          <w:rtl/>
          <w:lang w:bidi="fa-IR"/>
        </w:rPr>
        <w:t>حرم كاظمين و</w:t>
      </w:r>
      <w:r w:rsidR="002950FE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بقعه</w:t>
      </w:r>
      <w:r w:rsidR="00164EC6">
        <w:rPr>
          <w:rtl/>
          <w:lang w:bidi="fa-IR"/>
        </w:rPr>
        <w:t xml:space="preserve"> ‌</w:t>
      </w:r>
      <w:r w:rsidRPr="00E8659C">
        <w:rPr>
          <w:rtl/>
          <w:lang w:bidi="fa-IR"/>
        </w:rPr>
        <w:t>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كه امام جواد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همراه جد بزرگوارش امام كاظم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مدفون است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بارها</w:t>
      </w:r>
      <w:r w:rsidR="002950FE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از سو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ارادتمندان و عاشقان اهل بيت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مورد مرمت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تعمير وتأسيس و پرده افكندن و لوستر آويز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واقع گرديده است كه در كتاب تاريخ حرم كاظمين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تأليف آية الله شيخ محمد حسن آل ياسين به تفصيل آمده است</w:t>
      </w:r>
      <w:r w:rsidR="004851C8">
        <w:rPr>
          <w:rtl/>
          <w:lang w:bidi="fa-IR"/>
        </w:rPr>
        <w:t>.</w:t>
      </w:r>
    </w:p>
    <w:p w:rsidR="00E8659C" w:rsidRPr="00E8659C" w:rsidRDefault="00E8659C" w:rsidP="002950FE">
      <w:pPr>
        <w:pStyle w:val="libNormal"/>
        <w:rPr>
          <w:lang w:bidi="fa-IR"/>
        </w:rPr>
      </w:pPr>
      <w:r w:rsidRPr="00E8659C">
        <w:rPr>
          <w:rtl/>
          <w:lang w:bidi="fa-IR"/>
        </w:rPr>
        <w:t>در يك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پرده پوش</w:t>
      </w:r>
      <w:r w:rsidR="002950FE">
        <w:rPr>
          <w:rtl/>
          <w:lang w:bidi="fa-IR"/>
        </w:rPr>
        <w:t>ی</w:t>
      </w:r>
      <w:r w:rsidR="002950FE">
        <w:rPr>
          <w:rFonts w:hint="cs"/>
          <w:rtl/>
          <w:lang w:bidi="fa-IR"/>
        </w:rPr>
        <w:t xml:space="preserve"> </w:t>
      </w:r>
      <w:r w:rsidR="00164EC6">
        <w:rPr>
          <w:rtl/>
          <w:lang w:bidi="fa-IR"/>
        </w:rPr>
        <w:t>‌</w:t>
      </w:r>
      <w:r w:rsidRPr="00E8659C">
        <w:rPr>
          <w:rtl/>
          <w:lang w:bidi="fa-IR"/>
        </w:rPr>
        <w:t>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حرم كه در سال </w:t>
      </w:r>
      <w:r w:rsidR="00256F60">
        <w:rPr>
          <w:rtl/>
          <w:lang w:bidi="fa-IR"/>
        </w:rPr>
        <w:t>1</w:t>
      </w:r>
      <w:r w:rsidR="005631DD">
        <w:rPr>
          <w:rtl/>
          <w:lang w:bidi="fa-IR"/>
        </w:rPr>
        <w:t>2</w:t>
      </w:r>
      <w:r w:rsidR="00506E9B">
        <w:rPr>
          <w:rtl/>
          <w:lang w:bidi="fa-IR"/>
        </w:rPr>
        <w:t>55</w:t>
      </w:r>
      <w:r w:rsidRPr="00E8659C">
        <w:rPr>
          <w:rtl/>
          <w:lang w:bidi="fa-IR"/>
        </w:rPr>
        <w:t xml:space="preserve"> ه‍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ق توسط سلطان محمود دوم به نامستر نبو</w:t>
      </w:r>
      <w:r w:rsidR="00F456F0">
        <w:rPr>
          <w:rtl/>
          <w:lang w:bidi="fa-IR"/>
        </w:rPr>
        <w:t xml:space="preserve">ی </w:t>
      </w:r>
      <w:r w:rsidR="00E954A2" w:rsidRPr="00E954A2">
        <w:rPr>
          <w:rStyle w:val="libAlaemChar"/>
          <w:rtl/>
        </w:rPr>
        <w:t>صلى‌الله‌عليه‌وآله‌وسلم</w:t>
      </w:r>
      <w:r w:rsidRPr="00E8659C">
        <w:rPr>
          <w:rtl/>
          <w:lang w:bidi="fa-IR"/>
        </w:rPr>
        <w:t xml:space="preserve"> كه با جمله جاوأ بأشرف ستر تاريخ گذار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شد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شاعران با قصيده</w:t>
      </w:r>
      <w:r w:rsidR="00164EC6">
        <w:rPr>
          <w:rtl/>
          <w:lang w:bidi="fa-IR"/>
        </w:rPr>
        <w:t xml:space="preserve"> ‌</w:t>
      </w:r>
      <w:r w:rsidRPr="00E8659C">
        <w:rPr>
          <w:rtl/>
          <w:lang w:bidi="fa-IR"/>
        </w:rPr>
        <w:t>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زيبا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در تمجيد و تعريف از اين عمل اشعار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سروده اند</w:t>
      </w:r>
      <w:r w:rsidR="004851C8">
        <w:rPr>
          <w:rtl/>
          <w:lang w:bidi="fa-IR"/>
        </w:rPr>
        <w:t>:</w:t>
      </w:r>
      <w:r w:rsidR="002950FE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از جمله شاعر نام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عرب زبان عبد الغفار أخرس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اشعار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به اين مناسبت سروده است</w:t>
      </w:r>
      <w:r w:rsidR="004851C8">
        <w:rPr>
          <w:rtl/>
          <w:lang w:bidi="fa-IR"/>
        </w:rPr>
        <w:t>،</w:t>
      </w:r>
      <w:r w:rsidR="002950FE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چون در مقام معرف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فضائل امام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بود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بخش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آنها را پايان</w:t>
      </w:r>
      <w:r w:rsidR="002950FE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 xml:space="preserve">بخش كتاب امام جواد </w:t>
      </w:r>
      <w:r w:rsidR="00366A7F" w:rsidRPr="00366A7F">
        <w:rPr>
          <w:rStyle w:val="libAlaemChar"/>
          <w:rtl/>
        </w:rPr>
        <w:t>عليها‌السلام‌</w:t>
      </w:r>
      <w:r w:rsidRPr="00E8659C">
        <w:rPr>
          <w:rtl/>
          <w:lang w:bidi="fa-IR"/>
        </w:rPr>
        <w:t xml:space="preserve"> قرار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دهيم و از خداوند متعال توسط اينامام همام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 اين پيشوا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جواد و بخشنده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صله و جائز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خود را مسئلت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داريم وميدانيم كه اين بزرگوار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سائل خود را دست خال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برنم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گرداند</w:t>
      </w:r>
      <w:r w:rsidR="004851C8">
        <w:rPr>
          <w:rtl/>
          <w:lang w:bidi="fa-IR"/>
        </w:rPr>
        <w:t>:</w:t>
      </w:r>
    </w:p>
    <w:p w:rsidR="00E8659C" w:rsidRPr="00E8659C" w:rsidRDefault="00256F60" w:rsidP="00E8659C">
      <w:pPr>
        <w:pStyle w:val="libNormal"/>
        <w:rPr>
          <w:lang w:bidi="fa-IR"/>
        </w:rPr>
      </w:pPr>
      <w:r>
        <w:rPr>
          <w:rtl/>
          <w:lang w:bidi="fa-IR"/>
        </w:rPr>
        <w:t>1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يا امام الهد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و يا صفوة الله * و يا من هد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هداه العباد</w:t>
      </w:r>
    </w:p>
    <w:p w:rsidR="00E8659C" w:rsidRPr="00E8659C" w:rsidRDefault="005631DD" w:rsidP="00E8659C">
      <w:pPr>
        <w:pStyle w:val="libNormal"/>
        <w:rPr>
          <w:lang w:bidi="fa-IR"/>
        </w:rPr>
      </w:pPr>
      <w:r>
        <w:rPr>
          <w:rtl/>
          <w:lang w:bidi="fa-IR"/>
        </w:rPr>
        <w:t>2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يا بن بنت الرسول يابن عل</w:t>
      </w:r>
      <w:r w:rsidR="00F456F0">
        <w:rPr>
          <w:rtl/>
          <w:lang w:bidi="fa-IR"/>
        </w:rPr>
        <w:t xml:space="preserve">ی </w:t>
      </w:r>
      <w:r w:rsidR="00366A7F" w:rsidRPr="00366A7F">
        <w:rPr>
          <w:rStyle w:val="libAlaemChar"/>
          <w:rtl/>
        </w:rPr>
        <w:t>عليها‌السلام‌</w:t>
      </w:r>
      <w:r w:rsidR="00E8659C" w:rsidRPr="00E8659C">
        <w:rPr>
          <w:rtl/>
          <w:lang w:bidi="fa-IR"/>
        </w:rPr>
        <w:t xml:space="preserve"> * ح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هذا الناد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وهذا المناد</w:t>
      </w:r>
      <w:r w:rsidR="00F456F0">
        <w:rPr>
          <w:rtl/>
          <w:lang w:bidi="fa-IR"/>
        </w:rPr>
        <w:t xml:space="preserve">ی </w:t>
      </w:r>
    </w:p>
    <w:p w:rsidR="00E8659C" w:rsidRPr="00E8659C" w:rsidRDefault="00FA474B" w:rsidP="00E8659C">
      <w:pPr>
        <w:pStyle w:val="libNormal"/>
        <w:rPr>
          <w:lang w:bidi="fa-IR"/>
        </w:rPr>
      </w:pPr>
      <w:r>
        <w:rPr>
          <w:rtl/>
          <w:lang w:bidi="fa-IR"/>
        </w:rPr>
        <w:t>3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قد أتينا بثوب جدك نسع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* و أتيناك سيد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وقادا</w:t>
      </w:r>
    </w:p>
    <w:p w:rsidR="00E8659C" w:rsidRPr="00E8659C" w:rsidRDefault="00506E9B" w:rsidP="00E8659C">
      <w:pPr>
        <w:pStyle w:val="libNormal"/>
        <w:rPr>
          <w:lang w:bidi="fa-IR"/>
        </w:rPr>
      </w:pPr>
      <w:r>
        <w:rPr>
          <w:rtl/>
          <w:lang w:bidi="fa-IR"/>
        </w:rPr>
        <w:t>4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وأتيناك راجلين احتراما * و احتشاما وهيبة وانقيادا</w:t>
      </w:r>
    </w:p>
    <w:p w:rsidR="00E8659C" w:rsidRPr="00E8659C" w:rsidRDefault="00506E9B" w:rsidP="00E8659C">
      <w:pPr>
        <w:pStyle w:val="libNormal"/>
        <w:rPr>
          <w:lang w:bidi="fa-IR"/>
        </w:rPr>
      </w:pPr>
      <w:r>
        <w:rPr>
          <w:rtl/>
          <w:lang w:bidi="fa-IR"/>
        </w:rPr>
        <w:t>5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أنتم علة الوجود وفيكم * قد عرفنا التكوين والأيجادا </w:t>
      </w:r>
      <w:r w:rsidR="00E8659C" w:rsidRPr="006249D9">
        <w:rPr>
          <w:rStyle w:val="libFootnotenumChar"/>
          <w:rtl/>
        </w:rPr>
        <w:t>(</w:t>
      </w:r>
      <w:r w:rsidR="00256F60" w:rsidRPr="006249D9">
        <w:rPr>
          <w:rStyle w:val="libFootnotenumChar"/>
          <w:rtl/>
        </w:rPr>
        <w:t>1</w:t>
      </w:r>
      <w:r w:rsidR="00A35C10" w:rsidRPr="006249D9">
        <w:rPr>
          <w:rStyle w:val="libFootnotenumChar"/>
          <w:rtl/>
        </w:rPr>
        <w:t>88</w:t>
      </w:r>
      <w:r w:rsidR="00E8659C" w:rsidRPr="006249D9">
        <w:rPr>
          <w:rStyle w:val="libFootnotenumChar"/>
          <w:rtl/>
        </w:rPr>
        <w:t>)</w:t>
      </w:r>
    </w:p>
    <w:p w:rsidR="00E8659C" w:rsidRPr="00E8659C" w:rsidRDefault="003267B4" w:rsidP="00E8659C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E8659C" w:rsidRDefault="00E8659C" w:rsidP="00B57D94">
      <w:pPr>
        <w:pStyle w:val="Heading2"/>
        <w:rPr>
          <w:rFonts w:hint="cs"/>
          <w:rtl/>
          <w:lang w:bidi="fa-IR"/>
        </w:rPr>
      </w:pPr>
      <w:bookmarkStart w:id="48" w:name="_Toc487273822"/>
      <w:r w:rsidRPr="00E8659C">
        <w:rPr>
          <w:rtl/>
          <w:lang w:bidi="fa-IR"/>
        </w:rPr>
        <w:t>منابع و مأخذ</w:t>
      </w:r>
      <w:bookmarkEnd w:id="48"/>
    </w:p>
    <w:p w:rsidR="00E8659C" w:rsidRPr="00E8659C" w:rsidRDefault="00256F60" w:rsidP="003267B4">
      <w:pPr>
        <w:pStyle w:val="libVar"/>
        <w:rPr>
          <w:lang w:bidi="fa-IR"/>
        </w:rPr>
      </w:pPr>
      <w:r>
        <w:rPr>
          <w:rtl/>
          <w:lang w:bidi="fa-IR"/>
        </w:rPr>
        <w:t>1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امام در عينيت جامعه / محمد رضا حكيم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/ دفتر نشر فرهنگ اسلام</w:t>
      </w:r>
      <w:r w:rsidR="00F456F0">
        <w:rPr>
          <w:rtl/>
          <w:lang w:bidi="fa-IR"/>
        </w:rPr>
        <w:t xml:space="preserve">ی </w:t>
      </w:r>
      <w:r w:rsidR="004851C8">
        <w:rPr>
          <w:rtl/>
          <w:lang w:bidi="fa-IR"/>
        </w:rPr>
        <w:t>.</w:t>
      </w:r>
    </w:p>
    <w:p w:rsidR="00E8659C" w:rsidRPr="00E8659C" w:rsidRDefault="005631DD" w:rsidP="003267B4">
      <w:pPr>
        <w:pStyle w:val="libVar"/>
        <w:rPr>
          <w:lang w:bidi="fa-IR"/>
        </w:rPr>
      </w:pPr>
      <w:r>
        <w:rPr>
          <w:rtl/>
          <w:lang w:bidi="fa-IR"/>
        </w:rPr>
        <w:t>2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احقاق الحق / قاض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نورالله شوشتر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/ چاپ اسلاميه</w:t>
      </w:r>
      <w:r w:rsidR="004851C8">
        <w:rPr>
          <w:rtl/>
          <w:lang w:bidi="fa-IR"/>
        </w:rPr>
        <w:t>.</w:t>
      </w:r>
    </w:p>
    <w:p w:rsidR="00E8659C" w:rsidRPr="00E8659C" w:rsidRDefault="00FA474B" w:rsidP="003267B4">
      <w:pPr>
        <w:pStyle w:val="libVar"/>
        <w:rPr>
          <w:lang w:bidi="fa-IR"/>
        </w:rPr>
      </w:pPr>
      <w:r>
        <w:rPr>
          <w:rtl/>
          <w:lang w:bidi="fa-IR"/>
        </w:rPr>
        <w:t>3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ارشاد / شيخ مفيد / چاپ آخوند</w:t>
      </w:r>
      <w:r w:rsidR="00F456F0">
        <w:rPr>
          <w:rtl/>
          <w:lang w:bidi="fa-IR"/>
        </w:rPr>
        <w:t xml:space="preserve">ی </w:t>
      </w:r>
      <w:r w:rsidR="004851C8">
        <w:rPr>
          <w:rtl/>
          <w:lang w:bidi="fa-IR"/>
        </w:rPr>
        <w:t>.</w:t>
      </w:r>
    </w:p>
    <w:p w:rsidR="00E8659C" w:rsidRPr="00E8659C" w:rsidRDefault="00506E9B" w:rsidP="003267B4">
      <w:pPr>
        <w:pStyle w:val="libVar"/>
        <w:rPr>
          <w:lang w:bidi="fa-IR"/>
        </w:rPr>
      </w:pPr>
      <w:r>
        <w:rPr>
          <w:rtl/>
          <w:lang w:bidi="fa-IR"/>
        </w:rPr>
        <w:t>4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اصول كاف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/ كلين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/ دار الكتب الاسلاميه تهران</w:t>
      </w:r>
      <w:r w:rsidR="004851C8">
        <w:rPr>
          <w:rtl/>
          <w:lang w:bidi="fa-IR"/>
        </w:rPr>
        <w:t>.</w:t>
      </w:r>
    </w:p>
    <w:p w:rsidR="00E8659C" w:rsidRPr="00E8659C" w:rsidRDefault="00506E9B" w:rsidP="003267B4">
      <w:pPr>
        <w:pStyle w:val="libVar"/>
        <w:rPr>
          <w:lang w:bidi="fa-IR"/>
        </w:rPr>
      </w:pPr>
      <w:r>
        <w:rPr>
          <w:rtl/>
          <w:lang w:bidi="fa-IR"/>
        </w:rPr>
        <w:t>5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اعيان الشيعه / سيد محسن امين عامل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/ چاپ بيروت</w:t>
      </w:r>
      <w:r w:rsidR="004851C8">
        <w:rPr>
          <w:rtl/>
          <w:lang w:bidi="fa-IR"/>
        </w:rPr>
        <w:t>.</w:t>
      </w:r>
    </w:p>
    <w:p w:rsidR="00E8659C" w:rsidRPr="00E8659C" w:rsidRDefault="00506E9B" w:rsidP="003267B4">
      <w:pPr>
        <w:pStyle w:val="libVar"/>
        <w:rPr>
          <w:lang w:bidi="fa-IR"/>
        </w:rPr>
      </w:pPr>
      <w:r>
        <w:rPr>
          <w:rtl/>
          <w:lang w:bidi="fa-IR"/>
        </w:rPr>
        <w:t>6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الشيعه ف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الميزان / محمد جواد مغنيه / لبنان</w:t>
      </w:r>
      <w:r w:rsidR="004851C8">
        <w:rPr>
          <w:rtl/>
          <w:lang w:bidi="fa-IR"/>
        </w:rPr>
        <w:t>.</w:t>
      </w:r>
    </w:p>
    <w:p w:rsidR="00E8659C" w:rsidRPr="00E8659C" w:rsidRDefault="00506E9B" w:rsidP="003267B4">
      <w:pPr>
        <w:pStyle w:val="libVar"/>
        <w:rPr>
          <w:lang w:bidi="fa-IR"/>
        </w:rPr>
      </w:pPr>
      <w:r>
        <w:rPr>
          <w:rtl/>
          <w:lang w:bidi="fa-IR"/>
        </w:rPr>
        <w:t>7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الفصول المهمه / سيد شرف الدين / بيروت</w:t>
      </w:r>
      <w:r w:rsidR="004851C8">
        <w:rPr>
          <w:rtl/>
          <w:lang w:bidi="fa-IR"/>
        </w:rPr>
        <w:t>.</w:t>
      </w:r>
    </w:p>
    <w:p w:rsidR="00E8659C" w:rsidRPr="00E8659C" w:rsidRDefault="00A35C10" w:rsidP="003267B4">
      <w:pPr>
        <w:pStyle w:val="libVar"/>
        <w:rPr>
          <w:lang w:bidi="fa-IR"/>
        </w:rPr>
      </w:pPr>
      <w:r>
        <w:rPr>
          <w:rtl/>
          <w:lang w:bidi="fa-IR"/>
        </w:rPr>
        <w:t>8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الفصول المهمة / ابن صباغ / چاپ سنگ</w:t>
      </w:r>
      <w:r w:rsidR="00F456F0">
        <w:rPr>
          <w:rtl/>
          <w:lang w:bidi="fa-IR"/>
        </w:rPr>
        <w:t xml:space="preserve">ی </w:t>
      </w:r>
      <w:r w:rsidR="00256F60">
        <w:rPr>
          <w:rtl/>
          <w:lang w:bidi="fa-IR"/>
        </w:rPr>
        <w:t>1</w:t>
      </w:r>
      <w:r w:rsidR="00FA474B">
        <w:rPr>
          <w:rtl/>
          <w:lang w:bidi="fa-IR"/>
        </w:rPr>
        <w:t>3</w:t>
      </w:r>
      <w:r w:rsidR="009072C7">
        <w:rPr>
          <w:rtl/>
          <w:lang w:bidi="fa-IR"/>
        </w:rPr>
        <w:t>0</w:t>
      </w:r>
      <w:r w:rsidR="00FA474B">
        <w:rPr>
          <w:rtl/>
          <w:lang w:bidi="fa-IR"/>
        </w:rPr>
        <w:t>3</w:t>
      </w:r>
      <w:r w:rsidR="004851C8">
        <w:rPr>
          <w:rtl/>
          <w:lang w:bidi="fa-IR"/>
        </w:rPr>
        <w:t>.</w:t>
      </w:r>
    </w:p>
    <w:p w:rsidR="00E8659C" w:rsidRPr="00E8659C" w:rsidRDefault="003D2C90" w:rsidP="003267B4">
      <w:pPr>
        <w:pStyle w:val="libVar"/>
        <w:rPr>
          <w:lang w:bidi="fa-IR"/>
        </w:rPr>
      </w:pPr>
      <w:r>
        <w:rPr>
          <w:rtl/>
          <w:lang w:bidi="fa-IR"/>
        </w:rPr>
        <w:t>9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امامان اهل بيت از ديدگاه اهل سنت </w:t>
      </w:r>
      <w:r w:rsidR="00366A7F" w:rsidRPr="00366A7F">
        <w:rPr>
          <w:rStyle w:val="libAlaemChar"/>
          <w:rtl/>
        </w:rPr>
        <w:t>عليها‌السلام‌</w:t>
      </w:r>
      <w:r w:rsidR="00E8659C" w:rsidRPr="00E8659C">
        <w:rPr>
          <w:rtl/>
          <w:lang w:bidi="fa-IR"/>
        </w:rPr>
        <w:t xml:space="preserve"> / شادروان داود الهام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/ چاپ مكتب اسلام</w:t>
      </w:r>
      <w:r w:rsidR="004851C8">
        <w:rPr>
          <w:rtl/>
          <w:lang w:bidi="fa-IR"/>
        </w:rPr>
        <w:t>.</w:t>
      </w:r>
    </w:p>
    <w:p w:rsidR="00E8659C" w:rsidRPr="00E8659C" w:rsidRDefault="00256F60" w:rsidP="003267B4">
      <w:pPr>
        <w:pStyle w:val="libVar"/>
        <w:rPr>
          <w:lang w:bidi="fa-IR"/>
        </w:rPr>
      </w:pPr>
      <w:r>
        <w:rPr>
          <w:rtl/>
          <w:lang w:bidi="fa-IR"/>
        </w:rPr>
        <w:t>1</w:t>
      </w:r>
      <w:r w:rsidR="009072C7">
        <w:rPr>
          <w:rtl/>
          <w:lang w:bidi="fa-IR"/>
        </w:rPr>
        <w:t>0</w:t>
      </w:r>
      <w:r w:rsidR="00E8659C" w:rsidRPr="00E8659C">
        <w:rPr>
          <w:rtl/>
          <w:lang w:bidi="fa-IR"/>
        </w:rPr>
        <w:t>. أئمتنا / عل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محمد دخيل / دارالمرتض</w:t>
      </w:r>
      <w:r w:rsidR="00F456F0">
        <w:rPr>
          <w:rtl/>
          <w:lang w:bidi="fa-IR"/>
        </w:rPr>
        <w:t xml:space="preserve">ی </w:t>
      </w:r>
      <w:r w:rsidR="004851C8">
        <w:rPr>
          <w:rtl/>
          <w:lang w:bidi="fa-IR"/>
        </w:rPr>
        <w:t>.</w:t>
      </w:r>
    </w:p>
    <w:p w:rsidR="00E8659C" w:rsidRPr="00E8659C" w:rsidRDefault="00256F60" w:rsidP="003267B4">
      <w:pPr>
        <w:pStyle w:val="libVar"/>
        <w:rPr>
          <w:lang w:bidi="fa-IR"/>
        </w:rPr>
      </w:pPr>
      <w:r>
        <w:rPr>
          <w:rtl/>
          <w:lang w:bidi="fa-IR"/>
        </w:rPr>
        <w:t>11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إكمال الدين و اتمام النعمه / ابن بابويه / چاپ تهران</w:t>
      </w:r>
      <w:r w:rsidR="004851C8">
        <w:rPr>
          <w:rtl/>
          <w:lang w:bidi="fa-IR"/>
        </w:rPr>
        <w:t>.</w:t>
      </w:r>
    </w:p>
    <w:p w:rsidR="00E8659C" w:rsidRPr="00E8659C" w:rsidRDefault="00256F60" w:rsidP="003267B4">
      <w:pPr>
        <w:pStyle w:val="libVar"/>
        <w:rPr>
          <w:lang w:bidi="fa-IR"/>
        </w:rPr>
      </w:pPr>
      <w:r>
        <w:rPr>
          <w:rtl/>
          <w:lang w:bidi="fa-IR"/>
        </w:rPr>
        <w:t>1</w:t>
      </w:r>
      <w:r w:rsidR="005631DD">
        <w:rPr>
          <w:rtl/>
          <w:lang w:bidi="fa-IR"/>
        </w:rPr>
        <w:t>2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بحارالانوار / علامه مجلس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="00E8659C" w:rsidRPr="00E8659C">
        <w:rPr>
          <w:rtl/>
          <w:lang w:bidi="fa-IR"/>
        </w:rPr>
        <w:t xml:space="preserve"> جلد </w:t>
      </w:r>
      <w:r w:rsidR="00506E9B">
        <w:rPr>
          <w:rtl/>
          <w:lang w:bidi="fa-IR"/>
        </w:rPr>
        <w:t>5</w:t>
      </w:r>
      <w:r w:rsidR="009072C7">
        <w:rPr>
          <w:rtl/>
          <w:lang w:bidi="fa-IR"/>
        </w:rPr>
        <w:t>0</w:t>
      </w:r>
      <w:r w:rsidR="00E8659C" w:rsidRPr="00E8659C">
        <w:rPr>
          <w:rtl/>
          <w:lang w:bidi="fa-IR"/>
        </w:rPr>
        <w:t xml:space="preserve"> / چاپ آخوند</w:t>
      </w:r>
      <w:r w:rsidR="00F456F0">
        <w:rPr>
          <w:rtl/>
          <w:lang w:bidi="fa-IR"/>
        </w:rPr>
        <w:t xml:space="preserve">ی </w:t>
      </w:r>
      <w:r w:rsidR="004851C8">
        <w:rPr>
          <w:rtl/>
          <w:lang w:bidi="fa-IR"/>
        </w:rPr>
        <w:t>.</w:t>
      </w:r>
    </w:p>
    <w:p w:rsidR="00E8659C" w:rsidRPr="00E8659C" w:rsidRDefault="00256F60" w:rsidP="003267B4">
      <w:pPr>
        <w:pStyle w:val="libVar"/>
        <w:rPr>
          <w:lang w:bidi="fa-IR"/>
        </w:rPr>
      </w:pPr>
      <w:r>
        <w:rPr>
          <w:rtl/>
          <w:lang w:bidi="fa-IR"/>
        </w:rPr>
        <w:t>1</w:t>
      </w:r>
      <w:r w:rsidR="00FA474B">
        <w:rPr>
          <w:rtl/>
          <w:lang w:bidi="fa-IR"/>
        </w:rPr>
        <w:t>3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تحف العقول / عل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بن شعبه حران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/ دارالكتب الاسلاميه</w:t>
      </w:r>
      <w:r w:rsidR="004851C8">
        <w:rPr>
          <w:rtl/>
          <w:lang w:bidi="fa-IR"/>
        </w:rPr>
        <w:t>.</w:t>
      </w:r>
    </w:p>
    <w:p w:rsidR="00E8659C" w:rsidRPr="00E8659C" w:rsidRDefault="00256F60" w:rsidP="003267B4">
      <w:pPr>
        <w:pStyle w:val="libVar"/>
        <w:rPr>
          <w:lang w:bidi="fa-IR"/>
        </w:rPr>
      </w:pPr>
      <w:r>
        <w:rPr>
          <w:rtl/>
          <w:lang w:bidi="fa-IR"/>
        </w:rPr>
        <w:t>1</w:t>
      </w:r>
      <w:r w:rsidR="00506E9B">
        <w:rPr>
          <w:rtl/>
          <w:lang w:bidi="fa-IR"/>
        </w:rPr>
        <w:t>4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تاريخ حرم كاظمين </w:t>
      </w:r>
      <w:r w:rsidR="00366A7F" w:rsidRPr="00366A7F">
        <w:rPr>
          <w:rStyle w:val="libAlaemChar"/>
          <w:rtl/>
        </w:rPr>
        <w:t>عليها‌السلام‌</w:t>
      </w:r>
      <w:r w:rsidR="00E8659C" w:rsidRPr="00E8659C">
        <w:rPr>
          <w:rtl/>
          <w:lang w:bidi="fa-IR"/>
        </w:rPr>
        <w:t xml:space="preserve"> / شيخ محمد حسن آل ياسين / چاپ دقت -كنگره جهان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امام رضا.</w:t>
      </w:r>
    </w:p>
    <w:p w:rsidR="00E8659C" w:rsidRPr="00E8659C" w:rsidRDefault="00256F60" w:rsidP="003267B4">
      <w:pPr>
        <w:pStyle w:val="libVar"/>
        <w:rPr>
          <w:lang w:bidi="fa-IR"/>
        </w:rPr>
      </w:pPr>
      <w:r>
        <w:rPr>
          <w:rtl/>
          <w:lang w:bidi="fa-IR"/>
        </w:rPr>
        <w:t>1</w:t>
      </w:r>
      <w:r w:rsidR="00506E9B">
        <w:rPr>
          <w:rtl/>
          <w:lang w:bidi="fa-IR"/>
        </w:rPr>
        <w:t>5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جنات الخلود / علامه مجلس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/ چاپ سنگ</w:t>
      </w:r>
      <w:r w:rsidR="00F456F0">
        <w:rPr>
          <w:rtl/>
          <w:lang w:bidi="fa-IR"/>
        </w:rPr>
        <w:t xml:space="preserve">ی </w:t>
      </w:r>
      <w:r w:rsidR="004851C8">
        <w:rPr>
          <w:rtl/>
          <w:lang w:bidi="fa-IR"/>
        </w:rPr>
        <w:t>.</w:t>
      </w:r>
    </w:p>
    <w:p w:rsidR="00E8659C" w:rsidRPr="00E8659C" w:rsidRDefault="00256F60" w:rsidP="003267B4">
      <w:pPr>
        <w:pStyle w:val="libVar"/>
        <w:rPr>
          <w:lang w:bidi="fa-IR"/>
        </w:rPr>
      </w:pPr>
      <w:r>
        <w:rPr>
          <w:rtl/>
          <w:lang w:bidi="fa-IR"/>
        </w:rPr>
        <w:t>1</w:t>
      </w:r>
      <w:r w:rsidR="00506E9B">
        <w:rPr>
          <w:rtl/>
          <w:lang w:bidi="fa-IR"/>
        </w:rPr>
        <w:t>6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حلية الابرار / سيد هاشم بحران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/ آخوند</w:t>
      </w:r>
      <w:r w:rsidR="00F456F0">
        <w:rPr>
          <w:rtl/>
          <w:lang w:bidi="fa-IR"/>
        </w:rPr>
        <w:t xml:space="preserve">ی </w:t>
      </w:r>
      <w:r w:rsidR="004851C8">
        <w:rPr>
          <w:rtl/>
          <w:lang w:bidi="fa-IR"/>
        </w:rPr>
        <w:t>.</w:t>
      </w:r>
    </w:p>
    <w:p w:rsidR="00E8659C" w:rsidRPr="00E8659C" w:rsidRDefault="00256F60" w:rsidP="003267B4">
      <w:pPr>
        <w:pStyle w:val="libVar"/>
        <w:rPr>
          <w:lang w:bidi="fa-IR"/>
        </w:rPr>
      </w:pPr>
      <w:r>
        <w:rPr>
          <w:rtl/>
          <w:lang w:bidi="fa-IR"/>
        </w:rPr>
        <w:t>1</w:t>
      </w:r>
      <w:r w:rsidR="00506E9B">
        <w:rPr>
          <w:rtl/>
          <w:lang w:bidi="fa-IR"/>
        </w:rPr>
        <w:t>7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خاندان وح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/ حجة الاسلام والمسلمين سيد عل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اكبر قرش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ارمو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/ آخوند</w:t>
      </w:r>
      <w:r w:rsidR="00F456F0">
        <w:rPr>
          <w:rtl/>
          <w:lang w:bidi="fa-IR"/>
        </w:rPr>
        <w:t xml:space="preserve">ی </w:t>
      </w:r>
      <w:r w:rsidR="004851C8">
        <w:rPr>
          <w:rtl/>
          <w:lang w:bidi="fa-IR"/>
        </w:rPr>
        <w:t>.</w:t>
      </w:r>
    </w:p>
    <w:p w:rsidR="00E8659C" w:rsidRPr="00E8659C" w:rsidRDefault="00256F60" w:rsidP="003267B4">
      <w:pPr>
        <w:pStyle w:val="libVar"/>
        <w:rPr>
          <w:lang w:bidi="fa-IR"/>
        </w:rPr>
      </w:pPr>
      <w:r>
        <w:rPr>
          <w:rtl/>
          <w:lang w:bidi="fa-IR"/>
        </w:rPr>
        <w:t>1</w:t>
      </w:r>
      <w:r w:rsidR="00A35C10">
        <w:rPr>
          <w:rtl/>
          <w:lang w:bidi="fa-IR"/>
        </w:rPr>
        <w:t>8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رجال شيخ طوس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/ چاپ نجف</w:t>
      </w:r>
      <w:r w:rsidR="004851C8">
        <w:rPr>
          <w:rtl/>
          <w:lang w:bidi="fa-IR"/>
        </w:rPr>
        <w:t>.</w:t>
      </w:r>
    </w:p>
    <w:p w:rsidR="00E8659C" w:rsidRPr="00E8659C" w:rsidRDefault="00256F60" w:rsidP="003267B4">
      <w:pPr>
        <w:pStyle w:val="libVar"/>
        <w:rPr>
          <w:lang w:bidi="fa-IR"/>
        </w:rPr>
      </w:pPr>
      <w:r>
        <w:rPr>
          <w:rtl/>
          <w:lang w:bidi="fa-IR"/>
        </w:rPr>
        <w:t>1</w:t>
      </w:r>
      <w:r w:rsidR="003D2C90">
        <w:rPr>
          <w:rtl/>
          <w:lang w:bidi="fa-IR"/>
        </w:rPr>
        <w:t>9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رجال كش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/ چاپ دانشگاه مشهد</w:t>
      </w:r>
      <w:r w:rsidR="004851C8">
        <w:rPr>
          <w:rtl/>
          <w:lang w:bidi="fa-IR"/>
        </w:rPr>
        <w:t>.</w:t>
      </w:r>
    </w:p>
    <w:p w:rsidR="00E8659C" w:rsidRPr="00E8659C" w:rsidRDefault="005631DD" w:rsidP="003267B4">
      <w:pPr>
        <w:pStyle w:val="libVar"/>
        <w:rPr>
          <w:lang w:bidi="fa-IR"/>
        </w:rPr>
      </w:pPr>
      <w:r>
        <w:rPr>
          <w:rtl/>
          <w:lang w:bidi="fa-IR"/>
        </w:rPr>
        <w:t>2</w:t>
      </w:r>
      <w:r w:rsidR="009072C7">
        <w:rPr>
          <w:rtl/>
          <w:lang w:bidi="fa-IR"/>
        </w:rPr>
        <w:t>0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رجال نجاش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/ چاپ حروف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تهران</w:t>
      </w:r>
      <w:r w:rsidR="004851C8">
        <w:rPr>
          <w:rtl/>
          <w:lang w:bidi="fa-IR"/>
        </w:rPr>
        <w:t>.</w:t>
      </w:r>
    </w:p>
    <w:p w:rsidR="00E8659C" w:rsidRPr="00E8659C" w:rsidRDefault="005631DD" w:rsidP="003267B4">
      <w:pPr>
        <w:pStyle w:val="libVar"/>
        <w:rPr>
          <w:lang w:bidi="fa-IR"/>
        </w:rPr>
      </w:pPr>
      <w:r>
        <w:rPr>
          <w:rtl/>
          <w:lang w:bidi="fa-IR"/>
        </w:rPr>
        <w:t>2</w:t>
      </w:r>
      <w:r w:rsidR="00256F60">
        <w:rPr>
          <w:rtl/>
          <w:lang w:bidi="fa-IR"/>
        </w:rPr>
        <w:t>1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روضات الجنان / حافظ كربلائ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حسين / چاپ بنگاه ترجمه و نشر كتاب</w:t>
      </w:r>
      <w:r w:rsidR="004851C8">
        <w:rPr>
          <w:rtl/>
          <w:lang w:bidi="fa-IR"/>
        </w:rPr>
        <w:t>.</w:t>
      </w:r>
    </w:p>
    <w:p w:rsidR="00E8659C" w:rsidRPr="00E8659C" w:rsidRDefault="005631DD" w:rsidP="003267B4">
      <w:pPr>
        <w:pStyle w:val="libVar"/>
        <w:rPr>
          <w:lang w:bidi="fa-IR"/>
        </w:rPr>
      </w:pPr>
      <w:r>
        <w:rPr>
          <w:rtl/>
          <w:lang w:bidi="fa-IR"/>
        </w:rPr>
        <w:t>22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زندگ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نام</w:t>
      </w:r>
      <w:r w:rsidR="00BB00AB">
        <w:rPr>
          <w:rtl/>
          <w:lang w:bidi="fa-IR"/>
        </w:rPr>
        <w:t>ه</w:t>
      </w:r>
      <w:r w:rsidR="00E8659C" w:rsidRPr="00E8659C">
        <w:rPr>
          <w:rtl/>
          <w:lang w:bidi="fa-IR"/>
        </w:rPr>
        <w:t xml:space="preserve"> پيشوايان / شورا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نويسندگان در راه حق قم / چاپ مؤسسه</w:t>
      </w:r>
      <w:r w:rsidR="004851C8">
        <w:rPr>
          <w:rtl/>
          <w:lang w:bidi="fa-IR"/>
        </w:rPr>
        <w:t>.</w:t>
      </w:r>
    </w:p>
    <w:p w:rsidR="00E8659C" w:rsidRPr="00E8659C" w:rsidRDefault="005631DD" w:rsidP="003267B4">
      <w:pPr>
        <w:pStyle w:val="libVar"/>
        <w:rPr>
          <w:lang w:bidi="fa-IR"/>
        </w:rPr>
      </w:pPr>
      <w:r>
        <w:rPr>
          <w:rtl/>
          <w:lang w:bidi="fa-IR"/>
        </w:rPr>
        <w:t>2</w:t>
      </w:r>
      <w:r w:rsidR="00FA474B">
        <w:rPr>
          <w:rtl/>
          <w:lang w:bidi="fa-IR"/>
        </w:rPr>
        <w:t>3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سفينة البحار / شيخ عباس قم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/ آخوند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.</w:t>
      </w:r>
    </w:p>
    <w:p w:rsidR="00E8659C" w:rsidRPr="00E8659C" w:rsidRDefault="005631DD" w:rsidP="003267B4">
      <w:pPr>
        <w:pStyle w:val="libVar"/>
        <w:rPr>
          <w:lang w:bidi="fa-IR"/>
        </w:rPr>
      </w:pPr>
      <w:r>
        <w:rPr>
          <w:rtl/>
          <w:lang w:bidi="fa-IR"/>
        </w:rPr>
        <w:lastRenderedPageBreak/>
        <w:t>2</w:t>
      </w:r>
      <w:r w:rsidR="00506E9B">
        <w:rPr>
          <w:rtl/>
          <w:lang w:bidi="fa-IR"/>
        </w:rPr>
        <w:t>4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سير</w:t>
      </w:r>
      <w:r w:rsidR="00BB00AB">
        <w:rPr>
          <w:rtl/>
          <w:lang w:bidi="fa-IR"/>
        </w:rPr>
        <w:t>ه</w:t>
      </w:r>
      <w:r w:rsidR="00E8659C" w:rsidRPr="00E8659C">
        <w:rPr>
          <w:rtl/>
          <w:lang w:bidi="fa-IR"/>
        </w:rPr>
        <w:t xml:space="preserve"> پيشوايان / حجة الاسلام والمسلمين مهد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پيشوائ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/ توحيد قم</w:t>
      </w:r>
      <w:r w:rsidR="004851C8">
        <w:rPr>
          <w:rtl/>
          <w:lang w:bidi="fa-IR"/>
        </w:rPr>
        <w:t>.</w:t>
      </w:r>
    </w:p>
    <w:p w:rsidR="00E8659C" w:rsidRPr="00E8659C" w:rsidRDefault="005631DD" w:rsidP="003267B4">
      <w:pPr>
        <w:pStyle w:val="libVar"/>
        <w:rPr>
          <w:lang w:bidi="fa-IR"/>
        </w:rPr>
      </w:pPr>
      <w:r>
        <w:rPr>
          <w:rtl/>
          <w:lang w:bidi="fa-IR"/>
        </w:rPr>
        <w:t>2</w:t>
      </w:r>
      <w:r w:rsidR="00506E9B">
        <w:rPr>
          <w:rtl/>
          <w:lang w:bidi="fa-IR"/>
        </w:rPr>
        <w:t>5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سيرة الأئمة الاثن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عشر / باقر قرش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/ لبنان</w:t>
      </w:r>
      <w:r w:rsidR="004851C8">
        <w:rPr>
          <w:rtl/>
          <w:lang w:bidi="fa-IR"/>
        </w:rPr>
        <w:t>.</w:t>
      </w:r>
    </w:p>
    <w:p w:rsidR="00E8659C" w:rsidRPr="00E8659C" w:rsidRDefault="005631DD" w:rsidP="003267B4">
      <w:pPr>
        <w:pStyle w:val="libVar"/>
        <w:rPr>
          <w:lang w:bidi="fa-IR"/>
        </w:rPr>
      </w:pPr>
      <w:r>
        <w:rPr>
          <w:rtl/>
          <w:lang w:bidi="fa-IR"/>
        </w:rPr>
        <w:t>2</w:t>
      </w:r>
      <w:r w:rsidR="00506E9B">
        <w:rPr>
          <w:rtl/>
          <w:lang w:bidi="fa-IR"/>
        </w:rPr>
        <w:t>6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صحيح بخار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/ اسماعيل بخار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/ بيروت</w:t>
      </w:r>
      <w:r w:rsidR="004851C8">
        <w:rPr>
          <w:rtl/>
          <w:lang w:bidi="fa-IR"/>
        </w:rPr>
        <w:t>.</w:t>
      </w:r>
    </w:p>
    <w:p w:rsidR="00E8659C" w:rsidRPr="00E8659C" w:rsidRDefault="005631DD" w:rsidP="003267B4">
      <w:pPr>
        <w:pStyle w:val="libVar"/>
        <w:rPr>
          <w:lang w:bidi="fa-IR"/>
        </w:rPr>
      </w:pPr>
      <w:r>
        <w:rPr>
          <w:rtl/>
          <w:lang w:bidi="fa-IR"/>
        </w:rPr>
        <w:t>2</w:t>
      </w:r>
      <w:r w:rsidR="00506E9B">
        <w:rPr>
          <w:rtl/>
          <w:lang w:bidi="fa-IR"/>
        </w:rPr>
        <w:t>7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صواعق محرقه / ابن حجر عسقلان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/ بيروت</w:t>
      </w:r>
      <w:r w:rsidR="004851C8">
        <w:rPr>
          <w:rtl/>
          <w:lang w:bidi="fa-IR"/>
        </w:rPr>
        <w:t>.</w:t>
      </w:r>
    </w:p>
    <w:p w:rsidR="00E8659C" w:rsidRPr="00E8659C" w:rsidRDefault="005631DD" w:rsidP="003267B4">
      <w:pPr>
        <w:pStyle w:val="libVar"/>
        <w:rPr>
          <w:lang w:bidi="fa-IR"/>
        </w:rPr>
      </w:pPr>
      <w:r>
        <w:rPr>
          <w:rtl/>
          <w:lang w:bidi="fa-IR"/>
        </w:rPr>
        <w:t>2</w:t>
      </w:r>
      <w:r w:rsidR="00A35C10">
        <w:rPr>
          <w:rtl/>
          <w:lang w:bidi="fa-IR"/>
        </w:rPr>
        <w:t>8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طبقات مفسران شيعه / عقيق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بخشايش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/ نويد اسلام قم</w:t>
      </w:r>
      <w:r w:rsidR="004851C8">
        <w:rPr>
          <w:rtl/>
          <w:lang w:bidi="fa-IR"/>
        </w:rPr>
        <w:t>.</w:t>
      </w:r>
    </w:p>
    <w:p w:rsidR="00E8659C" w:rsidRPr="00E8659C" w:rsidRDefault="005631DD" w:rsidP="003267B4">
      <w:pPr>
        <w:pStyle w:val="libVar"/>
        <w:rPr>
          <w:lang w:bidi="fa-IR"/>
        </w:rPr>
      </w:pPr>
      <w:r>
        <w:rPr>
          <w:rtl/>
          <w:lang w:bidi="fa-IR"/>
        </w:rPr>
        <w:t>2</w:t>
      </w:r>
      <w:r w:rsidR="003D2C90">
        <w:rPr>
          <w:rtl/>
          <w:lang w:bidi="fa-IR"/>
        </w:rPr>
        <w:t>9</w:t>
      </w:r>
      <w:r w:rsidR="00E8659C" w:rsidRPr="00E8659C">
        <w:rPr>
          <w:rtl/>
          <w:lang w:bidi="fa-IR"/>
        </w:rPr>
        <w:t>. عيون اخبار الرضا / چاپ قم</w:t>
      </w:r>
      <w:r w:rsidR="004851C8">
        <w:rPr>
          <w:rtl/>
          <w:lang w:bidi="fa-IR"/>
        </w:rPr>
        <w:t>.</w:t>
      </w:r>
    </w:p>
    <w:p w:rsidR="00E8659C" w:rsidRPr="00E8659C" w:rsidRDefault="00FA474B" w:rsidP="003267B4">
      <w:pPr>
        <w:pStyle w:val="libVar"/>
        <w:rPr>
          <w:lang w:bidi="fa-IR"/>
        </w:rPr>
      </w:pPr>
      <w:r>
        <w:rPr>
          <w:rtl/>
          <w:lang w:bidi="fa-IR"/>
        </w:rPr>
        <w:t>3</w:t>
      </w:r>
      <w:r w:rsidR="009072C7">
        <w:rPr>
          <w:rtl/>
          <w:lang w:bidi="fa-IR"/>
        </w:rPr>
        <w:t>0</w:t>
      </w:r>
      <w:r w:rsidR="00E8659C" w:rsidRPr="00E8659C">
        <w:rPr>
          <w:rtl/>
          <w:lang w:bidi="fa-IR"/>
        </w:rPr>
        <w:t>. قاموس الرجال / علامه شوشتر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/ جامعه مدرسين قم</w:t>
      </w:r>
      <w:r w:rsidR="004851C8">
        <w:rPr>
          <w:rtl/>
          <w:lang w:bidi="fa-IR"/>
        </w:rPr>
        <w:t>.</w:t>
      </w:r>
    </w:p>
    <w:p w:rsidR="00E8659C" w:rsidRPr="00E8659C" w:rsidRDefault="00FA474B" w:rsidP="003267B4">
      <w:pPr>
        <w:pStyle w:val="libVar"/>
        <w:rPr>
          <w:lang w:bidi="fa-IR"/>
        </w:rPr>
      </w:pPr>
      <w:r>
        <w:rPr>
          <w:rtl/>
          <w:lang w:bidi="fa-IR"/>
        </w:rPr>
        <w:t>3</w:t>
      </w:r>
      <w:r w:rsidR="00256F60">
        <w:rPr>
          <w:rtl/>
          <w:lang w:bidi="fa-IR"/>
        </w:rPr>
        <w:t>1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كاف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شيخ كلين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/ چاپ آخوند</w:t>
      </w:r>
      <w:r w:rsidR="00F456F0">
        <w:rPr>
          <w:rtl/>
          <w:lang w:bidi="fa-IR"/>
        </w:rPr>
        <w:t xml:space="preserve">ی </w:t>
      </w:r>
      <w:r w:rsidR="004851C8">
        <w:rPr>
          <w:rtl/>
          <w:lang w:bidi="fa-IR"/>
        </w:rPr>
        <w:t>.</w:t>
      </w:r>
    </w:p>
    <w:p w:rsidR="00E8659C" w:rsidRPr="00E8659C" w:rsidRDefault="00FA474B" w:rsidP="003267B4">
      <w:pPr>
        <w:pStyle w:val="libVar"/>
        <w:rPr>
          <w:lang w:bidi="fa-IR"/>
        </w:rPr>
      </w:pPr>
      <w:r>
        <w:rPr>
          <w:rtl/>
          <w:lang w:bidi="fa-IR"/>
        </w:rPr>
        <w:t>3</w:t>
      </w:r>
      <w:r w:rsidR="005631DD">
        <w:rPr>
          <w:rtl/>
          <w:lang w:bidi="fa-IR"/>
        </w:rPr>
        <w:t>2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كشف الغمه معرفة الائمة / عل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بن عيس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إربل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/ دارالأضواء بيروت</w:t>
      </w:r>
      <w:r w:rsidR="004851C8">
        <w:rPr>
          <w:rtl/>
          <w:lang w:bidi="fa-IR"/>
        </w:rPr>
        <w:t>.</w:t>
      </w:r>
    </w:p>
    <w:p w:rsidR="00E8659C" w:rsidRPr="00E8659C" w:rsidRDefault="00FA474B" w:rsidP="003267B4">
      <w:pPr>
        <w:pStyle w:val="libVar"/>
        <w:rPr>
          <w:lang w:bidi="fa-IR"/>
        </w:rPr>
      </w:pPr>
      <w:r>
        <w:rPr>
          <w:rtl/>
          <w:lang w:bidi="fa-IR"/>
        </w:rPr>
        <w:t>33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كودك و جوان فلسف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/ محمد تق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فلسف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واعظ / دفتر نشر فرهنگ اسلام</w:t>
      </w:r>
      <w:r w:rsidR="00F456F0">
        <w:rPr>
          <w:rtl/>
          <w:lang w:bidi="fa-IR"/>
        </w:rPr>
        <w:t xml:space="preserve">ی </w:t>
      </w:r>
      <w:r w:rsidR="004851C8">
        <w:rPr>
          <w:rtl/>
          <w:lang w:bidi="fa-IR"/>
        </w:rPr>
        <w:t>.</w:t>
      </w:r>
    </w:p>
    <w:p w:rsidR="00E8659C" w:rsidRPr="00E8659C" w:rsidRDefault="00FA474B" w:rsidP="003267B4">
      <w:pPr>
        <w:pStyle w:val="libVar"/>
        <w:rPr>
          <w:lang w:bidi="fa-IR"/>
        </w:rPr>
      </w:pPr>
      <w:r>
        <w:rPr>
          <w:rtl/>
          <w:lang w:bidi="fa-IR"/>
        </w:rPr>
        <w:t>3</w:t>
      </w:r>
      <w:r w:rsidR="00506E9B">
        <w:rPr>
          <w:rtl/>
          <w:lang w:bidi="fa-IR"/>
        </w:rPr>
        <w:t>4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مجالس سنيه / سيد محسن امين عامل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/ بيروت</w:t>
      </w:r>
      <w:r w:rsidR="004851C8">
        <w:rPr>
          <w:rtl/>
          <w:lang w:bidi="fa-IR"/>
        </w:rPr>
        <w:t>.</w:t>
      </w:r>
    </w:p>
    <w:p w:rsidR="00E8659C" w:rsidRPr="00E8659C" w:rsidRDefault="00FA474B" w:rsidP="003267B4">
      <w:pPr>
        <w:pStyle w:val="libVar"/>
        <w:rPr>
          <w:lang w:bidi="fa-IR"/>
        </w:rPr>
      </w:pPr>
      <w:r>
        <w:rPr>
          <w:rtl/>
          <w:lang w:bidi="fa-IR"/>
        </w:rPr>
        <w:t>3</w:t>
      </w:r>
      <w:r w:rsidR="00506E9B">
        <w:rPr>
          <w:rtl/>
          <w:lang w:bidi="fa-IR"/>
        </w:rPr>
        <w:t>5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مروج الذهب / مسعود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/ چاپ سعادت مصر</w:t>
      </w:r>
    </w:p>
    <w:p w:rsidR="00E8659C" w:rsidRPr="00E8659C" w:rsidRDefault="00FA474B" w:rsidP="003267B4">
      <w:pPr>
        <w:pStyle w:val="libVar"/>
        <w:rPr>
          <w:lang w:bidi="fa-IR"/>
        </w:rPr>
      </w:pPr>
      <w:r>
        <w:rPr>
          <w:rtl/>
          <w:lang w:bidi="fa-IR"/>
        </w:rPr>
        <w:t>3</w:t>
      </w:r>
      <w:r w:rsidR="00506E9B">
        <w:rPr>
          <w:rtl/>
          <w:lang w:bidi="fa-IR"/>
        </w:rPr>
        <w:t>6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معجم رجال الحديث / آية الله العظم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سيد ابوالقاسم خوئ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/ چاپ نجف</w:t>
      </w:r>
      <w:r w:rsidR="004851C8">
        <w:rPr>
          <w:rtl/>
          <w:lang w:bidi="fa-IR"/>
        </w:rPr>
        <w:t>.</w:t>
      </w:r>
    </w:p>
    <w:p w:rsidR="00E8659C" w:rsidRPr="00E8659C" w:rsidRDefault="00FA474B" w:rsidP="003267B4">
      <w:pPr>
        <w:pStyle w:val="libVar"/>
        <w:rPr>
          <w:lang w:bidi="fa-IR"/>
        </w:rPr>
      </w:pPr>
      <w:r>
        <w:rPr>
          <w:rtl/>
          <w:lang w:bidi="fa-IR"/>
        </w:rPr>
        <w:t>3</w:t>
      </w:r>
      <w:r w:rsidR="00506E9B">
        <w:rPr>
          <w:rtl/>
          <w:lang w:bidi="fa-IR"/>
        </w:rPr>
        <w:t>7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مناقب ابن شهر آشوب / چاپ قم</w:t>
      </w:r>
      <w:r w:rsidR="004851C8">
        <w:rPr>
          <w:rtl/>
          <w:lang w:bidi="fa-IR"/>
        </w:rPr>
        <w:t>.</w:t>
      </w:r>
    </w:p>
    <w:p w:rsidR="00E8659C" w:rsidRPr="00E8659C" w:rsidRDefault="00FA474B" w:rsidP="003267B4">
      <w:pPr>
        <w:pStyle w:val="libVar"/>
        <w:rPr>
          <w:lang w:bidi="fa-IR"/>
        </w:rPr>
      </w:pPr>
      <w:r>
        <w:rPr>
          <w:rtl/>
          <w:lang w:bidi="fa-IR"/>
        </w:rPr>
        <w:t>3</w:t>
      </w:r>
      <w:r w:rsidR="00A35C10">
        <w:rPr>
          <w:rtl/>
          <w:lang w:bidi="fa-IR"/>
        </w:rPr>
        <w:t>8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منته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الامال / محدث قم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/ چاپ علميه اسلاميه</w:t>
      </w:r>
      <w:r w:rsidR="004851C8">
        <w:rPr>
          <w:rtl/>
          <w:lang w:bidi="fa-IR"/>
        </w:rPr>
        <w:t>.</w:t>
      </w:r>
    </w:p>
    <w:p w:rsidR="00E8659C" w:rsidRPr="00E8659C" w:rsidRDefault="00FA474B" w:rsidP="003267B4">
      <w:pPr>
        <w:pStyle w:val="libVar"/>
        <w:rPr>
          <w:lang w:bidi="fa-IR"/>
        </w:rPr>
      </w:pPr>
      <w:r>
        <w:rPr>
          <w:rtl/>
          <w:lang w:bidi="fa-IR"/>
        </w:rPr>
        <w:t>3</w:t>
      </w:r>
      <w:r w:rsidR="003D2C90">
        <w:rPr>
          <w:rtl/>
          <w:lang w:bidi="fa-IR"/>
        </w:rPr>
        <w:t>9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معادن الحكمه / علم الهد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فيض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/ چاپ جامعه مدرسين قم</w:t>
      </w:r>
      <w:r w:rsidR="004851C8">
        <w:rPr>
          <w:rtl/>
          <w:lang w:bidi="fa-IR"/>
        </w:rPr>
        <w:t>.</w:t>
      </w:r>
    </w:p>
    <w:p w:rsidR="00E8659C" w:rsidRPr="00E8659C" w:rsidRDefault="00506E9B" w:rsidP="003267B4">
      <w:pPr>
        <w:pStyle w:val="libVar"/>
        <w:rPr>
          <w:lang w:bidi="fa-IR"/>
        </w:rPr>
      </w:pPr>
      <w:r>
        <w:rPr>
          <w:rtl/>
          <w:lang w:bidi="fa-IR"/>
        </w:rPr>
        <w:t>4</w:t>
      </w:r>
      <w:r w:rsidR="009072C7">
        <w:rPr>
          <w:rtl/>
          <w:lang w:bidi="fa-IR"/>
        </w:rPr>
        <w:t>0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ناسخ التواريخ / محمد عل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سپهر مورخ الدوله / چاپ تهران</w:t>
      </w:r>
      <w:r w:rsidR="004851C8">
        <w:rPr>
          <w:rtl/>
          <w:lang w:bidi="fa-IR"/>
        </w:rPr>
        <w:t>.</w:t>
      </w:r>
    </w:p>
    <w:p w:rsidR="00E8659C" w:rsidRPr="00E8659C" w:rsidRDefault="00506E9B" w:rsidP="003267B4">
      <w:pPr>
        <w:pStyle w:val="libVar"/>
        <w:rPr>
          <w:lang w:bidi="fa-IR"/>
        </w:rPr>
      </w:pPr>
      <w:r>
        <w:rPr>
          <w:rtl/>
          <w:lang w:bidi="fa-IR"/>
        </w:rPr>
        <w:t>4</w:t>
      </w:r>
      <w:r w:rsidR="00256F60">
        <w:rPr>
          <w:rtl/>
          <w:lang w:bidi="fa-IR"/>
        </w:rPr>
        <w:t>1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نور الابصار شبلنج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 xml:space="preserve">/ چاپ مصر </w:t>
      </w:r>
      <w:r w:rsidR="00256F60">
        <w:rPr>
          <w:rtl/>
          <w:lang w:bidi="fa-IR"/>
        </w:rPr>
        <w:t>1</w:t>
      </w:r>
      <w:r w:rsidR="00FA474B">
        <w:rPr>
          <w:rtl/>
          <w:lang w:bidi="fa-IR"/>
        </w:rPr>
        <w:t>3</w:t>
      </w:r>
      <w:r>
        <w:rPr>
          <w:rtl/>
          <w:lang w:bidi="fa-IR"/>
        </w:rPr>
        <w:t>67</w:t>
      </w:r>
      <w:r w:rsidR="004851C8">
        <w:rPr>
          <w:rtl/>
          <w:lang w:bidi="fa-IR"/>
        </w:rPr>
        <w:t>.</w:t>
      </w:r>
    </w:p>
    <w:p w:rsidR="00E8659C" w:rsidRPr="00E8659C" w:rsidRDefault="00506E9B" w:rsidP="003267B4">
      <w:pPr>
        <w:pStyle w:val="libVar"/>
        <w:rPr>
          <w:lang w:bidi="fa-IR"/>
        </w:rPr>
      </w:pPr>
      <w:r>
        <w:rPr>
          <w:rtl/>
          <w:lang w:bidi="fa-IR"/>
        </w:rPr>
        <w:t>4</w:t>
      </w:r>
      <w:r w:rsidR="005631DD">
        <w:rPr>
          <w:rtl/>
          <w:lang w:bidi="fa-IR"/>
        </w:rPr>
        <w:t>2</w:t>
      </w:r>
      <w:r w:rsidR="004851C8">
        <w:rPr>
          <w:rtl/>
          <w:lang w:bidi="fa-IR"/>
        </w:rPr>
        <w:t>.</w:t>
      </w:r>
      <w:r w:rsidR="00E8659C" w:rsidRPr="00E8659C">
        <w:rPr>
          <w:rtl/>
          <w:lang w:bidi="fa-IR"/>
        </w:rPr>
        <w:t xml:space="preserve"> وسيلة الخادم ال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المخدوم / روزبهان اصفهان</w:t>
      </w:r>
      <w:r w:rsidR="00F456F0">
        <w:rPr>
          <w:rtl/>
          <w:lang w:bidi="fa-IR"/>
        </w:rPr>
        <w:t xml:space="preserve">ی </w:t>
      </w:r>
      <w:r w:rsidR="00E8659C" w:rsidRPr="00E8659C">
        <w:rPr>
          <w:rtl/>
          <w:lang w:bidi="fa-IR"/>
        </w:rPr>
        <w:t>/ تهران</w:t>
      </w:r>
      <w:r w:rsidR="004851C8">
        <w:rPr>
          <w:rtl/>
          <w:lang w:bidi="fa-IR"/>
        </w:rPr>
        <w:t>.</w:t>
      </w:r>
    </w:p>
    <w:p w:rsidR="00E8659C" w:rsidRPr="00E8659C" w:rsidRDefault="003267B4" w:rsidP="003267B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E8659C" w:rsidRDefault="00E8659C" w:rsidP="003267B4">
      <w:pPr>
        <w:pStyle w:val="Heading2"/>
        <w:rPr>
          <w:rtl/>
          <w:lang w:bidi="fa-IR"/>
        </w:rPr>
      </w:pPr>
      <w:bookmarkStart w:id="49" w:name="_Toc487273823"/>
      <w:r w:rsidRPr="00E8659C">
        <w:rPr>
          <w:rtl/>
          <w:lang w:bidi="fa-IR"/>
        </w:rPr>
        <w:t>پ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نوشت ها</w:t>
      </w:r>
      <w:bookmarkEnd w:id="49"/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۱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كاف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ج 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۴۹۳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ارشاد مفيد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۲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سفينة البحار ج ۲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۳۱۰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۳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جنات الخلود علامه مجلس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ص ۷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۴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مناقب ابن شهر آشوب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ج ۴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۳۹۴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۵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انوار البهيه ص ۱۲۵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كاف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ج 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۳۲۱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ارشاد مفيد ۲۹۹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۶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عيون اخبار الرضا ج ۲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>ص ۲۱۶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۷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عيون اخبار الرضا ج ۲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۳۴۰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۸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كاف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ج 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۳۲۱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ارشاد مفيد ص ۲۹۸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۹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كاف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ج 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۳۲۲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ارشاد مفيد ص ۲۹۹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۱۰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كفاية الاثر ص ۳۲۴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بحار ج ۵۰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۳۵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۱۱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ارشاد مفيد ص ۳۰۶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۱۲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كاف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ج 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۳۲۲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۱۳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بحار ج ۵۰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۱۰۰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عيون المعجزات ص ۱۱۳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۱۴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دلائل الأمامة ص ۲۱۲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بحار ج ۵۰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۵۹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۱۵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عيون المعجزات ص ۱۰۹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۱۶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بحار ج ۵۰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۴۳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خرائج راوند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ص ۲۳۷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۱۷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بحار ج ۵۰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۴۴ به نقل از خرائج راوند</w:t>
      </w:r>
      <w:r w:rsidR="00F456F0">
        <w:rPr>
          <w:rtl/>
          <w:lang w:bidi="fa-IR"/>
        </w:rPr>
        <w:t xml:space="preserve">ی 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۱۸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خرائج راوند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ص ۲۳۷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>بحار ج ۵۰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۴۴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۱۹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به نور الابصار شبلنج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ص ۱۷۹ واحقاق الحق ج ۱۲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۴۲۴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وكاف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ج 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۴۹۷ وارشاد مفيد ص ۳۰۴ و مناقب ج ۴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۳۹۰ مراجعه شود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۲۰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اعلام الور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ص ۳۳۴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۲۱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بحار ج ۵۰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۴۷ به نقل از خرائج راوند</w:t>
      </w:r>
      <w:r w:rsidR="00F456F0">
        <w:rPr>
          <w:rtl/>
          <w:lang w:bidi="fa-IR"/>
        </w:rPr>
        <w:t xml:space="preserve">ی 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۲۲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ارشاد مفيد ص ۳۰۴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اعلام الور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ص ۳۳۲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احقاق الحق ج ۱۲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۴۲۷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الفصولالمهمه ص ۲۸۹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۲۳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منته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الأمال ص ۶۷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عيون اخبار الرضا ج ۲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۲۴۷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بحار ج ۴۹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۳۰۳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۲۴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ابن اب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داود يك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قضاة بلند پايه بغداد در عهد مأمون و معتصم وواثق و متوكل بود.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lastRenderedPageBreak/>
        <w:t>۲۵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سوره 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مائده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آيه ۵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۲۶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سوره 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فوق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آيه فوق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۲۷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مقصود چهار انگشت است زيرا انگشت بزرگ - شست - نبايد بريده شود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۲۸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سوره 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جن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آيه ۱۸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۲۹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تفسير عياش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ج 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۳۱۹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بحار ج ۵۰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۵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۳۰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ظهار: پيش از اسلام در عهد جاهليت طلاق حساب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شد و موجب حرمت ابد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گشت حكم آن دراسلام تغيير يافت و فقط موجب حرمت و كفاره شد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ظهار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آنست كه مرد به زن خود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>بگويد تو به من يا نسبت به من چون پشت مادرم يا خواهرم يا دخترم هست</w:t>
      </w:r>
      <w:r w:rsidR="00F456F0">
        <w:rPr>
          <w:rtl/>
          <w:lang w:bidi="fa-IR"/>
        </w:rPr>
        <w:t xml:space="preserve">ی 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و در اينصورت بايد كفار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ظهار بدهد تا همسرش بر او مجددا حلال شود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تفصيل اين مسأله را دررساله</w:t>
      </w:r>
      <w:r w:rsidR="00164EC6">
        <w:rPr>
          <w:rtl/>
          <w:lang w:bidi="fa-IR"/>
        </w:rPr>
        <w:t xml:space="preserve"> ‌</w:t>
      </w:r>
      <w:r w:rsidRPr="00E8659C">
        <w:rPr>
          <w:rtl/>
          <w:lang w:bidi="fa-IR"/>
        </w:rPr>
        <w:t>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عمليه ملاحظه فرمائيد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۳۱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ارشاد مفيد ص ۲۹۹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تفسيرقم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ص ۱۶۹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احتجاج طبرس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ص ۲۴۵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بحار ج ۵۰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۷۴ - ۷۸ با تلخيص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۳۲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كاف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ج 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۴۹۴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بحار ج ۵۰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۶۰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۳۳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تاريخ يعقوب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ج ۲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۴۵۴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۳۴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خرائج راوند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ص ۲۰۸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بحار ج ۵۰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۴۸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۳۵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سيرة الائمة الاثن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عشر ج ۲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۴۴۵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به نقل از ارشاد مفيد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۳۶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اصول كاف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ج۱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۳۲۰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چاپ غفار</w:t>
      </w:r>
      <w:r w:rsidR="00F456F0">
        <w:rPr>
          <w:rtl/>
          <w:lang w:bidi="fa-IR"/>
        </w:rPr>
        <w:t xml:space="preserve">ی 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۳۷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كاف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باب الحجة ص ۳۳۲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۳۸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بحار الانوار نقلاز ناسخ التواريخ ج 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۱۷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امام جواد </w:t>
      </w:r>
      <w:r w:rsidR="00366A7F" w:rsidRPr="00366A7F">
        <w:rPr>
          <w:rStyle w:val="libAlaemChar"/>
          <w:rtl/>
        </w:rPr>
        <w:t>عليه‌السلام‌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۳۹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الكاف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بابالحجة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۴۰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مسعود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مروج الذهب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ج ۴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۱۹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۴۱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در اين بارهبه كتاب كارنام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علم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اسلام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تاريخ فرهنگ اسلام تأليف زين العابدين قربان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وزيربنا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تمدن و علوم اسلام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تأليف نگارنده از انتشارات دفتر نشر نويد اسلام مراجعهگردد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۴۲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مروج الذهب ج ۴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۷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۴۳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همان منبع ص ۵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چاپسعادت مصر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۴۴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مسعود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مروج الذهب ج ۴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۲۳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۴۵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مروج الذهب ج ۴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۴۲ - ۴۵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چاپ سعادت مصر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۴۶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مروجالذهب ج ۴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۴۷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۴۷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مروج الذهب ج ۴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۶۳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۴۸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علام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>طباطباي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خلاص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تعاليم اسلام ص ۱۲۶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lastRenderedPageBreak/>
        <w:t>۴۹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ناسخ التواريخ ج ۳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ص۳۴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۵۰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مروج الذهب مسعود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ج ۴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۳۰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۵۱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ناسخ التواريخ ج 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۳۱۳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۵۲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مروج الذهب مسعود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ج ۴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وناسخ التواريخ ج 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ص۳۱۳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۵۳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اعيان الشيعه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سيرة الائمه الاثن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عشر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ج ۲، ص ۴۴۳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۵۴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كاف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ج 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۴۹۴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۵۵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كاف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ج 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۴۹۷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روايت ۱۱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۵۶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سيرة الائمة الاثن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عشر ص ۴۴۴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۵۷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كاف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ج 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۴۹۳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احقاق الحق ۲۱ و منابعمتعدد ديگر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۵۸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عبارت عرب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نبقه است و آن درخت سدر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باشد كه ميوه 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نظيرعناب دارد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۵۹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در نقل كاف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آمده كه گويد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اعمال حج را با اوبه جا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آورد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۶۰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عيون اخبار الرضا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ج ۲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۸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۶۱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كاف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ج ۵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۱۱۱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كتاب المعيشةباب عمل السلطان وجوائزهم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۶۲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يك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از عوامل حكومت عباس</w:t>
      </w:r>
      <w:r w:rsidR="00F456F0">
        <w:rPr>
          <w:rtl/>
          <w:lang w:bidi="fa-IR"/>
        </w:rPr>
        <w:t xml:space="preserve">ی 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۶۳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رجال كش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ص ۵۰۹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عدد ۵۰۶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۶۴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اصول كاف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ج 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۳۵۳ كتاب</w:t>
      </w:r>
      <w:r w:rsidR="006249D9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الحجة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۶۵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بحار ج ۵۰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۵۵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۶۶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آثار الجاحظ ص ۲۳۵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۶۷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تذكرة الخواص ص ۹ - ۳۵۸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۶۸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نور الأبصار ف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مناقب آل النب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المختار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۱۷۷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۶۹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الفصول المهمة ص ۲۶۵ و ۲۶۶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۷۰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الفصول المهمة ص ۲۶۵ و ۲۶۶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۷۱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وسيلة الخادم ال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المخدوم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فضل الله روزبهان خنج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اصفهان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۲۴۹ - ۲۵۴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۷۲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الصواعق المحرقه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احمد بن حجر هيثم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۲۰۴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۷۳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همان كتاب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۲۰۵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۷۴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روضات الجنان كربلاي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حسين ج ۲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۲۷۹ - ۳۸۲.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۷۵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كتاب تذكرة الخواص ص ۳۶۸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چاپ نجف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۷۶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الفصول المهمه ص۴۴۸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ط الغر</w:t>
      </w:r>
      <w:r w:rsidR="00F456F0">
        <w:rPr>
          <w:rtl/>
          <w:lang w:bidi="fa-IR"/>
        </w:rPr>
        <w:t xml:space="preserve">ی 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lastRenderedPageBreak/>
        <w:t>۷۷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منهاج السنة ص ۱۲۷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۷۸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ائمة الهد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۱۶۵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چاپ قاهره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۷۹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مروج الذهب ج ۴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۲۱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۸۰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چهارفرسخ از اطراف شهر مكه داخل در محيط حرم است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كه از نظر مسائل حج حريم كعبه محسوبم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گردد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۸۱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حلية الابرار بحران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ص ۴۰۴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۸۲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هر كدام از اين فروع مسائل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در بردارد كه در فقه به صورت مبسوط بيان شده است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>طالبين تفسير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توانند به منابع اصل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فقه و مناسك حج فقها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اسلام مراجعه نمايند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۸۳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ظهار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نوع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قهر كردن شوهر از زن است كه با اين لفظ به اواعلام ناآشت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كند تو بر من مانند پشت مادر من هست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يا تو به جا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خواهر من</w:t>
      </w:r>
      <w:r w:rsidR="004C701E">
        <w:rPr>
          <w:rFonts w:hint="cs"/>
          <w:rtl/>
          <w:lang w:bidi="fa-IR"/>
        </w:rPr>
        <w:t xml:space="preserve"> </w:t>
      </w:r>
      <w:r w:rsidRPr="00E8659C">
        <w:rPr>
          <w:rtl/>
          <w:lang w:bidi="fa-IR"/>
        </w:rPr>
        <w:t>هست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يعن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به تو به چشم مادر و خواهر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نگاه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كنم در صورت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اين گفتار در حضوردو شاهد عادل باشد و حائز شرايط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باشد كه در فقه بحث شده است زن حرام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شود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ازشرائط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در ظهار گفته شده است اين است كه علاوه بر مكلف و مختار و صاحب تصميم جد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بودن مرد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زن در طهر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كه نزديك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صورت نگرفته باشد واقع گردد و شرائط طلاق در اوجمع باشد و قصد آزار و لجاجت در ميان نباشد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با ظهار زن بر مرد حرام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گردد مگرآنكه كفاره بپردازد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كفاره ظهار آزاد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يك برده است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برا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تفصيل بيشتر به كتابها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تبصرة المتعلمين ج ۲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۵۸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كتاب شرح لمعه و كتاب اسلام و آراء و عقائدبشر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مراجعه گردد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۸۴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ولقد خلقنا الانسان ونعلم ما توسوس به نفسه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۸۵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و نحن اقرب اليه من حبل الوريد.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۸۶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ناسخ التواريخ ج 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۲۵۵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چاپ اسلاميه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۸۷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حليةالابرار ج ۲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۴۰۰ و منابع ديگر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۸۸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بحار الانوار ج ۵۰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ص۱۰۰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۸۹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كاف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ج 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۵۴۸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۹۰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حلية الابرار ج ۲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۴۰۸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۹۱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الشيعه ف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الميزان استادمغنيه ص ۲۴۵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ناسخ التواريخ ج 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۲۰۷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زندگان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امام جواد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و منابع متعددديگر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البته اين داستان به صورت ديگر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در فصول پيشين گذشت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۹۲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رجال شيخ طوس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ص ۱۴۲ - ۳۴۲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۹۳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رجال شيخ طوس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ص ۳۹۷ - ۴۰۹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۹۴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محدث قم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الكن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والالقاب ج 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۴۲۴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۹۵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شيخ طوس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غيبت ص ۲۲۵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بحار ج ۵۰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ص۱۰۵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۹۶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آية الله خوي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معجم رجال الحديث ج ۲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۲۳۷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رجالكش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۵۵۸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lastRenderedPageBreak/>
        <w:t>۹۷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رجال كش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ص ۵۰۳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۹۸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منته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الامال زندگان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امام رضا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ص ۸۵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۹۹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رجال كش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ص ۵۹۵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۱۰۰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رجال نجاش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ص ۲۵۴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۱۰۱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رجال نجاش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ص ۲۵۵.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۱۰۲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رجال نجاش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ص ۲۵۵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۱۰۳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قبر او در فيد كه محل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است در راه مكه 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باشد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>به تحفة الأحباب محدث قم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ص ۳۱۷ مراجعه شود)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۱۰۴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رجال كش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ص ۵۶۴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۱۰۵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رجال كش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ص ۲۴۵ و ۵۶۴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۱۰۶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معجم رجال الحديث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ج ۲۱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۴۱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كد معرف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۱۳۹۴۶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۱۰۷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معجم رجال الحديث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ج ۲۱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۲۴۸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كد معرف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۱۴۵۶۱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۱۰۸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معجم رجالالحديث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ج ۲۱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۲۲۶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كد معرف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۱۴۴۹۲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۱۰۹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معجم رجال الحديث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ج ۲۱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۱۸۶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>كد معرف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۱۴۳۶۶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۱۱۰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معجم رجال الحديث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ج ۲۱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۱۶۱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كد معرف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۱۴۲۸۵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۱۱۱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معجم رجال الحديث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ج ۲۱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۹۲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كد معرف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۱۴۰۲۲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۱۱۲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معجم رجال الحديث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ج ۲۱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۱۶، كد معرف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۱۳۸۹۳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۱۱۳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معجم رجال الحديث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ج ۲۲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۴۶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كد معرف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۱۵۱۶۴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۱۱۴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معجم رجال الحديث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ج ۲۳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۱۲۱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كد معرف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۱۵۳۸۸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۱۱۵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معجم رجال الحديث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ج ۲۳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>ص ۴۹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كد معرف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۱۴۸۱۱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۱۱۶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معجم رجال الحديث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ج ۱۹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۴۲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كد معرف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۱۲۷۶۵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۱۱۷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معجم رجال الحديث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ج ۱۹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۷۲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كد معرف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۱۲۸۳۶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۱۱۸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معجمرجال الحديث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ج ۲۳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۱۸۷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كد معرف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۱۵۶۱۲۱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۱۱۹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معجم رجال الحديث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ج ۲۳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ص۱۹۱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كد معرف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۱۵۶۳۱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۱۲۰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منته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الأمال باب يازدهم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فصل هفتم.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۱۲۱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او همان سيد جليل القدر مدفون شهر ر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عبد العظيم بن عبد الله بن عل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بنالحسين بن زيدبن الحسن بن عل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بن أب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طالب </w:t>
      </w:r>
      <w:r w:rsidR="00366A7F" w:rsidRPr="00366A7F">
        <w:rPr>
          <w:rStyle w:val="libAlaemChar"/>
          <w:rtl/>
        </w:rPr>
        <w:t>عليه‌السلام‌</w:t>
      </w:r>
      <w:r w:rsidRPr="00E8659C">
        <w:rPr>
          <w:rtl/>
          <w:lang w:bidi="fa-IR"/>
        </w:rPr>
        <w:t xml:space="preserve"> است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۱۲۲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إكمال الدين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۳۷۷ و ۳۷۸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باب ۳۶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۱۲۳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كاف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ج 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۲۷۸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lastRenderedPageBreak/>
        <w:t>۱۲۴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كاف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ج 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۲۷۸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۱۲۵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سور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مريم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آي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۳۰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۱۲۶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سور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مريم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آي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۳۰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۱۲۷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كاف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ج ۱، ص ۳۲۱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ارشاد ص ۲۹۸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۱۲۸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ناسخ التواريخ ج ۳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۳۴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۱۲۹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القيامة آي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۲۳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۱۳۰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انعام آي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۱۰۳.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۱۳۱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صحيح بخار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ج ۹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۱۵۶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صحيح مسلم ج ۸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۲۱۶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۱۳۲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المطففين آيه ۱۵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۱۳۳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ولقد خلقنا الأنسان ونعلم ما توسوس به نفسه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۱۳۴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سور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ق آيه۱۶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۱۳۵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سوره نور آيه ۳۳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۱۳۶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سوره احزاب آيه ۷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۱۳۷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سوره حج آيه ۷۵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۱۳۸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سوره انفال آيه ۳۳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۱۳۹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معادنالحكمه ف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مكاتيب الائمة ج ۲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۲۰۱ - ۲۰۳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نقلا عن الأحتجاج ص ۲۴۷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چاپ نجف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۱۴۰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سوره اعرافآيه ۹۹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۱۴۱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سوره يس آيه ۶۰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۱۴۲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عبارت عرب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كرسوع است درلغت آمده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الكرسوع</w:t>
      </w:r>
      <w:r w:rsidR="004851C8">
        <w:rPr>
          <w:rtl/>
          <w:lang w:bidi="fa-IR"/>
        </w:rPr>
        <w:t>:</w:t>
      </w:r>
      <w:r w:rsidRPr="00E8659C">
        <w:rPr>
          <w:rtl/>
          <w:lang w:bidi="fa-IR"/>
        </w:rPr>
        <w:t xml:space="preserve"> طرف الزندالذ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يل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الخنصر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۱۴۳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زرقانبر وزن عثمان لقب ابوجعفر زيات محدث است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۱۴۴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عيوناخبار الرضا ج ۲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۲۴۵ بحار الانوار ج ۵۰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۵۲ وج ۴۹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۳۰۰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۱۴۵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نور الابصار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۲۲۰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۱۴۶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الفصول المهمة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۲۵۵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۱۴۷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الفصول المهمة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۲۵۷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۱۴۸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تحف العقول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۳۳۹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۱۴۹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تحفالعقول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۳۲۹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۱۵۰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بحار الانوار ج ۱۷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۲۱۴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۱۵۱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بحارالانوار ج ۱۷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۱۰۱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lastRenderedPageBreak/>
        <w:t>۱۵۲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بحار الانوار ج ۱۷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۱۰۱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۱۵۳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سفينة البحار ص ۷۲۷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۱۵۴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بحار ج 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۶۷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۱۵۵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الفصول المهمه ص ۲۵۶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۱۵۶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الفصول المهمه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۲۵۶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۱۵۷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الفصول المهمه ص ۲۵۶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۱۵۸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احقاق الحق ج ۱۲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۴۳۹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چاپ اسلاميه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۱۵۹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احقاق الحق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ج ۱۲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۴۳۹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۱۶۰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وسائل الشيعه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باب جهاد النفس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۱۶۱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كشف الغمه ج ۳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۱۶۱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چاپ دار الأضواء بيروت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۱۶۲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كشف الغمه ج ۳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۱۶۱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چاپ دار الأضواء بيروت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۱۶۳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رجال كش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ص ۱۶ به نقل از استاد محمد رضا حكيم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كتاب امام در عينيت جامعه ص ۸۰- ۸۱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۱۶۴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فقيه ج ۲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۵۸۳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باب ثواب زيارة النب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والائمة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۱۶۵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تحف العقول ص ۴۵۶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باب ماور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 xml:space="preserve">عن الجود </w:t>
      </w:r>
      <w:r w:rsidR="00366A7F" w:rsidRPr="00366A7F">
        <w:rPr>
          <w:rStyle w:val="libAlaemChar"/>
          <w:rtl/>
        </w:rPr>
        <w:t>عليه‌السلام‌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۱۶۶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بحار ج ۷۵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۳۶۴ و ۳۶۵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۱۶۷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معادن الحكمه ج ۲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۲۰۰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نام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۱۵۳ به نقل از تحف العقول ص ۴۵۶</w:t>
      </w:r>
      <w:r w:rsidR="004851C8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ص ۴۸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۱۶۸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اعيان الشيعه ج ۴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۲۴۹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مقتبس الأثر ۱۴ - ۱۸ به نقل از أئمتنا ج ۲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۱۹۴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۱۶۹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مهج الدعوات ص ۵۹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۱۷۰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مهج الدعوات ص ۵۹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۱۷۱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مهج الدعوات ص ۶۰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۱۷۲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التوحيد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۱۷۳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معادن الحكمه ج ۲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۱۹۶ به نقل از كاف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ج ۵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۳۴۷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تهذيب ج ۷ ص ۳۹۶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>وسائل الشيعه ج ۱۴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۵۱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بحار الانوار ج ۱۰۳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۳۷۳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۱۷۴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معادن الحكمه ج ۲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۲۰۰ به نقل از مجموع</w:t>
      </w:r>
      <w:r w:rsidR="00BB00AB">
        <w:rPr>
          <w:rtl/>
          <w:lang w:bidi="fa-IR"/>
        </w:rPr>
        <w:t>ه</w:t>
      </w:r>
      <w:r w:rsidRPr="00E8659C">
        <w:rPr>
          <w:rtl/>
          <w:lang w:bidi="fa-IR"/>
        </w:rPr>
        <w:t xml:space="preserve"> ورآم ج 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۱۷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كش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ص ۵۵۹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>بحار الانوار ج ۷۸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۳۵۹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۱۷۵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مناقب ابن شهر آشوب ج ۴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۳۸۴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۱۷۶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بحار الانوار ج ۵۰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۳۸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۱۷۷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همان ص ۴۸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lastRenderedPageBreak/>
        <w:t>۱۷۸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همان ص ۴۵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۱۷۹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همان ص ۶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۱۸۰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در منبع اصل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موجود نبود)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۱۸۱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در منبع اصل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موجود نبود)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۱۸۲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كاف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ج 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۳۲۳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۱۸۳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ارشاد مفيد ص ۳۰۷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۱۸۴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مسعود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مروج الذهب ج ۴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۵۲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چاپ مصر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۱۸۵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بحار الانوار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ج ۵۰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۱۷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۱۸۶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كشف الغمه ف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معرفة الأئمة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عبد الله عل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بن عيس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اربل</w:t>
      </w:r>
      <w:r w:rsidR="00F456F0">
        <w:rPr>
          <w:rtl/>
          <w:lang w:bidi="fa-IR"/>
        </w:rPr>
        <w:t>ی</w:t>
      </w:r>
      <w:r w:rsidR="005631DD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ج ۳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۱۶۳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چاپدارالاضواء بيروت</w:t>
      </w:r>
      <w:r w:rsidR="004851C8">
        <w:rPr>
          <w:rtl/>
          <w:lang w:bidi="fa-IR"/>
        </w:rPr>
        <w:t>.</w:t>
      </w:r>
    </w:p>
    <w:p w:rsidR="00E8659C" w:rsidRPr="00E8659C" w:rsidRDefault="00E8659C" w:rsidP="003267B4">
      <w:pPr>
        <w:pStyle w:val="libFootnote0"/>
        <w:rPr>
          <w:lang w:bidi="fa-IR"/>
        </w:rPr>
      </w:pPr>
      <w:r w:rsidRPr="00E8659C">
        <w:rPr>
          <w:rtl/>
          <w:lang w:bidi="fa-IR"/>
        </w:rPr>
        <w:t>۱۸۷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به ارشاد مفيد ص ۳۰۷ واعلام الور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ص ۳۳۸ وبحار ج ۵۰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 xml:space="preserve"> ص ۶ ومنته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الامال ج ۲</w:t>
      </w:r>
      <w:r w:rsidR="004851C8">
        <w:rPr>
          <w:rtl/>
          <w:lang w:bidi="fa-IR"/>
        </w:rPr>
        <w:t>،</w:t>
      </w:r>
      <w:r w:rsidRPr="00E8659C">
        <w:rPr>
          <w:rtl/>
          <w:lang w:bidi="fa-IR"/>
        </w:rPr>
        <w:t>ص ۲۳۴ مراجعه شود</w:t>
      </w:r>
      <w:r w:rsidR="004851C8">
        <w:rPr>
          <w:rtl/>
          <w:lang w:bidi="fa-IR"/>
        </w:rPr>
        <w:t>.</w:t>
      </w:r>
    </w:p>
    <w:p w:rsidR="00B57D94" w:rsidRDefault="00E8659C" w:rsidP="003267B4">
      <w:pPr>
        <w:pStyle w:val="libFootnote0"/>
        <w:rPr>
          <w:rtl/>
          <w:lang w:bidi="fa-IR"/>
        </w:rPr>
      </w:pPr>
      <w:r w:rsidRPr="00E8659C">
        <w:rPr>
          <w:rtl/>
          <w:lang w:bidi="fa-IR"/>
        </w:rPr>
        <w:t>۱۸۸</w:t>
      </w:r>
      <w:r w:rsidR="00E10615">
        <w:rPr>
          <w:rtl/>
          <w:lang w:bidi="fa-IR"/>
        </w:rPr>
        <w:t>.</w:t>
      </w:r>
      <w:r w:rsidRPr="00E8659C">
        <w:rPr>
          <w:rtl/>
          <w:lang w:bidi="fa-IR"/>
        </w:rPr>
        <w:t xml:space="preserve"> در منبع اصل</w:t>
      </w:r>
      <w:r w:rsidR="00F456F0">
        <w:rPr>
          <w:rtl/>
          <w:lang w:bidi="fa-IR"/>
        </w:rPr>
        <w:t xml:space="preserve">ی </w:t>
      </w:r>
      <w:r w:rsidRPr="00E8659C">
        <w:rPr>
          <w:rtl/>
          <w:lang w:bidi="fa-IR"/>
        </w:rPr>
        <w:t>موجود نبود)</w:t>
      </w:r>
      <w:r w:rsidR="004851C8">
        <w:rPr>
          <w:rtl/>
          <w:lang w:bidi="fa-IR"/>
        </w:rPr>
        <w:t>.</w:t>
      </w:r>
    </w:p>
    <w:p w:rsidR="008F24C2" w:rsidRDefault="00B57D94" w:rsidP="00B57D94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sdt>
      <w:sdtPr>
        <w:rPr>
          <w:rtl/>
        </w:rPr>
        <w:id w:val="595753766"/>
        <w:docPartObj>
          <w:docPartGallery w:val="Table of Contents"/>
          <w:docPartUnique/>
        </w:docPartObj>
      </w:sdtPr>
      <w:sdtEndPr>
        <w:rPr>
          <w:b w:val="0"/>
          <w:bCs w:val="0"/>
          <w:sz w:val="2"/>
          <w:szCs w:val="2"/>
        </w:rPr>
      </w:sdtEndPr>
      <w:sdtContent>
        <w:p w:rsidR="00B57D94" w:rsidRDefault="007C525D" w:rsidP="007C525D">
          <w:pPr>
            <w:pStyle w:val="libBold1"/>
          </w:pPr>
          <w:r>
            <w:rPr>
              <w:rFonts w:hint="cs"/>
              <w:rtl/>
            </w:rPr>
            <w:t>فهرست مطالب</w:t>
          </w:r>
        </w:p>
        <w:p w:rsidR="007C525D" w:rsidRDefault="00B57D94">
          <w:pPr>
            <w:pStyle w:val="TOC2"/>
            <w:tabs>
              <w:tab w:val="right" w:leader="dot" w:pos="899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87273774" w:history="1">
            <w:r w:rsidR="007C525D" w:rsidRPr="00F32E08">
              <w:rPr>
                <w:rStyle w:val="Hyperlink"/>
                <w:rFonts w:hint="eastAsia"/>
                <w:noProof/>
                <w:rtl/>
                <w:lang w:bidi="fa-IR"/>
              </w:rPr>
              <w:t>شناسنامه</w:t>
            </w:r>
            <w:r w:rsidR="007C525D"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7C525D" w:rsidRPr="00F32E08">
              <w:rPr>
                <w:rStyle w:val="Hyperlink"/>
                <w:rFonts w:hint="eastAsia"/>
                <w:noProof/>
                <w:rtl/>
                <w:lang w:bidi="fa-IR"/>
              </w:rPr>
              <w:t>مبارك</w:t>
            </w:r>
            <w:r w:rsidR="007C525D"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7C525D" w:rsidRPr="00F32E08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="007C525D"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7C525D" w:rsidRPr="00F32E08">
              <w:rPr>
                <w:rStyle w:val="Hyperlink"/>
                <w:rFonts w:hint="eastAsia"/>
                <w:noProof/>
                <w:rtl/>
                <w:lang w:bidi="fa-IR"/>
              </w:rPr>
              <w:t>محمد</w:t>
            </w:r>
            <w:r w:rsidR="007C525D"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7C525D" w:rsidRPr="00F32E08">
              <w:rPr>
                <w:rStyle w:val="Hyperlink"/>
                <w:rFonts w:hint="eastAsia"/>
                <w:noProof/>
                <w:rtl/>
                <w:lang w:bidi="fa-IR"/>
              </w:rPr>
              <w:t>تق</w:t>
            </w:r>
            <w:r w:rsidR="007C525D" w:rsidRPr="00F32E0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7C525D"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7C525D" w:rsidRPr="00F32E08">
              <w:rPr>
                <w:rStyle w:val="Hyperlink"/>
                <w:rFonts w:hint="eastAsia"/>
                <w:noProof/>
                <w:rtl/>
                <w:lang w:bidi="fa-IR"/>
              </w:rPr>
              <w:t>الجواد</w:t>
            </w:r>
            <w:r w:rsidR="007C525D"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7C525D" w:rsidRPr="00F32E08">
              <w:rPr>
                <w:rStyle w:val="Hyperlink"/>
                <w:rFonts w:cs="Rafed Alaem" w:hint="eastAsia"/>
                <w:noProof/>
                <w:rtl/>
              </w:rPr>
              <w:t>عليه‌السلام‌</w:t>
            </w:r>
            <w:r w:rsidR="007C525D">
              <w:rPr>
                <w:noProof/>
                <w:webHidden/>
                <w:rtl/>
              </w:rPr>
              <w:tab/>
            </w:r>
            <w:r w:rsidR="007C525D">
              <w:rPr>
                <w:noProof/>
                <w:webHidden/>
                <w:rtl/>
              </w:rPr>
              <w:fldChar w:fldCharType="begin"/>
            </w:r>
            <w:r w:rsidR="007C525D">
              <w:rPr>
                <w:noProof/>
                <w:webHidden/>
                <w:rtl/>
              </w:rPr>
              <w:instrText xml:space="preserve"> </w:instrText>
            </w:r>
            <w:r w:rsidR="007C525D">
              <w:rPr>
                <w:noProof/>
                <w:webHidden/>
              </w:rPr>
              <w:instrText>PAGEREF</w:instrText>
            </w:r>
            <w:r w:rsidR="007C525D">
              <w:rPr>
                <w:noProof/>
                <w:webHidden/>
                <w:rtl/>
              </w:rPr>
              <w:instrText xml:space="preserve"> _</w:instrText>
            </w:r>
            <w:r w:rsidR="007C525D">
              <w:rPr>
                <w:noProof/>
                <w:webHidden/>
              </w:rPr>
              <w:instrText>Toc487273774 \h</w:instrText>
            </w:r>
            <w:r w:rsidR="007C525D">
              <w:rPr>
                <w:noProof/>
                <w:webHidden/>
                <w:rtl/>
              </w:rPr>
              <w:instrText xml:space="preserve"> </w:instrText>
            </w:r>
            <w:r w:rsidR="007C525D">
              <w:rPr>
                <w:noProof/>
                <w:webHidden/>
                <w:rtl/>
              </w:rPr>
            </w:r>
            <w:r w:rsidR="007C525D">
              <w:rPr>
                <w:noProof/>
                <w:webHidden/>
                <w:rtl/>
              </w:rPr>
              <w:fldChar w:fldCharType="separate"/>
            </w:r>
            <w:r w:rsidR="007C525D">
              <w:rPr>
                <w:noProof/>
                <w:webHidden/>
                <w:rtl/>
              </w:rPr>
              <w:t>3</w:t>
            </w:r>
            <w:r w:rsidR="007C525D">
              <w:rPr>
                <w:noProof/>
                <w:webHidden/>
                <w:rtl/>
              </w:rPr>
              <w:fldChar w:fldCharType="end"/>
            </w:r>
          </w:hyperlink>
        </w:p>
        <w:p w:rsidR="007C525D" w:rsidRDefault="007C525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7273775" w:history="1"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بخش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اول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ولادت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امامت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آن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بزرگوار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Toc487273775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C525D" w:rsidRDefault="007C525D">
          <w:pPr>
            <w:pStyle w:val="TOC2"/>
            <w:tabs>
              <w:tab w:val="right" w:leader="dot" w:pos="899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7273776" w:history="1"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امامت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آن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بزرگوار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Toc487273776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C525D" w:rsidRDefault="007C525D">
          <w:pPr>
            <w:pStyle w:val="TOC2"/>
            <w:tabs>
              <w:tab w:val="right" w:leader="dot" w:pos="899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7273777" w:history="1"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پاره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ي</w:t>
            </w:r>
            <w:r w:rsidRPr="00F32E0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اخبار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غيب</w:t>
            </w:r>
            <w:r w:rsidRPr="00F32E0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كرامات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Toc487273777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C525D" w:rsidRDefault="007C525D">
          <w:pPr>
            <w:pStyle w:val="TOC2"/>
            <w:tabs>
              <w:tab w:val="right" w:leader="dot" w:pos="899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7273778" w:history="1"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توطئه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ازدواج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Toc487273778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C525D" w:rsidRDefault="007C525D">
          <w:pPr>
            <w:pStyle w:val="TOC2"/>
            <w:tabs>
              <w:tab w:val="right" w:leader="dot" w:pos="899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7273779" w:history="1"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امامت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او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Toc487273779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C525D" w:rsidRDefault="007C525D">
          <w:pPr>
            <w:pStyle w:val="TOC2"/>
            <w:tabs>
              <w:tab w:val="right" w:leader="dot" w:pos="899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7273780" w:history="1"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خلفا</w:t>
            </w:r>
            <w:r w:rsidRPr="00F32E0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معاصر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cs="Rafed Alaem" w:hint="eastAsia"/>
                <w:noProof/>
                <w:rtl/>
              </w:rPr>
              <w:t>عليها‌السلام‌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Toc487273780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C525D" w:rsidRDefault="007C525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7273781" w:history="1">
            <w:r w:rsidRPr="00F32E08">
              <w:rPr>
                <w:rStyle w:val="Hyperlink"/>
                <w:noProof/>
                <w:rtl/>
                <w:lang w:bidi="fa-IR"/>
              </w:rPr>
              <w:t xml:space="preserve">1.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مأمون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كيست؟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Toc487273781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C525D" w:rsidRDefault="007C525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7273782" w:history="1">
            <w:r w:rsidRPr="00F32E08">
              <w:rPr>
                <w:rStyle w:val="Hyperlink"/>
                <w:noProof/>
                <w:rtl/>
                <w:lang w:bidi="fa-IR"/>
              </w:rPr>
              <w:t xml:space="preserve">2.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معتصم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Toc487273782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C525D" w:rsidRDefault="007C525D">
          <w:pPr>
            <w:pStyle w:val="TOC2"/>
            <w:tabs>
              <w:tab w:val="right" w:leader="dot" w:pos="899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7273783" w:history="1"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مشخصات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كل</w:t>
            </w:r>
            <w:r w:rsidRPr="00F32E0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دوران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زندگ</w:t>
            </w:r>
            <w:r w:rsidRPr="00F32E0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cs="Rafed Alaem" w:hint="eastAsia"/>
                <w:noProof/>
                <w:rtl/>
              </w:rPr>
              <w:t>عليها‌السلام‌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Toc487273783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C525D" w:rsidRDefault="007C525D">
          <w:pPr>
            <w:pStyle w:val="TOC2"/>
            <w:tabs>
              <w:tab w:val="right" w:leader="dot" w:pos="899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7273784" w:history="1"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معارضه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حديث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ساز</w:t>
            </w:r>
            <w:r w:rsidRPr="00F32E0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كژرو</w:t>
            </w:r>
            <w:r w:rsidRPr="00F32E0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Toc487273784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C525D" w:rsidRDefault="007C525D">
          <w:pPr>
            <w:pStyle w:val="TOC2"/>
            <w:tabs>
              <w:tab w:val="right" w:leader="dot" w:pos="899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7273785" w:history="1"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تفتيش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عقائد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Toc487273785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C525D" w:rsidRDefault="007C525D">
          <w:pPr>
            <w:pStyle w:val="TOC2"/>
            <w:tabs>
              <w:tab w:val="right" w:leader="dot" w:pos="899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7273786" w:history="1"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اقامت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مدينه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Toc487273786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C525D" w:rsidRDefault="007C525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>
            <w:rPr>
              <w:rStyle w:val="Hyperlink"/>
              <w:noProof/>
            </w:rPr>
            <w:br w:type="page"/>
          </w:r>
          <w:hyperlink w:anchor="_Toc487273787" w:history="1"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بخش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دوم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فضايل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مناقب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آن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بزرگوار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Toc487273787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C525D" w:rsidRDefault="007C525D">
          <w:pPr>
            <w:pStyle w:val="TOC2"/>
            <w:tabs>
              <w:tab w:val="right" w:leader="dot" w:pos="899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7273788" w:history="1"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كرامت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بزرگ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Toc487273788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C525D" w:rsidRDefault="007C525D">
          <w:pPr>
            <w:pStyle w:val="TOC2"/>
            <w:tabs>
              <w:tab w:val="right" w:leader="dot" w:pos="899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7273789" w:history="1"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جواد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cs="Rafed Alaem" w:hint="eastAsia"/>
                <w:noProof/>
                <w:rtl/>
              </w:rPr>
              <w:t>عليه‌السلام‌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ديگر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مزايا</w:t>
            </w:r>
            <w:r w:rsidRPr="00F32E0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علم</w:t>
            </w:r>
            <w:r w:rsidRPr="00F32E0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Toc487273789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C525D" w:rsidRDefault="007C525D">
          <w:pPr>
            <w:pStyle w:val="TOC2"/>
            <w:tabs>
              <w:tab w:val="right" w:leader="dot" w:pos="899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7273790" w:history="1"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بخش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سوم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ياران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روايتگران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جواد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cs="Rafed Alaem" w:hint="eastAsia"/>
                <w:noProof/>
                <w:rtl/>
              </w:rPr>
              <w:t>عليه‌السلام‌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Toc487273790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C525D" w:rsidRDefault="007C525D">
          <w:pPr>
            <w:pStyle w:val="TOC2"/>
            <w:tabs>
              <w:tab w:val="right" w:leader="dot" w:pos="899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7273791" w:history="1"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معيار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شناخت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حديث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صحيح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Toc487273791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C525D" w:rsidRDefault="007C525D">
          <w:pPr>
            <w:pStyle w:val="TOC2"/>
            <w:tabs>
              <w:tab w:val="right" w:leader="dot" w:pos="899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7273792" w:history="1"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س</w:t>
            </w:r>
            <w:r w:rsidRPr="00F32E0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هزار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مسئله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Toc487273792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C525D" w:rsidRDefault="007C525D">
          <w:pPr>
            <w:pStyle w:val="TOC2"/>
            <w:tabs>
              <w:tab w:val="right" w:leader="dot" w:pos="899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7273793" w:history="1"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تربيت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شاگردان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Toc487273793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C525D" w:rsidRDefault="007C525D">
          <w:pPr>
            <w:pStyle w:val="TOC2"/>
            <w:tabs>
              <w:tab w:val="right" w:leader="dot" w:pos="899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7273794" w:history="1"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جود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بخشش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آن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بزرگوار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Toc487273794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C525D" w:rsidRDefault="007C525D">
          <w:pPr>
            <w:pStyle w:val="TOC2"/>
            <w:tabs>
              <w:tab w:val="right" w:leader="dot" w:pos="899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7273795" w:history="1"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عائدات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وقف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Toc487273795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C525D" w:rsidRDefault="007C525D">
          <w:pPr>
            <w:pStyle w:val="TOC2"/>
            <w:tabs>
              <w:tab w:val="right" w:leader="dot" w:pos="899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7273796" w:history="1"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قدر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مروت</w:t>
            </w:r>
            <w:r w:rsidRPr="00F32E08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Toc487273796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C525D" w:rsidRDefault="007C525D">
          <w:pPr>
            <w:pStyle w:val="TOC2"/>
            <w:tabs>
              <w:tab w:val="right" w:leader="dot" w:pos="899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7273797" w:history="1"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راه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گشاي</w:t>
            </w:r>
            <w:r w:rsidRPr="00F32E0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بر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ديگران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Toc487273797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C525D" w:rsidRDefault="007C525D">
          <w:pPr>
            <w:pStyle w:val="TOC2"/>
            <w:tabs>
              <w:tab w:val="right" w:leader="dot" w:pos="899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7273798" w:history="1"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هشدار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مسئولين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امور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Toc487273798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C525D" w:rsidRDefault="007C525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7273799" w:history="1"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بخش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سوم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ياران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روايتگران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جواد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cs="Rafed Alaem" w:hint="eastAsia"/>
                <w:noProof/>
                <w:rtl/>
              </w:rPr>
              <w:t>عليه‌السلام‌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Toc487273799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C525D" w:rsidRDefault="007C525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>
            <w:rPr>
              <w:rStyle w:val="Hyperlink"/>
              <w:noProof/>
            </w:rPr>
            <w:br w:type="page"/>
          </w:r>
          <w:hyperlink w:anchor="_Toc487273800" w:history="1"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بخش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چهارم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جواد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cs="Rafed Alaem" w:hint="eastAsia"/>
                <w:noProof/>
                <w:rtl/>
              </w:rPr>
              <w:t>عليه‌السلام‌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تفسير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قرآن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Toc487273800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C525D" w:rsidRDefault="007C525D">
          <w:pPr>
            <w:pStyle w:val="TOC2"/>
            <w:tabs>
              <w:tab w:val="right" w:leader="dot" w:pos="899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7273801" w:history="1"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زنان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محدثه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بين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راويان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ناقلان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حديث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Toc487273801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C525D" w:rsidRDefault="007C525D">
          <w:pPr>
            <w:pStyle w:val="TOC2"/>
            <w:tabs>
              <w:tab w:val="right" w:leader="dot" w:pos="899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7273802" w:history="1"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ديگر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ياران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ياوران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cs="Rafed Alaem" w:hint="eastAsia"/>
                <w:noProof/>
                <w:rtl/>
              </w:rPr>
              <w:t>عليه‌السلام‌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Toc487273802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C525D" w:rsidRDefault="007C525D">
          <w:pPr>
            <w:pStyle w:val="TOC2"/>
            <w:tabs>
              <w:tab w:val="right" w:leader="dot" w:pos="899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7273803" w:history="1"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جواد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cs="Rafed Alaem" w:hint="eastAsia"/>
                <w:noProof/>
                <w:rtl/>
              </w:rPr>
              <w:t>عليه‌السلام‌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مهد</w:t>
            </w:r>
            <w:r w:rsidRPr="00F32E0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موعود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(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عجلالله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تعال</w:t>
            </w:r>
            <w:r w:rsidRPr="00F32E0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فرجه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الشريف</w:t>
            </w:r>
            <w:r w:rsidRPr="00F32E08">
              <w:rPr>
                <w:rStyle w:val="Hyperlink"/>
                <w:noProof/>
                <w:rtl/>
                <w:lang w:bidi="fa-IR"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Toc487273803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C525D" w:rsidRDefault="007C525D">
          <w:pPr>
            <w:pStyle w:val="TOC2"/>
            <w:tabs>
              <w:tab w:val="right" w:leader="dot" w:pos="899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7273804" w:history="1"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خدمت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امامان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cs="Rafed Alaem" w:hint="eastAsia"/>
                <w:noProof/>
                <w:rtl/>
              </w:rPr>
              <w:t>عليه‌السلام‌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Toc487273804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C525D" w:rsidRDefault="007C525D">
          <w:pPr>
            <w:pStyle w:val="TOC2"/>
            <w:tabs>
              <w:tab w:val="right" w:leader="dot" w:pos="899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7273805" w:history="1"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جواد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صلوات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الله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عليه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كم</w:t>
            </w:r>
            <w:r w:rsidRPr="00F32E0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سن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Toc487273805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C525D" w:rsidRDefault="007C525D">
          <w:pPr>
            <w:pStyle w:val="TOC2"/>
            <w:tabs>
              <w:tab w:val="right" w:leader="dot" w:pos="899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7273806" w:history="1">
            <w:r w:rsidRPr="00F32E08">
              <w:rPr>
                <w:rStyle w:val="Hyperlink"/>
                <w:noProof/>
                <w:rtl/>
                <w:lang w:bidi="fa-IR"/>
              </w:rPr>
              <w:t xml:space="preserve">1.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قرآن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معيار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شناخت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حديث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صحيح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جعل</w:t>
            </w:r>
            <w:r w:rsidRPr="00F32E0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Toc487273806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C525D" w:rsidRDefault="007C525D">
          <w:pPr>
            <w:pStyle w:val="TOC2"/>
            <w:tabs>
              <w:tab w:val="right" w:leader="dot" w:pos="899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7273807" w:history="1">
            <w:r w:rsidRPr="00F32E08">
              <w:rPr>
                <w:rStyle w:val="Hyperlink"/>
                <w:noProof/>
                <w:rtl/>
                <w:lang w:bidi="fa-IR"/>
              </w:rPr>
              <w:t xml:space="preserve">2.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خطبه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ازدواج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Toc487273807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C525D" w:rsidRDefault="007C525D">
          <w:pPr>
            <w:pStyle w:val="TOC2"/>
            <w:tabs>
              <w:tab w:val="right" w:leader="dot" w:pos="899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7273808" w:history="1">
            <w:r w:rsidRPr="00F32E08">
              <w:rPr>
                <w:rStyle w:val="Hyperlink"/>
                <w:noProof/>
                <w:rtl/>
                <w:lang w:bidi="fa-IR"/>
              </w:rPr>
              <w:t xml:space="preserve">3.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گفتگو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يحي</w:t>
            </w:r>
            <w:r w:rsidRPr="00F32E0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بن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اكثم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Toc487273808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C525D" w:rsidRDefault="007C525D">
          <w:pPr>
            <w:pStyle w:val="TOC2"/>
            <w:tabs>
              <w:tab w:val="right" w:leader="dot" w:pos="899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7273809" w:history="1">
            <w:r w:rsidRPr="00F32E08">
              <w:rPr>
                <w:rStyle w:val="Hyperlink"/>
                <w:noProof/>
                <w:rtl/>
                <w:lang w:bidi="fa-IR"/>
              </w:rPr>
              <w:t xml:space="preserve">4.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آسودگ</w:t>
            </w:r>
            <w:r w:rsidRPr="00F32E0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مكر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خدا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Toc487273809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C525D" w:rsidRDefault="007C525D">
          <w:pPr>
            <w:pStyle w:val="TOC2"/>
            <w:tabs>
              <w:tab w:val="right" w:leader="dot" w:pos="899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7273810" w:history="1">
            <w:r w:rsidRPr="00F32E08">
              <w:rPr>
                <w:rStyle w:val="Hyperlink"/>
                <w:noProof/>
                <w:rtl/>
                <w:lang w:bidi="fa-IR"/>
              </w:rPr>
              <w:t xml:space="preserve">5.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گوش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فرا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دادن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سخنان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ناروا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Toc487273810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C525D" w:rsidRDefault="007C525D">
          <w:pPr>
            <w:pStyle w:val="TOC2"/>
            <w:tabs>
              <w:tab w:val="right" w:leader="dot" w:pos="899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7273811" w:history="1">
            <w:r w:rsidRPr="00F32E08">
              <w:rPr>
                <w:rStyle w:val="Hyperlink"/>
                <w:noProof/>
                <w:rtl/>
                <w:lang w:bidi="fa-IR"/>
              </w:rPr>
              <w:t xml:space="preserve">6.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جواد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cs="Rafed Alaem" w:hint="eastAsia"/>
                <w:noProof/>
                <w:rtl/>
              </w:rPr>
              <w:t>عليه‌السلام‌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تعيين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قطع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دست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Toc487273811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C525D" w:rsidRDefault="007C525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7273812" w:history="1"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بخش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پنجم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خوشه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‌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هاي</w:t>
            </w:r>
            <w:r w:rsidRPr="00F32E0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علم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فضيلت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اخلاق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او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Toc487273812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C525D" w:rsidRDefault="007C525D">
          <w:pPr>
            <w:pStyle w:val="TOC2"/>
            <w:tabs>
              <w:tab w:val="right" w:leader="dot" w:pos="899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7273813" w:history="1"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سخنان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كوتاه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جواد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cs="Rafed Alaem" w:hint="eastAsia"/>
                <w:noProof/>
                <w:rtl/>
              </w:rPr>
              <w:t>عليها‌السلام‌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Toc487273813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C525D" w:rsidRDefault="007C525D">
          <w:pPr>
            <w:pStyle w:val="TOC2"/>
            <w:tabs>
              <w:tab w:val="right" w:leader="dot" w:pos="899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7273814" w:history="1"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صحيفه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جواديه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cs="Rafed Alaem" w:hint="eastAsia"/>
                <w:noProof/>
                <w:rtl/>
              </w:rPr>
              <w:t>عليها‌السلام‌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Toc487273814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C525D" w:rsidRDefault="007C525D">
          <w:pPr>
            <w:pStyle w:val="TOC2"/>
            <w:tabs>
              <w:tab w:val="right" w:leader="dot" w:pos="899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7273815" w:history="1"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اعتراف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مورخان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Toc487273815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C525D" w:rsidRDefault="007C525D">
          <w:pPr>
            <w:pStyle w:val="TOC2"/>
            <w:tabs>
              <w:tab w:val="right" w:leader="dot" w:pos="899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7273816" w:history="1"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معتصم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شرائط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عصر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او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Toc487273816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C525D" w:rsidRDefault="007C525D">
          <w:pPr>
            <w:pStyle w:val="TOC2"/>
            <w:tabs>
              <w:tab w:val="right" w:leader="dot" w:pos="899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7273817" w:history="1"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شروع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توطئه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خائنانه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Toc487273817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C525D" w:rsidRDefault="007C525D">
          <w:pPr>
            <w:pStyle w:val="TOC2"/>
            <w:tabs>
              <w:tab w:val="right" w:leader="dot" w:pos="899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7273818" w:history="1"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شرف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شهادت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Toc487273818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C525D" w:rsidRDefault="007C525D">
          <w:pPr>
            <w:pStyle w:val="TOC2"/>
            <w:tabs>
              <w:tab w:val="right" w:leader="dot" w:pos="899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7273819" w:history="1"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شهادت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Toc487273819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C525D" w:rsidRDefault="007C525D">
          <w:pPr>
            <w:pStyle w:val="TOC2"/>
            <w:tabs>
              <w:tab w:val="right" w:leader="dot" w:pos="899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7273820" w:history="1"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وصيت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آن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بزرگوار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Toc487273820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C525D" w:rsidRDefault="007C525D">
          <w:pPr>
            <w:pStyle w:val="TOC2"/>
            <w:tabs>
              <w:tab w:val="right" w:leader="dot" w:pos="899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7273821" w:history="1"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حرم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كاظمين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cs="Rafed Alaem" w:hint="eastAsia"/>
                <w:noProof/>
                <w:rtl/>
              </w:rPr>
              <w:t>عليها‌السلام‌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Toc487273821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C525D" w:rsidRDefault="007C525D">
          <w:pPr>
            <w:pStyle w:val="TOC2"/>
            <w:tabs>
              <w:tab w:val="right" w:leader="dot" w:pos="899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7273822" w:history="1"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منابع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مأخذ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Toc487273822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C525D" w:rsidRDefault="007C525D">
          <w:pPr>
            <w:pStyle w:val="TOC2"/>
            <w:tabs>
              <w:tab w:val="right" w:leader="dot" w:pos="899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7273823" w:history="1"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Pr="00F32E0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نوشت</w:t>
            </w:r>
            <w:r w:rsidRPr="00F32E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32E08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Toc487273823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7D94" w:rsidRDefault="00B57D94" w:rsidP="007C525D">
          <w:pPr>
            <w:pStyle w:val="libPoemTiniChar"/>
          </w:pPr>
          <w:r>
            <w:fldChar w:fldCharType="end"/>
          </w:r>
        </w:p>
      </w:sdtContent>
    </w:sdt>
    <w:p w:rsidR="00B57D94" w:rsidRPr="00B300E7" w:rsidRDefault="00B57D94" w:rsidP="007C525D">
      <w:pPr>
        <w:pStyle w:val="libPoemTiniChar"/>
        <w:rPr>
          <w:lang w:bidi="fa-IR"/>
        </w:rPr>
      </w:pPr>
    </w:p>
    <w:sectPr w:rsidR="00B57D94" w:rsidRPr="00B300E7" w:rsidSect="00B70456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1377" w:bottom="1701" w:left="1530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457F" w:rsidRDefault="001C457F">
      <w:r>
        <w:separator/>
      </w:r>
    </w:p>
  </w:endnote>
  <w:endnote w:type="continuationSeparator" w:id="0">
    <w:p w:rsidR="001C457F" w:rsidRDefault="001C45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412" w:rsidRDefault="00296412">
    <w:pPr>
      <w:pStyle w:val="Footer"/>
    </w:pPr>
    <w:fldSimple w:instr=" PAGE   \* MERGEFORMAT ">
      <w:r w:rsidR="00CD0156">
        <w:rPr>
          <w:noProof/>
          <w:rtl/>
        </w:rPr>
        <w:t>2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412" w:rsidRDefault="00296412">
    <w:pPr>
      <w:pStyle w:val="Footer"/>
    </w:pPr>
    <w:fldSimple w:instr=" PAGE   \* MERGEFORMAT ">
      <w:r w:rsidR="00CD0156">
        <w:rPr>
          <w:noProof/>
          <w:rtl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412" w:rsidRDefault="00296412">
    <w:pPr>
      <w:pStyle w:val="Footer"/>
    </w:pPr>
    <w:fldSimple w:instr=" PAGE   \* MERGEFORMAT ">
      <w:r w:rsidR="00CD0156">
        <w:rPr>
          <w:noProof/>
          <w:rtl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457F" w:rsidRDefault="001C457F">
      <w:r>
        <w:separator/>
      </w:r>
    </w:p>
  </w:footnote>
  <w:footnote w:type="continuationSeparator" w:id="0">
    <w:p w:rsidR="001C457F" w:rsidRDefault="001C457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51C8"/>
    <w:rsid w:val="00005A19"/>
    <w:rsid w:val="00010942"/>
    <w:rsid w:val="000217A6"/>
    <w:rsid w:val="00024AA0"/>
    <w:rsid w:val="000267FE"/>
    <w:rsid w:val="00030622"/>
    <w:rsid w:val="000400EB"/>
    <w:rsid w:val="00040272"/>
    <w:rsid w:val="00040798"/>
    <w:rsid w:val="00043023"/>
    <w:rsid w:val="00054406"/>
    <w:rsid w:val="0006216A"/>
    <w:rsid w:val="00063A4F"/>
    <w:rsid w:val="00067F84"/>
    <w:rsid w:val="00071C97"/>
    <w:rsid w:val="000761F7"/>
    <w:rsid w:val="00076A3A"/>
    <w:rsid w:val="00092805"/>
    <w:rsid w:val="00092A0C"/>
    <w:rsid w:val="00096C12"/>
    <w:rsid w:val="000A7750"/>
    <w:rsid w:val="000B3A56"/>
    <w:rsid w:val="000B6FDD"/>
    <w:rsid w:val="000B77AC"/>
    <w:rsid w:val="000B7B36"/>
    <w:rsid w:val="000C0A89"/>
    <w:rsid w:val="000C37B2"/>
    <w:rsid w:val="000C768B"/>
    <w:rsid w:val="000C7722"/>
    <w:rsid w:val="000D0932"/>
    <w:rsid w:val="000D180B"/>
    <w:rsid w:val="000D1BDF"/>
    <w:rsid w:val="000D1D47"/>
    <w:rsid w:val="000D3452"/>
    <w:rsid w:val="000D71B7"/>
    <w:rsid w:val="000E48B3"/>
    <w:rsid w:val="000E6824"/>
    <w:rsid w:val="000E7672"/>
    <w:rsid w:val="000E7C23"/>
    <w:rsid w:val="000F6979"/>
    <w:rsid w:val="000F6B97"/>
    <w:rsid w:val="000F7CB6"/>
    <w:rsid w:val="0010049D"/>
    <w:rsid w:val="00103EB4"/>
    <w:rsid w:val="00107A6B"/>
    <w:rsid w:val="001106A5"/>
    <w:rsid w:val="001117B4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27089"/>
    <w:rsid w:val="00133285"/>
    <w:rsid w:val="00135E90"/>
    <w:rsid w:val="00136268"/>
    <w:rsid w:val="00136E6F"/>
    <w:rsid w:val="001407F7"/>
    <w:rsid w:val="0014341C"/>
    <w:rsid w:val="00143EEA"/>
    <w:rsid w:val="0014526B"/>
    <w:rsid w:val="00147ED8"/>
    <w:rsid w:val="0015176C"/>
    <w:rsid w:val="00151C03"/>
    <w:rsid w:val="00153917"/>
    <w:rsid w:val="00157306"/>
    <w:rsid w:val="00160F76"/>
    <w:rsid w:val="00163D83"/>
    <w:rsid w:val="00164767"/>
    <w:rsid w:val="00164810"/>
    <w:rsid w:val="00164EC6"/>
    <w:rsid w:val="00167AB8"/>
    <w:rsid w:val="001712E1"/>
    <w:rsid w:val="001765E5"/>
    <w:rsid w:val="00182CD3"/>
    <w:rsid w:val="001842BB"/>
    <w:rsid w:val="00184EB8"/>
    <w:rsid w:val="0018664D"/>
    <w:rsid w:val="00187017"/>
    <w:rsid w:val="00187246"/>
    <w:rsid w:val="00191A41"/>
    <w:rsid w:val="00191E26"/>
    <w:rsid w:val="001937F7"/>
    <w:rsid w:val="00197EAA"/>
    <w:rsid w:val="001A1408"/>
    <w:rsid w:val="001A3110"/>
    <w:rsid w:val="001A4C37"/>
    <w:rsid w:val="001A4C52"/>
    <w:rsid w:val="001A4D9B"/>
    <w:rsid w:val="001A6EC0"/>
    <w:rsid w:val="001B00F6"/>
    <w:rsid w:val="001B07B7"/>
    <w:rsid w:val="001B16FD"/>
    <w:rsid w:val="001B577F"/>
    <w:rsid w:val="001B702D"/>
    <w:rsid w:val="001B7407"/>
    <w:rsid w:val="001C457F"/>
    <w:rsid w:val="001C5EDB"/>
    <w:rsid w:val="001D41A1"/>
    <w:rsid w:val="001D60DA"/>
    <w:rsid w:val="001D67C0"/>
    <w:rsid w:val="001E25DC"/>
    <w:rsid w:val="001E4B5F"/>
    <w:rsid w:val="001F0713"/>
    <w:rsid w:val="001F160F"/>
    <w:rsid w:val="00202C7B"/>
    <w:rsid w:val="002054C5"/>
    <w:rsid w:val="00207858"/>
    <w:rsid w:val="00212AFE"/>
    <w:rsid w:val="00213662"/>
    <w:rsid w:val="002139CB"/>
    <w:rsid w:val="00214801"/>
    <w:rsid w:val="00215EEB"/>
    <w:rsid w:val="00223F58"/>
    <w:rsid w:val="00224964"/>
    <w:rsid w:val="0022539B"/>
    <w:rsid w:val="00225ADB"/>
    <w:rsid w:val="002267C7"/>
    <w:rsid w:val="00226A0C"/>
    <w:rsid w:val="00227FEE"/>
    <w:rsid w:val="0023485F"/>
    <w:rsid w:val="00240F71"/>
    <w:rsid w:val="00241F59"/>
    <w:rsid w:val="0024265C"/>
    <w:rsid w:val="00242CED"/>
    <w:rsid w:val="00244C2E"/>
    <w:rsid w:val="00250E0A"/>
    <w:rsid w:val="00251E02"/>
    <w:rsid w:val="00256F60"/>
    <w:rsid w:val="00257657"/>
    <w:rsid w:val="00263F56"/>
    <w:rsid w:val="00264F12"/>
    <w:rsid w:val="0027369F"/>
    <w:rsid w:val="002818EF"/>
    <w:rsid w:val="0028271F"/>
    <w:rsid w:val="00286C0B"/>
    <w:rsid w:val="00294EFB"/>
    <w:rsid w:val="002950FE"/>
    <w:rsid w:val="00296412"/>
    <w:rsid w:val="00296D15"/>
    <w:rsid w:val="002A0284"/>
    <w:rsid w:val="002A09E7"/>
    <w:rsid w:val="002A338C"/>
    <w:rsid w:val="002A717D"/>
    <w:rsid w:val="002A73D7"/>
    <w:rsid w:val="002B2ABE"/>
    <w:rsid w:val="002B2B15"/>
    <w:rsid w:val="002B37BB"/>
    <w:rsid w:val="002B71A8"/>
    <w:rsid w:val="002B7989"/>
    <w:rsid w:val="002B7B06"/>
    <w:rsid w:val="002C1009"/>
    <w:rsid w:val="002C3E3A"/>
    <w:rsid w:val="002C4FEF"/>
    <w:rsid w:val="002C5C66"/>
    <w:rsid w:val="002C6427"/>
    <w:rsid w:val="002C70F1"/>
    <w:rsid w:val="002D0E5C"/>
    <w:rsid w:val="002D19A9"/>
    <w:rsid w:val="002D2485"/>
    <w:rsid w:val="002D4021"/>
    <w:rsid w:val="002D4CD3"/>
    <w:rsid w:val="002D580E"/>
    <w:rsid w:val="002E19EE"/>
    <w:rsid w:val="002E3F6A"/>
    <w:rsid w:val="002E4D3D"/>
    <w:rsid w:val="002E5CA1"/>
    <w:rsid w:val="002E6022"/>
    <w:rsid w:val="002F3626"/>
    <w:rsid w:val="002F4A05"/>
    <w:rsid w:val="00301EBF"/>
    <w:rsid w:val="0030221C"/>
    <w:rsid w:val="00303B43"/>
    <w:rsid w:val="00307056"/>
    <w:rsid w:val="00307C3A"/>
    <w:rsid w:val="00310D1D"/>
    <w:rsid w:val="00317718"/>
    <w:rsid w:val="00317E22"/>
    <w:rsid w:val="0032038B"/>
    <w:rsid w:val="00322466"/>
    <w:rsid w:val="00323B1D"/>
    <w:rsid w:val="00324B78"/>
    <w:rsid w:val="00325A62"/>
    <w:rsid w:val="003267B4"/>
    <w:rsid w:val="00330D70"/>
    <w:rsid w:val="003339D0"/>
    <w:rsid w:val="0033466B"/>
    <w:rsid w:val="003353BB"/>
    <w:rsid w:val="0033620A"/>
    <w:rsid w:val="0033695F"/>
    <w:rsid w:val="0034239A"/>
    <w:rsid w:val="00351687"/>
    <w:rsid w:val="003530AC"/>
    <w:rsid w:val="0035368E"/>
    <w:rsid w:val="00354493"/>
    <w:rsid w:val="00356C5C"/>
    <w:rsid w:val="00360A5F"/>
    <w:rsid w:val="003618AA"/>
    <w:rsid w:val="00362F97"/>
    <w:rsid w:val="00363C94"/>
    <w:rsid w:val="0036400D"/>
    <w:rsid w:val="00365E61"/>
    <w:rsid w:val="00366A7F"/>
    <w:rsid w:val="00367E09"/>
    <w:rsid w:val="00373085"/>
    <w:rsid w:val="003854C8"/>
    <w:rsid w:val="0038683D"/>
    <w:rsid w:val="0039084A"/>
    <w:rsid w:val="00391C9E"/>
    <w:rsid w:val="003920B5"/>
    <w:rsid w:val="003963F3"/>
    <w:rsid w:val="0039787F"/>
    <w:rsid w:val="00397DC2"/>
    <w:rsid w:val="003A1475"/>
    <w:rsid w:val="003A15F0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7C08"/>
    <w:rsid w:val="003D2459"/>
    <w:rsid w:val="003D28ED"/>
    <w:rsid w:val="003D2C90"/>
    <w:rsid w:val="003D3107"/>
    <w:rsid w:val="003D3ECE"/>
    <w:rsid w:val="003D4B4F"/>
    <w:rsid w:val="003D4E3A"/>
    <w:rsid w:val="003E148D"/>
    <w:rsid w:val="003E33A9"/>
    <w:rsid w:val="003E3600"/>
    <w:rsid w:val="003F27F0"/>
    <w:rsid w:val="003F33DE"/>
    <w:rsid w:val="003F52A9"/>
    <w:rsid w:val="004022DA"/>
    <w:rsid w:val="00402C65"/>
    <w:rsid w:val="004035D1"/>
    <w:rsid w:val="00404EB7"/>
    <w:rsid w:val="00405C4D"/>
    <w:rsid w:val="00407D56"/>
    <w:rsid w:val="00416E2B"/>
    <w:rsid w:val="0042098A"/>
    <w:rsid w:val="004209BA"/>
    <w:rsid w:val="00420C44"/>
    <w:rsid w:val="00422681"/>
    <w:rsid w:val="00423254"/>
    <w:rsid w:val="00427638"/>
    <w:rsid w:val="004304E6"/>
    <w:rsid w:val="00430581"/>
    <w:rsid w:val="00434A97"/>
    <w:rsid w:val="00435D48"/>
    <w:rsid w:val="00437035"/>
    <w:rsid w:val="00440C62"/>
    <w:rsid w:val="00446BBA"/>
    <w:rsid w:val="00447ECE"/>
    <w:rsid w:val="004538D5"/>
    <w:rsid w:val="00455A59"/>
    <w:rsid w:val="00464669"/>
    <w:rsid w:val="00465B2F"/>
    <w:rsid w:val="0046634E"/>
    <w:rsid w:val="00467E54"/>
    <w:rsid w:val="00470378"/>
    <w:rsid w:val="004722F9"/>
    <w:rsid w:val="00475E99"/>
    <w:rsid w:val="00480836"/>
    <w:rsid w:val="00481FD0"/>
    <w:rsid w:val="00482060"/>
    <w:rsid w:val="0048221F"/>
    <w:rsid w:val="00482CAC"/>
    <w:rsid w:val="004851C8"/>
    <w:rsid w:val="004857ED"/>
    <w:rsid w:val="00487AE8"/>
    <w:rsid w:val="004919C3"/>
    <w:rsid w:val="00494861"/>
    <w:rsid w:val="004953C3"/>
    <w:rsid w:val="00497042"/>
    <w:rsid w:val="004A0866"/>
    <w:rsid w:val="004A51FB"/>
    <w:rsid w:val="004A5E75"/>
    <w:rsid w:val="004B17F4"/>
    <w:rsid w:val="004B3F28"/>
    <w:rsid w:val="004B4B7F"/>
    <w:rsid w:val="004B731B"/>
    <w:rsid w:val="004C3E90"/>
    <w:rsid w:val="004C4336"/>
    <w:rsid w:val="004C701E"/>
    <w:rsid w:val="004C77B5"/>
    <w:rsid w:val="004D6BCF"/>
    <w:rsid w:val="004D7678"/>
    <w:rsid w:val="004D7CD7"/>
    <w:rsid w:val="004E61E6"/>
    <w:rsid w:val="004E6E95"/>
    <w:rsid w:val="004F4B1F"/>
    <w:rsid w:val="004F58BA"/>
    <w:rsid w:val="004F7F1B"/>
    <w:rsid w:val="005022E5"/>
    <w:rsid w:val="00502651"/>
    <w:rsid w:val="00506E9B"/>
    <w:rsid w:val="005077E7"/>
    <w:rsid w:val="005106DF"/>
    <w:rsid w:val="0051305D"/>
    <w:rsid w:val="00520645"/>
    <w:rsid w:val="00520B90"/>
    <w:rsid w:val="005254BC"/>
    <w:rsid w:val="005261CF"/>
    <w:rsid w:val="00526724"/>
    <w:rsid w:val="005358E7"/>
    <w:rsid w:val="00542EEF"/>
    <w:rsid w:val="005458BF"/>
    <w:rsid w:val="00550B2F"/>
    <w:rsid w:val="00550D3B"/>
    <w:rsid w:val="00551712"/>
    <w:rsid w:val="00551E02"/>
    <w:rsid w:val="005529FE"/>
    <w:rsid w:val="00552C63"/>
    <w:rsid w:val="00553E8E"/>
    <w:rsid w:val="005549DE"/>
    <w:rsid w:val="00557FB6"/>
    <w:rsid w:val="00560A4A"/>
    <w:rsid w:val="00561C58"/>
    <w:rsid w:val="00562EED"/>
    <w:rsid w:val="005631DD"/>
    <w:rsid w:val="00563412"/>
    <w:rsid w:val="00565700"/>
    <w:rsid w:val="005673A9"/>
    <w:rsid w:val="005677AB"/>
    <w:rsid w:val="0057006C"/>
    <w:rsid w:val="00571BF1"/>
    <w:rsid w:val="0057612B"/>
    <w:rsid w:val="00576385"/>
    <w:rsid w:val="005772C4"/>
    <w:rsid w:val="00577577"/>
    <w:rsid w:val="0058088A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36C4"/>
    <w:rsid w:val="005B4DD0"/>
    <w:rsid w:val="005B56BE"/>
    <w:rsid w:val="005B68D5"/>
    <w:rsid w:val="005B7CFD"/>
    <w:rsid w:val="005C0E2F"/>
    <w:rsid w:val="005C504A"/>
    <w:rsid w:val="005D2C72"/>
    <w:rsid w:val="005D316A"/>
    <w:rsid w:val="005D3DDC"/>
    <w:rsid w:val="005E2913"/>
    <w:rsid w:val="005E4DD0"/>
    <w:rsid w:val="005E7821"/>
    <w:rsid w:val="00604B2A"/>
    <w:rsid w:val="00607873"/>
    <w:rsid w:val="00613E22"/>
    <w:rsid w:val="00613E8E"/>
    <w:rsid w:val="00614301"/>
    <w:rsid w:val="00620561"/>
    <w:rsid w:val="00620B12"/>
    <w:rsid w:val="006210F4"/>
    <w:rsid w:val="006224EE"/>
    <w:rsid w:val="006249D9"/>
    <w:rsid w:val="00625C71"/>
    <w:rsid w:val="00627A7B"/>
    <w:rsid w:val="00631908"/>
    <w:rsid w:val="00632DD5"/>
    <w:rsid w:val="006357C1"/>
    <w:rsid w:val="00641A2D"/>
    <w:rsid w:val="00643990"/>
    <w:rsid w:val="00643F5E"/>
    <w:rsid w:val="00646D08"/>
    <w:rsid w:val="00651640"/>
    <w:rsid w:val="00651ADF"/>
    <w:rsid w:val="006574EA"/>
    <w:rsid w:val="00663284"/>
    <w:rsid w:val="00665B79"/>
    <w:rsid w:val="006702C6"/>
    <w:rsid w:val="006726F6"/>
    <w:rsid w:val="00672768"/>
    <w:rsid w:val="00672E05"/>
    <w:rsid w:val="00672E5A"/>
    <w:rsid w:val="006747DF"/>
    <w:rsid w:val="00682902"/>
    <w:rsid w:val="00684527"/>
    <w:rsid w:val="00685E56"/>
    <w:rsid w:val="0068652E"/>
    <w:rsid w:val="00687928"/>
    <w:rsid w:val="0069163F"/>
    <w:rsid w:val="00691DBB"/>
    <w:rsid w:val="006970D4"/>
    <w:rsid w:val="00697257"/>
    <w:rsid w:val="006A36DD"/>
    <w:rsid w:val="006A45CA"/>
    <w:rsid w:val="006A77BD"/>
    <w:rsid w:val="006A7D4D"/>
    <w:rsid w:val="006B19FB"/>
    <w:rsid w:val="006B4AAB"/>
    <w:rsid w:val="006B5C71"/>
    <w:rsid w:val="006B7F0E"/>
    <w:rsid w:val="006C4B43"/>
    <w:rsid w:val="006C693C"/>
    <w:rsid w:val="006D36EC"/>
    <w:rsid w:val="006D6DC1"/>
    <w:rsid w:val="006D6F9A"/>
    <w:rsid w:val="006E0F91"/>
    <w:rsid w:val="006E2C8E"/>
    <w:rsid w:val="006E446F"/>
    <w:rsid w:val="006E6291"/>
    <w:rsid w:val="006E7B2B"/>
    <w:rsid w:val="006F2E14"/>
    <w:rsid w:val="006F451F"/>
    <w:rsid w:val="006F7CE8"/>
    <w:rsid w:val="007000EB"/>
    <w:rsid w:val="00700595"/>
    <w:rsid w:val="00701353"/>
    <w:rsid w:val="0070524C"/>
    <w:rsid w:val="00707A4A"/>
    <w:rsid w:val="00710619"/>
    <w:rsid w:val="007129D7"/>
    <w:rsid w:val="00713634"/>
    <w:rsid w:val="00713B2B"/>
    <w:rsid w:val="0071436E"/>
    <w:rsid w:val="007166B4"/>
    <w:rsid w:val="007170C8"/>
    <w:rsid w:val="00717AB1"/>
    <w:rsid w:val="00717C64"/>
    <w:rsid w:val="00721FA0"/>
    <w:rsid w:val="00723983"/>
    <w:rsid w:val="00723D07"/>
    <w:rsid w:val="00725377"/>
    <w:rsid w:val="00725F9E"/>
    <w:rsid w:val="0073042E"/>
    <w:rsid w:val="00730E45"/>
    <w:rsid w:val="00731AD7"/>
    <w:rsid w:val="0073360A"/>
    <w:rsid w:val="007355A7"/>
    <w:rsid w:val="00735A8E"/>
    <w:rsid w:val="00740DAD"/>
    <w:rsid w:val="00740E80"/>
    <w:rsid w:val="007421E0"/>
    <w:rsid w:val="00744CF3"/>
    <w:rsid w:val="0074517B"/>
    <w:rsid w:val="0074654C"/>
    <w:rsid w:val="007501DF"/>
    <w:rsid w:val="007515BE"/>
    <w:rsid w:val="00753C71"/>
    <w:rsid w:val="007571E2"/>
    <w:rsid w:val="00757A95"/>
    <w:rsid w:val="00760354"/>
    <w:rsid w:val="00765BEF"/>
    <w:rsid w:val="007675FB"/>
    <w:rsid w:val="00771048"/>
    <w:rsid w:val="007735AB"/>
    <w:rsid w:val="00773E4E"/>
    <w:rsid w:val="00775FFA"/>
    <w:rsid w:val="00777AC5"/>
    <w:rsid w:val="00780F8E"/>
    <w:rsid w:val="0078259F"/>
    <w:rsid w:val="00782872"/>
    <w:rsid w:val="00782EBE"/>
    <w:rsid w:val="00784287"/>
    <w:rsid w:val="007860ED"/>
    <w:rsid w:val="00790B6B"/>
    <w:rsid w:val="007958B4"/>
    <w:rsid w:val="00796AAA"/>
    <w:rsid w:val="007A3081"/>
    <w:rsid w:val="007A6185"/>
    <w:rsid w:val="007B0DDC"/>
    <w:rsid w:val="007B10B3"/>
    <w:rsid w:val="007B1D12"/>
    <w:rsid w:val="007B2F17"/>
    <w:rsid w:val="007B46B3"/>
    <w:rsid w:val="007B4AC7"/>
    <w:rsid w:val="007B53D2"/>
    <w:rsid w:val="007B5CD8"/>
    <w:rsid w:val="007B6D51"/>
    <w:rsid w:val="007C02D9"/>
    <w:rsid w:val="007C23F4"/>
    <w:rsid w:val="007C3DC9"/>
    <w:rsid w:val="007C525D"/>
    <w:rsid w:val="007C6A47"/>
    <w:rsid w:val="007D187C"/>
    <w:rsid w:val="007D1D2B"/>
    <w:rsid w:val="007D4810"/>
    <w:rsid w:val="007D48CE"/>
    <w:rsid w:val="007D5FD1"/>
    <w:rsid w:val="007E0726"/>
    <w:rsid w:val="007E2EBF"/>
    <w:rsid w:val="007E6DD9"/>
    <w:rsid w:val="007F2CDA"/>
    <w:rsid w:val="007F4190"/>
    <w:rsid w:val="007F4E53"/>
    <w:rsid w:val="007F5FCE"/>
    <w:rsid w:val="00800281"/>
    <w:rsid w:val="0080155A"/>
    <w:rsid w:val="008061D7"/>
    <w:rsid w:val="00806335"/>
    <w:rsid w:val="008105E2"/>
    <w:rsid w:val="008128CA"/>
    <w:rsid w:val="00813440"/>
    <w:rsid w:val="00821493"/>
    <w:rsid w:val="00826B87"/>
    <w:rsid w:val="008273AA"/>
    <w:rsid w:val="00827AB8"/>
    <w:rsid w:val="00830469"/>
    <w:rsid w:val="00830BD7"/>
    <w:rsid w:val="00831B8F"/>
    <w:rsid w:val="00837259"/>
    <w:rsid w:val="00837D19"/>
    <w:rsid w:val="0084238B"/>
    <w:rsid w:val="0084318E"/>
    <w:rsid w:val="00844410"/>
    <w:rsid w:val="0084496F"/>
    <w:rsid w:val="00850983"/>
    <w:rsid w:val="008541F2"/>
    <w:rsid w:val="00856941"/>
    <w:rsid w:val="0085698F"/>
    <w:rsid w:val="008570AE"/>
    <w:rsid w:val="00857A7C"/>
    <w:rsid w:val="00860DB0"/>
    <w:rsid w:val="0086241C"/>
    <w:rsid w:val="0086345B"/>
    <w:rsid w:val="00864864"/>
    <w:rsid w:val="00866CF3"/>
    <w:rsid w:val="00867DA2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90693"/>
    <w:rsid w:val="008933CF"/>
    <w:rsid w:val="008935C9"/>
    <w:rsid w:val="00895362"/>
    <w:rsid w:val="00896870"/>
    <w:rsid w:val="008979FC"/>
    <w:rsid w:val="008A095B"/>
    <w:rsid w:val="008A0A4A"/>
    <w:rsid w:val="008A225D"/>
    <w:rsid w:val="008A2FCE"/>
    <w:rsid w:val="008A4630"/>
    <w:rsid w:val="008A538E"/>
    <w:rsid w:val="008A756D"/>
    <w:rsid w:val="008B3C31"/>
    <w:rsid w:val="008B5AE2"/>
    <w:rsid w:val="008B5B7E"/>
    <w:rsid w:val="008C0DB1"/>
    <w:rsid w:val="008C3327"/>
    <w:rsid w:val="008D1B93"/>
    <w:rsid w:val="008D3EA7"/>
    <w:rsid w:val="008D5FE6"/>
    <w:rsid w:val="008D6657"/>
    <w:rsid w:val="008D6A5E"/>
    <w:rsid w:val="008E1FA7"/>
    <w:rsid w:val="008E4D2E"/>
    <w:rsid w:val="008E609C"/>
    <w:rsid w:val="008F1A24"/>
    <w:rsid w:val="008F24C2"/>
    <w:rsid w:val="008F258C"/>
    <w:rsid w:val="008F3BB8"/>
    <w:rsid w:val="008F4513"/>
    <w:rsid w:val="008F5B45"/>
    <w:rsid w:val="009006DA"/>
    <w:rsid w:val="009036AC"/>
    <w:rsid w:val="009046DF"/>
    <w:rsid w:val="009072C7"/>
    <w:rsid w:val="0091682D"/>
    <w:rsid w:val="00922370"/>
    <w:rsid w:val="00923867"/>
    <w:rsid w:val="0092388A"/>
    <w:rsid w:val="00924374"/>
    <w:rsid w:val="009257A0"/>
    <w:rsid w:val="00927601"/>
    <w:rsid w:val="00927D62"/>
    <w:rsid w:val="00931D57"/>
    <w:rsid w:val="00932192"/>
    <w:rsid w:val="0093486F"/>
    <w:rsid w:val="00937FF9"/>
    <w:rsid w:val="009417D7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1E2F"/>
    <w:rsid w:val="00972C70"/>
    <w:rsid w:val="009741DD"/>
    <w:rsid w:val="00974224"/>
    <w:rsid w:val="00974FF1"/>
    <w:rsid w:val="00975BD9"/>
    <w:rsid w:val="00976899"/>
    <w:rsid w:val="009773EF"/>
    <w:rsid w:val="00986588"/>
    <w:rsid w:val="009867AC"/>
    <w:rsid w:val="00990C80"/>
    <w:rsid w:val="00992E31"/>
    <w:rsid w:val="00995F94"/>
    <w:rsid w:val="009A24B2"/>
    <w:rsid w:val="009A53CC"/>
    <w:rsid w:val="009A7001"/>
    <w:rsid w:val="009A7DA5"/>
    <w:rsid w:val="009B01D4"/>
    <w:rsid w:val="009B0C22"/>
    <w:rsid w:val="009B5C7D"/>
    <w:rsid w:val="009B6C40"/>
    <w:rsid w:val="009B7253"/>
    <w:rsid w:val="009C6E5E"/>
    <w:rsid w:val="009D3969"/>
    <w:rsid w:val="009D6CB0"/>
    <w:rsid w:val="009E03BE"/>
    <w:rsid w:val="009E07BB"/>
    <w:rsid w:val="009E258A"/>
    <w:rsid w:val="009E4824"/>
    <w:rsid w:val="009E67C9"/>
    <w:rsid w:val="009E6D88"/>
    <w:rsid w:val="009E6DE8"/>
    <w:rsid w:val="009E7AB9"/>
    <w:rsid w:val="009F2C77"/>
    <w:rsid w:val="009F3D89"/>
    <w:rsid w:val="009F4A72"/>
    <w:rsid w:val="009F5327"/>
    <w:rsid w:val="009F6DDF"/>
    <w:rsid w:val="009F7E44"/>
    <w:rsid w:val="00A00A9C"/>
    <w:rsid w:val="00A019D8"/>
    <w:rsid w:val="00A03447"/>
    <w:rsid w:val="00A056FB"/>
    <w:rsid w:val="00A05A22"/>
    <w:rsid w:val="00A10F83"/>
    <w:rsid w:val="00A132D8"/>
    <w:rsid w:val="00A16415"/>
    <w:rsid w:val="00A209AB"/>
    <w:rsid w:val="00A21090"/>
    <w:rsid w:val="00A21546"/>
    <w:rsid w:val="00A22363"/>
    <w:rsid w:val="00A2310F"/>
    <w:rsid w:val="00A2642A"/>
    <w:rsid w:val="00A2644B"/>
    <w:rsid w:val="00A26AD5"/>
    <w:rsid w:val="00A30F05"/>
    <w:rsid w:val="00A33796"/>
    <w:rsid w:val="00A35A84"/>
    <w:rsid w:val="00A35C10"/>
    <w:rsid w:val="00A35EDE"/>
    <w:rsid w:val="00A36AC5"/>
    <w:rsid w:val="00A36CA9"/>
    <w:rsid w:val="00A371C7"/>
    <w:rsid w:val="00A400F4"/>
    <w:rsid w:val="00A40FA4"/>
    <w:rsid w:val="00A41B7A"/>
    <w:rsid w:val="00A429E4"/>
    <w:rsid w:val="00A44704"/>
    <w:rsid w:val="00A478DC"/>
    <w:rsid w:val="00A50FBD"/>
    <w:rsid w:val="00A51610"/>
    <w:rsid w:val="00A51FCA"/>
    <w:rsid w:val="00A52465"/>
    <w:rsid w:val="00A55656"/>
    <w:rsid w:val="00A6076B"/>
    <w:rsid w:val="00A60B19"/>
    <w:rsid w:val="00A60D52"/>
    <w:rsid w:val="00A60E79"/>
    <w:rsid w:val="00A6486D"/>
    <w:rsid w:val="00A668D6"/>
    <w:rsid w:val="00A745EB"/>
    <w:rsid w:val="00A749A9"/>
    <w:rsid w:val="00A751DD"/>
    <w:rsid w:val="00A86979"/>
    <w:rsid w:val="00A86A9E"/>
    <w:rsid w:val="00A914D2"/>
    <w:rsid w:val="00A91F7E"/>
    <w:rsid w:val="00A9330B"/>
    <w:rsid w:val="00A93392"/>
    <w:rsid w:val="00A971B5"/>
    <w:rsid w:val="00AA378D"/>
    <w:rsid w:val="00AB0435"/>
    <w:rsid w:val="00AB1F96"/>
    <w:rsid w:val="00AB49D8"/>
    <w:rsid w:val="00AB5AFC"/>
    <w:rsid w:val="00AB5B22"/>
    <w:rsid w:val="00AC0825"/>
    <w:rsid w:val="00AC214F"/>
    <w:rsid w:val="00AC225D"/>
    <w:rsid w:val="00AC28CD"/>
    <w:rsid w:val="00AC6146"/>
    <w:rsid w:val="00AC64A5"/>
    <w:rsid w:val="00AC6FD8"/>
    <w:rsid w:val="00AD0F7D"/>
    <w:rsid w:val="00AD2750"/>
    <w:rsid w:val="00AD2964"/>
    <w:rsid w:val="00AD365B"/>
    <w:rsid w:val="00AE0778"/>
    <w:rsid w:val="00AE1E35"/>
    <w:rsid w:val="00AE4D35"/>
    <w:rsid w:val="00AE5310"/>
    <w:rsid w:val="00AE5DAC"/>
    <w:rsid w:val="00AE6117"/>
    <w:rsid w:val="00AE64FD"/>
    <w:rsid w:val="00AF0A2F"/>
    <w:rsid w:val="00AF217C"/>
    <w:rsid w:val="00AF319F"/>
    <w:rsid w:val="00AF31E8"/>
    <w:rsid w:val="00AF33DF"/>
    <w:rsid w:val="00AF4D50"/>
    <w:rsid w:val="00AF5D35"/>
    <w:rsid w:val="00AF6FBA"/>
    <w:rsid w:val="00B01257"/>
    <w:rsid w:val="00B05E9F"/>
    <w:rsid w:val="00B07681"/>
    <w:rsid w:val="00B1002E"/>
    <w:rsid w:val="00B10CA1"/>
    <w:rsid w:val="00B11AF5"/>
    <w:rsid w:val="00B129E5"/>
    <w:rsid w:val="00B12ED2"/>
    <w:rsid w:val="00B17010"/>
    <w:rsid w:val="00B21B4B"/>
    <w:rsid w:val="00B24ABA"/>
    <w:rsid w:val="00B25F93"/>
    <w:rsid w:val="00B300E7"/>
    <w:rsid w:val="00B37FEA"/>
    <w:rsid w:val="00B426ED"/>
    <w:rsid w:val="00B42E0C"/>
    <w:rsid w:val="00B44061"/>
    <w:rsid w:val="00B47827"/>
    <w:rsid w:val="00B50444"/>
    <w:rsid w:val="00B506FA"/>
    <w:rsid w:val="00B57D94"/>
    <w:rsid w:val="00B60135"/>
    <w:rsid w:val="00B629FE"/>
    <w:rsid w:val="00B65134"/>
    <w:rsid w:val="00B70456"/>
    <w:rsid w:val="00B70AEE"/>
    <w:rsid w:val="00B71ADF"/>
    <w:rsid w:val="00B72C89"/>
    <w:rsid w:val="00B73110"/>
    <w:rsid w:val="00B731F9"/>
    <w:rsid w:val="00B7501C"/>
    <w:rsid w:val="00B76530"/>
    <w:rsid w:val="00B76B70"/>
    <w:rsid w:val="00B77EF4"/>
    <w:rsid w:val="00B81F23"/>
    <w:rsid w:val="00B82A3A"/>
    <w:rsid w:val="00B839ED"/>
    <w:rsid w:val="00B84FED"/>
    <w:rsid w:val="00B87355"/>
    <w:rsid w:val="00B903C6"/>
    <w:rsid w:val="00B90A19"/>
    <w:rsid w:val="00B931B4"/>
    <w:rsid w:val="00B936D7"/>
    <w:rsid w:val="00B955A3"/>
    <w:rsid w:val="00BA20DE"/>
    <w:rsid w:val="00BB00AB"/>
    <w:rsid w:val="00BB5951"/>
    <w:rsid w:val="00BB5C83"/>
    <w:rsid w:val="00BB643C"/>
    <w:rsid w:val="00BB7E82"/>
    <w:rsid w:val="00BB7FC3"/>
    <w:rsid w:val="00BC3B10"/>
    <w:rsid w:val="00BC499A"/>
    <w:rsid w:val="00BC6635"/>
    <w:rsid w:val="00BC717E"/>
    <w:rsid w:val="00BD28E6"/>
    <w:rsid w:val="00BD438E"/>
    <w:rsid w:val="00BD4DFE"/>
    <w:rsid w:val="00BD593F"/>
    <w:rsid w:val="00BD6706"/>
    <w:rsid w:val="00BD67F3"/>
    <w:rsid w:val="00BE0D08"/>
    <w:rsid w:val="00BE3371"/>
    <w:rsid w:val="00BE5940"/>
    <w:rsid w:val="00BE7ED8"/>
    <w:rsid w:val="00BF0109"/>
    <w:rsid w:val="00BF3B5E"/>
    <w:rsid w:val="00C005CF"/>
    <w:rsid w:val="00C01D09"/>
    <w:rsid w:val="00C07E02"/>
    <w:rsid w:val="00C116C8"/>
    <w:rsid w:val="00C121B4"/>
    <w:rsid w:val="00C1467E"/>
    <w:rsid w:val="00C1570C"/>
    <w:rsid w:val="00C22361"/>
    <w:rsid w:val="00C26D89"/>
    <w:rsid w:val="00C31833"/>
    <w:rsid w:val="00C32B27"/>
    <w:rsid w:val="00C33018"/>
    <w:rsid w:val="00C33B4D"/>
    <w:rsid w:val="00C34E44"/>
    <w:rsid w:val="00C35A49"/>
    <w:rsid w:val="00C35E5E"/>
    <w:rsid w:val="00C36AF1"/>
    <w:rsid w:val="00C37458"/>
    <w:rsid w:val="00C37AF7"/>
    <w:rsid w:val="00C45E29"/>
    <w:rsid w:val="00C554CC"/>
    <w:rsid w:val="00C617E5"/>
    <w:rsid w:val="00C62CE3"/>
    <w:rsid w:val="00C667E4"/>
    <w:rsid w:val="00C73F51"/>
    <w:rsid w:val="00C7638D"/>
    <w:rsid w:val="00C763D6"/>
    <w:rsid w:val="00C76A9C"/>
    <w:rsid w:val="00C81C96"/>
    <w:rsid w:val="00C87E4E"/>
    <w:rsid w:val="00C9021F"/>
    <w:rsid w:val="00C9028D"/>
    <w:rsid w:val="00C906FE"/>
    <w:rsid w:val="00C91000"/>
    <w:rsid w:val="00C96440"/>
    <w:rsid w:val="00C97009"/>
    <w:rsid w:val="00CA2801"/>
    <w:rsid w:val="00CA41BF"/>
    <w:rsid w:val="00CB22FF"/>
    <w:rsid w:val="00CB2B9D"/>
    <w:rsid w:val="00CB4777"/>
    <w:rsid w:val="00CB686E"/>
    <w:rsid w:val="00CB6AB1"/>
    <w:rsid w:val="00CC0833"/>
    <w:rsid w:val="00CC12EE"/>
    <w:rsid w:val="00CC156E"/>
    <w:rsid w:val="00CC1B44"/>
    <w:rsid w:val="00CC4FE6"/>
    <w:rsid w:val="00CD0156"/>
    <w:rsid w:val="00CD1FC1"/>
    <w:rsid w:val="00CD66FF"/>
    <w:rsid w:val="00CD6711"/>
    <w:rsid w:val="00CD72D4"/>
    <w:rsid w:val="00CE30CD"/>
    <w:rsid w:val="00CE719B"/>
    <w:rsid w:val="00CF00F5"/>
    <w:rsid w:val="00CF0B31"/>
    <w:rsid w:val="00CF137D"/>
    <w:rsid w:val="00D0599C"/>
    <w:rsid w:val="00D10971"/>
    <w:rsid w:val="00D140AB"/>
    <w:rsid w:val="00D14A80"/>
    <w:rsid w:val="00D1632E"/>
    <w:rsid w:val="00D20EAE"/>
    <w:rsid w:val="00D212D5"/>
    <w:rsid w:val="00D24B24"/>
    <w:rsid w:val="00D24EB0"/>
    <w:rsid w:val="00D25987"/>
    <w:rsid w:val="00D30D03"/>
    <w:rsid w:val="00D33A32"/>
    <w:rsid w:val="00D40BA9"/>
    <w:rsid w:val="00D449F0"/>
    <w:rsid w:val="00D46C32"/>
    <w:rsid w:val="00D52EC6"/>
    <w:rsid w:val="00D539DC"/>
    <w:rsid w:val="00D53C02"/>
    <w:rsid w:val="00D54728"/>
    <w:rsid w:val="00D54A2B"/>
    <w:rsid w:val="00D6145E"/>
    <w:rsid w:val="00D61CE2"/>
    <w:rsid w:val="00D64692"/>
    <w:rsid w:val="00D66EE9"/>
    <w:rsid w:val="00D67101"/>
    <w:rsid w:val="00D70D85"/>
    <w:rsid w:val="00D718B1"/>
    <w:rsid w:val="00D7331A"/>
    <w:rsid w:val="00D73B79"/>
    <w:rsid w:val="00D7499D"/>
    <w:rsid w:val="00D7738F"/>
    <w:rsid w:val="00D84ECA"/>
    <w:rsid w:val="00D854D7"/>
    <w:rsid w:val="00D91B67"/>
    <w:rsid w:val="00D92516"/>
    <w:rsid w:val="00D92CDF"/>
    <w:rsid w:val="00DA1ADD"/>
    <w:rsid w:val="00DA5931"/>
    <w:rsid w:val="00DA5B88"/>
    <w:rsid w:val="00DA722B"/>
    <w:rsid w:val="00DB2424"/>
    <w:rsid w:val="00DB39C5"/>
    <w:rsid w:val="00DB3E84"/>
    <w:rsid w:val="00DC0073"/>
    <w:rsid w:val="00DC02A0"/>
    <w:rsid w:val="00DC0B08"/>
    <w:rsid w:val="00DC0E27"/>
    <w:rsid w:val="00DD1BB4"/>
    <w:rsid w:val="00DD1FBB"/>
    <w:rsid w:val="00DD6547"/>
    <w:rsid w:val="00DD78A5"/>
    <w:rsid w:val="00DE08D3"/>
    <w:rsid w:val="00DE4448"/>
    <w:rsid w:val="00DE49C9"/>
    <w:rsid w:val="00DE7035"/>
    <w:rsid w:val="00DF5E1E"/>
    <w:rsid w:val="00DF6442"/>
    <w:rsid w:val="00DF6B24"/>
    <w:rsid w:val="00E022DC"/>
    <w:rsid w:val="00E024D3"/>
    <w:rsid w:val="00E07A7B"/>
    <w:rsid w:val="00E10615"/>
    <w:rsid w:val="00E107A6"/>
    <w:rsid w:val="00E10B3C"/>
    <w:rsid w:val="00E12949"/>
    <w:rsid w:val="00E12C63"/>
    <w:rsid w:val="00E14435"/>
    <w:rsid w:val="00E146D5"/>
    <w:rsid w:val="00E20256"/>
    <w:rsid w:val="00E206F5"/>
    <w:rsid w:val="00E21598"/>
    <w:rsid w:val="00E246C9"/>
    <w:rsid w:val="00E259BC"/>
    <w:rsid w:val="00E25F24"/>
    <w:rsid w:val="00E264A4"/>
    <w:rsid w:val="00E33DA7"/>
    <w:rsid w:val="00E40FCC"/>
    <w:rsid w:val="00E43122"/>
    <w:rsid w:val="00E44003"/>
    <w:rsid w:val="00E456A5"/>
    <w:rsid w:val="00E469C8"/>
    <w:rsid w:val="00E50FF4"/>
    <w:rsid w:val="00E5512D"/>
    <w:rsid w:val="00E55FAF"/>
    <w:rsid w:val="00E574E5"/>
    <w:rsid w:val="00E60AE8"/>
    <w:rsid w:val="00E6232E"/>
    <w:rsid w:val="00E63C51"/>
    <w:rsid w:val="00E644EF"/>
    <w:rsid w:val="00E71139"/>
    <w:rsid w:val="00E7311F"/>
    <w:rsid w:val="00E74F63"/>
    <w:rsid w:val="00E7602E"/>
    <w:rsid w:val="00E86250"/>
    <w:rsid w:val="00E8659C"/>
    <w:rsid w:val="00E90664"/>
    <w:rsid w:val="00E917D6"/>
    <w:rsid w:val="00E93A84"/>
    <w:rsid w:val="00E954A2"/>
    <w:rsid w:val="00E96F05"/>
    <w:rsid w:val="00EA19A8"/>
    <w:rsid w:val="00EA340E"/>
    <w:rsid w:val="00EA3B1F"/>
    <w:rsid w:val="00EA52A5"/>
    <w:rsid w:val="00EA5A9E"/>
    <w:rsid w:val="00EA62B0"/>
    <w:rsid w:val="00EA7A3C"/>
    <w:rsid w:val="00EB3C68"/>
    <w:rsid w:val="00EB55D0"/>
    <w:rsid w:val="00EB5646"/>
    <w:rsid w:val="00EB5ADB"/>
    <w:rsid w:val="00EB61F4"/>
    <w:rsid w:val="00EC0F78"/>
    <w:rsid w:val="00EC1A32"/>
    <w:rsid w:val="00EC1A39"/>
    <w:rsid w:val="00EC381F"/>
    <w:rsid w:val="00EC5C01"/>
    <w:rsid w:val="00ED0DD0"/>
    <w:rsid w:val="00ED3DFD"/>
    <w:rsid w:val="00ED3F21"/>
    <w:rsid w:val="00ED4263"/>
    <w:rsid w:val="00EE260F"/>
    <w:rsid w:val="00EE4843"/>
    <w:rsid w:val="00EE56E1"/>
    <w:rsid w:val="00EE604B"/>
    <w:rsid w:val="00EE6B33"/>
    <w:rsid w:val="00EF0462"/>
    <w:rsid w:val="00EF2D03"/>
    <w:rsid w:val="00EF5593"/>
    <w:rsid w:val="00EF6505"/>
    <w:rsid w:val="00EF7A6F"/>
    <w:rsid w:val="00F02C57"/>
    <w:rsid w:val="00F070E5"/>
    <w:rsid w:val="00F07D33"/>
    <w:rsid w:val="00F12253"/>
    <w:rsid w:val="00F1517E"/>
    <w:rsid w:val="00F16678"/>
    <w:rsid w:val="00F16834"/>
    <w:rsid w:val="00F23AFF"/>
    <w:rsid w:val="00F24EC3"/>
    <w:rsid w:val="00F26388"/>
    <w:rsid w:val="00F3089C"/>
    <w:rsid w:val="00F31BE3"/>
    <w:rsid w:val="00F34B21"/>
    <w:rsid w:val="00F34CA5"/>
    <w:rsid w:val="00F41E90"/>
    <w:rsid w:val="00F436BF"/>
    <w:rsid w:val="00F456F0"/>
    <w:rsid w:val="00F4577C"/>
    <w:rsid w:val="00F515B7"/>
    <w:rsid w:val="00F51E87"/>
    <w:rsid w:val="00F53352"/>
    <w:rsid w:val="00F53507"/>
    <w:rsid w:val="00F571FE"/>
    <w:rsid w:val="00F62974"/>
    <w:rsid w:val="00F638A5"/>
    <w:rsid w:val="00F65587"/>
    <w:rsid w:val="00F67A8E"/>
    <w:rsid w:val="00F715FC"/>
    <w:rsid w:val="00F71859"/>
    <w:rsid w:val="00F73B82"/>
    <w:rsid w:val="00F74FDC"/>
    <w:rsid w:val="00F7785B"/>
    <w:rsid w:val="00F82A57"/>
    <w:rsid w:val="00F83A2C"/>
    <w:rsid w:val="00F83E9D"/>
    <w:rsid w:val="00F86C5B"/>
    <w:rsid w:val="00F94147"/>
    <w:rsid w:val="00F97A32"/>
    <w:rsid w:val="00FA251E"/>
    <w:rsid w:val="00FA3624"/>
    <w:rsid w:val="00FA3B58"/>
    <w:rsid w:val="00FA4384"/>
    <w:rsid w:val="00FA474B"/>
    <w:rsid w:val="00FA5484"/>
    <w:rsid w:val="00FA6127"/>
    <w:rsid w:val="00FB1A72"/>
    <w:rsid w:val="00FB3EBB"/>
    <w:rsid w:val="00FB4C28"/>
    <w:rsid w:val="00FB7CFB"/>
    <w:rsid w:val="00FC002F"/>
    <w:rsid w:val="00FC7297"/>
    <w:rsid w:val="00FD04E0"/>
    <w:rsid w:val="00FD134F"/>
    <w:rsid w:val="00FD154F"/>
    <w:rsid w:val="00FD2AA4"/>
    <w:rsid w:val="00FD32FE"/>
    <w:rsid w:val="00FD3E49"/>
    <w:rsid w:val="00FD5B02"/>
    <w:rsid w:val="00FD5EE5"/>
    <w:rsid w:val="00FD7E2E"/>
    <w:rsid w:val="00FE01AC"/>
    <w:rsid w:val="00FE02B8"/>
    <w:rsid w:val="00FE0BFA"/>
    <w:rsid w:val="00FE0D85"/>
    <w:rsid w:val="00FE4871"/>
    <w:rsid w:val="00FF08F6"/>
    <w:rsid w:val="00FF1F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4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4692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725F9E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C225D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725F9E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link w:val="libCenterBold1Char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link w:val="libCenterBold2Char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7C525D"/>
    <w:pPr>
      <w:tabs>
        <w:tab w:val="right" w:leader="dot" w:pos="9000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7C525D"/>
    <w:pPr>
      <w:tabs>
        <w:tab w:val="right" w:leader="dot" w:pos="9000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semiHidden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rsid w:val="00D6145E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D6145E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7C525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F16834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F24C2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8F24C2"/>
    <w:rPr>
      <w:color w:val="0000FF" w:themeColor="hyperlink"/>
      <w:u w:val="single"/>
    </w:rPr>
  </w:style>
  <w:style w:type="paragraph" w:customStyle="1" w:styleId="libTitr1">
    <w:name w:val="libTitr1"/>
    <w:basedOn w:val="libCenterBold1"/>
    <w:link w:val="libTitr1Char"/>
    <w:qFormat/>
    <w:rsid w:val="00F515B7"/>
  </w:style>
  <w:style w:type="paragraph" w:customStyle="1" w:styleId="libTitr2">
    <w:name w:val="libTitr2"/>
    <w:basedOn w:val="libCenterBold2"/>
    <w:link w:val="libTitr2Char"/>
    <w:qFormat/>
    <w:rsid w:val="00F515B7"/>
  </w:style>
  <w:style w:type="character" w:customStyle="1" w:styleId="libCenterBold1Char">
    <w:name w:val="libCenterBold1 Char"/>
    <w:basedOn w:val="libNormal0Char"/>
    <w:link w:val="libCenterBold1"/>
    <w:rsid w:val="00F515B7"/>
    <w:rPr>
      <w:rFonts w:ascii="B Badr" w:eastAsia="B Badr" w:hAnsi="B Badr" w:cs="B Badr"/>
      <w:b/>
      <w:bCs/>
      <w:sz w:val="40"/>
      <w:szCs w:val="40"/>
    </w:rPr>
  </w:style>
  <w:style w:type="character" w:customStyle="1" w:styleId="libTitr1Char">
    <w:name w:val="libTitr1 Char"/>
    <w:basedOn w:val="libCenterBold1Char"/>
    <w:link w:val="libTitr1"/>
    <w:rsid w:val="00F515B7"/>
  </w:style>
  <w:style w:type="character" w:customStyle="1" w:styleId="libCenterBold2Char">
    <w:name w:val="libCenterBold2 Char"/>
    <w:basedOn w:val="libNormal0Char"/>
    <w:link w:val="libCenterBold2"/>
    <w:rsid w:val="00F515B7"/>
    <w:rPr>
      <w:rFonts w:cs="B Badr"/>
      <w:b/>
      <w:bCs/>
      <w:sz w:val="30"/>
      <w:szCs w:val="30"/>
    </w:rPr>
  </w:style>
  <w:style w:type="character" w:customStyle="1" w:styleId="libTitr2Char">
    <w:name w:val="libTitr2 Char"/>
    <w:basedOn w:val="libCenterBold2Char"/>
    <w:link w:val="libTitr2"/>
    <w:rsid w:val="00F515B7"/>
  </w:style>
  <w:style w:type="paragraph" w:customStyle="1" w:styleId="libnotice0">
    <w:name w:val="libnotice"/>
    <w:basedOn w:val="Normal"/>
    <w:rsid w:val="00CD0156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Rahimi\Template\Template%20Persia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FC4E52-D756-461A-914F-F39301CC1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Persian</Template>
  <TotalTime>320</TotalTime>
  <Pages>150</Pages>
  <Words>28114</Words>
  <Characters>160252</Characters>
  <Application>Microsoft Office Word</Application>
  <DocSecurity>0</DocSecurity>
  <Lines>1335</Lines>
  <Paragraphs>375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187991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Rahimi2</dc:creator>
  <cp:lastModifiedBy>Rahimi2</cp:lastModifiedBy>
  <cp:revision>268</cp:revision>
  <cp:lastPrinted>1601-01-01T00:00:00Z</cp:lastPrinted>
  <dcterms:created xsi:type="dcterms:W3CDTF">2017-06-29T05:55:00Z</dcterms:created>
  <dcterms:modified xsi:type="dcterms:W3CDTF">2017-07-08T06:13:00Z</dcterms:modified>
</cp:coreProperties>
</file>