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66" w:rsidRDefault="00134B66" w:rsidP="00467FAF">
      <w:pPr>
        <w:pStyle w:val="libCenterBold1"/>
        <w:rPr>
          <w:rtl/>
        </w:rPr>
      </w:pPr>
      <w:r>
        <w:rPr>
          <w:rtl/>
        </w:rPr>
        <w:t xml:space="preserve">زندگانى </w:t>
      </w:r>
      <w:r w:rsidRPr="004A0A9B">
        <w:rPr>
          <w:rtl/>
        </w:rPr>
        <w:t>حضرت</w:t>
      </w:r>
      <w:r>
        <w:rPr>
          <w:rtl/>
        </w:rPr>
        <w:t xml:space="preserve"> ز</w:t>
      </w:r>
      <w:r w:rsidR="00E275C9">
        <w:rPr>
          <w:rtl/>
        </w:rPr>
        <w:t>ی</w:t>
      </w:r>
      <w:r>
        <w:rPr>
          <w:rtl/>
        </w:rPr>
        <w:t>نب سلام اللّه عل</w:t>
      </w:r>
      <w:r w:rsidR="00E275C9">
        <w:rPr>
          <w:rtl/>
        </w:rPr>
        <w:t>ی</w:t>
      </w:r>
      <w:r>
        <w:rPr>
          <w:rtl/>
        </w:rPr>
        <w:t>ها</w:t>
      </w:r>
    </w:p>
    <w:p w:rsidR="00E275C9" w:rsidRDefault="00467FAF" w:rsidP="00467FAF">
      <w:pPr>
        <w:pStyle w:val="libCenterBold2"/>
        <w:rPr>
          <w:rtl/>
        </w:rPr>
      </w:pPr>
      <w:r>
        <w:rPr>
          <w:rFonts w:hint="cs"/>
          <w:rtl/>
        </w:rPr>
        <w:t>مؤلف</w:t>
      </w:r>
      <w:r w:rsidR="00E275C9">
        <w:rPr>
          <w:rtl/>
        </w:rPr>
        <w:t xml:space="preserve">: </w:t>
      </w:r>
      <w:r w:rsidR="00134B66">
        <w:rPr>
          <w:rtl/>
        </w:rPr>
        <w:t>دکتر مصطف</w:t>
      </w:r>
      <w:r w:rsidR="00E275C9">
        <w:rPr>
          <w:rtl/>
        </w:rPr>
        <w:t>ی</w:t>
      </w:r>
      <w:r w:rsidR="00134B66">
        <w:rPr>
          <w:rtl/>
        </w:rPr>
        <w:t xml:space="preserve"> اول</w:t>
      </w:r>
      <w:r w:rsidR="00E275C9">
        <w:rPr>
          <w:rtl/>
        </w:rPr>
        <w:t>ی</w:t>
      </w:r>
      <w:r w:rsidR="00134B66">
        <w:rPr>
          <w:rtl/>
        </w:rPr>
        <w:t>ا</w:t>
      </w:r>
      <w:r w:rsidR="00E275C9">
        <w:rPr>
          <w:rtl/>
        </w:rPr>
        <w:t>یی</w:t>
      </w:r>
    </w:p>
    <w:p w:rsidR="00E275C9" w:rsidRDefault="00E275C9" w:rsidP="00134B66">
      <w:pPr>
        <w:pStyle w:val="libNormal"/>
        <w:rPr>
          <w:rFonts w:hint="cs"/>
          <w:rtl/>
        </w:rPr>
      </w:pPr>
    </w:p>
    <w:p w:rsidR="0020655A" w:rsidRDefault="0020655A" w:rsidP="00134B66">
      <w:pPr>
        <w:pStyle w:val="libNormal"/>
        <w:rPr>
          <w:rFonts w:hint="cs"/>
          <w:rtl/>
        </w:rPr>
      </w:pPr>
    </w:p>
    <w:p w:rsidR="0020655A" w:rsidRDefault="0020655A" w:rsidP="00134B66">
      <w:pPr>
        <w:pStyle w:val="libNormal"/>
        <w:rPr>
          <w:rFonts w:hint="cs"/>
          <w:rtl/>
        </w:rPr>
      </w:pPr>
    </w:p>
    <w:p w:rsidR="00E275C9" w:rsidRPr="006E7FD2" w:rsidRDefault="00E275C9" w:rsidP="00E275C9">
      <w:pPr>
        <w:pStyle w:val="libNotice"/>
        <w:rPr>
          <w:rtl/>
        </w:rPr>
      </w:pPr>
      <w:r w:rsidRPr="006E7FD2">
        <w:rPr>
          <w:rFonts w:hint="cs"/>
          <w:rtl/>
        </w:rPr>
        <w:t>ا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ن کتاب توسط مؤسسه فرهنگ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 xml:space="preserve"> - اسلام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 xml:space="preserve"> شبکة الامام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ن الحسن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 xml:space="preserve">ن </w:t>
      </w:r>
      <w:r w:rsidR="00DC0423" w:rsidRPr="00DC0423">
        <w:rPr>
          <w:rStyle w:val="libAlaemChar"/>
          <w:rtl/>
        </w:rPr>
        <w:t>عليهما‌السلام</w:t>
      </w:r>
      <w:r w:rsidRPr="006E7FD2">
        <w:rPr>
          <w:rFonts w:hint="cs"/>
          <w:rtl/>
        </w:rPr>
        <w:t xml:space="preserve"> بصورت الکترون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ک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 xml:space="preserve"> برا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 xml:space="preserve"> مخاطب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ن گرام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 xml:space="preserve"> منتشر شده است.</w:t>
      </w:r>
    </w:p>
    <w:p w:rsidR="0020655A" w:rsidRDefault="00E275C9" w:rsidP="0020655A">
      <w:pPr>
        <w:pStyle w:val="libNotice"/>
        <w:rPr>
          <w:rtl/>
        </w:rPr>
      </w:pPr>
      <w:r w:rsidRPr="006E7FD2">
        <w:rPr>
          <w:rFonts w:hint="cs"/>
          <w:rtl/>
        </w:rPr>
        <w:t>لازم به ذکر است تصح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ح اشتباهات تا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پ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 xml:space="preserve"> احتمال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، رو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ن کتاب انجام نگرد</w:t>
      </w:r>
      <w:r>
        <w:rPr>
          <w:rFonts w:hint="cs"/>
          <w:rtl/>
        </w:rPr>
        <w:t>ی</w:t>
      </w:r>
      <w:r w:rsidRPr="006E7FD2">
        <w:rPr>
          <w:rFonts w:hint="cs"/>
          <w:rtl/>
        </w:rPr>
        <w:t>ده است.</w:t>
      </w:r>
      <w:r w:rsidR="0020655A">
        <w:rPr>
          <w:rFonts w:hint="cs"/>
          <w:rtl/>
        </w:rPr>
        <w:t xml:space="preserve"> </w:t>
      </w:r>
    </w:p>
    <w:p w:rsidR="00134B66" w:rsidRDefault="0020655A" w:rsidP="0020655A">
      <w:pPr>
        <w:pStyle w:val="Heading2"/>
        <w:rPr>
          <w:rtl/>
        </w:rPr>
      </w:pPr>
      <w:r>
        <w:rPr>
          <w:rtl/>
        </w:rPr>
        <w:br w:type="page"/>
      </w:r>
      <w:bookmarkStart w:id="0" w:name="_Toc425238169"/>
      <w:r w:rsidR="00134B66">
        <w:rPr>
          <w:rtl/>
        </w:rPr>
        <w:lastRenderedPageBreak/>
        <w:t>مقدمه دفتر</w:t>
      </w:r>
      <w:bookmarkEnd w:id="0"/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به نام خدا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«عاشورا» واژه اى است خاطره انگ</w:t>
      </w:r>
      <w:r w:rsidR="00E275C9">
        <w:rPr>
          <w:rtl/>
        </w:rPr>
        <w:t>ی</w:t>
      </w:r>
      <w:r>
        <w:rPr>
          <w:rtl/>
        </w:rPr>
        <w:t>ز كه پ</w:t>
      </w:r>
      <w:r w:rsidR="00E275C9">
        <w:rPr>
          <w:rtl/>
        </w:rPr>
        <w:t>ی</w:t>
      </w:r>
      <w:r>
        <w:rPr>
          <w:rtl/>
        </w:rPr>
        <w:t>وسته</w:t>
      </w:r>
      <w:r w:rsidR="00E275C9">
        <w:rPr>
          <w:rtl/>
        </w:rPr>
        <w:t xml:space="preserve">، </w:t>
      </w:r>
      <w:r>
        <w:rPr>
          <w:rtl/>
        </w:rPr>
        <w:t>فداكارى</w:t>
      </w:r>
      <w:r w:rsidR="00E275C9">
        <w:rPr>
          <w:rtl/>
        </w:rPr>
        <w:t xml:space="preserve">، </w:t>
      </w:r>
      <w:r>
        <w:rPr>
          <w:rtl/>
        </w:rPr>
        <w:t>شجاعت</w:t>
      </w:r>
      <w:r w:rsidR="00E275C9">
        <w:rPr>
          <w:rtl/>
        </w:rPr>
        <w:t xml:space="preserve">، </w:t>
      </w:r>
      <w:r>
        <w:rPr>
          <w:rtl/>
        </w:rPr>
        <w:t>جوانمردى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ستادگى در برابر ب</w:t>
      </w:r>
      <w:r w:rsidR="00E275C9">
        <w:rPr>
          <w:rtl/>
        </w:rPr>
        <w:t>ی</w:t>
      </w:r>
      <w:r>
        <w:rPr>
          <w:rtl/>
        </w:rPr>
        <w:t>دادگرى</w:t>
      </w:r>
      <w:r w:rsidR="00E275C9">
        <w:rPr>
          <w:rtl/>
        </w:rPr>
        <w:t xml:space="preserve">،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روى از رهبر و حما</w:t>
      </w:r>
      <w:r w:rsidR="00E275C9">
        <w:rPr>
          <w:rtl/>
        </w:rPr>
        <w:t>ی</w:t>
      </w:r>
      <w:r>
        <w:rPr>
          <w:rtl/>
        </w:rPr>
        <w:t>ت از د</w:t>
      </w:r>
      <w:r w:rsidR="00E275C9">
        <w:rPr>
          <w:rtl/>
        </w:rPr>
        <w:t>ی</w:t>
      </w:r>
      <w:r>
        <w:rPr>
          <w:rtl/>
        </w:rPr>
        <w:t>ن را به همراه دارد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«عاشورا» مشعل فروزانى است كه بر تارك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، </w:t>
      </w:r>
      <w:r>
        <w:rPr>
          <w:rtl/>
        </w:rPr>
        <w:t>روشن و پرتلا لؤ مى درخشد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«عاشورا» روزى است پرشكوه كه از </w:t>
      </w:r>
      <w:r w:rsidR="00E275C9">
        <w:rPr>
          <w:rtl/>
        </w:rPr>
        <w:t>ی</w:t>
      </w:r>
      <w:r>
        <w:rPr>
          <w:rtl/>
        </w:rPr>
        <w:t>ادها نمى رود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روزى است كه دست خزان فراموشى به دامن خاطره ها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 </w:t>
      </w:r>
      <w:r>
        <w:rPr>
          <w:rtl/>
        </w:rPr>
        <w:t>نمى رسد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روزى است كه ارزشهاى گره خورده با هو</w:t>
      </w:r>
      <w:r w:rsidR="00E275C9">
        <w:rPr>
          <w:rtl/>
        </w:rPr>
        <w:t>ی</w:t>
      </w:r>
      <w:r>
        <w:rPr>
          <w:rtl/>
        </w:rPr>
        <w:t>ت انسانى انسانها را به نما</w:t>
      </w:r>
      <w:r w:rsidR="00E275C9">
        <w:rPr>
          <w:rtl/>
        </w:rPr>
        <w:t>ی</w:t>
      </w:r>
      <w:r>
        <w:rPr>
          <w:rtl/>
        </w:rPr>
        <w:t>ش مى گذارد</w:t>
      </w:r>
      <w:r w:rsidR="00E275C9">
        <w:rPr>
          <w:rtl/>
        </w:rPr>
        <w:t xml:space="preserve">. </w:t>
      </w:r>
    </w:p>
    <w:p w:rsidR="00134B66" w:rsidRPr="00E275C9" w:rsidRDefault="00134B66" w:rsidP="00E275C9">
      <w:pPr>
        <w:pStyle w:val="libNormal"/>
        <w:rPr>
          <w:rtl/>
        </w:rPr>
      </w:pPr>
      <w:r w:rsidRPr="00E275C9">
        <w:rPr>
          <w:rtl/>
        </w:rPr>
        <w:t>روزى است كه فر</w:t>
      </w:r>
      <w:r w:rsidR="00E275C9">
        <w:rPr>
          <w:rtl/>
        </w:rPr>
        <w:t>ی</w:t>
      </w:r>
      <w:r w:rsidRPr="00E275C9">
        <w:rPr>
          <w:rtl/>
        </w:rPr>
        <w:t xml:space="preserve">اد بلند </w:t>
      </w:r>
      <w:r w:rsidRPr="00E275C9">
        <w:rPr>
          <w:rFonts w:eastAsia="KFGQPC Uthman Taha Naskh"/>
          <w:rtl/>
        </w:rPr>
        <w:t>«ه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هات مِنَّا الذِّلَّةَ»</w:t>
      </w:r>
      <w:r w:rsidRPr="00E275C9">
        <w:rPr>
          <w:rtl/>
        </w:rPr>
        <w:t xml:space="preserve"> ابرمرد تار</w:t>
      </w:r>
      <w:r w:rsidR="00E275C9">
        <w:rPr>
          <w:rtl/>
        </w:rPr>
        <w:t>ی</w:t>
      </w:r>
      <w:r w:rsidRPr="00E275C9">
        <w:rPr>
          <w:rtl/>
        </w:rPr>
        <w:t>خ حس</w:t>
      </w:r>
      <w:r w:rsidR="00E275C9">
        <w:rPr>
          <w:rtl/>
        </w:rPr>
        <w:t>ی</w:t>
      </w:r>
      <w:r w:rsidRPr="00E275C9">
        <w:rPr>
          <w:rtl/>
        </w:rPr>
        <w:t xml:space="preserve">ن بن على </w:t>
      </w:r>
      <w:r w:rsidR="00DC0423" w:rsidRPr="00DC0423">
        <w:rPr>
          <w:rStyle w:val="libAlaemChar"/>
          <w:rtl/>
        </w:rPr>
        <w:t>عليهما‌السلام</w:t>
      </w:r>
      <w:r w:rsidRPr="00E275C9">
        <w:rPr>
          <w:rtl/>
        </w:rPr>
        <w:t xml:space="preserve"> را چونان پتكى آهن</w:t>
      </w:r>
      <w:r w:rsidR="00E275C9">
        <w:rPr>
          <w:rtl/>
        </w:rPr>
        <w:t>ی</w:t>
      </w:r>
      <w:r w:rsidRPr="00E275C9">
        <w:rPr>
          <w:rtl/>
        </w:rPr>
        <w:t>ن بر سر ستمگران تار</w:t>
      </w:r>
      <w:r w:rsidR="00E275C9">
        <w:rPr>
          <w:rtl/>
        </w:rPr>
        <w:t>ی</w:t>
      </w:r>
      <w:r w:rsidRPr="00E275C9">
        <w:rPr>
          <w:rtl/>
        </w:rPr>
        <w:t>خ فرود آورده و طبل رسوا</w:t>
      </w:r>
      <w:r w:rsidR="00E275C9">
        <w:rPr>
          <w:rtl/>
        </w:rPr>
        <w:t>ی</w:t>
      </w:r>
      <w:r w:rsidRPr="00E275C9">
        <w:rPr>
          <w:rtl/>
        </w:rPr>
        <w:t>ى خون آشامان سلطه گر را در هر زمان و مكان به صدا درمى آورد</w:t>
      </w:r>
      <w:r w:rsidR="00E275C9" w:rsidRP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كلام آخر</w:t>
      </w:r>
      <w:r w:rsidR="00E275C9">
        <w:rPr>
          <w:rtl/>
        </w:rPr>
        <w:t xml:space="preserve">، </w:t>
      </w:r>
      <w:r>
        <w:rPr>
          <w:rtl/>
        </w:rPr>
        <w:t>«عاشورا» روزى است كه پ</w:t>
      </w:r>
      <w:r w:rsidR="00E275C9">
        <w:rPr>
          <w:rtl/>
        </w:rPr>
        <w:t>ی</w:t>
      </w:r>
      <w:r>
        <w:rPr>
          <w:rtl/>
        </w:rPr>
        <w:t>كار پا</w:t>
      </w:r>
      <w:r w:rsidR="00E275C9">
        <w:rPr>
          <w:rtl/>
        </w:rPr>
        <w:t>ی</w:t>
      </w:r>
      <w:r>
        <w:rPr>
          <w:rtl/>
        </w:rPr>
        <w:t>ان ناپذ</w:t>
      </w:r>
      <w:r w:rsidR="00E275C9">
        <w:rPr>
          <w:rtl/>
        </w:rPr>
        <w:t>ی</w:t>
      </w:r>
      <w:r>
        <w:rPr>
          <w:rtl/>
        </w:rPr>
        <w:t>ر حق بر ضد باطل</w:t>
      </w:r>
      <w:r w:rsidR="00E275C9">
        <w:rPr>
          <w:rtl/>
        </w:rPr>
        <w:t xml:space="preserve">، </w:t>
      </w:r>
      <w:r>
        <w:rPr>
          <w:rtl/>
        </w:rPr>
        <w:t>عدل بر ضد ستم و ا</w:t>
      </w:r>
      <w:r w:rsidR="00E275C9">
        <w:rPr>
          <w:rtl/>
        </w:rPr>
        <w:t>ی</w:t>
      </w:r>
      <w:r>
        <w:rPr>
          <w:rtl/>
        </w:rPr>
        <w:t>مان در برابر بى ا</w:t>
      </w:r>
      <w:r w:rsidR="00E275C9">
        <w:rPr>
          <w:rtl/>
        </w:rPr>
        <w:t>ی</w:t>
      </w:r>
      <w:r>
        <w:rPr>
          <w:rtl/>
        </w:rPr>
        <w:t>مانى و مرگ با عزّت را در برابر ذلّت پذ</w:t>
      </w:r>
      <w:r w:rsidR="00E275C9">
        <w:rPr>
          <w:rtl/>
        </w:rPr>
        <w:t>ی</w:t>
      </w:r>
      <w:r>
        <w:rPr>
          <w:rtl/>
        </w:rPr>
        <w:t>رى و</w:t>
      </w:r>
      <w:r w:rsidR="00E275C9">
        <w:rPr>
          <w:rtl/>
        </w:rPr>
        <w:t xml:space="preserve">... </w:t>
      </w:r>
      <w:r>
        <w:rPr>
          <w:rtl/>
        </w:rPr>
        <w:t>به نما</w:t>
      </w:r>
      <w:r w:rsidR="00E275C9">
        <w:rPr>
          <w:rtl/>
        </w:rPr>
        <w:t>ی</w:t>
      </w:r>
      <w:r>
        <w:rPr>
          <w:rtl/>
        </w:rPr>
        <w:t>ش مى گذارد</w:t>
      </w:r>
      <w:r w:rsidR="00E275C9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كتابى كه اكنون در دست شما خواننده گرامى است</w:t>
      </w:r>
      <w:r w:rsidR="00E275C9">
        <w:rPr>
          <w:rtl/>
        </w:rPr>
        <w:t xml:space="preserve">، </w:t>
      </w:r>
      <w:r>
        <w:rPr>
          <w:rtl/>
        </w:rPr>
        <w:t>شرح زندگى غمبار</w:t>
      </w:r>
      <w:r w:rsidR="00E275C9">
        <w:rPr>
          <w:rtl/>
        </w:rPr>
        <w:t xml:space="preserve">، </w:t>
      </w:r>
      <w:r>
        <w:rPr>
          <w:rtl/>
        </w:rPr>
        <w:t>مص</w:t>
      </w:r>
      <w:r w:rsidR="00E275C9">
        <w:rPr>
          <w:rtl/>
        </w:rPr>
        <w:t>ی</w:t>
      </w:r>
      <w:r>
        <w:rPr>
          <w:rtl/>
        </w:rPr>
        <w:t>بتهاى طاقت فرسا</w:t>
      </w:r>
      <w:r w:rsidR="00E275C9">
        <w:rPr>
          <w:rtl/>
        </w:rPr>
        <w:t xml:space="preserve">، </w:t>
      </w:r>
      <w:r>
        <w:rPr>
          <w:rtl/>
        </w:rPr>
        <w:t>شجاعت</w:t>
      </w:r>
      <w:r w:rsidR="00E275C9">
        <w:rPr>
          <w:rtl/>
        </w:rPr>
        <w:t xml:space="preserve">، </w:t>
      </w:r>
      <w:r>
        <w:rPr>
          <w:rtl/>
        </w:rPr>
        <w:t>صبر و بردبارى سف</w:t>
      </w:r>
      <w:r w:rsidR="00E275C9">
        <w:rPr>
          <w:rtl/>
        </w:rPr>
        <w:t>ی</w:t>
      </w:r>
      <w:r>
        <w:rPr>
          <w:rtl/>
        </w:rPr>
        <w:t>ر عاشورا</w:t>
      </w:r>
      <w:r w:rsidR="00E275C9">
        <w:rPr>
          <w:rtl/>
        </w:rPr>
        <w:t xml:space="preserve">،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ام آور حماسه سازان كربلا «حضرت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>» است كه توسط مؤ لف محترم از نو بازنگرى شده و مطالبى بر آن افزوده است</w:t>
      </w:r>
      <w:r w:rsidR="00E275C9">
        <w:rPr>
          <w:rtl/>
        </w:rPr>
        <w:t xml:space="preserve">. </w:t>
      </w:r>
      <w:r>
        <w:rPr>
          <w:rtl/>
        </w:rPr>
        <w:t>ام</w:t>
      </w:r>
      <w:r w:rsidR="00E275C9">
        <w:rPr>
          <w:rtl/>
        </w:rPr>
        <w:t>ی</w:t>
      </w:r>
      <w:r>
        <w:rPr>
          <w:rtl/>
        </w:rPr>
        <w:t>د كه مردم ن</w:t>
      </w:r>
      <w:r w:rsidR="00E275C9">
        <w:rPr>
          <w:rtl/>
        </w:rPr>
        <w:t>ی</w:t>
      </w:r>
      <w:r>
        <w:rPr>
          <w:rtl/>
        </w:rPr>
        <w:t>ك اند</w:t>
      </w:r>
      <w:r w:rsidR="00E275C9">
        <w:rPr>
          <w:rtl/>
        </w:rPr>
        <w:t>ی</w:t>
      </w:r>
      <w:r>
        <w:rPr>
          <w:rtl/>
        </w:rPr>
        <w:t xml:space="preserve">ش جهان از ماجراى </w:t>
      </w:r>
      <w:r>
        <w:rPr>
          <w:rtl/>
        </w:rPr>
        <w:lastRenderedPageBreak/>
        <w:t>سراسر خاطره عاشورا پند گرفته و قهرمانان آزاد</w:t>
      </w:r>
      <w:r w:rsidR="00E275C9">
        <w:rPr>
          <w:rtl/>
        </w:rPr>
        <w:t>ی</w:t>
      </w:r>
      <w:r>
        <w:rPr>
          <w:rtl/>
        </w:rPr>
        <w:t>خواه آن را الگوى خود قرار دهند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دفتر</w:t>
      </w:r>
      <w:r w:rsidR="00E275C9">
        <w:rPr>
          <w:rtl/>
        </w:rPr>
        <w:t xml:space="preserve">، </w:t>
      </w:r>
      <w:r>
        <w:rPr>
          <w:rtl/>
        </w:rPr>
        <w:t>پس از بررسى</w:t>
      </w:r>
      <w:r w:rsidR="00E275C9">
        <w:rPr>
          <w:rtl/>
        </w:rPr>
        <w:t xml:space="preserve">، </w:t>
      </w:r>
      <w:r>
        <w:rPr>
          <w:rtl/>
        </w:rPr>
        <w:t>و</w:t>
      </w:r>
      <w:r w:rsidR="00E275C9">
        <w:rPr>
          <w:rtl/>
        </w:rPr>
        <w:t>ی</w:t>
      </w:r>
      <w:r>
        <w:rPr>
          <w:rtl/>
        </w:rPr>
        <w:t>را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اصلاح مجدّد</w:t>
      </w:r>
      <w:r w:rsidR="00E275C9">
        <w:rPr>
          <w:rtl/>
        </w:rPr>
        <w:t xml:space="preserve">، </w:t>
      </w:r>
      <w:r>
        <w:rPr>
          <w:rtl/>
        </w:rPr>
        <w:t>آن را به ز</w:t>
      </w:r>
      <w:r w:rsidR="00E275C9">
        <w:rPr>
          <w:rtl/>
        </w:rPr>
        <w:t>ی</w:t>
      </w:r>
      <w:r>
        <w:rPr>
          <w:rtl/>
        </w:rPr>
        <w:t>ور چاپ آراسته و در اخت</w:t>
      </w:r>
      <w:r w:rsidR="00E275C9">
        <w:rPr>
          <w:rtl/>
        </w:rPr>
        <w:t>ی</w:t>
      </w:r>
      <w:r>
        <w:rPr>
          <w:rtl/>
        </w:rPr>
        <w:t>ار دوستداران اهل ب</w:t>
      </w:r>
      <w:r w:rsidR="00E275C9">
        <w:rPr>
          <w:rtl/>
        </w:rPr>
        <w:t>ی</w:t>
      </w:r>
      <w:r>
        <w:rPr>
          <w:rtl/>
        </w:rPr>
        <w:t xml:space="preserve">ت </w:t>
      </w:r>
      <w:r w:rsidR="0020655A" w:rsidRPr="0020655A">
        <w:rPr>
          <w:rStyle w:val="libAlaemChar"/>
          <w:rtl/>
        </w:rPr>
        <w:t>عليهم‌السلام</w:t>
      </w:r>
      <w:r>
        <w:rPr>
          <w:rtl/>
        </w:rPr>
        <w:t xml:space="preserve"> قرار مى دهد بدان ام</w:t>
      </w:r>
      <w:r w:rsidR="00E275C9">
        <w:rPr>
          <w:rtl/>
        </w:rPr>
        <w:t>ی</w:t>
      </w:r>
      <w:r>
        <w:rPr>
          <w:rtl/>
        </w:rPr>
        <w:t>د كه مورد پذ</w:t>
      </w:r>
      <w:r w:rsidR="00E275C9">
        <w:rPr>
          <w:rtl/>
        </w:rPr>
        <w:t>ی</w:t>
      </w:r>
      <w:r>
        <w:rPr>
          <w:rtl/>
        </w:rPr>
        <w:t>رش حق تعالى قرار گ</w:t>
      </w:r>
      <w:r w:rsidR="00E275C9">
        <w:rPr>
          <w:rtl/>
        </w:rPr>
        <w:t>ی</w:t>
      </w:r>
      <w:r>
        <w:rPr>
          <w:rtl/>
        </w:rPr>
        <w:t>رد</w:t>
      </w:r>
      <w:r w:rsidR="00E275C9">
        <w:rPr>
          <w:rtl/>
        </w:rPr>
        <w:t xml:space="preserve">. 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t>در خاتمه</w:t>
      </w:r>
      <w:r w:rsidR="00E275C9">
        <w:rPr>
          <w:rtl/>
        </w:rPr>
        <w:t xml:space="preserve">، </w:t>
      </w:r>
      <w:r>
        <w:rPr>
          <w:rtl/>
        </w:rPr>
        <w:t>از خوانندگان محترم تقاضا دار</w:t>
      </w:r>
      <w:r w:rsidR="00E275C9">
        <w:rPr>
          <w:rtl/>
        </w:rPr>
        <w:t>ی</w:t>
      </w:r>
      <w:r>
        <w:rPr>
          <w:rtl/>
        </w:rPr>
        <w:t xml:space="preserve">م هرگونه انتقاد </w:t>
      </w:r>
      <w:r w:rsidR="00E275C9">
        <w:rPr>
          <w:rtl/>
        </w:rPr>
        <w:t>ی</w:t>
      </w:r>
      <w:r>
        <w:rPr>
          <w:rtl/>
        </w:rPr>
        <w:t>ا پ</w:t>
      </w:r>
      <w:r w:rsidR="00E275C9">
        <w:rPr>
          <w:rtl/>
        </w:rPr>
        <w:t>ی</w:t>
      </w:r>
      <w:r>
        <w:rPr>
          <w:rtl/>
        </w:rPr>
        <w:t>شنهادى كه دارند به آدرس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قم</w:t>
      </w:r>
      <w:r w:rsidR="00E275C9">
        <w:rPr>
          <w:rtl/>
        </w:rPr>
        <w:t xml:space="preserve"> </w:t>
      </w:r>
      <w:r>
        <w:rPr>
          <w:rtl/>
        </w:rPr>
        <w:t>دفتر انتشارات اسلامى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وابسته به جامعه مدرس</w:t>
      </w:r>
      <w:r w:rsidR="00E275C9">
        <w:rPr>
          <w:rtl/>
        </w:rPr>
        <w:t>ی</w:t>
      </w:r>
      <w:r>
        <w:rPr>
          <w:rtl/>
        </w:rPr>
        <w:t>ن حوزه علم</w:t>
      </w:r>
      <w:r w:rsidR="00E275C9">
        <w:rPr>
          <w:rtl/>
        </w:rPr>
        <w:t>ی</w:t>
      </w:r>
      <w:r>
        <w:rPr>
          <w:rtl/>
        </w:rPr>
        <w:t>ه قم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t>صندوق پستى «</w:t>
      </w:r>
      <w:r w:rsidR="00883263">
        <w:rPr>
          <w:rtl/>
        </w:rPr>
        <w:t>749</w:t>
      </w:r>
      <w:r>
        <w:rPr>
          <w:rtl/>
        </w:rPr>
        <w:t>»</w:t>
      </w:r>
      <w:r w:rsidR="00E275C9">
        <w:rPr>
          <w:rtl/>
        </w:rPr>
        <w:t xml:space="preserve">، </w:t>
      </w:r>
      <w:r>
        <w:rPr>
          <w:rtl/>
        </w:rPr>
        <w:t>بخش تحق</w:t>
      </w:r>
      <w:r w:rsidR="00E275C9">
        <w:rPr>
          <w:rtl/>
        </w:rPr>
        <w:t>ی</w:t>
      </w:r>
      <w:r>
        <w:rPr>
          <w:rtl/>
        </w:rPr>
        <w:t>ق و بررسى فارسى ارسال دارند</w:t>
      </w:r>
      <w:r w:rsidR="00E275C9">
        <w:rPr>
          <w:rtl/>
        </w:rPr>
        <w:t xml:space="preserve">. </w:t>
      </w:r>
    </w:p>
    <w:p w:rsidR="0020655A" w:rsidRDefault="00134B66" w:rsidP="0020655A">
      <w:pPr>
        <w:pStyle w:val="libNormal"/>
        <w:rPr>
          <w:rtl/>
        </w:rPr>
      </w:pPr>
      <w:r>
        <w:rPr>
          <w:rtl/>
        </w:rPr>
        <w:t>دفتر انتشارات اسلامى وابسته به جامعه مدرس</w:t>
      </w:r>
      <w:r w:rsidR="00E275C9">
        <w:rPr>
          <w:rtl/>
        </w:rPr>
        <w:t>ی</w:t>
      </w:r>
      <w:r>
        <w:rPr>
          <w:rtl/>
        </w:rPr>
        <w:t>ن حوزه علم</w:t>
      </w:r>
      <w:r w:rsidR="00E275C9">
        <w:rPr>
          <w:rtl/>
        </w:rPr>
        <w:t>ی</w:t>
      </w:r>
      <w:r>
        <w:rPr>
          <w:rtl/>
        </w:rPr>
        <w:t>ه قم</w:t>
      </w:r>
      <w:r w:rsidR="0020655A">
        <w:rPr>
          <w:rtl/>
        </w:rPr>
        <w:t xml:space="preserve"> </w:t>
      </w:r>
    </w:p>
    <w:p w:rsidR="00134B66" w:rsidRDefault="0020655A" w:rsidP="0020655A">
      <w:pPr>
        <w:pStyle w:val="Heading2"/>
        <w:rPr>
          <w:rtl/>
        </w:rPr>
      </w:pPr>
      <w:r>
        <w:rPr>
          <w:rtl/>
        </w:rPr>
        <w:br w:type="page"/>
      </w:r>
      <w:bookmarkStart w:id="1" w:name="_Toc425238170"/>
      <w:r w:rsidR="00134B66">
        <w:rPr>
          <w:rtl/>
        </w:rPr>
        <w:lastRenderedPageBreak/>
        <w:t>پ</w:t>
      </w:r>
      <w:r w:rsidR="00E275C9">
        <w:rPr>
          <w:rtl/>
        </w:rPr>
        <w:t>ی</w:t>
      </w:r>
      <w:r w:rsidR="00134B66">
        <w:rPr>
          <w:rtl/>
        </w:rPr>
        <w:t>شگفتار</w:t>
      </w:r>
      <w:bookmarkEnd w:id="1"/>
    </w:p>
    <w:tbl>
      <w:tblPr>
        <w:tblStyle w:val="TableGrid"/>
        <w:bidiVisual/>
        <w:tblW w:w="5000" w:type="pct"/>
        <w:tblLook w:val="01E0"/>
      </w:tblPr>
      <w:tblGrid>
        <w:gridCol w:w="3656"/>
        <w:gridCol w:w="269"/>
        <w:gridCol w:w="3662"/>
      </w:tblGrid>
      <w:tr w:rsidR="0020655A" w:rsidTr="0020655A">
        <w:trPr>
          <w:trHeight w:val="350"/>
        </w:trPr>
        <w:tc>
          <w:tcPr>
            <w:tcW w:w="4288" w:type="dxa"/>
            <w:shd w:val="clear" w:color="auto" w:fill="auto"/>
          </w:tcPr>
          <w:p w:rsidR="0020655A" w:rsidRDefault="0020655A" w:rsidP="0020655A">
            <w:pPr>
              <w:pStyle w:val="libPoem"/>
              <w:rPr>
                <w:rtl/>
              </w:rPr>
            </w:pPr>
            <w:r>
              <w:rPr>
                <w:rtl/>
              </w:rPr>
              <w:t>به نام چاشنى بخش زبانها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0655A" w:rsidRDefault="0020655A" w:rsidP="0020655A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0655A" w:rsidRDefault="0020655A" w:rsidP="0020655A">
            <w:pPr>
              <w:pStyle w:val="libPoem"/>
              <w:rPr>
                <w:rtl/>
              </w:rPr>
            </w:pPr>
            <w:r>
              <w:rPr>
                <w:rtl/>
              </w:rPr>
              <w:t>حلاوت بخش معنى در بیانها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34B66" w:rsidRDefault="00134B66" w:rsidP="00E275C9">
      <w:pPr>
        <w:pStyle w:val="libNormal"/>
        <w:rPr>
          <w:rtl/>
        </w:rPr>
      </w:pPr>
      <w:r>
        <w:rPr>
          <w:rtl/>
        </w:rPr>
        <w:t>پا</w:t>
      </w:r>
      <w:r w:rsidR="00E275C9">
        <w:rPr>
          <w:rtl/>
        </w:rPr>
        <w:t>یی</w:t>
      </w:r>
      <w:r>
        <w:rPr>
          <w:rtl/>
        </w:rPr>
        <w:t xml:space="preserve">ز سال </w:t>
      </w:r>
      <w:r w:rsidR="00883263">
        <w:rPr>
          <w:rtl/>
        </w:rPr>
        <w:t>1359</w:t>
      </w:r>
      <w:r>
        <w:rPr>
          <w:rtl/>
        </w:rPr>
        <w:t xml:space="preserve"> شمسى</w:t>
      </w:r>
      <w:r w:rsidR="00E275C9">
        <w:rPr>
          <w:rtl/>
        </w:rPr>
        <w:t xml:space="preserve">، </w:t>
      </w:r>
      <w:r>
        <w:rPr>
          <w:rtl/>
        </w:rPr>
        <w:t>جهت حضور در جبهه نبرد حق عل</w:t>
      </w:r>
      <w:r w:rsidR="00E275C9">
        <w:rPr>
          <w:rtl/>
        </w:rPr>
        <w:t>ی</w:t>
      </w:r>
      <w:r>
        <w:rPr>
          <w:rtl/>
        </w:rPr>
        <w:t>ه باطل</w:t>
      </w:r>
      <w:r w:rsidR="00E275C9">
        <w:rPr>
          <w:rtl/>
        </w:rPr>
        <w:t xml:space="preserve">، </w:t>
      </w:r>
      <w:r>
        <w:rPr>
          <w:rtl/>
        </w:rPr>
        <w:t>به خوزستان رفته بودم</w:t>
      </w:r>
      <w:r w:rsidR="00E275C9">
        <w:rPr>
          <w:rtl/>
        </w:rPr>
        <w:t xml:space="preserve">، </w:t>
      </w:r>
      <w:r>
        <w:rPr>
          <w:rtl/>
        </w:rPr>
        <w:t>بنا به سفارش ر</w:t>
      </w:r>
      <w:r w:rsidR="00E275C9">
        <w:rPr>
          <w:rtl/>
        </w:rPr>
        <w:t>ی</w:t>
      </w:r>
      <w:r>
        <w:rPr>
          <w:rtl/>
        </w:rPr>
        <w:t>است وقت صدا و س</w:t>
      </w:r>
      <w:r w:rsidR="00E275C9">
        <w:rPr>
          <w:rtl/>
        </w:rPr>
        <w:t>ی</w:t>
      </w:r>
      <w:r>
        <w:rPr>
          <w:rtl/>
        </w:rPr>
        <w:t>ماى مركز اهواز</w:t>
      </w:r>
      <w:r w:rsidR="00E275C9">
        <w:rPr>
          <w:rtl/>
        </w:rPr>
        <w:t xml:space="preserve">، </w:t>
      </w:r>
      <w:r>
        <w:rPr>
          <w:rtl/>
        </w:rPr>
        <w:t>به منظور گرفتن درس مقاومت از رفتار بزرگان تار</w:t>
      </w:r>
      <w:r w:rsidR="00E275C9">
        <w:rPr>
          <w:rtl/>
        </w:rPr>
        <w:t>ی</w:t>
      </w:r>
      <w:r>
        <w:rPr>
          <w:rtl/>
        </w:rPr>
        <w:t>خ اسلام مطالبى پ</w:t>
      </w:r>
      <w:r w:rsidR="00E275C9">
        <w:rPr>
          <w:rtl/>
        </w:rPr>
        <w:t>ی</w:t>
      </w:r>
      <w:r>
        <w:rPr>
          <w:rtl/>
        </w:rPr>
        <w:t>رامون بخشى از زندگى پ</w:t>
      </w:r>
      <w:r w:rsidR="00E275C9">
        <w:rPr>
          <w:rtl/>
        </w:rPr>
        <w:t>ی</w:t>
      </w:r>
      <w:r>
        <w:rPr>
          <w:rtl/>
        </w:rPr>
        <w:t>ام آور خون شه</w:t>
      </w:r>
      <w:r w:rsidR="00E275C9">
        <w:rPr>
          <w:rtl/>
        </w:rPr>
        <w:t>ی</w:t>
      </w:r>
      <w:r>
        <w:rPr>
          <w:rtl/>
        </w:rPr>
        <w:t>دان كربلا</w:t>
      </w:r>
      <w:r w:rsidR="00E275C9">
        <w:rPr>
          <w:rtl/>
        </w:rPr>
        <w:t xml:space="preserve">، </w:t>
      </w:r>
      <w:r>
        <w:rPr>
          <w:rtl/>
        </w:rPr>
        <w:t>اسوه صبر و مقاومت حضرت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را به رشته تحر</w:t>
      </w:r>
      <w:r w:rsidR="00E275C9">
        <w:rPr>
          <w:rtl/>
        </w:rPr>
        <w:t>ی</w:t>
      </w:r>
      <w:r>
        <w:rPr>
          <w:rtl/>
        </w:rPr>
        <w:t>ر درآوردم و چند روزى از راد</w:t>
      </w:r>
      <w:r w:rsidR="00E275C9">
        <w:rPr>
          <w:rtl/>
        </w:rPr>
        <w:t>ی</w:t>
      </w:r>
      <w:r>
        <w:rPr>
          <w:rtl/>
        </w:rPr>
        <w:t>و «اهواز» پخش</w:t>
      </w:r>
      <w:r w:rsidR="00E275C9">
        <w:rPr>
          <w:rtl/>
        </w:rPr>
        <w:t xml:space="preserve"> </w:t>
      </w:r>
      <w:r>
        <w:rPr>
          <w:rtl/>
        </w:rPr>
        <w:t>شد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سال بعد هم از </w:t>
      </w:r>
      <w:r w:rsidR="00883263">
        <w:rPr>
          <w:rtl/>
        </w:rPr>
        <w:t>21</w:t>
      </w:r>
      <w:r>
        <w:rPr>
          <w:rtl/>
        </w:rPr>
        <w:t xml:space="preserve"> آذر </w:t>
      </w:r>
      <w:r w:rsidR="00883263">
        <w:rPr>
          <w:rtl/>
        </w:rPr>
        <w:t>1360</w:t>
      </w:r>
      <w:r>
        <w:rPr>
          <w:rtl/>
        </w:rPr>
        <w:t xml:space="preserve"> تا </w:t>
      </w:r>
      <w:r w:rsidR="00883263">
        <w:rPr>
          <w:rtl/>
        </w:rPr>
        <w:t>26</w:t>
      </w:r>
      <w:r>
        <w:rPr>
          <w:rtl/>
        </w:rPr>
        <w:t xml:space="preserve"> د</w:t>
      </w:r>
      <w:r w:rsidR="00E275C9">
        <w:rPr>
          <w:rtl/>
        </w:rPr>
        <w:t>ی</w:t>
      </w:r>
      <w:r>
        <w:rPr>
          <w:rtl/>
        </w:rPr>
        <w:t>ماه هم</w:t>
      </w:r>
      <w:r w:rsidR="00E275C9">
        <w:rPr>
          <w:rtl/>
        </w:rPr>
        <w:t>ی</w:t>
      </w:r>
      <w:r>
        <w:rPr>
          <w:rtl/>
        </w:rPr>
        <w:t>ن سال به مدت شش هفته آن را در «مجله زن روز» منتشر كردم</w:t>
      </w:r>
      <w:r w:rsidR="00E275C9">
        <w:rPr>
          <w:rtl/>
        </w:rPr>
        <w:t xml:space="preserve">. </w:t>
      </w:r>
      <w:r>
        <w:rPr>
          <w:rtl/>
        </w:rPr>
        <w:t>تشو</w:t>
      </w:r>
      <w:r w:rsidR="00E275C9">
        <w:rPr>
          <w:rtl/>
        </w:rPr>
        <w:t>ی</w:t>
      </w:r>
      <w:r>
        <w:rPr>
          <w:rtl/>
        </w:rPr>
        <w:t>ق بعضى از بزرگان موجب شد كه ا</w:t>
      </w:r>
      <w:r w:rsidR="00E275C9">
        <w:rPr>
          <w:rtl/>
        </w:rPr>
        <w:t>ی</w:t>
      </w:r>
      <w:r>
        <w:rPr>
          <w:rtl/>
        </w:rPr>
        <w:t>ن مطالب را پس از بازنگرى در اخت</w:t>
      </w:r>
      <w:r w:rsidR="00E275C9">
        <w:rPr>
          <w:rtl/>
        </w:rPr>
        <w:t>ی</w:t>
      </w:r>
      <w:r>
        <w:rPr>
          <w:rtl/>
        </w:rPr>
        <w:t>ار «دفتر انتشارات اسلامى وابسته بجامعه محترم مدرّس</w:t>
      </w:r>
      <w:r w:rsidR="00E275C9">
        <w:rPr>
          <w:rtl/>
        </w:rPr>
        <w:t>ی</w:t>
      </w:r>
      <w:r>
        <w:rPr>
          <w:rtl/>
        </w:rPr>
        <w:t>ن حوزه علم</w:t>
      </w:r>
      <w:r w:rsidR="00E275C9">
        <w:rPr>
          <w:rtl/>
        </w:rPr>
        <w:t>ی</w:t>
      </w:r>
      <w:r>
        <w:rPr>
          <w:rtl/>
        </w:rPr>
        <w:t>ه قم» قرار دهم</w:t>
      </w:r>
      <w:r w:rsidR="00E275C9">
        <w:rPr>
          <w:rtl/>
        </w:rPr>
        <w:t xml:space="preserve">. </w:t>
      </w:r>
      <w:r>
        <w:rPr>
          <w:rtl/>
        </w:rPr>
        <w:t>لطف دست اندركاران و توجه خاص</w:t>
      </w:r>
      <w:r w:rsidR="00E275C9">
        <w:rPr>
          <w:rtl/>
        </w:rPr>
        <w:t xml:space="preserve"> </w:t>
      </w:r>
      <w:r>
        <w:rPr>
          <w:rtl/>
        </w:rPr>
        <w:t>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موجب گرد</w:t>
      </w:r>
      <w:r w:rsidR="00E275C9">
        <w:rPr>
          <w:rtl/>
        </w:rPr>
        <w:t>ی</w:t>
      </w:r>
      <w:r>
        <w:rPr>
          <w:rtl/>
        </w:rPr>
        <w:t>د كه على رغم خردى و ناچ</w:t>
      </w:r>
      <w:r w:rsidR="00E275C9">
        <w:rPr>
          <w:rtl/>
        </w:rPr>
        <w:t>ی</w:t>
      </w:r>
      <w:r>
        <w:rPr>
          <w:rtl/>
        </w:rPr>
        <w:t>زى نو</w:t>
      </w:r>
      <w:r w:rsidR="00E275C9">
        <w:rPr>
          <w:rtl/>
        </w:rPr>
        <w:t>ی</w:t>
      </w:r>
      <w:r>
        <w:rPr>
          <w:rtl/>
        </w:rPr>
        <w:t>سنده</w:t>
      </w:r>
      <w:r w:rsidR="00E275C9">
        <w:rPr>
          <w:rtl/>
        </w:rPr>
        <w:t xml:space="preserve">، </w:t>
      </w:r>
      <w:r>
        <w:rPr>
          <w:rtl/>
        </w:rPr>
        <w:t>به خاطر عظمت موضوع و شخص</w:t>
      </w:r>
      <w:r w:rsidR="00E275C9">
        <w:rPr>
          <w:rtl/>
        </w:rPr>
        <w:t>ی</w:t>
      </w:r>
      <w:r>
        <w:rPr>
          <w:rtl/>
        </w:rPr>
        <w:t>ت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ا</w:t>
      </w:r>
      <w:r w:rsidR="00E275C9">
        <w:rPr>
          <w:rtl/>
        </w:rPr>
        <w:t>ی</w:t>
      </w:r>
      <w:r>
        <w:rPr>
          <w:rtl/>
        </w:rPr>
        <w:t>ن بضاعت مزجات مورد توجه قرار گ</w:t>
      </w:r>
      <w:r w:rsidR="00E275C9">
        <w:rPr>
          <w:rtl/>
        </w:rPr>
        <w:t>ی</w:t>
      </w:r>
      <w:r>
        <w:rPr>
          <w:rtl/>
        </w:rPr>
        <w:t>رد و تا هشت بار تجد</w:t>
      </w:r>
      <w:r w:rsidR="00E275C9">
        <w:rPr>
          <w:rtl/>
        </w:rPr>
        <w:t>ی</w:t>
      </w:r>
      <w:r>
        <w:rPr>
          <w:rtl/>
        </w:rPr>
        <w:t>د چاپ گردد</w:t>
      </w:r>
      <w:r w:rsidR="00E275C9">
        <w:rPr>
          <w:rtl/>
        </w:rPr>
        <w:t xml:space="preserve">. </w:t>
      </w:r>
      <w:r>
        <w:rPr>
          <w:rtl/>
        </w:rPr>
        <w:t>اخ</w:t>
      </w:r>
      <w:r w:rsidR="00E275C9">
        <w:rPr>
          <w:rtl/>
        </w:rPr>
        <w:t>ی</w:t>
      </w:r>
      <w:r>
        <w:rPr>
          <w:rtl/>
        </w:rPr>
        <w:t>راً بعضى از بزرگان امر فرمودند براى چاپ بعدى مناسب مى نما</w:t>
      </w:r>
      <w:r w:rsidR="00E275C9">
        <w:rPr>
          <w:rtl/>
        </w:rPr>
        <w:t>ی</w:t>
      </w:r>
      <w:r>
        <w:rPr>
          <w:rtl/>
        </w:rPr>
        <w:t>د كه تجد</w:t>
      </w:r>
      <w:r w:rsidR="00E275C9">
        <w:rPr>
          <w:rtl/>
        </w:rPr>
        <w:t>ی</w:t>
      </w:r>
      <w:r>
        <w:rPr>
          <w:rtl/>
        </w:rPr>
        <w:t>د نظرى روى آن انجام گ</w:t>
      </w:r>
      <w:r w:rsidR="00E275C9">
        <w:rPr>
          <w:rtl/>
        </w:rPr>
        <w:t>ی</w:t>
      </w:r>
      <w:r>
        <w:rPr>
          <w:rtl/>
        </w:rPr>
        <w:t>رد</w:t>
      </w:r>
      <w:r w:rsidR="00E275C9">
        <w:rPr>
          <w:rtl/>
        </w:rPr>
        <w:t xml:space="preserve">، </w:t>
      </w:r>
      <w:r>
        <w:rPr>
          <w:rtl/>
        </w:rPr>
        <w:t>لذادر حدتوان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كار را انجام دادم حال تا چه قبول افتدو چه در نظرآ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 </w:t>
      </w:r>
    </w:p>
    <w:p w:rsidR="00E275C9" w:rsidRDefault="00134B66" w:rsidP="00E275C9">
      <w:pPr>
        <w:pStyle w:val="libNormal"/>
        <w:rPr>
          <w:rFonts w:hint="cs"/>
          <w:rtl/>
        </w:rPr>
      </w:pPr>
      <w:r>
        <w:rPr>
          <w:rtl/>
        </w:rPr>
        <w:t>خدا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 xml:space="preserve">! </w:t>
      </w:r>
      <w:r>
        <w:rPr>
          <w:rtl/>
        </w:rPr>
        <w:t>تو شاهدى كه در نگارش ا</w:t>
      </w:r>
      <w:r w:rsidR="00E275C9">
        <w:rPr>
          <w:rtl/>
        </w:rPr>
        <w:t>ی</w:t>
      </w:r>
      <w:r>
        <w:rPr>
          <w:rtl/>
        </w:rPr>
        <w:t>ن مطالب</w:t>
      </w:r>
      <w:r w:rsidR="00E275C9">
        <w:rPr>
          <w:rtl/>
        </w:rPr>
        <w:t xml:space="preserve">، </w:t>
      </w:r>
      <w:r>
        <w:rPr>
          <w:rtl/>
        </w:rPr>
        <w:t>انگ</w:t>
      </w:r>
      <w:r w:rsidR="00E275C9">
        <w:rPr>
          <w:rtl/>
        </w:rPr>
        <w:t>ی</w:t>
      </w:r>
      <w:r>
        <w:rPr>
          <w:rtl/>
        </w:rPr>
        <w:t>زه من چه بوده است</w:t>
      </w:r>
      <w:r w:rsidR="00E275C9">
        <w:rPr>
          <w:rtl/>
        </w:rPr>
        <w:t xml:space="preserve">، </w:t>
      </w:r>
      <w:r>
        <w:rPr>
          <w:rtl/>
        </w:rPr>
        <w:t>اگر انگ</w:t>
      </w:r>
      <w:r w:rsidR="00E275C9">
        <w:rPr>
          <w:rtl/>
        </w:rPr>
        <w:t>ی</w:t>
      </w:r>
      <w:r>
        <w:rPr>
          <w:rtl/>
        </w:rPr>
        <w:t>زه رضاى تو بوده</w:t>
      </w:r>
      <w:r w:rsidR="00E275C9">
        <w:rPr>
          <w:rtl/>
        </w:rPr>
        <w:t xml:space="preserve">؟ </w:t>
      </w:r>
      <w:r>
        <w:rPr>
          <w:rtl/>
        </w:rPr>
        <w:t>تو اى خداى بزرگ و مهربان</w:t>
      </w:r>
      <w:r w:rsidR="00E275C9">
        <w:rPr>
          <w:rtl/>
        </w:rPr>
        <w:t xml:space="preserve">!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كتاب را به امضاى مبارك ول</w:t>
      </w:r>
      <w:r w:rsidR="00E275C9">
        <w:rPr>
          <w:rtl/>
        </w:rPr>
        <w:t>ی</w:t>
      </w:r>
      <w:r>
        <w:rPr>
          <w:rtl/>
        </w:rPr>
        <w:t>عصر</w:t>
      </w:r>
      <w:r w:rsidR="00E275C9">
        <w:rPr>
          <w:rtl/>
        </w:rPr>
        <w:t xml:space="preserve"> </w:t>
      </w:r>
      <w:r>
        <w:rPr>
          <w:rtl/>
        </w:rPr>
        <w:t>روحى فداه</w:t>
      </w:r>
      <w:r w:rsidR="00E275C9">
        <w:rPr>
          <w:rtl/>
        </w:rPr>
        <w:t xml:space="preserve"> </w:t>
      </w:r>
      <w:r>
        <w:rPr>
          <w:rtl/>
        </w:rPr>
        <w:t>و د</w:t>
      </w:r>
      <w:r w:rsidR="00E275C9">
        <w:rPr>
          <w:rtl/>
        </w:rPr>
        <w:t>ی</w:t>
      </w:r>
      <w:r>
        <w:rPr>
          <w:rtl/>
        </w:rPr>
        <w:t>گر ذوات مقدسه برسان و آن را ذخ</w:t>
      </w:r>
      <w:r w:rsidR="00E275C9">
        <w:rPr>
          <w:rtl/>
        </w:rPr>
        <w:t>ی</w:t>
      </w:r>
      <w:r>
        <w:rPr>
          <w:rtl/>
        </w:rPr>
        <w:t xml:space="preserve">ره آخرتم </w:t>
      </w:r>
      <w:r>
        <w:rPr>
          <w:rtl/>
        </w:rPr>
        <w:lastRenderedPageBreak/>
        <w:t>قرار ده</w:t>
      </w:r>
      <w:r w:rsidR="00E275C9">
        <w:rPr>
          <w:rtl/>
        </w:rPr>
        <w:t xml:space="preserve">، </w:t>
      </w:r>
      <w:r>
        <w:rPr>
          <w:rtl/>
        </w:rPr>
        <w:t>باشد كه ا</w:t>
      </w:r>
      <w:r w:rsidR="00E275C9">
        <w:rPr>
          <w:rtl/>
        </w:rPr>
        <w:t>ی</w:t>
      </w:r>
      <w:r>
        <w:rPr>
          <w:rtl/>
        </w:rPr>
        <w:t>ن مس كم ارزش را گوشه چشمى از معصوم</w:t>
      </w:r>
      <w:r w:rsidR="00E275C9">
        <w:rPr>
          <w:rtl/>
        </w:rPr>
        <w:t>ی</w:t>
      </w:r>
      <w:r>
        <w:rPr>
          <w:rtl/>
        </w:rPr>
        <w:t>ن با ك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>ی</w:t>
      </w:r>
      <w:r>
        <w:rPr>
          <w:rtl/>
        </w:rPr>
        <w:t>اى نام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طلا كند و مورد قبول افتد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E275C9" w:rsidTr="00E275C9">
        <w:trPr>
          <w:trHeight w:val="350"/>
        </w:trPr>
        <w:tc>
          <w:tcPr>
            <w:tcW w:w="4288" w:type="dxa"/>
            <w:shd w:val="clear" w:color="auto" w:fill="auto"/>
          </w:tcPr>
          <w:p w:rsidR="00E275C9" w:rsidRDefault="00E275C9" w:rsidP="00E275C9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آنانكه كه خاك را به نظر </w:t>
            </w:r>
            <w:r>
              <w:rPr>
                <w:rFonts w:hint="cs"/>
                <w:rtl/>
              </w:rPr>
              <w:t>کیمیا</w:t>
            </w:r>
            <w:r>
              <w:rPr>
                <w:rtl/>
              </w:rPr>
              <w:t xml:space="preserve">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275C9" w:rsidRDefault="00E275C9" w:rsidP="00E275C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275C9" w:rsidRDefault="00E275C9" w:rsidP="00E275C9">
            <w:pPr>
              <w:pStyle w:val="libPoem"/>
              <w:rPr>
                <w:rtl/>
              </w:rPr>
            </w:pPr>
            <w:r>
              <w:rPr>
                <w:rtl/>
              </w:rPr>
              <w:t>آیا شود كه گوشه چشمى به ما كنند؟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0655A" w:rsidRDefault="00134B66" w:rsidP="0020655A">
      <w:pPr>
        <w:pStyle w:val="libNormal"/>
        <w:rPr>
          <w:rtl/>
        </w:rPr>
      </w:pPr>
      <w:r>
        <w:rPr>
          <w:rtl/>
        </w:rPr>
        <w:t>ن</w:t>
      </w:r>
      <w:r w:rsidR="00E275C9">
        <w:rPr>
          <w:rtl/>
        </w:rPr>
        <w:t>ی</w:t>
      </w:r>
      <w:r>
        <w:rPr>
          <w:rtl/>
        </w:rPr>
        <w:t>ازمند رحمت الهى</w:t>
      </w:r>
      <w:r w:rsidR="00E275C9">
        <w:rPr>
          <w:rtl/>
        </w:rPr>
        <w:t xml:space="preserve">، </w:t>
      </w:r>
      <w:r>
        <w:rPr>
          <w:rtl/>
        </w:rPr>
        <w:t>مصطفى اول</w:t>
      </w:r>
      <w:r w:rsidR="00E275C9">
        <w:rPr>
          <w:rtl/>
        </w:rPr>
        <w:t>ی</w:t>
      </w:r>
      <w:r>
        <w:rPr>
          <w:rtl/>
        </w:rPr>
        <w:t xml:space="preserve">ائى </w:t>
      </w:r>
      <w:r w:rsidR="00883263">
        <w:rPr>
          <w:rtl/>
        </w:rPr>
        <w:t>6</w:t>
      </w:r>
      <w:r>
        <w:rPr>
          <w:rtl/>
        </w:rPr>
        <w:t>/</w:t>
      </w:r>
      <w:r w:rsidR="00883263">
        <w:rPr>
          <w:rtl/>
        </w:rPr>
        <w:t>5</w:t>
      </w:r>
      <w:r>
        <w:rPr>
          <w:rtl/>
        </w:rPr>
        <w:t>/</w:t>
      </w:r>
      <w:r w:rsidR="00883263">
        <w:rPr>
          <w:rtl/>
        </w:rPr>
        <w:t>1375</w:t>
      </w:r>
      <w:r w:rsidR="0020655A">
        <w:rPr>
          <w:rtl/>
        </w:rPr>
        <w:t xml:space="preserve"> </w:t>
      </w:r>
    </w:p>
    <w:p w:rsidR="00134B66" w:rsidRDefault="0020655A" w:rsidP="0020655A">
      <w:pPr>
        <w:pStyle w:val="Heading2"/>
        <w:rPr>
          <w:rtl/>
        </w:rPr>
      </w:pPr>
      <w:r>
        <w:rPr>
          <w:rtl/>
        </w:rPr>
        <w:br w:type="page"/>
      </w:r>
      <w:bookmarkStart w:id="2" w:name="_Toc425238171"/>
      <w:r w:rsidR="00134B66">
        <w:rPr>
          <w:rtl/>
        </w:rPr>
        <w:lastRenderedPageBreak/>
        <w:t>عق</w:t>
      </w:r>
      <w:r w:rsidR="00E275C9">
        <w:rPr>
          <w:rtl/>
        </w:rPr>
        <w:t>ی</w:t>
      </w:r>
      <w:r w:rsidR="00134B66">
        <w:rPr>
          <w:rtl/>
        </w:rPr>
        <w:t>له بنى هاشم</w:t>
      </w:r>
      <w:bookmarkEnd w:id="2"/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«ز</w:t>
      </w:r>
      <w:r w:rsidR="00E275C9">
        <w:rPr>
          <w:rtl/>
        </w:rPr>
        <w:t>ی</w:t>
      </w:r>
      <w:r>
        <w:rPr>
          <w:rtl/>
        </w:rPr>
        <w:t>نب كبرى»</w:t>
      </w:r>
      <w:r w:rsidR="00E275C9">
        <w:rPr>
          <w:rtl/>
        </w:rPr>
        <w:t xml:space="preserve">، </w:t>
      </w:r>
      <w:r>
        <w:rPr>
          <w:rtl/>
        </w:rPr>
        <w:t>عق</w:t>
      </w:r>
      <w:r w:rsidR="00E275C9">
        <w:rPr>
          <w:rtl/>
        </w:rPr>
        <w:t>ی</w:t>
      </w:r>
      <w:r>
        <w:rPr>
          <w:rtl/>
        </w:rPr>
        <w:t>له بنى هاشم</w:t>
      </w:r>
      <w:r w:rsidR="00E275C9">
        <w:rPr>
          <w:rtl/>
        </w:rPr>
        <w:t xml:space="preserve">، </w:t>
      </w:r>
      <w:r>
        <w:rPr>
          <w:rtl/>
        </w:rPr>
        <w:t>سوّم</w:t>
      </w:r>
      <w:r w:rsidR="00E275C9">
        <w:rPr>
          <w:rtl/>
        </w:rPr>
        <w:t>ی</w:t>
      </w:r>
      <w:r>
        <w:rPr>
          <w:rtl/>
        </w:rPr>
        <w:t>ن فرزند حضرت ام</w:t>
      </w:r>
      <w:r w:rsidR="00E275C9">
        <w:rPr>
          <w:rtl/>
        </w:rPr>
        <w:t>ی</w:t>
      </w:r>
      <w:r>
        <w:rPr>
          <w:rtl/>
        </w:rPr>
        <w:t>ر ال</w:t>
      </w:r>
      <w:r w:rsidR="00DC0423">
        <w:rPr>
          <w:rtl/>
        </w:rPr>
        <w:t>مؤمن</w:t>
      </w:r>
      <w:r w:rsidR="00E275C9">
        <w:rPr>
          <w:rtl/>
        </w:rPr>
        <w:t>ی</w:t>
      </w:r>
      <w:r>
        <w:rPr>
          <w:rtl/>
        </w:rPr>
        <w:t>ن على بن اب</w:t>
      </w:r>
      <w:r w:rsidR="00E275C9">
        <w:rPr>
          <w:rtl/>
        </w:rPr>
        <w:t>ی</w:t>
      </w:r>
      <w:r>
        <w:rPr>
          <w:rtl/>
        </w:rPr>
        <w:t xml:space="preserve">طالب و حضرت فاطمه زهرا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است كه در روز پنجم جمادى الاول سال پنجم </w:t>
      </w:r>
      <w:r w:rsidR="00E275C9">
        <w:rPr>
          <w:rtl/>
        </w:rPr>
        <w:t>ی</w:t>
      </w:r>
      <w:r>
        <w:rPr>
          <w:rtl/>
        </w:rPr>
        <w:t>ا ششم هجرى</w:t>
      </w:r>
      <w:r w:rsidR="00E275C9">
        <w:rPr>
          <w:rtl/>
        </w:rPr>
        <w:t xml:space="preserve">، </w:t>
      </w:r>
      <w:r>
        <w:rPr>
          <w:rtl/>
        </w:rPr>
        <w:t>در مد</w:t>
      </w:r>
      <w:r w:rsidR="00E275C9">
        <w:rPr>
          <w:rtl/>
        </w:rPr>
        <w:t>ی</w:t>
      </w:r>
      <w:r>
        <w:rPr>
          <w:rtl/>
        </w:rPr>
        <w:t>نه ط</w:t>
      </w:r>
      <w:r w:rsidR="00E275C9">
        <w:rPr>
          <w:rtl/>
        </w:rPr>
        <w:t>ی</w:t>
      </w:r>
      <w:r>
        <w:rPr>
          <w:rtl/>
        </w:rPr>
        <w:t>به د</w:t>
      </w:r>
      <w:r w:rsidR="00E275C9">
        <w:rPr>
          <w:rtl/>
        </w:rPr>
        <w:t>ی</w:t>
      </w:r>
      <w:r>
        <w:rPr>
          <w:rtl/>
        </w:rPr>
        <w:t>ده به جهان گشود و پ</w:t>
      </w:r>
      <w:r w:rsidR="00E275C9">
        <w:rPr>
          <w:rtl/>
        </w:rPr>
        <w:t>ی</w:t>
      </w:r>
      <w:r>
        <w:rPr>
          <w:rtl/>
        </w:rPr>
        <w:t xml:space="preserve">امبر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نام «ز</w:t>
      </w:r>
      <w:r w:rsidR="00E275C9">
        <w:rPr>
          <w:rtl/>
        </w:rPr>
        <w:t>ی</w:t>
      </w:r>
      <w:r>
        <w:rPr>
          <w:rtl/>
        </w:rPr>
        <w:t>نب» را براى وى برگز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او</w:t>
      </w:r>
      <w:r w:rsidR="0020655A">
        <w:rPr>
          <w:rFonts w:hint="cs"/>
          <w:rtl/>
        </w:rPr>
        <w:t xml:space="preserve"> </w:t>
      </w:r>
      <w:r>
        <w:rPr>
          <w:rtl/>
        </w:rPr>
        <w:t xml:space="preserve">تازه به سن پنج </w:t>
      </w:r>
      <w:r w:rsidR="00E275C9">
        <w:rPr>
          <w:rtl/>
        </w:rPr>
        <w:t>ی</w:t>
      </w:r>
      <w:r>
        <w:rPr>
          <w:rtl/>
        </w:rPr>
        <w:t>ا شش سالگى رس</w:t>
      </w:r>
      <w:r w:rsidR="00E275C9">
        <w:rPr>
          <w:rtl/>
        </w:rPr>
        <w:t>ی</w:t>
      </w:r>
      <w:r>
        <w:rPr>
          <w:rtl/>
        </w:rPr>
        <w:t>ده بودكه جدبزرگوارش</w:t>
      </w:r>
      <w:r w:rsidR="00E275C9">
        <w:rPr>
          <w:rtl/>
        </w:rPr>
        <w:t xml:space="preserve"> </w:t>
      </w:r>
      <w:r>
        <w:rPr>
          <w:rtl/>
        </w:rPr>
        <w:t xml:space="preserve">رسول اكرم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و پس از اندك فاصله اى</w:t>
      </w:r>
      <w:r w:rsidR="00E275C9">
        <w:rPr>
          <w:rtl/>
        </w:rPr>
        <w:t xml:space="preserve">، </w:t>
      </w:r>
      <w:r>
        <w:rPr>
          <w:rtl/>
        </w:rPr>
        <w:t>مادر ارجمند و گرانما</w:t>
      </w:r>
      <w:r w:rsidR="00E275C9">
        <w:rPr>
          <w:rtl/>
        </w:rPr>
        <w:t>ی</w:t>
      </w:r>
      <w:r>
        <w:rPr>
          <w:rtl/>
        </w:rPr>
        <w:t>ه اش فاطمه زهرا</w:t>
      </w:r>
      <w:r w:rsidR="00E275C9">
        <w:rPr>
          <w:rtl/>
        </w:rPr>
        <w:t xml:space="preserve"> </w:t>
      </w:r>
      <w:r>
        <w:rPr>
          <w:rtl/>
        </w:rPr>
        <w:t>سلام اللّه عل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 xml:space="preserve"> </w:t>
      </w:r>
      <w:r>
        <w:rPr>
          <w:rtl/>
        </w:rPr>
        <w:t>را از دست داد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اگر چه تنها اندك زمانى سعادت درك حضور ا</w:t>
      </w:r>
      <w:r w:rsidR="00E275C9">
        <w:rPr>
          <w:rtl/>
        </w:rPr>
        <w:t>ی</w:t>
      </w:r>
      <w:r>
        <w:rPr>
          <w:rtl/>
        </w:rPr>
        <w:t>ن دو بزرگوار را داشت امّا در هم</w:t>
      </w:r>
      <w:r w:rsidR="00E275C9">
        <w:rPr>
          <w:rtl/>
        </w:rPr>
        <w:t>ی</w:t>
      </w:r>
      <w:r>
        <w:rPr>
          <w:rtl/>
        </w:rPr>
        <w:t>ن مدت كوتاه كه آغاز شكل گ</w:t>
      </w:r>
      <w:r w:rsidR="00E275C9">
        <w:rPr>
          <w:rtl/>
        </w:rPr>
        <w:t>ی</w:t>
      </w:r>
      <w:r>
        <w:rPr>
          <w:rtl/>
        </w:rPr>
        <w:t>رى شخص</w:t>
      </w:r>
      <w:r w:rsidR="00E275C9">
        <w:rPr>
          <w:rtl/>
        </w:rPr>
        <w:t>ی</w:t>
      </w:r>
      <w:r>
        <w:rPr>
          <w:rtl/>
        </w:rPr>
        <w:t>ت او بود</w:t>
      </w:r>
      <w:r w:rsidR="00E275C9">
        <w:rPr>
          <w:rtl/>
        </w:rPr>
        <w:t xml:space="preserve">، </w:t>
      </w:r>
      <w:r>
        <w:rPr>
          <w:rtl/>
        </w:rPr>
        <w:t>از پرتو تابناك انوار ط</w:t>
      </w:r>
      <w:r w:rsidR="00E275C9">
        <w:rPr>
          <w:rtl/>
        </w:rPr>
        <w:t>ی</w:t>
      </w:r>
      <w:r>
        <w:rPr>
          <w:rtl/>
        </w:rPr>
        <w:t>به آن دو معصوم</w:t>
      </w:r>
      <w:r w:rsidR="00E275C9">
        <w:rPr>
          <w:rtl/>
        </w:rPr>
        <w:t xml:space="preserve">، </w:t>
      </w:r>
      <w:r>
        <w:rPr>
          <w:rtl/>
        </w:rPr>
        <w:t>سرما</w:t>
      </w:r>
      <w:r w:rsidR="00E275C9">
        <w:rPr>
          <w:rtl/>
        </w:rPr>
        <w:t>ی</w:t>
      </w:r>
      <w:r>
        <w:rPr>
          <w:rtl/>
        </w:rPr>
        <w:t>ه گرانبها</w:t>
      </w:r>
      <w:r w:rsidR="00E275C9">
        <w:rPr>
          <w:rtl/>
        </w:rPr>
        <w:t>ی</w:t>
      </w:r>
      <w:r>
        <w:rPr>
          <w:rtl/>
        </w:rPr>
        <w:t>ى براى آ</w:t>
      </w:r>
      <w:r w:rsidR="00E275C9">
        <w:rPr>
          <w:rtl/>
        </w:rPr>
        <w:t>ی</w:t>
      </w:r>
      <w:r>
        <w:rPr>
          <w:rtl/>
        </w:rPr>
        <w:t>نده خو</w:t>
      </w:r>
      <w:r w:rsidR="00E275C9">
        <w:rPr>
          <w:rtl/>
        </w:rPr>
        <w:t>ی</w:t>
      </w:r>
      <w:r>
        <w:rPr>
          <w:rtl/>
        </w:rPr>
        <w:t>ش كسب كرد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وى از آن پس</w:t>
      </w:r>
      <w:r w:rsidR="00E275C9">
        <w:rPr>
          <w:rtl/>
        </w:rPr>
        <w:t xml:space="preserve">، </w:t>
      </w:r>
      <w:r>
        <w:rPr>
          <w:rtl/>
        </w:rPr>
        <w:t xml:space="preserve">تا هنگامى كه سن </w:t>
      </w:r>
      <w:r w:rsidR="00883263">
        <w:rPr>
          <w:rtl/>
        </w:rPr>
        <w:t>35</w:t>
      </w:r>
      <w:r>
        <w:rPr>
          <w:rtl/>
        </w:rPr>
        <w:t xml:space="preserve"> سالگى را پشت سر نهاد</w:t>
      </w:r>
      <w:r w:rsidR="00E275C9">
        <w:rPr>
          <w:rtl/>
        </w:rPr>
        <w:t xml:space="preserve">، </w:t>
      </w:r>
      <w:r>
        <w:rPr>
          <w:rtl/>
        </w:rPr>
        <w:t>از ترب</w:t>
      </w:r>
      <w:r w:rsidR="00E275C9">
        <w:rPr>
          <w:rtl/>
        </w:rPr>
        <w:t>ی</w:t>
      </w:r>
      <w:r>
        <w:rPr>
          <w:rtl/>
        </w:rPr>
        <w:t>ت و مصاحبت پدر والامقام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 xml:space="preserve">على مرتضى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برخوردار بود و در ا</w:t>
      </w:r>
      <w:r w:rsidR="00E275C9">
        <w:rPr>
          <w:rtl/>
        </w:rPr>
        <w:t>ی</w:t>
      </w:r>
      <w:r>
        <w:rPr>
          <w:rtl/>
        </w:rPr>
        <w:t>ن مدت</w:t>
      </w:r>
      <w:r w:rsidR="00E275C9">
        <w:rPr>
          <w:rtl/>
        </w:rPr>
        <w:t xml:space="preserve">، </w:t>
      </w:r>
      <w:r>
        <w:rPr>
          <w:rtl/>
        </w:rPr>
        <w:t>با تمام وجود</w:t>
      </w:r>
      <w:r w:rsidR="00E275C9">
        <w:rPr>
          <w:rtl/>
        </w:rPr>
        <w:t xml:space="preserve">، </w:t>
      </w:r>
      <w:r>
        <w:rPr>
          <w:rtl/>
        </w:rPr>
        <w:t>شاهد خانه نش</w:t>
      </w:r>
      <w:r w:rsidR="00E275C9">
        <w:rPr>
          <w:rtl/>
        </w:rPr>
        <w:t>ی</w:t>
      </w:r>
      <w:r>
        <w:rPr>
          <w:rtl/>
        </w:rPr>
        <w:t>نى و مظلوم</w:t>
      </w:r>
      <w:r w:rsidR="00E275C9">
        <w:rPr>
          <w:rtl/>
        </w:rPr>
        <w:t>ی</w:t>
      </w:r>
      <w:r>
        <w:rPr>
          <w:rtl/>
        </w:rPr>
        <w:t>ت آن مردى بود كه از آغاز دعوت رسول اسلام تا لحظه رحلت آن پ</w:t>
      </w:r>
      <w:r w:rsidR="00E275C9">
        <w:rPr>
          <w:rtl/>
        </w:rPr>
        <w:t>ی</w:t>
      </w:r>
      <w:r>
        <w:rPr>
          <w:rtl/>
        </w:rPr>
        <w:t>امبر راست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شب و روز پروانه وار</w:t>
      </w:r>
      <w:r w:rsidR="00E275C9">
        <w:rPr>
          <w:rtl/>
        </w:rPr>
        <w:t>،</w:t>
      </w:r>
      <w:r w:rsidR="0020655A">
        <w:rPr>
          <w:rtl/>
        </w:rPr>
        <w:t xml:space="preserve"> </w:t>
      </w:r>
      <w:r>
        <w:rPr>
          <w:rtl/>
        </w:rPr>
        <w:t xml:space="preserve">گرد شمع وجود محمّدى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ر طواف بود و براى نشر آئ</w:t>
      </w:r>
      <w:r w:rsidR="00E275C9">
        <w:rPr>
          <w:rtl/>
        </w:rPr>
        <w:t>ی</w:t>
      </w:r>
      <w:r>
        <w:rPr>
          <w:rtl/>
        </w:rPr>
        <w:t>ن او</w:t>
      </w:r>
      <w:r w:rsidR="00E275C9">
        <w:rPr>
          <w:rtl/>
        </w:rPr>
        <w:t xml:space="preserve">، </w:t>
      </w:r>
      <w:r>
        <w:rPr>
          <w:rtl/>
        </w:rPr>
        <w:t>صادقانه تلاش مى كرد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 </w:t>
      </w:r>
      <w:r>
        <w:rPr>
          <w:rtl/>
        </w:rPr>
        <w:t>سلام اللّه عل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 xml:space="preserve"> </w:t>
      </w:r>
      <w:r>
        <w:rPr>
          <w:rtl/>
        </w:rPr>
        <w:t>به چشم خود مى د</w:t>
      </w:r>
      <w:r w:rsidR="00E275C9">
        <w:rPr>
          <w:rtl/>
        </w:rPr>
        <w:t>ی</w:t>
      </w:r>
      <w:r>
        <w:rPr>
          <w:rtl/>
        </w:rPr>
        <w:t>د تنها كسى كه شا</w:t>
      </w:r>
      <w:r w:rsidR="00E275C9">
        <w:rPr>
          <w:rtl/>
        </w:rPr>
        <w:t>ی</w:t>
      </w:r>
      <w:r>
        <w:rPr>
          <w:rtl/>
        </w:rPr>
        <w:t>ستگى و ل</w:t>
      </w:r>
      <w:r w:rsidR="00E275C9">
        <w:rPr>
          <w:rtl/>
        </w:rPr>
        <w:t>ی</w:t>
      </w:r>
      <w:r>
        <w:rPr>
          <w:rtl/>
        </w:rPr>
        <w:t>اقت جانش</w:t>
      </w:r>
      <w:r w:rsidR="00E275C9">
        <w:rPr>
          <w:rtl/>
        </w:rPr>
        <w:t>ی</w:t>
      </w:r>
      <w:r>
        <w:rPr>
          <w:rtl/>
        </w:rPr>
        <w:t>نى پ</w:t>
      </w:r>
      <w:r w:rsidR="00E275C9">
        <w:rPr>
          <w:rtl/>
        </w:rPr>
        <w:t>ی</w:t>
      </w:r>
      <w:r>
        <w:rPr>
          <w:rtl/>
        </w:rPr>
        <w:t xml:space="preserve">امبر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را داشت</w:t>
      </w:r>
      <w:r w:rsidR="00E275C9">
        <w:rPr>
          <w:rtl/>
        </w:rPr>
        <w:t xml:space="preserve">، </w:t>
      </w:r>
      <w:r>
        <w:rPr>
          <w:rtl/>
        </w:rPr>
        <w:t>چگونه به ناحق خانه نش</w:t>
      </w:r>
      <w:r w:rsidR="00E275C9">
        <w:rPr>
          <w:rtl/>
        </w:rPr>
        <w:t>ی</w:t>
      </w:r>
      <w:r>
        <w:rPr>
          <w:rtl/>
        </w:rPr>
        <w:t>ن شد و چه رنجها</w:t>
      </w:r>
      <w:r w:rsidR="00E275C9">
        <w:rPr>
          <w:rtl/>
        </w:rPr>
        <w:t>ی</w:t>
      </w:r>
      <w:r>
        <w:rPr>
          <w:rtl/>
        </w:rPr>
        <w:t>ى را تحمل كرد</w:t>
      </w:r>
      <w:r w:rsidR="00E275C9">
        <w:rPr>
          <w:rtl/>
        </w:rPr>
        <w:t xml:space="preserve">، </w:t>
      </w:r>
      <w:r>
        <w:rPr>
          <w:rtl/>
        </w:rPr>
        <w:t>از ا</w:t>
      </w:r>
      <w:r w:rsidR="00E275C9">
        <w:rPr>
          <w:rtl/>
        </w:rPr>
        <w:t>ی</w:t>
      </w:r>
      <w:r>
        <w:rPr>
          <w:rtl/>
        </w:rPr>
        <w:t>نكه مى د</w:t>
      </w:r>
      <w:r w:rsidR="00E275C9">
        <w:rPr>
          <w:rtl/>
        </w:rPr>
        <w:t>ی</w:t>
      </w:r>
      <w:r>
        <w:rPr>
          <w:rtl/>
        </w:rPr>
        <w:t>د اسلام از مس</w:t>
      </w:r>
      <w:r w:rsidR="00E275C9">
        <w:rPr>
          <w:rtl/>
        </w:rPr>
        <w:t>ی</w:t>
      </w:r>
      <w:r>
        <w:rPr>
          <w:rtl/>
        </w:rPr>
        <w:t>ر اصلى خود</w:t>
      </w:r>
      <w:r w:rsidR="00E275C9">
        <w:rPr>
          <w:rtl/>
        </w:rPr>
        <w:t xml:space="preserve">، </w:t>
      </w:r>
      <w:r>
        <w:rPr>
          <w:rtl/>
        </w:rPr>
        <w:t>رفته رفته منحرف مى شود و پدرش «على» از ا</w:t>
      </w:r>
      <w:r w:rsidR="00E275C9">
        <w:rPr>
          <w:rtl/>
        </w:rPr>
        <w:t>ی</w:t>
      </w:r>
      <w:r>
        <w:rPr>
          <w:rtl/>
        </w:rPr>
        <w:t>ن بابت</w:t>
      </w:r>
      <w:r w:rsidR="00E275C9">
        <w:rPr>
          <w:rtl/>
        </w:rPr>
        <w:t xml:space="preserve">، </w:t>
      </w:r>
      <w:r>
        <w:rPr>
          <w:rtl/>
        </w:rPr>
        <w:t>بس</w:t>
      </w:r>
      <w:r w:rsidR="00E275C9">
        <w:rPr>
          <w:rtl/>
        </w:rPr>
        <w:t>ی</w:t>
      </w:r>
      <w:r>
        <w:rPr>
          <w:rtl/>
        </w:rPr>
        <w:t>ار ناراحت مى باشد</w:t>
      </w:r>
      <w:r w:rsidR="00E275C9">
        <w:rPr>
          <w:rtl/>
        </w:rPr>
        <w:t xml:space="preserve">، </w:t>
      </w:r>
      <w:r>
        <w:rPr>
          <w:rtl/>
        </w:rPr>
        <w:t>ولى به خاطر جلوگ</w:t>
      </w:r>
      <w:r w:rsidR="00E275C9">
        <w:rPr>
          <w:rtl/>
        </w:rPr>
        <w:t>ی</w:t>
      </w:r>
      <w:r>
        <w:rPr>
          <w:rtl/>
        </w:rPr>
        <w:t>رى از تفرقه و اختلاف</w:t>
      </w:r>
      <w:r w:rsidR="00E275C9">
        <w:rPr>
          <w:rtl/>
        </w:rPr>
        <w:t xml:space="preserve">، </w:t>
      </w:r>
      <w:r>
        <w:rPr>
          <w:rtl/>
        </w:rPr>
        <w:t>دم فرو بسته است و درد دل خو</w:t>
      </w:r>
      <w:r w:rsidR="00E275C9">
        <w:rPr>
          <w:rtl/>
        </w:rPr>
        <w:t>ی</w:t>
      </w:r>
      <w:r>
        <w:rPr>
          <w:rtl/>
        </w:rPr>
        <w:t>ش را فقط با چاه مى گو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ن</w:t>
      </w:r>
      <w:r w:rsidR="00E275C9">
        <w:rPr>
          <w:rtl/>
        </w:rPr>
        <w:t>ی</w:t>
      </w:r>
      <w:r>
        <w:rPr>
          <w:rtl/>
        </w:rPr>
        <w:t>ز رنج مى برد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آرى او</w:t>
      </w:r>
      <w:r w:rsidR="00E275C9">
        <w:rPr>
          <w:rtl/>
        </w:rPr>
        <w:t xml:space="preserve">، </w:t>
      </w:r>
      <w:r>
        <w:rPr>
          <w:rtl/>
        </w:rPr>
        <w:t>ناملا</w:t>
      </w:r>
      <w:r w:rsidR="00E275C9">
        <w:rPr>
          <w:rtl/>
        </w:rPr>
        <w:t>ی</w:t>
      </w:r>
      <w:r>
        <w:rPr>
          <w:rtl/>
        </w:rPr>
        <w:t>ماتى را كه بعد از رحلت پ</w:t>
      </w:r>
      <w:r w:rsidR="00E275C9">
        <w:rPr>
          <w:rtl/>
        </w:rPr>
        <w:t>ی</w:t>
      </w:r>
      <w:r>
        <w:rPr>
          <w:rtl/>
        </w:rPr>
        <w:t xml:space="preserve">غمبر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بر بزرگ زن اسلام</w:t>
      </w:r>
      <w:r w:rsidR="00E275C9">
        <w:rPr>
          <w:rtl/>
        </w:rPr>
        <w:t xml:space="preserve">، </w:t>
      </w:r>
      <w:r>
        <w:rPr>
          <w:rtl/>
        </w:rPr>
        <w:t>مادر گرام</w:t>
      </w:r>
      <w:r w:rsidR="00E275C9">
        <w:rPr>
          <w:rtl/>
        </w:rPr>
        <w:t>ی</w:t>
      </w:r>
      <w:r>
        <w:rPr>
          <w:rtl/>
        </w:rPr>
        <w:t>ش فاطمه زهرا وارد شد</w:t>
      </w:r>
      <w:r w:rsidR="00E275C9">
        <w:rPr>
          <w:rtl/>
        </w:rPr>
        <w:t xml:space="preserve">، </w:t>
      </w:r>
      <w:r>
        <w:rPr>
          <w:rtl/>
        </w:rPr>
        <w:t xml:space="preserve">همه و همه را لمس كرد و آنچه در مدت </w:t>
      </w:r>
      <w:r w:rsidR="00883263">
        <w:rPr>
          <w:rtl/>
        </w:rPr>
        <w:t>25</w:t>
      </w:r>
      <w:r>
        <w:rPr>
          <w:rtl/>
        </w:rPr>
        <w:t xml:space="preserve"> سال خانه نش</w:t>
      </w:r>
      <w:r w:rsidR="00E275C9">
        <w:rPr>
          <w:rtl/>
        </w:rPr>
        <w:t>ی</w:t>
      </w:r>
      <w:r>
        <w:rPr>
          <w:rtl/>
        </w:rPr>
        <w:t>نى پدر ارجمندش را رنج مى داد با تمام وجود احساس مى كرد</w:t>
      </w:r>
      <w:r w:rsidR="00E275C9">
        <w:rPr>
          <w:rtl/>
        </w:rPr>
        <w:t xml:space="preserve">. </w:t>
      </w:r>
      <w:r>
        <w:rPr>
          <w:rtl/>
        </w:rPr>
        <w:t>در تمام ا</w:t>
      </w:r>
      <w:r w:rsidR="00E275C9">
        <w:rPr>
          <w:rtl/>
        </w:rPr>
        <w:t>ی</w:t>
      </w:r>
      <w:r>
        <w:rPr>
          <w:rtl/>
        </w:rPr>
        <w:t>ن مدت</w:t>
      </w:r>
      <w:r w:rsidR="00E275C9">
        <w:rPr>
          <w:rtl/>
        </w:rPr>
        <w:t xml:space="preserve">، </w:t>
      </w:r>
      <w:r>
        <w:rPr>
          <w:rtl/>
        </w:rPr>
        <w:t>او درس مى آموخت</w:t>
      </w:r>
      <w:r w:rsidR="00E275C9">
        <w:rPr>
          <w:rtl/>
        </w:rPr>
        <w:t xml:space="preserve">. </w:t>
      </w:r>
      <w:r>
        <w:rPr>
          <w:rtl/>
        </w:rPr>
        <w:t>او نه تنها در مكتب پدر با فرهنگ و معارف اسلام واقعى آشنا مى شد</w:t>
      </w:r>
      <w:r w:rsidR="00E275C9">
        <w:rPr>
          <w:rtl/>
        </w:rPr>
        <w:t xml:space="preserve">، </w:t>
      </w:r>
      <w:r>
        <w:rPr>
          <w:rtl/>
        </w:rPr>
        <w:t>بلكه در جر</w:t>
      </w:r>
      <w:r w:rsidR="00E275C9">
        <w:rPr>
          <w:rtl/>
        </w:rPr>
        <w:t>ی</w:t>
      </w:r>
      <w:r>
        <w:rPr>
          <w:rtl/>
        </w:rPr>
        <w:t>ان دق</w:t>
      </w:r>
      <w:r w:rsidR="00E275C9">
        <w:rPr>
          <w:rtl/>
        </w:rPr>
        <w:t>ی</w:t>
      </w:r>
      <w:r>
        <w:rPr>
          <w:rtl/>
        </w:rPr>
        <w:t>ق تر</w:t>
      </w:r>
      <w:r w:rsidR="00E275C9">
        <w:rPr>
          <w:rtl/>
        </w:rPr>
        <w:t>ی</w:t>
      </w:r>
      <w:r>
        <w:rPr>
          <w:rtl/>
        </w:rPr>
        <w:t>ن مسائل س</w:t>
      </w:r>
      <w:r w:rsidR="00E275C9">
        <w:rPr>
          <w:rtl/>
        </w:rPr>
        <w:t>ی</w:t>
      </w:r>
      <w:r>
        <w:rPr>
          <w:rtl/>
        </w:rPr>
        <w:t>اسى و اجتماعى جهان اسلام ن</w:t>
      </w:r>
      <w:r w:rsidR="00E275C9">
        <w:rPr>
          <w:rtl/>
        </w:rPr>
        <w:t>ی</w:t>
      </w:r>
      <w:r>
        <w:rPr>
          <w:rtl/>
        </w:rPr>
        <w:t>ز قرار مى گرفت</w:t>
      </w:r>
      <w:r w:rsidR="00E275C9">
        <w:rPr>
          <w:rtl/>
        </w:rPr>
        <w:t xml:space="preserve">. </w:t>
      </w:r>
      <w:r>
        <w:rPr>
          <w:rtl/>
        </w:rPr>
        <w:t>در دوران كوتاه خلافت ظاهرى مولاى موحد</w:t>
      </w:r>
      <w:r w:rsidR="00E275C9">
        <w:rPr>
          <w:rtl/>
        </w:rPr>
        <w:t>ی</w:t>
      </w:r>
      <w:r>
        <w:rPr>
          <w:rtl/>
        </w:rPr>
        <w:t>ن كه چهار سال و نه ماه ب</w:t>
      </w:r>
      <w:r w:rsidR="00E275C9">
        <w:rPr>
          <w:rtl/>
        </w:rPr>
        <w:t>ی</w:t>
      </w:r>
      <w:r>
        <w:rPr>
          <w:rtl/>
        </w:rPr>
        <w:t>ش نپا</w:t>
      </w:r>
      <w:r w:rsidR="00E275C9">
        <w:rPr>
          <w:rtl/>
        </w:rPr>
        <w:t>یی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كبرى</w:t>
      </w:r>
      <w:r w:rsidR="00E275C9">
        <w:rPr>
          <w:rtl/>
        </w:rPr>
        <w:t xml:space="preserve"> </w:t>
      </w:r>
      <w:r>
        <w:rPr>
          <w:rtl/>
        </w:rPr>
        <w:t>سلام اللّه عل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 xml:space="preserve"> </w:t>
      </w:r>
      <w:r>
        <w:rPr>
          <w:rtl/>
        </w:rPr>
        <w:t>همراه همسر و پسر عمو</w:t>
      </w:r>
      <w:r w:rsidR="00E275C9">
        <w:rPr>
          <w:rtl/>
        </w:rPr>
        <w:t>ی</w:t>
      </w:r>
      <w:r>
        <w:rPr>
          <w:rtl/>
        </w:rPr>
        <w:t>ش «عبداللّه بن جعفر ط</w:t>
      </w:r>
      <w:r w:rsidR="00E275C9">
        <w:rPr>
          <w:rtl/>
        </w:rPr>
        <w:t>ی</w:t>
      </w:r>
      <w:r>
        <w:rPr>
          <w:rtl/>
        </w:rPr>
        <w:t>ار» و فرزندان خود</w:t>
      </w:r>
      <w:r w:rsidR="00E275C9">
        <w:rPr>
          <w:rtl/>
        </w:rPr>
        <w:t xml:space="preserve">، </w:t>
      </w:r>
      <w:r>
        <w:rPr>
          <w:rtl/>
        </w:rPr>
        <w:t>راهى كوفه شد تا در كنار پدر باشد</w:t>
      </w:r>
      <w:r w:rsidR="00E275C9">
        <w:rPr>
          <w:rtl/>
        </w:rPr>
        <w:t xml:space="preserve">. </w:t>
      </w:r>
    </w:p>
    <w:p w:rsidR="00134B66" w:rsidRDefault="00134B66" w:rsidP="004A0A9B">
      <w:pPr>
        <w:pStyle w:val="libNormal"/>
        <w:rPr>
          <w:rtl/>
        </w:rPr>
      </w:pPr>
      <w:r>
        <w:rPr>
          <w:rtl/>
        </w:rPr>
        <w:t>همسر او «عبداللّه» اول</w:t>
      </w:r>
      <w:r w:rsidR="00E275C9">
        <w:rPr>
          <w:rtl/>
        </w:rPr>
        <w:t>ی</w:t>
      </w:r>
      <w:r>
        <w:rPr>
          <w:rtl/>
        </w:rPr>
        <w:t>ن مولود اسلام است كه در حبشه د</w:t>
      </w:r>
      <w:r w:rsidR="00E275C9">
        <w:rPr>
          <w:rtl/>
        </w:rPr>
        <w:t>ی</w:t>
      </w:r>
      <w:r>
        <w:rPr>
          <w:rtl/>
        </w:rPr>
        <w:t>ده به جهان گشود</w:t>
      </w:r>
      <w:r w:rsidR="0020655A">
        <w:rPr>
          <w:rtl/>
        </w:rPr>
        <w:t xml:space="preserve"> </w:t>
      </w:r>
      <w:r>
        <w:rPr>
          <w:rtl/>
        </w:rPr>
        <w:t>و بر شرافت و عظمت او هم</w:t>
      </w:r>
      <w:r w:rsidR="00E275C9">
        <w:rPr>
          <w:rtl/>
        </w:rPr>
        <w:t>ی</w:t>
      </w:r>
      <w:r>
        <w:rPr>
          <w:rtl/>
        </w:rPr>
        <w:t>ن بس كه پدرى چون «جعفر ط</w:t>
      </w:r>
      <w:r w:rsidR="00E275C9">
        <w:rPr>
          <w:rtl/>
        </w:rPr>
        <w:t>ی</w:t>
      </w:r>
      <w:r>
        <w:rPr>
          <w:rtl/>
        </w:rPr>
        <w:t>ار» دارد و مادرى چونان «اسماء بنت عم</w:t>
      </w:r>
      <w:r w:rsidR="00E275C9">
        <w:rPr>
          <w:rtl/>
        </w:rPr>
        <w:t>ی</w:t>
      </w:r>
      <w:r>
        <w:rPr>
          <w:rtl/>
        </w:rPr>
        <w:t>س»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چون حضرت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 </w:t>
      </w:r>
      <w:r>
        <w:rPr>
          <w:rtl/>
        </w:rPr>
        <w:t>سلام اللّه عل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 xml:space="preserve"> </w:t>
      </w:r>
      <w:r>
        <w:rPr>
          <w:rtl/>
        </w:rPr>
        <w:t>در تمام احوال</w:t>
      </w:r>
      <w:r w:rsidR="00E275C9">
        <w:rPr>
          <w:rtl/>
        </w:rPr>
        <w:t xml:space="preserve">، </w:t>
      </w:r>
      <w:r>
        <w:rPr>
          <w:rtl/>
        </w:rPr>
        <w:t>مط</w:t>
      </w:r>
      <w:r w:rsidR="00E275C9">
        <w:rPr>
          <w:rtl/>
        </w:rPr>
        <w:t>ی</w:t>
      </w:r>
      <w:r>
        <w:rPr>
          <w:rtl/>
        </w:rPr>
        <w:t>ع و منقاد على و حسن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عليهم‌السلام</w:t>
      </w:r>
      <w:r>
        <w:rPr>
          <w:rtl/>
        </w:rPr>
        <w:t xml:space="preserve"> بود</w:t>
      </w:r>
      <w:r w:rsidR="00E275C9">
        <w:rPr>
          <w:rtl/>
        </w:rPr>
        <w:t xml:space="preserve">، </w:t>
      </w:r>
      <w:r>
        <w:rPr>
          <w:rtl/>
        </w:rPr>
        <w:t>لذا هر چه آنان مصلحت مى د</w:t>
      </w:r>
      <w:r w:rsidR="00E275C9">
        <w:rPr>
          <w:rtl/>
        </w:rPr>
        <w:t>ی</w:t>
      </w:r>
      <w:r>
        <w:rPr>
          <w:rtl/>
        </w:rPr>
        <w:t>دند «عبداللّه» ن</w:t>
      </w:r>
      <w:r w:rsidR="00E275C9">
        <w:rPr>
          <w:rtl/>
        </w:rPr>
        <w:t>ی</w:t>
      </w:r>
      <w:r>
        <w:rPr>
          <w:rtl/>
        </w:rPr>
        <w:t>ز انجام مى داد</w:t>
      </w:r>
      <w:r w:rsidR="00E275C9">
        <w:rPr>
          <w:rtl/>
        </w:rPr>
        <w:t xml:space="preserve">، </w:t>
      </w:r>
      <w:r>
        <w:rPr>
          <w:rtl/>
        </w:rPr>
        <w:t>از ا</w:t>
      </w:r>
      <w:r w:rsidR="00E275C9">
        <w:rPr>
          <w:rtl/>
        </w:rPr>
        <w:t>ی</w:t>
      </w:r>
      <w:r>
        <w:rPr>
          <w:rtl/>
        </w:rPr>
        <w:t>ن رو</w:t>
      </w:r>
      <w:r w:rsidR="00E275C9">
        <w:rPr>
          <w:rtl/>
        </w:rPr>
        <w:t xml:space="preserve">، </w:t>
      </w:r>
      <w:r>
        <w:rPr>
          <w:rtl/>
        </w:rPr>
        <w:t xml:space="preserve">در دوران خلافت ظاهرى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با همسر و فرزندانش به كوفه رفت و هنگامى كه امام حسن مجتبى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از كوفه راهى مد</w:t>
      </w:r>
      <w:r w:rsidR="00E275C9">
        <w:rPr>
          <w:rtl/>
        </w:rPr>
        <w:t>ی</w:t>
      </w:r>
      <w:r>
        <w:rPr>
          <w:rtl/>
        </w:rPr>
        <w:t>نه شد</w:t>
      </w:r>
      <w:r w:rsidR="00E275C9">
        <w:rPr>
          <w:rtl/>
        </w:rPr>
        <w:t xml:space="preserve">، </w:t>
      </w:r>
      <w:r>
        <w:rPr>
          <w:rtl/>
        </w:rPr>
        <w:t>او ن</w:t>
      </w:r>
      <w:r w:rsidR="00E275C9">
        <w:rPr>
          <w:rtl/>
        </w:rPr>
        <w:t>ی</w:t>
      </w:r>
      <w:r>
        <w:rPr>
          <w:rtl/>
        </w:rPr>
        <w:t>ز به مد</w:t>
      </w:r>
      <w:r w:rsidR="00E275C9">
        <w:rPr>
          <w:rtl/>
        </w:rPr>
        <w:t>ی</w:t>
      </w:r>
      <w:r>
        <w:rPr>
          <w:rtl/>
        </w:rPr>
        <w:t>نه برگشت و چون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راهى «حجاز» شد</w:t>
      </w:r>
      <w:r w:rsidR="00E275C9">
        <w:rPr>
          <w:rtl/>
        </w:rPr>
        <w:t xml:space="preserve">، </w:t>
      </w:r>
      <w:r>
        <w:rPr>
          <w:rtl/>
        </w:rPr>
        <w:t>به دستور امام در مد</w:t>
      </w:r>
      <w:r w:rsidR="00E275C9">
        <w:rPr>
          <w:rtl/>
        </w:rPr>
        <w:t>ی</w:t>
      </w:r>
      <w:r>
        <w:rPr>
          <w:rtl/>
        </w:rPr>
        <w:t>نه ماند تا در كنار «محمَّد حنف</w:t>
      </w:r>
      <w:r w:rsidR="00E275C9">
        <w:rPr>
          <w:rtl/>
        </w:rPr>
        <w:t>ی</w:t>
      </w:r>
      <w:r>
        <w:rPr>
          <w:rtl/>
        </w:rPr>
        <w:t>ه» باشد و اخبار آنجا را براى امام حس</w:t>
      </w:r>
      <w:r w:rsidR="00E275C9">
        <w:rPr>
          <w:rtl/>
        </w:rPr>
        <w:t>ی</w:t>
      </w:r>
      <w:r>
        <w:rPr>
          <w:rtl/>
        </w:rPr>
        <w:t>ن بفرستد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ن</w:t>
      </w:r>
      <w:r w:rsidR="00E275C9">
        <w:rPr>
          <w:rtl/>
        </w:rPr>
        <w:t>ی</w:t>
      </w:r>
      <w:r>
        <w:rPr>
          <w:rtl/>
        </w:rPr>
        <w:t>ز وقتى متوجه حركت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جانب كوفه شد</w:t>
      </w:r>
      <w:r w:rsidR="00E275C9">
        <w:rPr>
          <w:rtl/>
        </w:rPr>
        <w:t xml:space="preserve">، </w:t>
      </w:r>
      <w:r>
        <w:rPr>
          <w:rtl/>
        </w:rPr>
        <w:t>با دو پسر خو</w:t>
      </w:r>
      <w:r w:rsidR="00E275C9">
        <w:rPr>
          <w:rtl/>
        </w:rPr>
        <w:t>ی</w:t>
      </w:r>
      <w:r>
        <w:rPr>
          <w:rtl/>
        </w:rPr>
        <w:t>ش «محمَّد و عون»</w:t>
      </w:r>
      <w:r w:rsidR="00E275C9">
        <w:rPr>
          <w:rtl/>
        </w:rPr>
        <w:t xml:space="preserve">، </w:t>
      </w:r>
      <w:r>
        <w:rPr>
          <w:rtl/>
        </w:rPr>
        <w:t>خود را به او 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و چون امام مجدداً به او امر كرد كه در مد</w:t>
      </w:r>
      <w:r w:rsidR="00E275C9">
        <w:rPr>
          <w:rtl/>
        </w:rPr>
        <w:t>ی</w:t>
      </w:r>
      <w:r>
        <w:rPr>
          <w:rtl/>
        </w:rPr>
        <w:t>نه باقى بماند</w:t>
      </w:r>
      <w:r w:rsidR="00E275C9">
        <w:rPr>
          <w:rtl/>
        </w:rPr>
        <w:t xml:space="preserve">، </w:t>
      </w:r>
      <w:r>
        <w:rPr>
          <w:rtl/>
        </w:rPr>
        <w:t>خود به مد</w:t>
      </w:r>
      <w:r w:rsidR="00E275C9">
        <w:rPr>
          <w:rtl/>
        </w:rPr>
        <w:t>ی</w:t>
      </w:r>
      <w:r>
        <w:rPr>
          <w:rtl/>
        </w:rPr>
        <w:t xml:space="preserve">نه بازگشت و پسران خود را سفارش كرد تا </w:t>
      </w:r>
      <w:r>
        <w:rPr>
          <w:rtl/>
        </w:rPr>
        <w:lastRenderedPageBreak/>
        <w:t>در هر حال</w:t>
      </w:r>
      <w:r w:rsidR="00E275C9">
        <w:rPr>
          <w:rtl/>
        </w:rPr>
        <w:t xml:space="preserve">، </w:t>
      </w:r>
      <w:r>
        <w:rPr>
          <w:rtl/>
        </w:rPr>
        <w:t xml:space="preserve">امام خود را </w:t>
      </w:r>
      <w:r w:rsidR="00E275C9">
        <w:rPr>
          <w:rtl/>
        </w:rPr>
        <w:t>ی</w:t>
      </w:r>
      <w:r>
        <w:rPr>
          <w:rtl/>
        </w:rPr>
        <w:t>ارى كنند و آنان ن</w:t>
      </w:r>
      <w:r w:rsidR="00E275C9">
        <w:rPr>
          <w:rtl/>
        </w:rPr>
        <w:t>ی</w:t>
      </w:r>
      <w:r>
        <w:rPr>
          <w:rtl/>
        </w:rPr>
        <w:t>ز تا آنگاه كه شربت شهادت نوش</w:t>
      </w:r>
      <w:r w:rsidR="00E275C9">
        <w:rPr>
          <w:rtl/>
        </w:rPr>
        <w:t>ی</w:t>
      </w:r>
      <w:r>
        <w:rPr>
          <w:rtl/>
        </w:rPr>
        <w:t>دند از كمك كردن به امام خود كوتاهى نكردند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مورخ</w:t>
      </w:r>
      <w:r w:rsidR="00E275C9">
        <w:rPr>
          <w:rtl/>
        </w:rPr>
        <w:t>ی</w:t>
      </w:r>
      <w:r>
        <w:rPr>
          <w:rtl/>
        </w:rPr>
        <w:t>ن «عبداللّه» را بى نها</w:t>
      </w:r>
      <w:r w:rsidR="00E275C9">
        <w:rPr>
          <w:rtl/>
        </w:rPr>
        <w:t>ی</w:t>
      </w:r>
      <w:r>
        <w:rPr>
          <w:rtl/>
        </w:rPr>
        <w:t>ت بخشنده</w:t>
      </w:r>
      <w:r w:rsidR="00E275C9">
        <w:rPr>
          <w:rtl/>
        </w:rPr>
        <w:t xml:space="preserve">، </w:t>
      </w:r>
      <w:r>
        <w:rPr>
          <w:rtl/>
        </w:rPr>
        <w:t>بردبار</w:t>
      </w:r>
      <w:r w:rsidR="00E275C9">
        <w:rPr>
          <w:rtl/>
        </w:rPr>
        <w:t xml:space="preserve">، </w:t>
      </w:r>
      <w:r>
        <w:rPr>
          <w:rtl/>
        </w:rPr>
        <w:t>عف</w:t>
      </w:r>
      <w:r w:rsidR="00E275C9">
        <w:rPr>
          <w:rtl/>
        </w:rPr>
        <w:t>ی</w:t>
      </w:r>
      <w:r>
        <w:rPr>
          <w:rtl/>
        </w:rPr>
        <w:t>ف</w:t>
      </w:r>
      <w:r w:rsidR="00E275C9">
        <w:rPr>
          <w:rtl/>
        </w:rPr>
        <w:t xml:space="preserve">، </w:t>
      </w:r>
      <w:r>
        <w:rPr>
          <w:rtl/>
        </w:rPr>
        <w:t>با سخاوت</w:t>
      </w:r>
      <w:r w:rsidR="00E275C9">
        <w:rPr>
          <w:rtl/>
        </w:rPr>
        <w:t xml:space="preserve">، </w:t>
      </w:r>
      <w:r>
        <w:rPr>
          <w:rtl/>
        </w:rPr>
        <w:t>داراى طبعى عالى</w:t>
      </w:r>
      <w:r w:rsidR="00E275C9">
        <w:rPr>
          <w:rtl/>
        </w:rPr>
        <w:t xml:space="preserve">، </w:t>
      </w:r>
      <w:r>
        <w:rPr>
          <w:rtl/>
        </w:rPr>
        <w:t>همت بلند و گذشتى عج</w:t>
      </w:r>
      <w:r w:rsidR="00E275C9">
        <w:rPr>
          <w:rtl/>
        </w:rPr>
        <w:t>ی</w:t>
      </w:r>
      <w:r>
        <w:rPr>
          <w:rtl/>
        </w:rPr>
        <w:t>ب</w:t>
      </w:r>
      <w:r w:rsidR="00E275C9">
        <w:rPr>
          <w:rtl/>
        </w:rPr>
        <w:t xml:space="preserve">، </w:t>
      </w:r>
      <w:r>
        <w:rPr>
          <w:rtl/>
        </w:rPr>
        <w:t>معرفى كرده اند تا آنجا كه او را «در</w:t>
      </w:r>
      <w:r w:rsidR="00E275C9">
        <w:rPr>
          <w:rtl/>
        </w:rPr>
        <w:t>ی</w:t>
      </w:r>
      <w:r>
        <w:rPr>
          <w:rtl/>
        </w:rPr>
        <w:t>اى جود و سخاوت» لقب داده اند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</w:t>
      </w:r>
      <w:r w:rsidRPr="00B52B2E">
        <w:rPr>
          <w:rStyle w:val="libFootnotenumChar"/>
          <w:rtl/>
        </w:rPr>
        <w:t>)</w:t>
      </w:r>
    </w:p>
    <w:p w:rsidR="00134B66" w:rsidRDefault="00134B66" w:rsidP="004A0A9B">
      <w:pPr>
        <w:pStyle w:val="libNormal"/>
        <w:rPr>
          <w:rtl/>
        </w:rPr>
      </w:pPr>
      <w:r>
        <w:rPr>
          <w:rtl/>
        </w:rPr>
        <w:t xml:space="preserve">آرى در دوران خلافت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ز</w:t>
      </w:r>
      <w:r w:rsidR="00E275C9">
        <w:rPr>
          <w:rtl/>
        </w:rPr>
        <w:t>ی</w:t>
      </w:r>
      <w:r>
        <w:rPr>
          <w:rtl/>
        </w:rPr>
        <w:t>نب كبرى در كوفه اقامت داشت</w:t>
      </w:r>
      <w:r w:rsidR="0020655A">
        <w:rPr>
          <w:rtl/>
        </w:rPr>
        <w:t xml:space="preserve"> </w:t>
      </w:r>
      <w:r>
        <w:rPr>
          <w:rtl/>
        </w:rPr>
        <w:t xml:space="preserve"> لذا با تمام اتفاقات ا</w:t>
      </w:r>
      <w:r w:rsidR="00E275C9">
        <w:rPr>
          <w:rtl/>
        </w:rPr>
        <w:t>ی</w:t>
      </w:r>
      <w:r>
        <w:rPr>
          <w:rtl/>
        </w:rPr>
        <w:t>ن دوران</w:t>
      </w:r>
      <w:r w:rsidR="00E275C9">
        <w:rPr>
          <w:rtl/>
        </w:rPr>
        <w:t xml:space="preserve">، </w:t>
      </w:r>
      <w:r>
        <w:rPr>
          <w:rtl/>
        </w:rPr>
        <w:t>از نزد</w:t>
      </w:r>
      <w:r w:rsidR="00E275C9">
        <w:rPr>
          <w:rtl/>
        </w:rPr>
        <w:t>ی</w:t>
      </w:r>
      <w:r>
        <w:rPr>
          <w:rtl/>
        </w:rPr>
        <w:t>ك آشنا و در هدا</w:t>
      </w:r>
      <w:r w:rsidR="00E275C9">
        <w:rPr>
          <w:rtl/>
        </w:rPr>
        <w:t>ی</w:t>
      </w:r>
      <w:r>
        <w:rPr>
          <w:rtl/>
        </w:rPr>
        <w:t>ت مردم و نشر معارف اسلام</w:t>
      </w:r>
      <w:r w:rsidR="00E275C9">
        <w:rPr>
          <w:rtl/>
        </w:rPr>
        <w:t xml:space="preserve">، </w:t>
      </w:r>
      <w:r>
        <w:rPr>
          <w:rtl/>
        </w:rPr>
        <w:t>عهده دار وظا</w:t>
      </w:r>
      <w:r w:rsidR="00E275C9">
        <w:rPr>
          <w:rtl/>
        </w:rPr>
        <w:t>ی</w:t>
      </w:r>
      <w:r>
        <w:rPr>
          <w:rtl/>
        </w:rPr>
        <w:t>فى بود</w:t>
      </w:r>
      <w:r w:rsidR="00E275C9">
        <w:rPr>
          <w:rtl/>
        </w:rPr>
        <w:t xml:space="preserve">. </w:t>
      </w:r>
    </w:p>
    <w:p w:rsidR="00134B66" w:rsidRPr="004A0A9B" w:rsidRDefault="00134B66" w:rsidP="00134B66">
      <w:pPr>
        <w:pStyle w:val="libNormal"/>
        <w:rPr>
          <w:rStyle w:val="libFootnotenumChar"/>
          <w:rtl/>
        </w:rPr>
      </w:pPr>
      <w:r>
        <w:rPr>
          <w:rtl/>
        </w:rPr>
        <w:t>از اقامت مولاى متق</w:t>
      </w:r>
      <w:r w:rsidR="00E275C9">
        <w:rPr>
          <w:rtl/>
        </w:rPr>
        <w:t>ی</w:t>
      </w:r>
      <w:r>
        <w:rPr>
          <w:rtl/>
        </w:rPr>
        <w:t>ان و خاندانش در كوفه</w:t>
      </w:r>
      <w:r w:rsidR="00E275C9">
        <w:rPr>
          <w:rtl/>
        </w:rPr>
        <w:t>، ی</w:t>
      </w:r>
      <w:r>
        <w:rPr>
          <w:rtl/>
        </w:rPr>
        <w:t>ك سال مى گذشت كه گروهى از زنان</w:t>
      </w:r>
      <w:r w:rsidR="00E275C9">
        <w:rPr>
          <w:rtl/>
        </w:rPr>
        <w:t xml:space="preserve">، </w:t>
      </w:r>
      <w:r>
        <w:rPr>
          <w:rtl/>
        </w:rPr>
        <w:t>شوهران خود را به خدمت امام فرستادند و پ</w:t>
      </w:r>
      <w:r w:rsidR="00E275C9">
        <w:rPr>
          <w:rtl/>
        </w:rPr>
        <w:t>ی</w:t>
      </w:r>
      <w:r>
        <w:rPr>
          <w:rtl/>
        </w:rPr>
        <w:t>ام دادند كه ما شن</w:t>
      </w:r>
      <w:r w:rsidR="00E275C9">
        <w:rPr>
          <w:rtl/>
        </w:rPr>
        <w:t>ی</w:t>
      </w:r>
      <w:r>
        <w:rPr>
          <w:rtl/>
        </w:rPr>
        <w:t>ده ا</w:t>
      </w:r>
      <w:r w:rsidR="00E275C9">
        <w:rPr>
          <w:rtl/>
        </w:rPr>
        <w:t>ی</w:t>
      </w:r>
      <w:r>
        <w:rPr>
          <w:rtl/>
        </w:rPr>
        <w:t>م ز</w:t>
      </w:r>
      <w:r w:rsidR="00E275C9">
        <w:rPr>
          <w:rtl/>
        </w:rPr>
        <w:t>ی</w:t>
      </w:r>
      <w:r>
        <w:rPr>
          <w:rtl/>
        </w:rPr>
        <w:t>نب كبرى ن</w:t>
      </w:r>
      <w:r w:rsidR="00E275C9">
        <w:rPr>
          <w:rtl/>
        </w:rPr>
        <w:t>ی</w:t>
      </w:r>
      <w:r>
        <w:rPr>
          <w:rtl/>
        </w:rPr>
        <w:t>ز مانند مادرش حضرت زهرا</w:t>
      </w:r>
      <w:r w:rsidR="00E275C9">
        <w:rPr>
          <w:rtl/>
        </w:rPr>
        <w:t xml:space="preserve"> </w:t>
      </w:r>
      <w:r>
        <w:rPr>
          <w:rtl/>
        </w:rPr>
        <w:t>سلام اللّه عل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 xml:space="preserve"> </w:t>
      </w:r>
      <w:r>
        <w:rPr>
          <w:rtl/>
        </w:rPr>
        <w:t>از علم و دانش فراوانى برخوردار است</w:t>
      </w:r>
      <w:r w:rsidR="00E275C9">
        <w:rPr>
          <w:rtl/>
        </w:rPr>
        <w:t xml:space="preserve">، </w:t>
      </w:r>
      <w:r>
        <w:rPr>
          <w:rtl/>
        </w:rPr>
        <w:t>لذا اجازه فرما</w:t>
      </w:r>
      <w:r w:rsidR="00E275C9">
        <w:rPr>
          <w:rtl/>
        </w:rPr>
        <w:t>یی</w:t>
      </w:r>
      <w:r>
        <w:rPr>
          <w:rtl/>
        </w:rPr>
        <w:t>د از خرمن علمش برخوردار شو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</w:t>
      </w:r>
      <w:r w:rsidRPr="00B52B2E">
        <w:rPr>
          <w:rStyle w:val="libFootnotenumChar"/>
          <w:rtl/>
        </w:rPr>
        <w:t>)</w:t>
      </w:r>
    </w:p>
    <w:p w:rsidR="00134B66" w:rsidRPr="004A0A9B" w:rsidRDefault="00134B66" w:rsidP="00134B66">
      <w:pPr>
        <w:pStyle w:val="libNormal"/>
        <w:rPr>
          <w:rStyle w:val="libFootnotenumChar"/>
          <w:rtl/>
        </w:rPr>
      </w:pPr>
      <w:r>
        <w:rPr>
          <w:rtl/>
        </w:rPr>
        <w:t>امام اجازه دادند و جلسه درس و تفس</w:t>
      </w:r>
      <w:r w:rsidR="00E275C9">
        <w:rPr>
          <w:rtl/>
        </w:rPr>
        <w:t>ی</w:t>
      </w:r>
      <w:r>
        <w:rPr>
          <w:rtl/>
        </w:rPr>
        <w:t>ر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 </w:t>
      </w:r>
      <w:r>
        <w:rPr>
          <w:rtl/>
        </w:rPr>
        <w:t>سلام اللّه عل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 xml:space="preserve"> </w:t>
      </w:r>
      <w:r>
        <w:rPr>
          <w:rtl/>
        </w:rPr>
        <w:t>بد</w:t>
      </w:r>
      <w:r w:rsidR="00E275C9">
        <w:rPr>
          <w:rtl/>
        </w:rPr>
        <w:t>ی</w:t>
      </w:r>
      <w:r>
        <w:rPr>
          <w:rtl/>
        </w:rPr>
        <w:t>ن نحو آغاز شد</w:t>
      </w:r>
      <w:r w:rsidR="00E275C9">
        <w:rPr>
          <w:rtl/>
        </w:rPr>
        <w:t>. ی</w:t>
      </w:r>
      <w:r>
        <w:rPr>
          <w:rtl/>
        </w:rPr>
        <w:t>ك روز ضمن ا</w:t>
      </w:r>
      <w:r w:rsidR="00E275C9">
        <w:rPr>
          <w:rtl/>
        </w:rPr>
        <w:t>ی</w:t>
      </w:r>
      <w:r>
        <w:rPr>
          <w:rtl/>
        </w:rPr>
        <w:t>نكه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Pr="00E275C9">
        <w:rPr>
          <w:rFonts w:eastAsia="KFGQPC Uthman Taha Naskh"/>
          <w:rtl/>
        </w:rPr>
        <w:t>«آ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ه كه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عص»</w:t>
      </w:r>
      <w:r>
        <w:rPr>
          <w:rtl/>
        </w:rPr>
        <w:t xml:space="preserve"> از ابتداى سوره مباركه مر</w:t>
      </w:r>
      <w:r w:rsidR="00E275C9">
        <w:rPr>
          <w:rtl/>
        </w:rPr>
        <w:t>ی</w:t>
      </w:r>
      <w:r>
        <w:rPr>
          <w:rtl/>
        </w:rPr>
        <w:t>م راتفس</w:t>
      </w:r>
      <w:r w:rsidR="00E275C9">
        <w:rPr>
          <w:rtl/>
        </w:rPr>
        <w:t>ی</w:t>
      </w:r>
      <w:r>
        <w:rPr>
          <w:rtl/>
        </w:rPr>
        <w:t>ر مى كرد</w:t>
      </w:r>
      <w:r w:rsidR="00E275C9">
        <w:rPr>
          <w:rtl/>
        </w:rPr>
        <w:t xml:space="preserve">، </w:t>
      </w:r>
      <w:r>
        <w:rPr>
          <w:rtl/>
        </w:rPr>
        <w:t>«ام</w:t>
      </w:r>
      <w:r w:rsidR="00E275C9">
        <w:rPr>
          <w:rtl/>
        </w:rPr>
        <w:t>ی</w:t>
      </w:r>
      <w:r>
        <w:rPr>
          <w:rtl/>
        </w:rPr>
        <w:t>ر ال</w:t>
      </w:r>
      <w:r w:rsidR="00DC0423">
        <w:rPr>
          <w:rtl/>
        </w:rPr>
        <w:t>مؤمن</w:t>
      </w:r>
      <w:r w:rsidR="00E275C9">
        <w:rPr>
          <w:rtl/>
        </w:rPr>
        <w:t>ی</w:t>
      </w:r>
      <w:r>
        <w:rPr>
          <w:rtl/>
        </w:rPr>
        <w:t>ن» وارد شد و سخنان او را در مورد ا</w:t>
      </w:r>
      <w:r w:rsidR="00E275C9">
        <w:rPr>
          <w:rtl/>
        </w:rPr>
        <w:t>ی</w:t>
      </w:r>
      <w:r>
        <w:rPr>
          <w:rtl/>
        </w:rPr>
        <w:t>ن آ</w:t>
      </w:r>
      <w:r w:rsidR="00E275C9">
        <w:rPr>
          <w:rtl/>
        </w:rPr>
        <w:t>ی</w:t>
      </w:r>
      <w:r>
        <w:rPr>
          <w:rtl/>
        </w:rPr>
        <w:t>ه شن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سپس</w:t>
      </w:r>
      <w:r w:rsidR="00E275C9">
        <w:rPr>
          <w:rtl/>
        </w:rPr>
        <w:t xml:space="preserve"> </w:t>
      </w:r>
      <w:r>
        <w:rPr>
          <w:rtl/>
        </w:rPr>
        <w:t>فرمود</w:t>
      </w:r>
      <w:r w:rsidR="00E275C9">
        <w:rPr>
          <w:rtl/>
        </w:rPr>
        <w:t xml:space="preserve">: </w:t>
      </w:r>
      <w:r>
        <w:rPr>
          <w:rtl/>
        </w:rPr>
        <w:t>«دخترم</w:t>
      </w:r>
      <w:r w:rsidR="00E275C9">
        <w:rPr>
          <w:rtl/>
        </w:rPr>
        <w:t xml:space="preserve">! </w:t>
      </w: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 كلمه رمزى وجود دارد و به مص</w:t>
      </w:r>
      <w:r w:rsidR="00E275C9">
        <w:rPr>
          <w:rtl/>
        </w:rPr>
        <w:t>ی</w:t>
      </w:r>
      <w:r>
        <w:rPr>
          <w:rtl/>
        </w:rPr>
        <w:t>بتها و مشكلاتى كه به شما وارد مى شود اشاره دارد»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آرى</w:t>
      </w:r>
      <w:r w:rsidR="00E275C9">
        <w:rPr>
          <w:rtl/>
        </w:rPr>
        <w:t xml:space="preserve">، </w:t>
      </w:r>
      <w:r>
        <w:rPr>
          <w:rtl/>
        </w:rPr>
        <w:t>بى ه</w:t>
      </w:r>
      <w:r w:rsidR="00E275C9">
        <w:rPr>
          <w:rtl/>
        </w:rPr>
        <w:t>ی</w:t>
      </w:r>
      <w:r>
        <w:rPr>
          <w:rtl/>
        </w:rPr>
        <w:t>چ ترد</w:t>
      </w:r>
      <w:r w:rsidR="00E275C9">
        <w:rPr>
          <w:rtl/>
        </w:rPr>
        <w:t>ی</w:t>
      </w:r>
      <w:r>
        <w:rPr>
          <w:rtl/>
        </w:rPr>
        <w:t>دى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در كوفه</w:t>
      </w:r>
      <w:r w:rsidR="00E275C9">
        <w:rPr>
          <w:rtl/>
        </w:rPr>
        <w:t xml:space="preserve">، </w:t>
      </w:r>
      <w:r>
        <w:rPr>
          <w:rtl/>
        </w:rPr>
        <w:t>شاهد و ناظر بود</w:t>
      </w:r>
      <w:r w:rsidR="00E275C9">
        <w:rPr>
          <w:rtl/>
        </w:rPr>
        <w:t xml:space="preserve">، </w:t>
      </w:r>
      <w:r>
        <w:rPr>
          <w:rtl/>
        </w:rPr>
        <w:t>چه پ</w:t>
      </w:r>
      <w:r w:rsidR="00E275C9">
        <w:rPr>
          <w:rtl/>
        </w:rPr>
        <w:t>ی</w:t>
      </w:r>
      <w:r>
        <w:rPr>
          <w:rtl/>
        </w:rPr>
        <w:t>مان شكن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 xml:space="preserve">، </w:t>
      </w:r>
      <w:r>
        <w:rPr>
          <w:rtl/>
        </w:rPr>
        <w:t>ح</w:t>
      </w:r>
      <w:r w:rsidR="00E275C9">
        <w:rPr>
          <w:rtl/>
        </w:rPr>
        <w:t>ی</w:t>
      </w:r>
      <w:r>
        <w:rPr>
          <w:rtl/>
        </w:rPr>
        <w:t>له و ن</w:t>
      </w:r>
      <w:r w:rsidR="00E275C9">
        <w:rPr>
          <w:rtl/>
        </w:rPr>
        <w:t>ی</w:t>
      </w:r>
      <w:r>
        <w:rPr>
          <w:rtl/>
        </w:rPr>
        <w:t>رنگها و بى انصافى ها كه ناكث</w:t>
      </w:r>
      <w:r w:rsidR="00E275C9">
        <w:rPr>
          <w:rtl/>
        </w:rPr>
        <w:t>ی</w:t>
      </w:r>
      <w:r>
        <w:rPr>
          <w:rtl/>
        </w:rPr>
        <w:t>ن و قاسط</w:t>
      </w:r>
      <w:r w:rsidR="00E275C9">
        <w:rPr>
          <w:rtl/>
        </w:rPr>
        <w:t>ی</w:t>
      </w:r>
      <w:r>
        <w:rPr>
          <w:rtl/>
        </w:rPr>
        <w:t>ن و مارق</w:t>
      </w:r>
      <w:r w:rsidR="00E275C9">
        <w:rPr>
          <w:rtl/>
        </w:rPr>
        <w:t>ی</w:t>
      </w:r>
      <w:r>
        <w:rPr>
          <w:rtl/>
        </w:rPr>
        <w:t>ن و كوف</w:t>
      </w:r>
      <w:r w:rsidR="00E275C9">
        <w:rPr>
          <w:rtl/>
        </w:rPr>
        <w:t>ی</w:t>
      </w:r>
      <w:r>
        <w:rPr>
          <w:rtl/>
        </w:rPr>
        <w:t>انِ سست عهد و پ</w:t>
      </w:r>
      <w:r w:rsidR="00E275C9">
        <w:rPr>
          <w:rtl/>
        </w:rPr>
        <w:t>ی</w:t>
      </w:r>
      <w:r>
        <w:rPr>
          <w:rtl/>
        </w:rPr>
        <w:t>مان شكن متلون</w:t>
      </w:r>
      <w:r w:rsidR="00E275C9">
        <w:rPr>
          <w:rtl/>
        </w:rPr>
        <w:t xml:space="preserve">، </w:t>
      </w:r>
      <w:r>
        <w:rPr>
          <w:rtl/>
        </w:rPr>
        <w:t>در حق علىّ مرتضى روا داشتند</w:t>
      </w:r>
      <w:r w:rsidR="00E275C9">
        <w:rPr>
          <w:rtl/>
        </w:rPr>
        <w:t xml:space="preserve">، </w:t>
      </w:r>
      <w:r>
        <w:rPr>
          <w:rtl/>
        </w:rPr>
        <w:t>تا آنجا كه به تعب</w:t>
      </w:r>
      <w:r w:rsidR="00E275C9">
        <w:rPr>
          <w:rtl/>
        </w:rPr>
        <w:t>ی</w:t>
      </w:r>
      <w:r>
        <w:rPr>
          <w:rtl/>
        </w:rPr>
        <w:t>ر خود امام معصوم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روزى چون ح</w:t>
      </w:r>
      <w:r w:rsidR="00E275C9">
        <w:rPr>
          <w:rtl/>
        </w:rPr>
        <w:t>ی</w:t>
      </w:r>
      <w:r>
        <w:rPr>
          <w:rtl/>
        </w:rPr>
        <w:t>وانات تشنه اى كه با ولع به سوى آب</w:t>
      </w:r>
      <w:r w:rsidR="00E275C9">
        <w:rPr>
          <w:rtl/>
        </w:rPr>
        <w:t xml:space="preserve">، </w:t>
      </w:r>
      <w:r>
        <w:rPr>
          <w:rtl/>
        </w:rPr>
        <w:t>سراز</w:t>
      </w:r>
      <w:r w:rsidR="00E275C9">
        <w:rPr>
          <w:rtl/>
        </w:rPr>
        <w:t>ی</w:t>
      </w:r>
      <w:r>
        <w:rPr>
          <w:rtl/>
        </w:rPr>
        <w:t>ر مى شوند</w:t>
      </w:r>
      <w:r w:rsidR="00E275C9">
        <w:rPr>
          <w:rtl/>
        </w:rPr>
        <w:t xml:space="preserve">، </w:t>
      </w:r>
      <w:r>
        <w:rPr>
          <w:rtl/>
        </w:rPr>
        <w:t>گرداگرد پدرش را گرفتند و از او خواستند كه رهبرى آنان را</w:t>
      </w:r>
      <w:r w:rsidR="0020655A">
        <w:rPr>
          <w:rtl/>
        </w:rPr>
        <w:t xml:space="preserve"> </w:t>
      </w:r>
      <w:r>
        <w:rPr>
          <w:rtl/>
        </w:rPr>
        <w:t>قبول كند</w:t>
      </w:r>
      <w:r w:rsidR="00E275C9">
        <w:rPr>
          <w:rtl/>
        </w:rPr>
        <w:t xml:space="preserve">، </w:t>
      </w:r>
      <w:r>
        <w:rPr>
          <w:rtl/>
        </w:rPr>
        <w:t>دست ب</w:t>
      </w:r>
      <w:r w:rsidR="00E275C9">
        <w:rPr>
          <w:rtl/>
        </w:rPr>
        <w:t>ی</w:t>
      </w:r>
      <w:r>
        <w:rPr>
          <w:rtl/>
        </w:rPr>
        <w:t>عت به سو</w:t>
      </w:r>
      <w:r w:rsidR="00E275C9">
        <w:rPr>
          <w:rtl/>
        </w:rPr>
        <w:t>ی</w:t>
      </w:r>
      <w:r>
        <w:rPr>
          <w:rtl/>
        </w:rPr>
        <w:t xml:space="preserve">ش دراز كردند و اما وقتى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دعوت آنان را اجابت كرد</w:t>
      </w:r>
      <w:r w:rsidR="00E275C9">
        <w:rPr>
          <w:rtl/>
        </w:rPr>
        <w:t xml:space="preserve">، </w:t>
      </w:r>
      <w:r>
        <w:rPr>
          <w:rtl/>
        </w:rPr>
        <w:t>در د</w:t>
      </w:r>
      <w:r w:rsidR="00E275C9">
        <w:rPr>
          <w:rtl/>
        </w:rPr>
        <w:t>ی</w:t>
      </w:r>
      <w:r>
        <w:rPr>
          <w:rtl/>
        </w:rPr>
        <w:t>گر روز</w:t>
      </w:r>
      <w:r w:rsidR="00E275C9">
        <w:rPr>
          <w:rtl/>
        </w:rPr>
        <w:t xml:space="preserve">،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مان خو</w:t>
      </w:r>
      <w:r w:rsidR="00E275C9">
        <w:rPr>
          <w:rtl/>
        </w:rPr>
        <w:t>ی</w:t>
      </w:r>
      <w:r>
        <w:rPr>
          <w:rtl/>
        </w:rPr>
        <w:t>ش را شكستند و شمش</w:t>
      </w:r>
      <w:r w:rsidR="00E275C9">
        <w:rPr>
          <w:rtl/>
        </w:rPr>
        <w:t>ی</w:t>
      </w:r>
      <w:r>
        <w:rPr>
          <w:rtl/>
        </w:rPr>
        <w:t>ر به رو</w:t>
      </w:r>
      <w:r w:rsidR="00E275C9">
        <w:rPr>
          <w:rtl/>
        </w:rPr>
        <w:t>ی</w:t>
      </w:r>
      <w:r>
        <w:rPr>
          <w:rtl/>
        </w:rPr>
        <w:t>ش كش</w:t>
      </w:r>
      <w:r w:rsidR="00E275C9">
        <w:rPr>
          <w:rtl/>
        </w:rPr>
        <w:t>ی</w:t>
      </w:r>
      <w:r>
        <w:rPr>
          <w:rtl/>
        </w:rPr>
        <w:t>دند ودر بصره با او جنگ</w:t>
      </w:r>
      <w:r w:rsidR="00E275C9">
        <w:rPr>
          <w:rtl/>
        </w:rPr>
        <w:t>ی</w:t>
      </w:r>
      <w:r>
        <w:rPr>
          <w:rtl/>
        </w:rPr>
        <w:t>دند و رزم جمل را به راه انداختند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دختر على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كبرى شاهد بود وقتى پدرش حكمرانان فاسدى را كه در حق مسلم</w:t>
      </w:r>
      <w:r w:rsidR="00E275C9">
        <w:rPr>
          <w:rtl/>
        </w:rPr>
        <w:t>ی</w:t>
      </w:r>
      <w:r>
        <w:rPr>
          <w:rtl/>
        </w:rPr>
        <w:t>ن ستم روا مى داشتند و با اسلام راست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گانه بودند</w:t>
      </w:r>
      <w:r w:rsidR="00E275C9">
        <w:rPr>
          <w:rtl/>
        </w:rPr>
        <w:t xml:space="preserve">، </w:t>
      </w:r>
      <w:r>
        <w:rPr>
          <w:rtl/>
        </w:rPr>
        <w:t>از حكمرانى عزل و به جاى آنان</w:t>
      </w:r>
      <w:r w:rsidR="00E275C9">
        <w:rPr>
          <w:rtl/>
        </w:rPr>
        <w:t xml:space="preserve">، </w:t>
      </w:r>
      <w:r>
        <w:rPr>
          <w:rtl/>
        </w:rPr>
        <w:t>مردانى باتقوا</w:t>
      </w:r>
      <w:r w:rsidR="00E275C9">
        <w:rPr>
          <w:rtl/>
        </w:rPr>
        <w:t xml:space="preserve">، </w:t>
      </w:r>
      <w:r>
        <w:rPr>
          <w:rtl/>
        </w:rPr>
        <w:t xml:space="preserve">پاك و </w:t>
      </w:r>
      <w:r w:rsidR="00DC0423">
        <w:rPr>
          <w:rtl/>
        </w:rPr>
        <w:t>مؤمن</w:t>
      </w:r>
      <w:r>
        <w:rPr>
          <w:rtl/>
        </w:rPr>
        <w:t xml:space="preserve"> را منصوب كرد</w:t>
      </w:r>
      <w:r w:rsidR="00E275C9">
        <w:rPr>
          <w:rtl/>
        </w:rPr>
        <w:t xml:space="preserve">. </w:t>
      </w:r>
      <w:r>
        <w:rPr>
          <w:rtl/>
        </w:rPr>
        <w:t>حاكم پل</w:t>
      </w:r>
      <w:r w:rsidR="00E275C9">
        <w:rPr>
          <w:rtl/>
        </w:rPr>
        <w:t>ی</w:t>
      </w:r>
      <w:r>
        <w:rPr>
          <w:rtl/>
        </w:rPr>
        <w:t>د شام</w:t>
      </w:r>
      <w:r w:rsidR="00E275C9">
        <w:rPr>
          <w:rtl/>
        </w:rPr>
        <w:t xml:space="preserve">، </w:t>
      </w:r>
      <w:r>
        <w:rPr>
          <w:rtl/>
        </w:rPr>
        <w:t>معاو</w:t>
      </w:r>
      <w:r w:rsidR="00E275C9">
        <w:rPr>
          <w:rtl/>
        </w:rPr>
        <w:t>ی</w:t>
      </w:r>
      <w:r>
        <w:rPr>
          <w:rtl/>
        </w:rPr>
        <w:t>ه فاسد</w:t>
      </w:r>
      <w:r w:rsidR="00E275C9">
        <w:rPr>
          <w:rtl/>
        </w:rPr>
        <w:t xml:space="preserve">، </w:t>
      </w:r>
      <w:r>
        <w:rPr>
          <w:rtl/>
        </w:rPr>
        <w:t>چه مص</w:t>
      </w:r>
      <w:r w:rsidR="00E275C9">
        <w:rPr>
          <w:rtl/>
        </w:rPr>
        <w:t>ی</w:t>
      </w:r>
      <w:r>
        <w:rPr>
          <w:rtl/>
        </w:rPr>
        <w:t>بتى به بار آورد</w:t>
      </w:r>
      <w:r w:rsidR="00E275C9">
        <w:rPr>
          <w:rtl/>
        </w:rPr>
        <w:t xml:space="preserve">! </w:t>
      </w:r>
      <w:r>
        <w:rPr>
          <w:rtl/>
        </w:rPr>
        <w:t>و در جنگ صف</w:t>
      </w:r>
      <w:r w:rsidR="00E275C9">
        <w:rPr>
          <w:rtl/>
        </w:rPr>
        <w:t>ی</w:t>
      </w:r>
      <w:r>
        <w:rPr>
          <w:rtl/>
        </w:rPr>
        <w:t>ن چه گذشت</w:t>
      </w:r>
      <w:r w:rsidR="00E275C9">
        <w:rPr>
          <w:rtl/>
        </w:rPr>
        <w:t xml:space="preserve">؟! </w:t>
      </w:r>
      <w:r>
        <w:rPr>
          <w:rtl/>
        </w:rPr>
        <w:t>و قض</w:t>
      </w:r>
      <w:r w:rsidR="00E275C9">
        <w:rPr>
          <w:rtl/>
        </w:rPr>
        <w:t>ی</w:t>
      </w:r>
      <w:r>
        <w:rPr>
          <w:rtl/>
        </w:rPr>
        <w:t>ه «حكم</w:t>
      </w:r>
      <w:r w:rsidR="00E275C9">
        <w:rPr>
          <w:rtl/>
        </w:rPr>
        <w:t>ی</w:t>
      </w:r>
      <w:r>
        <w:rPr>
          <w:rtl/>
        </w:rPr>
        <w:t>ت» چگونه به وجود آمد</w:t>
      </w:r>
      <w:r w:rsidR="00E275C9">
        <w:rPr>
          <w:rtl/>
        </w:rPr>
        <w:t xml:space="preserve">؟ </w:t>
      </w:r>
      <w:r>
        <w:rPr>
          <w:rtl/>
        </w:rPr>
        <w:t>و «نهروان</w:t>
      </w:r>
      <w:r w:rsidR="00E275C9">
        <w:rPr>
          <w:rtl/>
        </w:rPr>
        <w:t>ی</w:t>
      </w:r>
      <w:r>
        <w:rPr>
          <w:rtl/>
        </w:rPr>
        <w:t>ان» چرا به گمراهى كش</w:t>
      </w:r>
      <w:r w:rsidR="00E275C9">
        <w:rPr>
          <w:rtl/>
        </w:rPr>
        <w:t>ی</w:t>
      </w:r>
      <w:r>
        <w:rPr>
          <w:rtl/>
        </w:rPr>
        <w:t xml:space="preserve">ده شدند و </w:t>
      </w:r>
      <w:r w:rsidR="00B514CF">
        <w:rPr>
          <w:rtl/>
        </w:rPr>
        <w:t>بالاخره</w:t>
      </w:r>
      <w:r>
        <w:rPr>
          <w:rtl/>
        </w:rPr>
        <w:t xml:space="preserve"> پ</w:t>
      </w:r>
      <w:r w:rsidR="00E275C9">
        <w:rPr>
          <w:rtl/>
        </w:rPr>
        <w:t>ی</w:t>
      </w:r>
      <w:r>
        <w:rPr>
          <w:rtl/>
        </w:rPr>
        <w:t>امد عدل امام پره</w:t>
      </w:r>
      <w:r w:rsidR="00E275C9">
        <w:rPr>
          <w:rtl/>
        </w:rPr>
        <w:t>ی</w:t>
      </w:r>
      <w:r>
        <w:rPr>
          <w:rtl/>
        </w:rPr>
        <w:t>زگاران ا</w:t>
      </w:r>
      <w:r w:rsidR="00E275C9">
        <w:rPr>
          <w:rtl/>
        </w:rPr>
        <w:t>ی</w:t>
      </w:r>
      <w:r>
        <w:rPr>
          <w:rtl/>
        </w:rPr>
        <w:t>ن شد كه در نوزدهم ماه رمضان سال چهلم هجرى و در محراب عبادت</w:t>
      </w:r>
      <w:r w:rsidR="00E275C9">
        <w:rPr>
          <w:rtl/>
        </w:rPr>
        <w:t xml:space="preserve">، </w:t>
      </w:r>
      <w:r>
        <w:rPr>
          <w:rtl/>
        </w:rPr>
        <w:t xml:space="preserve">به دست </w:t>
      </w:r>
      <w:r w:rsidR="00E275C9">
        <w:rPr>
          <w:rtl/>
        </w:rPr>
        <w:t>ی</w:t>
      </w:r>
      <w:r>
        <w:rPr>
          <w:rtl/>
        </w:rPr>
        <w:t>كى از خوارج نهروان به نام «عبدالرحمن بن ملجم مرادى» ضربت خورد و در ب</w:t>
      </w:r>
      <w:r w:rsidR="00E275C9">
        <w:rPr>
          <w:rtl/>
        </w:rPr>
        <w:t>ی</w:t>
      </w:r>
      <w:r>
        <w:rPr>
          <w:rtl/>
        </w:rPr>
        <w:t xml:space="preserve">ست و </w:t>
      </w:r>
      <w:r w:rsidR="00E275C9">
        <w:rPr>
          <w:rtl/>
        </w:rPr>
        <w:t>ی</w:t>
      </w:r>
      <w:r>
        <w:rPr>
          <w:rtl/>
        </w:rPr>
        <w:t>كم هم</w:t>
      </w:r>
      <w:r w:rsidR="00E275C9">
        <w:rPr>
          <w:rtl/>
        </w:rPr>
        <w:t>ی</w:t>
      </w:r>
      <w:r>
        <w:rPr>
          <w:rtl/>
        </w:rPr>
        <w:t>ن ماه</w:t>
      </w:r>
      <w:r w:rsidR="00E275C9">
        <w:rPr>
          <w:rtl/>
        </w:rPr>
        <w:t xml:space="preserve">، </w:t>
      </w:r>
      <w:r>
        <w:rPr>
          <w:rtl/>
        </w:rPr>
        <w:t>به شهادت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بلى</w:t>
      </w:r>
      <w:r w:rsidR="00E275C9">
        <w:rPr>
          <w:rtl/>
        </w:rPr>
        <w:t xml:space="preserve">، </w:t>
      </w:r>
      <w:r>
        <w:rPr>
          <w:rtl/>
        </w:rPr>
        <w:t>او د</w:t>
      </w:r>
      <w:r w:rsidR="00E275C9">
        <w:rPr>
          <w:rtl/>
        </w:rPr>
        <w:t>ی</w:t>
      </w:r>
      <w:r>
        <w:rPr>
          <w:rtl/>
        </w:rPr>
        <w:t>د كه حكومت كوتاه على</w:t>
      </w:r>
      <w:r w:rsidR="00E275C9">
        <w:rPr>
          <w:rtl/>
        </w:rPr>
        <w:t xml:space="preserve">،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وسته در نبرد و مبارزه عل</w:t>
      </w:r>
      <w:r w:rsidR="00E275C9">
        <w:rPr>
          <w:rtl/>
        </w:rPr>
        <w:t>ی</w:t>
      </w:r>
      <w:r>
        <w:rPr>
          <w:rtl/>
        </w:rPr>
        <w:t xml:space="preserve">ه </w:t>
      </w:r>
      <w:r w:rsidR="00E275C9">
        <w:rPr>
          <w:rtl/>
        </w:rPr>
        <w:t>ی</w:t>
      </w:r>
      <w:r>
        <w:rPr>
          <w:rtl/>
        </w:rPr>
        <w:t>غماگران و تجاوزگران به ب</w:t>
      </w:r>
      <w:r w:rsidR="00E275C9">
        <w:rPr>
          <w:rtl/>
        </w:rPr>
        <w:t>ی</w:t>
      </w:r>
      <w:r>
        <w:rPr>
          <w:rtl/>
        </w:rPr>
        <w:t>ت المال مسلم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سپرى شد و پدرش</w:t>
      </w:r>
      <w:r w:rsidR="00E275C9">
        <w:rPr>
          <w:rtl/>
        </w:rPr>
        <w:t xml:space="preserve"> </w:t>
      </w:r>
      <w:r>
        <w:rPr>
          <w:rtl/>
        </w:rPr>
        <w:t xml:space="preserve">على مرتضى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قربانى عدالت و دادگرى خو</w:t>
      </w:r>
      <w:r w:rsidR="00E275C9">
        <w:rPr>
          <w:rtl/>
        </w:rPr>
        <w:t>ی</w:t>
      </w:r>
      <w:r>
        <w:rPr>
          <w:rtl/>
        </w:rPr>
        <w:t>ش شد</w:t>
      </w:r>
      <w:r w:rsidR="00E275C9">
        <w:rPr>
          <w:rtl/>
        </w:rPr>
        <w:t xml:space="preserve">، </w:t>
      </w:r>
      <w:r>
        <w:rPr>
          <w:rtl/>
        </w:rPr>
        <w:t>شربت شهادت نوش</w:t>
      </w:r>
      <w:r w:rsidR="00E275C9">
        <w:rPr>
          <w:rtl/>
        </w:rPr>
        <w:t>ی</w:t>
      </w:r>
      <w:r>
        <w:rPr>
          <w:rtl/>
        </w:rPr>
        <w:t>د و دعوت حق را لب</w:t>
      </w:r>
      <w:r w:rsidR="00E275C9">
        <w:rPr>
          <w:rtl/>
        </w:rPr>
        <w:t>ی</w:t>
      </w:r>
      <w:r>
        <w:rPr>
          <w:rtl/>
        </w:rPr>
        <w:t>ك گفت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و بعد از شهادت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شاهد بود كه پ</w:t>
      </w:r>
      <w:r w:rsidR="00E275C9">
        <w:rPr>
          <w:rtl/>
        </w:rPr>
        <w:t>ی</w:t>
      </w:r>
      <w:r>
        <w:rPr>
          <w:rtl/>
        </w:rPr>
        <w:t>مان شكنان سست عهد</w:t>
      </w:r>
      <w:r w:rsidR="00E275C9">
        <w:rPr>
          <w:rtl/>
        </w:rPr>
        <w:t xml:space="preserve">، </w:t>
      </w:r>
      <w:r>
        <w:rPr>
          <w:rtl/>
        </w:rPr>
        <w:t>بابرادر</w:t>
      </w:r>
      <w:r w:rsidR="0020655A">
        <w:rPr>
          <w:rtl/>
        </w:rPr>
        <w:t xml:space="preserve"> </w:t>
      </w:r>
      <w:r>
        <w:rPr>
          <w:rtl/>
        </w:rPr>
        <w:t xml:space="preserve">بزرگوارش حضرت امام حسن مجتبى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چه رفتار ناجوانمردانه اى داشتند</w:t>
      </w:r>
      <w:r w:rsidR="00E275C9">
        <w:rPr>
          <w:rtl/>
        </w:rPr>
        <w:t xml:space="preserve">! </w:t>
      </w:r>
      <w:r>
        <w:rPr>
          <w:rtl/>
        </w:rPr>
        <w:t>و چه خ</w:t>
      </w:r>
      <w:r w:rsidR="00E275C9">
        <w:rPr>
          <w:rtl/>
        </w:rPr>
        <w:t>ی</w:t>
      </w:r>
      <w:r>
        <w:rPr>
          <w:rtl/>
        </w:rPr>
        <w:t>انتها</w:t>
      </w:r>
      <w:r w:rsidR="00E275C9">
        <w:rPr>
          <w:rtl/>
        </w:rPr>
        <w:t>ی</w:t>
      </w:r>
      <w:r>
        <w:rPr>
          <w:rtl/>
        </w:rPr>
        <w:t>ى نسبت به جنابش انجام دادند</w:t>
      </w:r>
      <w:r w:rsidR="00E275C9">
        <w:rPr>
          <w:rtl/>
        </w:rPr>
        <w:t xml:space="preserve">! </w:t>
      </w:r>
      <w:r>
        <w:rPr>
          <w:rtl/>
        </w:rPr>
        <w:t>تا آنجا كه آن امام برحق</w:t>
      </w:r>
      <w:r w:rsidR="00E275C9">
        <w:rPr>
          <w:rtl/>
        </w:rPr>
        <w:t xml:space="preserve">، </w:t>
      </w:r>
      <w:r>
        <w:rPr>
          <w:rtl/>
        </w:rPr>
        <w:t>ناگز</w:t>
      </w:r>
      <w:r w:rsidR="00E275C9">
        <w:rPr>
          <w:rtl/>
        </w:rPr>
        <w:t>ی</w:t>
      </w:r>
      <w:r>
        <w:rPr>
          <w:rtl/>
        </w:rPr>
        <w:t>ر شد با فردى مانند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 xml:space="preserve">مان ترك مخاصمه امضا </w:t>
      </w:r>
      <w:r>
        <w:rPr>
          <w:rtl/>
        </w:rPr>
        <w:lastRenderedPageBreak/>
        <w:t>كند</w:t>
      </w:r>
      <w:r w:rsidR="00E275C9">
        <w:rPr>
          <w:rtl/>
        </w:rPr>
        <w:t xml:space="preserve">، </w:t>
      </w:r>
      <w:r>
        <w:rPr>
          <w:rtl/>
        </w:rPr>
        <w:t>البته صلحى كه به عظمت ق</w:t>
      </w:r>
      <w:r w:rsidR="00E275C9">
        <w:rPr>
          <w:rtl/>
        </w:rPr>
        <w:t>ی</w:t>
      </w:r>
      <w:r>
        <w:rPr>
          <w:rtl/>
        </w:rPr>
        <w:t>ام حضرت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افشاى مفاسد حكومت اموى</w:t>
      </w:r>
      <w:r w:rsidR="00E275C9">
        <w:rPr>
          <w:rtl/>
        </w:rPr>
        <w:t xml:space="preserve">، </w:t>
      </w:r>
      <w:r>
        <w:rPr>
          <w:rtl/>
        </w:rPr>
        <w:t>رسوا كننده و براى اسلام</w:t>
      </w:r>
      <w:r w:rsidR="00E275C9">
        <w:rPr>
          <w:rtl/>
        </w:rPr>
        <w:t xml:space="preserve">، </w:t>
      </w:r>
      <w:r>
        <w:rPr>
          <w:rtl/>
        </w:rPr>
        <w:t>پرارزش و ح</w:t>
      </w:r>
      <w:r w:rsidR="00E275C9">
        <w:rPr>
          <w:rtl/>
        </w:rPr>
        <w:t>ی</w:t>
      </w:r>
      <w:r>
        <w:rPr>
          <w:rtl/>
        </w:rPr>
        <w:t>اتى بود و زم</w:t>
      </w:r>
      <w:r w:rsidR="00E275C9">
        <w:rPr>
          <w:rtl/>
        </w:rPr>
        <w:t>ی</w:t>
      </w:r>
      <w:r>
        <w:rPr>
          <w:rtl/>
        </w:rPr>
        <w:t>نه را براى «نهضت خون</w:t>
      </w:r>
      <w:r w:rsidR="00E275C9">
        <w:rPr>
          <w:rtl/>
        </w:rPr>
        <w:t>ی</w:t>
      </w:r>
      <w:r>
        <w:rPr>
          <w:rtl/>
        </w:rPr>
        <w:t>ن كربلا» آماده كرد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در تمامى دوران ده ساله امامت امام مجتبى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شاهد مص</w:t>
      </w:r>
      <w:r w:rsidR="00E275C9">
        <w:rPr>
          <w:rtl/>
        </w:rPr>
        <w:t>ی</w:t>
      </w:r>
      <w:r>
        <w:rPr>
          <w:rtl/>
        </w:rPr>
        <w:t>بتهاى بزرگترى بود و هرچه زمان مى گذشت</w:t>
      </w:r>
      <w:r w:rsidR="00E275C9">
        <w:rPr>
          <w:rtl/>
        </w:rPr>
        <w:t xml:space="preserve">، </w:t>
      </w:r>
      <w:r>
        <w:rPr>
          <w:rtl/>
        </w:rPr>
        <w:t>مصا</w:t>
      </w:r>
      <w:r w:rsidR="00E275C9">
        <w:rPr>
          <w:rtl/>
        </w:rPr>
        <w:t>ی</w:t>
      </w:r>
      <w:r>
        <w:rPr>
          <w:rtl/>
        </w:rPr>
        <w:t>ب</w:t>
      </w:r>
      <w:r w:rsidR="00E275C9">
        <w:rPr>
          <w:rtl/>
        </w:rPr>
        <w:t xml:space="preserve">، </w:t>
      </w:r>
      <w:r>
        <w:rPr>
          <w:rtl/>
        </w:rPr>
        <w:t>دردناكتر مى شد تا آنكه در سال پنجاهم هجرى</w:t>
      </w:r>
      <w:r w:rsidR="00E275C9">
        <w:rPr>
          <w:rtl/>
        </w:rPr>
        <w:t xml:space="preserve">، </w:t>
      </w:r>
      <w:r>
        <w:rPr>
          <w:rtl/>
        </w:rPr>
        <w:t xml:space="preserve">امام حسن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دست همسرش «جعده» كه دختر «اشعث بن ق</w:t>
      </w:r>
      <w:r w:rsidR="00E275C9">
        <w:rPr>
          <w:rtl/>
        </w:rPr>
        <w:t>ی</w:t>
      </w:r>
      <w:r>
        <w:rPr>
          <w:rtl/>
        </w:rPr>
        <w:t>س»بود</w:t>
      </w:r>
      <w:r w:rsidR="00E275C9">
        <w:rPr>
          <w:rtl/>
        </w:rPr>
        <w:t xml:space="preserve">، </w:t>
      </w:r>
      <w:r>
        <w:rPr>
          <w:rtl/>
        </w:rPr>
        <w:t>(با زهرى كه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پنهانى براى جعده فرستاده بود) به شهادت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كبرى</w:t>
      </w:r>
      <w:r w:rsidR="00E275C9">
        <w:rPr>
          <w:rtl/>
        </w:rPr>
        <w:t xml:space="preserve">، </w:t>
      </w:r>
      <w:r>
        <w:rPr>
          <w:rtl/>
        </w:rPr>
        <w:t>از تمامى مصا</w:t>
      </w:r>
      <w:r w:rsidR="00E275C9">
        <w:rPr>
          <w:rtl/>
        </w:rPr>
        <w:t>ی</w:t>
      </w:r>
      <w:r>
        <w:rPr>
          <w:rtl/>
        </w:rPr>
        <w:t>بى كه بعد از وفات پ</w:t>
      </w:r>
      <w:r w:rsidR="00E275C9">
        <w:rPr>
          <w:rtl/>
        </w:rPr>
        <w:t>ی</w:t>
      </w:r>
      <w:r>
        <w:rPr>
          <w:rtl/>
        </w:rPr>
        <w:t xml:space="preserve">امبر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راى اسلام پ</w:t>
      </w:r>
      <w:r w:rsidR="00E275C9">
        <w:rPr>
          <w:rtl/>
        </w:rPr>
        <w:t>ی</w:t>
      </w:r>
      <w:r>
        <w:rPr>
          <w:rtl/>
        </w:rPr>
        <w:t>ش آمد</w:t>
      </w:r>
      <w:r w:rsidR="00E275C9">
        <w:rPr>
          <w:rtl/>
        </w:rPr>
        <w:t xml:space="preserve">، </w:t>
      </w:r>
      <w:r>
        <w:rPr>
          <w:rtl/>
        </w:rPr>
        <w:t>آگاه و بر همه آنها شاهد و ناظر بود</w:t>
      </w:r>
      <w:r w:rsidR="00E275C9">
        <w:rPr>
          <w:rtl/>
        </w:rPr>
        <w:t xml:space="preserve">. </w:t>
      </w:r>
      <w:r>
        <w:rPr>
          <w:rtl/>
        </w:rPr>
        <w:t>او از كل</w:t>
      </w:r>
      <w:r w:rsidR="00E275C9">
        <w:rPr>
          <w:rtl/>
        </w:rPr>
        <w:t>ی</w:t>
      </w:r>
      <w:r>
        <w:rPr>
          <w:rtl/>
        </w:rPr>
        <w:t>ه جنا</w:t>
      </w:r>
      <w:r w:rsidR="00E275C9">
        <w:rPr>
          <w:rtl/>
        </w:rPr>
        <w:t>ی</w:t>
      </w:r>
      <w:r>
        <w:rPr>
          <w:rtl/>
        </w:rPr>
        <w:t>ات</w:t>
      </w:r>
      <w:r w:rsidR="00E275C9">
        <w:rPr>
          <w:rtl/>
        </w:rPr>
        <w:t xml:space="preserve">، </w:t>
      </w:r>
      <w:r>
        <w:rPr>
          <w:rtl/>
        </w:rPr>
        <w:t>ظلمها</w:t>
      </w:r>
      <w:r w:rsidR="00E275C9">
        <w:rPr>
          <w:rtl/>
        </w:rPr>
        <w:t xml:space="preserve">، </w:t>
      </w:r>
      <w:r>
        <w:rPr>
          <w:rtl/>
        </w:rPr>
        <w:t>خ</w:t>
      </w:r>
      <w:r w:rsidR="00E275C9">
        <w:rPr>
          <w:rtl/>
        </w:rPr>
        <w:t>ی</w:t>
      </w:r>
      <w:r>
        <w:rPr>
          <w:rtl/>
        </w:rPr>
        <w:t>انتها</w:t>
      </w:r>
      <w:r w:rsidR="00E275C9">
        <w:rPr>
          <w:rtl/>
        </w:rPr>
        <w:t xml:space="preserve">، </w:t>
      </w:r>
      <w:r>
        <w:rPr>
          <w:rtl/>
        </w:rPr>
        <w:t>ح</w:t>
      </w:r>
      <w:r w:rsidR="00E275C9">
        <w:rPr>
          <w:rtl/>
        </w:rPr>
        <w:t>ی</w:t>
      </w:r>
      <w:r>
        <w:rPr>
          <w:rtl/>
        </w:rPr>
        <w:t>له ها و مكار</w:t>
      </w:r>
      <w:r w:rsidR="00E275C9">
        <w:rPr>
          <w:rtl/>
        </w:rPr>
        <w:t>ی</w:t>
      </w:r>
      <w:r>
        <w:rPr>
          <w:rtl/>
        </w:rPr>
        <w:t>هاى معاو</w:t>
      </w:r>
      <w:r w:rsidR="00E275C9">
        <w:rPr>
          <w:rtl/>
        </w:rPr>
        <w:t>ی</w:t>
      </w:r>
      <w:r>
        <w:rPr>
          <w:rtl/>
        </w:rPr>
        <w:t>ه و اطراف</w:t>
      </w:r>
      <w:r w:rsidR="00E275C9">
        <w:rPr>
          <w:rtl/>
        </w:rPr>
        <w:t>ی</w:t>
      </w:r>
      <w:r>
        <w:rPr>
          <w:rtl/>
        </w:rPr>
        <w:t>انش</w:t>
      </w:r>
      <w:r w:rsidR="00E275C9">
        <w:rPr>
          <w:rtl/>
        </w:rPr>
        <w:t xml:space="preserve">، </w:t>
      </w:r>
      <w:r>
        <w:rPr>
          <w:rtl/>
        </w:rPr>
        <w:t xml:space="preserve">در طول خلافت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امامت حسن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كه جمعا </w:t>
      </w:r>
      <w:r w:rsidR="00883263">
        <w:rPr>
          <w:rtl/>
        </w:rPr>
        <w:t>25</w:t>
      </w:r>
      <w:r>
        <w:rPr>
          <w:rtl/>
        </w:rPr>
        <w:t xml:space="preserve"> سال به درازا كش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آگاه بود</w:t>
      </w:r>
      <w:r w:rsidR="00E275C9">
        <w:rPr>
          <w:rtl/>
        </w:rPr>
        <w:t xml:space="preserve">. </w:t>
      </w:r>
    </w:p>
    <w:p w:rsidR="00134B66" w:rsidRDefault="00134B66" w:rsidP="0079774A">
      <w:pPr>
        <w:pStyle w:val="libNormal"/>
        <w:rPr>
          <w:rtl/>
        </w:rPr>
      </w:pPr>
      <w:r>
        <w:rPr>
          <w:rtl/>
        </w:rPr>
        <w:t>مى د</w:t>
      </w:r>
      <w:r w:rsidR="00E275C9">
        <w:rPr>
          <w:rtl/>
        </w:rPr>
        <w:t>ی</w:t>
      </w:r>
      <w:r>
        <w:rPr>
          <w:rtl/>
        </w:rPr>
        <w:t>د و مى شن</w:t>
      </w:r>
      <w:r w:rsidR="00E275C9">
        <w:rPr>
          <w:rtl/>
        </w:rPr>
        <w:t>ی</w:t>
      </w:r>
      <w:r>
        <w:rPr>
          <w:rtl/>
        </w:rPr>
        <w:t>د كه چگونه مردى ح</w:t>
      </w:r>
      <w:r w:rsidR="00E275C9">
        <w:rPr>
          <w:rtl/>
        </w:rPr>
        <w:t>ی</w:t>
      </w:r>
      <w:r>
        <w:rPr>
          <w:rtl/>
        </w:rPr>
        <w:t>وان صفت و پست به نام معاو</w:t>
      </w:r>
      <w:r w:rsidR="00E275C9">
        <w:rPr>
          <w:rtl/>
        </w:rPr>
        <w:t>ی</w:t>
      </w:r>
      <w:r>
        <w:rPr>
          <w:rtl/>
        </w:rPr>
        <w:t>ه كه از دودمان سرسخت تر</w:t>
      </w:r>
      <w:r w:rsidR="00E275C9">
        <w:rPr>
          <w:rtl/>
        </w:rPr>
        <w:t>ی</w:t>
      </w:r>
      <w:r>
        <w:rPr>
          <w:rtl/>
        </w:rPr>
        <w:t>ن دشمنان اسلام و فرزند ك</w:t>
      </w:r>
      <w:r w:rsidR="00E275C9">
        <w:rPr>
          <w:rtl/>
        </w:rPr>
        <w:t>ی</w:t>
      </w:r>
      <w:r>
        <w:rPr>
          <w:rtl/>
        </w:rPr>
        <w:t>نه توزتر</w:t>
      </w:r>
      <w:r w:rsidR="00E275C9">
        <w:rPr>
          <w:rtl/>
        </w:rPr>
        <w:t>ی</w:t>
      </w:r>
      <w:r>
        <w:rPr>
          <w:rtl/>
        </w:rPr>
        <w:t>ن كفّار قر</w:t>
      </w:r>
      <w:r w:rsidR="00E275C9">
        <w:rPr>
          <w:rtl/>
        </w:rPr>
        <w:t>ی</w:t>
      </w:r>
      <w:r>
        <w:rPr>
          <w:rtl/>
        </w:rPr>
        <w:t xml:space="preserve">ش </w:t>
      </w:r>
      <w:r w:rsidR="00E275C9">
        <w:rPr>
          <w:rtl/>
        </w:rPr>
        <w:t>ی</w:t>
      </w:r>
      <w:r>
        <w:rPr>
          <w:rtl/>
        </w:rPr>
        <w:t>عنى</w:t>
      </w:r>
      <w:r w:rsidR="0020655A">
        <w:rPr>
          <w:rtl/>
        </w:rPr>
        <w:t xml:space="preserve"> </w:t>
      </w:r>
      <w:r>
        <w:rPr>
          <w:rtl/>
        </w:rPr>
        <w:t>ابوسف</w:t>
      </w:r>
      <w:r w:rsidR="00E275C9">
        <w:rPr>
          <w:rtl/>
        </w:rPr>
        <w:t>ی</w:t>
      </w:r>
      <w:r>
        <w:rPr>
          <w:rtl/>
        </w:rPr>
        <w:t>ان و هند جگرخواره است و از اسلام راست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كوچكتر</w:t>
      </w:r>
      <w:r w:rsidR="00E275C9">
        <w:rPr>
          <w:rtl/>
        </w:rPr>
        <w:t>ی</w:t>
      </w:r>
      <w:r>
        <w:rPr>
          <w:rtl/>
        </w:rPr>
        <w:t>ن بو</w:t>
      </w:r>
      <w:r w:rsidR="00E275C9">
        <w:rPr>
          <w:rtl/>
        </w:rPr>
        <w:t>ی</w:t>
      </w:r>
      <w:r>
        <w:rPr>
          <w:rtl/>
        </w:rPr>
        <w:t>ى نبرده</w:t>
      </w:r>
      <w:r w:rsidR="00E275C9">
        <w:rPr>
          <w:rtl/>
        </w:rPr>
        <w:t xml:space="preserve">، </w:t>
      </w:r>
      <w:r>
        <w:rPr>
          <w:rtl/>
        </w:rPr>
        <w:t>خود را خل</w:t>
      </w:r>
      <w:r w:rsidR="00E275C9">
        <w:rPr>
          <w:rtl/>
        </w:rPr>
        <w:t>ی</w:t>
      </w:r>
      <w:r>
        <w:rPr>
          <w:rtl/>
        </w:rPr>
        <w:t>فه مسلم</w:t>
      </w:r>
      <w:r w:rsidR="00E275C9">
        <w:rPr>
          <w:rtl/>
        </w:rPr>
        <w:t>ی</w:t>
      </w:r>
      <w:r>
        <w:rPr>
          <w:rtl/>
        </w:rPr>
        <w:t>ن قلمداد مى كند و دست به انجام كارها</w:t>
      </w:r>
      <w:r w:rsidR="00E275C9">
        <w:rPr>
          <w:rtl/>
        </w:rPr>
        <w:t>ی</w:t>
      </w:r>
      <w:r>
        <w:rPr>
          <w:rtl/>
        </w:rPr>
        <w:t>ى مى زند كه باعث اح</w:t>
      </w:r>
      <w:r w:rsidR="00E275C9">
        <w:rPr>
          <w:rtl/>
        </w:rPr>
        <w:t>ی</w:t>
      </w:r>
      <w:r>
        <w:rPr>
          <w:rtl/>
        </w:rPr>
        <w:t>اى سنتهاى غلط دوران جاهل</w:t>
      </w:r>
      <w:r w:rsidR="00E275C9">
        <w:rPr>
          <w:rtl/>
        </w:rPr>
        <w:t>ی</w:t>
      </w:r>
      <w:r>
        <w:rPr>
          <w:rtl/>
        </w:rPr>
        <w:t>ت مى گردد و اصولاً سرلوحه اهداف د</w:t>
      </w:r>
      <w:r w:rsidR="00E275C9">
        <w:rPr>
          <w:rtl/>
        </w:rPr>
        <w:t>ی</w:t>
      </w:r>
      <w:r>
        <w:rPr>
          <w:rtl/>
        </w:rPr>
        <w:t>انت مقدس اسلام</w:t>
      </w:r>
      <w:r w:rsidR="00E275C9">
        <w:rPr>
          <w:rtl/>
        </w:rPr>
        <w:t xml:space="preserve">، </w:t>
      </w:r>
      <w:r>
        <w:rPr>
          <w:rtl/>
        </w:rPr>
        <w:t xml:space="preserve">مبارزه با آنهاست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چه دردناك است وقتى ز</w:t>
      </w:r>
      <w:r w:rsidR="00E275C9">
        <w:rPr>
          <w:rtl/>
        </w:rPr>
        <w:t>ی</w:t>
      </w:r>
      <w:r>
        <w:rPr>
          <w:rtl/>
        </w:rPr>
        <w:t>نب كبرى مى شن</w:t>
      </w:r>
      <w:r w:rsidR="00E275C9">
        <w:rPr>
          <w:rtl/>
        </w:rPr>
        <w:t>ی</w:t>
      </w:r>
      <w:r>
        <w:rPr>
          <w:rtl/>
        </w:rPr>
        <w:t>د كه پست فطرتان نامسلمان</w:t>
      </w:r>
      <w:r w:rsidR="00E275C9">
        <w:rPr>
          <w:rtl/>
        </w:rPr>
        <w:t xml:space="preserve">، </w:t>
      </w:r>
      <w:r>
        <w:rPr>
          <w:rtl/>
        </w:rPr>
        <w:t xml:space="preserve">بر بالاى منبر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به على بن اب</w:t>
      </w:r>
      <w:r w:rsidR="00E275C9">
        <w:rPr>
          <w:rtl/>
        </w:rPr>
        <w:t>ی</w:t>
      </w:r>
      <w:r>
        <w:rPr>
          <w:rtl/>
        </w:rPr>
        <w:t xml:space="preserve">طالب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ناسزا مى گو</w:t>
      </w:r>
      <w:r w:rsidR="00E275C9">
        <w:rPr>
          <w:rtl/>
        </w:rPr>
        <w:t>ی</w:t>
      </w:r>
      <w:r>
        <w:rPr>
          <w:rtl/>
        </w:rPr>
        <w:t>ند</w:t>
      </w:r>
      <w:r w:rsidR="00E275C9">
        <w:rPr>
          <w:rtl/>
        </w:rPr>
        <w:t xml:space="preserve">، </w:t>
      </w:r>
      <w:r>
        <w:rPr>
          <w:rtl/>
        </w:rPr>
        <w:t>همان علىّ بزرگ و با عظمتى كه نزد</w:t>
      </w:r>
      <w:r w:rsidR="00E275C9">
        <w:rPr>
          <w:rtl/>
        </w:rPr>
        <w:t>ی</w:t>
      </w:r>
      <w:r>
        <w:rPr>
          <w:rtl/>
        </w:rPr>
        <w:t>كتر</w:t>
      </w:r>
      <w:r w:rsidR="00E275C9">
        <w:rPr>
          <w:rtl/>
        </w:rPr>
        <w:t>ی</w:t>
      </w:r>
      <w:r>
        <w:rPr>
          <w:rtl/>
        </w:rPr>
        <w:t>ن مردم به رسول خدا بود و فداكار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>ی</w:t>
      </w:r>
      <w:r>
        <w:rPr>
          <w:rtl/>
        </w:rPr>
        <w:t>ش در راه اسلام</w:t>
      </w:r>
      <w:r w:rsidR="00E275C9">
        <w:rPr>
          <w:rtl/>
        </w:rPr>
        <w:t xml:space="preserve">، </w:t>
      </w:r>
      <w:r>
        <w:rPr>
          <w:rtl/>
        </w:rPr>
        <w:t>زبانزد خاص و عام و كتاب فضا</w:t>
      </w:r>
      <w:r w:rsidR="00E275C9">
        <w:rPr>
          <w:rtl/>
        </w:rPr>
        <w:t>ی</w:t>
      </w:r>
      <w:r>
        <w:rPr>
          <w:rtl/>
        </w:rPr>
        <w:t>لش را حدى متصور نبود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همان كسى كه از سن كودكى تا لحظه شهادت</w:t>
      </w:r>
      <w:r w:rsidR="00E275C9">
        <w:rPr>
          <w:rtl/>
        </w:rPr>
        <w:t xml:space="preserve">، </w:t>
      </w:r>
      <w:r w:rsidR="00883263">
        <w:rPr>
          <w:rtl/>
        </w:rPr>
        <w:t>53</w:t>
      </w:r>
      <w:r>
        <w:rPr>
          <w:rtl/>
        </w:rPr>
        <w:t xml:space="preserve"> سال در راه به ثمر رسان</w:t>
      </w:r>
      <w:r w:rsidR="00E275C9">
        <w:rPr>
          <w:rtl/>
        </w:rPr>
        <w:t>ی</w:t>
      </w:r>
      <w:r>
        <w:rPr>
          <w:rtl/>
        </w:rPr>
        <w:t>دن اسلام تلاش مى كرد و اول</w:t>
      </w:r>
      <w:r w:rsidR="00E275C9">
        <w:rPr>
          <w:rtl/>
        </w:rPr>
        <w:t>ی</w:t>
      </w:r>
      <w:r>
        <w:rPr>
          <w:rtl/>
        </w:rPr>
        <w:t>ن مردى بود كه اسلام آورد و تنها فردى كه شمش</w:t>
      </w:r>
      <w:r w:rsidR="00E275C9">
        <w:rPr>
          <w:rtl/>
        </w:rPr>
        <w:t>ی</w:t>
      </w:r>
      <w:r>
        <w:rPr>
          <w:rtl/>
        </w:rPr>
        <w:t>رش در بدر و احد</w:t>
      </w:r>
      <w:r w:rsidR="00E275C9">
        <w:rPr>
          <w:rtl/>
        </w:rPr>
        <w:t xml:space="preserve">، </w:t>
      </w:r>
      <w:r>
        <w:rPr>
          <w:rtl/>
        </w:rPr>
        <w:t>خندق و خ</w:t>
      </w:r>
      <w:r w:rsidR="00E275C9">
        <w:rPr>
          <w:rtl/>
        </w:rPr>
        <w:t>ی</w:t>
      </w:r>
      <w:r>
        <w:rPr>
          <w:rtl/>
        </w:rPr>
        <w:t>بر</w:t>
      </w:r>
      <w:r w:rsidR="00E275C9">
        <w:rPr>
          <w:rtl/>
        </w:rPr>
        <w:t xml:space="preserve">، </w:t>
      </w:r>
      <w:r>
        <w:rPr>
          <w:rtl/>
        </w:rPr>
        <w:t>باعث تثب</w:t>
      </w:r>
      <w:r w:rsidR="00E275C9">
        <w:rPr>
          <w:rtl/>
        </w:rPr>
        <w:t>ی</w:t>
      </w:r>
      <w:r>
        <w:rPr>
          <w:rtl/>
        </w:rPr>
        <w:t>ت موقع</w:t>
      </w:r>
      <w:r w:rsidR="00E275C9">
        <w:rPr>
          <w:rtl/>
        </w:rPr>
        <w:t>ی</w:t>
      </w:r>
      <w:r>
        <w:rPr>
          <w:rtl/>
        </w:rPr>
        <w:t>ت اسلام شد و در شاءن وى گفته شده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«لا فتى اِلاّ على لا س</w:t>
      </w:r>
      <w:r w:rsidR="00E275C9">
        <w:rPr>
          <w:rtl/>
        </w:rPr>
        <w:t>ی</w:t>
      </w:r>
      <w:r>
        <w:rPr>
          <w:rtl/>
        </w:rPr>
        <w:t>فَ اِلاّ ذوالفقار»</w:t>
      </w:r>
      <w:r w:rsidR="00E275C9">
        <w:rPr>
          <w:rtl/>
        </w:rPr>
        <w:t xml:space="preserve">. </w:t>
      </w:r>
      <w:r>
        <w:rPr>
          <w:rtl/>
        </w:rPr>
        <w:t>و عظمت پ</w:t>
      </w:r>
      <w:r w:rsidR="00E275C9">
        <w:rPr>
          <w:rtl/>
        </w:rPr>
        <w:t>ی</w:t>
      </w:r>
      <w:r>
        <w:rPr>
          <w:rtl/>
        </w:rPr>
        <w:t>كارش در راه اسلام تا بدان پا</w:t>
      </w:r>
      <w:r w:rsidR="00E275C9">
        <w:rPr>
          <w:rtl/>
        </w:rPr>
        <w:t>ی</w:t>
      </w:r>
      <w:r>
        <w:rPr>
          <w:rtl/>
        </w:rPr>
        <w:t>ه رس</w:t>
      </w:r>
      <w:r w:rsidR="00E275C9">
        <w:rPr>
          <w:rtl/>
        </w:rPr>
        <w:t>ی</w:t>
      </w:r>
      <w:r>
        <w:rPr>
          <w:rtl/>
        </w:rPr>
        <w:t>د كه حد</w:t>
      </w:r>
      <w:r w:rsidR="00E275C9">
        <w:rPr>
          <w:rtl/>
        </w:rPr>
        <w:t>ی</w:t>
      </w:r>
      <w:r>
        <w:rPr>
          <w:rtl/>
        </w:rPr>
        <w:t xml:space="preserve">ث </w:t>
      </w:r>
      <w:r w:rsidRPr="00E275C9">
        <w:rPr>
          <w:rFonts w:eastAsia="KFGQPC Uthman Taha Naskh"/>
          <w:rtl/>
        </w:rPr>
        <w:t>«ضَرْبَةُ عَلِ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 xml:space="preserve"> 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وْم الْخَنْدَقِ اَفْضَل مِنْ عبادةِ الثّقل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نِ»</w:t>
      </w:r>
      <w:r>
        <w:rPr>
          <w:rtl/>
        </w:rPr>
        <w:t xml:space="preserve">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>جامه پرافتخارى است كه فقط بر پ</w:t>
      </w:r>
      <w:r w:rsidR="00E275C9">
        <w:rPr>
          <w:rtl/>
        </w:rPr>
        <w:t>ی</w:t>
      </w:r>
      <w:r>
        <w:rPr>
          <w:rtl/>
        </w:rPr>
        <w:t>كر رساى او سازگار است و لاغ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. </w:t>
      </w:r>
    </w:p>
    <w:p w:rsidR="0020655A" w:rsidRDefault="00134B66" w:rsidP="0020655A">
      <w:pPr>
        <w:pStyle w:val="libNormal"/>
        <w:rPr>
          <w:rFonts w:hint="cs"/>
          <w:rtl/>
        </w:rPr>
      </w:pPr>
      <w:r>
        <w:rPr>
          <w:rtl/>
        </w:rPr>
        <w:t>اما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، </w:t>
      </w:r>
      <w:r>
        <w:rPr>
          <w:rtl/>
        </w:rPr>
        <w:t>مى شن</w:t>
      </w:r>
      <w:r w:rsidR="00E275C9">
        <w:rPr>
          <w:rtl/>
        </w:rPr>
        <w:t>ی</w:t>
      </w:r>
      <w:r>
        <w:rPr>
          <w:rtl/>
        </w:rPr>
        <w:t>د كه معاو</w:t>
      </w:r>
      <w:r w:rsidR="00E275C9">
        <w:rPr>
          <w:rtl/>
        </w:rPr>
        <w:t>ی</w:t>
      </w:r>
      <w:r>
        <w:rPr>
          <w:rtl/>
        </w:rPr>
        <w:t xml:space="preserve">ه به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نسبت نامسلمانى مى دهد و ناسزا مى گو</w:t>
      </w:r>
      <w:r w:rsidR="00E275C9">
        <w:rPr>
          <w:rtl/>
        </w:rPr>
        <w:t>ی</w:t>
      </w:r>
      <w:r>
        <w:rPr>
          <w:rtl/>
        </w:rPr>
        <w:t xml:space="preserve">د و دوستان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E275C9">
        <w:rPr>
          <w:rtl/>
        </w:rPr>
        <w:t>ی</w:t>
      </w:r>
      <w:r>
        <w:rPr>
          <w:rtl/>
        </w:rPr>
        <w:t>كى بعد از د</w:t>
      </w:r>
      <w:r w:rsidR="00E275C9">
        <w:rPr>
          <w:rtl/>
        </w:rPr>
        <w:t>ی</w:t>
      </w:r>
      <w:r>
        <w:rPr>
          <w:rtl/>
        </w:rPr>
        <w:t>گرى</w:t>
      </w:r>
      <w:r w:rsidR="00E275C9">
        <w:rPr>
          <w:rtl/>
        </w:rPr>
        <w:t xml:space="preserve">، </w:t>
      </w:r>
      <w:r>
        <w:rPr>
          <w:rtl/>
        </w:rPr>
        <w:t xml:space="preserve">چون «حجر بن عدى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7</w:t>
      </w:r>
      <w:r w:rsidRPr="00B52B2E">
        <w:rPr>
          <w:rStyle w:val="libFootnotenumChar"/>
          <w:rtl/>
        </w:rPr>
        <w:t>)</w:t>
      </w:r>
      <w:r w:rsidR="0020655A">
        <w:rPr>
          <w:rtl/>
        </w:rPr>
        <w:t xml:space="preserve"> </w:t>
      </w:r>
      <w:r>
        <w:rPr>
          <w:rtl/>
        </w:rPr>
        <w:t xml:space="preserve">عمروبن حمق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>حضرم</w:t>
      </w:r>
      <w:r w:rsidR="00E275C9">
        <w:rPr>
          <w:rtl/>
        </w:rPr>
        <w:t>ی</w:t>
      </w:r>
      <w:r>
        <w:rPr>
          <w:rtl/>
        </w:rPr>
        <w:t xml:space="preserve">ان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و م</w:t>
      </w:r>
      <w:r w:rsidR="00E275C9">
        <w:rPr>
          <w:rtl/>
        </w:rPr>
        <w:t>ی</w:t>
      </w:r>
      <w:r>
        <w:rPr>
          <w:rtl/>
        </w:rPr>
        <w:t xml:space="preserve">ثم تمار»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شربت شهادت مى نوشند</w:t>
      </w:r>
      <w:r w:rsidR="00E275C9">
        <w:rPr>
          <w:rtl/>
        </w:rPr>
        <w:t xml:space="preserve">. </w:t>
      </w:r>
      <w:r>
        <w:rPr>
          <w:rtl/>
        </w:rPr>
        <w:t>و مى د</w:t>
      </w:r>
      <w:r w:rsidR="00E275C9">
        <w:rPr>
          <w:rtl/>
        </w:rPr>
        <w:t>ی</w:t>
      </w:r>
      <w:r>
        <w:rPr>
          <w:rtl/>
        </w:rPr>
        <w:t>د كه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چون ش</w:t>
      </w:r>
      <w:r w:rsidR="00E275C9">
        <w:rPr>
          <w:rtl/>
        </w:rPr>
        <w:t>ی</w:t>
      </w:r>
      <w:r>
        <w:rPr>
          <w:rtl/>
        </w:rPr>
        <w:t>رى خشمگ</w:t>
      </w:r>
      <w:r w:rsidR="00E275C9">
        <w:rPr>
          <w:rtl/>
        </w:rPr>
        <w:t>ی</w:t>
      </w:r>
      <w:r>
        <w:rPr>
          <w:rtl/>
        </w:rPr>
        <w:t>ن كه در قفس گرفتار آمده باشد</w:t>
      </w:r>
      <w:r w:rsidR="00E275C9">
        <w:rPr>
          <w:rtl/>
        </w:rPr>
        <w:t xml:space="preserve">، </w:t>
      </w:r>
      <w:r>
        <w:rPr>
          <w:rtl/>
        </w:rPr>
        <w:t>از بدى اوضاع ناراحت است و مى خروشد</w:t>
      </w:r>
      <w:r w:rsidR="00E275C9">
        <w:rPr>
          <w:rtl/>
        </w:rPr>
        <w:t xml:space="preserve">، </w:t>
      </w:r>
      <w:r>
        <w:rPr>
          <w:rtl/>
        </w:rPr>
        <w:t xml:space="preserve">ولى به خاطر حرمت صلحنامه اى كه امام حسن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امضا كرده بود</w:t>
      </w:r>
      <w:r w:rsidR="00E275C9">
        <w:rPr>
          <w:rtl/>
        </w:rPr>
        <w:t xml:space="preserve">، </w:t>
      </w:r>
      <w:r>
        <w:rPr>
          <w:rtl/>
        </w:rPr>
        <w:t>سكوت اخت</w:t>
      </w:r>
      <w:r w:rsidR="00E275C9">
        <w:rPr>
          <w:rtl/>
        </w:rPr>
        <w:t>ی</w:t>
      </w:r>
      <w:r>
        <w:rPr>
          <w:rtl/>
        </w:rPr>
        <w:t>ار كرده و منتظر مرگ معاو</w:t>
      </w:r>
      <w:r w:rsidR="00E275C9">
        <w:rPr>
          <w:rtl/>
        </w:rPr>
        <w:t>ی</w:t>
      </w:r>
      <w:r>
        <w:rPr>
          <w:rtl/>
        </w:rPr>
        <w:t>ه است</w:t>
      </w:r>
      <w:r w:rsidR="00E275C9">
        <w:rPr>
          <w:rtl/>
        </w:rPr>
        <w:t xml:space="preserve">، </w:t>
      </w:r>
      <w:r>
        <w:rPr>
          <w:rtl/>
        </w:rPr>
        <w:t>تا ق</w:t>
      </w:r>
      <w:r w:rsidR="00E275C9">
        <w:rPr>
          <w:rtl/>
        </w:rPr>
        <w:t>ی</w:t>
      </w:r>
      <w:r>
        <w:rPr>
          <w:rtl/>
        </w:rPr>
        <w:t>ام كند</w:t>
      </w:r>
      <w:r w:rsidR="00E275C9">
        <w:rPr>
          <w:rtl/>
        </w:rPr>
        <w:t xml:space="preserve">، </w:t>
      </w:r>
      <w:r>
        <w:rPr>
          <w:rtl/>
        </w:rPr>
        <w:t>ق</w:t>
      </w:r>
      <w:r w:rsidR="00E275C9">
        <w:rPr>
          <w:rtl/>
        </w:rPr>
        <w:t>ی</w:t>
      </w:r>
      <w:r>
        <w:rPr>
          <w:rtl/>
        </w:rPr>
        <w:t>امى به ژرفاى تمامى نهضتهاى جهان و عظمت همه ق</w:t>
      </w:r>
      <w:r w:rsidR="00E275C9">
        <w:rPr>
          <w:rtl/>
        </w:rPr>
        <w:t>ی</w:t>
      </w:r>
      <w:r>
        <w:rPr>
          <w:rtl/>
        </w:rPr>
        <w:t>امهاى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. </w:t>
      </w:r>
      <w:r>
        <w:rPr>
          <w:rtl/>
        </w:rPr>
        <w:t>و ز</w:t>
      </w:r>
      <w:r w:rsidR="00E275C9">
        <w:rPr>
          <w:rtl/>
        </w:rPr>
        <w:t>ی</w:t>
      </w:r>
      <w:r>
        <w:rPr>
          <w:rtl/>
        </w:rPr>
        <w:t>نب ن</w:t>
      </w:r>
      <w:r w:rsidR="00E275C9">
        <w:rPr>
          <w:rtl/>
        </w:rPr>
        <w:t>ی</w:t>
      </w:r>
      <w:r>
        <w:rPr>
          <w:rtl/>
        </w:rPr>
        <w:t>ز رسالتى به بزرگى رسالت ق</w:t>
      </w:r>
      <w:r w:rsidR="00E275C9">
        <w:rPr>
          <w:rtl/>
        </w:rPr>
        <w:t>ی</w:t>
      </w:r>
      <w:r>
        <w:rPr>
          <w:rtl/>
        </w:rPr>
        <w:t>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ا</w:t>
      </w:r>
      <w:r w:rsidR="00E275C9">
        <w:rPr>
          <w:rtl/>
        </w:rPr>
        <w:t>ی</w:t>
      </w:r>
      <w:r>
        <w:rPr>
          <w:rtl/>
        </w:rPr>
        <w:t>ن نهضت نجات دهنده براى خود احساس مى كرد</w:t>
      </w:r>
      <w:r w:rsidR="00E275C9">
        <w:rPr>
          <w:rtl/>
        </w:rPr>
        <w:t xml:space="preserve">، </w:t>
      </w:r>
      <w:r>
        <w:rPr>
          <w:rtl/>
        </w:rPr>
        <w:t xml:space="preserve">رفته رفته بعد از شهادت امام حسن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معاو</w:t>
      </w:r>
      <w:r w:rsidR="00E275C9">
        <w:rPr>
          <w:rtl/>
        </w:rPr>
        <w:t>ی</w:t>
      </w:r>
      <w:r>
        <w:rPr>
          <w:rtl/>
        </w:rPr>
        <w:t>ه زمزمه ولا</w:t>
      </w:r>
      <w:r w:rsidR="00E275C9">
        <w:rPr>
          <w:rtl/>
        </w:rPr>
        <w:t>ی</w:t>
      </w:r>
      <w:r>
        <w:rPr>
          <w:rtl/>
        </w:rPr>
        <w:t xml:space="preserve">ت عهدى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را ساز كرد و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 w:rsidR="00E275C9">
        <w:rPr>
          <w:rtl/>
        </w:rPr>
        <w:t>ی</w:t>
      </w:r>
      <w:r>
        <w:rPr>
          <w:rtl/>
        </w:rPr>
        <w:t>ز از اوضاع بس</w:t>
      </w:r>
      <w:r w:rsidR="00E275C9">
        <w:rPr>
          <w:rtl/>
        </w:rPr>
        <w:t>ی</w:t>
      </w:r>
      <w:r>
        <w:rPr>
          <w:rtl/>
        </w:rPr>
        <w:t>ار ناراضى بود</w:t>
      </w:r>
      <w:r w:rsidR="00E275C9">
        <w:rPr>
          <w:rtl/>
        </w:rPr>
        <w:t xml:space="preserve">. </w:t>
      </w:r>
      <w:r>
        <w:rPr>
          <w:rtl/>
        </w:rPr>
        <w:t>جاسوسان معاو</w:t>
      </w:r>
      <w:r w:rsidR="00E275C9">
        <w:rPr>
          <w:rtl/>
        </w:rPr>
        <w:t>ی</w:t>
      </w:r>
      <w:r>
        <w:rPr>
          <w:rtl/>
        </w:rPr>
        <w:t>ه از جمله «مروان بن حكم» به وى نوشتند كه</w:t>
      </w:r>
      <w:r w:rsidR="00E275C9">
        <w:rPr>
          <w:rtl/>
        </w:rPr>
        <w:t xml:space="preserve">: </w:t>
      </w:r>
      <w:r>
        <w:rPr>
          <w:rtl/>
        </w:rPr>
        <w:t>«اشراف عراق با حس</w:t>
      </w:r>
      <w:r w:rsidR="00E275C9">
        <w:rPr>
          <w:rtl/>
        </w:rPr>
        <w:t>ی</w:t>
      </w:r>
      <w:r>
        <w:rPr>
          <w:rtl/>
        </w:rPr>
        <w:t xml:space="preserve">ن بن على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محرمانه مكاتبه دارند» و معاو</w:t>
      </w:r>
      <w:r w:rsidR="00E275C9">
        <w:rPr>
          <w:rtl/>
        </w:rPr>
        <w:t>ی</w:t>
      </w:r>
      <w:r>
        <w:rPr>
          <w:rtl/>
        </w:rPr>
        <w:t>ه هم در نامه اى آم</w:t>
      </w:r>
      <w:r w:rsidR="00E275C9">
        <w:rPr>
          <w:rtl/>
        </w:rPr>
        <w:t>ی</w:t>
      </w:r>
      <w:r>
        <w:rPr>
          <w:rtl/>
        </w:rPr>
        <w:t>خته از تهد</w:t>
      </w:r>
      <w:r w:rsidR="00E275C9">
        <w:rPr>
          <w:rtl/>
        </w:rPr>
        <w:t>ی</w:t>
      </w:r>
      <w:r>
        <w:rPr>
          <w:rtl/>
        </w:rPr>
        <w:t>د و تحب</w:t>
      </w:r>
      <w:r w:rsidR="00E275C9">
        <w:rPr>
          <w:rtl/>
        </w:rPr>
        <w:t>ی</w:t>
      </w:r>
      <w:r>
        <w:rPr>
          <w:rtl/>
        </w:rPr>
        <w:t>ب</w:t>
      </w:r>
      <w:r w:rsidR="00E275C9">
        <w:rPr>
          <w:rtl/>
        </w:rPr>
        <w:t xml:space="preserve">، </w:t>
      </w:r>
      <w:r>
        <w:rPr>
          <w:rtl/>
        </w:rPr>
        <w:t>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از اقدامهاى انقلابى برحذر داشت</w:t>
      </w:r>
      <w:r w:rsidR="00E275C9">
        <w:rPr>
          <w:rtl/>
        </w:rPr>
        <w:t xml:space="preserve">. </w:t>
      </w:r>
      <w:r>
        <w:rPr>
          <w:rtl/>
        </w:rPr>
        <w:t>همه ا</w:t>
      </w:r>
      <w:r w:rsidR="00E275C9">
        <w:rPr>
          <w:rtl/>
        </w:rPr>
        <w:t>ی</w:t>
      </w:r>
      <w:r>
        <w:rPr>
          <w:rtl/>
        </w:rPr>
        <w:t>ن مسائل به همانگونه كه بر روى اقدام آ</w:t>
      </w:r>
      <w:r w:rsidR="00E275C9">
        <w:rPr>
          <w:rtl/>
        </w:rPr>
        <w:t>ی</w:t>
      </w:r>
      <w:r>
        <w:rPr>
          <w:rtl/>
        </w:rPr>
        <w:t>نده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ق</w:t>
      </w:r>
      <w:r w:rsidR="00E275C9">
        <w:rPr>
          <w:rtl/>
        </w:rPr>
        <w:t>ی</w:t>
      </w:r>
      <w:r>
        <w:rPr>
          <w:rtl/>
        </w:rPr>
        <w:t>ام بزرگش اثر بخش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در روح</w:t>
      </w:r>
      <w:r w:rsidR="00E275C9">
        <w:rPr>
          <w:rtl/>
        </w:rPr>
        <w:t>ی</w:t>
      </w:r>
      <w:r>
        <w:rPr>
          <w:rtl/>
        </w:rPr>
        <w:t>ه ز</w:t>
      </w:r>
      <w:r w:rsidR="00E275C9">
        <w:rPr>
          <w:rtl/>
        </w:rPr>
        <w:t>ی</w:t>
      </w:r>
      <w:r>
        <w:rPr>
          <w:rtl/>
        </w:rPr>
        <w:t>نب كبرى ن</w:t>
      </w:r>
      <w:r w:rsidR="00E275C9">
        <w:rPr>
          <w:rtl/>
        </w:rPr>
        <w:t>ی</w:t>
      </w:r>
      <w:r>
        <w:rPr>
          <w:rtl/>
        </w:rPr>
        <w:t xml:space="preserve">ز بى </w:t>
      </w:r>
      <w:r w:rsidR="0020655A">
        <w:rPr>
          <w:rtl/>
        </w:rPr>
        <w:lastRenderedPageBreak/>
        <w:t>تأثیر</w:t>
      </w:r>
      <w:r>
        <w:rPr>
          <w:rtl/>
        </w:rPr>
        <w:t xml:space="preserve"> نبود</w:t>
      </w:r>
      <w:r w:rsidR="00E275C9">
        <w:rPr>
          <w:rtl/>
        </w:rPr>
        <w:t xml:space="preserve">، </w:t>
      </w: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نجا بس</w:t>
      </w:r>
      <w:r w:rsidR="00E275C9">
        <w:rPr>
          <w:rtl/>
        </w:rPr>
        <w:t>ی</w:t>
      </w:r>
      <w:r>
        <w:rPr>
          <w:rtl/>
        </w:rPr>
        <w:t>ار بجاست كه پاسخ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نامه معاو</w:t>
      </w:r>
      <w:r w:rsidR="00E275C9">
        <w:rPr>
          <w:rtl/>
        </w:rPr>
        <w:t>ی</w:t>
      </w:r>
      <w:r>
        <w:rPr>
          <w:rtl/>
        </w:rPr>
        <w:t>ه را نقل كن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>.</w:t>
      </w:r>
      <w:r w:rsidR="0020655A">
        <w:rPr>
          <w:rtl/>
        </w:rPr>
        <w:t xml:space="preserve"> </w:t>
      </w:r>
    </w:p>
    <w:p w:rsidR="00E275C9" w:rsidRDefault="00383609" w:rsidP="0020655A">
      <w:pPr>
        <w:pStyle w:val="Heading2"/>
        <w:rPr>
          <w:rtl/>
        </w:rPr>
      </w:pPr>
      <w:r>
        <w:rPr>
          <w:rtl/>
        </w:rPr>
        <w:br w:type="page"/>
      </w:r>
      <w:bookmarkStart w:id="3" w:name="_Toc425238172"/>
      <w:r w:rsidR="00134B66">
        <w:rPr>
          <w:rtl/>
        </w:rPr>
        <w:lastRenderedPageBreak/>
        <w:t>نامه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به معاو</w:t>
      </w:r>
      <w:r w:rsidR="00E275C9">
        <w:rPr>
          <w:rtl/>
        </w:rPr>
        <w:t>ی</w:t>
      </w:r>
      <w:r w:rsidR="00134B66">
        <w:rPr>
          <w:rtl/>
        </w:rPr>
        <w:t>ه</w:t>
      </w:r>
      <w:bookmarkEnd w:id="3"/>
      <w:r w:rsidR="00E275C9">
        <w:rPr>
          <w:rtl/>
        </w:rPr>
        <w:t xml:space="preserve">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فَقَد بَلَغَنى كِتابُكَ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تَذْكُرُ اَنَّهُ قَدْ بَلَغَكَ عَنّى اُمُورٌ اَنْتَ لى عَنْها راغِبٌ وَاَنَا بِغَ</w:t>
      </w:r>
      <w:r w:rsidR="00E275C9" w:rsidRPr="0020655A">
        <w:rPr>
          <w:rtl/>
        </w:rPr>
        <w:t>ی</w:t>
      </w:r>
      <w:r>
        <w:rPr>
          <w:rtl/>
        </w:rPr>
        <w:t>رِها عِنْدَكَ جَد</w:t>
      </w:r>
      <w:r w:rsidR="00E275C9" w:rsidRPr="0020655A">
        <w:rPr>
          <w:rtl/>
        </w:rPr>
        <w:t>ی</w:t>
      </w:r>
      <w:r>
        <w:rPr>
          <w:rtl/>
        </w:rPr>
        <w:t>رٌ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فَاِنَّ الْحَسَناتِ لا</w:t>
      </w:r>
      <w:r w:rsidR="00E275C9" w:rsidRPr="0020655A">
        <w:rPr>
          <w:rtl/>
        </w:rPr>
        <w:t>ی</w:t>
      </w:r>
      <w:r>
        <w:rPr>
          <w:rtl/>
        </w:rPr>
        <w:t xml:space="preserve">هْدى لَها وَلا </w:t>
      </w:r>
      <w:r w:rsidR="00E275C9" w:rsidRPr="0020655A">
        <w:rPr>
          <w:rtl/>
        </w:rPr>
        <w:t>ی</w:t>
      </w:r>
      <w:r>
        <w:rPr>
          <w:rtl/>
        </w:rPr>
        <w:t>سْدِدُ اِلَ</w:t>
      </w:r>
      <w:r w:rsidR="00E275C9" w:rsidRPr="0020655A">
        <w:rPr>
          <w:rtl/>
        </w:rPr>
        <w:t>ی</w:t>
      </w:r>
      <w:r>
        <w:rPr>
          <w:rtl/>
        </w:rPr>
        <w:t>ها اِلا اللّهُ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وَاَمّا ما ذَكَرْتَ اَنَّهُ اِنْتَهى اِلَ</w:t>
      </w:r>
      <w:r w:rsidR="00E275C9" w:rsidRPr="0020655A">
        <w:rPr>
          <w:rtl/>
        </w:rPr>
        <w:t>ی</w:t>
      </w:r>
      <w:r>
        <w:rPr>
          <w:rtl/>
        </w:rPr>
        <w:t>كَ عَنّى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فَانَّهُ اِنَّما رَقاهُ اِلَ</w:t>
      </w:r>
      <w:r w:rsidR="00E275C9" w:rsidRPr="0020655A">
        <w:rPr>
          <w:rtl/>
        </w:rPr>
        <w:t>ی</w:t>
      </w:r>
      <w:r>
        <w:rPr>
          <w:rtl/>
        </w:rPr>
        <w:t>كَ الْمُلاقُونَ الْمُشّاؤُون بِالنَّم</w:t>
      </w:r>
      <w:r w:rsidR="00E275C9" w:rsidRPr="0020655A">
        <w:rPr>
          <w:rtl/>
        </w:rPr>
        <w:t>ی</w:t>
      </w:r>
      <w:r>
        <w:rPr>
          <w:rtl/>
        </w:rPr>
        <w:t>م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وما اُر</w:t>
      </w:r>
      <w:r w:rsidR="00E275C9" w:rsidRPr="0020655A">
        <w:rPr>
          <w:rtl/>
        </w:rPr>
        <w:t>ی</w:t>
      </w:r>
      <w:r>
        <w:rPr>
          <w:rtl/>
        </w:rPr>
        <w:t>دُ لَكَ حَرْبا وَلا عَلَ</w:t>
      </w:r>
      <w:r w:rsidR="00E275C9" w:rsidRPr="0020655A">
        <w:rPr>
          <w:rtl/>
        </w:rPr>
        <w:t>ی</w:t>
      </w:r>
      <w:r>
        <w:rPr>
          <w:rtl/>
        </w:rPr>
        <w:t>كَ خِلافا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وَاَ</w:t>
      </w:r>
      <w:r w:rsidR="00E275C9" w:rsidRPr="0020655A">
        <w:rPr>
          <w:rtl/>
        </w:rPr>
        <w:t>ی</w:t>
      </w:r>
      <w:r>
        <w:rPr>
          <w:rtl/>
        </w:rPr>
        <w:t>مُ اللّهِ اِنّى لَخائفٌ للّهِِ فى تَرْكِ ذلكَ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وَما اَظُنُّ اللّهَ راضِ</w:t>
      </w:r>
      <w:r w:rsidR="00E275C9" w:rsidRPr="0020655A">
        <w:rPr>
          <w:rtl/>
        </w:rPr>
        <w:t>ی</w:t>
      </w:r>
      <w:r>
        <w:rPr>
          <w:rtl/>
        </w:rPr>
        <w:t>ا بِتَرْكِ ذلِكَ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وَلا عاذِرا بِدُونِ الاِْعْذارِ ف</w:t>
      </w:r>
      <w:r w:rsidR="00E275C9" w:rsidRPr="0020655A">
        <w:rPr>
          <w:rtl/>
        </w:rPr>
        <w:t>ی</w:t>
      </w:r>
      <w:r>
        <w:rPr>
          <w:rtl/>
        </w:rPr>
        <w:t>ه اِلَ</w:t>
      </w:r>
      <w:r w:rsidR="00E275C9" w:rsidRPr="0020655A">
        <w:rPr>
          <w:rtl/>
        </w:rPr>
        <w:t>ی</w:t>
      </w:r>
      <w:r>
        <w:rPr>
          <w:rtl/>
        </w:rPr>
        <w:t>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وفى اوُلئكَ الْقاسِط</w:t>
      </w:r>
      <w:r w:rsidR="00E275C9" w:rsidRPr="0020655A">
        <w:rPr>
          <w:rtl/>
        </w:rPr>
        <w:t>ی</w:t>
      </w:r>
      <w:r>
        <w:rPr>
          <w:rtl/>
        </w:rPr>
        <w:t>نَ الْمُلْحِد</w:t>
      </w:r>
      <w:r w:rsidR="00E275C9" w:rsidRPr="0020655A">
        <w:rPr>
          <w:rtl/>
        </w:rPr>
        <w:t>ی</w:t>
      </w:r>
      <w:r>
        <w:rPr>
          <w:rtl/>
        </w:rPr>
        <w:t>نَ حِزْبِ الظَّلَمَةِ وَاَوْلِ</w:t>
      </w:r>
      <w:r w:rsidR="00E275C9" w:rsidRPr="0020655A">
        <w:rPr>
          <w:rtl/>
        </w:rPr>
        <w:t>ی</w:t>
      </w:r>
      <w:r>
        <w:rPr>
          <w:rtl/>
        </w:rPr>
        <w:t>اءِ الشَّ</w:t>
      </w:r>
      <w:r w:rsidR="00E275C9" w:rsidRPr="0020655A">
        <w:rPr>
          <w:rtl/>
        </w:rPr>
        <w:t>ی</w:t>
      </w:r>
      <w:r>
        <w:rPr>
          <w:rtl/>
        </w:rPr>
        <w:t>اط</w:t>
      </w:r>
      <w:r w:rsidR="00E275C9" w:rsidRPr="0020655A">
        <w:rPr>
          <w:rtl/>
        </w:rPr>
        <w:t>ی</w:t>
      </w:r>
      <w:r>
        <w:rPr>
          <w:rtl/>
        </w:rPr>
        <w:t>ن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اَلَسْتَ الْقاتِلُ حُجْرا اَخا كَنْدَةَ وَالْمُصَلّ</w:t>
      </w:r>
      <w:r w:rsidR="00E275C9" w:rsidRPr="0020655A">
        <w:rPr>
          <w:rtl/>
        </w:rPr>
        <w:t>ی</w:t>
      </w:r>
      <w:r>
        <w:rPr>
          <w:rtl/>
        </w:rPr>
        <w:t>نَ الْعابِد</w:t>
      </w:r>
      <w:r w:rsidR="00E275C9" w:rsidRPr="0020655A">
        <w:rPr>
          <w:rtl/>
        </w:rPr>
        <w:t>ی</w:t>
      </w:r>
      <w:r>
        <w:rPr>
          <w:rtl/>
        </w:rPr>
        <w:t>نَ</w:t>
      </w:r>
      <w:r w:rsidR="00E275C9" w:rsidRPr="0020655A">
        <w:rPr>
          <w:rtl/>
        </w:rPr>
        <w:t xml:space="preserve">؟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الَّذ</w:t>
      </w:r>
      <w:r w:rsidR="00E275C9" w:rsidRPr="0020655A">
        <w:rPr>
          <w:rtl/>
        </w:rPr>
        <w:t>ی</w:t>
      </w:r>
      <w:r>
        <w:rPr>
          <w:rtl/>
        </w:rPr>
        <w:t xml:space="preserve">ن كانُوا </w:t>
      </w:r>
      <w:r w:rsidR="00E275C9" w:rsidRPr="0020655A">
        <w:rPr>
          <w:rtl/>
        </w:rPr>
        <w:t>ی</w:t>
      </w:r>
      <w:r>
        <w:rPr>
          <w:rtl/>
        </w:rPr>
        <w:t>نْكِرُونَ الظُّلْمَ وَ</w:t>
      </w:r>
      <w:r w:rsidR="00E275C9" w:rsidRPr="0020655A">
        <w:rPr>
          <w:rtl/>
        </w:rPr>
        <w:t>ی</w:t>
      </w:r>
      <w:r>
        <w:rPr>
          <w:rtl/>
        </w:rPr>
        <w:t>سْتَعْظِمُونَ الْبِدَعَ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وَلا </w:t>
      </w:r>
      <w:r w:rsidR="00E275C9" w:rsidRPr="0020655A">
        <w:rPr>
          <w:rtl/>
        </w:rPr>
        <w:t>ی</w:t>
      </w:r>
      <w:r>
        <w:rPr>
          <w:rtl/>
        </w:rPr>
        <w:t>خافُونَ فِى اللّهِ لَوْمَةَ لائِمٍ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ثُمَّ قَتَلْتَهُمْ ظُلْما وَعُدْوانا مِنْ بَعْدِ ما كُنْتَ اَعْطَ</w:t>
      </w:r>
      <w:r w:rsidR="00E275C9" w:rsidRPr="0020655A">
        <w:rPr>
          <w:rtl/>
        </w:rPr>
        <w:t>ی</w:t>
      </w:r>
      <w:r>
        <w:rPr>
          <w:rtl/>
        </w:rPr>
        <w:t>تَهُمُ اْلاَ</w:t>
      </w:r>
      <w:r w:rsidR="00E275C9" w:rsidRPr="0020655A">
        <w:rPr>
          <w:rtl/>
        </w:rPr>
        <w:t>ی</w:t>
      </w:r>
      <w:r>
        <w:rPr>
          <w:rtl/>
        </w:rPr>
        <w:t>مانَ المُغَلَّظَةَ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وَالْمَواث</w:t>
      </w:r>
      <w:r w:rsidR="00E275C9" w:rsidRPr="0020655A">
        <w:rPr>
          <w:rtl/>
        </w:rPr>
        <w:t>ی</w:t>
      </w:r>
      <w:r>
        <w:rPr>
          <w:rtl/>
        </w:rPr>
        <w:t>قَ الْمُؤ كَّدَةَ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لا تَاءخُذُهُمْ بِحَدثٍ كانَ بَ</w:t>
      </w:r>
      <w:r w:rsidR="00E275C9" w:rsidRPr="0020655A">
        <w:rPr>
          <w:rtl/>
        </w:rPr>
        <w:t>ی</w:t>
      </w:r>
      <w:r>
        <w:rPr>
          <w:rtl/>
        </w:rPr>
        <w:t>نَكَ وَبَ</w:t>
      </w:r>
      <w:r w:rsidR="00E275C9" w:rsidRPr="0020655A">
        <w:rPr>
          <w:rtl/>
        </w:rPr>
        <w:t>ی</w:t>
      </w:r>
      <w:r>
        <w:rPr>
          <w:rtl/>
        </w:rPr>
        <w:t>نَهُمْ وَلا باحِنَةٍ تَجدُها فِى نَفْسِكَ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اَولَسْتَ قاتِلُ عَمْرِوبْنِ الْحَمِقِ صاحِبِ رَسُولِاللّهِ الْعَبْدِ الصّالِحِ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الَّذى اَبَلَتُهُ الْعِبادَةُ فَنحلَ جِسْمَهُ وَاءصْفَرَ لَوْنَهُ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بَعْدَ ما اءمِنْتَهُ وَاَعْطَ</w:t>
      </w:r>
      <w:r w:rsidR="00E275C9" w:rsidRPr="0020655A">
        <w:rPr>
          <w:rtl/>
        </w:rPr>
        <w:t>ی</w:t>
      </w:r>
      <w:r>
        <w:rPr>
          <w:rtl/>
        </w:rPr>
        <w:t>تَهُ مِنْ عُهُودِاللّهِ وَمَواث</w:t>
      </w:r>
      <w:r w:rsidR="00E275C9" w:rsidRPr="0020655A">
        <w:rPr>
          <w:rtl/>
        </w:rPr>
        <w:t>ی</w:t>
      </w:r>
      <w:r>
        <w:rPr>
          <w:rtl/>
        </w:rPr>
        <w:t>قِهِ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ما لَوْ اَعْطَ</w:t>
      </w:r>
      <w:r w:rsidR="00E275C9" w:rsidRPr="0020655A">
        <w:rPr>
          <w:rtl/>
        </w:rPr>
        <w:t>ی</w:t>
      </w:r>
      <w:r>
        <w:rPr>
          <w:rtl/>
        </w:rPr>
        <w:t>تَهُ طائِرا لَنَزَلَ اِلَ</w:t>
      </w:r>
      <w:r w:rsidR="00E275C9" w:rsidRPr="0020655A">
        <w:rPr>
          <w:rtl/>
        </w:rPr>
        <w:t>ی</w:t>
      </w:r>
      <w:r>
        <w:rPr>
          <w:rtl/>
        </w:rPr>
        <w:t>كَ مِنْ رَاءسِ الْجَبَلِ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ثُمَّ قَتَلْتَهُ جُرْاءَةٍ عَلى رَبِّكَ وَاسْتِخْفافا بِذلِكَ الْعَهْدِ</w:t>
      </w:r>
      <w:r w:rsidR="00E275C9" w:rsidRPr="0020655A">
        <w:rPr>
          <w:rtl/>
        </w:rPr>
        <w:t xml:space="preserve">؟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lastRenderedPageBreak/>
        <w:t>اَوَلَسْتَ الْمُدَّعى ز</w:t>
      </w:r>
      <w:r w:rsidR="00E275C9" w:rsidRPr="0020655A">
        <w:rPr>
          <w:rtl/>
        </w:rPr>
        <w:t>ی</w:t>
      </w:r>
      <w:r>
        <w:rPr>
          <w:rtl/>
        </w:rPr>
        <w:t>ادَ بْنَ سُمَ</w:t>
      </w:r>
      <w:r w:rsidR="00E275C9" w:rsidRPr="0020655A">
        <w:rPr>
          <w:rtl/>
        </w:rPr>
        <w:t>ی</w:t>
      </w:r>
      <w:r>
        <w:rPr>
          <w:rtl/>
        </w:rPr>
        <w:t>ةٍ الْمَولُودِ عَلى فِراشِ عُب</w:t>
      </w:r>
      <w:r w:rsidR="00E275C9" w:rsidRPr="0020655A">
        <w:rPr>
          <w:rtl/>
        </w:rPr>
        <w:t>ی</w:t>
      </w:r>
      <w:r>
        <w:rPr>
          <w:rtl/>
        </w:rPr>
        <w:t>دِ ثَق</w:t>
      </w:r>
      <w:r w:rsidR="00E275C9" w:rsidRPr="0020655A">
        <w:rPr>
          <w:rtl/>
        </w:rPr>
        <w:t>ی</w:t>
      </w:r>
      <w:r>
        <w:rPr>
          <w:rtl/>
        </w:rPr>
        <w:t>فٍ</w:t>
      </w:r>
      <w:r w:rsidR="00E275C9" w:rsidRPr="0020655A">
        <w:rPr>
          <w:rtl/>
        </w:rPr>
        <w:t xml:space="preserve">؟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فَزَعِمْتَ اَنَّهُ ابْنُ اَب</w:t>
      </w:r>
      <w:r w:rsidR="00E275C9" w:rsidRPr="0020655A">
        <w:rPr>
          <w:rtl/>
        </w:rPr>
        <w:t>ی</w:t>
      </w:r>
      <w:r>
        <w:rPr>
          <w:rtl/>
        </w:rPr>
        <w:t xml:space="preserve">كَ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11</w:t>
      </w:r>
      <w:r w:rsidRPr="00B52B2E">
        <w:rPr>
          <w:rStyle w:val="libFootnotenumChar"/>
          <w:rtl/>
        </w:rPr>
        <w:t>)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وَقَدْ قالَ رَسُول اللّهِ </w:t>
      </w:r>
      <w:r w:rsidR="00DC0423" w:rsidRPr="00DC0423">
        <w:rPr>
          <w:rStyle w:val="libAlaemChar"/>
          <w:rtl/>
        </w:rPr>
        <w:t>صلى‌الله‌عليه‌وآله</w:t>
      </w:r>
      <w:r w:rsidR="00E275C9" w:rsidRPr="0020655A">
        <w:rPr>
          <w:rtl/>
        </w:rPr>
        <w:t xml:space="preserve">: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«اَلْوَلَدُ لِلْفِر اشِ وَلِلْع اهِرِالْحَجرُ»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فَتَرَكْتَ سُنَّةَ رَسُولِاللّهِ تَعَمُّدا وَتَبَعْتَ هَواكَ بِغَ</w:t>
      </w:r>
      <w:r w:rsidR="00E275C9" w:rsidRPr="0020655A">
        <w:rPr>
          <w:rtl/>
        </w:rPr>
        <w:t>ی</w:t>
      </w:r>
      <w:r>
        <w:rPr>
          <w:rtl/>
        </w:rPr>
        <w:t>رِ هُدًى مِنَاللّهِ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ثُمَّ سَلَّطْتَهُ عَلَى الْعِراق</w:t>
      </w:r>
      <w:r w:rsidR="00E275C9" w:rsidRPr="0020655A">
        <w:rPr>
          <w:rtl/>
        </w:rPr>
        <w:t>ی</w:t>
      </w:r>
      <w:r>
        <w:rPr>
          <w:rtl/>
        </w:rPr>
        <w:t>ن</w:t>
      </w:r>
      <w:r w:rsidR="00E275C9" w:rsidRPr="0020655A">
        <w:rPr>
          <w:rtl/>
        </w:rPr>
        <w:t>، ی</w:t>
      </w:r>
      <w:r>
        <w:rPr>
          <w:rtl/>
        </w:rPr>
        <w:t>قْطَعَ اَ</w:t>
      </w:r>
      <w:r w:rsidR="00E275C9" w:rsidRPr="0020655A">
        <w:rPr>
          <w:rtl/>
        </w:rPr>
        <w:t>ی</w:t>
      </w:r>
      <w:r>
        <w:rPr>
          <w:rtl/>
        </w:rPr>
        <w:t>دىِ الْمُسْلِم</w:t>
      </w:r>
      <w:r w:rsidR="00E275C9" w:rsidRPr="0020655A">
        <w:rPr>
          <w:rtl/>
        </w:rPr>
        <w:t>ی</w:t>
      </w:r>
      <w:r>
        <w:rPr>
          <w:rtl/>
        </w:rPr>
        <w:t>نَ وَاَرْجُلَهُمْ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</w:t>
      </w:r>
      <w:r w:rsidR="00E275C9" w:rsidRPr="0020655A">
        <w:rPr>
          <w:rtl/>
        </w:rPr>
        <w:t>ی</w:t>
      </w:r>
      <w:r>
        <w:rPr>
          <w:rtl/>
        </w:rPr>
        <w:t>سْمِلُ اَعْ</w:t>
      </w:r>
      <w:r w:rsidR="00E275C9" w:rsidRPr="0020655A">
        <w:rPr>
          <w:rtl/>
        </w:rPr>
        <w:t>ی</w:t>
      </w:r>
      <w:r>
        <w:rPr>
          <w:rtl/>
        </w:rPr>
        <w:t>نَهُمْ وَ</w:t>
      </w:r>
      <w:r w:rsidR="00E275C9" w:rsidRPr="0020655A">
        <w:rPr>
          <w:rtl/>
        </w:rPr>
        <w:t>ی</w:t>
      </w:r>
      <w:r>
        <w:rPr>
          <w:rtl/>
        </w:rPr>
        <w:t>صْلبَهُمْ عَلى جُذوُعِ النَّخْلِ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كَاَنَّكَ لَسْتَ مِنْ هذِهِ الاُْمَّةِ وَلَ</w:t>
      </w:r>
      <w:r w:rsidR="00E275C9" w:rsidRPr="0020655A">
        <w:rPr>
          <w:rtl/>
        </w:rPr>
        <w:t>ی</w:t>
      </w:r>
      <w:r>
        <w:rPr>
          <w:rtl/>
        </w:rPr>
        <w:t>سُوا مِنْكَ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اَوَلَسْتَ قاتِلُ الْحَضْرَمِ</w:t>
      </w:r>
      <w:r w:rsidR="00E275C9" w:rsidRPr="0020655A">
        <w:rPr>
          <w:rtl/>
        </w:rPr>
        <w:t>یی</w:t>
      </w:r>
      <w:r>
        <w:rPr>
          <w:rtl/>
        </w:rPr>
        <w:t>نَ</w:t>
      </w:r>
      <w:r w:rsidR="00E275C9" w:rsidRPr="0020655A">
        <w:rPr>
          <w:rtl/>
        </w:rPr>
        <w:t>؟</w:t>
      </w:r>
      <w:r w:rsidR="0020655A" w:rsidRPr="0020655A">
        <w:rPr>
          <w:rtl/>
        </w:rPr>
        <w:t xml:space="preserve"> </w:t>
      </w:r>
      <w:r>
        <w:rPr>
          <w:rtl/>
        </w:rPr>
        <w:t>الَّذ</w:t>
      </w:r>
      <w:r w:rsidR="00E275C9" w:rsidRPr="0020655A">
        <w:rPr>
          <w:rtl/>
        </w:rPr>
        <w:t>ی</w:t>
      </w:r>
      <w:r>
        <w:rPr>
          <w:rtl/>
        </w:rPr>
        <w:t>ن كَتَبَ ف</w:t>
      </w:r>
      <w:r w:rsidR="00E275C9" w:rsidRPr="0020655A">
        <w:rPr>
          <w:rtl/>
        </w:rPr>
        <w:t>ی</w:t>
      </w:r>
      <w:r>
        <w:rPr>
          <w:rtl/>
        </w:rPr>
        <w:t>هِم ابْنُ سُمَ</w:t>
      </w:r>
      <w:r w:rsidR="00E275C9" w:rsidRPr="0020655A">
        <w:rPr>
          <w:rtl/>
        </w:rPr>
        <w:t>ی</w:t>
      </w:r>
      <w:r>
        <w:rPr>
          <w:rtl/>
        </w:rPr>
        <w:t>ةَ اءنَّهُمْ كانُوا عَلَى د</w:t>
      </w:r>
      <w:r w:rsidR="00E275C9" w:rsidRPr="0020655A">
        <w:rPr>
          <w:rtl/>
        </w:rPr>
        <w:t>ی</w:t>
      </w:r>
      <w:r>
        <w:rPr>
          <w:rtl/>
        </w:rPr>
        <w:t>نِ عَلِ</w:t>
      </w:r>
      <w:r w:rsidR="00E275C9" w:rsidRPr="0020655A">
        <w:rPr>
          <w:rtl/>
        </w:rPr>
        <w:t>ی</w:t>
      </w:r>
      <w:r>
        <w:rPr>
          <w:rtl/>
        </w:rPr>
        <w:t xml:space="preserve"> </w:t>
      </w:r>
      <w:r w:rsidR="0020655A" w:rsidRPr="0020655A">
        <w:rPr>
          <w:rStyle w:val="libAlaemChar"/>
          <w:rtl/>
        </w:rPr>
        <w:t>عليه‌السلام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فَكَتَبْتَ اِلَ</w:t>
      </w:r>
      <w:r w:rsidR="00E275C9" w:rsidRPr="0020655A">
        <w:rPr>
          <w:rtl/>
        </w:rPr>
        <w:t>ی</w:t>
      </w:r>
      <w:r>
        <w:rPr>
          <w:rtl/>
        </w:rPr>
        <w:t>هِ اَنْ اُقْتُلْ كُلَّ مَنْ كانَ عَلى د</w:t>
      </w:r>
      <w:r w:rsidR="00E275C9" w:rsidRPr="0020655A">
        <w:rPr>
          <w:rtl/>
        </w:rPr>
        <w:t>ی</w:t>
      </w:r>
      <w:r>
        <w:rPr>
          <w:rtl/>
        </w:rPr>
        <w:t>نِ عَلِ</w:t>
      </w:r>
      <w:r w:rsidR="00E275C9" w:rsidRPr="0020655A">
        <w:rPr>
          <w:rtl/>
        </w:rPr>
        <w:t>ی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فَقَتَلَهُمْ وَمُثِّلَ بِهِمْ بِاَمْرِكَ وَد</w:t>
      </w:r>
      <w:r w:rsidR="00E275C9" w:rsidRPr="0020655A">
        <w:rPr>
          <w:rtl/>
        </w:rPr>
        <w:t>ی</w:t>
      </w:r>
      <w:r>
        <w:rPr>
          <w:rtl/>
        </w:rPr>
        <w:t>نِ عَلِ</w:t>
      </w:r>
      <w:r w:rsidR="00E275C9" w:rsidRPr="0020655A">
        <w:rPr>
          <w:rtl/>
        </w:rPr>
        <w:t>ی</w:t>
      </w:r>
      <w:r>
        <w:rPr>
          <w:rtl/>
        </w:rPr>
        <w:t xml:space="preserve"> </w:t>
      </w:r>
      <w:r w:rsidR="0020655A" w:rsidRPr="0020655A">
        <w:rPr>
          <w:rStyle w:val="libAlaemChar"/>
          <w:rtl/>
        </w:rPr>
        <w:t>عليه‌السلام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وَاللّهِ الَّذى كانَ </w:t>
      </w:r>
      <w:r w:rsidR="00E275C9" w:rsidRPr="0020655A">
        <w:rPr>
          <w:rtl/>
        </w:rPr>
        <w:t>ی</w:t>
      </w:r>
      <w:r>
        <w:rPr>
          <w:rtl/>
        </w:rPr>
        <w:t>ضْرِبُ عَلَ</w:t>
      </w:r>
      <w:r w:rsidR="00E275C9" w:rsidRPr="0020655A">
        <w:rPr>
          <w:rtl/>
        </w:rPr>
        <w:t>ی</w:t>
      </w:r>
      <w:r>
        <w:rPr>
          <w:rtl/>
        </w:rPr>
        <w:t>هِ اَباكَ وَ</w:t>
      </w:r>
      <w:r w:rsidR="00E275C9" w:rsidRPr="0020655A">
        <w:rPr>
          <w:rtl/>
        </w:rPr>
        <w:t>ی</w:t>
      </w:r>
      <w:r>
        <w:rPr>
          <w:rtl/>
        </w:rPr>
        <w:t>ضْرِبُكَ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وَبِهِ جَلست مَجْلِسكَ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الَّذى جَلست وَلَوْلا ذلِكَ لَكانَ شَرَفُكَ وشَرَفُ اَب</w:t>
      </w:r>
      <w:r w:rsidR="00E275C9" w:rsidRPr="0020655A">
        <w:rPr>
          <w:rtl/>
        </w:rPr>
        <w:t>ی</w:t>
      </w:r>
      <w:r>
        <w:rPr>
          <w:rtl/>
        </w:rPr>
        <w:t>كَ الرِّحْلَتَ</w:t>
      </w:r>
      <w:r w:rsidR="00E275C9" w:rsidRPr="0020655A">
        <w:rPr>
          <w:rtl/>
        </w:rPr>
        <w:t>ی</w:t>
      </w:r>
      <w:r>
        <w:rPr>
          <w:rtl/>
        </w:rPr>
        <w:t>نِ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وقُلْتَ ف</w:t>
      </w:r>
      <w:r w:rsidR="00E275C9" w:rsidRPr="0020655A">
        <w:rPr>
          <w:rtl/>
        </w:rPr>
        <w:t>ی</w:t>
      </w:r>
      <w:r>
        <w:rPr>
          <w:rtl/>
        </w:rPr>
        <w:t>ما قُلْت</w:t>
      </w:r>
      <w:r w:rsidR="00E275C9" w:rsidRPr="0020655A">
        <w:rPr>
          <w:rtl/>
        </w:rPr>
        <w:t xml:space="preserve">: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اُنْظُرْ لِنَفْسِكَ وَلِد</w:t>
      </w:r>
      <w:r w:rsidR="00E275C9" w:rsidRPr="0020655A">
        <w:rPr>
          <w:rtl/>
        </w:rPr>
        <w:t>ی</w:t>
      </w:r>
      <w:r>
        <w:rPr>
          <w:rtl/>
        </w:rPr>
        <w:t>نِكَ وَلاُِمَّةِ مُحَمَّدٍ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وَاتَّقِ شُقَّ عَصا هذِهِ الاُْمَّة وَاَنْ تَرِدَّهُمْ اِلى فِتْنَةٍ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وَاِنّى لا اَعْلَمُ فِتْنَةً اَعْظَمُ عَلى هذِهِ الاُْمَّةِ مِنْ وِلا</w:t>
      </w:r>
      <w:r w:rsidR="00E275C9" w:rsidRPr="0020655A">
        <w:rPr>
          <w:rtl/>
        </w:rPr>
        <w:t>ی</w:t>
      </w:r>
      <w:r>
        <w:rPr>
          <w:rtl/>
        </w:rPr>
        <w:t>تِكَ عَلَ</w:t>
      </w:r>
      <w:r w:rsidR="00E275C9" w:rsidRPr="0020655A">
        <w:rPr>
          <w:rtl/>
        </w:rPr>
        <w:t>ی</w:t>
      </w:r>
      <w:r>
        <w:rPr>
          <w:rtl/>
        </w:rPr>
        <w:t>ها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وَلا اَعْلَمُ نَظَراً لِنَفْسى وَلِد</w:t>
      </w:r>
      <w:r w:rsidR="00E275C9" w:rsidRPr="0020655A">
        <w:rPr>
          <w:rtl/>
        </w:rPr>
        <w:t>ی</w:t>
      </w:r>
      <w:r>
        <w:rPr>
          <w:rtl/>
        </w:rPr>
        <w:t>نى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وَلاُِمَّةِ مُحَمَّدٍ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>لَ</w:t>
      </w:r>
      <w:r w:rsidR="00E275C9" w:rsidRPr="0020655A">
        <w:rPr>
          <w:rtl/>
        </w:rPr>
        <w:t>ی</w:t>
      </w:r>
      <w:r>
        <w:rPr>
          <w:rtl/>
        </w:rPr>
        <w:t>نا اَفْضَل اَنْ اُجاهِدَكَ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فَاِنْ فَعَلْتُ فَاِنَّه قُرْبَةٌ اِلَى اللّه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وَاِنْ تَرَكْتُهُ فَاِنّى اَسْتَغْفِرُ اللّهَ لِذَنْبى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lastRenderedPageBreak/>
        <w:t>وَاسْاءَلُهُ تَوْف</w:t>
      </w:r>
      <w:r w:rsidR="00E275C9" w:rsidRPr="0020655A">
        <w:rPr>
          <w:rtl/>
        </w:rPr>
        <w:t>ی</w:t>
      </w:r>
      <w:r>
        <w:rPr>
          <w:rtl/>
        </w:rPr>
        <w:t>قَهُ لاِِرْشادِ اَمْرى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وَقُلْتُ ف</w:t>
      </w:r>
      <w:r w:rsidR="00E275C9" w:rsidRPr="0020655A">
        <w:rPr>
          <w:rtl/>
        </w:rPr>
        <w:t>ی</w:t>
      </w:r>
      <w:r>
        <w:rPr>
          <w:rtl/>
        </w:rPr>
        <w:t>ما قُلْتَ</w:t>
      </w:r>
      <w:r w:rsidR="00E275C9" w:rsidRPr="0020655A">
        <w:rPr>
          <w:rtl/>
        </w:rPr>
        <w:t xml:space="preserve">: </w:t>
      </w:r>
      <w:r>
        <w:rPr>
          <w:rtl/>
        </w:rPr>
        <w:t>اِنّى اِنْ اَنْكَرْتُكَ تَنْكُرْنى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وَاِنْ اَكِدْكَ تَكِدْنى</w:t>
      </w:r>
      <w:r w:rsidR="00E275C9" w:rsidRPr="0020655A">
        <w:rPr>
          <w:rtl/>
        </w:rPr>
        <w:t xml:space="preserve">، </w:t>
      </w:r>
      <w:r>
        <w:rPr>
          <w:rtl/>
        </w:rPr>
        <w:t>فَكِدْنى ما بَدَاَلَكَ</w:t>
      </w:r>
      <w:r w:rsidR="00E275C9" w:rsidRPr="0020655A">
        <w:rPr>
          <w:rtl/>
        </w:rPr>
        <w:t xml:space="preserve">!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فَاِنّى اَرْجُوا اَنْ لا </w:t>
      </w:r>
      <w:r w:rsidR="00E275C9" w:rsidRPr="0020655A">
        <w:rPr>
          <w:rtl/>
        </w:rPr>
        <w:t>ی</w:t>
      </w:r>
      <w:r>
        <w:rPr>
          <w:rtl/>
        </w:rPr>
        <w:t>ضُرَّنى كَ</w:t>
      </w:r>
      <w:r w:rsidR="00E275C9" w:rsidRPr="0020655A">
        <w:rPr>
          <w:rtl/>
        </w:rPr>
        <w:t>ی</w:t>
      </w:r>
      <w:r>
        <w:rPr>
          <w:rtl/>
        </w:rPr>
        <w:t>دُكَ ف</w:t>
      </w:r>
      <w:r w:rsidR="00E275C9" w:rsidRPr="0020655A">
        <w:rPr>
          <w:rtl/>
        </w:rPr>
        <w:t>ی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وَاَنْ لا </w:t>
      </w:r>
      <w:r w:rsidR="00E275C9" w:rsidRPr="0020655A">
        <w:rPr>
          <w:rtl/>
        </w:rPr>
        <w:t>ی</w:t>
      </w:r>
      <w:r>
        <w:rPr>
          <w:rtl/>
        </w:rPr>
        <w:t>كُونَ عَلى اَحَدٍ اَضَرَّمِنْهُ عَلى نَفْسِكَ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لاَِنَّكَ قَدْ رَكِبْتَ جَهْلَكَ وَتَحَرَّصْتَ عَلى نَقْضِ عَهْدِكَ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وَلَعَمْرى ما وَفَ</w:t>
      </w:r>
      <w:r w:rsidR="00E275C9" w:rsidRPr="0020655A">
        <w:rPr>
          <w:rtl/>
        </w:rPr>
        <w:t>ی</w:t>
      </w:r>
      <w:r>
        <w:rPr>
          <w:rtl/>
        </w:rPr>
        <w:t>تَ بِشَرْطٍ وَلَقَدْ نَقَضْتَ عَهْدَكَ بِقَتْلِكَ هؤُلاءِ النَّفَرِ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الَّذ</w:t>
      </w:r>
      <w:r w:rsidR="00E275C9" w:rsidRPr="0020655A">
        <w:rPr>
          <w:rtl/>
        </w:rPr>
        <w:t>ی</w:t>
      </w:r>
      <w:r>
        <w:rPr>
          <w:rtl/>
        </w:rPr>
        <w:t>نَ قَتَلْتَهُمْ بَعْدَ الصُّلْحِ وَالاَْ</w:t>
      </w:r>
      <w:r w:rsidR="00E275C9" w:rsidRPr="0020655A">
        <w:rPr>
          <w:rtl/>
        </w:rPr>
        <w:t>ی</w:t>
      </w:r>
      <w:r>
        <w:rPr>
          <w:rtl/>
        </w:rPr>
        <w:t>مانِ وَالْعُهُودِ وَالْمواث</w:t>
      </w:r>
      <w:r w:rsidR="00E275C9" w:rsidRPr="0020655A">
        <w:rPr>
          <w:rtl/>
        </w:rPr>
        <w:t>ی</w:t>
      </w:r>
      <w:r>
        <w:rPr>
          <w:rtl/>
        </w:rPr>
        <w:t>قَ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فَقَتَلْتَهُمْ مِنْ غَ</w:t>
      </w:r>
      <w:r w:rsidR="00E275C9" w:rsidRPr="0020655A">
        <w:rPr>
          <w:rtl/>
        </w:rPr>
        <w:t>ی</w:t>
      </w:r>
      <w:r>
        <w:rPr>
          <w:rtl/>
        </w:rPr>
        <w:t xml:space="preserve">رِ اَنْ </w:t>
      </w:r>
      <w:r w:rsidR="00E275C9" w:rsidRPr="0020655A">
        <w:rPr>
          <w:rtl/>
        </w:rPr>
        <w:t>ی</w:t>
      </w:r>
      <w:r>
        <w:rPr>
          <w:rtl/>
        </w:rPr>
        <w:t>كُونُوا قاتَلُوا وَقُتِلُوا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وَلَمْ تَفْعَلْ ذلِكَ بِهِمْ اِلاّ لِذِكْرِهِمْ فَضْلَنا وَتَعْظ</w:t>
      </w:r>
      <w:r w:rsidR="00E275C9" w:rsidRPr="0020655A">
        <w:rPr>
          <w:rtl/>
        </w:rPr>
        <w:t>ی</w:t>
      </w:r>
      <w:r>
        <w:rPr>
          <w:rtl/>
        </w:rPr>
        <w:t>مِهِمْ حَقَّنا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فَقَتَلْتَهُمْ مَخافَةَ اَمْرٍ لَعَلَّكَ لَوْلَمْ تَقْتُلْهُمْ مُتَّ قَبْلَ اَنْ </w:t>
      </w:r>
      <w:r w:rsidR="00E275C9" w:rsidRPr="0020655A">
        <w:rPr>
          <w:rtl/>
        </w:rPr>
        <w:t>ی</w:t>
      </w:r>
      <w:r>
        <w:rPr>
          <w:rtl/>
        </w:rPr>
        <w:t>فْعَلُوا</w:t>
      </w:r>
      <w:r w:rsidR="00E275C9" w:rsidRPr="0020655A">
        <w:rPr>
          <w:rtl/>
        </w:rPr>
        <w:t xml:space="preserve">،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اَوْماتُوا قَبْلَ اَنْ </w:t>
      </w:r>
      <w:r w:rsidR="00E275C9" w:rsidRPr="0020655A">
        <w:rPr>
          <w:rtl/>
        </w:rPr>
        <w:t>ی</w:t>
      </w:r>
      <w:r>
        <w:rPr>
          <w:rtl/>
        </w:rPr>
        <w:t>دْرَكُوا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فَابْشِرْ </w:t>
      </w:r>
      <w:r w:rsidR="00E275C9" w:rsidRPr="0020655A">
        <w:rPr>
          <w:rtl/>
        </w:rPr>
        <w:t>ی</w:t>
      </w:r>
      <w:r>
        <w:rPr>
          <w:rtl/>
        </w:rPr>
        <w:t>ا مَعاوِ</w:t>
      </w:r>
      <w:r w:rsidR="00E275C9" w:rsidRPr="0020655A">
        <w:rPr>
          <w:rtl/>
        </w:rPr>
        <w:t>ی</w:t>
      </w:r>
      <w:r>
        <w:rPr>
          <w:rtl/>
        </w:rPr>
        <w:t>ةَ</w:t>
      </w:r>
      <w:r w:rsidR="00E275C9" w:rsidRPr="0020655A">
        <w:rPr>
          <w:rtl/>
        </w:rPr>
        <w:t xml:space="preserve">! </w:t>
      </w:r>
      <w:r>
        <w:rPr>
          <w:rtl/>
        </w:rPr>
        <w:t>بِالْقِصاصِ وَاسْتَ</w:t>
      </w:r>
      <w:r w:rsidR="00E275C9" w:rsidRPr="0020655A">
        <w:rPr>
          <w:rtl/>
        </w:rPr>
        <w:t>ی</w:t>
      </w:r>
      <w:r>
        <w:rPr>
          <w:rtl/>
        </w:rPr>
        <w:t>قِنْ بِالْحِسابِ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وَاعْلَمْ اءنّ للّهِ تَعالى كِتابا لا </w:t>
      </w:r>
      <w:r w:rsidR="00E275C9" w:rsidRPr="0020655A">
        <w:rPr>
          <w:rtl/>
        </w:rPr>
        <w:t>ی</w:t>
      </w:r>
      <w:r>
        <w:rPr>
          <w:rtl/>
        </w:rPr>
        <w:t>غادِرُ صَغ</w:t>
      </w:r>
      <w:r w:rsidR="00E275C9" w:rsidRPr="0020655A">
        <w:rPr>
          <w:rtl/>
        </w:rPr>
        <w:t>ی</w:t>
      </w:r>
      <w:r>
        <w:rPr>
          <w:rtl/>
        </w:rPr>
        <w:t>رةً وَلا كَب</w:t>
      </w:r>
      <w:r w:rsidR="00E275C9" w:rsidRPr="0020655A">
        <w:rPr>
          <w:rtl/>
        </w:rPr>
        <w:t>ی</w:t>
      </w:r>
      <w:r>
        <w:rPr>
          <w:rtl/>
        </w:rPr>
        <w:t>رَةً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اِلاّ اَحْص</w:t>
      </w:r>
      <w:r w:rsidR="00E275C9" w:rsidRPr="0020655A">
        <w:rPr>
          <w:rtl/>
        </w:rPr>
        <w:t>ی</w:t>
      </w:r>
      <w:r>
        <w:rPr>
          <w:rtl/>
        </w:rPr>
        <w:t>ها وَلَ</w:t>
      </w:r>
      <w:r w:rsidR="00E275C9" w:rsidRPr="0020655A">
        <w:rPr>
          <w:rtl/>
        </w:rPr>
        <w:t>ی</w:t>
      </w:r>
      <w:r>
        <w:rPr>
          <w:rtl/>
        </w:rPr>
        <w:t>سَاللّهُ بِناسٍ لاََخْذِكَ بِالظَّنَّةِ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وَقَتْلِكَ اَوْلِ</w:t>
      </w:r>
      <w:r w:rsidR="00E275C9" w:rsidRPr="0020655A">
        <w:rPr>
          <w:rtl/>
        </w:rPr>
        <w:t>ی</w:t>
      </w:r>
      <w:r>
        <w:rPr>
          <w:rtl/>
        </w:rPr>
        <w:t>ائَهُ عَلَى التُّهَمِ وَنَفْ</w:t>
      </w:r>
      <w:r w:rsidR="00E275C9" w:rsidRPr="0020655A">
        <w:rPr>
          <w:rtl/>
        </w:rPr>
        <w:t>ی</w:t>
      </w:r>
      <w:r>
        <w:rPr>
          <w:rtl/>
        </w:rPr>
        <w:t>كَ اَوْلِ</w:t>
      </w:r>
      <w:r w:rsidR="00E275C9" w:rsidRPr="0020655A">
        <w:rPr>
          <w:rtl/>
        </w:rPr>
        <w:t>ی</w:t>
      </w:r>
      <w:r>
        <w:rPr>
          <w:rtl/>
        </w:rPr>
        <w:t>ائَهُ مِنْ دَوْرِهِمْ اِلى دارِ الْغُرْبَةِ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وَاَخْذِكَ النّاسَ بِبَ</w:t>
      </w:r>
      <w:r w:rsidR="00E275C9" w:rsidRPr="0020655A">
        <w:rPr>
          <w:rtl/>
        </w:rPr>
        <w:t>ی</w:t>
      </w:r>
      <w:r>
        <w:rPr>
          <w:rtl/>
        </w:rPr>
        <w:t>عَةِ ابْنِكَ غُلامٍ حَدثٍ</w:t>
      </w:r>
      <w:r w:rsidR="00E275C9" w:rsidRPr="0020655A">
        <w:rPr>
          <w:rtl/>
        </w:rPr>
        <w:t>، ی</w:t>
      </w:r>
      <w:r>
        <w:rPr>
          <w:rtl/>
        </w:rPr>
        <w:t>شْرُبُ الْخَمْرَ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</w:t>
      </w:r>
      <w:r w:rsidR="00E275C9" w:rsidRPr="0020655A">
        <w:rPr>
          <w:rtl/>
        </w:rPr>
        <w:t>ی</w:t>
      </w:r>
      <w:r>
        <w:rPr>
          <w:rtl/>
        </w:rPr>
        <w:t>لْعَبُ بِالْكِلابِ</w:t>
      </w:r>
      <w:r w:rsidR="00E275C9" w:rsidRPr="0020655A">
        <w:rPr>
          <w:rtl/>
        </w:rPr>
        <w:t xml:space="preserve">، </w:t>
      </w:r>
      <w:r>
        <w:rPr>
          <w:rtl/>
        </w:rPr>
        <w:t>لا اَعْلَمُكَ اِلاّ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وَقَدْ خَسَرْتَ نَفَسكَ وَبَرَاءتَ د</w:t>
      </w:r>
      <w:r w:rsidR="00E275C9" w:rsidRPr="0020655A">
        <w:rPr>
          <w:rtl/>
        </w:rPr>
        <w:t>ی</w:t>
      </w:r>
      <w:r>
        <w:rPr>
          <w:rtl/>
        </w:rPr>
        <w:t>نكَ وَغَشثتَ رَعِ</w:t>
      </w:r>
      <w:r w:rsidR="00E275C9" w:rsidRPr="0020655A">
        <w:rPr>
          <w:rtl/>
        </w:rPr>
        <w:t>ی</w:t>
      </w:r>
      <w:r>
        <w:rPr>
          <w:rtl/>
        </w:rPr>
        <w:t>تَكَ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وَاَخْزَ</w:t>
      </w:r>
      <w:r w:rsidR="00E275C9" w:rsidRPr="0020655A">
        <w:rPr>
          <w:rtl/>
        </w:rPr>
        <w:t>ی</w:t>
      </w:r>
      <w:r>
        <w:rPr>
          <w:rtl/>
        </w:rPr>
        <w:t>تَ اَمانَتَكَ وَسَمِعْتَ مَقالَةَ السَّف</w:t>
      </w:r>
      <w:r w:rsidR="00E275C9" w:rsidRPr="0020655A">
        <w:rPr>
          <w:rtl/>
        </w:rPr>
        <w:t>ی</w:t>
      </w:r>
      <w:r>
        <w:rPr>
          <w:rtl/>
        </w:rPr>
        <w:t>هِ الْجاهِلِ</w:t>
      </w:r>
    </w:p>
    <w:p w:rsidR="0020655A" w:rsidRDefault="00134B66" w:rsidP="00134B66">
      <w:pPr>
        <w:pStyle w:val="libNormal"/>
        <w:rPr>
          <w:rStyle w:val="libFootnotenumChar"/>
          <w:rFonts w:hint="cs"/>
          <w:rtl/>
        </w:rPr>
      </w:pPr>
      <w:r>
        <w:rPr>
          <w:rtl/>
        </w:rPr>
        <w:t>وَاَخَفْتَ الْوَرَعَ التُّقى لاَِجْلِهِمْ</w:t>
      </w:r>
      <w:r w:rsidR="00E275C9" w:rsidRPr="0020655A">
        <w:rPr>
          <w:rtl/>
        </w:rPr>
        <w:t xml:space="preserve">، </w:t>
      </w:r>
      <w:r>
        <w:rPr>
          <w:rtl/>
        </w:rPr>
        <w:t>وَالسَّلامُ</w:t>
      </w:r>
      <w:r w:rsidR="00E275C9" w:rsidRPr="0020655A">
        <w:rPr>
          <w:rtl/>
        </w:rPr>
        <w:t xml:space="preserve">. </w:t>
      </w:r>
      <w:r>
        <w:rPr>
          <w:rtl/>
        </w:rPr>
        <w:t>»</w:t>
      </w:r>
      <w:r w:rsidR="00E275C9" w:rsidRPr="0020655A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12</w:t>
      </w:r>
      <w:r w:rsidRPr="00B52B2E">
        <w:rPr>
          <w:rStyle w:val="libFootnotenumChar"/>
          <w:rtl/>
        </w:rPr>
        <w:t>)</w:t>
      </w:r>
      <w:r w:rsidR="0020655A">
        <w:rPr>
          <w:rStyle w:val="libFootnotenumChar"/>
          <w:rtl/>
        </w:rPr>
        <w:t xml:space="preserve"> </w:t>
      </w:r>
    </w:p>
    <w:p w:rsidR="0020655A" w:rsidRDefault="00134B66" w:rsidP="0020655A">
      <w:pPr>
        <w:pStyle w:val="Heading2"/>
        <w:rPr>
          <w:rFonts w:hint="cs"/>
          <w:rtl/>
        </w:rPr>
      </w:pPr>
      <w:bookmarkStart w:id="4" w:name="_Toc425238173"/>
      <w:r>
        <w:rPr>
          <w:rtl/>
        </w:rPr>
        <w:lastRenderedPageBreak/>
        <w:t>ترجمه نامه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bookmarkEnd w:id="4"/>
      <w:r>
        <w:rPr>
          <w:rtl/>
        </w:rPr>
        <w:t xml:space="preserve">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«اما بعد</w:t>
      </w:r>
      <w:r w:rsidR="00E275C9">
        <w:rPr>
          <w:rtl/>
        </w:rPr>
        <w:t xml:space="preserve">: </w:t>
      </w:r>
      <w:r>
        <w:rPr>
          <w:rtl/>
        </w:rPr>
        <w:t>نامه ات به من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، ی</w:t>
      </w:r>
      <w:r>
        <w:rPr>
          <w:rtl/>
        </w:rPr>
        <w:t>ادآور شده بودى كه گزارش</w:t>
      </w:r>
      <w:r w:rsidR="00E275C9">
        <w:rPr>
          <w:rtl/>
        </w:rPr>
        <w:t xml:space="preserve"> </w:t>
      </w:r>
      <w:r>
        <w:rPr>
          <w:rtl/>
        </w:rPr>
        <w:t>نامطلوبى راجع به من به تو رس</w:t>
      </w:r>
      <w:r w:rsidR="00E275C9">
        <w:rPr>
          <w:rtl/>
        </w:rPr>
        <w:t>ی</w:t>
      </w:r>
      <w:r>
        <w:rPr>
          <w:rtl/>
        </w:rPr>
        <w:t>ده و نوشته بودى كه از من جز آن انتظار دارى و به نظر تو من براى غ</w:t>
      </w:r>
      <w:r w:rsidR="00E275C9">
        <w:rPr>
          <w:rtl/>
        </w:rPr>
        <w:t>ی</w:t>
      </w:r>
      <w:r>
        <w:rPr>
          <w:rtl/>
        </w:rPr>
        <w:t>ر ا</w:t>
      </w:r>
      <w:r w:rsidR="00E275C9">
        <w:rPr>
          <w:rtl/>
        </w:rPr>
        <w:t>ی</w:t>
      </w:r>
      <w:r>
        <w:rPr>
          <w:rtl/>
        </w:rPr>
        <w:t>نگونه امور سزاوارم</w:t>
      </w:r>
      <w:r w:rsidR="00E275C9">
        <w:rPr>
          <w:rtl/>
        </w:rPr>
        <w:t xml:space="preserve">. </w:t>
      </w:r>
      <w:r>
        <w:rPr>
          <w:rtl/>
        </w:rPr>
        <w:t>درهاى حسنات جز به خواست خدواند بر روى كسى باز و بسته نشود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د بدانى كه ا</w:t>
      </w:r>
      <w:r w:rsidR="00E275C9">
        <w:rPr>
          <w:rtl/>
        </w:rPr>
        <w:t>ی</w:t>
      </w:r>
      <w:r>
        <w:rPr>
          <w:rtl/>
        </w:rPr>
        <w:t>ن نوع گزارشات را مردمى چاپلوس و سخن چ</w:t>
      </w:r>
      <w:r w:rsidR="00E275C9">
        <w:rPr>
          <w:rtl/>
        </w:rPr>
        <w:t>ی</w:t>
      </w:r>
      <w:r>
        <w:rPr>
          <w:rtl/>
        </w:rPr>
        <w:t>ن و فتنه انگ</w:t>
      </w:r>
      <w:r w:rsidR="00E275C9">
        <w:rPr>
          <w:rtl/>
        </w:rPr>
        <w:t>ی</w:t>
      </w:r>
      <w:r>
        <w:rPr>
          <w:rtl/>
        </w:rPr>
        <w:t>ز براى تو نقل مى كنند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من (فعلاً) قصد جنگ و مخالفت با تو را ندارم</w:t>
      </w:r>
      <w:r w:rsidR="00E275C9">
        <w:rPr>
          <w:rtl/>
        </w:rPr>
        <w:t xml:space="preserve">. </w:t>
      </w:r>
      <w:r>
        <w:rPr>
          <w:rtl/>
        </w:rPr>
        <w:t>و گمان مى كنم كه حقتعالى از ترك جنگ با تو راضى نباشد و عذر مرا در مورد سكوت در برابر تو و آن گروه قاسط</w:t>
      </w:r>
      <w:r w:rsidR="00E275C9">
        <w:rPr>
          <w:rtl/>
        </w:rPr>
        <w:t>ی</w:t>
      </w:r>
      <w:r>
        <w:rPr>
          <w:rtl/>
        </w:rPr>
        <w:t>نِ ملحدى كه دار و دسته ش</w:t>
      </w:r>
      <w:r w:rsidR="00E275C9">
        <w:rPr>
          <w:rtl/>
        </w:rPr>
        <w:t>ی</w:t>
      </w:r>
      <w:r>
        <w:rPr>
          <w:rtl/>
        </w:rPr>
        <w:t>طانند</w:t>
      </w:r>
      <w:r w:rsidR="00E275C9">
        <w:rPr>
          <w:rtl/>
        </w:rPr>
        <w:t xml:space="preserve">، </w:t>
      </w:r>
      <w:r>
        <w:rPr>
          <w:rtl/>
        </w:rPr>
        <w:t>نپذ</w:t>
      </w:r>
      <w:r w:rsidR="00E275C9">
        <w:rPr>
          <w:rtl/>
        </w:rPr>
        <w:t>ی</w:t>
      </w:r>
      <w:r>
        <w:rPr>
          <w:rtl/>
        </w:rPr>
        <w:t>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 xml:space="preserve">ا تو قاتل «حجر بن عدى كندى» و </w:t>
      </w:r>
      <w:r w:rsidR="00E275C9">
        <w:rPr>
          <w:rtl/>
        </w:rPr>
        <w:t>ی</w:t>
      </w:r>
      <w:r>
        <w:rPr>
          <w:rtl/>
        </w:rPr>
        <w:t>اران نمازگزار و پارسا</w:t>
      </w:r>
      <w:r w:rsidR="00E275C9">
        <w:rPr>
          <w:rtl/>
        </w:rPr>
        <w:t>ی</w:t>
      </w:r>
      <w:r>
        <w:rPr>
          <w:rtl/>
        </w:rPr>
        <w:t>ش ن</w:t>
      </w:r>
      <w:r w:rsidR="00E275C9">
        <w:rPr>
          <w:rtl/>
        </w:rPr>
        <w:t>ی</w:t>
      </w:r>
      <w:r>
        <w:rPr>
          <w:rtl/>
        </w:rPr>
        <w:t>ستى</w:t>
      </w:r>
      <w:r w:rsidR="00E275C9">
        <w:rPr>
          <w:rtl/>
        </w:rPr>
        <w:t xml:space="preserve">؟ </w:t>
      </w:r>
      <w:r>
        <w:rPr>
          <w:rtl/>
        </w:rPr>
        <w:t xml:space="preserve">حجر و </w:t>
      </w:r>
      <w:r w:rsidR="00E275C9">
        <w:rPr>
          <w:rtl/>
        </w:rPr>
        <w:t>ی</w:t>
      </w:r>
      <w:r>
        <w:rPr>
          <w:rtl/>
        </w:rPr>
        <w:t>ارانش گناهى جز ا</w:t>
      </w:r>
      <w:r w:rsidR="00E275C9">
        <w:rPr>
          <w:rtl/>
        </w:rPr>
        <w:t>ی</w:t>
      </w:r>
      <w:r>
        <w:rPr>
          <w:rtl/>
        </w:rPr>
        <w:t>ن نداشتند كه ظلم را زشت و بدعت را ناروا مى دانستند و در راه خدا از سرزنش</w:t>
      </w:r>
      <w:r w:rsidR="00E275C9">
        <w:rPr>
          <w:rtl/>
        </w:rPr>
        <w:t xml:space="preserve"> </w:t>
      </w:r>
      <w:r>
        <w:rPr>
          <w:rtl/>
        </w:rPr>
        <w:t>شماتت كنندگان هراسى نداشتند</w:t>
      </w:r>
      <w:r w:rsidR="00E275C9">
        <w:rPr>
          <w:rtl/>
        </w:rPr>
        <w:t xml:space="preserve">. </w:t>
      </w:r>
      <w:r>
        <w:rPr>
          <w:rtl/>
        </w:rPr>
        <w:t xml:space="preserve">تو حجر و </w:t>
      </w:r>
      <w:r w:rsidR="00E275C9">
        <w:rPr>
          <w:rtl/>
        </w:rPr>
        <w:t>ی</w:t>
      </w:r>
      <w:r>
        <w:rPr>
          <w:rtl/>
        </w:rPr>
        <w:t>ارانش را بعد از آنكه امان دادى و امان خود را با سوگندهاى غلاظ و شداد و پ</w:t>
      </w:r>
      <w:r w:rsidR="00E275C9">
        <w:rPr>
          <w:rtl/>
        </w:rPr>
        <w:t>ی</w:t>
      </w:r>
      <w:r>
        <w:rPr>
          <w:rtl/>
        </w:rPr>
        <w:t>مانهاى مؤ كد</w:t>
      </w:r>
      <w:r w:rsidR="00E275C9">
        <w:rPr>
          <w:rtl/>
        </w:rPr>
        <w:t xml:space="preserve">، </w:t>
      </w:r>
      <w:r>
        <w:rPr>
          <w:rtl/>
        </w:rPr>
        <w:t>استوار ساختى</w:t>
      </w:r>
      <w:r w:rsidR="00E275C9">
        <w:rPr>
          <w:rtl/>
        </w:rPr>
        <w:t xml:space="preserve">، </w:t>
      </w:r>
      <w:r>
        <w:rPr>
          <w:rtl/>
        </w:rPr>
        <w:t>ستمگرانه و خصمانه به خاك و خون كش</w:t>
      </w:r>
      <w:r w:rsidR="00E275C9">
        <w:rPr>
          <w:rtl/>
        </w:rPr>
        <w:t>ی</w:t>
      </w:r>
      <w:r>
        <w:rPr>
          <w:rtl/>
        </w:rPr>
        <w:t>دى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! </w:t>
      </w:r>
      <w:r>
        <w:rPr>
          <w:rtl/>
        </w:rPr>
        <w:t>مگر ا</w:t>
      </w:r>
      <w:r w:rsidR="00E275C9">
        <w:rPr>
          <w:rtl/>
        </w:rPr>
        <w:t>ی</w:t>
      </w:r>
      <w:r>
        <w:rPr>
          <w:rtl/>
        </w:rPr>
        <w:t>ن تو ن</w:t>
      </w:r>
      <w:r w:rsidR="00E275C9">
        <w:rPr>
          <w:rtl/>
        </w:rPr>
        <w:t>ی</w:t>
      </w:r>
      <w:r>
        <w:rPr>
          <w:rtl/>
        </w:rPr>
        <w:t xml:space="preserve">ستى كه «عمرو بن حمق خزاعى» </w:t>
      </w:r>
      <w:r w:rsidR="00E275C9">
        <w:rPr>
          <w:rtl/>
        </w:rPr>
        <w:t>ی</w:t>
      </w:r>
      <w:r>
        <w:rPr>
          <w:rtl/>
        </w:rPr>
        <w:t xml:space="preserve">ار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را بعد از آنكه امان دادى</w:t>
      </w:r>
      <w:r w:rsidR="00E275C9">
        <w:rPr>
          <w:rtl/>
        </w:rPr>
        <w:t xml:space="preserve">، </w:t>
      </w:r>
      <w:r>
        <w:rPr>
          <w:rtl/>
        </w:rPr>
        <w:t>به قتل رسان</w:t>
      </w:r>
      <w:r w:rsidR="00E275C9">
        <w:rPr>
          <w:rtl/>
        </w:rPr>
        <w:t>ی</w:t>
      </w:r>
      <w:r>
        <w:rPr>
          <w:rtl/>
        </w:rPr>
        <w:t>دى</w:t>
      </w:r>
      <w:r w:rsidR="00E275C9">
        <w:rPr>
          <w:rtl/>
        </w:rPr>
        <w:t xml:space="preserve">. </w:t>
      </w:r>
      <w:r>
        <w:rPr>
          <w:rtl/>
        </w:rPr>
        <w:t>«عمرو بن حمق»</w:t>
      </w:r>
      <w:r w:rsidR="00E275C9">
        <w:rPr>
          <w:rtl/>
        </w:rPr>
        <w:t xml:space="preserve">، </w:t>
      </w:r>
      <w:r>
        <w:rPr>
          <w:rtl/>
        </w:rPr>
        <w:t>آن بنده صالحى كه رنج عبادت</w:t>
      </w:r>
      <w:r w:rsidR="00E275C9">
        <w:rPr>
          <w:rtl/>
        </w:rPr>
        <w:t xml:space="preserve">، </w:t>
      </w:r>
      <w:r>
        <w:rPr>
          <w:rtl/>
        </w:rPr>
        <w:t>او را زار و نزار كرده بود</w:t>
      </w:r>
      <w:r w:rsidR="00E275C9">
        <w:rPr>
          <w:rtl/>
        </w:rPr>
        <w:t xml:space="preserve">. </w:t>
      </w:r>
      <w:r>
        <w:rPr>
          <w:rtl/>
        </w:rPr>
        <w:t>آنچنان امانى به او دادى كه اگر با مرغان</w:t>
      </w:r>
      <w:r w:rsidR="00E275C9">
        <w:rPr>
          <w:rtl/>
        </w:rPr>
        <w:t xml:space="preserve">، </w:t>
      </w:r>
      <w:r>
        <w:rPr>
          <w:rtl/>
        </w:rPr>
        <w:t>آن عهد و پ</w:t>
      </w:r>
      <w:r w:rsidR="00E275C9">
        <w:rPr>
          <w:rtl/>
        </w:rPr>
        <w:t>ی</w:t>
      </w:r>
      <w:r>
        <w:rPr>
          <w:rtl/>
        </w:rPr>
        <w:t>مان را مى بستى</w:t>
      </w:r>
      <w:r w:rsidR="00E275C9">
        <w:rPr>
          <w:rtl/>
        </w:rPr>
        <w:t xml:space="preserve">، </w:t>
      </w:r>
      <w:r>
        <w:rPr>
          <w:rtl/>
        </w:rPr>
        <w:t>از قلّه كوهساران به نزد تو فرود مى آمدند</w:t>
      </w:r>
      <w:r w:rsidR="00E275C9">
        <w:rPr>
          <w:rtl/>
        </w:rPr>
        <w:t xml:space="preserve">. </w:t>
      </w:r>
      <w:r>
        <w:rPr>
          <w:rtl/>
        </w:rPr>
        <w:t>امانش دادى و سپس با جسارت نسبت به پروردگار و ز</w:t>
      </w:r>
      <w:r w:rsidR="00E275C9">
        <w:rPr>
          <w:rtl/>
        </w:rPr>
        <w:t>ی</w:t>
      </w:r>
      <w:r>
        <w:rPr>
          <w:rtl/>
        </w:rPr>
        <w:t>ر پا نهادن پ</w:t>
      </w:r>
      <w:r w:rsidR="00E275C9">
        <w:rPr>
          <w:rtl/>
        </w:rPr>
        <w:t>ی</w:t>
      </w:r>
      <w:r>
        <w:rPr>
          <w:rtl/>
        </w:rPr>
        <w:t>مان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او را به قتل رسان</w:t>
      </w:r>
      <w:r w:rsidR="00E275C9">
        <w:rPr>
          <w:rtl/>
        </w:rPr>
        <w:t>ی</w:t>
      </w:r>
      <w:r>
        <w:rPr>
          <w:rtl/>
        </w:rPr>
        <w:t>دى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اى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مگر تو ن</w:t>
      </w:r>
      <w:r w:rsidR="00E275C9">
        <w:rPr>
          <w:rtl/>
        </w:rPr>
        <w:t>ی</w:t>
      </w:r>
      <w:r>
        <w:rPr>
          <w:rtl/>
        </w:rPr>
        <w:t>ستى كه «ز</w:t>
      </w:r>
      <w:r w:rsidR="00E275C9">
        <w:rPr>
          <w:rtl/>
        </w:rPr>
        <w:t>ی</w:t>
      </w:r>
      <w:r>
        <w:rPr>
          <w:rtl/>
        </w:rPr>
        <w:t>اد بن سم</w:t>
      </w:r>
      <w:r w:rsidR="00E275C9">
        <w:rPr>
          <w:rtl/>
        </w:rPr>
        <w:t>ی</w:t>
      </w:r>
      <w:r>
        <w:rPr>
          <w:rtl/>
        </w:rPr>
        <w:t>ه» را كه در خانه «عب</w:t>
      </w:r>
      <w:r w:rsidR="00E275C9">
        <w:rPr>
          <w:rtl/>
        </w:rPr>
        <w:t>ی</w:t>
      </w:r>
      <w:r>
        <w:rPr>
          <w:rtl/>
        </w:rPr>
        <w:t>د ثق</w:t>
      </w:r>
      <w:r w:rsidR="00E275C9">
        <w:rPr>
          <w:rtl/>
        </w:rPr>
        <w:t>ی</w:t>
      </w:r>
      <w:r>
        <w:rPr>
          <w:rtl/>
        </w:rPr>
        <w:t>ف» به دن</w:t>
      </w:r>
      <w:r w:rsidR="00E275C9">
        <w:rPr>
          <w:rtl/>
        </w:rPr>
        <w:t>ی</w:t>
      </w:r>
      <w:r>
        <w:rPr>
          <w:rtl/>
        </w:rPr>
        <w:t>ا آمده بود</w:t>
      </w:r>
      <w:r w:rsidR="00E275C9">
        <w:rPr>
          <w:rtl/>
        </w:rPr>
        <w:t xml:space="preserve">، </w:t>
      </w:r>
      <w:r>
        <w:rPr>
          <w:rtl/>
        </w:rPr>
        <w:t>پسر پدرت خواندى</w:t>
      </w:r>
      <w:r w:rsidR="00E275C9">
        <w:rPr>
          <w:rtl/>
        </w:rPr>
        <w:t xml:space="preserve">؟! </w:t>
      </w:r>
      <w:r>
        <w:rPr>
          <w:rtl/>
        </w:rPr>
        <w:t xml:space="preserve">در حالى كه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مى فرما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:</w:t>
      </w:r>
      <w:r w:rsidR="00E275C9" w:rsidRPr="00E275C9">
        <w:rPr>
          <w:rFonts w:eastAsia="KFGQPC Uthman Taha Naskh"/>
          <w:rtl/>
        </w:rPr>
        <w:t xml:space="preserve"> </w:t>
      </w:r>
      <w:r w:rsidRPr="00E275C9">
        <w:rPr>
          <w:rFonts w:eastAsia="KFGQPC Uthman Taha Naskh"/>
          <w:rtl/>
        </w:rPr>
        <w:t>«اَلْوَلَدُ لِلْفِر اشِ وَلِلْع اهِرِ الْحَجَرْ»</w:t>
      </w:r>
      <w:r>
        <w:rPr>
          <w:rtl/>
        </w:rPr>
        <w:t xml:space="preserve">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13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و تو به پ</w:t>
      </w:r>
      <w:r w:rsidR="00E275C9">
        <w:rPr>
          <w:rtl/>
        </w:rPr>
        <w:t>ی</w:t>
      </w:r>
      <w:r>
        <w:rPr>
          <w:rtl/>
        </w:rPr>
        <w:t>روى از خواهش نفس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عمدا و بدون پ</w:t>
      </w:r>
      <w:r w:rsidR="00E275C9">
        <w:rPr>
          <w:rtl/>
        </w:rPr>
        <w:t>ی</w:t>
      </w:r>
      <w:r>
        <w:rPr>
          <w:rtl/>
        </w:rPr>
        <w:t>روى از هدا</w:t>
      </w:r>
      <w:r w:rsidR="00E275C9">
        <w:rPr>
          <w:rtl/>
        </w:rPr>
        <w:t>ی</w:t>
      </w:r>
      <w:r>
        <w:rPr>
          <w:rtl/>
        </w:rPr>
        <w:t>ت حق</w:t>
      </w:r>
      <w:r w:rsidR="00E275C9">
        <w:rPr>
          <w:rtl/>
        </w:rPr>
        <w:t xml:space="preserve">، </w:t>
      </w:r>
      <w:r>
        <w:rPr>
          <w:rtl/>
        </w:rPr>
        <w:t>سنّت پ</w:t>
      </w:r>
      <w:r w:rsidR="00E275C9">
        <w:rPr>
          <w:rtl/>
        </w:rPr>
        <w:t>ی</w:t>
      </w:r>
      <w:r>
        <w:rPr>
          <w:rtl/>
        </w:rPr>
        <w:t xml:space="preserve">امبر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را به ز</w:t>
      </w:r>
      <w:r w:rsidR="00E275C9">
        <w:rPr>
          <w:rtl/>
        </w:rPr>
        <w:t>ی</w:t>
      </w:r>
      <w:r>
        <w:rPr>
          <w:rtl/>
        </w:rPr>
        <w:t>ر پا نهادى و سپس ز</w:t>
      </w:r>
      <w:r w:rsidR="00E275C9">
        <w:rPr>
          <w:rtl/>
        </w:rPr>
        <w:t>ی</w:t>
      </w:r>
      <w:r>
        <w:rPr>
          <w:rtl/>
        </w:rPr>
        <w:t>اد را بر عراق</w:t>
      </w:r>
      <w:r w:rsidR="00E275C9">
        <w:rPr>
          <w:rtl/>
        </w:rPr>
        <w:t>ی</w:t>
      </w:r>
      <w:r>
        <w:rPr>
          <w:rtl/>
        </w:rPr>
        <w:t>ن مسلط گردان</w:t>
      </w:r>
      <w:r w:rsidR="00E275C9">
        <w:rPr>
          <w:rtl/>
        </w:rPr>
        <w:t>ی</w:t>
      </w:r>
      <w:r>
        <w:rPr>
          <w:rtl/>
        </w:rPr>
        <w:t>دى تا دست و پاى مسلم</w:t>
      </w:r>
      <w:r w:rsidR="00E275C9">
        <w:rPr>
          <w:rtl/>
        </w:rPr>
        <w:t>ی</w:t>
      </w:r>
      <w:r>
        <w:rPr>
          <w:rtl/>
        </w:rPr>
        <w:t>ن را قطع كند و به چشم آنان م</w:t>
      </w:r>
      <w:r w:rsidR="00E275C9">
        <w:rPr>
          <w:rtl/>
        </w:rPr>
        <w:t>ی</w:t>
      </w:r>
      <w:r>
        <w:rPr>
          <w:rtl/>
        </w:rPr>
        <w:t>ل بكشد و ا</w:t>
      </w:r>
      <w:r w:rsidR="00E275C9">
        <w:rPr>
          <w:rtl/>
        </w:rPr>
        <w:t>ی</w:t>
      </w:r>
      <w:r>
        <w:rPr>
          <w:rtl/>
        </w:rPr>
        <w:t>شان را بر نخلستانها م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 </w:t>
      </w:r>
      <w:r>
        <w:rPr>
          <w:rtl/>
        </w:rPr>
        <w:t>كوب نما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! </w:t>
      </w:r>
      <w:r>
        <w:rPr>
          <w:rtl/>
        </w:rPr>
        <w:t>مگر تو قاتل «حضرم</w:t>
      </w:r>
      <w:r w:rsidR="00E275C9">
        <w:rPr>
          <w:rtl/>
        </w:rPr>
        <w:t>ی</w:t>
      </w:r>
      <w:r>
        <w:rPr>
          <w:rtl/>
        </w:rPr>
        <w:t>ان» ن</w:t>
      </w:r>
      <w:r w:rsidR="00E275C9">
        <w:rPr>
          <w:rtl/>
        </w:rPr>
        <w:t>ی</w:t>
      </w:r>
      <w:r>
        <w:rPr>
          <w:rtl/>
        </w:rPr>
        <w:t>ستى</w:t>
      </w:r>
      <w:r w:rsidR="00E275C9">
        <w:rPr>
          <w:rtl/>
        </w:rPr>
        <w:t xml:space="preserve">؟ </w:t>
      </w:r>
      <w:r>
        <w:rPr>
          <w:rtl/>
        </w:rPr>
        <w:t>در پاسخ نامه پسر سم</w:t>
      </w:r>
      <w:r w:rsidR="00E275C9">
        <w:rPr>
          <w:rtl/>
        </w:rPr>
        <w:t>ی</w:t>
      </w:r>
      <w:r>
        <w:rPr>
          <w:rtl/>
        </w:rPr>
        <w:t>ه كه به تو نوشته بود</w:t>
      </w:r>
      <w:r w:rsidR="00E275C9">
        <w:rPr>
          <w:rtl/>
        </w:rPr>
        <w:t xml:space="preserve">: </w:t>
      </w:r>
      <w:r>
        <w:rPr>
          <w:rtl/>
        </w:rPr>
        <w:t>حضرم</w:t>
      </w:r>
      <w:r w:rsidR="00E275C9">
        <w:rPr>
          <w:rtl/>
        </w:rPr>
        <w:t>ی</w:t>
      </w:r>
      <w:r>
        <w:rPr>
          <w:rtl/>
        </w:rPr>
        <w:t>ان بر د</w:t>
      </w:r>
      <w:r w:rsidR="00E275C9">
        <w:rPr>
          <w:rtl/>
        </w:rPr>
        <w:t>ی</w:t>
      </w:r>
      <w:r>
        <w:rPr>
          <w:rtl/>
        </w:rPr>
        <w:t>ن على هستند</w:t>
      </w:r>
      <w:r w:rsidR="00E275C9">
        <w:rPr>
          <w:rtl/>
        </w:rPr>
        <w:t xml:space="preserve">، </w:t>
      </w:r>
      <w:r>
        <w:rPr>
          <w:rtl/>
        </w:rPr>
        <w:t>نوشتى</w:t>
      </w:r>
      <w:r w:rsidR="00E275C9">
        <w:rPr>
          <w:rtl/>
        </w:rPr>
        <w:t xml:space="preserve">: </w:t>
      </w:r>
      <w:r>
        <w:rPr>
          <w:rtl/>
        </w:rPr>
        <w:t>«كسانى را كه پ</w:t>
      </w:r>
      <w:r w:rsidR="00E275C9">
        <w:rPr>
          <w:rtl/>
        </w:rPr>
        <w:t>ی</w:t>
      </w:r>
      <w:r>
        <w:rPr>
          <w:rtl/>
        </w:rPr>
        <w:t>رو د</w:t>
      </w:r>
      <w:r w:rsidR="00E275C9">
        <w:rPr>
          <w:rtl/>
        </w:rPr>
        <w:t>ی</w:t>
      </w:r>
      <w:r>
        <w:rPr>
          <w:rtl/>
        </w:rPr>
        <w:t>ن على مى باشند</w:t>
      </w:r>
      <w:r w:rsidR="00E275C9">
        <w:rPr>
          <w:rtl/>
        </w:rPr>
        <w:t xml:space="preserve">، </w:t>
      </w:r>
      <w:r>
        <w:rPr>
          <w:rtl/>
        </w:rPr>
        <w:t>بكش»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14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و ز</w:t>
      </w:r>
      <w:r w:rsidR="00E275C9">
        <w:rPr>
          <w:rtl/>
        </w:rPr>
        <w:t>ی</w:t>
      </w:r>
      <w:r>
        <w:rPr>
          <w:rtl/>
        </w:rPr>
        <w:t>اد هم آنان را بنا به فرمان تو به قتل 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به خدا سوگند</w:t>
      </w:r>
      <w:r w:rsidR="00E275C9">
        <w:rPr>
          <w:rtl/>
        </w:rPr>
        <w:t xml:space="preserve">!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د</w:t>
      </w:r>
      <w:r w:rsidR="00E275C9">
        <w:rPr>
          <w:rtl/>
        </w:rPr>
        <w:t>ی</w:t>
      </w:r>
      <w:r>
        <w:rPr>
          <w:rtl/>
        </w:rPr>
        <w:t xml:space="preserve">ن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بود كه به تو و پدرت</w:t>
      </w:r>
      <w:r w:rsidR="00E275C9">
        <w:rPr>
          <w:rtl/>
        </w:rPr>
        <w:t xml:space="preserve">، </w:t>
      </w:r>
      <w:r>
        <w:rPr>
          <w:rtl/>
        </w:rPr>
        <w:t>عزّت داد و تو را به مقامى رسان</w:t>
      </w:r>
      <w:r w:rsidR="00E275C9">
        <w:rPr>
          <w:rtl/>
        </w:rPr>
        <w:t>ی</w:t>
      </w:r>
      <w:r>
        <w:rPr>
          <w:rtl/>
        </w:rPr>
        <w:t>د كه اكنون قرار دارى</w:t>
      </w:r>
      <w:r w:rsidR="00E275C9">
        <w:rPr>
          <w:rtl/>
        </w:rPr>
        <w:t xml:space="preserve">. </w:t>
      </w:r>
      <w:r>
        <w:rPr>
          <w:rtl/>
        </w:rPr>
        <w:t>و اگر د</w:t>
      </w:r>
      <w:r w:rsidR="00E275C9">
        <w:rPr>
          <w:rtl/>
        </w:rPr>
        <w:t>ی</w:t>
      </w:r>
      <w:r>
        <w:rPr>
          <w:rtl/>
        </w:rPr>
        <w:t xml:space="preserve">ن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بود</w:t>
      </w:r>
      <w:r w:rsidR="00E275C9">
        <w:rPr>
          <w:rtl/>
        </w:rPr>
        <w:t xml:space="preserve">، </w:t>
      </w:r>
      <w:r>
        <w:rPr>
          <w:rtl/>
        </w:rPr>
        <w:t>شرف تو و پدرت همان مسافرتهاى تابستان و زمستان بود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نوشته بودى كه به خاطر خودت و د</w:t>
      </w:r>
      <w:r w:rsidR="00E275C9">
        <w:rPr>
          <w:rtl/>
        </w:rPr>
        <w:t>ی</w:t>
      </w:r>
      <w:r>
        <w:rPr>
          <w:rtl/>
        </w:rPr>
        <w:t xml:space="preserve">نت و امت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كوت كن و از ا</w:t>
      </w:r>
      <w:r w:rsidR="00E275C9">
        <w:rPr>
          <w:rtl/>
        </w:rPr>
        <w:t>ی</w:t>
      </w:r>
      <w:r>
        <w:rPr>
          <w:rtl/>
        </w:rPr>
        <w:t>جاد شكاف ب</w:t>
      </w:r>
      <w:r w:rsidR="00E275C9">
        <w:rPr>
          <w:rtl/>
        </w:rPr>
        <w:t>ی</w:t>
      </w:r>
      <w:r>
        <w:rPr>
          <w:rtl/>
        </w:rPr>
        <w:t>ن ا</w:t>
      </w:r>
      <w:r w:rsidR="00E275C9">
        <w:rPr>
          <w:rtl/>
        </w:rPr>
        <w:t>ی</w:t>
      </w:r>
      <w:r>
        <w:rPr>
          <w:rtl/>
        </w:rPr>
        <w:t>ن امت و بپا شدن فتنه</w:t>
      </w:r>
      <w:r w:rsidR="00E275C9">
        <w:rPr>
          <w:rtl/>
        </w:rPr>
        <w:t xml:space="preserve">، </w:t>
      </w:r>
      <w:r>
        <w:rPr>
          <w:rtl/>
        </w:rPr>
        <w:t>جلوگ</w:t>
      </w:r>
      <w:r w:rsidR="00E275C9">
        <w:rPr>
          <w:rtl/>
        </w:rPr>
        <w:t>ی</w:t>
      </w:r>
      <w:r>
        <w:rPr>
          <w:rtl/>
        </w:rPr>
        <w:t>رى بنما</w:t>
      </w:r>
      <w:r w:rsidR="00E275C9">
        <w:rPr>
          <w:rtl/>
        </w:rPr>
        <w:t xml:space="preserve">. </w:t>
      </w:r>
      <w:r>
        <w:rPr>
          <w:rtl/>
        </w:rPr>
        <w:t>من براى ا</w:t>
      </w:r>
      <w:r w:rsidR="00E275C9">
        <w:rPr>
          <w:rtl/>
        </w:rPr>
        <w:t>ی</w:t>
      </w:r>
      <w:r>
        <w:rPr>
          <w:rtl/>
        </w:rPr>
        <w:t>ن امت</w:t>
      </w:r>
      <w:r w:rsidR="00E275C9">
        <w:rPr>
          <w:rtl/>
        </w:rPr>
        <w:t xml:space="preserve">، </w:t>
      </w:r>
      <w:r>
        <w:rPr>
          <w:rtl/>
        </w:rPr>
        <w:t>فتنه اى را بزرگتر از ولا</w:t>
      </w:r>
      <w:r w:rsidR="00E275C9">
        <w:rPr>
          <w:rtl/>
        </w:rPr>
        <w:t>ی</w:t>
      </w:r>
      <w:r>
        <w:rPr>
          <w:rtl/>
        </w:rPr>
        <w:t>ت تو بر</w:t>
      </w:r>
      <w:r w:rsidR="0020655A">
        <w:rPr>
          <w:rtl/>
        </w:rPr>
        <w:t xml:space="preserve">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شان نمى شناسم و ه</w:t>
      </w:r>
      <w:r w:rsidR="00E275C9">
        <w:rPr>
          <w:rtl/>
        </w:rPr>
        <w:t>ی</w:t>
      </w:r>
      <w:r>
        <w:rPr>
          <w:rtl/>
        </w:rPr>
        <w:t>چ كارى را براى د</w:t>
      </w:r>
      <w:r w:rsidR="00E275C9">
        <w:rPr>
          <w:rtl/>
        </w:rPr>
        <w:t>ی</w:t>
      </w:r>
      <w:r>
        <w:rPr>
          <w:rtl/>
        </w:rPr>
        <w:t xml:space="preserve">نم و امت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پرفا</w:t>
      </w:r>
      <w:r w:rsidR="00E275C9">
        <w:rPr>
          <w:rtl/>
        </w:rPr>
        <w:t>ی</w:t>
      </w:r>
      <w:r>
        <w:rPr>
          <w:rtl/>
        </w:rPr>
        <w:t>ده تر و افضل بر ا</w:t>
      </w:r>
      <w:r w:rsidR="00E275C9">
        <w:rPr>
          <w:rtl/>
        </w:rPr>
        <w:t>ی</w:t>
      </w:r>
      <w:r>
        <w:rPr>
          <w:rtl/>
        </w:rPr>
        <w:t>ن نمى دانم كه بر ضد تو برخ</w:t>
      </w:r>
      <w:r w:rsidR="00E275C9">
        <w:rPr>
          <w:rtl/>
        </w:rPr>
        <w:t>ی</w:t>
      </w:r>
      <w:r>
        <w:rPr>
          <w:rtl/>
        </w:rPr>
        <w:t>زم</w:t>
      </w:r>
      <w:r w:rsidR="00E275C9">
        <w:rPr>
          <w:rtl/>
        </w:rPr>
        <w:t xml:space="preserve">. </w:t>
      </w:r>
      <w:r>
        <w:rPr>
          <w:rtl/>
        </w:rPr>
        <w:t>و اگر در برابر تو به جهاد ق</w:t>
      </w:r>
      <w:r w:rsidR="00E275C9">
        <w:rPr>
          <w:rtl/>
        </w:rPr>
        <w:t>ی</w:t>
      </w:r>
      <w:r>
        <w:rPr>
          <w:rtl/>
        </w:rPr>
        <w:t>ام كنم فقط به خاطر نزد</w:t>
      </w:r>
      <w:r w:rsidR="00E275C9">
        <w:rPr>
          <w:rtl/>
        </w:rPr>
        <w:t>ی</w:t>
      </w:r>
      <w:r>
        <w:rPr>
          <w:rtl/>
        </w:rPr>
        <w:t>كى به خداست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! </w:t>
      </w:r>
      <w:r>
        <w:rPr>
          <w:rtl/>
        </w:rPr>
        <w:t>من در برابر ا</w:t>
      </w:r>
      <w:r w:rsidR="00E275C9">
        <w:rPr>
          <w:rtl/>
        </w:rPr>
        <w:t>ی</w:t>
      </w:r>
      <w:r>
        <w:rPr>
          <w:rtl/>
        </w:rPr>
        <w:t>ن فجا</w:t>
      </w:r>
      <w:r w:rsidR="00E275C9">
        <w:rPr>
          <w:rtl/>
        </w:rPr>
        <w:t>ی</w:t>
      </w:r>
      <w:r>
        <w:rPr>
          <w:rtl/>
        </w:rPr>
        <w:t>ع</w:t>
      </w:r>
      <w:r w:rsidR="00E275C9">
        <w:rPr>
          <w:rtl/>
        </w:rPr>
        <w:t xml:space="preserve">، </w:t>
      </w:r>
      <w:r>
        <w:rPr>
          <w:rtl/>
        </w:rPr>
        <w:t xml:space="preserve">آرام نشسته ام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15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>ولى به درگاه خداوند از ا</w:t>
      </w:r>
      <w:r w:rsidR="00E275C9">
        <w:rPr>
          <w:rtl/>
        </w:rPr>
        <w:t>ی</w:t>
      </w:r>
      <w:r>
        <w:rPr>
          <w:rtl/>
        </w:rPr>
        <w:t>ن سكوت استغفار مى كنم و از او مى خواهم كه بر من ببخشا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و بر تصم</w:t>
      </w:r>
      <w:r w:rsidR="00E275C9">
        <w:rPr>
          <w:rtl/>
        </w:rPr>
        <w:t>ی</w:t>
      </w:r>
      <w:r>
        <w:rPr>
          <w:rtl/>
        </w:rPr>
        <w:t>م من رشد و استوارى بخشد تا بر ضد تو برخ</w:t>
      </w:r>
      <w:r w:rsidR="00E275C9">
        <w:rPr>
          <w:rtl/>
        </w:rPr>
        <w:t>ی</w:t>
      </w:r>
      <w:r>
        <w:rPr>
          <w:rtl/>
        </w:rPr>
        <w:t>زم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گفته بودى كه اگر از تو ب</w:t>
      </w:r>
      <w:r w:rsidR="00E275C9">
        <w:rPr>
          <w:rtl/>
        </w:rPr>
        <w:t>ی</w:t>
      </w:r>
      <w:r>
        <w:rPr>
          <w:rtl/>
        </w:rPr>
        <w:t>زارى جو</w:t>
      </w:r>
      <w:r w:rsidR="00E275C9">
        <w:rPr>
          <w:rtl/>
        </w:rPr>
        <w:t>ی</w:t>
      </w:r>
      <w:r>
        <w:rPr>
          <w:rtl/>
        </w:rPr>
        <w:t>م از من ب</w:t>
      </w:r>
      <w:r w:rsidR="00E275C9">
        <w:rPr>
          <w:rtl/>
        </w:rPr>
        <w:t>ی</w:t>
      </w:r>
      <w:r>
        <w:rPr>
          <w:rtl/>
        </w:rPr>
        <w:t>زارى خواهى جست و اگر بر ضد تو ق</w:t>
      </w:r>
      <w:r w:rsidR="00E275C9">
        <w:rPr>
          <w:rtl/>
        </w:rPr>
        <w:t>ی</w:t>
      </w:r>
      <w:r>
        <w:rPr>
          <w:rtl/>
        </w:rPr>
        <w:t>ام كنم</w:t>
      </w:r>
      <w:r w:rsidR="00E275C9">
        <w:rPr>
          <w:rtl/>
        </w:rPr>
        <w:t xml:space="preserve">، </w:t>
      </w:r>
      <w:r>
        <w:rPr>
          <w:rtl/>
        </w:rPr>
        <w:t>بر عل</w:t>
      </w:r>
      <w:r w:rsidR="00E275C9">
        <w:rPr>
          <w:rtl/>
        </w:rPr>
        <w:t>ی</w:t>
      </w:r>
      <w:r>
        <w:rPr>
          <w:rtl/>
        </w:rPr>
        <w:t>ه من ق</w:t>
      </w:r>
      <w:r w:rsidR="00E275C9">
        <w:rPr>
          <w:rtl/>
        </w:rPr>
        <w:t>ی</w:t>
      </w:r>
      <w:r>
        <w:rPr>
          <w:rtl/>
        </w:rPr>
        <w:t>ام خواهى كرد</w:t>
      </w:r>
      <w:r w:rsidR="00E275C9">
        <w:rPr>
          <w:rtl/>
        </w:rPr>
        <w:t xml:space="preserve">، </w:t>
      </w:r>
      <w:r>
        <w:rPr>
          <w:rtl/>
        </w:rPr>
        <w:t>هر مكر و ح</w:t>
      </w:r>
      <w:r w:rsidR="00E275C9">
        <w:rPr>
          <w:rtl/>
        </w:rPr>
        <w:t>ی</w:t>
      </w:r>
      <w:r>
        <w:rPr>
          <w:rtl/>
        </w:rPr>
        <w:t xml:space="preserve">له اى كه مى توانى </w:t>
      </w:r>
      <w:r>
        <w:rPr>
          <w:rtl/>
        </w:rPr>
        <w:lastRenderedPageBreak/>
        <w:t>در مورد من بكار بند</w:t>
      </w:r>
      <w:r w:rsidR="00E275C9">
        <w:rPr>
          <w:rtl/>
        </w:rPr>
        <w:t xml:space="preserve">، </w:t>
      </w:r>
      <w:r>
        <w:rPr>
          <w:rtl/>
        </w:rPr>
        <w:t>ام</w:t>
      </w:r>
      <w:r w:rsidR="00E275C9">
        <w:rPr>
          <w:rtl/>
        </w:rPr>
        <w:t>ی</w:t>
      </w:r>
      <w:r>
        <w:rPr>
          <w:rtl/>
        </w:rPr>
        <w:t>دوارم كه مكر تو به من ز</w:t>
      </w:r>
      <w:r w:rsidR="00E275C9">
        <w:rPr>
          <w:rtl/>
        </w:rPr>
        <w:t>ی</w:t>
      </w:r>
      <w:r>
        <w:rPr>
          <w:rtl/>
        </w:rPr>
        <w:t>انى وارد نكند</w:t>
      </w:r>
      <w:r w:rsidR="00E275C9">
        <w:rPr>
          <w:rtl/>
        </w:rPr>
        <w:t xml:space="preserve">. </w:t>
      </w:r>
      <w:r>
        <w:rPr>
          <w:rtl/>
        </w:rPr>
        <w:t>و ه</w:t>
      </w:r>
      <w:r w:rsidR="00E275C9">
        <w:rPr>
          <w:rtl/>
        </w:rPr>
        <w:t>ی</w:t>
      </w:r>
      <w:r>
        <w:rPr>
          <w:rtl/>
        </w:rPr>
        <w:t>چ كس براى تو ز</w:t>
      </w:r>
      <w:r w:rsidR="00E275C9">
        <w:rPr>
          <w:rtl/>
        </w:rPr>
        <w:t>ی</w:t>
      </w:r>
      <w:r>
        <w:rPr>
          <w:rtl/>
        </w:rPr>
        <w:t>انبخش تر از خودت نمى باشد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تو بر مركب نادانى خو</w:t>
      </w:r>
      <w:r w:rsidR="00E275C9">
        <w:rPr>
          <w:rtl/>
        </w:rPr>
        <w:t>ی</w:t>
      </w:r>
      <w:r>
        <w:rPr>
          <w:rtl/>
        </w:rPr>
        <w:t>ش همى رانى و بر پ</w:t>
      </w:r>
      <w:r w:rsidR="00E275C9">
        <w:rPr>
          <w:rtl/>
        </w:rPr>
        <w:t>ی</w:t>
      </w:r>
      <w:r>
        <w:rPr>
          <w:rtl/>
        </w:rPr>
        <w:t>مان شكنى خود</w:t>
      </w:r>
      <w:r w:rsidR="00E275C9">
        <w:rPr>
          <w:rtl/>
        </w:rPr>
        <w:t xml:space="preserve">، </w:t>
      </w:r>
      <w:r>
        <w:rPr>
          <w:rtl/>
        </w:rPr>
        <w:t>حرص مى ورزى</w:t>
      </w:r>
      <w:r w:rsidR="00E275C9">
        <w:rPr>
          <w:rtl/>
        </w:rPr>
        <w:t xml:space="preserve">. </w:t>
      </w:r>
      <w:r>
        <w:rPr>
          <w:rtl/>
        </w:rPr>
        <w:t>تو ه</w:t>
      </w:r>
      <w:r w:rsidR="00E275C9">
        <w:rPr>
          <w:rtl/>
        </w:rPr>
        <w:t>ی</w:t>
      </w:r>
      <w:r>
        <w:rPr>
          <w:rtl/>
        </w:rPr>
        <w:t>چگاه به پ</w:t>
      </w:r>
      <w:r w:rsidR="00E275C9">
        <w:rPr>
          <w:rtl/>
        </w:rPr>
        <w:t>ی</w:t>
      </w:r>
      <w:r>
        <w:rPr>
          <w:rtl/>
        </w:rPr>
        <w:t>مانى وفا نكردى مگر ا</w:t>
      </w:r>
      <w:r w:rsidR="00E275C9">
        <w:rPr>
          <w:rtl/>
        </w:rPr>
        <w:t>ی</w:t>
      </w:r>
      <w:r>
        <w:rPr>
          <w:rtl/>
        </w:rPr>
        <w:t>نكه پ</w:t>
      </w:r>
      <w:r w:rsidR="00E275C9">
        <w:rPr>
          <w:rtl/>
        </w:rPr>
        <w:t>ی</w:t>
      </w:r>
      <w:r>
        <w:rPr>
          <w:rtl/>
        </w:rPr>
        <w:t>مان خود را با كشتن كسانى كه با آنان عهد بسته بودى</w:t>
      </w:r>
      <w:r w:rsidR="00E275C9">
        <w:rPr>
          <w:rtl/>
        </w:rPr>
        <w:t xml:space="preserve">، </w:t>
      </w:r>
      <w:r>
        <w:rPr>
          <w:rtl/>
        </w:rPr>
        <w:t>نقض كردى</w:t>
      </w:r>
      <w:r w:rsidR="00E275C9">
        <w:rPr>
          <w:rtl/>
        </w:rPr>
        <w:t xml:space="preserve">. </w:t>
      </w:r>
      <w:r>
        <w:rPr>
          <w:rtl/>
        </w:rPr>
        <w:t>تو آنان را بعد از صلح و سوگند و عهدها و م</w:t>
      </w:r>
      <w:r w:rsidR="00E275C9">
        <w:rPr>
          <w:rtl/>
        </w:rPr>
        <w:t>ی</w:t>
      </w:r>
      <w:r>
        <w:rPr>
          <w:rtl/>
        </w:rPr>
        <w:t>ثاقها به قتل رسان</w:t>
      </w:r>
      <w:r w:rsidR="00E275C9">
        <w:rPr>
          <w:rtl/>
        </w:rPr>
        <w:t>ی</w:t>
      </w:r>
      <w:r>
        <w:rPr>
          <w:rtl/>
        </w:rPr>
        <w:t>دى</w:t>
      </w:r>
      <w:r w:rsidR="00E275C9">
        <w:rPr>
          <w:rtl/>
        </w:rPr>
        <w:t xml:space="preserve">، </w:t>
      </w:r>
      <w:r>
        <w:rPr>
          <w:rtl/>
        </w:rPr>
        <w:t>كشته شدند بدون آنكه كسى را كشته باشند</w:t>
      </w:r>
      <w:r w:rsidR="00E275C9">
        <w:rPr>
          <w:rtl/>
        </w:rPr>
        <w:t xml:space="preserve">. </w:t>
      </w:r>
      <w:r>
        <w:rPr>
          <w:rtl/>
        </w:rPr>
        <w:t>تنها گناهشان ا</w:t>
      </w:r>
      <w:r w:rsidR="00E275C9">
        <w:rPr>
          <w:rtl/>
        </w:rPr>
        <w:t>ی</w:t>
      </w:r>
      <w:r>
        <w:rPr>
          <w:rtl/>
        </w:rPr>
        <w:t>ن بود كه از فضا</w:t>
      </w:r>
      <w:r w:rsidR="00E275C9">
        <w:rPr>
          <w:rtl/>
        </w:rPr>
        <w:t>ی</w:t>
      </w:r>
      <w:r>
        <w:rPr>
          <w:rtl/>
        </w:rPr>
        <w:t xml:space="preserve">ل و مناقب ما </w:t>
      </w:r>
      <w:r w:rsidR="00E275C9">
        <w:rPr>
          <w:rtl/>
        </w:rPr>
        <w:t>ی</w:t>
      </w:r>
      <w:r>
        <w:rPr>
          <w:rtl/>
        </w:rPr>
        <w:t>اد مى كردند و به بزرگى مقام ما اعتراف داشتند</w:t>
      </w:r>
      <w:r w:rsidR="00E275C9">
        <w:rPr>
          <w:rtl/>
        </w:rPr>
        <w:t xml:space="preserve">. </w:t>
      </w:r>
      <w:r>
        <w:rPr>
          <w:rtl/>
        </w:rPr>
        <w:t>از ترس آنكه با تو به جهاد برخ</w:t>
      </w:r>
      <w:r w:rsidR="00E275C9">
        <w:rPr>
          <w:rtl/>
        </w:rPr>
        <w:t>ی</w:t>
      </w:r>
      <w:r>
        <w:rPr>
          <w:rtl/>
        </w:rPr>
        <w:t>زند</w:t>
      </w:r>
      <w:r w:rsidR="00E275C9">
        <w:rPr>
          <w:rtl/>
        </w:rPr>
        <w:t xml:space="preserve">، </w:t>
      </w:r>
      <w:r>
        <w:rPr>
          <w:rtl/>
        </w:rPr>
        <w:t>آنان را كشتى</w:t>
      </w:r>
      <w:r w:rsidR="00E275C9">
        <w:rPr>
          <w:rtl/>
        </w:rPr>
        <w:t xml:space="preserve">. </w:t>
      </w:r>
      <w:r>
        <w:rPr>
          <w:rtl/>
        </w:rPr>
        <w:t>شا</w:t>
      </w:r>
      <w:r w:rsidR="00E275C9">
        <w:rPr>
          <w:rtl/>
        </w:rPr>
        <w:t>ی</w:t>
      </w:r>
      <w:r>
        <w:rPr>
          <w:rtl/>
        </w:rPr>
        <w:t xml:space="preserve">د قبل از آنكه دست به كارى مى زدند خود مى مردى و </w:t>
      </w:r>
      <w:r w:rsidR="00E275C9">
        <w:rPr>
          <w:rtl/>
        </w:rPr>
        <w:t>ی</w:t>
      </w:r>
      <w:r>
        <w:rPr>
          <w:rtl/>
        </w:rPr>
        <w:t>ا آنان وفات مى كردند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مژده اى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! </w:t>
      </w:r>
      <w:r>
        <w:rPr>
          <w:rtl/>
        </w:rPr>
        <w:t>كه در روز قصاص</w:t>
      </w:r>
      <w:r w:rsidR="00E275C9">
        <w:rPr>
          <w:rtl/>
        </w:rPr>
        <w:t xml:space="preserve">، </w:t>
      </w:r>
      <w:r>
        <w:rPr>
          <w:rtl/>
        </w:rPr>
        <w:t>به حساب تو رس</w:t>
      </w:r>
      <w:r w:rsidR="00E275C9">
        <w:rPr>
          <w:rtl/>
        </w:rPr>
        <w:t>ی</w:t>
      </w:r>
      <w:r>
        <w:rPr>
          <w:rtl/>
        </w:rPr>
        <w:t>دگى خواهد شد و بدانكه خداوند تبارك و تعالى را نامه اى است كه خُرد و كلان همه چ</w:t>
      </w:r>
      <w:r w:rsidR="00E275C9">
        <w:rPr>
          <w:rtl/>
        </w:rPr>
        <w:t>ی</w:t>
      </w:r>
      <w:r>
        <w:rPr>
          <w:rtl/>
        </w:rPr>
        <w:t>ز در آن ثبت و ضبط است</w:t>
      </w:r>
      <w:r w:rsidR="00E275C9">
        <w:rPr>
          <w:rtl/>
        </w:rPr>
        <w:t xml:space="preserve">. </w:t>
      </w:r>
      <w:r>
        <w:rPr>
          <w:rtl/>
        </w:rPr>
        <w:t>و خداوند فراموش نخواهد كرد كه تو مردم را با پندار مؤ اخذه مى كنى و اول</w:t>
      </w:r>
      <w:r w:rsidR="00E275C9">
        <w:rPr>
          <w:rtl/>
        </w:rPr>
        <w:t>ی</w:t>
      </w:r>
      <w:r>
        <w:rPr>
          <w:rtl/>
        </w:rPr>
        <w:t>اى او را به ناحق به قتل رسان</w:t>
      </w:r>
      <w:r w:rsidR="00E275C9">
        <w:rPr>
          <w:rtl/>
        </w:rPr>
        <w:t>ی</w:t>
      </w:r>
      <w:r>
        <w:rPr>
          <w:rtl/>
        </w:rPr>
        <w:t xml:space="preserve">ده اى و </w:t>
      </w:r>
      <w:r w:rsidR="00E275C9">
        <w:rPr>
          <w:rtl/>
        </w:rPr>
        <w:t>ی</w:t>
      </w:r>
      <w:r>
        <w:rPr>
          <w:rtl/>
        </w:rPr>
        <w:t>ا از خانه و كاشانه آنان را به د</w:t>
      </w:r>
      <w:r w:rsidR="00E275C9">
        <w:rPr>
          <w:rtl/>
        </w:rPr>
        <w:t>ی</w:t>
      </w:r>
      <w:r>
        <w:rPr>
          <w:rtl/>
        </w:rPr>
        <w:t>ار غربت تبع</w:t>
      </w:r>
      <w:r w:rsidR="00E275C9">
        <w:rPr>
          <w:rtl/>
        </w:rPr>
        <w:t>ی</w:t>
      </w:r>
      <w:r>
        <w:rPr>
          <w:rtl/>
        </w:rPr>
        <w:t>د كرده اى</w:t>
      </w:r>
      <w:r w:rsidR="00E275C9">
        <w:rPr>
          <w:rtl/>
        </w:rPr>
        <w:t xml:space="preserve">. </w:t>
      </w: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 xml:space="preserve">نكه هم اكنون براى پسر ناسزاوارت كه شراب مى نوشد و سگبازى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16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مى كند</w:t>
      </w:r>
      <w:r w:rsidR="00E275C9">
        <w:rPr>
          <w:rtl/>
        </w:rPr>
        <w:t xml:space="preserve">، </w:t>
      </w:r>
      <w:r>
        <w:rPr>
          <w:rtl/>
        </w:rPr>
        <w:t>از مردم ب</w:t>
      </w:r>
      <w:r w:rsidR="00E275C9">
        <w:rPr>
          <w:rtl/>
        </w:rPr>
        <w:t>ی</w:t>
      </w:r>
      <w:r>
        <w:rPr>
          <w:rtl/>
        </w:rPr>
        <w:t>عت مى گ</w:t>
      </w:r>
      <w:r w:rsidR="00E275C9">
        <w:rPr>
          <w:rtl/>
        </w:rPr>
        <w:t>ی</w:t>
      </w:r>
      <w:r>
        <w:rPr>
          <w:rtl/>
        </w:rPr>
        <w:t>رى و من مى دانم كه ز</w:t>
      </w:r>
      <w:r w:rsidR="00E275C9">
        <w:rPr>
          <w:rtl/>
        </w:rPr>
        <w:t>ی</w:t>
      </w:r>
      <w:r>
        <w:rPr>
          <w:rtl/>
        </w:rPr>
        <w:t>ان ا</w:t>
      </w:r>
      <w:r w:rsidR="00E275C9">
        <w:rPr>
          <w:rtl/>
        </w:rPr>
        <w:t>ی</w:t>
      </w:r>
      <w:r>
        <w:rPr>
          <w:rtl/>
        </w:rPr>
        <w:t>ن كارها جز به تو</w:t>
      </w:r>
      <w:r w:rsidR="00E275C9">
        <w:rPr>
          <w:rtl/>
        </w:rPr>
        <w:t xml:space="preserve">، </w:t>
      </w:r>
      <w:r>
        <w:rPr>
          <w:rtl/>
        </w:rPr>
        <w:t>ه</w:t>
      </w:r>
      <w:r w:rsidR="00E275C9">
        <w:rPr>
          <w:rtl/>
        </w:rPr>
        <w:t>ی</w:t>
      </w:r>
      <w:r>
        <w:rPr>
          <w:rtl/>
        </w:rPr>
        <w:t>چ كس را نخواهد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از د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زارى جسته اى و بر امت اسلام</w:t>
      </w:r>
      <w:r w:rsidR="00E275C9">
        <w:rPr>
          <w:rtl/>
        </w:rPr>
        <w:t xml:space="preserve">، </w:t>
      </w:r>
      <w:r>
        <w:rPr>
          <w:rtl/>
        </w:rPr>
        <w:t>ح</w:t>
      </w:r>
      <w:r w:rsidR="00E275C9">
        <w:rPr>
          <w:rtl/>
        </w:rPr>
        <w:t>ی</w:t>
      </w:r>
      <w:r>
        <w:rPr>
          <w:rtl/>
        </w:rPr>
        <w:t>له ورز</w:t>
      </w:r>
      <w:r w:rsidR="00E275C9">
        <w:rPr>
          <w:rtl/>
        </w:rPr>
        <w:t>ی</w:t>
      </w:r>
      <w:r>
        <w:rPr>
          <w:rtl/>
        </w:rPr>
        <w:t>ده اى و در امانت</w:t>
      </w:r>
      <w:r w:rsidR="00E275C9">
        <w:rPr>
          <w:rtl/>
        </w:rPr>
        <w:t xml:space="preserve">، </w:t>
      </w:r>
      <w:r>
        <w:rPr>
          <w:rtl/>
        </w:rPr>
        <w:t>خ</w:t>
      </w:r>
      <w:r w:rsidR="00E275C9">
        <w:rPr>
          <w:rtl/>
        </w:rPr>
        <w:t>ی</w:t>
      </w:r>
      <w:r>
        <w:rPr>
          <w:rtl/>
        </w:rPr>
        <w:t>انت كرده اى و از سبك مغز نادان</w:t>
      </w:r>
      <w:r w:rsidR="00E275C9">
        <w:rPr>
          <w:rtl/>
        </w:rPr>
        <w:t xml:space="preserve">، </w:t>
      </w:r>
      <w:r>
        <w:rPr>
          <w:rtl/>
        </w:rPr>
        <w:t>سخن شن</w:t>
      </w:r>
      <w:r w:rsidR="00E275C9">
        <w:rPr>
          <w:rtl/>
        </w:rPr>
        <w:t>ی</w:t>
      </w:r>
      <w:r>
        <w:rPr>
          <w:rtl/>
        </w:rPr>
        <w:t>ده اى و پره</w:t>
      </w:r>
      <w:r w:rsidR="00E275C9">
        <w:rPr>
          <w:rtl/>
        </w:rPr>
        <w:t>ی</w:t>
      </w:r>
      <w:r>
        <w:rPr>
          <w:rtl/>
        </w:rPr>
        <w:t>زگاران پارسا را به خاطر آنان آزرده كرده اى</w:t>
      </w:r>
      <w:r w:rsidR="00E275C9">
        <w:rPr>
          <w:rtl/>
        </w:rPr>
        <w:t xml:space="preserve">، </w:t>
      </w:r>
      <w:r>
        <w:rPr>
          <w:rtl/>
        </w:rPr>
        <w:t>والسلام»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در سال </w:t>
      </w:r>
      <w:r w:rsidR="00883263">
        <w:rPr>
          <w:rtl/>
        </w:rPr>
        <w:t>60</w:t>
      </w:r>
      <w:r>
        <w:rPr>
          <w:rtl/>
        </w:rPr>
        <w:t xml:space="preserve"> هجرت</w:t>
      </w:r>
      <w:r w:rsidR="00E275C9">
        <w:rPr>
          <w:rtl/>
        </w:rPr>
        <w:t xml:space="preserve">، </w:t>
      </w:r>
      <w:r>
        <w:rPr>
          <w:rtl/>
        </w:rPr>
        <w:t>معاو</w:t>
      </w:r>
      <w:r w:rsidR="00E275C9">
        <w:rPr>
          <w:rtl/>
        </w:rPr>
        <w:t>ی</w:t>
      </w:r>
      <w:r>
        <w:rPr>
          <w:rtl/>
        </w:rPr>
        <w:t>ه از دن</w:t>
      </w:r>
      <w:r w:rsidR="00E275C9">
        <w:rPr>
          <w:rtl/>
        </w:rPr>
        <w:t>ی</w:t>
      </w:r>
      <w:r>
        <w:rPr>
          <w:rtl/>
        </w:rPr>
        <w:t xml:space="preserve">ا رفت و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پل</w:t>
      </w:r>
      <w:r w:rsidR="00E275C9">
        <w:rPr>
          <w:rtl/>
        </w:rPr>
        <w:t>ی</w:t>
      </w:r>
      <w:r>
        <w:rPr>
          <w:rtl/>
        </w:rPr>
        <w:t>د جانش</w:t>
      </w:r>
      <w:r w:rsidR="00E275C9">
        <w:rPr>
          <w:rtl/>
        </w:rPr>
        <w:t>ی</w:t>
      </w:r>
      <w:r>
        <w:rPr>
          <w:rtl/>
        </w:rPr>
        <w:t>ن او شد</w:t>
      </w:r>
      <w:r w:rsidR="00E275C9">
        <w:rPr>
          <w:rtl/>
        </w:rPr>
        <w:t>.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با زور و فشار و تهد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مى خواست از س</w:t>
      </w:r>
      <w:r w:rsidR="00E275C9">
        <w:rPr>
          <w:rtl/>
        </w:rPr>
        <w:t>ی</w:t>
      </w:r>
      <w:r>
        <w:rPr>
          <w:rtl/>
        </w:rPr>
        <w:t xml:space="preserve">دالشهداء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</w:t>
      </w:r>
      <w:r w:rsidR="00E275C9">
        <w:rPr>
          <w:rtl/>
        </w:rPr>
        <w:t>ی</w:t>
      </w:r>
      <w:r>
        <w:rPr>
          <w:rtl/>
        </w:rPr>
        <w:t>عت بگ</w:t>
      </w:r>
      <w:r w:rsidR="00E275C9">
        <w:rPr>
          <w:rtl/>
        </w:rPr>
        <w:t>ی</w:t>
      </w:r>
      <w:r>
        <w:rPr>
          <w:rtl/>
        </w:rPr>
        <w:t>رد كه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ق</w:t>
      </w:r>
      <w:r w:rsidR="00E275C9">
        <w:rPr>
          <w:rtl/>
        </w:rPr>
        <w:t>ی</w:t>
      </w:r>
      <w:r>
        <w:rPr>
          <w:rtl/>
        </w:rPr>
        <w:t>ام كرد و به عنوان اعتراض</w:t>
      </w:r>
      <w:r w:rsidR="00E275C9">
        <w:rPr>
          <w:rtl/>
        </w:rPr>
        <w:t xml:space="preserve">، </w:t>
      </w:r>
      <w:r>
        <w:rPr>
          <w:rtl/>
        </w:rPr>
        <w:t>به مكه رفت و سپس از آنجا راهى عراق شد او در ا</w:t>
      </w:r>
      <w:r w:rsidR="00E275C9">
        <w:rPr>
          <w:rtl/>
        </w:rPr>
        <w:t>ی</w:t>
      </w:r>
      <w:r>
        <w:rPr>
          <w:rtl/>
        </w:rPr>
        <w:t>ن سفر پرارزش و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 </w:t>
      </w:r>
      <w:r>
        <w:rPr>
          <w:rtl/>
        </w:rPr>
        <w:t>سازِ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زن و فرزند و اهل ب</w:t>
      </w:r>
      <w:r w:rsidR="00E275C9">
        <w:rPr>
          <w:rtl/>
        </w:rPr>
        <w:t>ی</w:t>
      </w:r>
      <w:r>
        <w:rPr>
          <w:rtl/>
        </w:rPr>
        <w:t xml:space="preserve">ت </w:t>
      </w:r>
      <w:r>
        <w:rPr>
          <w:rtl/>
        </w:rPr>
        <w:lastRenderedPageBreak/>
        <w:t>و نزد</w:t>
      </w:r>
      <w:r w:rsidR="00E275C9">
        <w:rPr>
          <w:rtl/>
        </w:rPr>
        <w:t>ی</w:t>
      </w:r>
      <w:r>
        <w:rPr>
          <w:rtl/>
        </w:rPr>
        <w:t>كان خود را همراه برد</w:t>
      </w:r>
      <w:r w:rsidR="00E275C9">
        <w:rPr>
          <w:rtl/>
        </w:rPr>
        <w:t xml:space="preserve">، </w:t>
      </w:r>
      <w:r>
        <w:rPr>
          <w:rtl/>
        </w:rPr>
        <w:t>كه از آن جمله است خواهر والامقامش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17</w:t>
      </w:r>
      <w:r w:rsidRPr="00B52B2E">
        <w:rPr>
          <w:rStyle w:val="libFootnotenumChar"/>
          <w:rtl/>
        </w:rPr>
        <w:t>)</w:t>
      </w:r>
    </w:p>
    <w:p w:rsidR="00134B66" w:rsidRDefault="00134B66" w:rsidP="0079774A">
      <w:pPr>
        <w:pStyle w:val="libNormal"/>
        <w:rPr>
          <w:rtl/>
        </w:rPr>
      </w:pPr>
      <w:r>
        <w:rPr>
          <w:rtl/>
        </w:rPr>
        <w:t>هنگامى كه سرور آزادگانِ جهان حس</w:t>
      </w:r>
      <w:r w:rsidR="00E275C9">
        <w:rPr>
          <w:rtl/>
        </w:rPr>
        <w:t>ی</w:t>
      </w:r>
      <w:r>
        <w:rPr>
          <w:rtl/>
        </w:rPr>
        <w:t xml:space="preserve">ن بن على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از مكه عازم عراق شد</w:t>
      </w:r>
      <w:r w:rsidR="00E275C9">
        <w:rPr>
          <w:rtl/>
        </w:rPr>
        <w:t xml:space="preserve">، </w:t>
      </w:r>
      <w:r>
        <w:rPr>
          <w:rtl/>
        </w:rPr>
        <w:t>همسر حضرت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؛ ی</w:t>
      </w:r>
      <w:r>
        <w:rPr>
          <w:rtl/>
        </w:rPr>
        <w:t>عنى «عبداللّه بن جعفر ط</w:t>
      </w:r>
      <w:r w:rsidR="00E275C9">
        <w:rPr>
          <w:rtl/>
        </w:rPr>
        <w:t>ی</w:t>
      </w:r>
      <w:r>
        <w:rPr>
          <w:rtl/>
        </w:rPr>
        <w:t>ار» و برادر زاده على بن اب</w:t>
      </w:r>
      <w:r w:rsidR="00E275C9">
        <w:rPr>
          <w:rtl/>
        </w:rPr>
        <w:t>ی</w:t>
      </w:r>
      <w:r>
        <w:rPr>
          <w:rtl/>
        </w:rPr>
        <w:t>طالب</w:t>
      </w:r>
      <w:r w:rsidR="0020655A">
        <w:rPr>
          <w:rtl/>
        </w:rPr>
        <w:t xml:space="preserve"> </w:t>
      </w:r>
      <w:r>
        <w:rPr>
          <w:rtl/>
        </w:rPr>
        <w:t xml:space="preserve"> دو پسر خو</w:t>
      </w:r>
      <w:r w:rsidR="00E275C9">
        <w:rPr>
          <w:rtl/>
        </w:rPr>
        <w:t>ی</w:t>
      </w:r>
      <w:r>
        <w:rPr>
          <w:rtl/>
        </w:rPr>
        <w:t>ش به نامهاى «عون و محمد» را به نزد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فرستاد و در نامه اى از او خواست كه از رفتن به كوفه منصرف شود</w:t>
      </w:r>
      <w:r w:rsidR="00E275C9">
        <w:rPr>
          <w:rtl/>
        </w:rPr>
        <w:t xml:space="preserve">.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دو</w:t>
      </w:r>
      <w:r w:rsidR="00E275C9">
        <w:rPr>
          <w:rtl/>
        </w:rPr>
        <w:t xml:space="preserve">، </w:t>
      </w:r>
      <w:r>
        <w:rPr>
          <w:rtl/>
        </w:rPr>
        <w:t>خود را در وادى «عق</w:t>
      </w:r>
      <w:r w:rsidR="00E275C9">
        <w:rPr>
          <w:rtl/>
        </w:rPr>
        <w:t>ی</w:t>
      </w:r>
      <w:r>
        <w:rPr>
          <w:rtl/>
        </w:rPr>
        <w:t>ق» به قافله عشق و شهادت و كاروان سرنوشت ساز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، </w:t>
      </w:r>
      <w:r>
        <w:rPr>
          <w:rtl/>
        </w:rPr>
        <w:t>سپاه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رسان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. </w:t>
      </w:r>
      <w:r>
        <w:rPr>
          <w:rtl/>
        </w:rPr>
        <w:t>عبداللّه بن جعفر ن</w:t>
      </w:r>
      <w:r w:rsidR="00E275C9">
        <w:rPr>
          <w:rtl/>
        </w:rPr>
        <w:t>ی</w:t>
      </w:r>
      <w:r>
        <w:rPr>
          <w:rtl/>
        </w:rPr>
        <w:t>ز امان نامه اى از حاكم مد</w:t>
      </w:r>
      <w:r w:rsidR="00E275C9">
        <w:rPr>
          <w:rtl/>
        </w:rPr>
        <w:t>ی</w:t>
      </w:r>
      <w:r>
        <w:rPr>
          <w:rtl/>
        </w:rPr>
        <w:t>نه «عمرو بن سع</w:t>
      </w:r>
      <w:r w:rsidR="00E275C9">
        <w:rPr>
          <w:rtl/>
        </w:rPr>
        <w:t>ی</w:t>
      </w:r>
      <w:r>
        <w:rPr>
          <w:rtl/>
        </w:rPr>
        <w:t>د» براى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گرفت و در وادى «ذات عرق» خود را به امام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سان</w:t>
      </w:r>
      <w:r w:rsidR="00E275C9">
        <w:rPr>
          <w:rtl/>
        </w:rPr>
        <w:t>ی</w:t>
      </w:r>
      <w:r>
        <w:rPr>
          <w:rtl/>
        </w:rPr>
        <w:t>د و از آن جناب خواست كه به مد</w:t>
      </w:r>
      <w:r w:rsidR="00E275C9">
        <w:rPr>
          <w:rtl/>
        </w:rPr>
        <w:t>ی</w:t>
      </w:r>
      <w:r>
        <w:rPr>
          <w:rtl/>
        </w:rPr>
        <w:t>نه برگردد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 آن حضرت فرمود</w:t>
      </w:r>
      <w:r w:rsidR="00E275C9">
        <w:rPr>
          <w:rtl/>
        </w:rPr>
        <w:t xml:space="preserve">: </w:t>
      </w:r>
      <w:r>
        <w:rPr>
          <w:rtl/>
        </w:rPr>
        <w:t xml:space="preserve">«جدم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در خواب به من دستور داده راهى را كه در پ</w:t>
      </w:r>
      <w:r w:rsidR="00E275C9">
        <w:rPr>
          <w:rtl/>
        </w:rPr>
        <w:t>ی</w:t>
      </w:r>
      <w:r>
        <w:rPr>
          <w:rtl/>
        </w:rPr>
        <w:t>ش گرفته ام ادامه دهم» و سپس جواب نامه عمرو بن سع</w:t>
      </w:r>
      <w:r w:rsidR="00E275C9">
        <w:rPr>
          <w:rtl/>
        </w:rPr>
        <w:t>ی</w:t>
      </w:r>
      <w:r>
        <w:rPr>
          <w:rtl/>
        </w:rPr>
        <w:t>د را نوشت</w:t>
      </w:r>
      <w:r w:rsidR="00E275C9">
        <w:rPr>
          <w:rtl/>
        </w:rPr>
        <w:t xml:space="preserve">. </w:t>
      </w:r>
      <w:r>
        <w:rPr>
          <w:rtl/>
        </w:rPr>
        <w:t>و به عبداللّه داد تا به مد</w:t>
      </w:r>
      <w:r w:rsidR="00E275C9">
        <w:rPr>
          <w:rtl/>
        </w:rPr>
        <w:t>ی</w:t>
      </w:r>
      <w:r>
        <w:rPr>
          <w:rtl/>
        </w:rPr>
        <w:t>نه ببرد</w:t>
      </w:r>
      <w:r w:rsidR="00E275C9">
        <w:rPr>
          <w:rtl/>
        </w:rPr>
        <w:t xml:space="preserve">. </w:t>
      </w:r>
      <w:r>
        <w:rPr>
          <w:rtl/>
        </w:rPr>
        <w:t>عبداللّه به دو فرزند خود محمد و عون سفارش كرد كه از حضرت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ست برندارند و آنگاه آن دو را به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سپرد و خود همراه نامه آن حضرت به مد</w:t>
      </w:r>
      <w:r w:rsidR="00E275C9">
        <w:rPr>
          <w:rtl/>
        </w:rPr>
        <w:t>ی</w:t>
      </w:r>
      <w:r>
        <w:rPr>
          <w:rtl/>
        </w:rPr>
        <w:t>نه رفت</w:t>
      </w:r>
      <w:r w:rsidR="00E275C9">
        <w:rPr>
          <w:rtl/>
        </w:rPr>
        <w:t xml:space="preserve">. </w:t>
      </w:r>
      <w:r>
        <w:rPr>
          <w:rtl/>
        </w:rPr>
        <w:t>بنا به نوشته برخى از مورخ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«عون» فرزند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و «محمد» از همسر د</w:t>
      </w:r>
      <w:r w:rsidR="00E275C9">
        <w:rPr>
          <w:rtl/>
        </w:rPr>
        <w:t>ی</w:t>
      </w:r>
      <w:r>
        <w:rPr>
          <w:rtl/>
        </w:rPr>
        <w:t>گر عبداللّه بن جعفر بود و هردو در كربلا شه</w:t>
      </w:r>
      <w:r w:rsidR="00E275C9">
        <w:rPr>
          <w:rtl/>
        </w:rPr>
        <w:t>ی</w:t>
      </w:r>
      <w:r>
        <w:rPr>
          <w:rtl/>
        </w:rPr>
        <w:t xml:space="preserve">د شدند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18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>لكن مشهور آن است كه ا</w:t>
      </w:r>
      <w:r w:rsidR="00E275C9">
        <w:rPr>
          <w:rtl/>
        </w:rPr>
        <w:t>ی</w:t>
      </w:r>
      <w:r>
        <w:rPr>
          <w:rtl/>
        </w:rPr>
        <w:t>ن دو پسر</w:t>
      </w:r>
      <w:r w:rsidR="00E275C9">
        <w:rPr>
          <w:rtl/>
        </w:rPr>
        <w:t xml:space="preserve">، </w:t>
      </w:r>
      <w:r>
        <w:rPr>
          <w:rtl/>
        </w:rPr>
        <w:t>فرزندان حضرت ز</w:t>
      </w:r>
      <w:r w:rsidR="00E275C9">
        <w:rPr>
          <w:rtl/>
        </w:rPr>
        <w:t>ی</w:t>
      </w:r>
      <w:r>
        <w:rPr>
          <w:rtl/>
        </w:rPr>
        <w:t>نب بوده اند</w:t>
      </w:r>
      <w:r w:rsidR="00E275C9">
        <w:rPr>
          <w:rtl/>
        </w:rPr>
        <w:t xml:space="preserve">. 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t>كاروان حس</w:t>
      </w:r>
      <w:r w:rsidR="00E275C9">
        <w:rPr>
          <w:rtl/>
        </w:rPr>
        <w:t>ی</w:t>
      </w:r>
      <w:r>
        <w:rPr>
          <w:rtl/>
        </w:rPr>
        <w:t>نى بعد از طى طر</w:t>
      </w:r>
      <w:r w:rsidR="00E275C9">
        <w:rPr>
          <w:rtl/>
        </w:rPr>
        <w:t>ی</w:t>
      </w:r>
      <w:r>
        <w:rPr>
          <w:rtl/>
        </w:rPr>
        <w:t>ق و گذشتن از منازل مختلف</w:t>
      </w:r>
      <w:r w:rsidR="00E275C9">
        <w:rPr>
          <w:rtl/>
        </w:rPr>
        <w:t xml:space="preserve">، </w:t>
      </w:r>
      <w:r>
        <w:rPr>
          <w:rtl/>
        </w:rPr>
        <w:t>در وادى طف و سرزم</w:t>
      </w:r>
      <w:r w:rsidR="00E275C9">
        <w:rPr>
          <w:rtl/>
        </w:rPr>
        <w:t>ی</w:t>
      </w:r>
      <w:r>
        <w:rPr>
          <w:rtl/>
        </w:rPr>
        <w:t xml:space="preserve">ن كربلا فرود آمد و سرانجام در روز عاشوراى سال </w:t>
      </w:r>
      <w:r w:rsidR="00883263">
        <w:rPr>
          <w:rtl/>
        </w:rPr>
        <w:t>61</w:t>
      </w:r>
      <w:r>
        <w:rPr>
          <w:rtl/>
        </w:rPr>
        <w:t xml:space="preserve"> هجرى</w:t>
      </w:r>
      <w:r w:rsidR="00E275C9">
        <w:rPr>
          <w:rtl/>
        </w:rPr>
        <w:t xml:space="preserve">، </w:t>
      </w:r>
      <w:r>
        <w:rPr>
          <w:rtl/>
        </w:rPr>
        <w:t>قهرمانان عاشق پ</w:t>
      </w:r>
      <w:r w:rsidR="00E275C9">
        <w:rPr>
          <w:rtl/>
        </w:rPr>
        <w:t>ی</w:t>
      </w:r>
      <w:r>
        <w:rPr>
          <w:rtl/>
        </w:rPr>
        <w:t>شه سپاه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على رغم تعداد اندك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در برابر لشگر</w:t>
      </w:r>
      <w:r w:rsidR="00E275C9">
        <w:rPr>
          <w:rtl/>
        </w:rPr>
        <w:t>ی</w:t>
      </w:r>
      <w:r>
        <w:rPr>
          <w:rtl/>
        </w:rPr>
        <w:t>ان ابن سعد</w:t>
      </w:r>
      <w:r w:rsidR="00E275C9">
        <w:rPr>
          <w:rtl/>
        </w:rPr>
        <w:t xml:space="preserve">، </w:t>
      </w:r>
      <w:r>
        <w:rPr>
          <w:rtl/>
        </w:rPr>
        <w:t>حماسه اى جاو</w:t>
      </w:r>
      <w:r w:rsidR="00E275C9">
        <w:rPr>
          <w:rtl/>
        </w:rPr>
        <w:t>ی</w:t>
      </w:r>
      <w:r>
        <w:rPr>
          <w:rtl/>
        </w:rPr>
        <w:t>د آفر</w:t>
      </w:r>
      <w:r w:rsidR="00E275C9">
        <w:rPr>
          <w:rtl/>
        </w:rPr>
        <w:t>ی</w:t>
      </w:r>
      <w:r>
        <w:rPr>
          <w:rtl/>
        </w:rPr>
        <w:t>دند و به جهان</w:t>
      </w:r>
      <w:r w:rsidR="00E275C9">
        <w:rPr>
          <w:rtl/>
        </w:rPr>
        <w:t>ی</w:t>
      </w:r>
      <w:r>
        <w:rPr>
          <w:rtl/>
        </w:rPr>
        <w:t xml:space="preserve">ان درس شهامت و از </w:t>
      </w:r>
      <w:r>
        <w:rPr>
          <w:rtl/>
        </w:rPr>
        <w:lastRenderedPageBreak/>
        <w:t>خودگذشتگى دادند</w:t>
      </w:r>
      <w:r w:rsidR="00E275C9">
        <w:rPr>
          <w:rtl/>
        </w:rPr>
        <w:t xml:space="preserve">. </w:t>
      </w:r>
      <w:r>
        <w:rPr>
          <w:rtl/>
        </w:rPr>
        <w:t>و به تمام نسلها و تمامى جهان اعلام كردند كه</w:t>
      </w:r>
      <w:r w:rsidR="00E275C9">
        <w:rPr>
          <w:rtl/>
        </w:rPr>
        <w:t xml:space="preserve">: </w:t>
      </w:r>
      <w:r>
        <w:rPr>
          <w:rtl/>
        </w:rPr>
        <w:t>«مرگ سرخ بِه از زندگى ننگ</w:t>
      </w:r>
      <w:r w:rsidR="00E275C9">
        <w:rPr>
          <w:rtl/>
        </w:rPr>
        <w:t>ی</w:t>
      </w:r>
      <w:r>
        <w:rPr>
          <w:rtl/>
        </w:rPr>
        <w:t>ن است»</w:t>
      </w:r>
      <w:r w:rsidR="00E275C9">
        <w:rPr>
          <w:rtl/>
        </w:rPr>
        <w:t xml:space="preserve">. </w:t>
      </w:r>
      <w:r>
        <w:rPr>
          <w:rtl/>
        </w:rPr>
        <w:t>و هنوز هم كه هنوز است</w:t>
      </w:r>
      <w:r w:rsidR="00E275C9">
        <w:rPr>
          <w:rtl/>
        </w:rPr>
        <w:t xml:space="preserve">، </w:t>
      </w:r>
      <w:r>
        <w:rPr>
          <w:rtl/>
        </w:rPr>
        <w:t>صداى رسا و جانبخش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جهان طن</w:t>
      </w:r>
      <w:r w:rsidR="00E275C9">
        <w:rPr>
          <w:rtl/>
        </w:rPr>
        <w:t>ی</w:t>
      </w:r>
      <w:r>
        <w:rPr>
          <w:rtl/>
        </w:rPr>
        <w:t>ن انداز است كه</w:t>
      </w:r>
      <w:r w:rsidR="00E275C9">
        <w:rPr>
          <w:rtl/>
        </w:rPr>
        <w:t xml:space="preserve">: </w:t>
      </w:r>
      <w:r>
        <w:rPr>
          <w:rtl/>
        </w:rPr>
        <w:t>«فروما</w:t>
      </w:r>
      <w:r w:rsidR="00E275C9">
        <w:rPr>
          <w:rtl/>
        </w:rPr>
        <w:t>ی</w:t>
      </w:r>
      <w:r>
        <w:rPr>
          <w:rtl/>
        </w:rPr>
        <w:t>ه پسر فروما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!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19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مرا در م</w:t>
      </w:r>
      <w:r w:rsidR="00E275C9">
        <w:rPr>
          <w:rtl/>
        </w:rPr>
        <w:t>ی</w:t>
      </w:r>
      <w:r>
        <w:rPr>
          <w:rtl/>
        </w:rPr>
        <w:t>ان مرگ و زندگى مخ</w:t>
      </w:r>
      <w:r w:rsidR="00E275C9">
        <w:rPr>
          <w:rtl/>
        </w:rPr>
        <w:t>ی</w:t>
      </w:r>
      <w:r>
        <w:rPr>
          <w:rtl/>
        </w:rPr>
        <w:t>ر كرده است ولى من مرگ با عزت را بر زندگى با ذلّت ترج</w:t>
      </w:r>
      <w:r w:rsidR="00E275C9">
        <w:rPr>
          <w:rtl/>
        </w:rPr>
        <w:t>ی</w:t>
      </w:r>
      <w:r>
        <w:rPr>
          <w:rtl/>
        </w:rPr>
        <w:t>ح مى دهم</w:t>
      </w:r>
      <w:r w:rsidR="00E275C9">
        <w:rPr>
          <w:rtl/>
        </w:rPr>
        <w:t xml:space="preserve">، </w:t>
      </w:r>
      <w:r>
        <w:rPr>
          <w:rtl/>
        </w:rPr>
        <w:t>من مرگ را جز سعادت</w:t>
      </w:r>
      <w:r w:rsidR="00E275C9">
        <w:rPr>
          <w:rtl/>
        </w:rPr>
        <w:t xml:space="preserve">، </w:t>
      </w:r>
      <w:r>
        <w:rPr>
          <w:rtl/>
        </w:rPr>
        <w:t>و زندگى با ستمگران را جز ذلّت و خوارى نمى ب</w:t>
      </w:r>
      <w:r w:rsidR="00E275C9">
        <w:rPr>
          <w:rtl/>
        </w:rPr>
        <w:t>ی</w:t>
      </w:r>
      <w:r>
        <w:rPr>
          <w:rtl/>
        </w:rPr>
        <w:t>نم»</w:t>
      </w:r>
      <w:r w:rsidR="00E275C9">
        <w:rPr>
          <w:rtl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70"/>
        <w:gridCol w:w="3663"/>
      </w:tblGrid>
      <w:tr w:rsidR="00640024" w:rsidTr="00335963">
        <w:trPr>
          <w:trHeight w:val="350"/>
        </w:trPr>
        <w:tc>
          <w:tcPr>
            <w:tcW w:w="4288" w:type="dxa"/>
            <w:shd w:val="clear" w:color="auto" w:fill="auto"/>
          </w:tcPr>
          <w:p w:rsidR="00640024" w:rsidRDefault="00640024" w:rsidP="00640024">
            <w:pPr>
              <w:pStyle w:val="libPoemFootnote"/>
              <w:rPr>
                <w:rtl/>
              </w:rPr>
            </w:pPr>
            <w:r>
              <w:rPr>
                <w:rtl/>
              </w:rPr>
              <w:t>بزرگ فلسفه قتل شاه دین این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40024" w:rsidRDefault="00640024" w:rsidP="00640024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40024" w:rsidRDefault="00640024" w:rsidP="00640024">
            <w:pPr>
              <w:pStyle w:val="libPoemFootnote"/>
              <w:rPr>
                <w:rtl/>
              </w:rPr>
            </w:pPr>
            <w:r>
              <w:rPr>
                <w:rtl/>
              </w:rPr>
              <w:t>كه مرگ سرخ بِه از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tl/>
              </w:rPr>
              <w:t>زندگى ننگین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34B66" w:rsidRDefault="00134B66" w:rsidP="00134B66">
      <w:pPr>
        <w:pStyle w:val="libNormal"/>
        <w:rPr>
          <w:rtl/>
        </w:rPr>
      </w:pPr>
      <w:r>
        <w:rPr>
          <w:rtl/>
        </w:rPr>
        <w:t>گروهى بر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خرده مى گرفتند و مى گفتند در ا</w:t>
      </w:r>
      <w:r w:rsidR="00E275C9">
        <w:rPr>
          <w:rtl/>
        </w:rPr>
        <w:t>ی</w:t>
      </w:r>
      <w:r>
        <w:rPr>
          <w:rtl/>
        </w:rPr>
        <w:t>ن سفر كه سرانجام آن به جنگ و خونر</w:t>
      </w:r>
      <w:r w:rsidR="00E275C9">
        <w:rPr>
          <w:rtl/>
        </w:rPr>
        <w:t>ی</w:t>
      </w:r>
      <w:r>
        <w:rPr>
          <w:rtl/>
        </w:rPr>
        <w:t>زى خواهد كش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چرا زن و فرزند و اهل ب</w:t>
      </w:r>
      <w:r w:rsidR="00E275C9">
        <w:rPr>
          <w:rtl/>
        </w:rPr>
        <w:t>ی</w:t>
      </w:r>
      <w:r>
        <w:rPr>
          <w:rtl/>
        </w:rPr>
        <w:t>ت خو</w:t>
      </w:r>
      <w:r w:rsidR="00E275C9">
        <w:rPr>
          <w:rtl/>
        </w:rPr>
        <w:t>ی</w:t>
      </w:r>
      <w:r>
        <w:rPr>
          <w:rtl/>
        </w:rPr>
        <w:t>ش را به همراه مى برد</w:t>
      </w:r>
      <w:r w:rsidR="00E275C9">
        <w:rPr>
          <w:rtl/>
        </w:rPr>
        <w:t xml:space="preserve">؟ </w:t>
      </w:r>
      <w:r>
        <w:rPr>
          <w:rtl/>
        </w:rPr>
        <w:t>آنان نمى دانستند كه آن جناب با ا</w:t>
      </w:r>
      <w:r w:rsidR="00E275C9">
        <w:rPr>
          <w:rtl/>
        </w:rPr>
        <w:t>ی</w:t>
      </w:r>
      <w:r>
        <w:rPr>
          <w:rtl/>
        </w:rPr>
        <w:t>ن كار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 xml:space="preserve">مى خواهد عملاً ثابت كند كه در </w:t>
      </w:r>
      <w:r w:rsidR="00E275C9">
        <w:rPr>
          <w:rtl/>
        </w:rPr>
        <w:t>ی</w:t>
      </w:r>
      <w:r>
        <w:rPr>
          <w:rtl/>
        </w:rPr>
        <w:t>ك ق</w:t>
      </w:r>
      <w:r w:rsidR="00E275C9">
        <w:rPr>
          <w:rtl/>
        </w:rPr>
        <w:t>ی</w:t>
      </w:r>
      <w:r>
        <w:rPr>
          <w:rtl/>
        </w:rPr>
        <w:t>ام اجتماعى</w:t>
      </w:r>
      <w:r w:rsidR="00E275C9">
        <w:rPr>
          <w:rtl/>
        </w:rPr>
        <w:t xml:space="preserve">، </w:t>
      </w:r>
      <w:r>
        <w:rPr>
          <w:rtl/>
        </w:rPr>
        <w:t>تمامى بافتهاى جامعه از كودك خردسال تا پ</w:t>
      </w:r>
      <w:r w:rsidR="00E275C9">
        <w:rPr>
          <w:rtl/>
        </w:rPr>
        <w:t>ی</w:t>
      </w:r>
      <w:r>
        <w:rPr>
          <w:rtl/>
        </w:rPr>
        <w:t>ر كهنسال و زن و مرد</w:t>
      </w:r>
      <w:r w:rsidR="00E275C9">
        <w:rPr>
          <w:rtl/>
        </w:rPr>
        <w:t xml:space="preserve">، </w:t>
      </w:r>
      <w:r>
        <w:rPr>
          <w:rtl/>
        </w:rPr>
        <w:t>همه با</w:t>
      </w:r>
      <w:r w:rsidR="00E275C9">
        <w:rPr>
          <w:rtl/>
        </w:rPr>
        <w:t>ی</w:t>
      </w:r>
      <w:r>
        <w:rPr>
          <w:rtl/>
        </w:rPr>
        <w:t>د حضور داشته باشند و هركدام را رسالتى است كه بر د</w:t>
      </w:r>
      <w:r w:rsidR="00E275C9">
        <w:rPr>
          <w:rtl/>
        </w:rPr>
        <w:t>ی</w:t>
      </w:r>
      <w:r>
        <w:rPr>
          <w:rtl/>
        </w:rPr>
        <w:t>گرى 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عظمت ا</w:t>
      </w:r>
      <w:r w:rsidR="00E275C9">
        <w:rPr>
          <w:rtl/>
        </w:rPr>
        <w:t>ی</w:t>
      </w:r>
      <w:r>
        <w:rPr>
          <w:rtl/>
        </w:rPr>
        <w:t>ن كار بزرگ آن حضرت</w:t>
      </w:r>
      <w:r w:rsidR="00E275C9">
        <w:rPr>
          <w:rtl/>
        </w:rPr>
        <w:t xml:space="preserve">، </w:t>
      </w:r>
      <w:r>
        <w:rPr>
          <w:rtl/>
        </w:rPr>
        <w:t>وقتى آشكار شد كه نبرد عاشورا به پا</w:t>
      </w:r>
      <w:r w:rsidR="00E275C9">
        <w:rPr>
          <w:rtl/>
        </w:rPr>
        <w:t>ی</w:t>
      </w:r>
      <w:r>
        <w:rPr>
          <w:rtl/>
        </w:rPr>
        <w:t>ان رس</w:t>
      </w:r>
      <w:r w:rsidR="00E275C9">
        <w:rPr>
          <w:rtl/>
        </w:rPr>
        <w:t>ی</w:t>
      </w:r>
      <w:r>
        <w:rPr>
          <w:rtl/>
        </w:rPr>
        <w:t>د و اهل ب</w:t>
      </w:r>
      <w:r w:rsidR="00E275C9">
        <w:rPr>
          <w:rtl/>
        </w:rPr>
        <w:t>ی</w:t>
      </w:r>
      <w:r>
        <w:rPr>
          <w:rtl/>
        </w:rPr>
        <w:t>ت آن جناب اس</w:t>
      </w:r>
      <w:r w:rsidR="00E275C9">
        <w:rPr>
          <w:rtl/>
        </w:rPr>
        <w:t>ی</w:t>
      </w:r>
      <w:r>
        <w:rPr>
          <w:rtl/>
        </w:rPr>
        <w:t>ر شدند و با پا</w:t>
      </w:r>
      <w:r w:rsidR="00E275C9">
        <w:rPr>
          <w:rtl/>
        </w:rPr>
        <w:t>ی</w:t>
      </w:r>
      <w:r>
        <w:rPr>
          <w:rtl/>
        </w:rPr>
        <w:t xml:space="preserve">ان </w:t>
      </w:r>
      <w:r w:rsidR="00E275C9">
        <w:rPr>
          <w:rtl/>
        </w:rPr>
        <w:t>ی</w:t>
      </w:r>
      <w:r>
        <w:rPr>
          <w:rtl/>
        </w:rPr>
        <w:t>افتن جنگ مسلحانه در م</w:t>
      </w:r>
      <w:r w:rsidR="00E275C9">
        <w:rPr>
          <w:rtl/>
        </w:rPr>
        <w:t>ی</w:t>
      </w:r>
      <w:r>
        <w:rPr>
          <w:rtl/>
        </w:rPr>
        <w:t>دان كربلا</w:t>
      </w:r>
      <w:r w:rsidR="00E275C9">
        <w:rPr>
          <w:rtl/>
        </w:rPr>
        <w:t xml:space="preserve">، </w:t>
      </w:r>
      <w:r>
        <w:rPr>
          <w:rtl/>
        </w:rPr>
        <w:t>رسالت و مسئول</w:t>
      </w:r>
      <w:r w:rsidR="00E275C9">
        <w:rPr>
          <w:rtl/>
        </w:rPr>
        <w:t>ی</w:t>
      </w:r>
      <w:r>
        <w:rPr>
          <w:rtl/>
        </w:rPr>
        <w:t>ت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و د</w:t>
      </w:r>
      <w:r w:rsidR="00E275C9">
        <w:rPr>
          <w:rtl/>
        </w:rPr>
        <w:t>ی</w:t>
      </w:r>
      <w:r>
        <w:rPr>
          <w:rtl/>
        </w:rPr>
        <w:t>گر اس</w:t>
      </w:r>
      <w:r w:rsidR="00E275C9">
        <w:rPr>
          <w:rtl/>
        </w:rPr>
        <w:t>ی</w:t>
      </w:r>
      <w:r>
        <w:rPr>
          <w:rtl/>
        </w:rPr>
        <w:t>ران</w:t>
      </w:r>
      <w:r w:rsidR="00E275C9">
        <w:rPr>
          <w:rtl/>
        </w:rPr>
        <w:t xml:space="preserve">، </w:t>
      </w:r>
      <w:r>
        <w:rPr>
          <w:rtl/>
        </w:rPr>
        <w:t>شروع شد و حركت فرهنگى آنان عل</w:t>
      </w:r>
      <w:r w:rsidR="00E275C9">
        <w:rPr>
          <w:rtl/>
        </w:rPr>
        <w:t>ی</w:t>
      </w:r>
      <w:r>
        <w:rPr>
          <w:rtl/>
        </w:rPr>
        <w:t>ه سپاه ظلمت</w:t>
      </w:r>
      <w:r w:rsidR="00E275C9">
        <w:rPr>
          <w:rtl/>
        </w:rPr>
        <w:t xml:space="preserve">، </w:t>
      </w:r>
      <w:r>
        <w:rPr>
          <w:rtl/>
        </w:rPr>
        <w:t>آغاز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نجا بود كه اهم</w:t>
      </w:r>
      <w:r w:rsidR="00E275C9">
        <w:rPr>
          <w:rtl/>
        </w:rPr>
        <w:t>ی</w:t>
      </w:r>
      <w:r>
        <w:rPr>
          <w:rtl/>
        </w:rPr>
        <w:t>ت اقدام بس</w:t>
      </w:r>
      <w:r w:rsidR="00E275C9">
        <w:rPr>
          <w:rtl/>
        </w:rPr>
        <w:t>ی</w:t>
      </w:r>
      <w:r>
        <w:rPr>
          <w:rtl/>
        </w:rPr>
        <w:t>ار بجا و حساب شده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اهر گشت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اگر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تنها با گروهى از مردان جنگى ق</w:t>
      </w:r>
      <w:r w:rsidR="00E275C9">
        <w:rPr>
          <w:rtl/>
        </w:rPr>
        <w:t>ی</w:t>
      </w:r>
      <w:r>
        <w:rPr>
          <w:rtl/>
        </w:rPr>
        <w:t>ام كرده بود و افراد خانواده اش را همراه نمى برد</w:t>
      </w:r>
      <w:r w:rsidR="00E275C9">
        <w:rPr>
          <w:rtl/>
        </w:rPr>
        <w:t xml:space="preserve">، </w:t>
      </w:r>
      <w:r>
        <w:rPr>
          <w:rtl/>
        </w:rPr>
        <w:t>با پا</w:t>
      </w:r>
      <w:r w:rsidR="00E275C9">
        <w:rPr>
          <w:rtl/>
        </w:rPr>
        <w:t>ی</w:t>
      </w:r>
      <w:r>
        <w:rPr>
          <w:rtl/>
        </w:rPr>
        <w:t xml:space="preserve">ان </w:t>
      </w:r>
      <w:r w:rsidR="00E275C9">
        <w:rPr>
          <w:rtl/>
        </w:rPr>
        <w:t>ی</w:t>
      </w:r>
      <w:r>
        <w:rPr>
          <w:rtl/>
        </w:rPr>
        <w:t>افتن نبرد</w:t>
      </w:r>
      <w:r w:rsidR="00E275C9">
        <w:rPr>
          <w:rtl/>
        </w:rPr>
        <w:t xml:space="preserve">، </w:t>
      </w:r>
      <w:r>
        <w:rPr>
          <w:rtl/>
        </w:rPr>
        <w:t>همه چ</w:t>
      </w:r>
      <w:r w:rsidR="00E275C9">
        <w:rPr>
          <w:rtl/>
        </w:rPr>
        <w:t>ی</w:t>
      </w:r>
      <w:r>
        <w:rPr>
          <w:rtl/>
        </w:rPr>
        <w:t>ز تمام مى شد و نهضت نجات دهنده اش نمى توانست آن اثر جدّى و سر</w:t>
      </w:r>
      <w:r w:rsidR="00E275C9">
        <w:rPr>
          <w:rtl/>
        </w:rPr>
        <w:t>ی</w:t>
      </w:r>
      <w:r>
        <w:rPr>
          <w:rtl/>
        </w:rPr>
        <w:t>ع را داشته باشد و در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، </w:t>
      </w:r>
      <w:r>
        <w:rPr>
          <w:rtl/>
        </w:rPr>
        <w:t>نقشى ابدى را به عهده گ</w:t>
      </w:r>
      <w:r w:rsidR="00E275C9">
        <w:rPr>
          <w:rtl/>
        </w:rPr>
        <w:t>ی</w:t>
      </w:r>
      <w:r>
        <w:rPr>
          <w:rtl/>
        </w:rPr>
        <w:t>رد</w:t>
      </w:r>
      <w:r w:rsidR="00E275C9">
        <w:rPr>
          <w:rtl/>
        </w:rPr>
        <w:t xml:space="preserve">. </w:t>
      </w:r>
      <w:r>
        <w:rPr>
          <w:rtl/>
        </w:rPr>
        <w:t>و با توجه به وسا</w:t>
      </w:r>
      <w:r w:rsidR="00E275C9">
        <w:rPr>
          <w:rtl/>
        </w:rPr>
        <w:t>ی</w:t>
      </w:r>
      <w:r>
        <w:rPr>
          <w:rtl/>
        </w:rPr>
        <w:t>ل ارتباط جمعى آن روزگاران</w:t>
      </w:r>
      <w:r w:rsidR="00E275C9">
        <w:rPr>
          <w:rtl/>
        </w:rPr>
        <w:t xml:space="preserve">، </w:t>
      </w:r>
      <w:r>
        <w:rPr>
          <w:rtl/>
        </w:rPr>
        <w:t>همه چ</w:t>
      </w:r>
      <w:r w:rsidR="00E275C9">
        <w:rPr>
          <w:rtl/>
        </w:rPr>
        <w:t>ی</w:t>
      </w:r>
      <w:r>
        <w:rPr>
          <w:rtl/>
        </w:rPr>
        <w:t xml:space="preserve">ز به زودى در بوته فراموشى قرار مى گرفت و جنگ سرنوشت ساز كربلا مانند هزاران صحنه نبرد </w:t>
      </w:r>
      <w:r>
        <w:rPr>
          <w:rtl/>
        </w:rPr>
        <w:lastRenderedPageBreak/>
        <w:t>د</w:t>
      </w:r>
      <w:r w:rsidR="00E275C9">
        <w:rPr>
          <w:rtl/>
        </w:rPr>
        <w:t>ی</w:t>
      </w:r>
      <w:r>
        <w:rPr>
          <w:rtl/>
        </w:rPr>
        <w:t>گر</w:t>
      </w:r>
      <w:r w:rsidR="00E275C9">
        <w:rPr>
          <w:rtl/>
        </w:rPr>
        <w:t xml:space="preserve">، </w:t>
      </w:r>
      <w:r>
        <w:rPr>
          <w:rtl/>
        </w:rPr>
        <w:t>در س</w:t>
      </w:r>
      <w:r w:rsidR="00E275C9">
        <w:rPr>
          <w:rtl/>
        </w:rPr>
        <w:t>ی</w:t>
      </w:r>
      <w:r>
        <w:rPr>
          <w:rtl/>
        </w:rPr>
        <w:t>نه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، </w:t>
      </w:r>
      <w:r>
        <w:rPr>
          <w:rtl/>
        </w:rPr>
        <w:t>مدفون مى شد</w:t>
      </w:r>
      <w:r w:rsidR="00E275C9">
        <w:rPr>
          <w:rtl/>
        </w:rPr>
        <w:t xml:space="preserve">. </w:t>
      </w:r>
      <w:r>
        <w:rPr>
          <w:rtl/>
        </w:rPr>
        <w:t>و چه بسا تحر</w:t>
      </w:r>
      <w:r w:rsidR="00E275C9">
        <w:rPr>
          <w:rtl/>
        </w:rPr>
        <w:t>ی</w:t>
      </w:r>
      <w:r>
        <w:rPr>
          <w:rtl/>
        </w:rPr>
        <w:t>فگران دربارى</w:t>
      </w:r>
      <w:r w:rsidR="00E275C9">
        <w:rPr>
          <w:rtl/>
        </w:rPr>
        <w:t xml:space="preserve">، </w:t>
      </w:r>
      <w:r>
        <w:rPr>
          <w:rtl/>
        </w:rPr>
        <w:t xml:space="preserve">آن را به نفع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ثبت مى كردند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 اگر ق</w:t>
      </w:r>
      <w:r w:rsidR="00E275C9">
        <w:rPr>
          <w:rtl/>
        </w:rPr>
        <w:t>ی</w:t>
      </w:r>
      <w:r>
        <w:rPr>
          <w:rtl/>
        </w:rPr>
        <w:t>ام ارزنده حس</w:t>
      </w:r>
      <w:r w:rsidR="00E275C9">
        <w:rPr>
          <w:rtl/>
        </w:rPr>
        <w:t>ی</w:t>
      </w:r>
      <w:r>
        <w:rPr>
          <w:rtl/>
        </w:rPr>
        <w:t>نى همچنان در طول تار</w:t>
      </w:r>
      <w:r w:rsidR="00E275C9">
        <w:rPr>
          <w:rtl/>
        </w:rPr>
        <w:t>ی</w:t>
      </w:r>
      <w:r>
        <w:rPr>
          <w:rtl/>
        </w:rPr>
        <w:t>خ براى هم</w:t>
      </w:r>
      <w:r w:rsidR="00E275C9">
        <w:rPr>
          <w:rtl/>
        </w:rPr>
        <w:t>ی</w:t>
      </w:r>
      <w:r>
        <w:rPr>
          <w:rtl/>
        </w:rPr>
        <w:t>شه تازه و سازنده باقى مانده است</w:t>
      </w:r>
      <w:r w:rsidR="00E275C9">
        <w:rPr>
          <w:rtl/>
        </w:rPr>
        <w:t>، ی</w:t>
      </w:r>
      <w:r>
        <w:rPr>
          <w:rtl/>
        </w:rPr>
        <w:t>كى از عوامل آن ا</w:t>
      </w:r>
      <w:r w:rsidR="00E275C9">
        <w:rPr>
          <w:rtl/>
        </w:rPr>
        <w:t>ی</w:t>
      </w:r>
      <w:r>
        <w:rPr>
          <w:rtl/>
        </w:rPr>
        <w:t xml:space="preserve">ن است كه امام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همه ابعاد آن را محاسبه كرده بود و كاروان اس</w:t>
      </w:r>
      <w:r w:rsidR="00E275C9">
        <w:rPr>
          <w:rtl/>
        </w:rPr>
        <w:t>ی</w:t>
      </w:r>
      <w:r>
        <w:rPr>
          <w:rtl/>
        </w:rPr>
        <w:t>ران</w:t>
      </w:r>
      <w:r w:rsidR="00E275C9">
        <w:rPr>
          <w:rtl/>
        </w:rPr>
        <w:t xml:space="preserve">، </w:t>
      </w:r>
      <w:r>
        <w:rPr>
          <w:rtl/>
        </w:rPr>
        <w:t>همان نقشى را در به ثمر رسان</w:t>
      </w:r>
      <w:r w:rsidR="00E275C9">
        <w:rPr>
          <w:rtl/>
        </w:rPr>
        <w:t>ی</w:t>
      </w:r>
      <w:r>
        <w:rPr>
          <w:rtl/>
        </w:rPr>
        <w:t>دن ا</w:t>
      </w:r>
      <w:r w:rsidR="00E275C9">
        <w:rPr>
          <w:rtl/>
        </w:rPr>
        <w:t>ی</w:t>
      </w:r>
      <w:r>
        <w:rPr>
          <w:rtl/>
        </w:rPr>
        <w:t xml:space="preserve">ن انقلاب عهده دار بودند كه گروه </w:t>
      </w:r>
      <w:r w:rsidR="00883263">
        <w:rPr>
          <w:rtl/>
        </w:rPr>
        <w:t>145</w:t>
      </w:r>
      <w:r>
        <w:rPr>
          <w:rtl/>
        </w:rPr>
        <w:t xml:space="preserve"> نفرى شه</w:t>
      </w:r>
      <w:r w:rsidR="00E275C9">
        <w:rPr>
          <w:rtl/>
        </w:rPr>
        <w:t>ی</w:t>
      </w:r>
      <w:r>
        <w:rPr>
          <w:rtl/>
        </w:rPr>
        <w:t xml:space="preserve">دان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20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كربلا عهده دار آن بودند</w:t>
      </w:r>
      <w:r w:rsidR="00E275C9">
        <w:rPr>
          <w:rtl/>
        </w:rPr>
        <w:t xml:space="preserve">. </w:t>
      </w:r>
      <w:r>
        <w:rPr>
          <w:rtl/>
        </w:rPr>
        <w:t>و عظمت نقش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در سرپرستى گروه </w:t>
      </w:r>
      <w:r w:rsidR="00883263">
        <w:rPr>
          <w:rtl/>
        </w:rPr>
        <w:t>84</w:t>
      </w:r>
      <w:r>
        <w:rPr>
          <w:rtl/>
        </w:rPr>
        <w:t xml:space="preserve"> نفرى اسرا به همان اندازه عظمت داشت كه عظمت رهبرى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 ق</w:t>
      </w:r>
      <w:r w:rsidR="00E275C9">
        <w:rPr>
          <w:rtl/>
        </w:rPr>
        <w:t>ی</w:t>
      </w:r>
      <w:r>
        <w:rPr>
          <w:rtl/>
        </w:rPr>
        <w:t>ام خون</w:t>
      </w:r>
      <w:r w:rsidR="00E275C9">
        <w:rPr>
          <w:rtl/>
        </w:rPr>
        <w:t>ی</w:t>
      </w:r>
      <w:r>
        <w:rPr>
          <w:rtl/>
        </w:rPr>
        <w:t>ن عاشورا از آن برخوردار بود</w:t>
      </w:r>
      <w:r w:rsidR="00E275C9">
        <w:rPr>
          <w:rtl/>
        </w:rPr>
        <w:t xml:space="preserve">. </w:t>
      </w: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ن دو نواده پ</w:t>
      </w:r>
      <w:r w:rsidR="00E275C9">
        <w:rPr>
          <w:rtl/>
        </w:rPr>
        <w:t>ی</w:t>
      </w:r>
      <w:r>
        <w:rPr>
          <w:rtl/>
        </w:rPr>
        <w:t>امبر</w:t>
      </w:r>
      <w:r w:rsidR="00E275C9">
        <w:rPr>
          <w:rtl/>
        </w:rPr>
        <w:t xml:space="preserve">، </w:t>
      </w:r>
      <w:r>
        <w:rPr>
          <w:rtl/>
        </w:rPr>
        <w:t xml:space="preserve">كارشان مكمل كار </w:t>
      </w:r>
      <w:r w:rsidR="00E275C9">
        <w:rPr>
          <w:rtl/>
        </w:rPr>
        <w:t>ی</w:t>
      </w:r>
      <w:r>
        <w:rPr>
          <w:rtl/>
        </w:rPr>
        <w:t>كد</w:t>
      </w:r>
      <w:r w:rsidR="00E275C9">
        <w:rPr>
          <w:rtl/>
        </w:rPr>
        <w:t>ی</w:t>
      </w:r>
      <w:r>
        <w:rPr>
          <w:rtl/>
        </w:rPr>
        <w:t>گر بود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به هرحال</w:t>
      </w:r>
      <w:r w:rsidR="00E275C9">
        <w:rPr>
          <w:rtl/>
        </w:rPr>
        <w:t xml:space="preserve">، </w:t>
      </w:r>
      <w:r>
        <w:rPr>
          <w:rtl/>
        </w:rPr>
        <w:t xml:space="preserve">از غروب روز عاشوراى سال </w:t>
      </w:r>
      <w:r w:rsidR="00883263">
        <w:rPr>
          <w:rtl/>
        </w:rPr>
        <w:t>61</w:t>
      </w:r>
      <w:r>
        <w:rPr>
          <w:rtl/>
        </w:rPr>
        <w:t xml:space="preserve"> هجرى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كبرى مسئول</w:t>
      </w:r>
      <w:r w:rsidR="00E275C9">
        <w:rPr>
          <w:rtl/>
        </w:rPr>
        <w:t>ی</w:t>
      </w:r>
      <w:r>
        <w:rPr>
          <w:rtl/>
        </w:rPr>
        <w:t>تى را كه تار</w:t>
      </w:r>
      <w:r w:rsidR="00E275C9">
        <w:rPr>
          <w:rtl/>
        </w:rPr>
        <w:t>ی</w:t>
      </w:r>
      <w:r>
        <w:rPr>
          <w:rtl/>
        </w:rPr>
        <w:t>خ به او واگذار كرده بود</w:t>
      </w:r>
      <w:r w:rsidR="00E275C9">
        <w:rPr>
          <w:rtl/>
        </w:rPr>
        <w:t xml:space="preserve">، </w:t>
      </w:r>
      <w:r>
        <w:rPr>
          <w:rtl/>
        </w:rPr>
        <w:t>عهده دار شد و در انجام ا</w:t>
      </w:r>
      <w:r w:rsidR="00E275C9">
        <w:rPr>
          <w:rtl/>
        </w:rPr>
        <w:t>ی</w:t>
      </w:r>
      <w:r>
        <w:rPr>
          <w:rtl/>
        </w:rPr>
        <w:t>ن وظ</w:t>
      </w:r>
      <w:r w:rsidR="00E275C9">
        <w:rPr>
          <w:rtl/>
        </w:rPr>
        <w:t>ی</w:t>
      </w:r>
      <w:r>
        <w:rPr>
          <w:rtl/>
        </w:rPr>
        <w:t>فه خط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، </w:t>
      </w:r>
      <w:r>
        <w:rPr>
          <w:rtl/>
        </w:rPr>
        <w:t>خاطرات</w:t>
      </w:r>
      <w:r w:rsidR="0020655A">
        <w:rPr>
          <w:rtl/>
        </w:rPr>
        <w:t xml:space="preserve"> </w:t>
      </w:r>
      <w:r>
        <w:rPr>
          <w:rtl/>
        </w:rPr>
        <w:t>تلخ و ش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ن و تجرب</w:t>
      </w:r>
      <w:r w:rsidR="00E275C9">
        <w:rPr>
          <w:rtl/>
        </w:rPr>
        <w:t>ی</w:t>
      </w:r>
      <w:r>
        <w:rPr>
          <w:rtl/>
        </w:rPr>
        <w:t xml:space="preserve">اتى را كه از آغاز زندگى تا سن </w:t>
      </w:r>
      <w:r w:rsidR="00883263">
        <w:rPr>
          <w:rtl/>
        </w:rPr>
        <w:t>51</w:t>
      </w:r>
      <w:r>
        <w:rPr>
          <w:rtl/>
        </w:rPr>
        <w:t xml:space="preserve"> سالگى از گذشته داشت</w:t>
      </w:r>
      <w:r w:rsidR="00E275C9">
        <w:rPr>
          <w:rtl/>
        </w:rPr>
        <w:t xml:space="preserve">، </w:t>
      </w:r>
      <w:r>
        <w:rPr>
          <w:rtl/>
        </w:rPr>
        <w:t>همه را مشعل راهگشاى خو</w:t>
      </w:r>
      <w:r w:rsidR="00E275C9">
        <w:rPr>
          <w:rtl/>
        </w:rPr>
        <w:t>ی</w:t>
      </w:r>
      <w:r>
        <w:rPr>
          <w:rtl/>
        </w:rPr>
        <w:t>ش قرار داد</w:t>
      </w:r>
      <w:r w:rsidR="00E275C9">
        <w:rPr>
          <w:rtl/>
        </w:rPr>
        <w:t xml:space="preserve">. </w:t>
      </w:r>
      <w:r>
        <w:rPr>
          <w:rtl/>
        </w:rPr>
        <w:t>و اَلْحق</w:t>
      </w:r>
      <w:r w:rsidR="00E275C9">
        <w:rPr>
          <w:rtl/>
        </w:rPr>
        <w:t xml:space="preserve">، </w:t>
      </w:r>
      <w:r>
        <w:rPr>
          <w:rtl/>
        </w:rPr>
        <w:t>چه ن</w:t>
      </w:r>
      <w:r w:rsidR="00E275C9">
        <w:rPr>
          <w:rtl/>
        </w:rPr>
        <w:t>ی</w:t>
      </w:r>
      <w:r>
        <w:rPr>
          <w:rtl/>
        </w:rPr>
        <w:t xml:space="preserve">كو </w:t>
      </w:r>
      <w:r w:rsidR="00640024">
        <w:rPr>
          <w:rtl/>
        </w:rPr>
        <w:t>مأمور</w:t>
      </w:r>
      <w:r w:rsidR="00E275C9">
        <w:rPr>
          <w:rtl/>
        </w:rPr>
        <w:t>ی</w:t>
      </w:r>
      <w:r>
        <w:rPr>
          <w:rtl/>
        </w:rPr>
        <w:t>ت خو</w:t>
      </w:r>
      <w:r w:rsidR="00E275C9">
        <w:rPr>
          <w:rtl/>
        </w:rPr>
        <w:t>ی</w:t>
      </w:r>
      <w:r>
        <w:rPr>
          <w:rtl/>
        </w:rPr>
        <w:t>ش را انجام داد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چون لب به سخن گشود</w:t>
      </w:r>
      <w:r w:rsidR="00E275C9">
        <w:rPr>
          <w:rtl/>
        </w:rPr>
        <w:t xml:space="preserve">، </w:t>
      </w:r>
      <w:r>
        <w:rPr>
          <w:rtl/>
        </w:rPr>
        <w:t xml:space="preserve">خطبه هاى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با دن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ى از دانش و ب</w:t>
      </w:r>
      <w:r w:rsidR="00E275C9">
        <w:rPr>
          <w:rtl/>
        </w:rPr>
        <w:t>ی</w:t>
      </w:r>
      <w:r>
        <w:rPr>
          <w:rtl/>
        </w:rPr>
        <w:t>نش و كوهى از درد و رنج و مصا</w:t>
      </w:r>
      <w:r w:rsidR="00E275C9">
        <w:rPr>
          <w:rtl/>
        </w:rPr>
        <w:t>ی</w:t>
      </w:r>
      <w:r>
        <w:rPr>
          <w:rtl/>
        </w:rPr>
        <w:t>ب</w:t>
      </w:r>
      <w:r w:rsidR="00E275C9">
        <w:rPr>
          <w:rtl/>
        </w:rPr>
        <w:t xml:space="preserve">، </w:t>
      </w:r>
      <w:r>
        <w:rPr>
          <w:rtl/>
        </w:rPr>
        <w:t>در خاطره ها زنده كرد</w:t>
      </w:r>
      <w:r w:rsidR="00E275C9">
        <w:rPr>
          <w:rtl/>
        </w:rPr>
        <w:t xml:space="preserve">. </w:t>
      </w:r>
      <w:r>
        <w:rPr>
          <w:rtl/>
        </w:rPr>
        <w:t>و موجى پرخروش بود كه از اق</w:t>
      </w:r>
      <w:r w:rsidR="00E275C9">
        <w:rPr>
          <w:rtl/>
        </w:rPr>
        <w:t>ی</w:t>
      </w:r>
      <w:r>
        <w:rPr>
          <w:rtl/>
        </w:rPr>
        <w:t>انوسى عظ</w:t>
      </w:r>
      <w:r w:rsidR="00E275C9">
        <w:rPr>
          <w:rtl/>
        </w:rPr>
        <w:t>ی</w:t>
      </w:r>
      <w:r>
        <w:rPr>
          <w:rtl/>
        </w:rPr>
        <w:t>م به حركت درآمده باشد</w:t>
      </w:r>
      <w:r w:rsidR="00E275C9">
        <w:rPr>
          <w:rtl/>
        </w:rPr>
        <w:t xml:space="preserve">. </w:t>
      </w:r>
      <w:r>
        <w:rPr>
          <w:rtl/>
        </w:rPr>
        <w:t>و كلامش همه رنجها و دردها و ناراحت</w:t>
      </w:r>
      <w:r w:rsidR="00E275C9">
        <w:rPr>
          <w:rtl/>
        </w:rPr>
        <w:t>ی</w:t>
      </w:r>
      <w:r>
        <w:rPr>
          <w:rtl/>
        </w:rPr>
        <w:t>هاى زهرا</w:t>
      </w:r>
      <w:r w:rsidR="00E275C9">
        <w:rPr>
          <w:rtl/>
        </w:rPr>
        <w:t xml:space="preserve">، </w:t>
      </w:r>
      <w:r>
        <w:rPr>
          <w:rtl/>
        </w:rPr>
        <w:t>على</w:t>
      </w:r>
      <w:r w:rsidR="00E275C9">
        <w:rPr>
          <w:rtl/>
        </w:rPr>
        <w:t xml:space="preserve">، </w:t>
      </w:r>
      <w:r>
        <w:rPr>
          <w:rtl/>
        </w:rPr>
        <w:t>حسن و حس</w:t>
      </w:r>
      <w:r w:rsidR="00E275C9">
        <w:rPr>
          <w:rtl/>
        </w:rPr>
        <w:t>ی</w:t>
      </w:r>
      <w:r>
        <w:rPr>
          <w:rtl/>
        </w:rPr>
        <w:t>ن عل</w:t>
      </w:r>
      <w:r w:rsidR="00E275C9">
        <w:rPr>
          <w:rtl/>
        </w:rPr>
        <w:t>ی</w:t>
      </w:r>
      <w:r>
        <w:rPr>
          <w:rtl/>
        </w:rPr>
        <w:t>هم السلام را بازگو مى كرد و دن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ى از خاطرات تلخ و ش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ن و جهانى از رسالت و احساس مسئول</w:t>
      </w:r>
      <w:r w:rsidR="00E275C9">
        <w:rPr>
          <w:rtl/>
        </w:rPr>
        <w:t>ی</w:t>
      </w:r>
      <w:r>
        <w:rPr>
          <w:rtl/>
        </w:rPr>
        <w:t>ت را در برداشت</w:t>
      </w:r>
      <w:r w:rsidR="00E275C9">
        <w:rPr>
          <w:rtl/>
        </w:rPr>
        <w:t xml:space="preserve">. 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ام</w:t>
      </w:r>
      <w:r w:rsidR="00E275C9">
        <w:rPr>
          <w:rtl/>
        </w:rPr>
        <w:t>ی</w:t>
      </w:r>
      <w:r>
        <w:rPr>
          <w:rtl/>
        </w:rPr>
        <w:t>د است در بخشهاى آ</w:t>
      </w:r>
      <w:r w:rsidR="00E275C9">
        <w:rPr>
          <w:rtl/>
        </w:rPr>
        <w:t>ی</w:t>
      </w:r>
      <w:r>
        <w:rPr>
          <w:rtl/>
        </w:rPr>
        <w:t>نده</w:t>
      </w:r>
      <w:r w:rsidR="00E275C9">
        <w:rPr>
          <w:rtl/>
        </w:rPr>
        <w:t xml:space="preserve">، </w:t>
      </w:r>
      <w:r>
        <w:rPr>
          <w:rtl/>
        </w:rPr>
        <w:t>بتوان</w:t>
      </w:r>
      <w:r w:rsidR="00E275C9">
        <w:rPr>
          <w:rtl/>
        </w:rPr>
        <w:t>ی</w:t>
      </w:r>
      <w:r>
        <w:rPr>
          <w:rtl/>
        </w:rPr>
        <w:t>م گوشه اى از نقش پرارزش</w:t>
      </w:r>
      <w:r w:rsidR="00E275C9">
        <w:rPr>
          <w:rtl/>
        </w:rPr>
        <w:t xml:space="preserve">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بزرگ زن جهان اسلام را بازگو كن</w:t>
      </w:r>
      <w:r w:rsidR="00E275C9">
        <w:rPr>
          <w:rtl/>
        </w:rPr>
        <w:t>ی</w:t>
      </w:r>
      <w:r>
        <w:rPr>
          <w:rtl/>
        </w:rPr>
        <w:t>م كه چگونه بعد از شهادت برادر بزرگوارش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به ثمر رسان</w:t>
      </w:r>
      <w:r w:rsidR="00E275C9">
        <w:rPr>
          <w:rtl/>
        </w:rPr>
        <w:t>ی</w:t>
      </w:r>
      <w:r>
        <w:rPr>
          <w:rtl/>
        </w:rPr>
        <w:t>دن نهضت نجات دهنده حس</w:t>
      </w:r>
      <w:r w:rsidR="00E275C9">
        <w:rPr>
          <w:rtl/>
        </w:rPr>
        <w:t>ی</w:t>
      </w:r>
      <w:r>
        <w:rPr>
          <w:rtl/>
        </w:rPr>
        <w:t>نى</w:t>
      </w:r>
      <w:r w:rsidR="00E275C9">
        <w:rPr>
          <w:rtl/>
        </w:rPr>
        <w:t xml:space="preserve">، </w:t>
      </w:r>
      <w:r>
        <w:rPr>
          <w:rtl/>
        </w:rPr>
        <w:t>سازنده بود</w:t>
      </w:r>
      <w:r w:rsidR="00E275C9">
        <w:rPr>
          <w:rtl/>
        </w:rPr>
        <w:t xml:space="preserve">. </w:t>
      </w:r>
    </w:p>
    <w:p w:rsidR="00134B66" w:rsidRDefault="00383609" w:rsidP="0079774A">
      <w:pPr>
        <w:pStyle w:val="Heading2"/>
        <w:rPr>
          <w:rtl/>
        </w:rPr>
      </w:pPr>
      <w:r>
        <w:rPr>
          <w:rtl/>
        </w:rPr>
        <w:br w:type="page"/>
      </w:r>
      <w:bookmarkStart w:id="5" w:name="_Toc425238174"/>
      <w:r w:rsidR="00134B66">
        <w:rPr>
          <w:rtl/>
        </w:rPr>
        <w:lastRenderedPageBreak/>
        <w:t>ز</w:t>
      </w:r>
      <w:r w:rsidR="00E275C9">
        <w:rPr>
          <w:rtl/>
        </w:rPr>
        <w:t>ی</w:t>
      </w:r>
      <w:r w:rsidR="00134B66">
        <w:rPr>
          <w:rtl/>
        </w:rPr>
        <w:t xml:space="preserve">نب </w:t>
      </w:r>
      <w:r w:rsidR="00640024" w:rsidRPr="00640024">
        <w:rPr>
          <w:rStyle w:val="libAlaemChar"/>
          <w:rtl/>
        </w:rPr>
        <w:t>عليها‌السلام</w:t>
      </w:r>
      <w:r w:rsidR="00134B66">
        <w:rPr>
          <w:rtl/>
        </w:rPr>
        <w:t xml:space="preserve"> در سرزم</w:t>
      </w:r>
      <w:r w:rsidR="00E275C9">
        <w:rPr>
          <w:rtl/>
        </w:rPr>
        <w:t>ی</w:t>
      </w:r>
      <w:r w:rsidR="00134B66">
        <w:rPr>
          <w:rtl/>
        </w:rPr>
        <w:t>ن كربلا</w:t>
      </w:r>
      <w:bookmarkEnd w:id="5"/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از همان نخست</w:t>
      </w:r>
      <w:r w:rsidR="00E275C9">
        <w:rPr>
          <w:rtl/>
        </w:rPr>
        <w:t>ی</w:t>
      </w:r>
      <w:r>
        <w:rPr>
          <w:rtl/>
        </w:rPr>
        <w:t>ن لحظاتى كه سپاه</w:t>
      </w:r>
      <w:r w:rsidR="00E275C9">
        <w:rPr>
          <w:rtl/>
        </w:rPr>
        <w:t>ی</w:t>
      </w:r>
      <w:r>
        <w:rPr>
          <w:rtl/>
        </w:rPr>
        <w:t>ان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سرزم</w:t>
      </w:r>
      <w:r w:rsidR="00E275C9">
        <w:rPr>
          <w:rtl/>
        </w:rPr>
        <w:t>ی</w:t>
      </w:r>
      <w:r>
        <w:rPr>
          <w:rtl/>
        </w:rPr>
        <w:t>ن «طف » فرود آمدند</w:t>
      </w:r>
      <w:r w:rsidR="00E275C9">
        <w:rPr>
          <w:rtl/>
        </w:rPr>
        <w:t xml:space="preserve">، </w:t>
      </w:r>
      <w:r>
        <w:rPr>
          <w:rtl/>
        </w:rPr>
        <w:t>رفته رفته نقش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</w:t>
      </w:r>
      <w:r w:rsidR="00E275C9">
        <w:rPr>
          <w:rtl/>
        </w:rPr>
        <w:t>ی</w:t>
      </w:r>
      <w:r>
        <w:rPr>
          <w:rtl/>
        </w:rPr>
        <w:t>ش از پ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حسّاس و حساس تر مى شد</w:t>
      </w:r>
      <w:r w:rsidR="00E275C9">
        <w:rPr>
          <w:rtl/>
        </w:rPr>
        <w:t xml:space="preserve">. </w:t>
      </w:r>
      <w:r>
        <w:rPr>
          <w:rtl/>
        </w:rPr>
        <w:t>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مى فرما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  <w:r>
        <w:rPr>
          <w:rtl/>
        </w:rPr>
        <w:t>«شبى كه فرداى آن</w:t>
      </w:r>
      <w:r w:rsidR="00E275C9">
        <w:rPr>
          <w:rtl/>
        </w:rPr>
        <w:t xml:space="preserve">، </w:t>
      </w:r>
      <w:r>
        <w:rPr>
          <w:rtl/>
        </w:rPr>
        <w:t>پدرم شه</w:t>
      </w:r>
      <w:r w:rsidR="00E275C9">
        <w:rPr>
          <w:rtl/>
        </w:rPr>
        <w:t>ی</w:t>
      </w:r>
      <w:r>
        <w:rPr>
          <w:rtl/>
        </w:rPr>
        <w:t>د شد</w:t>
      </w:r>
      <w:r w:rsidR="00E275C9">
        <w:rPr>
          <w:rtl/>
        </w:rPr>
        <w:t xml:space="preserve">، </w:t>
      </w:r>
      <w:r>
        <w:rPr>
          <w:rtl/>
        </w:rPr>
        <w:t>عمّه ام ز</w:t>
      </w:r>
      <w:r w:rsidR="00E275C9">
        <w:rPr>
          <w:rtl/>
        </w:rPr>
        <w:t>ی</w:t>
      </w:r>
      <w:r>
        <w:rPr>
          <w:rtl/>
        </w:rPr>
        <w:t>نب از من پرستارى مى كرد»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21</w:t>
      </w:r>
      <w:r w:rsidRPr="00B52B2E">
        <w:rPr>
          <w:rStyle w:val="libFootnotenumChar"/>
          <w:rtl/>
        </w:rPr>
        <w:t>)</w:t>
      </w:r>
      <w:r w:rsidR="0020655A">
        <w:rPr>
          <w:rtl/>
        </w:rPr>
        <w:t xml:space="preserve"> </w:t>
      </w:r>
      <w:r>
        <w:rPr>
          <w:rtl/>
        </w:rPr>
        <w:t>آن طور كه از نوشته مورخ</w:t>
      </w:r>
      <w:r w:rsidR="00E275C9">
        <w:rPr>
          <w:rtl/>
        </w:rPr>
        <w:t>ی</w:t>
      </w:r>
      <w:r>
        <w:rPr>
          <w:rtl/>
        </w:rPr>
        <w:t>ن برمى آ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شب عاشورا حضرت ز</w:t>
      </w:r>
      <w:r w:rsidR="00E275C9">
        <w:rPr>
          <w:rtl/>
        </w:rPr>
        <w:t>ی</w:t>
      </w:r>
      <w:r>
        <w:rPr>
          <w:rtl/>
        </w:rPr>
        <w:t>نب كه گهگاهى به خ</w:t>
      </w:r>
      <w:r w:rsidR="00E275C9">
        <w:rPr>
          <w:rtl/>
        </w:rPr>
        <w:t>ی</w:t>
      </w:r>
      <w:r>
        <w:rPr>
          <w:rtl/>
        </w:rPr>
        <w:t>مه ها سركشى مى كرد</w:t>
      </w:r>
      <w:r w:rsidR="00E275C9">
        <w:rPr>
          <w:rtl/>
        </w:rPr>
        <w:t xml:space="preserve">، </w:t>
      </w:r>
      <w:r>
        <w:rPr>
          <w:rtl/>
        </w:rPr>
        <w:t>از نحوه راز و ن</w:t>
      </w:r>
      <w:r w:rsidR="00E275C9">
        <w:rPr>
          <w:rtl/>
        </w:rPr>
        <w:t>ی</w:t>
      </w:r>
      <w:r>
        <w:rPr>
          <w:rtl/>
        </w:rPr>
        <w:t>ازهاى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</w:t>
      </w:r>
      <w:r w:rsidR="00E275C9">
        <w:rPr>
          <w:rtl/>
        </w:rPr>
        <w:t>ی</w:t>
      </w:r>
      <w:r>
        <w:rPr>
          <w:rtl/>
        </w:rPr>
        <w:t xml:space="preserve">افت كه امام و </w:t>
      </w:r>
      <w:r w:rsidR="00E275C9">
        <w:rPr>
          <w:rtl/>
        </w:rPr>
        <w:t>ی</w:t>
      </w:r>
      <w:r>
        <w:rPr>
          <w:rtl/>
        </w:rPr>
        <w:t>ارانش به شهادت نزد</w:t>
      </w:r>
      <w:r w:rsidR="00E275C9">
        <w:rPr>
          <w:rtl/>
        </w:rPr>
        <w:t>ی</w:t>
      </w:r>
      <w:r>
        <w:rPr>
          <w:rtl/>
        </w:rPr>
        <w:t>كند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امام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او فرمود</w:t>
      </w:r>
      <w:r w:rsidR="00E275C9">
        <w:rPr>
          <w:rtl/>
        </w:rPr>
        <w:t xml:space="preserve">: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«</w:t>
      </w:r>
      <w:r w:rsidR="00E275C9" w:rsidRPr="0020655A">
        <w:rPr>
          <w:rtl/>
        </w:rPr>
        <w:t>ی</w:t>
      </w:r>
      <w:r>
        <w:rPr>
          <w:rtl/>
        </w:rPr>
        <w:t>ا اختا تعزى بعزاءِ اللّه</w:t>
      </w:r>
    </w:p>
    <w:p w:rsidR="00134B66" w:rsidRPr="0079774A" w:rsidRDefault="00134B66" w:rsidP="00E275C9">
      <w:pPr>
        <w:pStyle w:val="libNormal"/>
        <w:rPr>
          <w:rStyle w:val="libFootnotenumChar"/>
          <w:rtl/>
        </w:rPr>
      </w:pPr>
      <w:r>
        <w:rPr>
          <w:rtl/>
        </w:rPr>
        <w:t xml:space="preserve">فان سكان السماوات </w:t>
      </w:r>
      <w:r w:rsidR="00E275C9" w:rsidRPr="0020655A">
        <w:rPr>
          <w:rtl/>
        </w:rPr>
        <w:t>ی</w:t>
      </w:r>
      <w:r>
        <w:rPr>
          <w:rtl/>
        </w:rPr>
        <w:t>موتون واهل الارض لا</w:t>
      </w:r>
      <w:r w:rsidR="00E275C9" w:rsidRPr="0020655A">
        <w:rPr>
          <w:rtl/>
        </w:rPr>
        <w:t>ی</w:t>
      </w:r>
      <w:r>
        <w:rPr>
          <w:rtl/>
        </w:rPr>
        <w:t>بقون وجم</w:t>
      </w:r>
      <w:r w:rsidR="00E275C9" w:rsidRPr="0020655A">
        <w:rPr>
          <w:rtl/>
        </w:rPr>
        <w:t>ی</w:t>
      </w:r>
      <w:r>
        <w:rPr>
          <w:rtl/>
        </w:rPr>
        <w:t>ع البر</w:t>
      </w:r>
      <w:r w:rsidR="00E275C9" w:rsidRPr="0020655A">
        <w:rPr>
          <w:rtl/>
        </w:rPr>
        <w:t>ی</w:t>
      </w:r>
      <w:r>
        <w:rPr>
          <w:rtl/>
        </w:rPr>
        <w:t xml:space="preserve">ة </w:t>
      </w:r>
      <w:r w:rsidR="00E275C9" w:rsidRPr="0020655A">
        <w:rPr>
          <w:rtl/>
        </w:rPr>
        <w:t>ی</w:t>
      </w:r>
      <w:r>
        <w:rPr>
          <w:rtl/>
        </w:rPr>
        <w:t xml:space="preserve">هلكون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22</w:t>
      </w:r>
      <w:r w:rsidRPr="00B52B2E">
        <w:rPr>
          <w:rStyle w:val="libFootnotenumChar"/>
          <w:rtl/>
        </w:rPr>
        <w:t>)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 ان كل شى ء هالك الاوجهه (به روا</w:t>
      </w:r>
      <w:r w:rsidR="00E275C9" w:rsidRPr="0020655A">
        <w:rPr>
          <w:rtl/>
        </w:rPr>
        <w:t>ی</w:t>
      </w:r>
      <w:r>
        <w:rPr>
          <w:rtl/>
        </w:rPr>
        <w:t>تى</w:t>
      </w:r>
      <w:r w:rsidR="00E275C9" w:rsidRPr="0020655A">
        <w:rPr>
          <w:rtl/>
        </w:rPr>
        <w:t xml:space="preserve">: </w:t>
      </w:r>
      <w:r>
        <w:rPr>
          <w:rtl/>
        </w:rPr>
        <w:t>الاوجه اللّه)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ابى</w:t>
      </w:r>
      <w:r w:rsidR="00E275C9" w:rsidRPr="0020655A">
        <w:rPr>
          <w:rtl/>
        </w:rPr>
        <w:t xml:space="preserve">، </w:t>
      </w:r>
      <w:r>
        <w:rPr>
          <w:rtl/>
        </w:rPr>
        <w:t>خ</w:t>
      </w:r>
      <w:r w:rsidR="00E275C9" w:rsidRPr="0020655A">
        <w:rPr>
          <w:rtl/>
        </w:rPr>
        <w:t>ی</w:t>
      </w:r>
      <w:r>
        <w:rPr>
          <w:rtl/>
        </w:rPr>
        <w:t>ر من</w:t>
      </w:r>
      <w:r w:rsidR="00E275C9" w:rsidRPr="0020655A">
        <w:rPr>
          <w:rtl/>
        </w:rPr>
        <w:t>ی</w:t>
      </w:r>
      <w:r>
        <w:rPr>
          <w:rtl/>
        </w:rPr>
        <w:t xml:space="preserve"> وامّ</w:t>
      </w:r>
      <w:r w:rsidR="00E275C9" w:rsidRPr="0020655A">
        <w:rPr>
          <w:rtl/>
        </w:rPr>
        <w:t xml:space="preserve">ی، </w:t>
      </w:r>
      <w:r>
        <w:rPr>
          <w:rtl/>
        </w:rPr>
        <w:t>خ</w:t>
      </w:r>
      <w:r w:rsidR="00E275C9" w:rsidRPr="0020655A">
        <w:rPr>
          <w:rtl/>
        </w:rPr>
        <w:t>ی</w:t>
      </w:r>
      <w:r>
        <w:rPr>
          <w:rtl/>
        </w:rPr>
        <w:t>ر منّ</w:t>
      </w:r>
      <w:r w:rsidR="00E275C9" w:rsidRPr="0020655A">
        <w:rPr>
          <w:rtl/>
        </w:rPr>
        <w:t>ی</w:t>
      </w:r>
      <w:r>
        <w:rPr>
          <w:rtl/>
        </w:rPr>
        <w:t xml:space="preserve"> واخ</w:t>
      </w:r>
      <w:r w:rsidR="00E275C9" w:rsidRPr="0020655A">
        <w:rPr>
          <w:rtl/>
        </w:rPr>
        <w:t xml:space="preserve">ی، </w:t>
      </w:r>
      <w:r>
        <w:rPr>
          <w:rtl/>
        </w:rPr>
        <w:t>خ</w:t>
      </w:r>
      <w:r w:rsidR="00E275C9" w:rsidRPr="0020655A">
        <w:rPr>
          <w:rtl/>
        </w:rPr>
        <w:t>ی</w:t>
      </w:r>
      <w:r>
        <w:rPr>
          <w:rtl/>
        </w:rPr>
        <w:t>ر منّ</w:t>
      </w:r>
      <w:r w:rsidR="00E275C9" w:rsidRPr="0020655A">
        <w:rPr>
          <w:rtl/>
        </w:rPr>
        <w:t>ی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ولى ولهم ولكل مسلم برسول اللّه اسوة</w:t>
      </w:r>
      <w:r w:rsidR="00E275C9" w:rsidRPr="0020655A">
        <w:rPr>
          <w:rtl/>
        </w:rPr>
        <w:t xml:space="preserve">... </w:t>
      </w:r>
      <w:r>
        <w:rPr>
          <w:rtl/>
        </w:rPr>
        <w:t>»</w:t>
      </w:r>
      <w:r w:rsidR="00E275C9" w:rsidRPr="0020655A">
        <w:rPr>
          <w:rtl/>
        </w:rPr>
        <w:t xml:space="preserve">.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عنى</w:t>
      </w:r>
      <w:r>
        <w:rPr>
          <w:rtl/>
        </w:rPr>
        <w:t xml:space="preserve">: </w:t>
      </w:r>
      <w:r w:rsidR="00134B66">
        <w:rPr>
          <w:rtl/>
        </w:rPr>
        <w:t>«خواهرم</w:t>
      </w:r>
      <w:r>
        <w:rPr>
          <w:rtl/>
        </w:rPr>
        <w:t xml:space="preserve">! </w:t>
      </w:r>
      <w:r w:rsidR="00134B66">
        <w:rPr>
          <w:rtl/>
        </w:rPr>
        <w:t>تو به وعده هاى الهى</w:t>
      </w:r>
      <w:r>
        <w:rPr>
          <w:rtl/>
        </w:rPr>
        <w:t xml:space="preserve">، </w:t>
      </w:r>
      <w:r w:rsidR="00134B66">
        <w:rPr>
          <w:rtl/>
        </w:rPr>
        <w:t>دلگرم باش</w:t>
      </w:r>
      <w:r>
        <w:rPr>
          <w:rtl/>
        </w:rPr>
        <w:t xml:space="preserve">؛ </w:t>
      </w:r>
      <w:r w:rsidR="00134B66">
        <w:rPr>
          <w:rtl/>
        </w:rPr>
        <w:t>چرا كه ساكن</w:t>
      </w:r>
      <w:r>
        <w:rPr>
          <w:rtl/>
        </w:rPr>
        <w:t>ی</w:t>
      </w:r>
      <w:r w:rsidR="00134B66">
        <w:rPr>
          <w:rtl/>
        </w:rPr>
        <w:t>ن آسمانها همه فانى مى گردند و اهل زم</w:t>
      </w:r>
      <w:r>
        <w:rPr>
          <w:rtl/>
        </w:rPr>
        <w:t>ی</w:t>
      </w:r>
      <w:r w:rsidR="00134B66">
        <w:rPr>
          <w:rtl/>
        </w:rPr>
        <w:t>ن همه مى م</w:t>
      </w:r>
      <w:r>
        <w:rPr>
          <w:rtl/>
        </w:rPr>
        <w:t>ی</w:t>
      </w:r>
      <w:r w:rsidR="00134B66">
        <w:rPr>
          <w:rtl/>
        </w:rPr>
        <w:t>رند و همه مخلوقات جهان هستى</w:t>
      </w:r>
      <w:r>
        <w:rPr>
          <w:rtl/>
        </w:rPr>
        <w:t xml:space="preserve">، </w:t>
      </w:r>
      <w:r w:rsidR="00134B66">
        <w:rPr>
          <w:rtl/>
        </w:rPr>
        <w:t>راه ن</w:t>
      </w:r>
      <w:r>
        <w:rPr>
          <w:rtl/>
        </w:rPr>
        <w:t>ی</w:t>
      </w:r>
      <w:r w:rsidR="00134B66">
        <w:rPr>
          <w:rtl/>
        </w:rPr>
        <w:t>ستى مى پ</w:t>
      </w:r>
      <w:r>
        <w:rPr>
          <w:rtl/>
        </w:rPr>
        <w:t>ی</w:t>
      </w:r>
      <w:r w:rsidR="00134B66">
        <w:rPr>
          <w:rtl/>
        </w:rPr>
        <w:t>ما</w:t>
      </w:r>
      <w:r>
        <w:rPr>
          <w:rtl/>
        </w:rPr>
        <w:t>ی</w:t>
      </w:r>
      <w:r w:rsidR="00134B66">
        <w:rPr>
          <w:rtl/>
        </w:rPr>
        <w:t>ند و جز خدا</w:t>
      </w:r>
      <w:r>
        <w:rPr>
          <w:rtl/>
        </w:rPr>
        <w:t xml:space="preserve">، </w:t>
      </w:r>
      <w:r w:rsidR="00134B66">
        <w:rPr>
          <w:rtl/>
        </w:rPr>
        <w:t>همه چ</w:t>
      </w:r>
      <w:r>
        <w:rPr>
          <w:rtl/>
        </w:rPr>
        <w:t>ی</w:t>
      </w:r>
      <w:r w:rsidR="00134B66">
        <w:rPr>
          <w:rtl/>
        </w:rPr>
        <w:t>ز نابود مى شود</w:t>
      </w:r>
      <w:r>
        <w:rPr>
          <w:rtl/>
        </w:rPr>
        <w:t xml:space="preserve">، </w:t>
      </w:r>
      <w:r w:rsidR="00134B66">
        <w:rPr>
          <w:rtl/>
        </w:rPr>
        <w:t>پدر و مادر و برادرم از من بهتر بودند</w:t>
      </w:r>
      <w:r>
        <w:rPr>
          <w:rtl/>
        </w:rPr>
        <w:t xml:space="preserve">، </w:t>
      </w:r>
      <w:r w:rsidR="00134B66">
        <w:rPr>
          <w:rtl/>
        </w:rPr>
        <w:t>من و ا</w:t>
      </w:r>
      <w:r>
        <w:rPr>
          <w:rtl/>
        </w:rPr>
        <w:t>ی</w:t>
      </w:r>
      <w:r w:rsidR="00134B66">
        <w:rPr>
          <w:rtl/>
        </w:rPr>
        <w:t>شان و هر مسلمانى با</w:t>
      </w:r>
      <w:r>
        <w:rPr>
          <w:rtl/>
        </w:rPr>
        <w:t>ی</w:t>
      </w:r>
      <w:r w:rsidR="00134B66">
        <w:rPr>
          <w:rtl/>
        </w:rPr>
        <w:t xml:space="preserve">د از رسول خدا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پ</w:t>
      </w:r>
      <w:r>
        <w:rPr>
          <w:rtl/>
        </w:rPr>
        <w:t>ی</w:t>
      </w:r>
      <w:r w:rsidR="00134B66">
        <w:rPr>
          <w:rtl/>
        </w:rPr>
        <w:t>روى كن</w:t>
      </w:r>
      <w:r>
        <w:rPr>
          <w:rtl/>
        </w:rPr>
        <w:t>ی</w:t>
      </w:r>
      <w:r w:rsidR="00134B66">
        <w:rPr>
          <w:rtl/>
        </w:rPr>
        <w:t>م »</w:t>
      </w:r>
      <w:r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23</w:t>
      </w:r>
      <w:r w:rsidR="00134B66"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سخنانِ مقامِ</w:t>
      </w:r>
      <w:r w:rsidR="00CD262B">
        <w:rPr>
          <w:rFonts w:hint="cs"/>
          <w:rtl/>
        </w:rPr>
        <w:t xml:space="preserve"> </w:t>
      </w:r>
      <w:r>
        <w:rPr>
          <w:rtl/>
        </w:rPr>
        <w:t>شامخ</w:t>
      </w:r>
      <w:r w:rsidR="00E275C9">
        <w:rPr>
          <w:rtl/>
        </w:rPr>
        <w:t xml:space="preserve"> </w:t>
      </w:r>
      <w:r>
        <w:rPr>
          <w:rtl/>
        </w:rPr>
        <w:t>امامت</w:t>
      </w:r>
      <w:r w:rsidR="00E275C9">
        <w:rPr>
          <w:rtl/>
        </w:rPr>
        <w:t xml:space="preserve">، </w:t>
      </w:r>
      <w:r>
        <w:rPr>
          <w:rtl/>
        </w:rPr>
        <w:t>چنان دروجودمقدس حضرت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كارگر افتاد كه او را چون كوهى محكم در برابر شدا</w:t>
      </w:r>
      <w:r w:rsidR="00E275C9">
        <w:rPr>
          <w:rtl/>
        </w:rPr>
        <w:t>ی</w:t>
      </w:r>
      <w:r>
        <w:rPr>
          <w:rtl/>
        </w:rPr>
        <w:t>د ثابت قدم و پابرجا و استوار قرار داد</w:t>
      </w:r>
      <w:r w:rsidR="00E275C9">
        <w:rPr>
          <w:rtl/>
        </w:rPr>
        <w:t xml:space="preserve">، </w:t>
      </w:r>
      <w:r>
        <w:rPr>
          <w:rtl/>
        </w:rPr>
        <w:t xml:space="preserve">تا آنجا كه وقتى در گودال قتلگاه با شمر ستمگر رو به رو مى </w:t>
      </w:r>
      <w:r>
        <w:rPr>
          <w:rtl/>
        </w:rPr>
        <w:lastRenderedPageBreak/>
        <w:t>شود</w:t>
      </w:r>
      <w:r w:rsidR="00E275C9">
        <w:rPr>
          <w:rtl/>
        </w:rPr>
        <w:t xml:space="preserve">، </w:t>
      </w:r>
      <w:r>
        <w:rPr>
          <w:rtl/>
        </w:rPr>
        <w:t>چنان با متانت و وقار</w:t>
      </w:r>
      <w:r w:rsidR="00E275C9">
        <w:rPr>
          <w:rtl/>
        </w:rPr>
        <w:t xml:space="preserve">، </w:t>
      </w:r>
      <w:r>
        <w:rPr>
          <w:rtl/>
        </w:rPr>
        <w:t>خردمندانه و شك</w:t>
      </w:r>
      <w:r w:rsidR="00E275C9">
        <w:rPr>
          <w:rtl/>
        </w:rPr>
        <w:t>ی</w:t>
      </w:r>
      <w:r>
        <w:rPr>
          <w:rtl/>
        </w:rPr>
        <w:t>با</w:t>
      </w:r>
      <w:r w:rsidR="00E275C9">
        <w:rPr>
          <w:rtl/>
        </w:rPr>
        <w:t xml:space="preserve">، </w:t>
      </w:r>
      <w:r>
        <w:rPr>
          <w:rtl/>
        </w:rPr>
        <w:t>رفتار مى كند كه از حوصله ب</w:t>
      </w:r>
      <w:r w:rsidR="00E275C9">
        <w:rPr>
          <w:rtl/>
        </w:rPr>
        <w:t>ی</w:t>
      </w:r>
      <w:r>
        <w:rPr>
          <w:rtl/>
        </w:rPr>
        <w:t>ان و قلم خارج است</w:t>
      </w:r>
      <w:r w:rsidR="00E275C9">
        <w:rPr>
          <w:rtl/>
        </w:rPr>
        <w:t xml:space="preserve">. </w:t>
      </w:r>
      <w:r>
        <w:rPr>
          <w:rtl/>
        </w:rPr>
        <w:t>آرى</w:t>
      </w:r>
      <w:r w:rsidR="00E275C9">
        <w:rPr>
          <w:rtl/>
        </w:rPr>
        <w:t xml:space="preserve">، </w:t>
      </w:r>
      <w:r>
        <w:rPr>
          <w:rtl/>
        </w:rPr>
        <w:t>آرى</w:t>
      </w:r>
      <w:r w:rsidR="00E275C9">
        <w:rPr>
          <w:rtl/>
        </w:rPr>
        <w:t xml:space="preserve">، </w:t>
      </w:r>
      <w:r>
        <w:rPr>
          <w:rtl/>
        </w:rPr>
        <w:t>اوست كه مت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صبور و بردبار</w:t>
      </w:r>
      <w:r w:rsidR="00E275C9">
        <w:rPr>
          <w:rtl/>
        </w:rPr>
        <w:t xml:space="preserve">، </w:t>
      </w:r>
      <w:r>
        <w:rPr>
          <w:rtl/>
        </w:rPr>
        <w:t>گلوى بر</w:t>
      </w:r>
      <w:r w:rsidR="00E275C9">
        <w:rPr>
          <w:rtl/>
        </w:rPr>
        <w:t>ی</w:t>
      </w:r>
      <w:r>
        <w:rPr>
          <w:rtl/>
        </w:rPr>
        <w:t>ده برادر را مى بوسد و با شك</w:t>
      </w:r>
      <w:r w:rsidR="00E275C9">
        <w:rPr>
          <w:rtl/>
        </w:rPr>
        <w:t>ی</w:t>
      </w: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ى زا</w:t>
      </w:r>
      <w:r w:rsidR="00E275C9">
        <w:rPr>
          <w:rtl/>
        </w:rPr>
        <w:t>ی</w:t>
      </w:r>
      <w:r>
        <w:rPr>
          <w:rtl/>
        </w:rPr>
        <w:t>دالوصفى</w:t>
      </w:r>
      <w:r w:rsidR="00E275C9">
        <w:rPr>
          <w:rtl/>
        </w:rPr>
        <w:t xml:space="preserve">، </w:t>
      </w:r>
      <w:r>
        <w:rPr>
          <w:rtl/>
        </w:rPr>
        <w:t>دست ز</w:t>
      </w:r>
      <w:r w:rsidR="00E275C9">
        <w:rPr>
          <w:rtl/>
        </w:rPr>
        <w:t>ی</w:t>
      </w:r>
      <w:r>
        <w:rPr>
          <w:rtl/>
        </w:rPr>
        <w:t>ر</w:t>
      </w:r>
      <w:r w:rsidR="0020655A">
        <w:rPr>
          <w:rtl/>
        </w:rPr>
        <w:t xml:space="preserve">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كر صد چاك برادر برده</w:t>
      </w:r>
      <w:r w:rsidR="00E275C9">
        <w:rPr>
          <w:rtl/>
        </w:rPr>
        <w:t xml:space="preserve">، </w:t>
      </w:r>
      <w:r>
        <w:rPr>
          <w:rtl/>
        </w:rPr>
        <w:t>او را قدرى بلند مى كند و در مناجات با خداى خو</w:t>
      </w:r>
      <w:r w:rsidR="00E275C9">
        <w:rPr>
          <w:rtl/>
        </w:rPr>
        <w:t>ی</w:t>
      </w:r>
      <w:r>
        <w:rPr>
          <w:rtl/>
        </w:rPr>
        <w:t>ش عرض مى كند</w:t>
      </w:r>
      <w:r w:rsidR="00E275C9">
        <w:rPr>
          <w:rtl/>
        </w:rPr>
        <w:t xml:space="preserve">: </w:t>
      </w:r>
      <w:r>
        <w:rPr>
          <w:rtl/>
        </w:rPr>
        <w:t>«خداوندا</w:t>
      </w:r>
      <w:r w:rsidR="00E275C9">
        <w:rPr>
          <w:rtl/>
        </w:rPr>
        <w:t xml:space="preserve">!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 xml:space="preserve">ن قربانى را از آل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قبول كن</w:t>
      </w:r>
      <w:r w:rsidR="00E275C9">
        <w:rPr>
          <w:rtl/>
        </w:rPr>
        <w:t xml:space="preserve">! </w:t>
      </w:r>
      <w:r w:rsidR="00CD262B">
        <w:rPr>
          <w:rFonts w:eastAsia="KFGQPC Uthman Taha Naskh"/>
          <w:rtl/>
        </w:rPr>
        <w:t>(اللهم تقبل منا هذاالقربان</w:t>
      </w:r>
      <w:r w:rsidRPr="00E275C9">
        <w:rPr>
          <w:rFonts w:eastAsia="KFGQPC Uthman Taha Naskh"/>
          <w:rtl/>
        </w:rPr>
        <w:t>»)</w:t>
      </w:r>
      <w:r w:rsidR="00E275C9" w:rsidRPr="00E275C9">
        <w:rPr>
          <w:rFonts w:eastAsia="KFGQPC Uthman Taha Naskh"/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24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سخن گهربار</w:t>
      </w:r>
      <w:r w:rsidR="00E275C9">
        <w:rPr>
          <w:rtl/>
        </w:rPr>
        <w:t xml:space="preserve">، </w:t>
      </w:r>
      <w:r>
        <w:rPr>
          <w:rtl/>
        </w:rPr>
        <w:t>خود از درجه شناخت و معرفت آن بزرگ زن تار</w:t>
      </w:r>
      <w:r w:rsidR="00E275C9">
        <w:rPr>
          <w:rtl/>
        </w:rPr>
        <w:t>ی</w:t>
      </w:r>
      <w:r>
        <w:rPr>
          <w:rtl/>
        </w:rPr>
        <w:t>خ جهان</w:t>
      </w:r>
      <w:r w:rsidR="00E275C9">
        <w:rPr>
          <w:rtl/>
        </w:rPr>
        <w:t xml:space="preserve">، </w:t>
      </w:r>
      <w:r>
        <w:rPr>
          <w:rtl/>
        </w:rPr>
        <w:t>حكا</w:t>
      </w:r>
      <w:r w:rsidR="00E275C9">
        <w:rPr>
          <w:rtl/>
        </w:rPr>
        <w:t>ی</w:t>
      </w:r>
      <w:r>
        <w:rPr>
          <w:rtl/>
        </w:rPr>
        <w:t>ت مى كند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نمونه د</w:t>
      </w:r>
      <w:r w:rsidR="00E275C9">
        <w:rPr>
          <w:rtl/>
        </w:rPr>
        <w:t>ی</w:t>
      </w:r>
      <w:r>
        <w:rPr>
          <w:rtl/>
        </w:rPr>
        <w:t>گر از عظمت مقام آن نادره زمان و اسوه صبر و بردبارى و شجاعت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است كه وقتى در روز عاشورا</w:t>
      </w:r>
      <w:r w:rsidR="00E275C9">
        <w:rPr>
          <w:rtl/>
        </w:rPr>
        <w:t xml:space="preserve">، </w:t>
      </w:r>
      <w:r>
        <w:rPr>
          <w:rtl/>
        </w:rPr>
        <w:t>آن همه مصا</w:t>
      </w:r>
      <w:r w:rsidR="00E275C9">
        <w:rPr>
          <w:rtl/>
        </w:rPr>
        <w:t>ی</w:t>
      </w:r>
      <w:r>
        <w:rPr>
          <w:rtl/>
        </w:rPr>
        <w:t>ب سنگ</w:t>
      </w:r>
      <w:r w:rsidR="00E275C9">
        <w:rPr>
          <w:rtl/>
        </w:rPr>
        <w:t>ی</w:t>
      </w:r>
      <w:r>
        <w:rPr>
          <w:rtl/>
        </w:rPr>
        <w:t>ن و شكننده را تحمل مى كند</w:t>
      </w:r>
      <w:r w:rsidR="00E275C9">
        <w:rPr>
          <w:rtl/>
        </w:rPr>
        <w:t xml:space="preserve">، </w:t>
      </w:r>
      <w:r>
        <w:rPr>
          <w:rtl/>
        </w:rPr>
        <w:t>دل</w:t>
      </w:r>
      <w:r w:rsidR="00E275C9">
        <w:rPr>
          <w:rtl/>
        </w:rPr>
        <w:t>ی</w:t>
      </w:r>
      <w:r>
        <w:rPr>
          <w:rtl/>
        </w:rPr>
        <w:t>رانه فرمانده سپاه دشمن</w:t>
      </w:r>
      <w:r w:rsidR="00E275C9">
        <w:rPr>
          <w:rtl/>
        </w:rPr>
        <w:t xml:space="preserve">، </w:t>
      </w:r>
      <w:r>
        <w:rPr>
          <w:rtl/>
        </w:rPr>
        <w:t>«عمرسعد» را مورد سرزنش قرار داده و بى ه</w:t>
      </w:r>
      <w:r w:rsidR="00E275C9">
        <w:rPr>
          <w:rtl/>
        </w:rPr>
        <w:t>ی</w:t>
      </w:r>
      <w:r>
        <w:rPr>
          <w:rtl/>
        </w:rPr>
        <w:t>چ واهمه اى بر او پرخاش مى كند</w:t>
      </w:r>
      <w:r w:rsidR="00E275C9">
        <w:rPr>
          <w:rtl/>
        </w:rPr>
        <w:t xml:space="preserve">. </w:t>
      </w:r>
    </w:p>
    <w:p w:rsidR="00134B66" w:rsidRDefault="00134B66" w:rsidP="0079774A">
      <w:pPr>
        <w:pStyle w:val="libNormal"/>
        <w:rPr>
          <w:rtl/>
        </w:rPr>
      </w:pPr>
      <w:r>
        <w:rPr>
          <w:rtl/>
        </w:rPr>
        <w:t>«طبرى » از قول «حجاج بن عبداللّه » نقل مى كند كه</w:t>
      </w:r>
      <w:r w:rsidR="00E275C9">
        <w:rPr>
          <w:rtl/>
        </w:rPr>
        <w:t xml:space="preserve">: </w:t>
      </w:r>
      <w:r>
        <w:rPr>
          <w:rtl/>
        </w:rPr>
        <w:t>«در م</w:t>
      </w:r>
      <w:r w:rsidR="00E275C9">
        <w:rPr>
          <w:rtl/>
        </w:rPr>
        <w:t>ی</w:t>
      </w:r>
      <w:r>
        <w:rPr>
          <w:rtl/>
        </w:rPr>
        <w:t>دان نبرد</w:t>
      </w:r>
      <w:r w:rsidR="00E275C9">
        <w:rPr>
          <w:rtl/>
        </w:rPr>
        <w:t xml:space="preserve">، </w:t>
      </w:r>
      <w:r>
        <w:rPr>
          <w:rtl/>
        </w:rPr>
        <w:t>ن</w:t>
      </w:r>
      <w:r w:rsidR="00E275C9">
        <w:rPr>
          <w:rtl/>
        </w:rPr>
        <w:t>ی</w:t>
      </w:r>
      <w:r>
        <w:rPr>
          <w:rtl/>
        </w:rPr>
        <w:t>روهاى پ</w:t>
      </w:r>
      <w:r w:rsidR="00E275C9">
        <w:rPr>
          <w:rtl/>
        </w:rPr>
        <w:t>ی</w:t>
      </w:r>
      <w:r>
        <w:rPr>
          <w:rtl/>
        </w:rPr>
        <w:t>اده از سمت راست و چپ به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حمله بردند</w:t>
      </w:r>
      <w:r w:rsidR="00E275C9">
        <w:rPr>
          <w:rtl/>
        </w:rPr>
        <w:t xml:space="preserve">، </w:t>
      </w:r>
      <w:r>
        <w:rPr>
          <w:rtl/>
        </w:rPr>
        <w:t>او به م</w:t>
      </w:r>
      <w:r w:rsidR="00E275C9">
        <w:rPr>
          <w:rtl/>
        </w:rPr>
        <w:t>ی</w:t>
      </w:r>
      <w:r>
        <w:rPr>
          <w:rtl/>
        </w:rPr>
        <w:t>منه سپاه حمله برد تا پراكنده شدند</w:t>
      </w:r>
      <w:r w:rsidR="00E275C9">
        <w:rPr>
          <w:rtl/>
        </w:rPr>
        <w:t xml:space="preserve">، </w:t>
      </w:r>
      <w:r>
        <w:rPr>
          <w:rtl/>
        </w:rPr>
        <w:t>به م</w:t>
      </w:r>
      <w:r w:rsidR="00E275C9">
        <w:rPr>
          <w:rtl/>
        </w:rPr>
        <w:t>ی</w:t>
      </w:r>
      <w:r>
        <w:rPr>
          <w:rtl/>
        </w:rPr>
        <w:t>سره ن</w:t>
      </w:r>
      <w:r w:rsidR="00E275C9">
        <w:rPr>
          <w:rtl/>
        </w:rPr>
        <w:t>ی</w:t>
      </w:r>
      <w:r>
        <w:rPr>
          <w:rtl/>
        </w:rPr>
        <w:t>ز حمله كرد و آنان را هم پراكنده نمود</w:t>
      </w:r>
      <w:r w:rsidR="00E275C9">
        <w:rPr>
          <w:rtl/>
        </w:rPr>
        <w:t xml:space="preserve">.... </w:t>
      </w:r>
      <w:r>
        <w:rPr>
          <w:rtl/>
        </w:rPr>
        <w:t>به خدا قسم</w:t>
      </w:r>
      <w:r w:rsidR="00E275C9">
        <w:rPr>
          <w:rtl/>
        </w:rPr>
        <w:t xml:space="preserve">! </w:t>
      </w:r>
      <w:r>
        <w:rPr>
          <w:rtl/>
        </w:rPr>
        <w:t>هرگز شكسته اى را ند</w:t>
      </w:r>
      <w:r w:rsidR="00E275C9">
        <w:rPr>
          <w:rtl/>
        </w:rPr>
        <w:t>ی</w:t>
      </w:r>
      <w:r>
        <w:rPr>
          <w:rtl/>
        </w:rPr>
        <w:t xml:space="preserve">ده بودم كه فرزندان و كسان و </w:t>
      </w:r>
      <w:r w:rsidR="00E275C9">
        <w:rPr>
          <w:rtl/>
        </w:rPr>
        <w:t>ی</w:t>
      </w:r>
      <w:r>
        <w:rPr>
          <w:rtl/>
        </w:rPr>
        <w:t>ارانش</w:t>
      </w:r>
      <w:r w:rsidR="00E275C9">
        <w:rPr>
          <w:rtl/>
        </w:rPr>
        <w:t xml:space="preserve"> </w:t>
      </w:r>
      <w:r>
        <w:rPr>
          <w:rtl/>
        </w:rPr>
        <w:t>كشته شده باشند و مانند او</w:t>
      </w:r>
      <w:r w:rsidR="00E275C9">
        <w:rPr>
          <w:rtl/>
        </w:rPr>
        <w:t xml:space="preserve">، </w:t>
      </w:r>
      <w:r>
        <w:rPr>
          <w:rtl/>
        </w:rPr>
        <w:t>با دلى محكم و استوار و خاطرى آرام و دل</w:t>
      </w:r>
      <w:r w:rsidR="00E275C9">
        <w:rPr>
          <w:rtl/>
        </w:rPr>
        <w:t>ی</w:t>
      </w:r>
      <w:r>
        <w:rPr>
          <w:rtl/>
        </w:rPr>
        <w:t>ر بر پ</w:t>
      </w:r>
      <w:r w:rsidR="00E275C9">
        <w:rPr>
          <w:rtl/>
        </w:rPr>
        <w:t>ی</w:t>
      </w:r>
      <w:r>
        <w:rPr>
          <w:rtl/>
        </w:rPr>
        <w:t>شروى باشد</w:t>
      </w:r>
      <w:r w:rsidR="00E275C9">
        <w:rPr>
          <w:rtl/>
        </w:rPr>
        <w:t xml:space="preserve">. </w:t>
      </w:r>
      <w:r>
        <w:rPr>
          <w:rtl/>
        </w:rPr>
        <w:t>به خدا قسم</w:t>
      </w:r>
      <w:r w:rsidR="00E275C9">
        <w:rPr>
          <w:rtl/>
        </w:rPr>
        <w:t xml:space="preserve">!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ش از او و پس از او</w:t>
      </w:r>
      <w:r w:rsidR="00E275C9">
        <w:rPr>
          <w:rtl/>
        </w:rPr>
        <w:t xml:space="preserve">، </w:t>
      </w:r>
      <w:r>
        <w:rPr>
          <w:rtl/>
        </w:rPr>
        <w:t>كسى را همانندش ند</w:t>
      </w:r>
      <w:r w:rsidR="00E275C9">
        <w:rPr>
          <w:rtl/>
        </w:rPr>
        <w:t>ی</w:t>
      </w:r>
      <w:r>
        <w:rPr>
          <w:rtl/>
        </w:rPr>
        <w:t>دم</w:t>
      </w:r>
      <w:r w:rsidR="00E275C9">
        <w:rPr>
          <w:rtl/>
        </w:rPr>
        <w:t xml:space="preserve">. </w:t>
      </w:r>
      <w:r>
        <w:rPr>
          <w:rtl/>
        </w:rPr>
        <w:t>وقتى حمله برد</w:t>
      </w:r>
      <w:r w:rsidR="00E275C9">
        <w:rPr>
          <w:rtl/>
        </w:rPr>
        <w:t xml:space="preserve">،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ادگان از راست و چپ او مانند بزغاله ها فرار مى كردند</w:t>
      </w:r>
      <w:r w:rsidR="00E275C9">
        <w:rPr>
          <w:rtl/>
        </w:rPr>
        <w:t xml:space="preserve">. </w:t>
      </w: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 هنگام</w:t>
      </w:r>
      <w:r w:rsidR="00E275C9">
        <w:rPr>
          <w:rtl/>
        </w:rPr>
        <w:t xml:space="preserve">، </w:t>
      </w:r>
      <w:r>
        <w:rPr>
          <w:rtl/>
        </w:rPr>
        <w:t>عمرسعد نزد</w:t>
      </w:r>
      <w:r w:rsidR="00E275C9">
        <w:rPr>
          <w:rtl/>
        </w:rPr>
        <w:t>ی</w:t>
      </w:r>
      <w:r>
        <w:rPr>
          <w:rtl/>
        </w:rPr>
        <w:t>ك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رس</w:t>
      </w:r>
      <w:r w:rsidR="00E275C9">
        <w:rPr>
          <w:rtl/>
        </w:rPr>
        <w:t>ی</w:t>
      </w:r>
      <w:r>
        <w:rPr>
          <w:rtl/>
        </w:rPr>
        <w:t>د</w:t>
      </w:r>
      <w:r w:rsidR="0020655A">
        <w:rPr>
          <w:rtl/>
        </w:rPr>
        <w:t xml:space="preserve">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به او گفت</w:t>
      </w:r>
      <w:r w:rsidR="00E275C9">
        <w:rPr>
          <w:rtl/>
        </w:rPr>
        <w:t xml:space="preserve">: </w:t>
      </w:r>
      <w:r>
        <w:rPr>
          <w:rtl/>
        </w:rPr>
        <w:t>«اى عمر سعد</w:t>
      </w:r>
      <w:r w:rsidR="00E275C9">
        <w:rPr>
          <w:rtl/>
        </w:rPr>
        <w:t xml:space="preserve">! </w:t>
      </w:r>
      <w:r>
        <w:rPr>
          <w:rtl/>
        </w:rPr>
        <w:t>ابوعبداللّه را مى كشند و تو نگاه مى كنى »</w:t>
      </w:r>
      <w:r w:rsidR="00E275C9">
        <w:rPr>
          <w:rtl/>
        </w:rPr>
        <w:t xml:space="preserve">. </w:t>
      </w:r>
      <w:r>
        <w:rPr>
          <w:rtl/>
        </w:rPr>
        <w:t>عمر از ز</w:t>
      </w:r>
      <w:r w:rsidR="00E275C9">
        <w:rPr>
          <w:rtl/>
        </w:rPr>
        <w:t>ی</w:t>
      </w:r>
      <w:r>
        <w:rPr>
          <w:rtl/>
        </w:rPr>
        <w:t>نب روى برگردان</w:t>
      </w:r>
      <w:r w:rsidR="00E275C9">
        <w:rPr>
          <w:rtl/>
        </w:rPr>
        <w:t>ی</w:t>
      </w:r>
      <w:r>
        <w:rPr>
          <w:rtl/>
        </w:rPr>
        <w:t>د ولى از سخن قاطع او سخت متاءثر شد»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25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«وقتى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شهادت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لشگر بنى ام</w:t>
      </w:r>
      <w:r w:rsidR="00E275C9">
        <w:rPr>
          <w:rtl/>
        </w:rPr>
        <w:t>ی</w:t>
      </w:r>
      <w:r>
        <w:rPr>
          <w:rtl/>
        </w:rPr>
        <w:t>ه مانند ح</w:t>
      </w:r>
      <w:r w:rsidR="00E275C9">
        <w:rPr>
          <w:rtl/>
        </w:rPr>
        <w:t>ی</w:t>
      </w:r>
      <w:r>
        <w:rPr>
          <w:rtl/>
        </w:rPr>
        <w:t>واناتِ وحشى به سوى خ</w:t>
      </w:r>
      <w:r w:rsidR="00E275C9">
        <w:rPr>
          <w:rtl/>
        </w:rPr>
        <w:t>ی</w:t>
      </w:r>
      <w:r>
        <w:rPr>
          <w:rtl/>
        </w:rPr>
        <w:t>مه ها روى آوردند و به آتش</w:t>
      </w:r>
      <w:r w:rsidR="00E275C9">
        <w:rPr>
          <w:rtl/>
        </w:rPr>
        <w:t xml:space="preserve"> </w:t>
      </w:r>
      <w:r>
        <w:rPr>
          <w:rtl/>
        </w:rPr>
        <w:t>زدن خ</w:t>
      </w:r>
      <w:r w:rsidR="00E275C9">
        <w:rPr>
          <w:rtl/>
        </w:rPr>
        <w:t>ی</w:t>
      </w:r>
      <w:r>
        <w:rPr>
          <w:rtl/>
        </w:rPr>
        <w:t>مه ها و غارت اموال و لوازم آنان</w:t>
      </w:r>
      <w:r w:rsidR="00E275C9">
        <w:rPr>
          <w:rtl/>
        </w:rPr>
        <w:t xml:space="preserve">، </w:t>
      </w:r>
      <w:r>
        <w:rPr>
          <w:rtl/>
        </w:rPr>
        <w:t>مشغول شدند»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26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از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روا</w:t>
      </w:r>
      <w:r w:rsidR="00E275C9">
        <w:rPr>
          <w:rtl/>
        </w:rPr>
        <w:t>ی</w:t>
      </w:r>
      <w:r>
        <w:rPr>
          <w:rtl/>
        </w:rPr>
        <w:t>ت كرده اند كه فرموده</w:t>
      </w:r>
      <w:r w:rsidR="00E275C9">
        <w:rPr>
          <w:rtl/>
        </w:rPr>
        <w:t xml:space="preserve">: </w:t>
      </w:r>
      <w:r>
        <w:rPr>
          <w:rtl/>
        </w:rPr>
        <w:t>«وقتى عمر بن سعد به نهب و غارت اهل ب</w:t>
      </w:r>
      <w:r w:rsidR="00E275C9">
        <w:rPr>
          <w:rtl/>
        </w:rPr>
        <w:t>ی</w:t>
      </w:r>
      <w:r>
        <w:rPr>
          <w:rtl/>
        </w:rPr>
        <w:t>ت فرمان داد</w:t>
      </w:r>
      <w:r w:rsidR="00E275C9">
        <w:rPr>
          <w:rtl/>
        </w:rPr>
        <w:t xml:space="preserve">، </w:t>
      </w:r>
      <w:r>
        <w:rPr>
          <w:rtl/>
        </w:rPr>
        <w:t>من بر دَرِ خ</w:t>
      </w:r>
      <w:r w:rsidR="00E275C9">
        <w:rPr>
          <w:rtl/>
        </w:rPr>
        <w:t>ی</w:t>
      </w:r>
      <w:r>
        <w:rPr>
          <w:rtl/>
        </w:rPr>
        <w:t>مه ا</w:t>
      </w:r>
      <w:r w:rsidR="00E275C9">
        <w:rPr>
          <w:rtl/>
        </w:rPr>
        <w:t>ی</w:t>
      </w:r>
      <w:r>
        <w:rPr>
          <w:rtl/>
        </w:rPr>
        <w:t>ستاده بودم</w:t>
      </w:r>
      <w:r w:rsidR="00E275C9">
        <w:rPr>
          <w:rtl/>
        </w:rPr>
        <w:t xml:space="preserve">، </w:t>
      </w:r>
      <w:r>
        <w:rPr>
          <w:rtl/>
        </w:rPr>
        <w:t>مردى چشم كبود درآمد و آنچه در خ</w:t>
      </w:r>
      <w:r w:rsidR="00E275C9">
        <w:rPr>
          <w:rtl/>
        </w:rPr>
        <w:t>ی</w:t>
      </w:r>
      <w:r>
        <w:rPr>
          <w:rtl/>
        </w:rPr>
        <w:t>مه بود برگرفت</w:t>
      </w:r>
      <w:r w:rsidR="00E275C9">
        <w:rPr>
          <w:rtl/>
        </w:rPr>
        <w:t xml:space="preserve">، </w:t>
      </w:r>
      <w:r>
        <w:rPr>
          <w:rtl/>
        </w:rPr>
        <w:t>نمطى را كه ز</w:t>
      </w:r>
      <w:r w:rsidR="00E275C9">
        <w:rPr>
          <w:rtl/>
        </w:rPr>
        <w:t>ی</w:t>
      </w:r>
      <w:r>
        <w:rPr>
          <w:rtl/>
        </w:rPr>
        <w:t>ر بدن مبارك 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قرار داشت به گونه اى كش</w:t>
      </w:r>
      <w:r w:rsidR="00E275C9">
        <w:rPr>
          <w:rtl/>
        </w:rPr>
        <w:t>ی</w:t>
      </w:r>
      <w:r>
        <w:rPr>
          <w:rtl/>
        </w:rPr>
        <w:t>د كه او را به زم</w:t>
      </w:r>
      <w:r w:rsidR="00E275C9">
        <w:rPr>
          <w:rtl/>
        </w:rPr>
        <w:t>ی</w:t>
      </w:r>
      <w:r>
        <w:rPr>
          <w:rtl/>
        </w:rPr>
        <w:t>ن افكند لكن گر</w:t>
      </w:r>
      <w:r w:rsidR="00E275C9">
        <w:rPr>
          <w:rtl/>
        </w:rPr>
        <w:t>ی</w:t>
      </w:r>
      <w:r>
        <w:rPr>
          <w:rtl/>
        </w:rPr>
        <w:t>ه مى كرد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گفتم</w:t>
      </w:r>
      <w:r w:rsidR="00E275C9">
        <w:rPr>
          <w:rtl/>
        </w:rPr>
        <w:t xml:space="preserve">: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گر</w:t>
      </w:r>
      <w:r w:rsidR="00E275C9">
        <w:rPr>
          <w:rtl/>
        </w:rPr>
        <w:t>ی</w:t>
      </w:r>
      <w:r>
        <w:rPr>
          <w:rtl/>
        </w:rPr>
        <w:t>ه براى 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؟!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 بر شما اهل ب</w:t>
      </w:r>
      <w:r w:rsidR="00E275C9">
        <w:rPr>
          <w:rtl/>
        </w:rPr>
        <w:t>ی</w:t>
      </w:r>
      <w:r>
        <w:rPr>
          <w:rtl/>
        </w:rPr>
        <w:t>ت گر</w:t>
      </w:r>
      <w:r w:rsidR="00E275C9">
        <w:rPr>
          <w:rtl/>
        </w:rPr>
        <w:t>ی</w:t>
      </w:r>
      <w:r>
        <w:rPr>
          <w:rtl/>
        </w:rPr>
        <w:t>ه مى كنم كه در چن</w:t>
      </w:r>
      <w:r w:rsidR="00E275C9">
        <w:rPr>
          <w:rtl/>
        </w:rPr>
        <w:t>ی</w:t>
      </w:r>
      <w:r>
        <w:rPr>
          <w:rtl/>
        </w:rPr>
        <w:t>ن مهلكه اى افتاده 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سپس اضافه مى كند كه</w:t>
      </w:r>
      <w:r w:rsidR="00E275C9">
        <w:rPr>
          <w:rtl/>
        </w:rPr>
        <w:t xml:space="preserve">: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را از كردار و گفتار او خشم آمد</w:t>
      </w:r>
      <w:r w:rsidR="00E275C9">
        <w:rPr>
          <w:rtl/>
        </w:rPr>
        <w:t xml:space="preserve">، </w:t>
      </w:r>
      <w:r>
        <w:rPr>
          <w:rtl/>
        </w:rPr>
        <w:t>فرمود</w:t>
      </w:r>
      <w:r w:rsidR="00E275C9">
        <w:rPr>
          <w:rtl/>
        </w:rPr>
        <w:t xml:space="preserve">: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«قطع اللّه </w:t>
      </w:r>
      <w:r w:rsidR="00E275C9" w:rsidRPr="0020655A">
        <w:rPr>
          <w:rtl/>
        </w:rPr>
        <w:t>ی</w:t>
      </w:r>
      <w:r>
        <w:rPr>
          <w:rtl/>
        </w:rPr>
        <w:t>د</w:t>
      </w:r>
      <w:r w:rsidR="00E275C9" w:rsidRPr="0020655A">
        <w:rPr>
          <w:rtl/>
        </w:rPr>
        <w:t>ی</w:t>
      </w:r>
      <w:r>
        <w:rPr>
          <w:rtl/>
        </w:rPr>
        <w:t>ك و رجل</w:t>
      </w:r>
      <w:r w:rsidR="00E275C9" w:rsidRPr="0020655A">
        <w:rPr>
          <w:rtl/>
        </w:rPr>
        <w:t>ی</w:t>
      </w:r>
      <w:r>
        <w:rPr>
          <w:rtl/>
        </w:rPr>
        <w:t>ك و احرقك بنار الدن</w:t>
      </w:r>
      <w:r w:rsidR="00E275C9" w:rsidRPr="0020655A">
        <w:rPr>
          <w:rtl/>
        </w:rPr>
        <w:t>ی</w:t>
      </w:r>
      <w:r>
        <w:rPr>
          <w:rtl/>
        </w:rPr>
        <w:t>ا قبل نار الا خرة »</w:t>
      </w:r>
      <w:r w:rsidR="00E275C9" w:rsidRPr="0020655A">
        <w:rPr>
          <w:rtl/>
        </w:rPr>
        <w:t xml:space="preserve">.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عنى</w:t>
      </w:r>
      <w:r>
        <w:rPr>
          <w:rtl/>
        </w:rPr>
        <w:t xml:space="preserve">: </w:t>
      </w:r>
      <w:r w:rsidR="00134B66">
        <w:rPr>
          <w:rtl/>
        </w:rPr>
        <w:t>«خداوند دست و پا</w:t>
      </w:r>
      <w:r>
        <w:rPr>
          <w:rtl/>
        </w:rPr>
        <w:t>ی</w:t>
      </w:r>
      <w:r w:rsidR="00134B66">
        <w:rPr>
          <w:rtl/>
        </w:rPr>
        <w:t>ت را قطع كند و پ</w:t>
      </w:r>
      <w:r>
        <w:rPr>
          <w:rtl/>
        </w:rPr>
        <w:t>ی</w:t>
      </w:r>
      <w:r w:rsidR="00134B66">
        <w:rPr>
          <w:rtl/>
        </w:rPr>
        <w:t>ش از آتش آخرت</w:t>
      </w:r>
      <w:r>
        <w:rPr>
          <w:rtl/>
        </w:rPr>
        <w:t xml:space="preserve">، </w:t>
      </w:r>
      <w:r w:rsidR="00134B66">
        <w:rPr>
          <w:rtl/>
        </w:rPr>
        <w:t>تو را درآتش دن</w:t>
      </w:r>
      <w:r>
        <w:rPr>
          <w:rtl/>
        </w:rPr>
        <w:t>ی</w:t>
      </w:r>
      <w:r w:rsidR="00134B66">
        <w:rPr>
          <w:rtl/>
        </w:rPr>
        <w:t>ا بسوزاند»</w:t>
      </w:r>
      <w:r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دعاى آن حضرت اجابت شد و آن ملعون به دست «مختار» به ك</w:t>
      </w:r>
      <w:r w:rsidR="00E275C9">
        <w:rPr>
          <w:rtl/>
        </w:rPr>
        <w:t>ی</w:t>
      </w:r>
      <w:r>
        <w:rPr>
          <w:rtl/>
        </w:rPr>
        <w:t>فر رس</w:t>
      </w:r>
      <w:r w:rsidR="00E275C9">
        <w:rPr>
          <w:rtl/>
        </w:rPr>
        <w:t>ی</w:t>
      </w:r>
      <w:r>
        <w:rPr>
          <w:rtl/>
        </w:rPr>
        <w:t>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27</w:t>
      </w:r>
      <w:r w:rsidRPr="00B52B2E">
        <w:rPr>
          <w:rStyle w:val="libFootnotenumChar"/>
          <w:rtl/>
        </w:rPr>
        <w:t>)</w:t>
      </w:r>
    </w:p>
    <w:p w:rsidR="00134B66" w:rsidRDefault="00134B66" w:rsidP="0079774A">
      <w:pPr>
        <w:pStyle w:val="libNormal"/>
        <w:rPr>
          <w:rtl/>
        </w:rPr>
      </w:pPr>
      <w:r>
        <w:rPr>
          <w:rtl/>
        </w:rPr>
        <w:t>وقتى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به جسد مطهر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مى رسد</w:t>
      </w:r>
      <w:r w:rsidR="0020655A">
        <w:rPr>
          <w:rtl/>
        </w:rPr>
        <w:t xml:space="preserve"> </w:t>
      </w:r>
      <w:r>
        <w:rPr>
          <w:rtl/>
        </w:rPr>
        <w:t>به خاطر ا</w:t>
      </w:r>
      <w:r w:rsidR="00E275C9">
        <w:rPr>
          <w:rtl/>
        </w:rPr>
        <w:t>ی</w:t>
      </w:r>
      <w:r>
        <w:rPr>
          <w:rtl/>
        </w:rPr>
        <w:t>نكه آبروى بنى ام</w:t>
      </w:r>
      <w:r w:rsidR="00E275C9">
        <w:rPr>
          <w:rtl/>
        </w:rPr>
        <w:t>ی</w:t>
      </w:r>
      <w:r>
        <w:rPr>
          <w:rtl/>
        </w:rPr>
        <w:t>ه و طرفداران آنان را ببرد و به لشگر</w:t>
      </w:r>
      <w:r w:rsidR="00E275C9">
        <w:rPr>
          <w:rtl/>
        </w:rPr>
        <w:t>ی</w:t>
      </w:r>
      <w:r>
        <w:rPr>
          <w:rtl/>
        </w:rPr>
        <w:t>ان ابن سعد بفهماند كه چه جنا</w:t>
      </w:r>
      <w:r w:rsidR="00E275C9">
        <w:rPr>
          <w:rtl/>
        </w:rPr>
        <w:t>ی</w:t>
      </w:r>
      <w:r>
        <w:rPr>
          <w:rtl/>
        </w:rPr>
        <w:t>ت بزرگى را مرتكب شده اند</w:t>
      </w:r>
      <w:r w:rsidR="00E275C9">
        <w:rPr>
          <w:rtl/>
        </w:rPr>
        <w:t xml:space="preserve">، </w:t>
      </w:r>
      <w:r>
        <w:rPr>
          <w:rtl/>
        </w:rPr>
        <w:t>با كمال وقار و متانت</w:t>
      </w:r>
      <w:r w:rsidR="00E275C9">
        <w:rPr>
          <w:rtl/>
        </w:rPr>
        <w:t xml:space="preserve">، </w:t>
      </w:r>
      <w:r>
        <w:rPr>
          <w:rtl/>
        </w:rPr>
        <w:t>در ع</w:t>
      </w:r>
      <w:r w:rsidR="00E275C9">
        <w:rPr>
          <w:rtl/>
        </w:rPr>
        <w:t>ی</w:t>
      </w:r>
      <w:r>
        <w:rPr>
          <w:rtl/>
        </w:rPr>
        <w:t>ن حال كوبنده و رسا</w:t>
      </w:r>
      <w:r w:rsidR="00E275C9">
        <w:rPr>
          <w:rtl/>
        </w:rPr>
        <w:t xml:space="preserve">، </w:t>
      </w:r>
      <w:r>
        <w:rPr>
          <w:rtl/>
        </w:rPr>
        <w:t>انقلابى و افشاگرانه</w:t>
      </w:r>
      <w:r w:rsidR="00E275C9">
        <w:rPr>
          <w:rtl/>
        </w:rPr>
        <w:t xml:space="preserve">، </w:t>
      </w:r>
      <w:r>
        <w:rPr>
          <w:rtl/>
        </w:rPr>
        <w:t>چن</w:t>
      </w:r>
      <w:r w:rsidR="00E275C9">
        <w:rPr>
          <w:rtl/>
        </w:rPr>
        <w:t>ی</w:t>
      </w:r>
      <w:r>
        <w:rPr>
          <w:rtl/>
        </w:rPr>
        <w:t>ن ندبه مى كند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 w:rsidRPr="00E275C9">
        <w:rPr>
          <w:rFonts w:eastAsia="KFGQPC Uthman Taha Naskh"/>
          <w:rtl/>
        </w:rPr>
        <w:t>«وا محمداه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آفر</w:t>
      </w:r>
      <w:r w:rsidR="00E275C9">
        <w:rPr>
          <w:rtl/>
        </w:rPr>
        <w:t>ی</w:t>
      </w:r>
      <w:r>
        <w:rPr>
          <w:rtl/>
        </w:rPr>
        <w:t>ننده آسمان بر تو رحمت كند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حس</w:t>
      </w:r>
      <w:r w:rsidR="00E275C9">
        <w:rPr>
          <w:rtl/>
        </w:rPr>
        <w:t>ی</w:t>
      </w:r>
      <w:r>
        <w:rPr>
          <w:rtl/>
        </w:rPr>
        <w:t>ن تو است كه با اعضاى پاره پاره در خون خو</w:t>
      </w:r>
      <w:r w:rsidR="00E275C9">
        <w:rPr>
          <w:rtl/>
        </w:rPr>
        <w:t>ی</w:t>
      </w:r>
      <w:r>
        <w:rPr>
          <w:rtl/>
        </w:rPr>
        <w:t>ش آغشته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و ا</w:t>
      </w:r>
      <w:r w:rsidR="00E275C9">
        <w:rPr>
          <w:rtl/>
        </w:rPr>
        <w:t>ی</w:t>
      </w:r>
      <w:r>
        <w:rPr>
          <w:rtl/>
        </w:rPr>
        <w:t>ن دختران تو مى باشند كه اس</w:t>
      </w:r>
      <w:r w:rsidR="00E275C9">
        <w:rPr>
          <w:rtl/>
        </w:rPr>
        <w:t>ی</w:t>
      </w:r>
      <w:r>
        <w:rPr>
          <w:rtl/>
        </w:rPr>
        <w:t>ر شده اند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ن حس</w:t>
      </w:r>
      <w:r w:rsidR="00E275C9">
        <w:rPr>
          <w:rtl/>
        </w:rPr>
        <w:t>ی</w:t>
      </w:r>
      <w:r>
        <w:rPr>
          <w:rtl/>
        </w:rPr>
        <w:t>ن است كه حرامزاده ها او را به قتل رساندند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پدر و مادرم فداى آن كس باد كه سراپرده اش را سرنگون ساختند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پدر و مادرم فداى آن كس باد كه جدش رسول خدا و فرزند نبى هدى بود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پدر و مادرم فداى محمد مصطفى و جانم فداى خد</w:t>
      </w:r>
      <w:r w:rsidR="00E275C9">
        <w:rPr>
          <w:rtl/>
        </w:rPr>
        <w:t>ی</w:t>
      </w:r>
      <w:r>
        <w:rPr>
          <w:rtl/>
        </w:rPr>
        <w:t>جه كبرى و على مرتضى و فاطمه زهرا باد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جانم فداى آن كس باد كه آفتاب به خاطر او بازگشت تا او نماز بخواند»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وقتى حضرت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ا</w:t>
      </w:r>
      <w:r w:rsidR="00E275C9">
        <w:rPr>
          <w:rtl/>
        </w:rPr>
        <w:t>ی</w:t>
      </w:r>
      <w:r>
        <w:rPr>
          <w:rtl/>
        </w:rPr>
        <w:t>ن كلمات هشدار دهنده را بر زبان آورد</w:t>
      </w:r>
      <w:r w:rsidR="00E275C9">
        <w:rPr>
          <w:rtl/>
        </w:rPr>
        <w:t xml:space="preserve">، </w:t>
      </w:r>
      <w:r>
        <w:rPr>
          <w:rtl/>
        </w:rPr>
        <w:t>دوست و دشمن از سخنان او بنال</w:t>
      </w:r>
      <w:r w:rsidR="00E275C9">
        <w:rPr>
          <w:rtl/>
        </w:rPr>
        <w:t>ی</w:t>
      </w:r>
      <w:r>
        <w:rPr>
          <w:rtl/>
        </w:rPr>
        <w:t>دند و زار</w:t>
      </w:r>
      <w:r w:rsidR="00E275C9">
        <w:rPr>
          <w:rtl/>
        </w:rPr>
        <w:t xml:space="preserve">، </w:t>
      </w:r>
      <w:r>
        <w:rPr>
          <w:rtl/>
        </w:rPr>
        <w:t>زار بگر</w:t>
      </w:r>
      <w:r w:rsidR="00E275C9">
        <w:rPr>
          <w:rtl/>
        </w:rPr>
        <w:t>ی</w:t>
      </w:r>
      <w:r>
        <w:rPr>
          <w:rtl/>
        </w:rPr>
        <w:t>ستند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28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مى فرما</w:t>
      </w:r>
      <w:r w:rsidR="00E275C9">
        <w:rPr>
          <w:rtl/>
        </w:rPr>
        <w:t>ی</w:t>
      </w:r>
      <w:r>
        <w:rPr>
          <w:rtl/>
        </w:rPr>
        <w:t>د وقتى در كربلا به ما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آنچه رس</w:t>
      </w:r>
      <w:r w:rsidR="00E275C9">
        <w:rPr>
          <w:rtl/>
        </w:rPr>
        <w:t>ی</w:t>
      </w:r>
      <w:r>
        <w:rPr>
          <w:rtl/>
        </w:rPr>
        <w:t xml:space="preserve">د و پدرم و </w:t>
      </w:r>
      <w:r w:rsidR="00E275C9">
        <w:rPr>
          <w:rtl/>
        </w:rPr>
        <w:t>ی</w:t>
      </w:r>
      <w:r>
        <w:rPr>
          <w:rtl/>
        </w:rPr>
        <w:t>اران و فرزندان و برادران و كسان او به درجه شهادت نا</w:t>
      </w:r>
      <w:r w:rsidR="00E275C9">
        <w:rPr>
          <w:rtl/>
        </w:rPr>
        <w:t>ی</w:t>
      </w:r>
      <w:r>
        <w:rPr>
          <w:rtl/>
        </w:rPr>
        <w:t>ل آمدند و حرم محترم و زنان او را بر جهاز شتران برنشاندند و مى خواستند</w:t>
      </w:r>
      <w:r w:rsidR="0020655A">
        <w:rPr>
          <w:rtl/>
        </w:rPr>
        <w:t xml:space="preserve"> </w:t>
      </w:r>
      <w:r>
        <w:rPr>
          <w:rtl/>
        </w:rPr>
        <w:t>ما را به سوى كوفه كوچ دهند</w:t>
      </w:r>
      <w:r w:rsidR="00E275C9">
        <w:rPr>
          <w:rtl/>
        </w:rPr>
        <w:t xml:space="preserve">، </w:t>
      </w:r>
      <w:r>
        <w:rPr>
          <w:rtl/>
        </w:rPr>
        <w:t>چون د</w:t>
      </w:r>
      <w:r w:rsidR="00E275C9">
        <w:rPr>
          <w:rtl/>
        </w:rPr>
        <w:t>ی</w:t>
      </w:r>
      <w:r>
        <w:rPr>
          <w:rtl/>
        </w:rPr>
        <w:t>دم كه اجساد تمامى شهدا در خاك و خون افتاده و مدفون و پوش</w:t>
      </w:r>
      <w:r w:rsidR="00E275C9">
        <w:rPr>
          <w:rtl/>
        </w:rPr>
        <w:t>ی</w:t>
      </w:r>
      <w:r>
        <w:rPr>
          <w:rtl/>
        </w:rPr>
        <w:t>ده ن</w:t>
      </w:r>
      <w:r w:rsidR="00E275C9">
        <w:rPr>
          <w:rtl/>
        </w:rPr>
        <w:t>ی</w:t>
      </w:r>
      <w:r>
        <w:rPr>
          <w:rtl/>
        </w:rPr>
        <w:t>ستند</w:t>
      </w:r>
      <w:r w:rsidR="00E275C9">
        <w:rPr>
          <w:rtl/>
        </w:rPr>
        <w:t xml:space="preserve">، </w:t>
      </w:r>
      <w:r>
        <w:rPr>
          <w:rtl/>
        </w:rPr>
        <w:t>بارى گران در س</w:t>
      </w:r>
      <w:r w:rsidR="00E275C9">
        <w:rPr>
          <w:rtl/>
        </w:rPr>
        <w:t>ی</w:t>
      </w:r>
      <w:r>
        <w:rPr>
          <w:rtl/>
        </w:rPr>
        <w:t>نه ام احساس كردم و افسردگى شد</w:t>
      </w:r>
      <w:r w:rsidR="00E275C9">
        <w:rPr>
          <w:rtl/>
        </w:rPr>
        <w:t>ی</w:t>
      </w:r>
      <w:r>
        <w:rPr>
          <w:rtl/>
        </w:rPr>
        <w:t>دى به من دست داد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حالت غم و افسردگى من بر عمّه ام جناب ز</w:t>
      </w:r>
      <w:r w:rsidR="00E275C9">
        <w:rPr>
          <w:rtl/>
        </w:rPr>
        <w:t>ی</w:t>
      </w:r>
      <w:r>
        <w:rPr>
          <w:rtl/>
        </w:rPr>
        <w:t>نب كبرى دختر على مرتضى آشكار شد</w:t>
      </w:r>
      <w:r w:rsidR="00E275C9">
        <w:rPr>
          <w:rtl/>
        </w:rPr>
        <w:t xml:space="preserve">، </w:t>
      </w:r>
      <w:r>
        <w:rPr>
          <w:rtl/>
        </w:rPr>
        <w:t>گفت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«اى </w:t>
      </w:r>
      <w:r w:rsidR="00E275C9">
        <w:rPr>
          <w:rtl/>
        </w:rPr>
        <w:t>ی</w:t>
      </w:r>
      <w:r>
        <w:rPr>
          <w:rtl/>
        </w:rPr>
        <w:t>ادگار جد و پدر و برادرم</w:t>
      </w:r>
      <w:r w:rsidR="00E275C9">
        <w:rPr>
          <w:rtl/>
        </w:rPr>
        <w:t xml:space="preserve">! </w:t>
      </w:r>
      <w:r>
        <w:rPr>
          <w:rtl/>
        </w:rPr>
        <w:t>چه شده</w:t>
      </w:r>
      <w:r w:rsidR="00E275C9">
        <w:rPr>
          <w:rtl/>
        </w:rPr>
        <w:t xml:space="preserve">؟ </w:t>
      </w:r>
      <w:r>
        <w:rPr>
          <w:rtl/>
        </w:rPr>
        <w:t>كه تو را چن</w:t>
      </w:r>
      <w:r w:rsidR="00E275C9">
        <w:rPr>
          <w:rtl/>
        </w:rPr>
        <w:t>ی</w:t>
      </w:r>
      <w:r>
        <w:rPr>
          <w:rtl/>
        </w:rPr>
        <w:t>ن افسرده مى ب</w:t>
      </w:r>
      <w:r w:rsidR="00E275C9">
        <w:rPr>
          <w:rtl/>
        </w:rPr>
        <w:t>ی</w:t>
      </w:r>
      <w:r>
        <w:rPr>
          <w:rtl/>
        </w:rPr>
        <w:t>نم 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گفتم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«چگونه ناراحت نباشم</w:t>
      </w:r>
      <w:r w:rsidR="00E275C9">
        <w:rPr>
          <w:rtl/>
        </w:rPr>
        <w:t xml:space="preserve">؟ </w:t>
      </w:r>
    </w:p>
    <w:p w:rsidR="00134B66" w:rsidRDefault="00134B66" w:rsidP="00CD262B">
      <w:pPr>
        <w:pStyle w:val="libNormal"/>
        <w:rPr>
          <w:rtl/>
        </w:rPr>
      </w:pPr>
      <w:r>
        <w:rPr>
          <w:rtl/>
        </w:rPr>
        <w:t>با ا</w:t>
      </w:r>
      <w:r w:rsidR="00E275C9">
        <w:rPr>
          <w:rtl/>
        </w:rPr>
        <w:t>ی</w:t>
      </w:r>
      <w:r>
        <w:rPr>
          <w:rtl/>
        </w:rPr>
        <w:t>نكه پدر بزرگوارم و س</w:t>
      </w:r>
      <w:r w:rsidR="00E275C9">
        <w:rPr>
          <w:rtl/>
        </w:rPr>
        <w:t>ی</w:t>
      </w:r>
      <w:r>
        <w:rPr>
          <w:rtl/>
        </w:rPr>
        <w:t>د و تبار خو</w:t>
      </w:r>
      <w:r w:rsidR="00E275C9">
        <w:rPr>
          <w:rtl/>
        </w:rPr>
        <w:t>ی</w:t>
      </w:r>
      <w:r>
        <w:rPr>
          <w:rtl/>
        </w:rPr>
        <w:t>ش و برادران و عموها و عموزادگان و كسانم را</w:t>
      </w:r>
      <w:r w:rsidR="00CD262B">
        <w:rPr>
          <w:rFonts w:hint="cs"/>
          <w:rtl/>
        </w:rPr>
        <w:t xml:space="preserve"> </w:t>
      </w:r>
      <w:r>
        <w:rPr>
          <w:rtl/>
        </w:rPr>
        <w:t>در م</w:t>
      </w:r>
      <w:r w:rsidR="00E275C9">
        <w:rPr>
          <w:rtl/>
        </w:rPr>
        <w:t>ی</w:t>
      </w:r>
      <w:r>
        <w:rPr>
          <w:rtl/>
        </w:rPr>
        <w:t>ان خاك و خون مى نگرم كه در ا</w:t>
      </w:r>
      <w:r w:rsidR="00E275C9">
        <w:rPr>
          <w:rtl/>
        </w:rPr>
        <w:t>ی</w:t>
      </w:r>
      <w:r>
        <w:rPr>
          <w:rtl/>
        </w:rPr>
        <w:t>ن ب</w:t>
      </w:r>
      <w:r w:rsidR="00E275C9">
        <w:rPr>
          <w:rtl/>
        </w:rPr>
        <w:t>ی</w:t>
      </w:r>
      <w:r>
        <w:rPr>
          <w:rtl/>
        </w:rPr>
        <w:t>ابان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 xml:space="preserve">شان را افكنده اند </w:t>
      </w:r>
      <w:r>
        <w:rPr>
          <w:rtl/>
        </w:rPr>
        <w:lastRenderedPageBreak/>
        <w:t>و جامه از تن ا</w:t>
      </w:r>
      <w:r w:rsidR="00E275C9">
        <w:rPr>
          <w:rtl/>
        </w:rPr>
        <w:t>ی</w:t>
      </w:r>
      <w:r>
        <w:rPr>
          <w:rtl/>
        </w:rPr>
        <w:t>شان ب</w:t>
      </w:r>
      <w:r w:rsidR="00E275C9">
        <w:rPr>
          <w:rtl/>
        </w:rPr>
        <w:t>ی</w:t>
      </w:r>
      <w:r>
        <w:rPr>
          <w:rtl/>
        </w:rPr>
        <w:t>رون كرده اند</w:t>
      </w:r>
      <w:r w:rsidR="00E275C9">
        <w:rPr>
          <w:rtl/>
        </w:rPr>
        <w:t xml:space="preserve">، </w:t>
      </w:r>
      <w:r>
        <w:rPr>
          <w:rtl/>
        </w:rPr>
        <w:t>نه كسى را به سوى ا</w:t>
      </w:r>
      <w:r w:rsidR="00E275C9">
        <w:rPr>
          <w:rtl/>
        </w:rPr>
        <w:t>ی</w:t>
      </w:r>
      <w:r>
        <w:rPr>
          <w:rtl/>
        </w:rPr>
        <w:t>شان نظرى و نه كسى را به كوى ا</w:t>
      </w:r>
      <w:r w:rsidR="00E275C9">
        <w:rPr>
          <w:rtl/>
        </w:rPr>
        <w:t>ی</w:t>
      </w:r>
      <w:r>
        <w:rPr>
          <w:rtl/>
        </w:rPr>
        <w:t>شان گذرى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گو</w:t>
      </w:r>
      <w:r w:rsidR="00E275C9">
        <w:rPr>
          <w:rtl/>
        </w:rPr>
        <w:t>ی</w:t>
      </w:r>
      <w:r>
        <w:rPr>
          <w:rtl/>
        </w:rPr>
        <w:t>ا ا</w:t>
      </w:r>
      <w:r w:rsidR="00E275C9">
        <w:rPr>
          <w:rtl/>
        </w:rPr>
        <w:t>ی</w:t>
      </w:r>
      <w:r>
        <w:rPr>
          <w:rtl/>
        </w:rPr>
        <w:t>شان را از كفار ترك و د</w:t>
      </w:r>
      <w:r w:rsidR="00E275C9">
        <w:rPr>
          <w:rtl/>
        </w:rPr>
        <w:t>ی</w:t>
      </w:r>
      <w:r>
        <w:rPr>
          <w:rtl/>
        </w:rPr>
        <w:t>لم مى شمارند</w:t>
      </w:r>
      <w:r w:rsidR="00E275C9">
        <w:rPr>
          <w:rtl/>
        </w:rPr>
        <w:t xml:space="preserve">؟! </w:t>
      </w:r>
      <w:r>
        <w:rPr>
          <w:rtl/>
        </w:rPr>
        <w:t>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حضرت ز</w:t>
      </w:r>
      <w:r w:rsidR="00E275C9">
        <w:rPr>
          <w:rtl/>
        </w:rPr>
        <w:t>ی</w:t>
      </w:r>
      <w:r>
        <w:rPr>
          <w:rtl/>
        </w:rPr>
        <w:t>نب گفت</w:t>
      </w:r>
      <w:r w:rsidR="00CD262B">
        <w:rPr>
          <w:rFonts w:hint="cs"/>
          <w:rtl/>
        </w:rPr>
        <w:t xml:space="preserve"> :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«از آنچه مى ب</w:t>
      </w:r>
      <w:r w:rsidR="00E275C9">
        <w:rPr>
          <w:rtl/>
        </w:rPr>
        <w:t>ی</w:t>
      </w:r>
      <w:r>
        <w:rPr>
          <w:rtl/>
        </w:rPr>
        <w:t>نى نگران نباش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به خدا قسم</w:t>
      </w:r>
      <w:r w:rsidR="00E275C9">
        <w:rPr>
          <w:rtl/>
        </w:rPr>
        <w:t xml:space="preserve">!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عهد و پ</w:t>
      </w:r>
      <w:r w:rsidR="00E275C9">
        <w:rPr>
          <w:rtl/>
        </w:rPr>
        <w:t>ی</w:t>
      </w:r>
      <w:r>
        <w:rPr>
          <w:rtl/>
        </w:rPr>
        <w:t>مانى است كه از رسول خدا به جد تو و پدر تو و عمّ تو</w:t>
      </w:r>
      <w:r w:rsidR="00E275C9">
        <w:rPr>
          <w:rtl/>
        </w:rPr>
        <w:t xml:space="preserve">، </w:t>
      </w:r>
      <w:r>
        <w:rPr>
          <w:rtl/>
        </w:rPr>
        <w:t>استوار افتاده است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خداى تعالى</w:t>
      </w:r>
      <w:r w:rsidR="00E275C9">
        <w:rPr>
          <w:rtl/>
        </w:rPr>
        <w:t xml:space="preserve">، </w:t>
      </w:r>
      <w:r>
        <w:rPr>
          <w:rtl/>
        </w:rPr>
        <w:t>گروهى از هم</w:t>
      </w:r>
      <w:r w:rsidR="00E275C9">
        <w:rPr>
          <w:rtl/>
        </w:rPr>
        <w:t>ی</w:t>
      </w:r>
      <w:r>
        <w:rPr>
          <w:rtl/>
        </w:rPr>
        <w:t>ن مردمان را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(كه فراعنه زم</w:t>
      </w:r>
      <w:r w:rsidR="00E275C9">
        <w:rPr>
          <w:rtl/>
        </w:rPr>
        <w:t>ی</w:t>
      </w:r>
      <w:r>
        <w:rPr>
          <w:rtl/>
        </w:rPr>
        <w:t>ن ا</w:t>
      </w:r>
      <w:r w:rsidR="00E275C9">
        <w:rPr>
          <w:rtl/>
        </w:rPr>
        <w:t>ی</w:t>
      </w:r>
      <w:r>
        <w:rPr>
          <w:rtl/>
        </w:rPr>
        <w:t>شان را نمى شناسند و اهل آسمان به حال آنان آگاهند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دستشان به خون ا</w:t>
      </w:r>
      <w:r w:rsidR="00E275C9">
        <w:rPr>
          <w:rtl/>
        </w:rPr>
        <w:t>ی</w:t>
      </w:r>
      <w:r>
        <w:rPr>
          <w:rtl/>
        </w:rPr>
        <w:t>ن شهدا آلوده ن</w:t>
      </w:r>
      <w:r w:rsidR="00E275C9">
        <w:rPr>
          <w:rtl/>
        </w:rPr>
        <w:t>ی</w:t>
      </w:r>
      <w:r>
        <w:rPr>
          <w:rtl/>
        </w:rPr>
        <w:t>ست) عهد و م</w:t>
      </w:r>
      <w:r w:rsidR="00E275C9">
        <w:rPr>
          <w:rtl/>
        </w:rPr>
        <w:t>ی</w:t>
      </w:r>
      <w:r>
        <w:rPr>
          <w:rtl/>
        </w:rPr>
        <w:t>ثاق گرفته</w:t>
      </w:r>
      <w:r w:rsidR="0020655A">
        <w:rPr>
          <w:rtl/>
        </w:rPr>
        <w:t xml:space="preserve"> </w:t>
      </w:r>
      <w:r>
        <w:rPr>
          <w:rtl/>
        </w:rPr>
        <w:t>تا ا</w:t>
      </w:r>
      <w:r w:rsidR="00E275C9">
        <w:rPr>
          <w:rtl/>
        </w:rPr>
        <w:t>ی</w:t>
      </w:r>
      <w:r>
        <w:rPr>
          <w:rtl/>
        </w:rPr>
        <w:t>ن اعضاى پراكنده و اجساد پاره پاره را گردآورى كنند و به خاك بسپارند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بر قبر و ضر</w:t>
      </w:r>
      <w:r w:rsidR="00E275C9">
        <w:rPr>
          <w:rtl/>
        </w:rPr>
        <w:t>ی</w:t>
      </w:r>
      <w:r>
        <w:rPr>
          <w:rtl/>
        </w:rPr>
        <w:t>ح مقدس س</w:t>
      </w:r>
      <w:r w:rsidR="00E275C9">
        <w:rPr>
          <w:rtl/>
        </w:rPr>
        <w:t>ی</w:t>
      </w:r>
      <w:r>
        <w:rPr>
          <w:rtl/>
        </w:rPr>
        <w:t xml:space="preserve">دالشهداءِ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نشانى و گنبدى برخواهند كش</w:t>
      </w:r>
      <w:r w:rsidR="00E275C9">
        <w:rPr>
          <w:rtl/>
        </w:rPr>
        <w:t>ی</w:t>
      </w:r>
      <w:r>
        <w:rPr>
          <w:rtl/>
        </w:rPr>
        <w:t>د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كه با گذشت زمان و گردش ا</w:t>
      </w:r>
      <w:r w:rsidR="00E275C9">
        <w:rPr>
          <w:rtl/>
        </w:rPr>
        <w:t>ی</w:t>
      </w:r>
      <w:r>
        <w:rPr>
          <w:rtl/>
        </w:rPr>
        <w:t>ام و دهور</w:t>
      </w:r>
      <w:r w:rsidR="00E275C9">
        <w:rPr>
          <w:rtl/>
        </w:rPr>
        <w:t xml:space="preserve">، </w:t>
      </w:r>
      <w:r>
        <w:rPr>
          <w:rtl/>
        </w:rPr>
        <w:t>هرگز كهنه و فرسوده نگردد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هرچند روزگاران دراز و زمانهاى طولانى بر آن بگذرد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آثارش محو نگردد و هرگز نشانش از ب</w:t>
      </w:r>
      <w:r w:rsidR="00E275C9">
        <w:rPr>
          <w:rtl/>
        </w:rPr>
        <w:t>ی</w:t>
      </w:r>
      <w:r>
        <w:rPr>
          <w:rtl/>
        </w:rPr>
        <w:t>ن نرود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هرچند پ</w:t>
      </w:r>
      <w:r w:rsidR="00E275C9">
        <w:rPr>
          <w:rtl/>
        </w:rPr>
        <w:t>ی</w:t>
      </w:r>
      <w:r>
        <w:rPr>
          <w:rtl/>
        </w:rPr>
        <w:t>شوا</w:t>
      </w:r>
      <w:r w:rsidR="00E275C9">
        <w:rPr>
          <w:rtl/>
        </w:rPr>
        <w:t>ی</w:t>
      </w:r>
      <w:r>
        <w:rPr>
          <w:rtl/>
        </w:rPr>
        <w:t>ان كفر و گمراهى</w:t>
      </w:r>
      <w:r w:rsidR="00E275C9">
        <w:rPr>
          <w:rtl/>
        </w:rPr>
        <w:t xml:space="preserve">، </w:t>
      </w:r>
      <w:r>
        <w:rPr>
          <w:rtl/>
        </w:rPr>
        <w:t>در محو آن بكوشند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ظهورش ب</w:t>
      </w:r>
      <w:r w:rsidR="00E275C9">
        <w:rPr>
          <w:rtl/>
        </w:rPr>
        <w:t>ی</w:t>
      </w:r>
      <w:r>
        <w:rPr>
          <w:rtl/>
        </w:rPr>
        <w:t>شتر و نما</w:t>
      </w:r>
      <w:r w:rsidR="00E275C9">
        <w:rPr>
          <w:rtl/>
        </w:rPr>
        <w:t>ی</w:t>
      </w:r>
      <w:r>
        <w:rPr>
          <w:rtl/>
        </w:rPr>
        <w:t>شش فزونتر و رفعتش برتر گردد»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پرس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: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خبر از ك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حضرت ز</w:t>
      </w:r>
      <w:r w:rsidR="00E275C9">
        <w:rPr>
          <w:rtl/>
        </w:rPr>
        <w:t>ی</w:t>
      </w:r>
      <w:r>
        <w:rPr>
          <w:rtl/>
        </w:rPr>
        <w:t>نب پاسخ داد</w:t>
      </w:r>
      <w:r w:rsidR="00E275C9">
        <w:rPr>
          <w:rtl/>
        </w:rPr>
        <w:t xml:space="preserve">: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را «ام ا</w:t>
      </w:r>
      <w:r w:rsidR="00E275C9">
        <w:rPr>
          <w:rtl/>
        </w:rPr>
        <w:t>ی</w:t>
      </w:r>
      <w:r>
        <w:rPr>
          <w:rtl/>
        </w:rPr>
        <w:t>من »</w:t>
      </w:r>
      <w:r w:rsidR="00E275C9">
        <w:rPr>
          <w:rtl/>
        </w:rPr>
        <w:t xml:space="preserve">، </w:t>
      </w:r>
      <w:r>
        <w:rPr>
          <w:rtl/>
        </w:rPr>
        <w:t xml:space="preserve">از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برا</w:t>
      </w:r>
      <w:r w:rsidR="00E275C9">
        <w:rPr>
          <w:rtl/>
        </w:rPr>
        <w:t>ی</w:t>
      </w:r>
      <w:r>
        <w:rPr>
          <w:rtl/>
        </w:rPr>
        <w:t>م نقل كرده است</w:t>
      </w:r>
      <w:r w:rsidR="00E275C9">
        <w:rPr>
          <w:rtl/>
        </w:rPr>
        <w:t xml:space="preserve">: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29</w:t>
      </w:r>
      <w:r w:rsidRPr="00B52B2E">
        <w:rPr>
          <w:rStyle w:val="libFootnotenumChar"/>
          <w:rtl/>
        </w:rPr>
        <w:t>)</w:t>
      </w:r>
    </w:p>
    <w:tbl>
      <w:tblPr>
        <w:tblStyle w:val="TableGrid"/>
        <w:bidiVisual/>
        <w:tblW w:w="5000" w:type="pct"/>
        <w:tblLook w:val="01E0"/>
      </w:tblPr>
      <w:tblGrid>
        <w:gridCol w:w="3644"/>
        <w:gridCol w:w="269"/>
        <w:gridCol w:w="3674"/>
      </w:tblGrid>
      <w:tr w:rsidR="00CD262B" w:rsidTr="00335963">
        <w:trPr>
          <w:trHeight w:val="350"/>
        </w:trPr>
        <w:tc>
          <w:tcPr>
            <w:tcW w:w="4288" w:type="dxa"/>
            <w:shd w:val="clear" w:color="auto" w:fill="auto"/>
          </w:tcPr>
          <w:p w:rsidR="00CD262B" w:rsidRDefault="00CD262B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در كربلا، به سید سجاد، عمّه،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D262B" w:rsidRDefault="00CD262B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D262B" w:rsidRDefault="00CD262B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بیند جهان، شكوه نمایان كربلا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D262B" w:rsidTr="00335963">
        <w:trPr>
          <w:trHeight w:val="350"/>
        </w:trPr>
        <w:tc>
          <w:tcPr>
            <w:tcW w:w="4288" w:type="dxa"/>
          </w:tcPr>
          <w:p w:rsidR="00CD262B" w:rsidRDefault="00CD262B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این شعله را زبانه بود در زمانه 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D262B" w:rsidRDefault="00CD262B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D262B" w:rsidRDefault="00CD262B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بى انتهاست چشمه جوشان كربلا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سپس حضرت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، </w:t>
      </w:r>
      <w:r>
        <w:rPr>
          <w:rtl/>
        </w:rPr>
        <w:t>حد</w:t>
      </w:r>
      <w:r w:rsidR="00E275C9">
        <w:rPr>
          <w:rtl/>
        </w:rPr>
        <w:t>ی</w:t>
      </w:r>
      <w:r>
        <w:rPr>
          <w:rtl/>
        </w:rPr>
        <w:t>ث را به تفص</w:t>
      </w:r>
      <w:r w:rsidR="00E275C9">
        <w:rPr>
          <w:rtl/>
        </w:rPr>
        <w:t>ی</w:t>
      </w:r>
      <w:r>
        <w:rPr>
          <w:rtl/>
        </w:rPr>
        <w:t>ل نقل مى كند كه به واسطه طولانى بودن</w:t>
      </w:r>
      <w:r w:rsidR="00E275C9">
        <w:rPr>
          <w:rtl/>
        </w:rPr>
        <w:t xml:space="preserve">، </w:t>
      </w:r>
      <w:r>
        <w:rPr>
          <w:rtl/>
        </w:rPr>
        <w:t>از آوردن آن خوددارى مى شود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آنچه ا</w:t>
      </w:r>
      <w:r w:rsidR="00E275C9">
        <w:rPr>
          <w:rtl/>
        </w:rPr>
        <w:t>ی</w:t>
      </w:r>
      <w:r>
        <w:rPr>
          <w:rtl/>
        </w:rPr>
        <w:t>نجا ذكرش ضرورى مى نما</w:t>
      </w:r>
      <w:r w:rsidR="00E275C9">
        <w:rPr>
          <w:rtl/>
        </w:rPr>
        <w:t>ی</w:t>
      </w:r>
      <w:r>
        <w:rPr>
          <w:rtl/>
        </w:rPr>
        <w:t>د ا</w:t>
      </w:r>
      <w:r w:rsidR="00E275C9">
        <w:rPr>
          <w:rtl/>
        </w:rPr>
        <w:t>ی</w:t>
      </w:r>
      <w:r>
        <w:rPr>
          <w:rtl/>
        </w:rPr>
        <w:t>ن است كه مردان و زنان طا</w:t>
      </w:r>
      <w:r w:rsidR="00E275C9">
        <w:rPr>
          <w:rtl/>
        </w:rPr>
        <w:t>ی</w:t>
      </w:r>
      <w:r>
        <w:rPr>
          <w:rtl/>
        </w:rPr>
        <w:t>فه «بنى اسد» در سوم</w:t>
      </w:r>
      <w:r w:rsidR="00E275C9">
        <w:rPr>
          <w:rtl/>
        </w:rPr>
        <w:t>ی</w:t>
      </w:r>
      <w:r>
        <w:rPr>
          <w:rtl/>
        </w:rPr>
        <w:t>ن روز شهادت پاكبازان وادى عشق</w:t>
      </w:r>
      <w:r w:rsidR="00E275C9">
        <w:rPr>
          <w:rtl/>
        </w:rPr>
        <w:t xml:space="preserve">، </w:t>
      </w:r>
      <w:r>
        <w:rPr>
          <w:rtl/>
        </w:rPr>
        <w:t>اقدام به خاك سپردن بدنهاى پاك آن شهدا مى كنند و صدق گفتار عق</w:t>
      </w:r>
      <w:r w:rsidR="00E275C9">
        <w:rPr>
          <w:rtl/>
        </w:rPr>
        <w:t>ی</w:t>
      </w:r>
      <w:r>
        <w:rPr>
          <w:rtl/>
        </w:rPr>
        <w:t>له بنى هاشم به زودى آشكار مى شود و هرچه</w:t>
      </w:r>
      <w:r w:rsidR="0020655A">
        <w:rPr>
          <w:rtl/>
        </w:rPr>
        <w:t xml:space="preserve"> </w:t>
      </w:r>
      <w:r>
        <w:rPr>
          <w:rtl/>
        </w:rPr>
        <w:t>زمان پ</w:t>
      </w:r>
      <w:r w:rsidR="00E275C9">
        <w:rPr>
          <w:rtl/>
        </w:rPr>
        <w:t>ی</w:t>
      </w:r>
      <w:r>
        <w:rPr>
          <w:rtl/>
        </w:rPr>
        <w:t>شتر مى رود</w:t>
      </w:r>
      <w:r w:rsidR="00E275C9">
        <w:rPr>
          <w:rtl/>
        </w:rPr>
        <w:t xml:space="preserve">، </w:t>
      </w:r>
      <w:r>
        <w:rPr>
          <w:rtl/>
        </w:rPr>
        <w:t>حقا</w:t>
      </w:r>
      <w:r w:rsidR="00E275C9">
        <w:rPr>
          <w:rtl/>
        </w:rPr>
        <w:t>ی</w:t>
      </w:r>
      <w:r>
        <w:rPr>
          <w:rtl/>
        </w:rPr>
        <w:t>ق د</w:t>
      </w:r>
      <w:r w:rsidR="00E275C9">
        <w:rPr>
          <w:rtl/>
        </w:rPr>
        <w:t>ی</w:t>
      </w:r>
      <w:r>
        <w:rPr>
          <w:rtl/>
        </w:rPr>
        <w:t>گرى از سخنان دُرر بار ز</w:t>
      </w:r>
      <w:r w:rsidR="00E275C9">
        <w:rPr>
          <w:rtl/>
        </w:rPr>
        <w:t>ی</w:t>
      </w:r>
      <w:r>
        <w:rPr>
          <w:rtl/>
        </w:rPr>
        <w:t>نب كبرى روشن و هو</w:t>
      </w:r>
      <w:r w:rsidR="00E275C9">
        <w:rPr>
          <w:rtl/>
        </w:rPr>
        <w:t>ی</w:t>
      </w:r>
      <w:r>
        <w:rPr>
          <w:rtl/>
        </w:rPr>
        <w:t>دا مى گردد و روز به روز ب</w:t>
      </w:r>
      <w:r w:rsidR="00E275C9">
        <w:rPr>
          <w:rtl/>
        </w:rPr>
        <w:t>ی</w:t>
      </w:r>
      <w:r>
        <w:rPr>
          <w:rtl/>
        </w:rPr>
        <w:t>شتر از روز قبل</w:t>
      </w:r>
      <w:r w:rsidR="00E275C9">
        <w:rPr>
          <w:rtl/>
        </w:rPr>
        <w:t xml:space="preserve">، </w:t>
      </w:r>
      <w:r>
        <w:rPr>
          <w:rtl/>
        </w:rPr>
        <w:t>عظمت مقام والاى شهداى كربلا بر جهان</w:t>
      </w:r>
      <w:r w:rsidR="00E275C9">
        <w:rPr>
          <w:rtl/>
        </w:rPr>
        <w:t>ی</w:t>
      </w:r>
      <w:r>
        <w:rPr>
          <w:rtl/>
        </w:rPr>
        <w:t>ان آشكارا مى گردد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 xml:space="preserve">نجاست كه آدمى درمى </w:t>
      </w:r>
      <w:r w:rsidR="00E275C9">
        <w:rPr>
          <w:rtl/>
        </w:rPr>
        <w:t>ی</w:t>
      </w:r>
      <w:r>
        <w:rPr>
          <w:rtl/>
        </w:rPr>
        <w:t>ابد كه چرا حضرت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آخر</w:t>
      </w:r>
      <w:r w:rsidR="00E275C9">
        <w:rPr>
          <w:rtl/>
        </w:rPr>
        <w:t>ی</w:t>
      </w:r>
      <w:r>
        <w:rPr>
          <w:rtl/>
        </w:rPr>
        <w:t>ن ساعات زندگى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اسرارى از رازهاى پس</w:t>
      </w:r>
      <w:r w:rsidR="00E275C9">
        <w:rPr>
          <w:rtl/>
        </w:rPr>
        <w:t xml:space="preserve"> </w:t>
      </w:r>
      <w:r>
        <w:rPr>
          <w:rtl/>
        </w:rPr>
        <w:t>پرده امامت را درگوش خواهرش زمزمه و به او وص</w:t>
      </w:r>
      <w:r w:rsidR="00E275C9">
        <w:rPr>
          <w:rtl/>
        </w:rPr>
        <w:t>ی</w:t>
      </w:r>
      <w:r>
        <w:rPr>
          <w:rtl/>
        </w:rPr>
        <w:t>ت مى كند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30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بى سبب ن</w:t>
      </w:r>
      <w:r w:rsidR="00E275C9">
        <w:rPr>
          <w:rtl/>
        </w:rPr>
        <w:t>ی</w:t>
      </w:r>
      <w:r>
        <w:rPr>
          <w:rtl/>
        </w:rPr>
        <w:t>ست هرگاه حضرت ز</w:t>
      </w:r>
      <w:r w:rsidR="00E275C9">
        <w:rPr>
          <w:rtl/>
        </w:rPr>
        <w:t>ی</w:t>
      </w:r>
      <w:r>
        <w:rPr>
          <w:rtl/>
        </w:rPr>
        <w:t>نب به د</w:t>
      </w:r>
      <w:r w:rsidR="00E275C9">
        <w:rPr>
          <w:rtl/>
        </w:rPr>
        <w:t>ی</w:t>
      </w:r>
      <w:r>
        <w:rPr>
          <w:rtl/>
        </w:rPr>
        <w:t>دارش مى رفت</w:t>
      </w:r>
      <w:r w:rsidR="00E275C9">
        <w:rPr>
          <w:rtl/>
        </w:rPr>
        <w:t xml:space="preserve">، </w:t>
      </w:r>
      <w:r>
        <w:rPr>
          <w:rtl/>
        </w:rPr>
        <w:t>او تمام قد پ</w:t>
      </w:r>
      <w:r w:rsidR="00E275C9">
        <w:rPr>
          <w:rtl/>
        </w:rPr>
        <w:t>ی</w:t>
      </w:r>
      <w:r>
        <w:rPr>
          <w:rtl/>
        </w:rPr>
        <w:t>ش پاى خواهر برمى خاست و احترام مى كرد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31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ن احترام</w:t>
      </w:r>
      <w:r w:rsidR="00E275C9">
        <w:rPr>
          <w:rtl/>
        </w:rPr>
        <w:t xml:space="preserve">، </w:t>
      </w:r>
      <w:r>
        <w:rPr>
          <w:rtl/>
        </w:rPr>
        <w:t>تنها به دوران سالمندى جناب ز</w:t>
      </w:r>
      <w:r w:rsidR="00E275C9">
        <w:rPr>
          <w:rtl/>
        </w:rPr>
        <w:t>ی</w:t>
      </w:r>
      <w:r>
        <w:rPr>
          <w:rtl/>
        </w:rPr>
        <w:t>نب منحصر نمى شد</w:t>
      </w:r>
      <w:r w:rsidR="00E275C9">
        <w:rPr>
          <w:rtl/>
        </w:rPr>
        <w:t xml:space="preserve">، </w:t>
      </w:r>
      <w:r>
        <w:rPr>
          <w:rtl/>
        </w:rPr>
        <w:t>كه از همان دوران نوجوانى و حتى خردسالى ن</w:t>
      </w:r>
      <w:r w:rsidR="00E275C9">
        <w:rPr>
          <w:rtl/>
        </w:rPr>
        <w:t>ی</w:t>
      </w:r>
      <w:r>
        <w:rPr>
          <w:rtl/>
        </w:rPr>
        <w:t>ز ب</w:t>
      </w:r>
      <w:r w:rsidR="00E275C9">
        <w:rPr>
          <w:rtl/>
        </w:rPr>
        <w:t>ی</w:t>
      </w:r>
      <w:r>
        <w:rPr>
          <w:rtl/>
        </w:rPr>
        <w:t>ن آنان وجود داشته كه امام حسن و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براى خواهر خود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، </w:t>
      </w:r>
      <w:r>
        <w:rPr>
          <w:rtl/>
        </w:rPr>
        <w:t>احترامى خاص</w:t>
      </w:r>
      <w:r w:rsidR="00E275C9">
        <w:rPr>
          <w:rtl/>
        </w:rPr>
        <w:t xml:space="preserve">، </w:t>
      </w:r>
      <w:r>
        <w:rPr>
          <w:rtl/>
        </w:rPr>
        <w:t>قا</w:t>
      </w:r>
      <w:r w:rsidR="00E275C9">
        <w:rPr>
          <w:rtl/>
        </w:rPr>
        <w:t>ی</w:t>
      </w:r>
      <w:r>
        <w:rPr>
          <w:rtl/>
        </w:rPr>
        <w:t>ل بوده اند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وقتى حضرت ز</w:t>
      </w:r>
      <w:r w:rsidR="00E275C9">
        <w:rPr>
          <w:rtl/>
        </w:rPr>
        <w:t>ی</w:t>
      </w:r>
      <w:r>
        <w:rPr>
          <w:rtl/>
        </w:rPr>
        <w:t>نب به ز</w:t>
      </w:r>
      <w:r w:rsidR="00E275C9">
        <w:rPr>
          <w:rtl/>
        </w:rPr>
        <w:t>ی</w:t>
      </w:r>
      <w:r>
        <w:rPr>
          <w:rtl/>
        </w:rPr>
        <w:t>ارت مرقد مطهر رسول خدا مشرف مى شد</w:t>
      </w:r>
      <w:r w:rsidR="00E275C9">
        <w:rPr>
          <w:rtl/>
        </w:rPr>
        <w:t xml:space="preserve">، </w:t>
      </w:r>
      <w:r>
        <w:rPr>
          <w:rtl/>
        </w:rPr>
        <w:t>حسن</w:t>
      </w:r>
      <w:r w:rsidR="00E275C9">
        <w:rPr>
          <w:rtl/>
        </w:rPr>
        <w:t>ی</w:t>
      </w:r>
      <w:r>
        <w:rPr>
          <w:rtl/>
        </w:rPr>
        <w:t>ن دوطرف او با وقارى مخصوص حركت مى كردند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چرا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او وص</w:t>
      </w:r>
      <w:r w:rsidR="00E275C9">
        <w:rPr>
          <w:rtl/>
        </w:rPr>
        <w:t>ی</w:t>
      </w:r>
      <w:r>
        <w:rPr>
          <w:rtl/>
        </w:rPr>
        <w:t>ت نكند</w:t>
      </w:r>
      <w:r w:rsidR="00E275C9">
        <w:rPr>
          <w:rtl/>
        </w:rPr>
        <w:t xml:space="preserve">؟ </w:t>
      </w:r>
      <w:r>
        <w:rPr>
          <w:rtl/>
        </w:rPr>
        <w:t>چرا جلو پاى او برنخ</w:t>
      </w:r>
      <w:r w:rsidR="00E275C9">
        <w:rPr>
          <w:rtl/>
        </w:rPr>
        <w:t>ی</w:t>
      </w:r>
      <w:r>
        <w:rPr>
          <w:rtl/>
        </w:rPr>
        <w:t>زد</w:t>
      </w:r>
      <w:r w:rsidR="00E275C9">
        <w:rPr>
          <w:rtl/>
        </w:rPr>
        <w:t xml:space="preserve">؟ </w:t>
      </w:r>
      <w:r>
        <w:rPr>
          <w:rtl/>
        </w:rPr>
        <w:t>و حال آنكه قابل احترام و راز نگهدار است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نبى كه هم</w:t>
      </w:r>
      <w:r w:rsidR="00E275C9">
        <w:rPr>
          <w:rtl/>
        </w:rPr>
        <w:t>ی</w:t>
      </w:r>
      <w:r>
        <w:rPr>
          <w:rtl/>
        </w:rPr>
        <w:t>شه با خداى خود</w:t>
      </w:r>
      <w:r w:rsidR="00E275C9">
        <w:rPr>
          <w:rtl/>
        </w:rPr>
        <w:t xml:space="preserve">، </w:t>
      </w:r>
      <w:r>
        <w:rPr>
          <w:rtl/>
        </w:rPr>
        <w:t>در راز و ن</w:t>
      </w:r>
      <w:r w:rsidR="00E275C9">
        <w:rPr>
          <w:rtl/>
        </w:rPr>
        <w:t>ی</w:t>
      </w:r>
      <w:r>
        <w:rPr>
          <w:rtl/>
        </w:rPr>
        <w:t>از است و هرگز از ن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ش باز نمى ا</w:t>
      </w:r>
      <w:r w:rsidR="00E275C9">
        <w:rPr>
          <w:rtl/>
        </w:rPr>
        <w:t>ی</w:t>
      </w:r>
      <w:r>
        <w:rPr>
          <w:rtl/>
        </w:rPr>
        <w:t>ستد و ه</w:t>
      </w:r>
      <w:r w:rsidR="00E275C9">
        <w:rPr>
          <w:rtl/>
        </w:rPr>
        <w:t>ی</w:t>
      </w:r>
      <w:r>
        <w:rPr>
          <w:rtl/>
        </w:rPr>
        <w:t>چ عاملى نمى تواند باعث شود كه او در كار عبادت</w:t>
      </w:r>
      <w:r w:rsidR="00E275C9">
        <w:rPr>
          <w:rtl/>
        </w:rPr>
        <w:t xml:space="preserve">، </w:t>
      </w:r>
      <w:r>
        <w:rPr>
          <w:rtl/>
        </w:rPr>
        <w:t>سستى كند</w:t>
      </w:r>
      <w:r w:rsidR="00E275C9">
        <w:rPr>
          <w:rtl/>
        </w:rPr>
        <w:t xml:space="preserve">. </w:t>
      </w:r>
      <w:r>
        <w:rPr>
          <w:rtl/>
        </w:rPr>
        <w:t xml:space="preserve">او اهل تهجد و شب زنده دارى است تا آنجا </w:t>
      </w:r>
      <w:r>
        <w:rPr>
          <w:rtl/>
        </w:rPr>
        <w:lastRenderedPageBreak/>
        <w:t xml:space="preserve">كه امام معصوم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ى فرما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  <w:r>
        <w:rPr>
          <w:rtl/>
        </w:rPr>
        <w:t>«عمه ام ز</w:t>
      </w:r>
      <w:r w:rsidR="00E275C9">
        <w:rPr>
          <w:rtl/>
        </w:rPr>
        <w:t>ی</w:t>
      </w:r>
      <w:r>
        <w:rPr>
          <w:rtl/>
        </w:rPr>
        <w:t>نب در سفر كربلا با آن همه مصا</w:t>
      </w:r>
      <w:r w:rsidR="00E275C9">
        <w:rPr>
          <w:rtl/>
        </w:rPr>
        <w:t>ی</w:t>
      </w:r>
      <w:r>
        <w:rPr>
          <w:rtl/>
        </w:rPr>
        <w:t>ب و مشكلات</w:t>
      </w:r>
      <w:r w:rsidR="00E275C9">
        <w:rPr>
          <w:rtl/>
        </w:rPr>
        <w:t xml:space="preserve">، </w:t>
      </w:r>
      <w:r>
        <w:rPr>
          <w:rtl/>
        </w:rPr>
        <w:t>در شب عاشورا</w:t>
      </w:r>
      <w:r w:rsidR="0020655A">
        <w:rPr>
          <w:rtl/>
        </w:rPr>
        <w:t xml:space="preserve"> </w:t>
      </w:r>
      <w:r w:rsidR="000D64E7">
        <w:rPr>
          <w:rFonts w:hint="cs"/>
          <w:rtl/>
        </w:rPr>
        <w:t xml:space="preserve">و </w:t>
      </w:r>
      <w:r w:rsidR="00E275C9">
        <w:rPr>
          <w:rtl/>
        </w:rPr>
        <w:t>ی</w:t>
      </w:r>
      <w:r>
        <w:rPr>
          <w:rtl/>
        </w:rPr>
        <w:t>ازدهم محرم</w:t>
      </w:r>
      <w:r w:rsidR="00E275C9">
        <w:rPr>
          <w:rtl/>
        </w:rPr>
        <w:t xml:space="preserve">، </w:t>
      </w:r>
      <w:r>
        <w:rPr>
          <w:rtl/>
        </w:rPr>
        <w:t>حتى نماز شب را ترك نكرده و از مناجات و راز و ن</w:t>
      </w:r>
      <w:r w:rsidR="00E275C9">
        <w:rPr>
          <w:rtl/>
        </w:rPr>
        <w:t>ی</w:t>
      </w:r>
      <w:r>
        <w:rPr>
          <w:rtl/>
        </w:rPr>
        <w:t>از خود با پروردگار</w:t>
      </w:r>
      <w:r w:rsidR="00E275C9">
        <w:rPr>
          <w:rtl/>
        </w:rPr>
        <w:t xml:space="preserve">، </w:t>
      </w:r>
      <w:r>
        <w:rPr>
          <w:rtl/>
        </w:rPr>
        <w:t>دست نكش</w:t>
      </w:r>
      <w:r w:rsidR="00E275C9">
        <w:rPr>
          <w:rtl/>
        </w:rPr>
        <w:t>ی</w:t>
      </w:r>
      <w:r>
        <w:rPr>
          <w:rtl/>
        </w:rPr>
        <w:t>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32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كار تهجد و شب زنده دارى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تا بدان پا</w:t>
      </w:r>
      <w:r w:rsidR="00E275C9">
        <w:rPr>
          <w:rtl/>
        </w:rPr>
        <w:t>ی</w:t>
      </w:r>
      <w:r>
        <w:rPr>
          <w:rtl/>
        </w:rPr>
        <w:t>ه است كه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وقتى با او وداع مى كند</w:t>
      </w:r>
      <w:r w:rsidR="00E275C9">
        <w:rPr>
          <w:rtl/>
        </w:rPr>
        <w:t xml:space="preserve">، </w:t>
      </w:r>
      <w:r>
        <w:rPr>
          <w:rtl/>
        </w:rPr>
        <w:t>مى فرما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:</w:t>
      </w:r>
      <w:r w:rsidR="00E275C9" w:rsidRPr="00E275C9">
        <w:rPr>
          <w:rFonts w:eastAsia="KFGQPC Uthman Taha Naskh"/>
          <w:rtl/>
        </w:rPr>
        <w:t xml:space="preserve"> </w:t>
      </w:r>
      <w:r w:rsidRPr="00E275C9">
        <w:rPr>
          <w:rFonts w:eastAsia="KFGQPC Uthman Taha Naskh"/>
          <w:rtl/>
        </w:rPr>
        <w:t>«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ا اُختاه</w:t>
      </w:r>
      <w:r w:rsidR="00E275C9" w:rsidRPr="00E275C9">
        <w:rPr>
          <w:rFonts w:eastAsia="KFGQPC Uthman Taha Naskh"/>
          <w:rtl/>
        </w:rPr>
        <w:t xml:space="preserve">! </w:t>
      </w:r>
      <w:r w:rsidRPr="00E275C9">
        <w:rPr>
          <w:rFonts w:eastAsia="KFGQPC Uthman Taha Naskh"/>
          <w:rtl/>
        </w:rPr>
        <w:t>لا تنس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نى فى نافلة الل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ل</w:t>
      </w:r>
      <w:r>
        <w:rPr>
          <w:rtl/>
        </w:rPr>
        <w:t xml:space="preserve">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33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>، ی</w:t>
      </w:r>
      <w:r>
        <w:rPr>
          <w:rtl/>
        </w:rPr>
        <w:t>عنى</w:t>
      </w:r>
      <w:r w:rsidR="00E275C9">
        <w:rPr>
          <w:rtl/>
        </w:rPr>
        <w:t xml:space="preserve">: </w:t>
      </w:r>
      <w:r>
        <w:rPr>
          <w:rtl/>
        </w:rPr>
        <w:t>خواهرم</w:t>
      </w:r>
      <w:r w:rsidR="00E275C9">
        <w:rPr>
          <w:rtl/>
        </w:rPr>
        <w:t xml:space="preserve">! </w:t>
      </w:r>
      <w:r>
        <w:rPr>
          <w:rtl/>
        </w:rPr>
        <w:t>مرا در نماز شب</w:t>
      </w:r>
      <w:r w:rsidR="00E275C9">
        <w:rPr>
          <w:rtl/>
        </w:rPr>
        <w:t xml:space="preserve">، </w:t>
      </w:r>
      <w:r>
        <w:rPr>
          <w:rtl/>
        </w:rPr>
        <w:t>فراموش نكن »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 از صبرو نام بردبارى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هم</w:t>
      </w:r>
      <w:r w:rsidR="00E275C9">
        <w:rPr>
          <w:rtl/>
        </w:rPr>
        <w:t>ی</w:t>
      </w:r>
      <w:r>
        <w:rPr>
          <w:rtl/>
        </w:rPr>
        <w:t>ن بس كه در روز عاشورا</w:t>
      </w:r>
      <w:r w:rsidR="00E275C9">
        <w:rPr>
          <w:rtl/>
        </w:rPr>
        <w:t xml:space="preserve">، </w:t>
      </w:r>
      <w:r>
        <w:rPr>
          <w:rtl/>
        </w:rPr>
        <w:t>علاوه بر سا</w:t>
      </w:r>
      <w:r w:rsidR="00E275C9">
        <w:rPr>
          <w:rtl/>
        </w:rPr>
        <w:t>ی</w:t>
      </w:r>
      <w:r>
        <w:rPr>
          <w:rtl/>
        </w:rPr>
        <w:t xml:space="preserve">ر </w:t>
      </w:r>
      <w:r w:rsidR="00E275C9">
        <w:rPr>
          <w:rtl/>
        </w:rPr>
        <w:t>ی</w:t>
      </w:r>
      <w:r>
        <w:rPr>
          <w:rtl/>
        </w:rPr>
        <w:t>اران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شاهد شهادت نوزده تن از عز</w:t>
      </w:r>
      <w:r w:rsidR="00E275C9">
        <w:rPr>
          <w:rtl/>
        </w:rPr>
        <w:t>ی</w:t>
      </w:r>
      <w:r>
        <w:rPr>
          <w:rtl/>
        </w:rPr>
        <w:t>زان خود</w:t>
      </w:r>
      <w:r w:rsidR="00E275C9">
        <w:rPr>
          <w:rtl/>
        </w:rPr>
        <w:t xml:space="preserve">؛ </w:t>
      </w:r>
      <w:r>
        <w:rPr>
          <w:rtl/>
        </w:rPr>
        <w:t>نظ</w:t>
      </w:r>
      <w:r w:rsidR="00E275C9">
        <w:rPr>
          <w:rtl/>
        </w:rPr>
        <w:t>ی</w:t>
      </w:r>
      <w:r>
        <w:rPr>
          <w:rtl/>
        </w:rPr>
        <w:t>ر فرزندان</w:t>
      </w:r>
      <w:r w:rsidR="00E275C9">
        <w:rPr>
          <w:rtl/>
        </w:rPr>
        <w:t xml:space="preserve">، </w:t>
      </w:r>
      <w:r>
        <w:rPr>
          <w:rtl/>
        </w:rPr>
        <w:t>برادران</w:t>
      </w:r>
      <w:r w:rsidR="00E275C9">
        <w:rPr>
          <w:rtl/>
        </w:rPr>
        <w:t xml:space="preserve">، </w:t>
      </w:r>
      <w:r>
        <w:rPr>
          <w:rtl/>
        </w:rPr>
        <w:t>برادرزادگان</w:t>
      </w:r>
      <w:r w:rsidR="00E275C9">
        <w:rPr>
          <w:rtl/>
        </w:rPr>
        <w:t xml:space="preserve">، </w:t>
      </w:r>
      <w:r>
        <w:rPr>
          <w:rtl/>
        </w:rPr>
        <w:t>عموزادگان بود و مانند كوه</w:t>
      </w:r>
      <w:r w:rsidR="00E275C9">
        <w:rPr>
          <w:rtl/>
        </w:rPr>
        <w:t xml:space="preserve">، </w:t>
      </w:r>
      <w:r>
        <w:rPr>
          <w:rtl/>
        </w:rPr>
        <w:t>استوار باقى ماند</w:t>
      </w:r>
      <w:r w:rsidR="00E275C9">
        <w:rPr>
          <w:rtl/>
        </w:rPr>
        <w:t xml:space="preserve">. </w:t>
      </w:r>
      <w:r>
        <w:rPr>
          <w:rtl/>
        </w:rPr>
        <w:t>بستگان او كه در كربلا به مقام شهادت نا</w:t>
      </w:r>
      <w:r w:rsidR="00E275C9">
        <w:rPr>
          <w:rtl/>
        </w:rPr>
        <w:t>ی</w:t>
      </w:r>
      <w:r>
        <w:rPr>
          <w:rtl/>
        </w:rPr>
        <w:t>ل آمدند</w:t>
      </w:r>
      <w:r w:rsidR="00E275C9">
        <w:rPr>
          <w:rtl/>
        </w:rPr>
        <w:t xml:space="preserve">، </w:t>
      </w:r>
      <w:r>
        <w:rPr>
          <w:rtl/>
        </w:rPr>
        <w:t>به قرار ذ</w:t>
      </w:r>
      <w:r w:rsidR="00E275C9">
        <w:rPr>
          <w:rtl/>
        </w:rPr>
        <w:t>ی</w:t>
      </w:r>
      <w:r>
        <w:rPr>
          <w:rtl/>
        </w:rPr>
        <w:t>ل مى باشند</w:t>
      </w:r>
      <w:r w:rsidR="00E275C9">
        <w:rPr>
          <w:rtl/>
        </w:rPr>
        <w:t xml:space="preserve">: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</w:t>
      </w:r>
      <w:r w:rsidR="00E275C9">
        <w:rPr>
          <w:rtl/>
        </w:rPr>
        <w:t xml:space="preserve"> </w:t>
      </w:r>
      <w:r w:rsidR="00134B66">
        <w:rPr>
          <w:rtl/>
        </w:rPr>
        <w:t>حضرت على اكبر</w:t>
      </w:r>
      <w:r w:rsidR="00E275C9">
        <w:rPr>
          <w:rtl/>
        </w:rPr>
        <w:t xml:space="preserve">، </w:t>
      </w:r>
      <w:r w:rsidR="00134B66">
        <w:rPr>
          <w:rtl/>
        </w:rPr>
        <w:t>فرزند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DC0423" w:rsidRPr="00DC0423">
        <w:rPr>
          <w:rStyle w:val="libAlaemChar"/>
          <w:rtl/>
        </w:rPr>
        <w:t>عليهما‌السلام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2</w:t>
      </w:r>
      <w:r w:rsidR="00E275C9">
        <w:rPr>
          <w:rtl/>
        </w:rPr>
        <w:t xml:space="preserve"> </w:t>
      </w:r>
      <w:r w:rsidR="00134B66">
        <w:rPr>
          <w:rtl/>
        </w:rPr>
        <w:t>حضرت عبداللّه بن مسلم بن عق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3</w:t>
      </w:r>
      <w:r w:rsidR="00E275C9">
        <w:rPr>
          <w:rtl/>
        </w:rPr>
        <w:t xml:space="preserve"> </w:t>
      </w:r>
      <w:r w:rsidR="00134B66">
        <w:rPr>
          <w:rtl/>
        </w:rPr>
        <w:t>حضرت محمد بن عبداللّه بن جعفر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فرزند شوهر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كه بعضى تصور كرده اند فرزند خود حضرت ز</w:t>
      </w:r>
      <w:r w:rsidR="00E275C9">
        <w:rPr>
          <w:rtl/>
        </w:rPr>
        <w:t>ی</w:t>
      </w:r>
      <w:r>
        <w:rPr>
          <w:rtl/>
        </w:rPr>
        <w:t>نب هم مى باشد و حال آنكه مادرش</w:t>
      </w:r>
      <w:r w:rsidR="00E275C9">
        <w:rPr>
          <w:rtl/>
        </w:rPr>
        <w:t xml:space="preserve"> </w:t>
      </w:r>
      <w:r>
        <w:rPr>
          <w:rtl/>
        </w:rPr>
        <w:t>«خوصاء» دختر حفصه از بكر بن وائل است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4</w:t>
      </w:r>
      <w:r w:rsidR="00E275C9">
        <w:rPr>
          <w:rtl/>
        </w:rPr>
        <w:t xml:space="preserve"> </w:t>
      </w:r>
      <w:r w:rsidR="00134B66">
        <w:rPr>
          <w:rtl/>
        </w:rPr>
        <w:t>حضرت عون بن عبداللّه بن جعفر</w:t>
      </w:r>
      <w:r w:rsidR="00E275C9">
        <w:rPr>
          <w:rtl/>
        </w:rPr>
        <w:t xml:space="preserve">، </w:t>
      </w:r>
      <w:r w:rsidR="00134B66">
        <w:rPr>
          <w:rtl/>
        </w:rPr>
        <w:t>كه مادرش حضرت ز</w:t>
      </w:r>
      <w:r w:rsidR="00E275C9">
        <w:rPr>
          <w:rtl/>
        </w:rPr>
        <w:t>ی</w:t>
      </w:r>
      <w:r w:rsidR="00134B66">
        <w:rPr>
          <w:rtl/>
        </w:rPr>
        <w:t>نب بود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5</w:t>
      </w:r>
      <w:r w:rsidR="00E275C9">
        <w:rPr>
          <w:rtl/>
        </w:rPr>
        <w:t xml:space="preserve"> </w:t>
      </w:r>
      <w:r w:rsidR="00134B66">
        <w:rPr>
          <w:rtl/>
        </w:rPr>
        <w:t>حضرت عبدالرحمن بن عق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6</w:t>
      </w:r>
      <w:r w:rsidR="00E275C9">
        <w:rPr>
          <w:rtl/>
        </w:rPr>
        <w:t xml:space="preserve"> </w:t>
      </w:r>
      <w:r w:rsidR="00134B66">
        <w:rPr>
          <w:rtl/>
        </w:rPr>
        <w:t>حضرت جعفر بن عق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 xml:space="preserve">. </w:t>
      </w:r>
    </w:p>
    <w:p w:rsidR="00CD262B" w:rsidRDefault="00883263" w:rsidP="000D64E7">
      <w:pPr>
        <w:pStyle w:val="libNormal"/>
        <w:rPr>
          <w:rFonts w:hint="cs"/>
          <w:rtl/>
        </w:rPr>
      </w:pPr>
      <w:r>
        <w:rPr>
          <w:rtl/>
        </w:rPr>
        <w:t>7</w:t>
      </w:r>
      <w:r w:rsidR="00E275C9">
        <w:rPr>
          <w:rtl/>
        </w:rPr>
        <w:t xml:space="preserve"> </w:t>
      </w:r>
      <w:r w:rsidR="00134B66">
        <w:rPr>
          <w:rtl/>
        </w:rPr>
        <w:t>حضرت عبداللّه اكبر بن عق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>.</w:t>
      </w:r>
      <w:r w:rsidR="0020655A">
        <w:rPr>
          <w:rtl/>
        </w:rPr>
        <w:t xml:space="preserve"> </w:t>
      </w:r>
    </w:p>
    <w:p w:rsidR="00134B66" w:rsidRDefault="000D64E7" w:rsidP="000D64E7">
      <w:pPr>
        <w:pStyle w:val="libNormal"/>
        <w:rPr>
          <w:rtl/>
        </w:rPr>
      </w:pPr>
      <w:r>
        <w:rPr>
          <w:rFonts w:hint="cs"/>
          <w:rtl/>
        </w:rPr>
        <w:t>8</w:t>
      </w:r>
      <w:r w:rsidR="00E275C9">
        <w:rPr>
          <w:rtl/>
        </w:rPr>
        <w:t xml:space="preserve"> </w:t>
      </w:r>
      <w:r w:rsidR="00134B66">
        <w:rPr>
          <w:rtl/>
        </w:rPr>
        <w:t>حضرت محمد بن مسلم بن عق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9</w:t>
      </w:r>
      <w:r w:rsidR="00E275C9">
        <w:rPr>
          <w:rtl/>
        </w:rPr>
        <w:t xml:space="preserve"> </w:t>
      </w:r>
      <w:r w:rsidR="00134B66">
        <w:rPr>
          <w:rtl/>
        </w:rPr>
        <w:t>حضرت محمد بن ابى سع</w:t>
      </w:r>
      <w:r w:rsidR="00E275C9">
        <w:rPr>
          <w:rtl/>
        </w:rPr>
        <w:t>ی</w:t>
      </w:r>
      <w:r w:rsidR="00134B66">
        <w:rPr>
          <w:rtl/>
        </w:rPr>
        <w:t>د بن عق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lastRenderedPageBreak/>
        <w:t>10</w:t>
      </w:r>
      <w:r w:rsidR="00E275C9">
        <w:rPr>
          <w:rtl/>
        </w:rPr>
        <w:t xml:space="preserve"> </w:t>
      </w:r>
      <w:r w:rsidR="00134B66">
        <w:rPr>
          <w:rtl/>
        </w:rPr>
        <w:t xml:space="preserve">حضرت قاسم بن امام حسن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11</w:t>
      </w:r>
      <w:r w:rsidR="00E275C9">
        <w:rPr>
          <w:rtl/>
        </w:rPr>
        <w:t xml:space="preserve"> </w:t>
      </w:r>
      <w:r w:rsidR="00134B66">
        <w:rPr>
          <w:rtl/>
        </w:rPr>
        <w:t xml:space="preserve">حضرت ابوبكر بن امام حسن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12</w:t>
      </w:r>
      <w:r w:rsidR="00E275C9">
        <w:rPr>
          <w:rtl/>
        </w:rPr>
        <w:t xml:space="preserve"> </w:t>
      </w:r>
      <w:r w:rsidR="00134B66">
        <w:rPr>
          <w:rtl/>
        </w:rPr>
        <w:t xml:space="preserve">حضرت جعفر بن على بن ابى طالب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13</w:t>
      </w:r>
      <w:r w:rsidR="00E275C9">
        <w:rPr>
          <w:rtl/>
        </w:rPr>
        <w:t xml:space="preserve"> </w:t>
      </w:r>
      <w:r w:rsidR="00134B66">
        <w:rPr>
          <w:rtl/>
        </w:rPr>
        <w:t xml:space="preserve">حضرت عثمان بن على بن ابى طالب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14</w:t>
      </w:r>
      <w:r w:rsidR="00E275C9">
        <w:rPr>
          <w:rtl/>
        </w:rPr>
        <w:t xml:space="preserve"> </w:t>
      </w:r>
      <w:r w:rsidR="00134B66">
        <w:rPr>
          <w:rtl/>
        </w:rPr>
        <w:t xml:space="preserve">حضرت ابوبكر بن على بن ابى طالب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15</w:t>
      </w:r>
      <w:r w:rsidR="00E275C9">
        <w:rPr>
          <w:rtl/>
        </w:rPr>
        <w:t xml:space="preserve"> </w:t>
      </w:r>
      <w:r w:rsidR="00134B66">
        <w:rPr>
          <w:rtl/>
        </w:rPr>
        <w:t>طفلى كه نام مباركش معلوم ن</w:t>
      </w:r>
      <w:r w:rsidR="00E275C9">
        <w:rPr>
          <w:rtl/>
        </w:rPr>
        <w:t>ی</w:t>
      </w:r>
      <w:r w:rsidR="00134B66">
        <w:rPr>
          <w:rtl/>
        </w:rPr>
        <w:t>ست</w:t>
      </w:r>
      <w:r w:rsidR="00E275C9">
        <w:rPr>
          <w:rtl/>
        </w:rPr>
        <w:t xml:space="preserve">، </w:t>
      </w:r>
    </w:p>
    <w:p w:rsidR="00134B66" w:rsidRDefault="00134B66" w:rsidP="00CD262B">
      <w:pPr>
        <w:pStyle w:val="libNormal"/>
        <w:rPr>
          <w:rtl/>
        </w:rPr>
      </w:pPr>
      <w:r>
        <w:rPr>
          <w:rtl/>
        </w:rPr>
        <w:t>وحشتزده از خ</w:t>
      </w:r>
      <w:r w:rsidR="00E275C9">
        <w:rPr>
          <w:rtl/>
        </w:rPr>
        <w:t>ی</w:t>
      </w:r>
      <w:r>
        <w:rPr>
          <w:rtl/>
        </w:rPr>
        <w:t>مه ب</w:t>
      </w:r>
      <w:r w:rsidR="00E275C9">
        <w:rPr>
          <w:rtl/>
        </w:rPr>
        <w:t>ی</w:t>
      </w:r>
      <w:r>
        <w:rPr>
          <w:rtl/>
        </w:rPr>
        <w:t>رون آمد و «هانى بن ثب</w:t>
      </w:r>
      <w:r w:rsidR="00E275C9">
        <w:rPr>
          <w:rtl/>
        </w:rPr>
        <w:t>ی</w:t>
      </w:r>
      <w:r>
        <w:rPr>
          <w:rtl/>
        </w:rPr>
        <w:t>ت » ملعون او را شه</w:t>
      </w:r>
      <w:r w:rsidR="00E275C9">
        <w:rPr>
          <w:rtl/>
        </w:rPr>
        <w:t>ی</w:t>
      </w:r>
      <w:r>
        <w:rPr>
          <w:rtl/>
        </w:rPr>
        <w:t>د كرد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16</w:t>
      </w:r>
      <w:r w:rsidR="00E275C9">
        <w:rPr>
          <w:rtl/>
        </w:rPr>
        <w:t xml:space="preserve"> </w:t>
      </w:r>
      <w:r w:rsidR="00134B66">
        <w:rPr>
          <w:rtl/>
        </w:rPr>
        <w:t xml:space="preserve">حضرت ابوالفضل عباس بن على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17</w:t>
      </w:r>
      <w:r w:rsidR="00E275C9">
        <w:rPr>
          <w:rtl/>
        </w:rPr>
        <w:t xml:space="preserve"> </w:t>
      </w:r>
      <w:r w:rsidR="00134B66">
        <w:rPr>
          <w:rtl/>
        </w:rPr>
        <w:t>حضرت على اصغر بن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</w:p>
    <w:p w:rsidR="00134B66" w:rsidRDefault="00134B66" w:rsidP="00CD262B">
      <w:pPr>
        <w:pStyle w:val="libNormal"/>
        <w:rPr>
          <w:rtl/>
        </w:rPr>
      </w:pPr>
      <w:r>
        <w:rPr>
          <w:rtl/>
        </w:rPr>
        <w:t>تار</w:t>
      </w:r>
      <w:r w:rsidR="00E275C9">
        <w:rPr>
          <w:rtl/>
        </w:rPr>
        <w:t>ی</w:t>
      </w:r>
      <w:r>
        <w:rPr>
          <w:rtl/>
        </w:rPr>
        <w:t>خ نو</w:t>
      </w:r>
      <w:r w:rsidR="00E275C9">
        <w:rPr>
          <w:rtl/>
        </w:rPr>
        <w:t>ی</w:t>
      </w:r>
      <w:r>
        <w:rPr>
          <w:rtl/>
        </w:rPr>
        <w:t>سان آورده اند وقتى كه در آخر</w:t>
      </w:r>
      <w:r w:rsidR="00E275C9">
        <w:rPr>
          <w:rtl/>
        </w:rPr>
        <w:t>ی</w:t>
      </w:r>
      <w:r>
        <w:rPr>
          <w:rtl/>
        </w:rPr>
        <w:t>ن وداع حضرت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خواست على اصغر را در آغوش گ</w:t>
      </w:r>
      <w:r w:rsidR="00E275C9">
        <w:rPr>
          <w:rtl/>
        </w:rPr>
        <w:t>ی</w:t>
      </w:r>
      <w:r>
        <w:rPr>
          <w:rtl/>
        </w:rPr>
        <w:t>رد حرمله معلون</w:t>
      </w:r>
      <w:r w:rsidR="00E275C9">
        <w:rPr>
          <w:rtl/>
        </w:rPr>
        <w:t xml:space="preserve">؛ </w:t>
      </w:r>
      <w:r>
        <w:rPr>
          <w:rtl/>
        </w:rPr>
        <w:t>گلوى آن دُردانه را هدف گرفت</w:t>
      </w:r>
      <w:r w:rsidR="00E275C9">
        <w:rPr>
          <w:rtl/>
        </w:rPr>
        <w:t xml:space="preserve">. </w:t>
      </w:r>
    </w:p>
    <w:p w:rsidR="00134B66" w:rsidRDefault="00883263" w:rsidP="00CD262B">
      <w:pPr>
        <w:pStyle w:val="libNormal"/>
        <w:rPr>
          <w:rtl/>
        </w:rPr>
      </w:pPr>
      <w:r>
        <w:rPr>
          <w:rtl/>
        </w:rPr>
        <w:t>18</w:t>
      </w:r>
      <w:r w:rsidR="00E275C9">
        <w:rPr>
          <w:rtl/>
        </w:rPr>
        <w:t xml:space="preserve"> </w:t>
      </w:r>
      <w:r w:rsidR="00134B66">
        <w:rPr>
          <w:rtl/>
        </w:rPr>
        <w:t xml:space="preserve">حضرت عبداللّه بن امام حسن </w:t>
      </w:r>
      <w:r w:rsidR="00DC0423" w:rsidRPr="00DC0423">
        <w:rPr>
          <w:rStyle w:val="libAlaemChar"/>
          <w:rtl/>
        </w:rPr>
        <w:t>عليهما‌السلام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كه طفلى خردسال بود</w:t>
      </w:r>
      <w:r w:rsidR="00E275C9">
        <w:rPr>
          <w:rtl/>
        </w:rPr>
        <w:t xml:space="preserve">، </w:t>
      </w:r>
      <w:r>
        <w:rPr>
          <w:rtl/>
        </w:rPr>
        <w:t>وقتى د</w:t>
      </w:r>
      <w:r w:rsidR="00E275C9">
        <w:rPr>
          <w:rtl/>
        </w:rPr>
        <w:t>ی</w:t>
      </w:r>
      <w:r>
        <w:rPr>
          <w:rtl/>
        </w:rPr>
        <w:t>د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سخت مجروح شده و دشمنان گرداگردش را گرفته اند</w:t>
      </w:r>
      <w:r w:rsidR="00E275C9">
        <w:rPr>
          <w:rtl/>
        </w:rPr>
        <w:t xml:space="preserve">، </w:t>
      </w:r>
      <w:r>
        <w:rPr>
          <w:rtl/>
        </w:rPr>
        <w:t>با وجود خردسالى</w:t>
      </w:r>
      <w:r w:rsidR="00E275C9">
        <w:rPr>
          <w:rtl/>
        </w:rPr>
        <w:t xml:space="preserve">، </w:t>
      </w:r>
      <w:r>
        <w:rPr>
          <w:rtl/>
        </w:rPr>
        <w:t>بى ه</w:t>
      </w:r>
      <w:r w:rsidR="00E275C9">
        <w:rPr>
          <w:rtl/>
        </w:rPr>
        <w:t>ی</w:t>
      </w:r>
      <w:r>
        <w:rPr>
          <w:rtl/>
        </w:rPr>
        <w:t>چ سلاحى به كمك عموى خود شتافت</w:t>
      </w:r>
      <w:r w:rsidR="00E275C9">
        <w:rPr>
          <w:rtl/>
        </w:rPr>
        <w:t xml:space="preserve">، </w:t>
      </w:r>
      <w:r>
        <w:rPr>
          <w:rtl/>
        </w:rPr>
        <w:t>هرچه حضرت ز</w:t>
      </w:r>
      <w:r w:rsidR="00E275C9">
        <w:rPr>
          <w:rtl/>
        </w:rPr>
        <w:t>ی</w:t>
      </w:r>
      <w:r>
        <w:rPr>
          <w:rtl/>
        </w:rPr>
        <w:t>نب تلاش كرد تا او را نگهدارد</w:t>
      </w:r>
      <w:r w:rsidR="00E275C9">
        <w:rPr>
          <w:rtl/>
        </w:rPr>
        <w:t xml:space="preserve">، </w:t>
      </w:r>
      <w:r>
        <w:rPr>
          <w:rtl/>
        </w:rPr>
        <w:t>فا</w:t>
      </w:r>
      <w:r w:rsidR="00E275C9">
        <w:rPr>
          <w:rtl/>
        </w:rPr>
        <w:t>ی</w:t>
      </w:r>
      <w:r>
        <w:rPr>
          <w:rtl/>
        </w:rPr>
        <w:t>ده اى نبخش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خود را به امام 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«ابجر بن كعب » ملعون كه شمش</w:t>
      </w:r>
      <w:r w:rsidR="00E275C9">
        <w:rPr>
          <w:rtl/>
        </w:rPr>
        <w:t>ی</w:t>
      </w:r>
      <w:r>
        <w:rPr>
          <w:rtl/>
        </w:rPr>
        <w:t>ر كش</w:t>
      </w:r>
      <w:r w:rsidR="00E275C9">
        <w:rPr>
          <w:rtl/>
        </w:rPr>
        <w:t>ی</w:t>
      </w:r>
      <w:r>
        <w:rPr>
          <w:rtl/>
        </w:rPr>
        <w:t>ده بود تا بر امام وارد آوَرَد</w:t>
      </w:r>
      <w:r w:rsidR="00E275C9">
        <w:rPr>
          <w:rtl/>
        </w:rPr>
        <w:t xml:space="preserve">، </w:t>
      </w:r>
      <w:r>
        <w:rPr>
          <w:rtl/>
        </w:rPr>
        <w:t>«عبداللّه » دست خود را سپر امام قرار داد و دستش قطع شد</w:t>
      </w:r>
      <w:r w:rsidR="00E275C9">
        <w:rPr>
          <w:rtl/>
        </w:rPr>
        <w:t xml:space="preserve">، </w:t>
      </w:r>
      <w:r>
        <w:rPr>
          <w:rtl/>
        </w:rPr>
        <w:t>او خود را به س</w:t>
      </w:r>
      <w:r w:rsidR="00E275C9">
        <w:rPr>
          <w:rtl/>
        </w:rPr>
        <w:t>ی</w:t>
      </w:r>
      <w:r>
        <w:rPr>
          <w:rtl/>
        </w:rPr>
        <w:t>نه عمو چسپان</w:t>
      </w:r>
      <w:r w:rsidR="00E275C9">
        <w:rPr>
          <w:rtl/>
        </w:rPr>
        <w:t>ی</w:t>
      </w:r>
      <w:r>
        <w:rPr>
          <w:rtl/>
        </w:rPr>
        <w:t>د و امام او را در آغوش گرفت</w:t>
      </w:r>
      <w:r w:rsidR="00E275C9">
        <w:rPr>
          <w:rtl/>
        </w:rPr>
        <w:t xml:space="preserve">، </w:t>
      </w: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 حال</w:t>
      </w:r>
      <w:r w:rsidR="00E275C9">
        <w:rPr>
          <w:rtl/>
        </w:rPr>
        <w:t xml:space="preserve">، </w:t>
      </w:r>
      <w:r>
        <w:rPr>
          <w:rtl/>
        </w:rPr>
        <w:t>حرمله ملعون با ت</w:t>
      </w:r>
      <w:r w:rsidR="00E275C9">
        <w:rPr>
          <w:rtl/>
        </w:rPr>
        <w:t>ی</w:t>
      </w:r>
      <w:r>
        <w:rPr>
          <w:rtl/>
        </w:rPr>
        <w:t>رى او را به شهادت 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883263" w:rsidP="00134B66">
      <w:pPr>
        <w:pStyle w:val="libNormal"/>
        <w:rPr>
          <w:rtl/>
        </w:rPr>
      </w:pPr>
      <w:r>
        <w:rPr>
          <w:rtl/>
        </w:rPr>
        <w:t>19</w:t>
      </w:r>
      <w:r w:rsidR="00E275C9">
        <w:rPr>
          <w:rtl/>
        </w:rPr>
        <w:t xml:space="preserve"> </w:t>
      </w:r>
      <w:r w:rsidR="00134B66">
        <w:rPr>
          <w:rtl/>
        </w:rPr>
        <w:t>سرور و سالار شهداء حضرت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</w:t>
      </w:r>
      <w:r w:rsidR="00134B66" w:rsidRPr="00B52B2E">
        <w:rPr>
          <w:rStyle w:val="libFootnotenumChar"/>
          <w:rtl/>
        </w:rPr>
        <w:t>(</w:t>
      </w:r>
      <w:r w:rsidRPr="00B52B2E">
        <w:rPr>
          <w:rStyle w:val="libFootnotenumChar"/>
          <w:rtl/>
        </w:rPr>
        <w:t>34</w:t>
      </w:r>
      <w:r w:rsidR="00134B66" w:rsidRPr="00B52B2E">
        <w:rPr>
          <w:rStyle w:val="libFootnotenumChar"/>
          <w:rtl/>
        </w:rPr>
        <w:t>)</w:t>
      </w:r>
      <w:r w:rsidR="0020655A">
        <w:rPr>
          <w:rtl/>
        </w:rPr>
        <w:t xml:space="preserve"> 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>پ</w:t>
      </w:r>
      <w:r w:rsidR="00E275C9">
        <w:rPr>
          <w:rtl/>
        </w:rPr>
        <w:t>ی</w:t>
      </w:r>
      <w:r w:rsidR="00134B66">
        <w:rPr>
          <w:rtl/>
        </w:rPr>
        <w:t>كر تمام ا</w:t>
      </w:r>
      <w:r w:rsidR="00E275C9">
        <w:rPr>
          <w:rtl/>
        </w:rPr>
        <w:t>ی</w:t>
      </w:r>
      <w:r w:rsidR="00134B66">
        <w:rPr>
          <w:rtl/>
        </w:rPr>
        <w:t>ن عز</w:t>
      </w:r>
      <w:r w:rsidR="00E275C9">
        <w:rPr>
          <w:rtl/>
        </w:rPr>
        <w:t>ی</w:t>
      </w:r>
      <w:r w:rsidR="00134B66">
        <w:rPr>
          <w:rtl/>
        </w:rPr>
        <w:t>زان را د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حتى بر جر</w:t>
      </w:r>
      <w:r w:rsidR="00E275C9">
        <w:rPr>
          <w:rtl/>
        </w:rPr>
        <w:t>ی</w:t>
      </w:r>
      <w:r w:rsidR="00134B66">
        <w:rPr>
          <w:rtl/>
        </w:rPr>
        <w:t xml:space="preserve">ان شهادت برخى از آنان ناظر بود و اجساد </w:t>
      </w:r>
      <w:r w:rsidR="00134B66">
        <w:rPr>
          <w:rtl/>
        </w:rPr>
        <w:lastRenderedPageBreak/>
        <w:t>مطهر آنان را مشاهده كرد كه چگونه در ز</w:t>
      </w:r>
      <w:r w:rsidR="00E275C9">
        <w:rPr>
          <w:rtl/>
        </w:rPr>
        <w:t>ی</w:t>
      </w:r>
      <w:r w:rsidR="00134B66">
        <w:rPr>
          <w:rtl/>
        </w:rPr>
        <w:t>رپاى ستوران كوب</w:t>
      </w:r>
      <w:r w:rsidR="00E275C9">
        <w:rPr>
          <w:rtl/>
        </w:rPr>
        <w:t>ی</w:t>
      </w:r>
      <w:r w:rsidR="00134B66">
        <w:rPr>
          <w:rtl/>
        </w:rPr>
        <w:t>ده شد اما مقاومت و پا</w:t>
      </w:r>
      <w:r w:rsidR="00E275C9">
        <w:rPr>
          <w:rtl/>
        </w:rPr>
        <w:t>ی</w:t>
      </w:r>
      <w:r w:rsidR="00134B66">
        <w:rPr>
          <w:rtl/>
        </w:rPr>
        <w:t>دارى ازخود نشان داد</w:t>
      </w:r>
      <w:r w:rsidR="00E275C9">
        <w:rPr>
          <w:rtl/>
        </w:rPr>
        <w:t xml:space="preserve">، </w:t>
      </w:r>
      <w:r w:rsidR="00134B66">
        <w:rPr>
          <w:rtl/>
        </w:rPr>
        <w:t>خ</w:t>
      </w:r>
      <w:r w:rsidR="00E275C9">
        <w:rPr>
          <w:rtl/>
        </w:rPr>
        <w:t>ی</w:t>
      </w:r>
      <w:r w:rsidR="00134B66">
        <w:rPr>
          <w:rtl/>
        </w:rPr>
        <w:t>مه هاى آتش گرفته</w:t>
      </w:r>
      <w:r w:rsidR="00E275C9">
        <w:rPr>
          <w:rtl/>
        </w:rPr>
        <w:t xml:space="preserve">، </w:t>
      </w:r>
      <w:r w:rsidR="00134B66">
        <w:rPr>
          <w:rtl/>
        </w:rPr>
        <w:t>اطفال مضطرب و پر</w:t>
      </w:r>
      <w:r w:rsidR="00E275C9">
        <w:rPr>
          <w:rtl/>
        </w:rPr>
        <w:t>ی</w:t>
      </w:r>
      <w:r w:rsidR="00134B66">
        <w:rPr>
          <w:rtl/>
        </w:rPr>
        <w:t>شان</w:t>
      </w:r>
      <w:r w:rsidR="00E275C9">
        <w:rPr>
          <w:rtl/>
        </w:rPr>
        <w:t xml:space="preserve">، </w:t>
      </w:r>
      <w:r w:rsidR="00134B66">
        <w:rPr>
          <w:rtl/>
        </w:rPr>
        <w:t>حوادث كوبنده</w:t>
      </w:r>
      <w:r w:rsidR="00E275C9">
        <w:rPr>
          <w:rtl/>
        </w:rPr>
        <w:t xml:space="preserve">، </w:t>
      </w:r>
      <w:r w:rsidR="00134B66">
        <w:rPr>
          <w:rtl/>
        </w:rPr>
        <w:t>مصا</w:t>
      </w:r>
      <w:r w:rsidR="00E275C9">
        <w:rPr>
          <w:rtl/>
        </w:rPr>
        <w:t>ی</w:t>
      </w:r>
      <w:r w:rsidR="00134B66">
        <w:rPr>
          <w:rtl/>
        </w:rPr>
        <w:t>ب سنگ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ه</w:t>
      </w:r>
      <w:r w:rsidR="00E275C9">
        <w:rPr>
          <w:rtl/>
        </w:rPr>
        <w:t>ی</w:t>
      </w:r>
      <w:r w:rsidR="00134B66">
        <w:rPr>
          <w:rtl/>
        </w:rPr>
        <w:t>چ</w:t>
      </w:r>
      <w:r w:rsidR="00E275C9">
        <w:rPr>
          <w:rtl/>
        </w:rPr>
        <w:t>ی</w:t>
      </w:r>
      <w:r w:rsidR="00134B66">
        <w:rPr>
          <w:rtl/>
        </w:rPr>
        <w:t>ك نتوانست بر صبر و شك</w:t>
      </w:r>
      <w:r w:rsidR="00E275C9">
        <w:rPr>
          <w:rtl/>
        </w:rPr>
        <w:t>ی</w:t>
      </w:r>
      <w:r w:rsidR="00134B66">
        <w:rPr>
          <w:rtl/>
        </w:rPr>
        <w:t>با</w:t>
      </w:r>
      <w:r w:rsidR="00E275C9">
        <w:rPr>
          <w:rtl/>
        </w:rPr>
        <w:t>ی</w:t>
      </w:r>
      <w:r w:rsidR="00134B66">
        <w:rPr>
          <w:rtl/>
        </w:rPr>
        <w:t>ى و تحمل و توان و طاقت او فا</w:t>
      </w:r>
      <w:r w:rsidR="00E275C9">
        <w:rPr>
          <w:rtl/>
        </w:rPr>
        <w:t>ی</w:t>
      </w:r>
      <w:r w:rsidR="00134B66">
        <w:rPr>
          <w:rtl/>
        </w:rPr>
        <w:t>ق آ</w:t>
      </w:r>
      <w:r w:rsidR="00E275C9">
        <w:rPr>
          <w:rtl/>
        </w:rPr>
        <w:t>ی</w:t>
      </w:r>
      <w:r w:rsidR="00134B66">
        <w:rPr>
          <w:rtl/>
        </w:rPr>
        <w:t xml:space="preserve">د چرا كه او مانند پدرش 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جامع اضداد بود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بلى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دانشمند</w:t>
      </w:r>
      <w:r w:rsidR="00E275C9">
        <w:rPr>
          <w:rtl/>
        </w:rPr>
        <w:t xml:space="preserve">، </w:t>
      </w:r>
      <w:r>
        <w:rPr>
          <w:rtl/>
        </w:rPr>
        <w:t>اهل زهد و تقوا و تهجد</w:t>
      </w:r>
      <w:r w:rsidR="00E275C9">
        <w:rPr>
          <w:rtl/>
        </w:rPr>
        <w:t xml:space="preserve">، </w:t>
      </w:r>
      <w:r>
        <w:rPr>
          <w:rtl/>
        </w:rPr>
        <w:t>گشاده زبان و سخنور</w:t>
      </w:r>
      <w:r w:rsidR="00E275C9">
        <w:rPr>
          <w:rtl/>
        </w:rPr>
        <w:t xml:space="preserve">، </w:t>
      </w:r>
      <w:r>
        <w:rPr>
          <w:rtl/>
        </w:rPr>
        <w:t>دل</w:t>
      </w:r>
      <w:r w:rsidR="00E275C9">
        <w:rPr>
          <w:rtl/>
        </w:rPr>
        <w:t>ی</w:t>
      </w:r>
      <w:r>
        <w:rPr>
          <w:rtl/>
        </w:rPr>
        <w:t>ر و با شهامت</w:t>
      </w:r>
      <w:r w:rsidR="00E275C9">
        <w:rPr>
          <w:rtl/>
        </w:rPr>
        <w:t xml:space="preserve">، </w:t>
      </w:r>
      <w:r>
        <w:rPr>
          <w:rtl/>
        </w:rPr>
        <w:t>رش</w:t>
      </w:r>
      <w:r w:rsidR="00E275C9">
        <w:rPr>
          <w:rtl/>
        </w:rPr>
        <w:t>ی</w:t>
      </w:r>
      <w:r>
        <w:rPr>
          <w:rtl/>
        </w:rPr>
        <w:t>د و نترس</w:t>
      </w:r>
      <w:r w:rsidR="00E275C9">
        <w:rPr>
          <w:rtl/>
        </w:rPr>
        <w:t xml:space="preserve">، </w:t>
      </w:r>
      <w:r>
        <w:rPr>
          <w:rtl/>
        </w:rPr>
        <w:t>خردمند و دوراند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ت</w:t>
      </w:r>
      <w:r w:rsidR="00E275C9">
        <w:rPr>
          <w:rtl/>
        </w:rPr>
        <w:t>ی</w:t>
      </w:r>
      <w:r>
        <w:rPr>
          <w:rtl/>
        </w:rPr>
        <w:t>زب</w:t>
      </w:r>
      <w:r w:rsidR="00E275C9">
        <w:rPr>
          <w:rtl/>
        </w:rPr>
        <w:t>ی</w:t>
      </w:r>
      <w:r>
        <w:rPr>
          <w:rtl/>
        </w:rPr>
        <w:t>ن و موقع شناس</w:t>
      </w:r>
      <w:r w:rsidR="00E275C9">
        <w:rPr>
          <w:rtl/>
        </w:rPr>
        <w:t xml:space="preserve">، </w:t>
      </w:r>
      <w:r>
        <w:rPr>
          <w:rtl/>
        </w:rPr>
        <w:t>كاردان و كارآمد</w:t>
      </w:r>
      <w:r w:rsidR="00E275C9">
        <w:rPr>
          <w:rtl/>
        </w:rPr>
        <w:t xml:space="preserve">، </w:t>
      </w:r>
      <w:r>
        <w:rPr>
          <w:rtl/>
        </w:rPr>
        <w:t>مهربان و با عاطفه</w:t>
      </w:r>
      <w:r w:rsidR="00E275C9">
        <w:rPr>
          <w:rtl/>
        </w:rPr>
        <w:t xml:space="preserve">، </w:t>
      </w:r>
      <w:r>
        <w:rPr>
          <w:rtl/>
        </w:rPr>
        <w:t>مقاوم و استوار</w:t>
      </w:r>
      <w:r w:rsidR="00E275C9">
        <w:rPr>
          <w:rtl/>
        </w:rPr>
        <w:t xml:space="preserve">، </w:t>
      </w:r>
      <w:r>
        <w:rPr>
          <w:rtl/>
        </w:rPr>
        <w:t>مرد م</w:t>
      </w:r>
      <w:r w:rsidR="00E275C9">
        <w:rPr>
          <w:rtl/>
        </w:rPr>
        <w:t>ی</w:t>
      </w:r>
      <w:r>
        <w:rPr>
          <w:rtl/>
        </w:rPr>
        <w:t>دان شك</w:t>
      </w:r>
      <w:r w:rsidR="00E275C9">
        <w:rPr>
          <w:rtl/>
        </w:rPr>
        <w:t>ی</w:t>
      </w: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ى</w:t>
      </w:r>
      <w:r w:rsidR="00E275C9">
        <w:rPr>
          <w:rtl/>
        </w:rPr>
        <w:t xml:space="preserve">، </w:t>
      </w:r>
      <w:r>
        <w:rPr>
          <w:rtl/>
        </w:rPr>
        <w:t>هنرمند و اد</w:t>
      </w:r>
      <w:r w:rsidR="00E275C9">
        <w:rPr>
          <w:rtl/>
        </w:rPr>
        <w:t>ی</w:t>
      </w:r>
      <w:r>
        <w:rPr>
          <w:rtl/>
        </w:rPr>
        <w:t>ب</w:t>
      </w:r>
      <w:r w:rsidR="00E275C9">
        <w:rPr>
          <w:rtl/>
        </w:rPr>
        <w:t xml:space="preserve">، </w:t>
      </w:r>
      <w:r>
        <w:rPr>
          <w:rtl/>
        </w:rPr>
        <w:t>پرستار</w:t>
      </w:r>
      <w:r w:rsidR="00E275C9">
        <w:rPr>
          <w:rtl/>
        </w:rPr>
        <w:t xml:space="preserve">، </w:t>
      </w:r>
      <w:r>
        <w:rPr>
          <w:rtl/>
        </w:rPr>
        <w:t>رهبر با ا</w:t>
      </w:r>
      <w:r w:rsidR="00E275C9">
        <w:rPr>
          <w:rtl/>
        </w:rPr>
        <w:t>ی</w:t>
      </w:r>
      <w:r>
        <w:rPr>
          <w:rtl/>
        </w:rPr>
        <w:t>مان و خلاصه</w:t>
      </w:r>
      <w:r w:rsidR="00E275C9">
        <w:rPr>
          <w:rtl/>
        </w:rPr>
        <w:t xml:space="preserve">، </w:t>
      </w:r>
      <w:r>
        <w:rPr>
          <w:rtl/>
        </w:rPr>
        <w:t>آن بود كه با</w:t>
      </w:r>
      <w:r w:rsidR="00E275C9">
        <w:rPr>
          <w:rtl/>
        </w:rPr>
        <w:t>ی</w:t>
      </w:r>
      <w:r>
        <w:rPr>
          <w:rtl/>
        </w:rPr>
        <w:t>د مى بود</w:t>
      </w:r>
      <w:r w:rsidR="00E275C9">
        <w:rPr>
          <w:rtl/>
        </w:rPr>
        <w:t xml:space="preserve">. </w:t>
      </w:r>
    </w:p>
    <w:p w:rsidR="00CD262B" w:rsidRDefault="00134B66" w:rsidP="00CD262B">
      <w:pPr>
        <w:pStyle w:val="libNormal"/>
        <w:rPr>
          <w:rFonts w:hint="cs"/>
          <w:rtl/>
        </w:rPr>
      </w:pPr>
      <w:r>
        <w:rPr>
          <w:rtl/>
        </w:rPr>
        <w:t>اجازه مى خواهم در ا</w:t>
      </w:r>
      <w:r w:rsidR="00E275C9">
        <w:rPr>
          <w:rtl/>
        </w:rPr>
        <w:t>ی</w:t>
      </w:r>
      <w:r>
        <w:rPr>
          <w:rtl/>
        </w:rPr>
        <w:t xml:space="preserve">نجا شعرى را كه روز </w:t>
      </w:r>
      <w:r w:rsidR="00E275C9">
        <w:rPr>
          <w:rtl/>
        </w:rPr>
        <w:t>ی</w:t>
      </w:r>
      <w:r>
        <w:rPr>
          <w:rtl/>
        </w:rPr>
        <w:t xml:space="preserve">كشنبه </w:t>
      </w:r>
      <w:r w:rsidR="00883263">
        <w:rPr>
          <w:rtl/>
        </w:rPr>
        <w:t>10</w:t>
      </w:r>
      <w:r>
        <w:rPr>
          <w:rtl/>
        </w:rPr>
        <w:t>/</w:t>
      </w:r>
      <w:r w:rsidR="00883263">
        <w:rPr>
          <w:rtl/>
        </w:rPr>
        <w:t>8</w:t>
      </w:r>
      <w:r>
        <w:rPr>
          <w:rtl/>
        </w:rPr>
        <w:t>/</w:t>
      </w:r>
      <w:r w:rsidR="00883263">
        <w:rPr>
          <w:rtl/>
        </w:rPr>
        <w:t>1371</w:t>
      </w:r>
      <w:r>
        <w:rPr>
          <w:rtl/>
        </w:rPr>
        <w:t xml:space="preserve"> مطابق با پنجم جمادى الاول </w:t>
      </w:r>
      <w:r w:rsidR="00883263">
        <w:rPr>
          <w:rtl/>
        </w:rPr>
        <w:t>1413</w:t>
      </w:r>
      <w:r>
        <w:rPr>
          <w:rtl/>
        </w:rPr>
        <w:t xml:space="preserve"> به مناسبت تولد حضرتش سروده ام ب</w:t>
      </w:r>
      <w:r w:rsidR="00E275C9">
        <w:rPr>
          <w:rtl/>
        </w:rPr>
        <w:t>ی</w:t>
      </w:r>
      <w:r>
        <w:rPr>
          <w:rtl/>
        </w:rPr>
        <w:t>اورم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با زبان نثر نمى توانم آنچه احساس مى كنم</w:t>
      </w:r>
      <w:r w:rsidR="00E275C9">
        <w:rPr>
          <w:rtl/>
        </w:rPr>
        <w:t xml:space="preserve">، </w:t>
      </w:r>
      <w:r>
        <w:rPr>
          <w:rtl/>
        </w:rPr>
        <w:t>نگارش نما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>.</w:t>
      </w:r>
      <w:r w:rsidR="0020655A">
        <w:rPr>
          <w:rtl/>
        </w:rPr>
        <w:t xml:space="preserve"> </w:t>
      </w:r>
    </w:p>
    <w:p w:rsidR="00CD262B" w:rsidRDefault="00134B66" w:rsidP="00CD262B">
      <w:pPr>
        <w:pStyle w:val="libBold1"/>
        <w:rPr>
          <w:rFonts w:hint="cs"/>
          <w:rtl/>
        </w:rPr>
      </w:pP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640024" w:rsidRPr="00640024">
        <w:rPr>
          <w:rStyle w:val="libAlaemChar"/>
          <w:rtl/>
        </w:rPr>
        <w:t>عليها‌السلام</w:t>
      </w:r>
      <w:r>
        <w:rPr>
          <w:rtl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68"/>
        <w:gridCol w:w="3663"/>
      </w:tblGrid>
      <w:tr w:rsidR="007F6319" w:rsidTr="00335963">
        <w:trPr>
          <w:trHeight w:val="350"/>
        </w:trPr>
        <w:tc>
          <w:tcPr>
            <w:tcW w:w="4288" w:type="dxa"/>
            <w:shd w:val="clear" w:color="auto" w:fill="auto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به یاد آن همه غمهاى زینب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غمى جانكاه بر جانم نشسته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بدانسان مى بسوزاند دلم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كه گوئى استخوانم را شكسته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بسان عقربى جراره این غم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چنان بر تار و پودم مى زند نیش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چنانم مى گزد زنبور حسرت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كه غافل گشته ام از بودن خویش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یزید آزاد و زینب در اسارت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همى وارونه بینم بختها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جفاى نى لب و دندان خورشید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چه زهرآلود نوشى ناگوارا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گرفتار شغالى، بچه شیرى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به دام دیو و دد فرزند قرآن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چه درد افزا بود در كام افعى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كه هردم مى مكد از شیره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تمام تار و پودم مى بلرزد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چو یاد آرم ز درد و رنج زینب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لهیب و شعله این درد كارى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بسوزد پیكرم در آتش تب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lastRenderedPageBreak/>
              <w:t>كه بود آن زن كه زنیب بود نامش؟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زنى چون كوه و كوهى همچو پولاد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سپهدارى، رشیدى، استوارى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مقاوم در قبال ظلم و بیداد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زنى در پایدارى، مرد میدان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زنى نه، در صبورى، شیرمردى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زنى مرد آفرین اندر شهامت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على وارى محمدگونه فردى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هنرمندى، ادیبى، كوه عزمى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سخن سازى، خطیبى، كاردانى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پرستار و زن شب زنده دارى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زعیم و رهنماى كاروانى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پرستار دل شبهاى تاریك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زنى در اوج اعلاى رشادت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كلامش آتشین، كوبنده، قاطع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على گونه خطیبى در فصاحت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به هنگام سخن بر قلب دشمن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كلامش برتر از هر تیغ و خنجر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زبانش بر قلوب آل سفیان </w:t>
            </w:r>
            <w:r>
              <w:rPr>
                <w:rFonts w:hint="cs"/>
                <w:rtl/>
              </w:rPr>
              <w:t>چ</w:t>
            </w:r>
            <w:r>
              <w:rPr>
                <w:rtl/>
              </w:rPr>
              <w:t>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در بدر و احد شمشیر حیدر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زنى داراى حلم و صبر و ایمان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و هر چیزى كه باشد افتخارى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زهرگونه صفات خوب و عالى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درین زن بود، آرى، آرى آرى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34B66" w:rsidRDefault="00134B66" w:rsidP="007F6319">
      <w:pPr>
        <w:pStyle w:val="libBold1"/>
        <w:rPr>
          <w:rtl/>
        </w:rPr>
      </w:pPr>
      <w:r>
        <w:rPr>
          <w:rtl/>
        </w:rPr>
        <w:t>مظهر رضا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69"/>
        <w:gridCol w:w="3649"/>
      </w:tblGrid>
      <w:tr w:rsidR="007F6319" w:rsidTr="00335963">
        <w:trPr>
          <w:trHeight w:val="350"/>
        </w:trPr>
        <w:tc>
          <w:tcPr>
            <w:tcW w:w="4288" w:type="dxa"/>
            <w:shd w:val="clear" w:color="auto" w:fill="auto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میلاد زینب است و پرستار كربلا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میلاد نور دیده سلطان اتقیا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6319" w:rsidTr="00335963">
        <w:trPr>
          <w:trHeight w:val="350"/>
        </w:trPr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میلاد حلم، اسوه صبر و مقاومت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F6319" w:rsidRDefault="007F6319" w:rsidP="00335963">
            <w:pPr>
              <w:pStyle w:val="libPoem"/>
              <w:rPr>
                <w:rtl/>
              </w:rPr>
            </w:pPr>
            <w:r>
              <w:rPr>
                <w:rtl/>
              </w:rPr>
              <w:t>میلاد عزم شیر زنى مظهر رضا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383609" w:rsidRDefault="00383609" w:rsidP="00383609">
      <w:pPr>
        <w:pStyle w:val="libNormal"/>
        <w:rPr>
          <w:rFonts w:hint="cs"/>
          <w:rtl/>
        </w:rPr>
      </w:pPr>
    </w:p>
    <w:p w:rsidR="00134B66" w:rsidRDefault="00383609" w:rsidP="000D64E7">
      <w:pPr>
        <w:pStyle w:val="Heading2"/>
        <w:rPr>
          <w:rtl/>
        </w:rPr>
      </w:pPr>
      <w:r>
        <w:rPr>
          <w:rtl/>
        </w:rPr>
        <w:br w:type="page"/>
      </w:r>
      <w:bookmarkStart w:id="6" w:name="_Toc425238175"/>
      <w:r w:rsidR="00134B66">
        <w:rPr>
          <w:rtl/>
        </w:rPr>
        <w:lastRenderedPageBreak/>
        <w:t xml:space="preserve">سخنرانى دختر 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در كوفه</w:t>
      </w:r>
      <w:bookmarkEnd w:id="6"/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روز تار</w:t>
      </w:r>
      <w:r w:rsidR="00E275C9">
        <w:rPr>
          <w:rtl/>
        </w:rPr>
        <w:t>ی</w:t>
      </w:r>
      <w:r>
        <w:rPr>
          <w:rtl/>
        </w:rPr>
        <w:t xml:space="preserve">خى دهم محرم الحرام سال </w:t>
      </w:r>
      <w:r w:rsidR="00883263">
        <w:rPr>
          <w:rtl/>
        </w:rPr>
        <w:t>61</w:t>
      </w:r>
      <w:r>
        <w:rPr>
          <w:rtl/>
        </w:rPr>
        <w:t xml:space="preserve"> هجرى كه مطابق با دهم اكتبر </w:t>
      </w:r>
      <w:r w:rsidR="00883263">
        <w:rPr>
          <w:rtl/>
        </w:rPr>
        <w:t>680</w:t>
      </w:r>
      <w:r>
        <w:rPr>
          <w:rtl/>
        </w:rPr>
        <w:t xml:space="preserve"> م</w:t>
      </w:r>
      <w:r w:rsidR="00E275C9">
        <w:rPr>
          <w:rtl/>
        </w:rPr>
        <w:t>ی</w:t>
      </w:r>
      <w:r>
        <w:rPr>
          <w:rtl/>
        </w:rPr>
        <w:t>لادى بود</w:t>
      </w:r>
      <w:r w:rsidR="00E275C9">
        <w:rPr>
          <w:rtl/>
        </w:rPr>
        <w:t xml:space="preserve">، </w:t>
      </w:r>
      <w:r>
        <w:rPr>
          <w:rtl/>
        </w:rPr>
        <w:t>سپرى شد</w:t>
      </w:r>
      <w:r w:rsidR="00E275C9">
        <w:rPr>
          <w:rtl/>
        </w:rPr>
        <w:t xml:space="preserve">. </w:t>
      </w:r>
      <w:r>
        <w:rPr>
          <w:rtl/>
        </w:rPr>
        <w:t>با گذشت شب</w:t>
      </w:r>
      <w:r w:rsidR="00E275C9">
        <w:rPr>
          <w:rtl/>
        </w:rPr>
        <w:t xml:space="preserve">، </w:t>
      </w:r>
      <w:r>
        <w:rPr>
          <w:rtl/>
        </w:rPr>
        <w:t>آفتاب روز شنبه</w:t>
      </w:r>
      <w:r w:rsidR="00E275C9">
        <w:rPr>
          <w:rtl/>
        </w:rPr>
        <w:t>، ی</w:t>
      </w:r>
      <w:r>
        <w:rPr>
          <w:rtl/>
        </w:rPr>
        <w:t>ازدهم محرم از جانب مشرق هو</w:t>
      </w:r>
      <w:r w:rsidR="00E275C9">
        <w:rPr>
          <w:rtl/>
        </w:rPr>
        <w:t>ی</w:t>
      </w:r>
      <w:r>
        <w:rPr>
          <w:rtl/>
        </w:rPr>
        <w:t>دا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پسر سعد</w:t>
      </w:r>
      <w:r w:rsidR="00E275C9">
        <w:rPr>
          <w:rtl/>
        </w:rPr>
        <w:t xml:space="preserve">، </w:t>
      </w:r>
      <w:r>
        <w:rPr>
          <w:rtl/>
        </w:rPr>
        <w:t>اجساد كشتگان خود را كفن كرده و پس از خواندن نماز بر آنان</w:t>
      </w:r>
      <w:r w:rsidR="00E275C9">
        <w:rPr>
          <w:rtl/>
        </w:rPr>
        <w:t xml:space="preserve">، </w:t>
      </w:r>
      <w:r>
        <w:rPr>
          <w:rtl/>
        </w:rPr>
        <w:t>همه را در گودالى به خاك سپرد</w:t>
      </w:r>
      <w:r w:rsidR="00E275C9">
        <w:rPr>
          <w:rtl/>
        </w:rPr>
        <w:t xml:space="preserve">، </w:t>
      </w:r>
      <w:r>
        <w:rPr>
          <w:rtl/>
        </w:rPr>
        <w:t>ولى بدن پاره پاره شهدا را همچنان در ز</w:t>
      </w:r>
      <w:r w:rsidR="00E275C9">
        <w:rPr>
          <w:rtl/>
        </w:rPr>
        <w:t>ی</w:t>
      </w:r>
      <w:r>
        <w:rPr>
          <w:rtl/>
        </w:rPr>
        <w:t>ر آفتاب رها كرد و به همراه سپاه</w:t>
      </w:r>
      <w:r w:rsidR="00E275C9">
        <w:rPr>
          <w:rtl/>
        </w:rPr>
        <w:t>ی</w:t>
      </w:r>
      <w:r>
        <w:rPr>
          <w:rtl/>
        </w:rPr>
        <w:t>ان خود و اسرا</w:t>
      </w:r>
      <w:r w:rsidR="00E275C9">
        <w:rPr>
          <w:rtl/>
        </w:rPr>
        <w:t xml:space="preserve">، </w:t>
      </w:r>
      <w:r>
        <w:rPr>
          <w:rtl/>
        </w:rPr>
        <w:t>به سوى كوفه روان شد</w:t>
      </w:r>
      <w:r w:rsidR="00E275C9">
        <w:rPr>
          <w:rtl/>
        </w:rPr>
        <w:t xml:space="preserve">، </w:t>
      </w: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نكه به دروازه كوفه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قاصدى از طرف «ابن ز</w:t>
      </w:r>
      <w:r w:rsidR="00E275C9">
        <w:rPr>
          <w:rtl/>
        </w:rPr>
        <w:t>ی</w:t>
      </w:r>
      <w:r>
        <w:rPr>
          <w:rtl/>
        </w:rPr>
        <w:t>اد» به وى گفت</w:t>
      </w:r>
      <w:r w:rsidR="00E275C9">
        <w:rPr>
          <w:rtl/>
        </w:rPr>
        <w:t xml:space="preserve">: </w:t>
      </w:r>
      <w:r>
        <w:rPr>
          <w:rtl/>
        </w:rPr>
        <w:t>امروز اسرا را ب</w:t>
      </w:r>
      <w:r w:rsidR="00E275C9">
        <w:rPr>
          <w:rtl/>
        </w:rPr>
        <w:t>ی</w:t>
      </w:r>
      <w:r>
        <w:rPr>
          <w:rtl/>
        </w:rPr>
        <w:t>رون شهر نگهدار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هدف «عب</w:t>
      </w:r>
      <w:r w:rsidR="00E275C9">
        <w:rPr>
          <w:rtl/>
        </w:rPr>
        <w:t>ی</w:t>
      </w:r>
      <w:r>
        <w:rPr>
          <w:rtl/>
        </w:rPr>
        <w:t>داللّه » از ا</w:t>
      </w:r>
      <w:r w:rsidR="00E275C9">
        <w:rPr>
          <w:rtl/>
        </w:rPr>
        <w:t>ی</w:t>
      </w:r>
      <w:r>
        <w:rPr>
          <w:rtl/>
        </w:rPr>
        <w:t>ن كار ا</w:t>
      </w:r>
      <w:r w:rsidR="00E275C9">
        <w:rPr>
          <w:rtl/>
        </w:rPr>
        <w:t>ی</w:t>
      </w:r>
      <w:r>
        <w:rPr>
          <w:rtl/>
        </w:rPr>
        <w:t>ن بود كه زم</w:t>
      </w:r>
      <w:r w:rsidR="00E275C9">
        <w:rPr>
          <w:rtl/>
        </w:rPr>
        <w:t>ی</w:t>
      </w:r>
      <w:r>
        <w:rPr>
          <w:rtl/>
        </w:rPr>
        <w:t>نه را جهت ورود آنان آماده كند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مردم كوفه از خواب غفلت ب</w:t>
      </w:r>
      <w:r w:rsidR="00E275C9">
        <w:rPr>
          <w:rtl/>
        </w:rPr>
        <w:t>ی</w:t>
      </w:r>
      <w:r>
        <w:rPr>
          <w:rtl/>
        </w:rPr>
        <w:t>دار شده بودند و از جنا</w:t>
      </w:r>
      <w:r w:rsidR="00E275C9">
        <w:rPr>
          <w:rtl/>
        </w:rPr>
        <w:t>ی</w:t>
      </w:r>
      <w:r>
        <w:rPr>
          <w:rtl/>
        </w:rPr>
        <w:t>تى كه در صحراى كربلا به وقوع پ</w:t>
      </w:r>
      <w:r w:rsidR="00E275C9">
        <w:rPr>
          <w:rtl/>
        </w:rPr>
        <w:t>ی</w:t>
      </w:r>
      <w:r>
        <w:rPr>
          <w:rtl/>
        </w:rPr>
        <w:t>وسته بود</w:t>
      </w:r>
      <w:r w:rsidR="00E275C9">
        <w:rPr>
          <w:rtl/>
        </w:rPr>
        <w:t xml:space="preserve">، </w:t>
      </w:r>
      <w:r>
        <w:rPr>
          <w:rtl/>
        </w:rPr>
        <w:t>بى نها</w:t>
      </w:r>
      <w:r w:rsidR="00E275C9">
        <w:rPr>
          <w:rtl/>
        </w:rPr>
        <w:t>ی</w:t>
      </w:r>
      <w:r>
        <w:rPr>
          <w:rtl/>
        </w:rPr>
        <w:t>ت خشمگ</w:t>
      </w:r>
      <w:r w:rsidR="00E275C9">
        <w:rPr>
          <w:rtl/>
        </w:rPr>
        <w:t>ی</w:t>
      </w:r>
      <w:r>
        <w:rPr>
          <w:rtl/>
        </w:rPr>
        <w:t>ن شده و مستعد انقلاب و ق</w:t>
      </w:r>
      <w:r w:rsidR="00E275C9">
        <w:rPr>
          <w:rtl/>
        </w:rPr>
        <w:t>ی</w:t>
      </w:r>
      <w:r>
        <w:rPr>
          <w:rtl/>
        </w:rPr>
        <w:t>ام بودند</w:t>
      </w:r>
      <w:r w:rsidR="00E275C9">
        <w:rPr>
          <w:rtl/>
        </w:rPr>
        <w:t xml:space="preserve">. </w:t>
      </w:r>
    </w:p>
    <w:p w:rsidR="00134B66" w:rsidRDefault="00B514CF" w:rsidP="00134B66">
      <w:pPr>
        <w:pStyle w:val="libNormal"/>
        <w:rPr>
          <w:rtl/>
        </w:rPr>
      </w:pPr>
      <w:r>
        <w:rPr>
          <w:rtl/>
        </w:rPr>
        <w:t>بالاخره</w:t>
      </w:r>
      <w:r w:rsidR="00134B66">
        <w:rPr>
          <w:rtl/>
        </w:rPr>
        <w:t xml:space="preserve"> روز دوازدهم محرم در حالى كه </w:t>
      </w:r>
      <w:r w:rsidR="00883263">
        <w:rPr>
          <w:rtl/>
        </w:rPr>
        <w:t>72</w:t>
      </w:r>
      <w:r w:rsidR="00134B66">
        <w:rPr>
          <w:rtl/>
        </w:rPr>
        <w:t xml:space="preserve"> سر بر بالاى ن</w:t>
      </w:r>
      <w:r w:rsidR="00E275C9">
        <w:rPr>
          <w:rtl/>
        </w:rPr>
        <w:t>ی</w:t>
      </w:r>
      <w:r w:rsidR="00134B66">
        <w:rPr>
          <w:rtl/>
        </w:rPr>
        <w:t>زه جلوه گرى مى كرد</w:t>
      </w:r>
      <w:r w:rsidR="0020655A">
        <w:rPr>
          <w:rtl/>
        </w:rPr>
        <w:t xml:space="preserve"> </w:t>
      </w:r>
      <w:r w:rsidR="00134B66">
        <w:rPr>
          <w:rtl/>
        </w:rPr>
        <w:t>و در پ</w:t>
      </w:r>
      <w:r w:rsidR="00E275C9">
        <w:rPr>
          <w:rtl/>
        </w:rPr>
        <w:t>ی</w:t>
      </w:r>
      <w:r w:rsidR="00134B66">
        <w:rPr>
          <w:rtl/>
        </w:rPr>
        <w:t>شاپ</w:t>
      </w:r>
      <w:r w:rsidR="00E275C9">
        <w:rPr>
          <w:rtl/>
        </w:rPr>
        <w:t>ی</w:t>
      </w:r>
      <w:r w:rsidR="00134B66">
        <w:rPr>
          <w:rtl/>
        </w:rPr>
        <w:t>ش كاروان اس</w:t>
      </w:r>
      <w:r w:rsidR="00E275C9">
        <w:rPr>
          <w:rtl/>
        </w:rPr>
        <w:t>ی</w:t>
      </w:r>
      <w:r w:rsidR="00134B66">
        <w:rPr>
          <w:rtl/>
        </w:rPr>
        <w:t>ران حركت داده مى شد</w:t>
      </w:r>
      <w:r w:rsidR="00E275C9">
        <w:rPr>
          <w:rtl/>
        </w:rPr>
        <w:t xml:space="preserve">، </w:t>
      </w:r>
      <w:r w:rsidR="00134B66">
        <w:rPr>
          <w:rtl/>
        </w:rPr>
        <w:t>اسراى اهل ب</w:t>
      </w:r>
      <w:r w:rsidR="00E275C9">
        <w:rPr>
          <w:rtl/>
        </w:rPr>
        <w:t>ی</w:t>
      </w:r>
      <w:r w:rsidR="00134B66">
        <w:rPr>
          <w:rtl/>
        </w:rPr>
        <w:t>ت طهارت را</w:t>
      </w:r>
      <w:r w:rsidR="00E275C9">
        <w:rPr>
          <w:rtl/>
        </w:rPr>
        <w:t xml:space="preserve">، </w:t>
      </w:r>
      <w:r w:rsidR="00134B66">
        <w:rPr>
          <w:rtl/>
        </w:rPr>
        <w:t>وارد كوفه كردند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«شمر بن ذى الجوشن » غرق در سرور و شادمانى</w:t>
      </w:r>
      <w:r w:rsidR="00E275C9">
        <w:rPr>
          <w:rtl/>
        </w:rPr>
        <w:t xml:space="preserve">،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شاپ</w:t>
      </w:r>
      <w:r w:rsidR="00E275C9">
        <w:rPr>
          <w:rtl/>
        </w:rPr>
        <w:t>ی</w:t>
      </w:r>
      <w:r>
        <w:rPr>
          <w:rtl/>
        </w:rPr>
        <w:t>ش همه</w:t>
      </w:r>
      <w:r w:rsidR="00E275C9">
        <w:rPr>
          <w:rtl/>
        </w:rPr>
        <w:t xml:space="preserve">، </w:t>
      </w:r>
      <w:r>
        <w:rPr>
          <w:rtl/>
        </w:rPr>
        <w:t>اسب تازان پ</w:t>
      </w:r>
      <w:r w:rsidR="00E275C9">
        <w:rPr>
          <w:rtl/>
        </w:rPr>
        <w:t>ی</w:t>
      </w:r>
      <w:r>
        <w:rPr>
          <w:rtl/>
        </w:rPr>
        <w:t>ش مى رفت و پ</w:t>
      </w:r>
      <w:r w:rsidR="00E275C9">
        <w:rPr>
          <w:rtl/>
        </w:rPr>
        <w:t>ی</w:t>
      </w:r>
      <w:r>
        <w:rPr>
          <w:rtl/>
        </w:rPr>
        <w:t>وسته به اطراف</w:t>
      </w:r>
      <w:r w:rsidR="00E275C9">
        <w:rPr>
          <w:rtl/>
        </w:rPr>
        <w:t>ی</w:t>
      </w:r>
      <w:r>
        <w:rPr>
          <w:rtl/>
        </w:rPr>
        <w:t>ان خود دستور مى داد كه مواظب نظم مردم باشند</w:t>
      </w:r>
      <w:r w:rsidR="00E275C9">
        <w:rPr>
          <w:rtl/>
        </w:rPr>
        <w:t xml:space="preserve">. </w:t>
      </w:r>
      <w:r>
        <w:rPr>
          <w:rtl/>
        </w:rPr>
        <w:t>گروه ز</w:t>
      </w:r>
      <w:r w:rsidR="00E275C9">
        <w:rPr>
          <w:rtl/>
        </w:rPr>
        <w:t>ی</w:t>
      </w:r>
      <w:r>
        <w:rPr>
          <w:rtl/>
        </w:rPr>
        <w:t>ادى از زن و مرد و كودك</w:t>
      </w:r>
      <w:r w:rsidR="00E275C9">
        <w:rPr>
          <w:rtl/>
        </w:rPr>
        <w:t xml:space="preserve">، </w:t>
      </w:r>
      <w:r>
        <w:rPr>
          <w:rtl/>
        </w:rPr>
        <w:t>اطراف مس</w:t>
      </w:r>
      <w:r w:rsidR="00E275C9">
        <w:rPr>
          <w:rtl/>
        </w:rPr>
        <w:t>ی</w:t>
      </w:r>
      <w:r>
        <w:rPr>
          <w:rtl/>
        </w:rPr>
        <w:t>ر اسرا جهت تماشا ا</w:t>
      </w:r>
      <w:r w:rsidR="00E275C9">
        <w:rPr>
          <w:rtl/>
        </w:rPr>
        <w:t>ی</w:t>
      </w:r>
      <w:r>
        <w:rPr>
          <w:rtl/>
        </w:rPr>
        <w:t>ستاده بودند</w:t>
      </w:r>
      <w:r w:rsidR="00E275C9">
        <w:rPr>
          <w:rtl/>
        </w:rPr>
        <w:t xml:space="preserve">، </w:t>
      </w:r>
      <w:r>
        <w:rPr>
          <w:rtl/>
        </w:rPr>
        <w:t>عدّه اى كه از جر</w:t>
      </w:r>
      <w:r w:rsidR="00E275C9">
        <w:rPr>
          <w:rtl/>
        </w:rPr>
        <w:t>ی</w:t>
      </w:r>
      <w:r>
        <w:rPr>
          <w:rtl/>
        </w:rPr>
        <w:t>ان اطلاع داشتند</w:t>
      </w:r>
      <w:r w:rsidR="00E275C9">
        <w:rPr>
          <w:rtl/>
        </w:rPr>
        <w:t xml:space="preserve">، </w:t>
      </w:r>
      <w:r>
        <w:rPr>
          <w:rtl/>
        </w:rPr>
        <w:t>گاه گاهى با همراه خود چ</w:t>
      </w:r>
      <w:r w:rsidR="00E275C9">
        <w:rPr>
          <w:rtl/>
        </w:rPr>
        <w:t>ی</w:t>
      </w:r>
      <w:r>
        <w:rPr>
          <w:rtl/>
        </w:rPr>
        <w:t>زى مى گفتند</w:t>
      </w:r>
      <w:r w:rsidR="00E275C9">
        <w:rPr>
          <w:rtl/>
        </w:rPr>
        <w:t>، ی</w:t>
      </w:r>
      <w:r>
        <w:rPr>
          <w:rtl/>
        </w:rPr>
        <w:t>كى زمزمه مى كرد ا</w:t>
      </w:r>
      <w:r w:rsidR="00E275C9">
        <w:rPr>
          <w:rtl/>
        </w:rPr>
        <w:t>ی</w:t>
      </w:r>
      <w:r>
        <w:rPr>
          <w:rtl/>
        </w:rPr>
        <w:t xml:space="preserve">نان قبلاً گفته بودند </w:t>
      </w:r>
      <w:r w:rsidR="00E275C9">
        <w:rPr>
          <w:rtl/>
        </w:rPr>
        <w:t>ی</w:t>
      </w:r>
      <w:r>
        <w:rPr>
          <w:rtl/>
        </w:rPr>
        <w:t xml:space="preserve">ك نفر خارجى بر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ق</w:t>
      </w:r>
      <w:r w:rsidR="00E275C9">
        <w:rPr>
          <w:rtl/>
        </w:rPr>
        <w:t>ی</w:t>
      </w:r>
      <w:r>
        <w:rPr>
          <w:rtl/>
        </w:rPr>
        <w:t>ام كرده كه او را كشته و اهل ب</w:t>
      </w:r>
      <w:r w:rsidR="00E275C9">
        <w:rPr>
          <w:rtl/>
        </w:rPr>
        <w:t>ی</w:t>
      </w:r>
      <w:r>
        <w:rPr>
          <w:rtl/>
        </w:rPr>
        <w:t>ت او را اس</w:t>
      </w:r>
      <w:r w:rsidR="00E275C9">
        <w:rPr>
          <w:rtl/>
        </w:rPr>
        <w:t>ی</w:t>
      </w:r>
      <w:r>
        <w:rPr>
          <w:rtl/>
        </w:rPr>
        <w:t>ر كرده اند</w:t>
      </w:r>
      <w:r w:rsidR="00E275C9">
        <w:rPr>
          <w:rtl/>
        </w:rPr>
        <w:t xml:space="preserve">، </w:t>
      </w:r>
      <w:r>
        <w:rPr>
          <w:rtl/>
        </w:rPr>
        <w:t>مگر آن سر كه بر بالاى ن</w:t>
      </w:r>
      <w:r w:rsidR="00E275C9">
        <w:rPr>
          <w:rtl/>
        </w:rPr>
        <w:t>ی</w:t>
      </w:r>
      <w:r>
        <w:rPr>
          <w:rtl/>
        </w:rPr>
        <w:t>زه است سر حس</w:t>
      </w:r>
      <w:r w:rsidR="00E275C9">
        <w:rPr>
          <w:rtl/>
        </w:rPr>
        <w:t>ی</w:t>
      </w:r>
      <w:r>
        <w:rPr>
          <w:rtl/>
        </w:rPr>
        <w:t xml:space="preserve">ن بن على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، </w:t>
      </w:r>
      <w:r>
        <w:rPr>
          <w:rtl/>
        </w:rPr>
        <w:t>آن د</w:t>
      </w:r>
      <w:r w:rsidR="00E275C9">
        <w:rPr>
          <w:rtl/>
        </w:rPr>
        <w:t>ی</w:t>
      </w:r>
      <w:r>
        <w:rPr>
          <w:rtl/>
        </w:rPr>
        <w:t>گرى «حب</w:t>
      </w:r>
      <w:r w:rsidR="00E275C9">
        <w:rPr>
          <w:rtl/>
        </w:rPr>
        <w:t>ی</w:t>
      </w:r>
      <w:r>
        <w:rPr>
          <w:rtl/>
        </w:rPr>
        <w:t xml:space="preserve">ب » است و </w:t>
      </w:r>
      <w:r>
        <w:rPr>
          <w:rtl/>
        </w:rPr>
        <w:lastRenderedPageBreak/>
        <w:t>آن هم مسلم بن عوسجه آن د</w:t>
      </w:r>
      <w:r w:rsidR="00E275C9">
        <w:rPr>
          <w:rtl/>
        </w:rPr>
        <w:t>ی</w:t>
      </w:r>
      <w:r>
        <w:rPr>
          <w:rtl/>
        </w:rPr>
        <w:t>گرى و آن د</w:t>
      </w:r>
      <w:r w:rsidR="00E275C9">
        <w:rPr>
          <w:rtl/>
        </w:rPr>
        <w:t>ی</w:t>
      </w:r>
      <w:r>
        <w:rPr>
          <w:rtl/>
        </w:rPr>
        <w:t>گرى و</w:t>
      </w:r>
      <w:r w:rsidR="00E275C9">
        <w:rPr>
          <w:rtl/>
        </w:rPr>
        <w:t xml:space="preserve">... </w:t>
      </w:r>
      <w:r>
        <w:rPr>
          <w:rtl/>
        </w:rPr>
        <w:t>همه آشنا هستند</w:t>
      </w:r>
      <w:r w:rsidR="00E275C9">
        <w:rPr>
          <w:rtl/>
        </w:rPr>
        <w:t xml:space="preserve">. </w:t>
      </w:r>
      <w:r>
        <w:rPr>
          <w:rtl/>
        </w:rPr>
        <w:t>مگر ا</w:t>
      </w:r>
      <w:r w:rsidR="00E275C9">
        <w:rPr>
          <w:rtl/>
        </w:rPr>
        <w:t>ی</w:t>
      </w:r>
      <w:r>
        <w:rPr>
          <w:rtl/>
        </w:rPr>
        <w:t>ن اسرا همه از خاندان پ</w:t>
      </w:r>
      <w:r w:rsidR="00E275C9">
        <w:rPr>
          <w:rtl/>
        </w:rPr>
        <w:t>ی</w:t>
      </w:r>
      <w:r>
        <w:rPr>
          <w:rtl/>
        </w:rPr>
        <w:t>غمبر و دوستان آنان ن</w:t>
      </w:r>
      <w:r w:rsidR="00E275C9">
        <w:rPr>
          <w:rtl/>
        </w:rPr>
        <w:t>ی</w:t>
      </w:r>
      <w:r>
        <w:rPr>
          <w:rtl/>
        </w:rPr>
        <w:t>ستند</w:t>
      </w:r>
      <w:r w:rsidR="00E275C9">
        <w:rPr>
          <w:rtl/>
        </w:rPr>
        <w:t xml:space="preserve">؟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آل رسول</w:t>
      </w:r>
      <w:r w:rsidR="00E275C9">
        <w:rPr>
          <w:rtl/>
        </w:rPr>
        <w:t xml:space="preserve">، </w:t>
      </w:r>
      <w:r>
        <w:rPr>
          <w:rtl/>
        </w:rPr>
        <w:t>خارجى هستند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ابن ز</w:t>
      </w:r>
      <w:r w:rsidR="00E275C9">
        <w:rPr>
          <w:rtl/>
        </w:rPr>
        <w:t>ی</w:t>
      </w:r>
      <w:r>
        <w:rPr>
          <w:rtl/>
        </w:rPr>
        <w:t>اد چرا چن</w:t>
      </w:r>
      <w:r w:rsidR="00E275C9">
        <w:rPr>
          <w:rtl/>
        </w:rPr>
        <w:t>ی</w:t>
      </w:r>
      <w:r>
        <w:rPr>
          <w:rtl/>
        </w:rPr>
        <w:t>ن جنا</w:t>
      </w:r>
      <w:r w:rsidR="00E275C9">
        <w:rPr>
          <w:rtl/>
        </w:rPr>
        <w:t>ی</w:t>
      </w:r>
      <w:r>
        <w:rPr>
          <w:rtl/>
        </w:rPr>
        <w:t>ت بزرگى را مرتكب شد</w:t>
      </w:r>
      <w:r w:rsidR="00E275C9">
        <w:rPr>
          <w:rtl/>
        </w:rPr>
        <w:t xml:space="preserve">؟ </w:t>
      </w:r>
      <w:r>
        <w:rPr>
          <w:rtl/>
        </w:rPr>
        <w:t>راستى مگر خود مردم كوفه</w:t>
      </w:r>
      <w:r w:rsidR="00E275C9">
        <w:rPr>
          <w:rtl/>
        </w:rPr>
        <w:t xml:space="preserve">، </w:t>
      </w:r>
      <w:r>
        <w:rPr>
          <w:rtl/>
        </w:rPr>
        <w:t>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به ق</w:t>
      </w:r>
      <w:r w:rsidR="00E275C9">
        <w:rPr>
          <w:rtl/>
        </w:rPr>
        <w:t>ی</w:t>
      </w:r>
      <w:r>
        <w:rPr>
          <w:rtl/>
        </w:rPr>
        <w:t>ام بر عل</w:t>
      </w:r>
      <w:r w:rsidR="00E275C9">
        <w:rPr>
          <w:rtl/>
        </w:rPr>
        <w:t>ی</w:t>
      </w:r>
      <w:r>
        <w:rPr>
          <w:rtl/>
        </w:rPr>
        <w:t xml:space="preserve">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دعوت نكردند</w:t>
      </w:r>
      <w:r w:rsidR="00E275C9">
        <w:rPr>
          <w:rtl/>
        </w:rPr>
        <w:t xml:space="preserve">؟ </w:t>
      </w:r>
      <w:r>
        <w:rPr>
          <w:rtl/>
        </w:rPr>
        <w:t>پس چرا برخلاف عهد و پ</w:t>
      </w:r>
      <w:r w:rsidR="00E275C9">
        <w:rPr>
          <w:rtl/>
        </w:rPr>
        <w:t>ی</w:t>
      </w:r>
      <w:r>
        <w:rPr>
          <w:rtl/>
        </w:rPr>
        <w:t>مان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شمش</w:t>
      </w:r>
      <w:r w:rsidR="00E275C9">
        <w:rPr>
          <w:rtl/>
        </w:rPr>
        <w:t>ی</w:t>
      </w:r>
      <w:r>
        <w:rPr>
          <w:rtl/>
        </w:rPr>
        <w:t>ر بر وى كش</w:t>
      </w:r>
      <w:r w:rsidR="00E275C9">
        <w:rPr>
          <w:rtl/>
        </w:rPr>
        <w:t>ی</w:t>
      </w:r>
      <w:r>
        <w:rPr>
          <w:rtl/>
        </w:rPr>
        <w:t>دند و چن</w:t>
      </w:r>
      <w:r w:rsidR="00E275C9">
        <w:rPr>
          <w:rtl/>
        </w:rPr>
        <w:t>ی</w:t>
      </w:r>
      <w:r>
        <w:rPr>
          <w:rtl/>
        </w:rPr>
        <w:t>ن كار زشتى را انجام دادند و سپس زن و فرزندش</w:t>
      </w:r>
      <w:r w:rsidR="00E275C9">
        <w:rPr>
          <w:rtl/>
        </w:rPr>
        <w:t xml:space="preserve"> </w:t>
      </w:r>
      <w:r>
        <w:rPr>
          <w:rtl/>
        </w:rPr>
        <w:t>را اس</w:t>
      </w:r>
      <w:r w:rsidR="00E275C9">
        <w:rPr>
          <w:rtl/>
        </w:rPr>
        <w:t>ی</w:t>
      </w:r>
      <w:r>
        <w:rPr>
          <w:rtl/>
        </w:rPr>
        <w:t>ر كردند</w:t>
      </w:r>
      <w:r w:rsidR="00E275C9">
        <w:rPr>
          <w:rtl/>
        </w:rPr>
        <w:t xml:space="preserve">؟ </w:t>
      </w:r>
      <w:r>
        <w:rPr>
          <w:rtl/>
        </w:rPr>
        <w:t>مگر آن زن كه بر پشت آن شتر بى جهاز قرار گرفته</w:t>
      </w:r>
      <w:r w:rsidR="00E275C9">
        <w:rPr>
          <w:rtl/>
        </w:rPr>
        <w:t xml:space="preserve">، </w:t>
      </w:r>
      <w:r>
        <w:rPr>
          <w:rtl/>
        </w:rPr>
        <w:t>«ز</w:t>
      </w:r>
      <w:r w:rsidR="00E275C9">
        <w:rPr>
          <w:rtl/>
        </w:rPr>
        <w:t>ی</w:t>
      </w:r>
      <w:r>
        <w:rPr>
          <w:rtl/>
        </w:rPr>
        <w:t xml:space="preserve">نب كبرى » دختر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آن د</w:t>
      </w:r>
      <w:r w:rsidR="00E275C9">
        <w:rPr>
          <w:rtl/>
        </w:rPr>
        <w:t>ی</w:t>
      </w:r>
      <w:r>
        <w:rPr>
          <w:rtl/>
        </w:rPr>
        <w:t>گرى كه بر روى آن شتر بى جهاز د</w:t>
      </w:r>
      <w:r w:rsidR="00E275C9">
        <w:rPr>
          <w:rtl/>
        </w:rPr>
        <w:t>ی</w:t>
      </w:r>
      <w:r>
        <w:rPr>
          <w:rtl/>
        </w:rPr>
        <w:t>گر است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صغرى</w:t>
      </w:r>
      <w:r w:rsidR="00E275C9">
        <w:rPr>
          <w:rtl/>
        </w:rPr>
        <w:t xml:space="preserve">، </w:t>
      </w:r>
      <w:r>
        <w:rPr>
          <w:rtl/>
        </w:rPr>
        <w:t>«كلثوم » 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واى بر ما مردم كوفه</w:t>
      </w:r>
      <w:r w:rsidR="00E275C9">
        <w:rPr>
          <w:rtl/>
        </w:rPr>
        <w:t xml:space="preserve">! </w:t>
      </w:r>
      <w:r>
        <w:rPr>
          <w:rtl/>
        </w:rPr>
        <w:t>اگر خداوند به واسطه بى حرمتى و جسارتى كه نسبت به خاندان رسولش روا شده ما را به عذابى سخت گرفتار كند به كجا مى توان روى آورد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با وجود سربازان مسلّحى كه اطراف و جوانب را ز</w:t>
      </w:r>
      <w:r w:rsidR="00E275C9">
        <w:rPr>
          <w:rtl/>
        </w:rPr>
        <w:t>ی</w:t>
      </w:r>
      <w:r>
        <w:rPr>
          <w:rtl/>
        </w:rPr>
        <w:t>ر نظر داشتند وهمه راكنترل مى كردند</w:t>
      </w:r>
      <w:r w:rsidR="00E275C9">
        <w:rPr>
          <w:rtl/>
        </w:rPr>
        <w:t xml:space="preserve">، </w:t>
      </w:r>
      <w:r>
        <w:rPr>
          <w:rtl/>
        </w:rPr>
        <w:t>از ا</w:t>
      </w:r>
      <w:r w:rsidR="00E275C9">
        <w:rPr>
          <w:rtl/>
        </w:rPr>
        <w:t>ی</w:t>
      </w:r>
      <w:r>
        <w:rPr>
          <w:rtl/>
        </w:rPr>
        <w:t>ن قب</w:t>
      </w:r>
      <w:r w:rsidR="00E275C9">
        <w:rPr>
          <w:rtl/>
        </w:rPr>
        <w:t>ی</w:t>
      </w:r>
      <w:r>
        <w:rPr>
          <w:rtl/>
        </w:rPr>
        <w:t>ل زمزمه ها و درگوشى سخن گفتنها ز</w:t>
      </w:r>
      <w:r w:rsidR="00E275C9">
        <w:rPr>
          <w:rtl/>
        </w:rPr>
        <w:t>ی</w:t>
      </w:r>
      <w:r>
        <w:rPr>
          <w:rtl/>
        </w:rPr>
        <w:t>اد رد و بدل مى شد و اشك حسرت و ندامت از د</w:t>
      </w:r>
      <w:r w:rsidR="00E275C9">
        <w:rPr>
          <w:rtl/>
        </w:rPr>
        <w:t>ی</w:t>
      </w:r>
      <w:r>
        <w:rPr>
          <w:rtl/>
        </w:rPr>
        <w:t>ده مردان و زنان و كودكان</w:t>
      </w:r>
      <w:r w:rsidR="00E275C9">
        <w:rPr>
          <w:rtl/>
        </w:rPr>
        <w:t xml:space="preserve">، </w:t>
      </w:r>
      <w:r>
        <w:rPr>
          <w:rtl/>
        </w:rPr>
        <w:t>سراز</w:t>
      </w:r>
      <w:r w:rsidR="00E275C9">
        <w:rPr>
          <w:rtl/>
        </w:rPr>
        <w:t>ی</w:t>
      </w:r>
      <w:r>
        <w:rPr>
          <w:rtl/>
        </w:rPr>
        <w:t>ر بود</w:t>
      </w:r>
      <w:r w:rsidR="00E275C9">
        <w:rPr>
          <w:rtl/>
        </w:rPr>
        <w:t xml:space="preserve">. </w:t>
      </w:r>
      <w:r>
        <w:rPr>
          <w:rtl/>
        </w:rPr>
        <w:t>تماشاچ</w:t>
      </w:r>
      <w:r w:rsidR="00E275C9">
        <w:rPr>
          <w:rtl/>
        </w:rPr>
        <w:t>ی</w:t>
      </w:r>
      <w:r>
        <w:rPr>
          <w:rtl/>
        </w:rPr>
        <w:t>ان</w:t>
      </w:r>
      <w:r w:rsidR="00E275C9">
        <w:rPr>
          <w:rtl/>
        </w:rPr>
        <w:t xml:space="preserve">، </w:t>
      </w:r>
      <w:r>
        <w:rPr>
          <w:rtl/>
        </w:rPr>
        <w:t>گاه و ب</w:t>
      </w:r>
      <w:r w:rsidR="00E275C9">
        <w:rPr>
          <w:rtl/>
        </w:rPr>
        <w:t>ی</w:t>
      </w:r>
      <w:r>
        <w:rPr>
          <w:rtl/>
        </w:rPr>
        <w:t>گاه</w:t>
      </w:r>
      <w:r w:rsidR="00E275C9">
        <w:rPr>
          <w:rtl/>
        </w:rPr>
        <w:t xml:space="preserve">، </w:t>
      </w:r>
      <w:r>
        <w:rPr>
          <w:rtl/>
        </w:rPr>
        <w:t>آهسته و ز</w:t>
      </w:r>
      <w:r w:rsidR="00E275C9">
        <w:rPr>
          <w:rtl/>
        </w:rPr>
        <w:t>ی</w:t>
      </w:r>
      <w:r>
        <w:rPr>
          <w:rtl/>
        </w:rPr>
        <w:t>ر لب مى گفتند</w:t>
      </w:r>
      <w:r w:rsidR="00E275C9">
        <w:rPr>
          <w:rtl/>
        </w:rPr>
        <w:t xml:space="preserve">: </w:t>
      </w:r>
      <w:r>
        <w:rPr>
          <w:rtl/>
        </w:rPr>
        <w:t>تف بر شما مردمان پست وگرگ صفت</w:t>
      </w:r>
      <w:r w:rsidR="00E275C9">
        <w:rPr>
          <w:rtl/>
        </w:rPr>
        <w:t xml:space="preserve">! </w:t>
      </w:r>
      <w:r>
        <w:rPr>
          <w:rtl/>
        </w:rPr>
        <w:t>كه جگرگوشه رسول خدا را كشت</w:t>
      </w:r>
      <w:r w:rsidR="00E275C9">
        <w:rPr>
          <w:rtl/>
        </w:rPr>
        <w:t>ی</w:t>
      </w:r>
      <w:r>
        <w:rPr>
          <w:rtl/>
        </w:rPr>
        <w:t>د و زنان و فرزندانش را مانند اس</w:t>
      </w:r>
      <w:r w:rsidR="00E275C9">
        <w:rPr>
          <w:rtl/>
        </w:rPr>
        <w:t>ی</w:t>
      </w:r>
      <w:r>
        <w:rPr>
          <w:rtl/>
        </w:rPr>
        <w:t>ران رومى و غ</w:t>
      </w:r>
      <w:r w:rsidR="00E275C9">
        <w:rPr>
          <w:rtl/>
        </w:rPr>
        <w:t>ی</w:t>
      </w:r>
      <w:r>
        <w:rPr>
          <w:rtl/>
        </w:rPr>
        <w:t>ره همراه خود حركت مى ده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رفته رفته تپ</w:t>
      </w:r>
      <w:r w:rsidR="00E275C9">
        <w:rPr>
          <w:rtl/>
        </w:rPr>
        <w:t>ی</w:t>
      </w:r>
      <w:r>
        <w:rPr>
          <w:rtl/>
        </w:rPr>
        <w:t xml:space="preserve">دن دلها به صورت ناله و افسوس و </w:t>
      </w:r>
      <w:r w:rsidR="00B514CF">
        <w:rPr>
          <w:rtl/>
        </w:rPr>
        <w:t>بالاخره</w:t>
      </w:r>
      <w:r>
        <w:rPr>
          <w:rtl/>
        </w:rPr>
        <w:t xml:space="preserve"> به شكل گر</w:t>
      </w:r>
      <w:r w:rsidR="00E275C9">
        <w:rPr>
          <w:rtl/>
        </w:rPr>
        <w:t>ی</w:t>
      </w:r>
      <w:r>
        <w:rPr>
          <w:rtl/>
        </w:rPr>
        <w:t>ه شد</w:t>
      </w:r>
      <w:r w:rsidR="00E275C9">
        <w:rPr>
          <w:rtl/>
        </w:rPr>
        <w:t>ی</w:t>
      </w:r>
      <w:r>
        <w:rPr>
          <w:rtl/>
        </w:rPr>
        <w:t>د و زارى و اندوه</w:t>
      </w:r>
      <w:r w:rsidR="00E275C9">
        <w:rPr>
          <w:rtl/>
        </w:rPr>
        <w:t xml:space="preserve">، </w:t>
      </w:r>
      <w:r>
        <w:rPr>
          <w:rtl/>
        </w:rPr>
        <w:t>خودنما</w:t>
      </w:r>
      <w:r w:rsidR="00E275C9">
        <w:rPr>
          <w:rtl/>
        </w:rPr>
        <w:t>ی</w:t>
      </w:r>
      <w:r>
        <w:rPr>
          <w:rtl/>
        </w:rPr>
        <w:t>ى كرد و صداى گر</w:t>
      </w:r>
      <w:r w:rsidR="00E275C9">
        <w:rPr>
          <w:rtl/>
        </w:rPr>
        <w:t>ی</w:t>
      </w:r>
      <w:r>
        <w:rPr>
          <w:rtl/>
        </w:rPr>
        <w:t>ه و ناله همه جا را فرا گرفت</w:t>
      </w:r>
      <w:r w:rsidR="00E275C9">
        <w:rPr>
          <w:rtl/>
        </w:rPr>
        <w:t xml:space="preserve">، </w:t>
      </w:r>
      <w:r>
        <w:rPr>
          <w:rtl/>
        </w:rPr>
        <w:t>ناگهان ز</w:t>
      </w:r>
      <w:r w:rsidR="00E275C9">
        <w:rPr>
          <w:rtl/>
        </w:rPr>
        <w:t>ی</w:t>
      </w:r>
      <w:r>
        <w:rPr>
          <w:rtl/>
        </w:rPr>
        <w:t>نب كبرى</w:t>
      </w:r>
      <w:r w:rsidR="00E275C9">
        <w:rPr>
          <w:rtl/>
        </w:rPr>
        <w:t xml:space="preserve">، </w:t>
      </w:r>
      <w:r>
        <w:rPr>
          <w:rtl/>
        </w:rPr>
        <w:t>قافله سالار اسرا و رش</w:t>
      </w:r>
      <w:r w:rsidR="00E275C9">
        <w:rPr>
          <w:rtl/>
        </w:rPr>
        <w:t>ی</w:t>
      </w:r>
      <w:r>
        <w:rPr>
          <w:rtl/>
        </w:rPr>
        <w:t>ده ا</w:t>
      </w:r>
      <w:r w:rsidR="00E275C9">
        <w:rPr>
          <w:rtl/>
        </w:rPr>
        <w:t>ی</w:t>
      </w:r>
      <w:r>
        <w:rPr>
          <w:rtl/>
        </w:rPr>
        <w:t>ام</w:t>
      </w:r>
      <w:r w:rsidR="00E275C9">
        <w:rPr>
          <w:rtl/>
        </w:rPr>
        <w:t xml:space="preserve">، </w:t>
      </w:r>
      <w:r>
        <w:rPr>
          <w:rtl/>
        </w:rPr>
        <w:t>فر</w:t>
      </w:r>
      <w:r w:rsidR="00E275C9">
        <w:rPr>
          <w:rtl/>
        </w:rPr>
        <w:t>ی</w:t>
      </w:r>
      <w:r>
        <w:rPr>
          <w:rtl/>
        </w:rPr>
        <w:t>اد زد</w:t>
      </w:r>
      <w:r w:rsidR="00E275C9">
        <w:rPr>
          <w:rtl/>
        </w:rPr>
        <w:t xml:space="preserve">: </w:t>
      </w:r>
      <w:r>
        <w:rPr>
          <w:rtl/>
        </w:rPr>
        <w:t>«ساكت شو</w:t>
      </w:r>
      <w:r w:rsidR="00E275C9">
        <w:rPr>
          <w:rtl/>
        </w:rPr>
        <w:t>ی</w:t>
      </w:r>
      <w:r>
        <w:rPr>
          <w:rtl/>
        </w:rPr>
        <w:t>د»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همه او را مى شناختند</w:t>
      </w:r>
      <w:r w:rsidR="00E275C9">
        <w:rPr>
          <w:rtl/>
        </w:rPr>
        <w:t xml:space="preserve">، </w:t>
      </w:r>
      <w:r>
        <w:rPr>
          <w:rtl/>
        </w:rPr>
        <w:t xml:space="preserve">او دختر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بود و سالها در هم</w:t>
      </w:r>
      <w:r w:rsidR="00E275C9">
        <w:rPr>
          <w:rtl/>
        </w:rPr>
        <w:t>ی</w:t>
      </w:r>
      <w:r>
        <w:rPr>
          <w:rtl/>
        </w:rPr>
        <w:t>ن كوفه كنار آنان زندگى كرده بود و بعد از وفات فاطمه</w:t>
      </w:r>
      <w:r w:rsidR="00E275C9">
        <w:rPr>
          <w:rtl/>
        </w:rPr>
        <w:t xml:space="preserve">، </w:t>
      </w:r>
      <w:r>
        <w:rPr>
          <w:rtl/>
        </w:rPr>
        <w:t>مدت پنجاه سال بود كه اول</w:t>
      </w:r>
      <w:r w:rsidR="00E275C9">
        <w:rPr>
          <w:rtl/>
        </w:rPr>
        <w:t>ی</w:t>
      </w:r>
      <w:r>
        <w:rPr>
          <w:rtl/>
        </w:rPr>
        <w:t>ن شخص</w:t>
      </w:r>
      <w:r w:rsidR="00E275C9">
        <w:rPr>
          <w:rtl/>
        </w:rPr>
        <w:t>ی</w:t>
      </w:r>
      <w:r>
        <w:rPr>
          <w:rtl/>
        </w:rPr>
        <w:t>ت زن اسلام به حساب مى آمد</w:t>
      </w:r>
      <w:r w:rsidR="00E275C9">
        <w:rPr>
          <w:rtl/>
        </w:rPr>
        <w:t xml:space="preserve">، </w:t>
      </w:r>
      <w:r>
        <w:rPr>
          <w:rtl/>
        </w:rPr>
        <w:t>اما اكنون مانند اس</w:t>
      </w:r>
      <w:r w:rsidR="00E275C9">
        <w:rPr>
          <w:rtl/>
        </w:rPr>
        <w:t>ی</w:t>
      </w:r>
      <w:r>
        <w:rPr>
          <w:rtl/>
        </w:rPr>
        <w:t>ران با او رفتار مى شود</w:t>
      </w:r>
      <w:r w:rsidR="00E275C9">
        <w:rPr>
          <w:rtl/>
        </w:rPr>
        <w:t xml:space="preserve">. </w:t>
      </w:r>
    </w:p>
    <w:p w:rsidR="007F6319" w:rsidRDefault="00134B66" w:rsidP="00E275C9">
      <w:pPr>
        <w:pStyle w:val="libNormal"/>
        <w:rPr>
          <w:rFonts w:hint="cs"/>
          <w:rtl/>
        </w:rPr>
      </w:pPr>
      <w:r>
        <w:rPr>
          <w:rtl/>
        </w:rPr>
        <w:t>همه و همه به احترام حضرتش سكوت اخت</w:t>
      </w:r>
      <w:r w:rsidR="00E275C9" w:rsidRPr="0020655A">
        <w:rPr>
          <w:rtl/>
        </w:rPr>
        <w:t>ی</w:t>
      </w:r>
      <w:r>
        <w:rPr>
          <w:rtl/>
        </w:rPr>
        <w:t>ار كردند</w:t>
      </w:r>
      <w:r w:rsidR="00E275C9" w:rsidRPr="0020655A">
        <w:rPr>
          <w:rtl/>
        </w:rPr>
        <w:t xml:space="preserve">، </w:t>
      </w:r>
      <w:r>
        <w:rPr>
          <w:rtl/>
        </w:rPr>
        <w:t>حتى صداى زنگ شتران ن</w:t>
      </w:r>
      <w:r w:rsidR="00E275C9" w:rsidRPr="0020655A">
        <w:rPr>
          <w:rtl/>
        </w:rPr>
        <w:t>ی</w:t>
      </w:r>
      <w:r>
        <w:rPr>
          <w:rtl/>
        </w:rPr>
        <w:t xml:space="preserve">ز قطع شد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35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و سكوتى مرگبار همه جا را فرا گرفت كه ناگهان ش</w:t>
      </w:r>
      <w:r w:rsidR="00E275C9" w:rsidRPr="0020655A">
        <w:rPr>
          <w:rtl/>
        </w:rPr>
        <w:t>ی</w:t>
      </w:r>
      <w:r>
        <w:rPr>
          <w:rtl/>
        </w:rPr>
        <w:t xml:space="preserve">ر زن عالم رشادت به سخن آمد و گفت </w:t>
      </w:r>
      <w:r w:rsidR="007F6319">
        <w:rPr>
          <w:rFonts w:hint="cs"/>
          <w:rtl/>
        </w:rPr>
        <w:t>: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«ثُمَّ قالَتْ اءَلْحَمْدُ للّهِِ وَالصَّلوةُ عَلى اءَبِى مُحَمَّدٍ وَآلِهِ الْطَ</w:t>
      </w:r>
      <w:r w:rsidR="00E275C9" w:rsidRPr="0020655A">
        <w:rPr>
          <w:rtl/>
        </w:rPr>
        <w:t>ی</w:t>
      </w:r>
      <w:r>
        <w:rPr>
          <w:rtl/>
        </w:rPr>
        <w:t>ب</w:t>
      </w:r>
      <w:r w:rsidR="00E275C9" w:rsidRPr="0020655A">
        <w:rPr>
          <w:rtl/>
        </w:rPr>
        <w:t>ی</w:t>
      </w:r>
      <w:r>
        <w:rPr>
          <w:rtl/>
        </w:rPr>
        <w:t>نَ الاَْخْ</w:t>
      </w:r>
      <w:r w:rsidR="00E275C9" w:rsidRPr="0020655A">
        <w:rPr>
          <w:rtl/>
        </w:rPr>
        <w:t>ی</w:t>
      </w:r>
      <w:r>
        <w:rPr>
          <w:rtl/>
        </w:rPr>
        <w:t>ارِ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اءَمّا بَعْدُ</w:t>
      </w:r>
      <w:r w:rsidR="00E275C9" w:rsidRPr="0020655A">
        <w:rPr>
          <w:rtl/>
        </w:rPr>
        <w:t xml:space="preserve">: </w:t>
      </w:r>
    </w:p>
    <w:p w:rsidR="00134B66" w:rsidRDefault="00E275C9" w:rsidP="00E275C9">
      <w:pPr>
        <w:pStyle w:val="libNormal"/>
        <w:rPr>
          <w:rtl/>
        </w:rPr>
      </w:pPr>
      <w:r w:rsidRPr="0020655A">
        <w:rPr>
          <w:rtl/>
        </w:rPr>
        <w:t>ی</w:t>
      </w:r>
      <w:r w:rsidR="00134B66">
        <w:rPr>
          <w:rtl/>
        </w:rPr>
        <w:t>ا اءَهْلَ الْكُوفَةِ</w:t>
      </w:r>
      <w:r w:rsidRPr="0020655A">
        <w:rPr>
          <w:rtl/>
        </w:rPr>
        <w:t xml:space="preserve">! </w:t>
      </w:r>
    </w:p>
    <w:p w:rsidR="00134B66" w:rsidRDefault="00E275C9" w:rsidP="00E275C9">
      <w:pPr>
        <w:pStyle w:val="libNormal"/>
        <w:rPr>
          <w:rtl/>
        </w:rPr>
      </w:pPr>
      <w:r w:rsidRPr="0020655A">
        <w:rPr>
          <w:rtl/>
        </w:rPr>
        <w:t>ی</w:t>
      </w:r>
      <w:r w:rsidR="00134B66">
        <w:rPr>
          <w:rtl/>
        </w:rPr>
        <w:t>ا اءَهْلَ الْخَتْلِ وَالْغَدْرِ وَالْخذْلِ وَالْمَكْرِ</w:t>
      </w:r>
      <w:r w:rsidRPr="0020655A">
        <w:rPr>
          <w:rtl/>
        </w:rPr>
        <w:t xml:space="preserve">!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اءَتَبْكُونَ فَلا رَقَاءَتِ الدَّمْعَةُ وَلا هَداءَتِ الزَّفْرَةُ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فَإ نَّما مَثَلُكُمْ كَمَثلِ الَّتى نَقَضَتْ غَزْلَها مِنْ بَعْدِ قُوَّةٍ اءَنْكاثا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تَتَّخِذُونَ اءَ</w:t>
      </w:r>
      <w:r w:rsidR="00E275C9" w:rsidRPr="0020655A">
        <w:rPr>
          <w:rtl/>
        </w:rPr>
        <w:t>ی</w:t>
      </w:r>
      <w:r>
        <w:rPr>
          <w:rtl/>
        </w:rPr>
        <w:t>مانَكُمْ دَخَلاً بَ</w:t>
      </w:r>
      <w:r w:rsidR="00E275C9" w:rsidRPr="0020655A">
        <w:rPr>
          <w:rtl/>
        </w:rPr>
        <w:t>ی</w:t>
      </w:r>
      <w:r>
        <w:rPr>
          <w:rtl/>
        </w:rPr>
        <w:t>نَكُمْ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اءَلا وَهَلْ ف</w:t>
      </w:r>
      <w:r w:rsidR="00E275C9" w:rsidRPr="0020655A">
        <w:rPr>
          <w:rtl/>
        </w:rPr>
        <w:t>ی</w:t>
      </w:r>
      <w:r>
        <w:rPr>
          <w:rtl/>
        </w:rPr>
        <w:t>كُمْ إ لاّ الصَّلَفُ الْنَّطَفُ وَالصَّدْرُ الشَّنَفُ وَالْكَذِبُ وَمَلَقُ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الاْ مآءِ وَغَمْرُ الاَْعْداءِ اءَوْ كَمَرْعىً عَلى دِمْنَةٍ اءَوْ كَقِصَّةٍ عَلى مَلْحُودَةٍ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اءَلاسآءِ ماقدَّمتْ لَكمْ اءَنفسكمْ اءَنْ سخطَ اللّهُ علَ</w:t>
      </w:r>
      <w:r w:rsidR="00E275C9" w:rsidRPr="0020655A">
        <w:rPr>
          <w:rtl/>
        </w:rPr>
        <w:t>ی</w:t>
      </w:r>
      <w:r>
        <w:rPr>
          <w:rtl/>
        </w:rPr>
        <w:t>كُمْ وَفِى الْعَذابِ اءَنْتُمْ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خالِدُونَ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اءَتَبْكُونَ وَتَنْتَحِبُونَ اءَخى</w:t>
      </w:r>
      <w:r w:rsidR="00E275C9" w:rsidRPr="0020655A">
        <w:rPr>
          <w:rtl/>
        </w:rPr>
        <w:t xml:space="preserve">؟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اءَجَلْ وَاللّهِ فَابْكُوا فَإ نَّكُمْ اءَحْرِ</w:t>
      </w:r>
      <w:r w:rsidR="00E275C9" w:rsidRPr="0020655A">
        <w:rPr>
          <w:rtl/>
        </w:rPr>
        <w:t>ی</w:t>
      </w:r>
      <w:r>
        <w:rPr>
          <w:rtl/>
        </w:rPr>
        <w:t>آءُ بِالْبُكاءِ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فَابكُوا كَث</w:t>
      </w:r>
      <w:r w:rsidR="00E275C9" w:rsidRPr="0020655A">
        <w:rPr>
          <w:rtl/>
        </w:rPr>
        <w:t>ی</w:t>
      </w:r>
      <w:r>
        <w:rPr>
          <w:rtl/>
        </w:rPr>
        <w:t>را وَاضْحَكُوا قَلْ</w:t>
      </w:r>
      <w:r w:rsidR="00E275C9" w:rsidRPr="0020655A">
        <w:rPr>
          <w:rtl/>
        </w:rPr>
        <w:t>ی</w:t>
      </w:r>
      <w:r>
        <w:rPr>
          <w:rtl/>
        </w:rPr>
        <w:t>لاً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فَقَدْ بُل</w:t>
      </w:r>
      <w:r w:rsidR="00E275C9" w:rsidRPr="0020655A">
        <w:rPr>
          <w:rtl/>
        </w:rPr>
        <w:t>ی</w:t>
      </w:r>
      <w:r>
        <w:rPr>
          <w:rtl/>
        </w:rPr>
        <w:t>تُمْ بِعارِها وَمُن</w:t>
      </w:r>
      <w:r w:rsidR="00E275C9" w:rsidRPr="0020655A">
        <w:rPr>
          <w:rtl/>
        </w:rPr>
        <w:t>ی</w:t>
      </w:r>
      <w:r>
        <w:rPr>
          <w:rtl/>
        </w:rPr>
        <w:t>تُمْ بِشَنارِها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lastRenderedPageBreak/>
        <w:t>وَلَنْ تَرْحُضُوها بِغَسْلٍ بَعْدَها اءَبَدا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وَاءَنّى تَرْحُضُونَ قَتْلَ سَل</w:t>
      </w:r>
      <w:r w:rsidR="00E275C9" w:rsidRPr="0020655A">
        <w:rPr>
          <w:rtl/>
        </w:rPr>
        <w:t>ی</w:t>
      </w:r>
      <w:r>
        <w:rPr>
          <w:rtl/>
        </w:rPr>
        <w:t>لِ خاتَمِ النُّبُوَّة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وَمَعْدِنِ الرِّسالَةِ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وَسَ</w:t>
      </w:r>
      <w:r w:rsidR="00E275C9" w:rsidRPr="0020655A">
        <w:rPr>
          <w:rtl/>
        </w:rPr>
        <w:t>ی</w:t>
      </w:r>
      <w:r>
        <w:rPr>
          <w:rtl/>
        </w:rPr>
        <w:t>دِ شَبابِ اءَهْلِ الْجَنَّةِ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وَمَلاذِ حَرْبِكُمْ وَمَعاذِ حِزْبِكُمْ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وَمَقَرِّ سِلْمِكُمْ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وَاءَساسِ كَلِمَتِكُمْ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ومَفْزَعِ نازِلَتِكُمْ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وَمَنارِ حُجَّتِكُمْ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وَمِدْرَةِ سُنَّتِكُمْ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وَالْمَرْجِعِ عِنْد مَقالَتِكُمْ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اءَلاساءَ ما قَدَّمْتُمْ لاَِنْفُسِكُمْ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وَسآءَ ما تَذَرُونَ لِ</w:t>
      </w:r>
      <w:r w:rsidR="00E275C9" w:rsidRPr="0020655A">
        <w:rPr>
          <w:rtl/>
        </w:rPr>
        <w:t>ی</w:t>
      </w:r>
      <w:r>
        <w:rPr>
          <w:rtl/>
        </w:rPr>
        <w:t>وْمٍ بَعْثِكُمْ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وَبُعْدا لَكُمْ وَسُحْقا وَتَعْسا تَعْسا ونَكْسا نَكْسا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لَقَدْ خابَ السَّعْ</w:t>
      </w:r>
      <w:r w:rsidR="00E275C9" w:rsidRPr="0020655A">
        <w:rPr>
          <w:rtl/>
        </w:rPr>
        <w:t>ی</w:t>
      </w:r>
      <w:r>
        <w:rPr>
          <w:rtl/>
        </w:rPr>
        <w:t xml:space="preserve"> وَتَبَّتِ الاَْ</w:t>
      </w:r>
      <w:r w:rsidR="00E275C9" w:rsidRPr="0020655A">
        <w:rPr>
          <w:rtl/>
        </w:rPr>
        <w:t>ی</w:t>
      </w:r>
      <w:r>
        <w:rPr>
          <w:rtl/>
        </w:rPr>
        <w:t>د</w:t>
      </w:r>
      <w:r w:rsidR="00E275C9" w:rsidRPr="0020655A">
        <w:rPr>
          <w:rtl/>
        </w:rPr>
        <w:t>ی</w:t>
      </w:r>
      <w:r>
        <w:rPr>
          <w:rtl/>
        </w:rPr>
        <w:t xml:space="preserve"> وَخَسِرَتِ الْصَّفْقَةُ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فَبُؤ تُمْ بِغَضَبٍ مِنَاللّهِ وَضُرِبَتْ عَلَ</w:t>
      </w:r>
      <w:r w:rsidR="00E275C9" w:rsidRPr="0020655A">
        <w:rPr>
          <w:rtl/>
        </w:rPr>
        <w:t>ی</w:t>
      </w:r>
      <w:r>
        <w:rPr>
          <w:rtl/>
        </w:rPr>
        <w:t>كُمُ الْذِّلَّةُ وَالْمَسْكَنَةُ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</w:t>
      </w:r>
      <w:r w:rsidR="00E275C9" w:rsidRPr="0020655A">
        <w:rPr>
          <w:rtl/>
        </w:rPr>
        <w:t>ی</w:t>
      </w:r>
      <w:r>
        <w:rPr>
          <w:rtl/>
        </w:rPr>
        <w:t xml:space="preserve">لَكُمْ </w:t>
      </w:r>
      <w:r w:rsidR="00E275C9" w:rsidRPr="0020655A">
        <w:rPr>
          <w:rtl/>
        </w:rPr>
        <w:t>ی</w:t>
      </w:r>
      <w:r>
        <w:rPr>
          <w:rtl/>
        </w:rPr>
        <w:t>ا اءَهْلَ الْكُوفَةِ</w:t>
      </w:r>
      <w:r w:rsidR="00E275C9" w:rsidRPr="0020655A">
        <w:rPr>
          <w:rtl/>
        </w:rPr>
        <w:t xml:space="preserve">!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اءَتَدْرُونَ اءَ</w:t>
      </w:r>
      <w:r w:rsidR="00E275C9" w:rsidRPr="0020655A">
        <w:rPr>
          <w:rtl/>
        </w:rPr>
        <w:t>ی</w:t>
      </w:r>
      <w:r>
        <w:rPr>
          <w:rtl/>
        </w:rPr>
        <w:t xml:space="preserve"> كَبِدٍ لِمُحَمَّدٍ فَرَ</w:t>
      </w:r>
      <w:r w:rsidR="00E275C9" w:rsidRPr="0020655A">
        <w:rPr>
          <w:rtl/>
        </w:rPr>
        <w:t>ی</w:t>
      </w:r>
      <w:r>
        <w:rPr>
          <w:rtl/>
        </w:rPr>
        <w:t>تُمْ</w:t>
      </w:r>
      <w:r w:rsidR="0020655A">
        <w:rPr>
          <w:rtl/>
        </w:rPr>
        <w:t xml:space="preserve"> </w:t>
      </w:r>
      <w:r>
        <w:rPr>
          <w:rtl/>
        </w:rPr>
        <w:t>وَاءَ</w:t>
      </w:r>
      <w:r w:rsidR="00E275C9" w:rsidRPr="0020655A">
        <w:rPr>
          <w:rtl/>
        </w:rPr>
        <w:t>ی</w:t>
      </w:r>
      <w:r>
        <w:rPr>
          <w:rtl/>
        </w:rPr>
        <w:t xml:space="preserve"> عَهْدٍ نَكَثْتُمْ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وَاءَىَّ كَر</w:t>
      </w:r>
      <w:r w:rsidR="00E275C9" w:rsidRPr="0020655A">
        <w:rPr>
          <w:rtl/>
        </w:rPr>
        <w:t>ی</w:t>
      </w:r>
      <w:r>
        <w:rPr>
          <w:rtl/>
        </w:rPr>
        <w:t>مَةٍ لَهُ اءَبْرَزْتُمْ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وَاءَ</w:t>
      </w:r>
      <w:r w:rsidR="00E275C9" w:rsidRPr="0020655A">
        <w:rPr>
          <w:rtl/>
        </w:rPr>
        <w:t>ی</w:t>
      </w:r>
      <w:r>
        <w:rPr>
          <w:rtl/>
        </w:rPr>
        <w:t xml:space="preserve"> دَمٍ لَهُ سَفَكْتُمْ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وَاءَىَّ حُرْمَةٍ لَهُ هَتَكْتُمْ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لَقَدْ جِئْتُمْ شَ</w:t>
      </w:r>
      <w:r w:rsidR="00E275C9" w:rsidRPr="0020655A">
        <w:rPr>
          <w:rtl/>
        </w:rPr>
        <w:t>ی</w:t>
      </w:r>
      <w:r>
        <w:rPr>
          <w:rtl/>
        </w:rPr>
        <w:t xml:space="preserve">ئاً إ دّا تَكادُ الْسَّمواتُ </w:t>
      </w:r>
      <w:r w:rsidR="00E275C9" w:rsidRPr="0020655A">
        <w:rPr>
          <w:rtl/>
        </w:rPr>
        <w:t>ی</w:t>
      </w:r>
      <w:r>
        <w:rPr>
          <w:rtl/>
        </w:rPr>
        <w:t>تَفَطَّرْنَ مِنْهُ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lastRenderedPageBreak/>
        <w:t>وَتَنْشَقُّ الاَْرْضُ وَتَخِرُّالْجِبالَ هَدّا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لَقَدْ جِئْتُمْ بِها شَوْهاءَ خَرْقاءَ صَلْعآءَ عَنْقآءَ فَقْمآءَ كَطِلاعِ الاَْرْضِ وَمِلاْ الْسَّمآءِ</w:t>
      </w:r>
      <w:r w:rsidR="00E275C9" w:rsidRPr="0020655A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اءَفَعَجِبْتُمْ اءنْ مَطَرَتِ السَّماءُ دَما</w:t>
      </w:r>
      <w:r w:rsidR="00E275C9" w:rsidRPr="0020655A">
        <w:rPr>
          <w:rtl/>
        </w:rPr>
        <w:t xml:space="preserve">؟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وَلَعَذابُ الاْ خِرَةِ اءَخْزى وَهُمْ لا </w:t>
      </w:r>
      <w:r w:rsidR="00E275C9" w:rsidRPr="0020655A">
        <w:rPr>
          <w:rtl/>
        </w:rPr>
        <w:t>ی</w:t>
      </w:r>
      <w:r>
        <w:rPr>
          <w:rtl/>
        </w:rPr>
        <w:t>نْصَرُونَ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فَلا </w:t>
      </w:r>
      <w:r w:rsidR="00E275C9" w:rsidRPr="0020655A">
        <w:rPr>
          <w:rtl/>
        </w:rPr>
        <w:t>ی</w:t>
      </w:r>
      <w:r>
        <w:rPr>
          <w:rtl/>
        </w:rPr>
        <w:t>سْتَخِفَّنَّكُمُ الْمَهْلُ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فَإ نَّهُ عزَّوَجَلَّ لا </w:t>
      </w:r>
      <w:r w:rsidR="00E275C9" w:rsidRPr="0020655A">
        <w:rPr>
          <w:rtl/>
        </w:rPr>
        <w:t>ی</w:t>
      </w:r>
      <w:r>
        <w:rPr>
          <w:rtl/>
        </w:rPr>
        <w:t>خْفِرهُ الْبِدارُ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وَلا </w:t>
      </w:r>
      <w:r w:rsidR="00E275C9" w:rsidRPr="0020655A">
        <w:rPr>
          <w:rtl/>
        </w:rPr>
        <w:t>ی</w:t>
      </w:r>
      <w:r>
        <w:rPr>
          <w:rtl/>
        </w:rPr>
        <w:t>خافُ عَلَ</w:t>
      </w:r>
      <w:r w:rsidR="00E275C9" w:rsidRPr="0020655A">
        <w:rPr>
          <w:rtl/>
        </w:rPr>
        <w:t>ی</w:t>
      </w:r>
      <w:r>
        <w:rPr>
          <w:rtl/>
        </w:rPr>
        <w:t>هِ فَوْتُ الثّارِ وَإ نَّ رَبَّكُمْ لَبِالْمِرْصادِ</w:t>
      </w:r>
      <w:r w:rsidR="00E275C9" w:rsidRPr="0020655A">
        <w:rPr>
          <w:rtl/>
        </w:rPr>
        <w:t xml:space="preserve">... </w:t>
      </w:r>
      <w:r>
        <w:rPr>
          <w:rtl/>
        </w:rPr>
        <w:t>»</w:t>
      </w:r>
      <w:r w:rsidR="00E275C9" w:rsidRPr="0020655A">
        <w:rPr>
          <w:rtl/>
        </w:rPr>
        <w:t xml:space="preserve">.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عنى</w:t>
      </w:r>
      <w:r>
        <w:rPr>
          <w:rtl/>
        </w:rPr>
        <w:t xml:space="preserve">: </w:t>
      </w:r>
      <w:r w:rsidR="00134B66">
        <w:rPr>
          <w:rtl/>
        </w:rPr>
        <w:t xml:space="preserve">«سپاس بر خداوند متعال و درود بر محمد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رسول خدا و آل او پاكان و اخ</w:t>
      </w:r>
      <w:r>
        <w:rPr>
          <w:rtl/>
        </w:rPr>
        <w:t>ی</w:t>
      </w:r>
      <w:r w:rsidR="00134B66">
        <w:rPr>
          <w:rtl/>
        </w:rPr>
        <w:t>ار</w:t>
      </w:r>
      <w:r>
        <w:rPr>
          <w:rtl/>
        </w:rPr>
        <w:t xml:space="preserve">. </w:t>
      </w:r>
      <w:r w:rsidR="00134B66">
        <w:rPr>
          <w:rtl/>
        </w:rPr>
        <w:t>اما بعد</w:t>
      </w:r>
      <w:r>
        <w:rPr>
          <w:rtl/>
        </w:rPr>
        <w:t xml:space="preserve">: </w:t>
      </w:r>
      <w:r w:rsidR="00134B66">
        <w:rPr>
          <w:rtl/>
        </w:rPr>
        <w:t>اى مردم كوفه</w:t>
      </w:r>
      <w:r>
        <w:rPr>
          <w:rtl/>
        </w:rPr>
        <w:t xml:space="preserve">! </w:t>
      </w:r>
      <w:r w:rsidR="00134B66">
        <w:rPr>
          <w:rtl/>
        </w:rPr>
        <w:t>اى مردم ن</w:t>
      </w:r>
      <w:r>
        <w:rPr>
          <w:rtl/>
        </w:rPr>
        <w:t>ی</w:t>
      </w:r>
      <w:r w:rsidR="00134B66">
        <w:rPr>
          <w:rtl/>
        </w:rPr>
        <w:t>رنگباز و فر</w:t>
      </w:r>
      <w:r>
        <w:rPr>
          <w:rtl/>
        </w:rPr>
        <w:t>ی</w:t>
      </w:r>
      <w:r w:rsidR="00134B66">
        <w:rPr>
          <w:rtl/>
        </w:rPr>
        <w:t>بكار</w:t>
      </w:r>
      <w:r>
        <w:rPr>
          <w:rtl/>
        </w:rPr>
        <w:t xml:space="preserve">! </w:t>
      </w:r>
      <w:r w:rsidR="00134B66">
        <w:rPr>
          <w:rtl/>
        </w:rPr>
        <w:t>اى بى وفا</w:t>
      </w:r>
      <w:r>
        <w:rPr>
          <w:rtl/>
        </w:rPr>
        <w:t>ی</w:t>
      </w:r>
      <w:r w:rsidR="00134B66">
        <w:rPr>
          <w:rtl/>
        </w:rPr>
        <w:t>ان پ</w:t>
      </w:r>
      <w:r>
        <w:rPr>
          <w:rtl/>
        </w:rPr>
        <w:t>ی</w:t>
      </w:r>
      <w:r w:rsidR="00134B66">
        <w:rPr>
          <w:rtl/>
        </w:rPr>
        <w:t>مان شكن</w:t>
      </w:r>
      <w:r>
        <w:rPr>
          <w:rtl/>
        </w:rPr>
        <w:t xml:space="preserve">! </w:t>
      </w:r>
      <w:r w:rsidR="00134B66">
        <w:rPr>
          <w:rtl/>
        </w:rPr>
        <w:t>آ</w:t>
      </w:r>
      <w:r>
        <w:rPr>
          <w:rtl/>
        </w:rPr>
        <w:t>ی</w:t>
      </w:r>
      <w:r w:rsidR="00134B66">
        <w:rPr>
          <w:rtl/>
        </w:rPr>
        <w:t>ا بر ما سرشك ر</w:t>
      </w:r>
      <w:r>
        <w:rPr>
          <w:rtl/>
        </w:rPr>
        <w:t>ی</w:t>
      </w:r>
      <w:r w:rsidR="00134B66">
        <w:rPr>
          <w:rtl/>
        </w:rPr>
        <w:t>خته</w:t>
      </w:r>
      <w:r>
        <w:rPr>
          <w:rtl/>
        </w:rPr>
        <w:t xml:space="preserve">، </w:t>
      </w:r>
      <w:r w:rsidR="00134B66">
        <w:rPr>
          <w:rtl/>
        </w:rPr>
        <w:t>گر</w:t>
      </w:r>
      <w:r>
        <w:rPr>
          <w:rtl/>
        </w:rPr>
        <w:t>ی</w:t>
      </w:r>
      <w:r w:rsidR="00134B66">
        <w:rPr>
          <w:rtl/>
        </w:rPr>
        <w:t>ه مى كن</w:t>
      </w:r>
      <w:r>
        <w:rPr>
          <w:rtl/>
        </w:rPr>
        <w:t>ی</w:t>
      </w:r>
      <w:r w:rsidR="00134B66">
        <w:rPr>
          <w:rtl/>
        </w:rPr>
        <w:t>د</w:t>
      </w:r>
      <w:r>
        <w:rPr>
          <w:rtl/>
        </w:rPr>
        <w:t xml:space="preserve">؟! </w:t>
      </w:r>
      <w:r w:rsidR="00134B66">
        <w:rPr>
          <w:rtl/>
        </w:rPr>
        <w:t>آ</w:t>
      </w:r>
      <w:r>
        <w:rPr>
          <w:rtl/>
        </w:rPr>
        <w:t>ی</w:t>
      </w:r>
      <w:r w:rsidR="00134B66">
        <w:rPr>
          <w:rtl/>
        </w:rPr>
        <w:t>ا بر ما افسوس مى خور</w:t>
      </w:r>
      <w:r>
        <w:rPr>
          <w:rtl/>
        </w:rPr>
        <w:t>ی</w:t>
      </w:r>
      <w:r w:rsidR="00134B66">
        <w:rPr>
          <w:rtl/>
        </w:rPr>
        <w:t>د</w:t>
      </w:r>
      <w:r>
        <w:rPr>
          <w:rtl/>
        </w:rPr>
        <w:t xml:space="preserve">؟! </w:t>
      </w:r>
      <w:r w:rsidR="00134B66">
        <w:rPr>
          <w:rtl/>
        </w:rPr>
        <w:t>اى كاش</w:t>
      </w:r>
      <w:r>
        <w:rPr>
          <w:rtl/>
        </w:rPr>
        <w:t xml:space="preserve">! </w:t>
      </w:r>
      <w:r w:rsidR="00134B66">
        <w:rPr>
          <w:rtl/>
        </w:rPr>
        <w:t>هم</w:t>
      </w:r>
      <w:r>
        <w:rPr>
          <w:rtl/>
        </w:rPr>
        <w:t>ی</w:t>
      </w:r>
      <w:r w:rsidR="00134B66">
        <w:rPr>
          <w:rtl/>
        </w:rPr>
        <w:t>شه اشكتان جارى باشد و ناله شما آرام نگ</w:t>
      </w:r>
      <w:r>
        <w:rPr>
          <w:rtl/>
        </w:rPr>
        <w:t>ی</w:t>
      </w:r>
      <w:r w:rsidR="00134B66">
        <w:rPr>
          <w:rtl/>
        </w:rPr>
        <w:t>رد</w:t>
      </w:r>
      <w:r>
        <w:rPr>
          <w:rtl/>
        </w:rPr>
        <w:t xml:space="preserve">؛ </w:t>
      </w:r>
      <w:r w:rsidR="00134B66">
        <w:rPr>
          <w:rtl/>
        </w:rPr>
        <w:t>ز</w:t>
      </w:r>
      <w:r>
        <w:rPr>
          <w:rtl/>
        </w:rPr>
        <w:t>ی</w:t>
      </w:r>
      <w:r w:rsidR="00134B66">
        <w:rPr>
          <w:rtl/>
        </w:rPr>
        <w:t>را چشمان ما گر</w:t>
      </w:r>
      <w:r>
        <w:rPr>
          <w:rtl/>
        </w:rPr>
        <w:t>ی</w:t>
      </w:r>
      <w:r w:rsidR="00134B66">
        <w:rPr>
          <w:rtl/>
        </w:rPr>
        <w:t>ان و جان ما شراره انگ</w:t>
      </w:r>
      <w:r>
        <w:rPr>
          <w:rtl/>
        </w:rPr>
        <w:t>ی</w:t>
      </w:r>
      <w:r w:rsidR="00134B66">
        <w:rPr>
          <w:rtl/>
        </w:rPr>
        <w:t>ز است</w:t>
      </w:r>
      <w:r>
        <w:rPr>
          <w:rtl/>
        </w:rPr>
        <w:t xml:space="preserve">. </w:t>
      </w:r>
      <w:r w:rsidR="00134B66">
        <w:rPr>
          <w:rtl/>
        </w:rPr>
        <w:t>شما مثل آن زنى مى مان</w:t>
      </w:r>
      <w:r>
        <w:rPr>
          <w:rtl/>
        </w:rPr>
        <w:t>ی</w:t>
      </w:r>
      <w:r w:rsidR="00134B66">
        <w:rPr>
          <w:rtl/>
        </w:rPr>
        <w:t>د كه رشته خو</w:t>
      </w:r>
      <w:r>
        <w:rPr>
          <w:rtl/>
        </w:rPr>
        <w:t>ی</w:t>
      </w:r>
      <w:r w:rsidR="00134B66">
        <w:rPr>
          <w:rtl/>
        </w:rPr>
        <w:t>ش را خوب مى تابد و پس از آن</w:t>
      </w:r>
      <w:r>
        <w:rPr>
          <w:rtl/>
        </w:rPr>
        <w:t xml:space="preserve">، </w:t>
      </w:r>
      <w:r w:rsidR="00134B66">
        <w:rPr>
          <w:rtl/>
        </w:rPr>
        <w:t>هرچه بافته به ناگاه بازگشا</w:t>
      </w:r>
      <w:r>
        <w:rPr>
          <w:rtl/>
        </w:rPr>
        <w:t>ی</w:t>
      </w:r>
      <w:r w:rsidR="00134B66">
        <w:rPr>
          <w:rtl/>
        </w:rPr>
        <w:t>د</w:t>
      </w:r>
      <w:r>
        <w:rPr>
          <w:rtl/>
        </w:rPr>
        <w:t xml:space="preserve">، </w:t>
      </w:r>
      <w:r w:rsidR="00134B66">
        <w:rPr>
          <w:rtl/>
        </w:rPr>
        <w:t>شما ن</w:t>
      </w:r>
      <w:r>
        <w:rPr>
          <w:rtl/>
        </w:rPr>
        <w:t>ی</w:t>
      </w:r>
      <w:r w:rsidR="00134B66">
        <w:rPr>
          <w:rtl/>
        </w:rPr>
        <w:t>ز با مكر و ح</w:t>
      </w:r>
      <w:r>
        <w:rPr>
          <w:rtl/>
        </w:rPr>
        <w:t>ی</w:t>
      </w:r>
      <w:r w:rsidR="00134B66">
        <w:rPr>
          <w:rtl/>
        </w:rPr>
        <w:t>له و ن</w:t>
      </w:r>
      <w:r>
        <w:rPr>
          <w:rtl/>
        </w:rPr>
        <w:t>ی</w:t>
      </w:r>
      <w:r w:rsidR="00134B66">
        <w:rPr>
          <w:rtl/>
        </w:rPr>
        <w:t>رنگ</w:t>
      </w:r>
      <w:r>
        <w:rPr>
          <w:rtl/>
        </w:rPr>
        <w:t xml:space="preserve">، </w:t>
      </w:r>
      <w:r w:rsidR="00134B66">
        <w:rPr>
          <w:rtl/>
        </w:rPr>
        <w:t>ابتدا رشته خود را محكم بسته و پس از آن باز گشود</w:t>
      </w:r>
      <w:r>
        <w:rPr>
          <w:rtl/>
        </w:rPr>
        <w:t>ی</w:t>
      </w:r>
      <w:r w:rsidR="00134B66">
        <w:rPr>
          <w:rtl/>
        </w:rPr>
        <w:t>د</w:t>
      </w:r>
      <w:r>
        <w:rPr>
          <w:rtl/>
        </w:rPr>
        <w:t xml:space="preserve">. </w:t>
      </w:r>
      <w:r w:rsidR="00134B66">
        <w:rPr>
          <w:rtl/>
        </w:rPr>
        <w:t>در ب</w:t>
      </w:r>
      <w:r>
        <w:rPr>
          <w:rtl/>
        </w:rPr>
        <w:t>ی</w:t>
      </w:r>
      <w:r w:rsidR="00134B66">
        <w:rPr>
          <w:rtl/>
        </w:rPr>
        <w:t>ن شما غ</w:t>
      </w:r>
      <w:r>
        <w:rPr>
          <w:rtl/>
        </w:rPr>
        <w:t>ی</w:t>
      </w:r>
      <w:r w:rsidR="00134B66">
        <w:rPr>
          <w:rtl/>
        </w:rPr>
        <w:t>ر از دروغ و خودستا</w:t>
      </w:r>
      <w:r>
        <w:rPr>
          <w:rtl/>
        </w:rPr>
        <w:t>ی</w:t>
      </w:r>
      <w:r w:rsidR="00134B66">
        <w:rPr>
          <w:rtl/>
        </w:rPr>
        <w:t>ى و فساد و دشمنى چ</w:t>
      </w:r>
      <w:r>
        <w:rPr>
          <w:rtl/>
        </w:rPr>
        <w:t>ی</w:t>
      </w:r>
      <w:r w:rsidR="00134B66">
        <w:rPr>
          <w:rtl/>
        </w:rPr>
        <w:t>ز د</w:t>
      </w:r>
      <w:r>
        <w:rPr>
          <w:rtl/>
        </w:rPr>
        <w:t>ی</w:t>
      </w:r>
      <w:r w:rsidR="00134B66">
        <w:rPr>
          <w:rtl/>
        </w:rPr>
        <w:t>گرى وجود ندارد</w:t>
      </w:r>
      <w:r>
        <w:rPr>
          <w:rtl/>
        </w:rPr>
        <w:t xml:space="preserve">. </w:t>
      </w:r>
      <w:r w:rsidR="00134B66">
        <w:rPr>
          <w:rtl/>
        </w:rPr>
        <w:t>شما مثل كن</w:t>
      </w:r>
      <w:r>
        <w:rPr>
          <w:rtl/>
        </w:rPr>
        <w:t>ی</w:t>
      </w:r>
      <w:r w:rsidR="00134B66">
        <w:rPr>
          <w:rtl/>
        </w:rPr>
        <w:t>زان</w:t>
      </w:r>
      <w:r>
        <w:rPr>
          <w:rtl/>
        </w:rPr>
        <w:t xml:space="preserve">، </w:t>
      </w:r>
      <w:r w:rsidR="00134B66">
        <w:rPr>
          <w:rtl/>
        </w:rPr>
        <w:t>تملق مى گو</w:t>
      </w:r>
      <w:r>
        <w:rPr>
          <w:rtl/>
        </w:rPr>
        <w:t>یی</w:t>
      </w:r>
      <w:r w:rsidR="00134B66">
        <w:rPr>
          <w:rtl/>
        </w:rPr>
        <w:t>د و مانند</w:t>
      </w:r>
      <w:r w:rsidR="0020655A">
        <w:rPr>
          <w:rtl/>
        </w:rPr>
        <w:t xml:space="preserve"> </w:t>
      </w:r>
      <w:r w:rsidR="00134B66">
        <w:rPr>
          <w:rtl/>
        </w:rPr>
        <w:t>دشمنان</w:t>
      </w:r>
      <w:r>
        <w:rPr>
          <w:rtl/>
        </w:rPr>
        <w:t xml:space="preserve">، </w:t>
      </w:r>
      <w:r w:rsidR="00134B66">
        <w:rPr>
          <w:rtl/>
        </w:rPr>
        <w:t>ن</w:t>
      </w:r>
      <w:r>
        <w:rPr>
          <w:rtl/>
        </w:rPr>
        <w:t>ی</w:t>
      </w:r>
      <w:r w:rsidR="00134B66">
        <w:rPr>
          <w:rtl/>
        </w:rPr>
        <w:t>رنگ مى ورز</w:t>
      </w:r>
      <w:r>
        <w:rPr>
          <w:rtl/>
        </w:rPr>
        <w:t>ی</w:t>
      </w:r>
      <w:r w:rsidR="00134B66">
        <w:rPr>
          <w:rtl/>
        </w:rPr>
        <w:t>د</w:t>
      </w:r>
      <w:r>
        <w:rPr>
          <w:rtl/>
        </w:rPr>
        <w:t xml:space="preserve">. </w:t>
      </w:r>
      <w:r w:rsidR="00134B66">
        <w:rPr>
          <w:rtl/>
        </w:rPr>
        <w:t>شما درست گ</w:t>
      </w:r>
      <w:r>
        <w:rPr>
          <w:rtl/>
        </w:rPr>
        <w:t>ی</w:t>
      </w:r>
      <w:r w:rsidR="00134B66">
        <w:rPr>
          <w:rtl/>
        </w:rPr>
        <w:t>اهى را مى مان</w:t>
      </w:r>
      <w:r>
        <w:rPr>
          <w:rtl/>
        </w:rPr>
        <w:t>ی</w:t>
      </w:r>
      <w:r w:rsidR="00134B66">
        <w:rPr>
          <w:rtl/>
        </w:rPr>
        <w:t>د كه در مزبله اى رو</w:t>
      </w:r>
      <w:r>
        <w:rPr>
          <w:rtl/>
        </w:rPr>
        <w:t>یی</w:t>
      </w:r>
      <w:r w:rsidR="00134B66">
        <w:rPr>
          <w:rtl/>
        </w:rPr>
        <w:t xml:space="preserve">ده </w:t>
      </w:r>
      <w:r>
        <w:rPr>
          <w:rtl/>
        </w:rPr>
        <w:t>ی</w:t>
      </w:r>
      <w:r w:rsidR="00134B66">
        <w:rPr>
          <w:rtl/>
        </w:rPr>
        <w:t>ا نقره اى كه ز</w:t>
      </w:r>
      <w:r>
        <w:rPr>
          <w:rtl/>
        </w:rPr>
        <w:t>ی</w:t>
      </w:r>
      <w:r w:rsidR="00134B66">
        <w:rPr>
          <w:rtl/>
        </w:rPr>
        <w:t>نت قبور شده است</w:t>
      </w:r>
      <w:r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به راستى كه توشه بدى جهت جهان د</w:t>
      </w:r>
      <w:r w:rsidR="00E275C9">
        <w:rPr>
          <w:rtl/>
        </w:rPr>
        <w:t>ی</w:t>
      </w:r>
      <w:r>
        <w:rPr>
          <w:rtl/>
        </w:rPr>
        <w:t>گر خو</w:t>
      </w:r>
      <w:r w:rsidR="00E275C9">
        <w:rPr>
          <w:rtl/>
        </w:rPr>
        <w:t>ی</w:t>
      </w:r>
      <w:r>
        <w:rPr>
          <w:rtl/>
        </w:rPr>
        <w:t>ش اندوخته 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خداى را به خشم آورده و عذاب جاو</w:t>
      </w:r>
      <w:r w:rsidR="00E275C9">
        <w:rPr>
          <w:rtl/>
        </w:rPr>
        <w:t>ی</w:t>
      </w:r>
      <w:r>
        <w:rPr>
          <w:rtl/>
        </w:rPr>
        <w:t>د را براى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 </w:t>
      </w:r>
      <w:r>
        <w:rPr>
          <w:rtl/>
        </w:rPr>
        <w:t>آماده كرد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پس از آنكه ما را كشت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به حالمان گر</w:t>
      </w:r>
      <w:r w:rsidR="00E275C9">
        <w:rPr>
          <w:rtl/>
        </w:rPr>
        <w:t>ی</w:t>
      </w:r>
      <w:r>
        <w:rPr>
          <w:rtl/>
        </w:rPr>
        <w:t>ه مى كن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به خدا قسم</w:t>
      </w:r>
      <w:r w:rsidR="00E275C9">
        <w:rPr>
          <w:rtl/>
        </w:rPr>
        <w:t xml:space="preserve">! </w:t>
      </w:r>
      <w:r>
        <w:rPr>
          <w:rtl/>
        </w:rPr>
        <w:t>كه به گر</w:t>
      </w:r>
      <w:r w:rsidR="00E275C9">
        <w:rPr>
          <w:rtl/>
        </w:rPr>
        <w:t>ی</w:t>
      </w:r>
      <w:r>
        <w:rPr>
          <w:rtl/>
        </w:rPr>
        <w:t>ه كردن سزاوار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فراوان گر</w:t>
      </w:r>
      <w:r w:rsidR="00E275C9">
        <w:rPr>
          <w:rtl/>
        </w:rPr>
        <w:t>ی</w:t>
      </w:r>
      <w:r>
        <w:rPr>
          <w:rtl/>
        </w:rPr>
        <w:t>ه كن</w:t>
      </w:r>
      <w:r w:rsidR="00E275C9">
        <w:rPr>
          <w:rtl/>
        </w:rPr>
        <w:t>ی</w:t>
      </w:r>
      <w:r>
        <w:rPr>
          <w:rtl/>
        </w:rPr>
        <w:t>د و اندك بخند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شما لكه ننگ ابدى را بر دامن خود آلوده كرد</w:t>
      </w:r>
      <w:r w:rsidR="00E275C9">
        <w:rPr>
          <w:rtl/>
        </w:rPr>
        <w:t>ی</w:t>
      </w:r>
      <w:r>
        <w:rPr>
          <w:rtl/>
        </w:rPr>
        <w:t>د كه به ه</w:t>
      </w:r>
      <w:r w:rsidR="00E275C9">
        <w:rPr>
          <w:rtl/>
        </w:rPr>
        <w:t>ی</w:t>
      </w:r>
      <w:r>
        <w:rPr>
          <w:rtl/>
        </w:rPr>
        <w:t>چ آبى هرگز پاك نشود</w:t>
      </w:r>
      <w:r w:rsidR="00E275C9">
        <w:rPr>
          <w:rtl/>
        </w:rPr>
        <w:t xml:space="preserve">. </w:t>
      </w:r>
      <w:r>
        <w:rPr>
          <w:rtl/>
        </w:rPr>
        <w:t>چگونه كشتن جگرگوشه خاتم پ</w:t>
      </w:r>
      <w:r w:rsidR="00E275C9">
        <w:rPr>
          <w:rtl/>
        </w:rPr>
        <w:t>ی</w:t>
      </w:r>
      <w:r>
        <w:rPr>
          <w:rtl/>
        </w:rPr>
        <w:t>امبران و معدن رسالت و س</w:t>
      </w:r>
      <w:r w:rsidR="00E275C9">
        <w:rPr>
          <w:rtl/>
        </w:rPr>
        <w:t>ی</w:t>
      </w:r>
      <w:r>
        <w:rPr>
          <w:rtl/>
        </w:rPr>
        <w:t>د جوانان اهل بهشت</w:t>
      </w:r>
      <w:r w:rsidR="00E275C9">
        <w:rPr>
          <w:rtl/>
        </w:rPr>
        <w:t xml:space="preserve">، </w:t>
      </w:r>
      <w:r>
        <w:rPr>
          <w:rtl/>
        </w:rPr>
        <w:t>ملجاء و پناهگاه ن</w:t>
      </w:r>
      <w:r w:rsidR="00E275C9">
        <w:rPr>
          <w:rtl/>
        </w:rPr>
        <w:t>ی</w:t>
      </w:r>
      <w:r>
        <w:rPr>
          <w:rtl/>
        </w:rPr>
        <w:t>كوكارانتان را تلافى خواه</w:t>
      </w:r>
      <w:r w:rsidR="00E275C9">
        <w:rPr>
          <w:rtl/>
        </w:rPr>
        <w:t>ی</w:t>
      </w:r>
      <w:r>
        <w:rPr>
          <w:rtl/>
        </w:rPr>
        <w:t>د كرد</w:t>
      </w:r>
      <w:r w:rsidR="00E275C9">
        <w:rPr>
          <w:rtl/>
        </w:rPr>
        <w:t xml:space="preserve">؟! </w:t>
      </w:r>
      <w:r>
        <w:rPr>
          <w:rtl/>
        </w:rPr>
        <w:t>در هرحال و هر حادثه اى به او پناه مى برد</w:t>
      </w:r>
      <w:r w:rsidR="00E275C9">
        <w:rPr>
          <w:rtl/>
        </w:rPr>
        <w:t>ی</w:t>
      </w:r>
      <w:r>
        <w:rPr>
          <w:rtl/>
        </w:rPr>
        <w:t>د و سنّت شما را جارى مى ساخت</w:t>
      </w:r>
      <w:r w:rsidR="00E275C9">
        <w:rPr>
          <w:rtl/>
        </w:rPr>
        <w:t xml:space="preserve">، </w:t>
      </w:r>
      <w:r>
        <w:rPr>
          <w:rtl/>
        </w:rPr>
        <w:t>در موقع احتجاج با دشمنان</w:t>
      </w:r>
      <w:r w:rsidR="00E275C9">
        <w:rPr>
          <w:rtl/>
        </w:rPr>
        <w:t xml:space="preserve">، </w:t>
      </w:r>
      <w:r>
        <w:rPr>
          <w:rtl/>
        </w:rPr>
        <w:t>هادى شما بود</w:t>
      </w:r>
      <w:r w:rsidR="00E275C9">
        <w:rPr>
          <w:rtl/>
        </w:rPr>
        <w:t xml:space="preserve">، </w:t>
      </w:r>
      <w:r>
        <w:rPr>
          <w:rtl/>
        </w:rPr>
        <w:t>در هنگام ناراحتى</w:t>
      </w:r>
      <w:r w:rsidR="00E275C9">
        <w:rPr>
          <w:rtl/>
        </w:rPr>
        <w:t xml:space="preserve">، </w:t>
      </w:r>
      <w:r>
        <w:rPr>
          <w:rtl/>
        </w:rPr>
        <w:t>بدو متوسل مى شد</w:t>
      </w:r>
      <w:r w:rsidR="00E275C9">
        <w:rPr>
          <w:rtl/>
        </w:rPr>
        <w:t>ی</w:t>
      </w:r>
      <w:r>
        <w:rPr>
          <w:rtl/>
        </w:rPr>
        <w:t>د و او بزرگ و گو</w:t>
      </w:r>
      <w:r w:rsidR="00E275C9">
        <w:rPr>
          <w:rtl/>
        </w:rPr>
        <w:t>ی</w:t>
      </w:r>
      <w:r>
        <w:rPr>
          <w:rtl/>
        </w:rPr>
        <w:t>نده شما بود</w:t>
      </w:r>
      <w:r w:rsidR="00E275C9">
        <w:rPr>
          <w:rtl/>
        </w:rPr>
        <w:t xml:space="preserve">. </w:t>
      </w:r>
      <w:r>
        <w:rPr>
          <w:rtl/>
        </w:rPr>
        <w:t>و احكام شر</w:t>
      </w:r>
      <w:r w:rsidR="00E275C9">
        <w:rPr>
          <w:rtl/>
        </w:rPr>
        <w:t>ی</w:t>
      </w:r>
      <w:r>
        <w:rPr>
          <w:rtl/>
        </w:rPr>
        <w:t>عت را از وى آموخت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اى مردم</w:t>
      </w:r>
      <w:r w:rsidR="00E275C9">
        <w:rPr>
          <w:rtl/>
        </w:rPr>
        <w:t xml:space="preserve">! </w:t>
      </w:r>
      <w:r>
        <w:rPr>
          <w:rtl/>
        </w:rPr>
        <w:t>بد گناهى را مرتكب شد</w:t>
      </w:r>
      <w:r w:rsidR="00E275C9">
        <w:rPr>
          <w:rtl/>
        </w:rPr>
        <w:t>ی</w:t>
      </w:r>
      <w:r>
        <w:rPr>
          <w:rtl/>
        </w:rPr>
        <w:t>د و براى روز ق</w:t>
      </w:r>
      <w:r w:rsidR="00E275C9">
        <w:rPr>
          <w:rtl/>
        </w:rPr>
        <w:t>ی</w:t>
      </w:r>
      <w:r>
        <w:rPr>
          <w:rtl/>
        </w:rPr>
        <w:t>امت خو</w:t>
      </w:r>
      <w:r w:rsidR="00E275C9">
        <w:rPr>
          <w:rtl/>
        </w:rPr>
        <w:t>ی</w:t>
      </w:r>
      <w:r>
        <w:rPr>
          <w:rtl/>
        </w:rPr>
        <w:t>ش بد اندوخته اى ذخ</w:t>
      </w:r>
      <w:r w:rsidR="00E275C9">
        <w:rPr>
          <w:rtl/>
        </w:rPr>
        <w:t>ی</w:t>
      </w:r>
      <w:r>
        <w:rPr>
          <w:rtl/>
        </w:rPr>
        <w:t>ره كرد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هلاكت و مرگ از آن شما باد</w:t>
      </w:r>
      <w:r w:rsidR="00E275C9">
        <w:rPr>
          <w:rtl/>
        </w:rPr>
        <w:t xml:space="preserve">! </w:t>
      </w:r>
      <w:r>
        <w:rPr>
          <w:rtl/>
        </w:rPr>
        <w:t>كوشش شما د</w:t>
      </w:r>
      <w:r w:rsidR="00E275C9">
        <w:rPr>
          <w:rtl/>
        </w:rPr>
        <w:t>ی</w:t>
      </w:r>
      <w:r>
        <w:rPr>
          <w:rtl/>
        </w:rPr>
        <w:t>گر فا</w:t>
      </w:r>
      <w:r w:rsidR="00E275C9">
        <w:rPr>
          <w:rtl/>
        </w:rPr>
        <w:t>ی</w:t>
      </w:r>
      <w:r>
        <w:rPr>
          <w:rtl/>
        </w:rPr>
        <w:t>ده اى نخواهد داشت</w:t>
      </w:r>
      <w:r w:rsidR="00E275C9">
        <w:rPr>
          <w:rtl/>
        </w:rPr>
        <w:t xml:space="preserve">. </w:t>
      </w:r>
      <w:r>
        <w:rPr>
          <w:rtl/>
        </w:rPr>
        <w:t>دستهاى شما بر</w:t>
      </w:r>
      <w:r w:rsidR="00E275C9">
        <w:rPr>
          <w:rtl/>
        </w:rPr>
        <w:t>ی</w:t>
      </w:r>
      <w:r>
        <w:rPr>
          <w:rtl/>
        </w:rPr>
        <w:t>ده باد</w:t>
      </w:r>
      <w:r w:rsidR="00E275C9">
        <w:rPr>
          <w:rtl/>
        </w:rPr>
        <w:t xml:space="preserve">! </w:t>
      </w:r>
      <w:r>
        <w:rPr>
          <w:rtl/>
        </w:rPr>
        <w:t>كه ز</w:t>
      </w:r>
      <w:r w:rsidR="00E275C9">
        <w:rPr>
          <w:rtl/>
        </w:rPr>
        <w:t>ی</w:t>
      </w:r>
      <w:r>
        <w:rPr>
          <w:rtl/>
        </w:rPr>
        <w:t>ان و ضرر براى خو</w:t>
      </w:r>
      <w:r w:rsidR="00E275C9">
        <w:rPr>
          <w:rtl/>
        </w:rPr>
        <w:t>ی</w:t>
      </w:r>
      <w:r>
        <w:rPr>
          <w:rtl/>
        </w:rPr>
        <w:t>ش به بار آورد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به خسران دن</w:t>
      </w:r>
      <w:r w:rsidR="00E275C9">
        <w:rPr>
          <w:rtl/>
        </w:rPr>
        <w:t>ی</w:t>
      </w:r>
      <w:r>
        <w:rPr>
          <w:rtl/>
        </w:rPr>
        <w:t>ا و آخرت دچار شد</w:t>
      </w:r>
      <w:r w:rsidR="00E275C9">
        <w:rPr>
          <w:rtl/>
        </w:rPr>
        <w:t>ی</w:t>
      </w:r>
      <w:r>
        <w:rPr>
          <w:rtl/>
        </w:rPr>
        <w:t>د و مستحق عذاب الهى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د و خوارى و فقر بر شما غلبه كرد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واى بر شما اى مردم كوفه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مى دان</w:t>
      </w:r>
      <w:r w:rsidR="00E275C9">
        <w:rPr>
          <w:rtl/>
        </w:rPr>
        <w:t>ی</w:t>
      </w:r>
      <w:r>
        <w:rPr>
          <w:rtl/>
        </w:rPr>
        <w:t>د كه از پ</w:t>
      </w:r>
      <w:r w:rsidR="00E275C9">
        <w:rPr>
          <w:rtl/>
        </w:rPr>
        <w:t>ی</w:t>
      </w:r>
      <w:r>
        <w:rPr>
          <w:rtl/>
        </w:rPr>
        <w:t>امبر خدا چه جگرى را شكافت</w:t>
      </w:r>
      <w:r w:rsidR="00E275C9">
        <w:rPr>
          <w:rtl/>
        </w:rPr>
        <w:t>ی</w:t>
      </w:r>
      <w:r>
        <w:rPr>
          <w:rtl/>
        </w:rPr>
        <w:t>د و چه خونى را از او به زم</w:t>
      </w:r>
      <w:r w:rsidR="00E275C9">
        <w:rPr>
          <w:rtl/>
        </w:rPr>
        <w:t>ی</w:t>
      </w:r>
      <w:r>
        <w:rPr>
          <w:rtl/>
        </w:rPr>
        <w:t>ن ر</w:t>
      </w:r>
      <w:r w:rsidR="00E275C9">
        <w:rPr>
          <w:rtl/>
        </w:rPr>
        <w:t>ی</w:t>
      </w:r>
      <w:r>
        <w:rPr>
          <w:rtl/>
        </w:rPr>
        <w:t>خت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  <w:r>
        <w:rPr>
          <w:rtl/>
        </w:rPr>
        <w:t>و چه پ</w:t>
      </w:r>
      <w:r w:rsidR="00E275C9">
        <w:rPr>
          <w:rtl/>
        </w:rPr>
        <w:t>ی</w:t>
      </w:r>
      <w:r>
        <w:rPr>
          <w:rtl/>
        </w:rPr>
        <w:t>مانى را شكست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  <w:r>
        <w:rPr>
          <w:rtl/>
        </w:rPr>
        <w:t>و چه حرمتى از پ</w:t>
      </w:r>
      <w:r w:rsidR="00E275C9">
        <w:rPr>
          <w:rtl/>
        </w:rPr>
        <w:t>ی</w:t>
      </w:r>
      <w:r>
        <w:rPr>
          <w:rtl/>
        </w:rPr>
        <w:t>امبر را ناد</w:t>
      </w:r>
      <w:r w:rsidR="00E275C9">
        <w:rPr>
          <w:rtl/>
        </w:rPr>
        <w:t>ی</w:t>
      </w:r>
      <w:r>
        <w:rPr>
          <w:rtl/>
        </w:rPr>
        <w:t>ده گرفت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  <w:r>
        <w:rPr>
          <w:rtl/>
        </w:rPr>
        <w:t>و چگونه پرده نش</w:t>
      </w:r>
      <w:r w:rsidR="00E275C9">
        <w:rPr>
          <w:rtl/>
        </w:rPr>
        <w:t>ی</w:t>
      </w:r>
      <w:r>
        <w:rPr>
          <w:rtl/>
        </w:rPr>
        <w:t>نان عصمت را بى پرده</w:t>
      </w:r>
      <w:r w:rsidR="00E275C9">
        <w:rPr>
          <w:rtl/>
        </w:rPr>
        <w:t xml:space="preserve">،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رون افكند</w:t>
      </w:r>
      <w:r w:rsidR="00E275C9">
        <w:rPr>
          <w:rtl/>
        </w:rPr>
        <w:t>ی</w:t>
      </w:r>
      <w:r>
        <w:rPr>
          <w:rtl/>
        </w:rPr>
        <w:t>د و به اسارت كش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مردم</w:t>
      </w:r>
      <w:r w:rsidR="00E275C9">
        <w:rPr>
          <w:rtl/>
        </w:rPr>
        <w:t xml:space="preserve">!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دادى بزرگ و كارى بى نها</w:t>
      </w:r>
      <w:r w:rsidR="00E275C9">
        <w:rPr>
          <w:rtl/>
        </w:rPr>
        <w:t>ی</w:t>
      </w:r>
      <w:r>
        <w:rPr>
          <w:rtl/>
        </w:rPr>
        <w:t>ت قب</w:t>
      </w:r>
      <w:r w:rsidR="00E275C9">
        <w:rPr>
          <w:rtl/>
        </w:rPr>
        <w:t>ی</w:t>
      </w:r>
      <w:r>
        <w:rPr>
          <w:rtl/>
        </w:rPr>
        <w:t>ح انجام داد</w:t>
      </w:r>
      <w:r w:rsidR="00E275C9">
        <w:rPr>
          <w:rtl/>
        </w:rPr>
        <w:t>ی</w:t>
      </w:r>
      <w:r>
        <w:rPr>
          <w:rtl/>
        </w:rPr>
        <w:t>د نزد</w:t>
      </w:r>
      <w:r w:rsidR="00E275C9">
        <w:rPr>
          <w:rtl/>
        </w:rPr>
        <w:t>ی</w:t>
      </w:r>
      <w:r>
        <w:rPr>
          <w:rtl/>
        </w:rPr>
        <w:t>ك است از كار زشت شما آسمانها شكافته شوند و زم</w:t>
      </w:r>
      <w:r w:rsidR="00E275C9">
        <w:rPr>
          <w:rtl/>
        </w:rPr>
        <w:t>ی</w:t>
      </w:r>
      <w:r>
        <w:rPr>
          <w:rtl/>
        </w:rPr>
        <w:t>ن از هم پاره شود و كوهها فرو ر</w:t>
      </w:r>
      <w:r w:rsidR="00E275C9">
        <w:rPr>
          <w:rtl/>
        </w:rPr>
        <w:t>ی</w:t>
      </w:r>
      <w:r>
        <w:rPr>
          <w:rtl/>
        </w:rPr>
        <w:t>زند رسوا</w:t>
      </w:r>
      <w:r w:rsidR="00E275C9">
        <w:rPr>
          <w:rtl/>
        </w:rPr>
        <w:t>ی</w:t>
      </w:r>
      <w:r>
        <w:rPr>
          <w:rtl/>
        </w:rPr>
        <w:t>ى و زشتى كار شن</w:t>
      </w:r>
      <w:r w:rsidR="00E275C9">
        <w:rPr>
          <w:rtl/>
        </w:rPr>
        <w:t>ی</w:t>
      </w:r>
      <w:r>
        <w:rPr>
          <w:rtl/>
        </w:rPr>
        <w:t>ع شما</w:t>
      </w:r>
      <w:r w:rsidR="00E275C9">
        <w:rPr>
          <w:rtl/>
        </w:rPr>
        <w:t xml:space="preserve">، </w:t>
      </w:r>
      <w:r>
        <w:rPr>
          <w:rtl/>
        </w:rPr>
        <w:t>آسمان و زم</w:t>
      </w:r>
      <w:r w:rsidR="00E275C9">
        <w:rPr>
          <w:rtl/>
        </w:rPr>
        <w:t>ی</w:t>
      </w:r>
      <w:r>
        <w:rPr>
          <w:rtl/>
        </w:rPr>
        <w:t>ن را فرا گرفت</w:t>
      </w:r>
      <w:r w:rsidR="00E275C9">
        <w:rPr>
          <w:rtl/>
        </w:rPr>
        <w:t xml:space="preserve">،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تعجب مى كن</w:t>
      </w:r>
      <w:r w:rsidR="00E275C9">
        <w:rPr>
          <w:rtl/>
        </w:rPr>
        <w:t>ی</w:t>
      </w:r>
      <w:r>
        <w:rPr>
          <w:rtl/>
        </w:rPr>
        <w:t>د كه از آسمان خون بار</w:t>
      </w:r>
      <w:r w:rsidR="00E275C9">
        <w:rPr>
          <w:rtl/>
        </w:rPr>
        <w:t>ی</w:t>
      </w:r>
      <w:r>
        <w:rPr>
          <w:rtl/>
        </w:rPr>
        <w:t xml:space="preserve">دن گرفت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36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>ولى بدان</w:t>
      </w:r>
      <w:r w:rsidR="00E275C9">
        <w:rPr>
          <w:rtl/>
        </w:rPr>
        <w:t>ی</w:t>
      </w:r>
      <w:r>
        <w:rPr>
          <w:rtl/>
        </w:rPr>
        <w:t>د كه عذاب آخرتتان سخت خواركننده تر و رسوا كننده تر خواهد بود</w:t>
      </w:r>
      <w:r w:rsidR="00E275C9">
        <w:rPr>
          <w:rtl/>
        </w:rPr>
        <w:t xml:space="preserve">. </w:t>
      </w:r>
      <w:r>
        <w:rPr>
          <w:rtl/>
        </w:rPr>
        <w:t>و كسى شما را كمك نخواهد كرد و ا</w:t>
      </w:r>
      <w:r w:rsidR="00E275C9">
        <w:rPr>
          <w:rtl/>
        </w:rPr>
        <w:t>ی</w:t>
      </w:r>
      <w:r>
        <w:rPr>
          <w:rtl/>
        </w:rPr>
        <w:t>ن مهلتى كه خدا به شما داده</w:t>
      </w:r>
      <w:r w:rsidR="00E275C9">
        <w:rPr>
          <w:rtl/>
        </w:rPr>
        <w:t xml:space="preserve">، </w:t>
      </w:r>
      <w:r>
        <w:rPr>
          <w:rtl/>
        </w:rPr>
        <w:t>هرگز عذاب شما را تخف</w:t>
      </w:r>
      <w:r w:rsidR="00E275C9">
        <w:rPr>
          <w:rtl/>
        </w:rPr>
        <w:t>ی</w:t>
      </w:r>
      <w:r>
        <w:rPr>
          <w:rtl/>
        </w:rPr>
        <w:t>ف نخواهد داد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خداوند عزّوجل</w:t>
      </w:r>
      <w:r w:rsidR="00E275C9">
        <w:rPr>
          <w:rtl/>
        </w:rPr>
        <w:t xml:space="preserve">، </w:t>
      </w:r>
      <w:r>
        <w:rPr>
          <w:rtl/>
        </w:rPr>
        <w:t>ه</w:t>
      </w:r>
      <w:r w:rsidR="00E275C9">
        <w:rPr>
          <w:rtl/>
        </w:rPr>
        <w:t>ی</w:t>
      </w:r>
      <w:r>
        <w:rPr>
          <w:rtl/>
        </w:rPr>
        <w:t>چگاه در ك</w:t>
      </w:r>
      <w:r w:rsidR="00E275C9">
        <w:rPr>
          <w:rtl/>
        </w:rPr>
        <w:t>ی</w:t>
      </w:r>
      <w:r>
        <w:rPr>
          <w:rtl/>
        </w:rPr>
        <w:t>فر گناهكاران شتاب نخواهد كرد و ب</w:t>
      </w:r>
      <w:r w:rsidR="00E275C9">
        <w:rPr>
          <w:rtl/>
        </w:rPr>
        <w:t>ی</w:t>
      </w:r>
      <w:r>
        <w:rPr>
          <w:rtl/>
        </w:rPr>
        <w:t xml:space="preserve">م ندارد كه </w:t>
      </w:r>
      <w:r>
        <w:rPr>
          <w:rtl/>
        </w:rPr>
        <w:lastRenderedPageBreak/>
        <w:t>هنگام انتقام بگذرد</w:t>
      </w:r>
      <w:r w:rsidR="00E275C9">
        <w:rPr>
          <w:rtl/>
        </w:rPr>
        <w:t xml:space="preserve">، </w:t>
      </w:r>
      <w:r>
        <w:rPr>
          <w:rtl/>
        </w:rPr>
        <w:t>بدان</w:t>
      </w:r>
      <w:r w:rsidR="00E275C9">
        <w:rPr>
          <w:rtl/>
        </w:rPr>
        <w:t>ی</w:t>
      </w:r>
      <w:r>
        <w:rPr>
          <w:rtl/>
        </w:rPr>
        <w:t>د كه پروردگار شما در كم</w:t>
      </w:r>
      <w:r w:rsidR="00E275C9">
        <w:rPr>
          <w:rtl/>
        </w:rPr>
        <w:t>ی</w:t>
      </w:r>
      <w:r>
        <w:rPr>
          <w:rtl/>
        </w:rPr>
        <w:t>ن و به انتظار گناهكاران است</w:t>
      </w:r>
      <w:r w:rsidR="00E275C9">
        <w:rPr>
          <w:rtl/>
        </w:rPr>
        <w:t xml:space="preserve">... </w:t>
      </w:r>
      <w:r>
        <w:rPr>
          <w:rtl/>
        </w:rPr>
        <w:t>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37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سخنان دختر على بن اب</w:t>
      </w:r>
      <w:r w:rsidR="00E275C9">
        <w:rPr>
          <w:rtl/>
        </w:rPr>
        <w:t>ی</w:t>
      </w:r>
      <w:r>
        <w:rPr>
          <w:rtl/>
        </w:rPr>
        <w:t xml:space="preserve">طالب و پرورش </w:t>
      </w:r>
      <w:r w:rsidR="00E275C9">
        <w:rPr>
          <w:rtl/>
        </w:rPr>
        <w:t>ی</w:t>
      </w:r>
      <w:r>
        <w:rPr>
          <w:rtl/>
        </w:rPr>
        <w:t>افته خاندان فصاحت و بلاغت و سرچشمه رشادت و مكارم اخلاق</w:t>
      </w:r>
      <w:r w:rsidR="00E275C9">
        <w:rPr>
          <w:rtl/>
        </w:rPr>
        <w:t xml:space="preserve">، </w:t>
      </w:r>
      <w:r>
        <w:rPr>
          <w:rtl/>
        </w:rPr>
        <w:t>همچنان ادامه داشت و گفتارش</w:t>
      </w:r>
      <w:r w:rsidR="00E275C9">
        <w:rPr>
          <w:rtl/>
        </w:rPr>
        <w:t xml:space="preserve">، </w:t>
      </w:r>
      <w:r>
        <w:rPr>
          <w:rtl/>
        </w:rPr>
        <w:t xml:space="preserve">شنوندگان را تحت </w:t>
      </w:r>
      <w:r w:rsidR="0020655A">
        <w:rPr>
          <w:rtl/>
        </w:rPr>
        <w:t>تأثیر</w:t>
      </w:r>
      <w:r>
        <w:rPr>
          <w:rtl/>
        </w:rPr>
        <w:t xml:space="preserve"> قرار داده بود كه زنان و مردان از فرط اندوه</w:t>
      </w:r>
      <w:r w:rsidR="00E275C9">
        <w:rPr>
          <w:rtl/>
        </w:rPr>
        <w:t xml:space="preserve">، </w:t>
      </w:r>
      <w:r>
        <w:rPr>
          <w:rtl/>
        </w:rPr>
        <w:t>با صداى بلند مى گر</w:t>
      </w:r>
      <w:r w:rsidR="00E275C9">
        <w:rPr>
          <w:rtl/>
        </w:rPr>
        <w:t>ی</w:t>
      </w:r>
      <w:r>
        <w:rPr>
          <w:rtl/>
        </w:rPr>
        <w:t>ستند و غوغاى عج</w:t>
      </w:r>
      <w:r w:rsidR="00E275C9">
        <w:rPr>
          <w:rtl/>
        </w:rPr>
        <w:t>ی</w:t>
      </w:r>
      <w:r>
        <w:rPr>
          <w:rtl/>
        </w:rPr>
        <w:t>بى برپا شده بود</w:t>
      </w:r>
      <w:r w:rsidR="00E275C9">
        <w:rPr>
          <w:rtl/>
        </w:rPr>
        <w:t xml:space="preserve">. </w:t>
      </w:r>
      <w:r>
        <w:rPr>
          <w:rtl/>
        </w:rPr>
        <w:t>همه در</w:t>
      </w:r>
      <w:r w:rsidR="00E275C9">
        <w:rPr>
          <w:rtl/>
        </w:rPr>
        <w:t>ی</w:t>
      </w:r>
      <w:r>
        <w:rPr>
          <w:rtl/>
        </w:rPr>
        <w:t>افته بودند كه عب</w:t>
      </w:r>
      <w:r w:rsidR="00E275C9">
        <w:rPr>
          <w:rtl/>
        </w:rPr>
        <w:t>ی</w:t>
      </w:r>
      <w:r>
        <w:rPr>
          <w:rtl/>
        </w:rPr>
        <w:t>داللّه بن ز</w:t>
      </w:r>
      <w:r w:rsidR="00E275C9">
        <w:rPr>
          <w:rtl/>
        </w:rPr>
        <w:t>ی</w:t>
      </w:r>
      <w:r>
        <w:rPr>
          <w:rtl/>
        </w:rPr>
        <w:t>اد چه لكه ننگ بزرگى بر صفحه تار</w:t>
      </w:r>
      <w:r w:rsidR="00E275C9">
        <w:rPr>
          <w:rtl/>
        </w:rPr>
        <w:t>ی</w:t>
      </w:r>
      <w:r>
        <w:rPr>
          <w:rtl/>
        </w:rPr>
        <w:t xml:space="preserve">خ از خود به </w:t>
      </w:r>
      <w:r w:rsidR="00E275C9">
        <w:rPr>
          <w:rtl/>
        </w:rPr>
        <w:t>ی</w:t>
      </w:r>
      <w:r>
        <w:rPr>
          <w:rtl/>
        </w:rPr>
        <w:t>ادگار گذاشت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همه از خواب غفلت ب</w:t>
      </w:r>
      <w:r w:rsidR="00E275C9">
        <w:rPr>
          <w:rtl/>
        </w:rPr>
        <w:t>ی</w:t>
      </w:r>
      <w:r>
        <w:rPr>
          <w:rtl/>
        </w:rPr>
        <w:t>دار شده بودند</w:t>
      </w:r>
      <w:r w:rsidR="00E275C9">
        <w:rPr>
          <w:rtl/>
        </w:rPr>
        <w:t xml:space="preserve">، </w:t>
      </w:r>
      <w:r>
        <w:rPr>
          <w:rtl/>
        </w:rPr>
        <w:t>چ</w:t>
      </w:r>
      <w:r w:rsidR="00E275C9">
        <w:rPr>
          <w:rtl/>
        </w:rPr>
        <w:t>ی</w:t>
      </w:r>
      <w:r>
        <w:rPr>
          <w:rtl/>
        </w:rPr>
        <w:t>زى نمانده بود كه انقلابى عظ</w:t>
      </w:r>
      <w:r w:rsidR="00E275C9">
        <w:rPr>
          <w:rtl/>
        </w:rPr>
        <w:t>ی</w:t>
      </w:r>
      <w:r>
        <w:rPr>
          <w:rtl/>
        </w:rPr>
        <w:t>م به وجود آ</w:t>
      </w:r>
      <w:r w:rsidR="00E275C9">
        <w:rPr>
          <w:rtl/>
        </w:rPr>
        <w:t>ی</w:t>
      </w:r>
      <w:r>
        <w:rPr>
          <w:rtl/>
        </w:rPr>
        <w:t>د و كوفه را از لوث طرفداران آل سف</w:t>
      </w:r>
      <w:r w:rsidR="00E275C9">
        <w:rPr>
          <w:rtl/>
        </w:rPr>
        <w:t>ی</w:t>
      </w:r>
      <w:r>
        <w:rPr>
          <w:rtl/>
        </w:rPr>
        <w:t>ان پاك كنند</w:t>
      </w:r>
      <w:r w:rsidR="00E275C9">
        <w:rPr>
          <w:rtl/>
        </w:rPr>
        <w:t xml:space="preserve">. </w:t>
      </w:r>
      <w:r>
        <w:rPr>
          <w:rtl/>
        </w:rPr>
        <w:t>به ابن ز</w:t>
      </w:r>
      <w:r w:rsidR="00E275C9">
        <w:rPr>
          <w:rtl/>
        </w:rPr>
        <w:t>ی</w:t>
      </w:r>
      <w:r>
        <w:rPr>
          <w:rtl/>
        </w:rPr>
        <w:t>اد خبر داده شد كه اگر چاره اى ن</w:t>
      </w:r>
      <w:r w:rsidR="00E275C9">
        <w:rPr>
          <w:rtl/>
        </w:rPr>
        <w:t>ی</w:t>
      </w:r>
      <w:r>
        <w:rPr>
          <w:rtl/>
        </w:rPr>
        <w:t>ند</w:t>
      </w:r>
      <w:r w:rsidR="00E275C9">
        <w:rPr>
          <w:rtl/>
        </w:rPr>
        <w:t>ی</w:t>
      </w:r>
      <w:r>
        <w:rPr>
          <w:rtl/>
        </w:rPr>
        <w:t>شى</w:t>
      </w:r>
      <w:r w:rsidR="00E275C9">
        <w:rPr>
          <w:rtl/>
        </w:rPr>
        <w:t xml:space="preserve">،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درنگ ش</w:t>
      </w:r>
      <w:r w:rsidR="00E275C9">
        <w:rPr>
          <w:rtl/>
        </w:rPr>
        <w:t>ی</w:t>
      </w:r>
      <w:r>
        <w:rPr>
          <w:rtl/>
        </w:rPr>
        <w:t>ع</w:t>
      </w:r>
      <w:r w:rsidR="00E275C9">
        <w:rPr>
          <w:rtl/>
        </w:rPr>
        <w:t>ی</w:t>
      </w:r>
      <w:r>
        <w:rPr>
          <w:rtl/>
        </w:rPr>
        <w:t>ان و پ</w:t>
      </w:r>
      <w:r w:rsidR="00E275C9">
        <w:rPr>
          <w:rtl/>
        </w:rPr>
        <w:t>ی</w:t>
      </w:r>
      <w:r>
        <w:rPr>
          <w:rtl/>
        </w:rPr>
        <w:t xml:space="preserve">روان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ق</w:t>
      </w:r>
      <w:r w:rsidR="00E275C9">
        <w:rPr>
          <w:rtl/>
        </w:rPr>
        <w:t>ی</w:t>
      </w:r>
      <w:r>
        <w:rPr>
          <w:rtl/>
        </w:rPr>
        <w:t xml:space="preserve">ام خواهند كرد و همه هواداران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را از دم شمش</w:t>
      </w:r>
      <w:r w:rsidR="00E275C9">
        <w:rPr>
          <w:rtl/>
        </w:rPr>
        <w:t>ی</w:t>
      </w:r>
      <w:r>
        <w:rPr>
          <w:rtl/>
        </w:rPr>
        <w:t>ر خواهند گذراند</w:t>
      </w:r>
      <w:r w:rsidR="00E275C9">
        <w:rPr>
          <w:rtl/>
        </w:rPr>
        <w:t xml:space="preserve">. </w:t>
      </w:r>
      <w:r>
        <w:rPr>
          <w:rtl/>
        </w:rPr>
        <w:t>مردم سرها و اسرا را شناخته اند</w:t>
      </w:r>
      <w:r w:rsidR="00E275C9">
        <w:rPr>
          <w:rtl/>
        </w:rPr>
        <w:t xml:space="preserve">.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كبرى دختر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گونه پدرش لب به سخن گشوده و با خطبه اى آتش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مردم را مخاطب قرار داده است</w:t>
      </w:r>
      <w:r w:rsidR="00E275C9">
        <w:rPr>
          <w:rtl/>
        </w:rPr>
        <w:t xml:space="preserve">. </w:t>
      </w:r>
      <w:r w:rsidR="0020655A">
        <w:rPr>
          <w:rtl/>
        </w:rPr>
        <w:t>تأثیر</w:t>
      </w:r>
      <w:r>
        <w:rPr>
          <w:rtl/>
        </w:rPr>
        <w:t xml:space="preserve"> كلامش تا بدان پا</w:t>
      </w:r>
      <w:r w:rsidR="00E275C9">
        <w:rPr>
          <w:rtl/>
        </w:rPr>
        <w:t>ی</w:t>
      </w:r>
      <w:r>
        <w:rPr>
          <w:rtl/>
        </w:rPr>
        <w:t>ه است كه عنقر</w:t>
      </w:r>
      <w:r w:rsidR="00E275C9">
        <w:rPr>
          <w:rtl/>
        </w:rPr>
        <w:t>ی</w:t>
      </w:r>
      <w:r>
        <w:rPr>
          <w:rtl/>
        </w:rPr>
        <w:t>ب مردم خواهند شور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همه مردم غضبناك و خشمگ</w:t>
      </w:r>
      <w:r w:rsidR="00E275C9">
        <w:rPr>
          <w:rtl/>
        </w:rPr>
        <w:t>ی</w:t>
      </w:r>
      <w:r>
        <w:rPr>
          <w:rtl/>
        </w:rPr>
        <w:t>ن شده اند</w:t>
      </w:r>
      <w:r w:rsidR="00E275C9">
        <w:rPr>
          <w:rtl/>
        </w:rPr>
        <w:t xml:space="preserve">، </w:t>
      </w:r>
      <w:r>
        <w:rPr>
          <w:rtl/>
        </w:rPr>
        <w:t>از فرط تنفر</w:t>
      </w:r>
      <w:r w:rsidR="00E275C9">
        <w:rPr>
          <w:rtl/>
        </w:rPr>
        <w:t xml:space="preserve">، </w:t>
      </w:r>
      <w:r>
        <w:rPr>
          <w:rtl/>
        </w:rPr>
        <w:t xml:space="preserve">علنا به تو و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فحش مى دهند و كشندگان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لعنت مى كنند</w:t>
      </w:r>
      <w:r w:rsidR="00E275C9">
        <w:rPr>
          <w:rtl/>
        </w:rPr>
        <w:t xml:space="preserve">.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چونان پدرش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سخن مى گو</w:t>
      </w:r>
      <w:r w:rsidR="00E275C9">
        <w:rPr>
          <w:rtl/>
        </w:rPr>
        <w:t>ی</w:t>
      </w:r>
      <w:r>
        <w:rPr>
          <w:rtl/>
        </w:rPr>
        <w:t>د و كلامش به قدرى مردم را ته</w:t>
      </w:r>
      <w:r w:rsidR="00E275C9">
        <w:rPr>
          <w:rtl/>
        </w:rPr>
        <w:t>یی</w:t>
      </w:r>
      <w:r>
        <w:rPr>
          <w:rtl/>
        </w:rPr>
        <w:t>ج كرده و تحر</w:t>
      </w:r>
      <w:r w:rsidR="00E275C9">
        <w:rPr>
          <w:rtl/>
        </w:rPr>
        <w:t>ی</w:t>
      </w:r>
      <w:r>
        <w:rPr>
          <w:rtl/>
        </w:rPr>
        <w:t>ك نموده كه مستعد انقلابى بزرگ شده اند و زم</w:t>
      </w:r>
      <w:r w:rsidR="00E275C9">
        <w:rPr>
          <w:rtl/>
        </w:rPr>
        <w:t>ی</w:t>
      </w:r>
      <w:r>
        <w:rPr>
          <w:rtl/>
        </w:rPr>
        <w:t>نه شورش</w:t>
      </w:r>
      <w:r w:rsidR="00E275C9">
        <w:rPr>
          <w:rtl/>
        </w:rPr>
        <w:t xml:space="preserve"> </w:t>
      </w:r>
      <w:r>
        <w:rPr>
          <w:rtl/>
        </w:rPr>
        <w:t>مه</w:t>
      </w:r>
      <w:r w:rsidR="00E275C9">
        <w:rPr>
          <w:rtl/>
        </w:rPr>
        <w:t>ی</w:t>
      </w:r>
      <w:r>
        <w:rPr>
          <w:rtl/>
        </w:rPr>
        <w:t>ا شده است</w:t>
      </w:r>
      <w:r w:rsidR="00E275C9">
        <w:rPr>
          <w:rtl/>
        </w:rPr>
        <w:t xml:space="preserve">، </w:t>
      </w:r>
      <w:r>
        <w:rPr>
          <w:rtl/>
        </w:rPr>
        <w:t>هرطور هست با</w:t>
      </w:r>
      <w:r w:rsidR="00E275C9">
        <w:rPr>
          <w:rtl/>
        </w:rPr>
        <w:t>ی</w:t>
      </w:r>
      <w:r>
        <w:rPr>
          <w:rtl/>
        </w:rPr>
        <w:t>د ز</w:t>
      </w:r>
      <w:r w:rsidR="00E275C9">
        <w:rPr>
          <w:rtl/>
        </w:rPr>
        <w:t>ی</w:t>
      </w:r>
      <w:r>
        <w:rPr>
          <w:rtl/>
        </w:rPr>
        <w:t>نب را ساكت كرد وگرنه لحظاتى د</w:t>
      </w:r>
      <w:r w:rsidR="00E275C9">
        <w:rPr>
          <w:rtl/>
        </w:rPr>
        <w:t>ی</w:t>
      </w:r>
      <w:r>
        <w:rPr>
          <w:rtl/>
        </w:rPr>
        <w:t>گر</w:t>
      </w:r>
      <w:r w:rsidR="00E275C9">
        <w:rPr>
          <w:rtl/>
        </w:rPr>
        <w:t xml:space="preserve">، </w:t>
      </w:r>
      <w:r>
        <w:rPr>
          <w:rtl/>
        </w:rPr>
        <w:t xml:space="preserve">مردم بر ضد تو و حكومت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بپا خواهند خاست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عب</w:t>
      </w:r>
      <w:r w:rsidR="00E275C9">
        <w:rPr>
          <w:rtl/>
        </w:rPr>
        <w:t>ی</w:t>
      </w:r>
      <w:r>
        <w:rPr>
          <w:rtl/>
        </w:rPr>
        <w:t>داللّه</w:t>
      </w:r>
      <w:r w:rsidR="00E275C9">
        <w:rPr>
          <w:rtl/>
        </w:rPr>
        <w:t xml:space="preserve">، </w:t>
      </w:r>
      <w:r>
        <w:rPr>
          <w:rtl/>
        </w:rPr>
        <w:t>سراس</w:t>
      </w:r>
      <w:r w:rsidR="00E275C9">
        <w:rPr>
          <w:rtl/>
        </w:rPr>
        <w:t>ی</w:t>
      </w:r>
      <w:r>
        <w:rPr>
          <w:rtl/>
        </w:rPr>
        <w:t>مه گفت</w:t>
      </w:r>
      <w:r w:rsidR="00E275C9">
        <w:rPr>
          <w:rtl/>
        </w:rPr>
        <w:t xml:space="preserve">: </w:t>
      </w:r>
      <w:r>
        <w:rPr>
          <w:rtl/>
        </w:rPr>
        <w:t>سر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در مقابل ز</w:t>
      </w:r>
      <w:r w:rsidR="00E275C9">
        <w:rPr>
          <w:rtl/>
        </w:rPr>
        <w:t>ی</w:t>
      </w:r>
      <w:r>
        <w:rPr>
          <w:rtl/>
        </w:rPr>
        <w:t>نب قرار ده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باشد كه چون روى برادر رابب</w:t>
      </w:r>
      <w:r w:rsidR="00E275C9">
        <w:rPr>
          <w:rtl/>
        </w:rPr>
        <w:t>ی</w:t>
      </w:r>
      <w:r>
        <w:rPr>
          <w:rtl/>
        </w:rPr>
        <w:t>ند آرام شود</w:t>
      </w:r>
      <w:r w:rsidR="00E275C9">
        <w:rPr>
          <w:rtl/>
        </w:rPr>
        <w:t xml:space="preserve">. </w:t>
      </w:r>
      <w:r>
        <w:rPr>
          <w:rtl/>
        </w:rPr>
        <w:t>او درست فكر كرده بود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كبرى از عاشورا تا كنون برادر ارجمندش را ند</w:t>
      </w:r>
      <w:r w:rsidR="00E275C9">
        <w:rPr>
          <w:rtl/>
        </w:rPr>
        <w:t>ی</w:t>
      </w:r>
      <w:r>
        <w:rPr>
          <w:rtl/>
        </w:rPr>
        <w:t>ده بود</w:t>
      </w:r>
      <w:r w:rsidR="00E275C9">
        <w:rPr>
          <w:rtl/>
        </w:rPr>
        <w:t xml:space="preserve">، </w:t>
      </w: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نكه د</w:t>
      </w:r>
      <w:r w:rsidR="00E275C9">
        <w:rPr>
          <w:rtl/>
        </w:rPr>
        <w:t>ی</w:t>
      </w:r>
      <w:r>
        <w:rPr>
          <w:rtl/>
        </w:rPr>
        <w:t xml:space="preserve">ده او به چهره نورانى </w:t>
      </w:r>
      <w:r>
        <w:rPr>
          <w:rtl/>
        </w:rPr>
        <w:lastRenderedPageBreak/>
        <w:t>برادر در بالاى ن</w:t>
      </w:r>
      <w:r w:rsidR="00E275C9">
        <w:rPr>
          <w:rtl/>
        </w:rPr>
        <w:t>ی</w:t>
      </w:r>
      <w:r>
        <w:rPr>
          <w:rtl/>
        </w:rPr>
        <w:t>زه افتاد</w:t>
      </w:r>
      <w:r w:rsidR="00E275C9">
        <w:rPr>
          <w:rtl/>
        </w:rPr>
        <w:t xml:space="preserve">، </w:t>
      </w:r>
      <w:r>
        <w:rPr>
          <w:rtl/>
        </w:rPr>
        <w:t>سكوت اخت</w:t>
      </w:r>
      <w:r w:rsidR="00E275C9">
        <w:rPr>
          <w:rtl/>
        </w:rPr>
        <w:t>ی</w:t>
      </w:r>
      <w:r>
        <w:rPr>
          <w:rtl/>
        </w:rPr>
        <w:t>ار كرد وچنان غرق تماشاى آن شمس تابناك هدا</w:t>
      </w:r>
      <w:r w:rsidR="00E275C9">
        <w:rPr>
          <w:rtl/>
        </w:rPr>
        <w:t>ی</w:t>
      </w:r>
      <w:r>
        <w:rPr>
          <w:rtl/>
        </w:rPr>
        <w:t>ت شد كه به بكلّى رشته كلام را قطع كرد و خطاب به سر مطهر</w:t>
      </w:r>
      <w:r w:rsidR="00E275C9">
        <w:rPr>
          <w:rtl/>
        </w:rPr>
        <w:t xml:space="preserve">، </w:t>
      </w:r>
      <w:r>
        <w:rPr>
          <w:rtl/>
        </w:rPr>
        <w:t>فرمود</w:t>
      </w:r>
      <w:r w:rsidR="00E275C9">
        <w:rPr>
          <w:rtl/>
        </w:rPr>
        <w:t>:</w:t>
      </w:r>
      <w:r w:rsidR="0020655A">
        <w:rPr>
          <w:rtl/>
        </w:rPr>
        <w:t xml:space="preserve"> </w:t>
      </w:r>
      <w:r>
        <w:rPr>
          <w:rtl/>
        </w:rPr>
        <w:t xml:space="preserve">«اى ماه </w:t>
      </w:r>
      <w:r w:rsidR="00E275C9">
        <w:rPr>
          <w:rtl/>
        </w:rPr>
        <w:t>ی</w:t>
      </w:r>
      <w:r>
        <w:rPr>
          <w:rtl/>
        </w:rPr>
        <w:t>ك</w:t>
      </w:r>
      <w:r w:rsidR="000D64E7">
        <w:rPr>
          <w:rFonts w:hint="cs"/>
          <w:rtl/>
        </w:rPr>
        <w:t xml:space="preserve"> </w:t>
      </w:r>
      <w:r>
        <w:rPr>
          <w:rtl/>
        </w:rPr>
        <w:t>شبه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چه زود غروب كردى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</w:t>
      </w:r>
      <w:r w:rsidR="00E275C9">
        <w:rPr>
          <w:rtl/>
        </w:rPr>
        <w:t>ی</w:t>
      </w:r>
      <w:r>
        <w:rPr>
          <w:rtl/>
        </w:rPr>
        <w:t>چ گمان نمى كردم بد</w:t>
      </w:r>
      <w:r w:rsidR="00E275C9">
        <w:rPr>
          <w:rtl/>
        </w:rPr>
        <w:t>ی</w:t>
      </w:r>
      <w:r>
        <w:rPr>
          <w:rtl/>
        </w:rPr>
        <w:t>ن حالت تو را بر بالاى نى مشاهده كنم 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نجا طبق نوشته برخى از نگارندگان</w:t>
      </w:r>
      <w:r w:rsidR="00E275C9">
        <w:rPr>
          <w:rtl/>
        </w:rPr>
        <w:t xml:space="preserve">، </w:t>
      </w:r>
      <w:r>
        <w:rPr>
          <w:rtl/>
        </w:rPr>
        <w:t>سر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بى اخت</w:t>
      </w:r>
      <w:r w:rsidR="00E275C9">
        <w:rPr>
          <w:rtl/>
        </w:rPr>
        <w:t>ی</w:t>
      </w:r>
      <w:r>
        <w:rPr>
          <w:rtl/>
        </w:rPr>
        <w:t>ار به گوشه محمل خورد</w:t>
      </w:r>
      <w:r w:rsidR="00E275C9">
        <w:rPr>
          <w:rtl/>
        </w:rPr>
        <w:t xml:space="preserve">، </w:t>
      </w:r>
      <w:r>
        <w:rPr>
          <w:rtl/>
        </w:rPr>
        <w:t>به نحوى كه خون از آن جارى شد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38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شا</w:t>
      </w:r>
      <w:r w:rsidR="00E275C9">
        <w:rPr>
          <w:rtl/>
        </w:rPr>
        <w:t>ی</w:t>
      </w:r>
      <w:r>
        <w:rPr>
          <w:rtl/>
        </w:rPr>
        <w:t>د دل</w:t>
      </w:r>
      <w:r w:rsidR="00E275C9">
        <w:rPr>
          <w:rtl/>
        </w:rPr>
        <w:t>ی</w:t>
      </w:r>
      <w:r>
        <w:rPr>
          <w:rtl/>
        </w:rPr>
        <w:t>ل ا</w:t>
      </w:r>
      <w:r w:rsidR="00E275C9">
        <w:rPr>
          <w:rtl/>
        </w:rPr>
        <w:t>ی</w:t>
      </w:r>
      <w:r>
        <w:rPr>
          <w:rtl/>
        </w:rPr>
        <w:t xml:space="preserve">نكه وى سر برادر را به ماه </w:t>
      </w:r>
      <w:r w:rsidR="00E275C9">
        <w:rPr>
          <w:rtl/>
        </w:rPr>
        <w:t>ی</w:t>
      </w:r>
      <w:r>
        <w:rPr>
          <w:rtl/>
        </w:rPr>
        <w:t>كشبه تشب</w:t>
      </w:r>
      <w:r w:rsidR="00E275C9">
        <w:rPr>
          <w:rtl/>
        </w:rPr>
        <w:t>ی</w:t>
      </w:r>
      <w:r>
        <w:rPr>
          <w:rtl/>
        </w:rPr>
        <w:t>ه مى كند ا</w:t>
      </w:r>
      <w:r w:rsidR="00E275C9">
        <w:rPr>
          <w:rtl/>
        </w:rPr>
        <w:t>ی</w:t>
      </w:r>
      <w:r>
        <w:rPr>
          <w:rtl/>
        </w:rPr>
        <w:t xml:space="preserve">ن باشد كه همه مردم او را به </w:t>
      </w:r>
      <w:r w:rsidR="00E275C9">
        <w:rPr>
          <w:rtl/>
        </w:rPr>
        <w:t>ی</w:t>
      </w:r>
      <w:r>
        <w:rPr>
          <w:rtl/>
        </w:rPr>
        <w:t>كد</w:t>
      </w:r>
      <w:r w:rsidR="00E275C9">
        <w:rPr>
          <w:rtl/>
        </w:rPr>
        <w:t>ی</w:t>
      </w:r>
      <w:r>
        <w:rPr>
          <w:rtl/>
        </w:rPr>
        <w:t>گر نشان مى دادند</w:t>
      </w:r>
      <w:r w:rsidR="00E275C9">
        <w:rPr>
          <w:rtl/>
        </w:rPr>
        <w:t xml:space="preserve">. </w:t>
      </w:r>
      <w:r>
        <w:rPr>
          <w:rtl/>
        </w:rPr>
        <w:t>به هرحال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خطبه ناتمام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مردم كوفه را منقلب كرد و </w:t>
      </w:r>
      <w:r w:rsidR="00E275C9">
        <w:rPr>
          <w:rtl/>
        </w:rPr>
        <w:t>ی</w:t>
      </w:r>
      <w:r>
        <w:rPr>
          <w:rtl/>
        </w:rPr>
        <w:t>ك حركت فكرى را در آنان ا</w:t>
      </w:r>
      <w:r w:rsidR="00E275C9">
        <w:rPr>
          <w:rtl/>
        </w:rPr>
        <w:t>ی</w:t>
      </w:r>
      <w:r>
        <w:rPr>
          <w:rtl/>
        </w:rPr>
        <w:t>جاد كرد</w:t>
      </w:r>
      <w:r w:rsidR="00E275C9">
        <w:rPr>
          <w:rtl/>
        </w:rPr>
        <w:t xml:space="preserve">. </w:t>
      </w:r>
      <w:r>
        <w:rPr>
          <w:rtl/>
        </w:rPr>
        <w:t>اگرچه سربازان</w:t>
      </w:r>
      <w:r w:rsidR="00E275C9">
        <w:rPr>
          <w:rtl/>
        </w:rPr>
        <w:t xml:space="preserve">، </w:t>
      </w:r>
      <w:r>
        <w:rPr>
          <w:rtl/>
        </w:rPr>
        <w:t>با ضرب و شتم و تهد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به پراكنده كردن مردم پرداختند و سعى كردند با عجله</w:t>
      </w:r>
      <w:r w:rsidR="00E275C9">
        <w:rPr>
          <w:rtl/>
        </w:rPr>
        <w:t xml:space="preserve">، </w:t>
      </w:r>
      <w:r>
        <w:rPr>
          <w:rtl/>
        </w:rPr>
        <w:t>اسرا را به فرماندارى كوفه وارد كنند</w:t>
      </w:r>
      <w:r w:rsidR="00E275C9">
        <w:rPr>
          <w:rtl/>
        </w:rPr>
        <w:t xml:space="preserve">، </w:t>
      </w:r>
      <w:r>
        <w:rPr>
          <w:rtl/>
        </w:rPr>
        <w:t>ولى به دنبال سكوت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افراد د</w:t>
      </w:r>
      <w:r w:rsidR="00E275C9">
        <w:rPr>
          <w:rtl/>
        </w:rPr>
        <w:t>ی</w:t>
      </w:r>
      <w:r>
        <w:rPr>
          <w:rtl/>
        </w:rPr>
        <w:t>گرى از اهل ب</w:t>
      </w:r>
      <w:r w:rsidR="00E275C9">
        <w:rPr>
          <w:rtl/>
        </w:rPr>
        <w:t>ی</w:t>
      </w:r>
      <w:r>
        <w:rPr>
          <w:rtl/>
        </w:rPr>
        <w:t>ت از جمله فاطمه دختر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ام كلثوم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صغرى و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 w:rsidR="00E275C9">
        <w:rPr>
          <w:rtl/>
        </w:rPr>
        <w:t>ی</w:t>
      </w:r>
      <w:r>
        <w:rPr>
          <w:rtl/>
        </w:rPr>
        <w:t>ز سخنران</w:t>
      </w:r>
      <w:r w:rsidR="00E275C9">
        <w:rPr>
          <w:rtl/>
        </w:rPr>
        <w:t>ی</w:t>
      </w:r>
      <w:r>
        <w:rPr>
          <w:rtl/>
        </w:rPr>
        <w:t>هاى مه</w:t>
      </w:r>
      <w:r w:rsidR="00E275C9">
        <w:rPr>
          <w:rtl/>
        </w:rPr>
        <w:t>ی</w:t>
      </w:r>
      <w:r>
        <w:rPr>
          <w:rtl/>
        </w:rPr>
        <w:t>جى ا</w:t>
      </w:r>
      <w:r w:rsidR="00E275C9">
        <w:rPr>
          <w:rtl/>
        </w:rPr>
        <w:t>ی</w:t>
      </w:r>
      <w:r>
        <w:rPr>
          <w:rtl/>
        </w:rPr>
        <w:t>راد كردند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فاطمه دختر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كه همسر پسرعموى خود « حسن بن حسن » معروف به «حسن مثنى » بود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39</w:t>
      </w:r>
      <w:r w:rsidRPr="00B52B2E">
        <w:rPr>
          <w:rStyle w:val="libFootnotenumChar"/>
          <w:rtl/>
        </w:rPr>
        <w:t>)</w:t>
      </w:r>
      <w:r w:rsidRPr="000D64E7">
        <w:rPr>
          <w:rStyle w:val="libFootnotenumChar"/>
          <w:rtl/>
        </w:rPr>
        <w:t xml:space="preserve"> </w:t>
      </w:r>
      <w:r>
        <w:rPr>
          <w:rtl/>
        </w:rPr>
        <w:t>و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، </w:t>
      </w:r>
      <w:r>
        <w:rPr>
          <w:rtl/>
        </w:rPr>
        <w:t>او را به نام عالمه اى زاهده و پره</w:t>
      </w:r>
      <w:r w:rsidR="00E275C9">
        <w:rPr>
          <w:rtl/>
        </w:rPr>
        <w:t>ی</w:t>
      </w:r>
      <w:r>
        <w:rPr>
          <w:rtl/>
        </w:rPr>
        <w:t>زگار</w:t>
      </w:r>
      <w:r w:rsidR="00E275C9">
        <w:rPr>
          <w:rtl/>
        </w:rPr>
        <w:t>، ی</w:t>
      </w:r>
      <w:r>
        <w:rPr>
          <w:rtl/>
        </w:rPr>
        <w:t>اد كرده است</w:t>
      </w:r>
      <w:r w:rsidR="00E275C9">
        <w:rPr>
          <w:rtl/>
        </w:rPr>
        <w:t xml:space="preserve">، </w:t>
      </w:r>
      <w:r>
        <w:rPr>
          <w:rtl/>
        </w:rPr>
        <w:t>در خطبه خو</w:t>
      </w:r>
      <w:r w:rsidR="00E275C9">
        <w:rPr>
          <w:rtl/>
        </w:rPr>
        <w:t>ی</w:t>
      </w:r>
      <w:r>
        <w:rPr>
          <w:rtl/>
        </w:rPr>
        <w:t>ش چن</w:t>
      </w:r>
      <w:r w:rsidR="00E275C9">
        <w:rPr>
          <w:rtl/>
        </w:rPr>
        <w:t>ی</w:t>
      </w:r>
      <w:r>
        <w:rPr>
          <w:rtl/>
        </w:rPr>
        <w:t>ن فرمود</w:t>
      </w:r>
      <w:r w:rsidR="00E275C9">
        <w:rPr>
          <w:rtl/>
        </w:rPr>
        <w:t xml:space="preserve">: </w:t>
      </w:r>
      <w:r>
        <w:rPr>
          <w:rtl/>
        </w:rPr>
        <w:t>«بعد از حمد بى پا</w:t>
      </w:r>
      <w:r w:rsidR="00E275C9">
        <w:rPr>
          <w:rtl/>
        </w:rPr>
        <w:t>ی</w:t>
      </w:r>
      <w:r>
        <w:rPr>
          <w:rtl/>
        </w:rPr>
        <w:t>ان و ثناى بى حد بر ذات بارى و شهادت بر وحدان</w:t>
      </w:r>
      <w:r w:rsidR="00E275C9">
        <w:rPr>
          <w:rtl/>
        </w:rPr>
        <w:t>ی</w:t>
      </w:r>
      <w:r>
        <w:rPr>
          <w:rtl/>
        </w:rPr>
        <w:t>ت خداوند تبارك و تعالى و شهادت بر ا</w:t>
      </w:r>
      <w:r w:rsidR="00E275C9">
        <w:rPr>
          <w:rtl/>
        </w:rPr>
        <w:t>ی</w:t>
      </w:r>
      <w:r>
        <w:rPr>
          <w:rtl/>
        </w:rPr>
        <w:t xml:space="preserve">نكه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بنده و فرستاده خداست</w:t>
      </w:r>
      <w:r w:rsidR="00E275C9">
        <w:rPr>
          <w:rtl/>
        </w:rPr>
        <w:t xml:space="preserve">، </w:t>
      </w:r>
      <w:r>
        <w:rPr>
          <w:rtl/>
        </w:rPr>
        <w:t xml:space="preserve">درود بر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و خاندانش باد و شهادت مى دهم كه فرزند</w:t>
      </w:r>
      <w:r w:rsidR="0020655A">
        <w:rPr>
          <w:rtl/>
        </w:rPr>
        <w:t xml:space="preserve">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>امبر خدا</w:t>
      </w:r>
      <w:r w:rsidR="00E275C9">
        <w:rPr>
          <w:rtl/>
        </w:rPr>
        <w:t xml:space="preserve">، </w:t>
      </w:r>
      <w:r>
        <w:rPr>
          <w:rtl/>
        </w:rPr>
        <w:t>بى ه</w:t>
      </w:r>
      <w:r w:rsidR="00E275C9">
        <w:rPr>
          <w:rtl/>
        </w:rPr>
        <w:t>ی</w:t>
      </w:r>
      <w:r>
        <w:rPr>
          <w:rtl/>
        </w:rPr>
        <w:t xml:space="preserve">چ جرم و </w:t>
      </w:r>
      <w:r>
        <w:rPr>
          <w:rtl/>
        </w:rPr>
        <w:lastRenderedPageBreak/>
        <w:t>گناهى با لب تشنه در كنار فرات</w:t>
      </w:r>
      <w:r w:rsidR="00E275C9">
        <w:rPr>
          <w:rtl/>
        </w:rPr>
        <w:t xml:space="preserve">، </w:t>
      </w:r>
      <w:r>
        <w:rPr>
          <w:rtl/>
        </w:rPr>
        <w:t>سر بر</w:t>
      </w:r>
      <w:r w:rsidR="00E275C9">
        <w:rPr>
          <w:rtl/>
        </w:rPr>
        <w:t>ی</w:t>
      </w:r>
      <w:r>
        <w:rPr>
          <w:rtl/>
        </w:rPr>
        <w:t>ده شد</w:t>
      </w:r>
      <w:r w:rsidR="00E275C9">
        <w:rPr>
          <w:rtl/>
        </w:rPr>
        <w:t xml:space="preserve">. </w:t>
      </w:r>
      <w:r>
        <w:rPr>
          <w:rtl/>
        </w:rPr>
        <w:t>خداوندا</w:t>
      </w:r>
      <w:r w:rsidR="00E275C9">
        <w:rPr>
          <w:rtl/>
        </w:rPr>
        <w:t xml:space="preserve">! </w:t>
      </w:r>
      <w:r>
        <w:rPr>
          <w:rtl/>
        </w:rPr>
        <w:t>به تو پناه مى آورم از ا</w:t>
      </w:r>
      <w:r w:rsidR="00E275C9">
        <w:rPr>
          <w:rtl/>
        </w:rPr>
        <w:t>ی</w:t>
      </w:r>
      <w:r>
        <w:rPr>
          <w:rtl/>
        </w:rPr>
        <w:t xml:space="preserve">نكه بر تو دروغى ببندم و </w:t>
      </w:r>
      <w:r w:rsidR="00E275C9">
        <w:rPr>
          <w:rtl/>
        </w:rPr>
        <w:t>ی</w:t>
      </w:r>
      <w:r>
        <w:rPr>
          <w:rtl/>
        </w:rPr>
        <w:t>ا ا</w:t>
      </w:r>
      <w:r w:rsidR="00E275C9">
        <w:rPr>
          <w:rtl/>
        </w:rPr>
        <w:t>ی</w:t>
      </w:r>
      <w:r>
        <w:rPr>
          <w:rtl/>
        </w:rPr>
        <w:t>نكه به تو خلافى عرض كنم 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40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وى بعد از مناجاتى با خداى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خطاب به مردم كوفه چن</w:t>
      </w:r>
      <w:r w:rsidR="00E275C9">
        <w:rPr>
          <w:rtl/>
        </w:rPr>
        <w:t>ی</w:t>
      </w:r>
      <w:r>
        <w:rPr>
          <w:rtl/>
        </w:rPr>
        <w:t>ن فرمود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«اما بعد</w:t>
      </w:r>
      <w:r w:rsidR="00E275C9">
        <w:rPr>
          <w:rtl/>
        </w:rPr>
        <w:t xml:space="preserve">: </w:t>
      </w:r>
      <w:r>
        <w:rPr>
          <w:rtl/>
        </w:rPr>
        <w:t>اى مردم كوفه</w:t>
      </w:r>
      <w:r w:rsidR="00E275C9">
        <w:rPr>
          <w:rtl/>
        </w:rPr>
        <w:t xml:space="preserve">! </w:t>
      </w:r>
      <w:r>
        <w:rPr>
          <w:rtl/>
        </w:rPr>
        <w:t>اى ن</w:t>
      </w:r>
      <w:r w:rsidR="00E275C9">
        <w:rPr>
          <w:rtl/>
        </w:rPr>
        <w:t>ی</w:t>
      </w:r>
      <w:r>
        <w:rPr>
          <w:rtl/>
        </w:rPr>
        <w:t>رنگبازان فر</w:t>
      </w:r>
      <w:r w:rsidR="00E275C9">
        <w:rPr>
          <w:rtl/>
        </w:rPr>
        <w:t>ی</w:t>
      </w:r>
      <w:r>
        <w:rPr>
          <w:rtl/>
        </w:rPr>
        <w:t>بكار</w:t>
      </w:r>
      <w:r w:rsidR="00E275C9">
        <w:rPr>
          <w:rtl/>
        </w:rPr>
        <w:t xml:space="preserve">! </w:t>
      </w:r>
      <w:r>
        <w:rPr>
          <w:rtl/>
        </w:rPr>
        <w:t>بدان</w:t>
      </w:r>
      <w:r w:rsidR="00E275C9">
        <w:rPr>
          <w:rtl/>
        </w:rPr>
        <w:t>ی</w:t>
      </w:r>
      <w:r>
        <w:rPr>
          <w:rtl/>
        </w:rPr>
        <w:t>د كه خداوند تبارك و تعالى ما را به وس</w:t>
      </w:r>
      <w:r w:rsidR="00E275C9">
        <w:rPr>
          <w:rtl/>
        </w:rPr>
        <w:t>ی</w:t>
      </w:r>
      <w:r>
        <w:rPr>
          <w:rtl/>
        </w:rPr>
        <w:t>له شما و شما را به وس</w:t>
      </w:r>
      <w:r w:rsidR="00E275C9">
        <w:rPr>
          <w:rtl/>
        </w:rPr>
        <w:t>ی</w:t>
      </w:r>
      <w:r>
        <w:rPr>
          <w:rtl/>
        </w:rPr>
        <w:t>له ما مورد آزما</w:t>
      </w:r>
      <w:r w:rsidR="00E275C9">
        <w:rPr>
          <w:rtl/>
        </w:rPr>
        <w:t>ی</w:t>
      </w:r>
      <w:r>
        <w:rPr>
          <w:rtl/>
        </w:rPr>
        <w:t>ش قرار داد</w:t>
      </w:r>
      <w:r w:rsidR="00E275C9">
        <w:rPr>
          <w:rtl/>
        </w:rPr>
        <w:t xml:space="preserve">، </w:t>
      </w:r>
      <w:r>
        <w:rPr>
          <w:rtl/>
        </w:rPr>
        <w:t>آزما</w:t>
      </w:r>
      <w:r w:rsidR="00E275C9">
        <w:rPr>
          <w:rtl/>
        </w:rPr>
        <w:t>ی</w:t>
      </w:r>
      <w:r>
        <w:rPr>
          <w:rtl/>
        </w:rPr>
        <w:t>ش ما ن</w:t>
      </w:r>
      <w:r w:rsidR="00E275C9">
        <w:rPr>
          <w:rtl/>
        </w:rPr>
        <w:t>ی</w:t>
      </w:r>
      <w:r>
        <w:rPr>
          <w:rtl/>
        </w:rPr>
        <w:t>كو بود</w:t>
      </w:r>
      <w:r w:rsidR="00E275C9">
        <w:rPr>
          <w:rtl/>
        </w:rPr>
        <w:t xml:space="preserve">، </w:t>
      </w:r>
      <w:r>
        <w:rPr>
          <w:rtl/>
        </w:rPr>
        <w:t>خداوند ما را مورد لطف خود قرار داد</w:t>
      </w:r>
      <w:r w:rsidR="00E275C9">
        <w:rPr>
          <w:rtl/>
        </w:rPr>
        <w:t xml:space="preserve">، </w:t>
      </w:r>
      <w:r>
        <w:rPr>
          <w:rtl/>
        </w:rPr>
        <w:t>ولى شما مخزن علم و حكمت و حجت خدا در زم</w:t>
      </w:r>
      <w:r w:rsidR="00E275C9">
        <w:rPr>
          <w:rtl/>
        </w:rPr>
        <w:t>ی</w:t>
      </w:r>
      <w:r>
        <w:rPr>
          <w:rtl/>
        </w:rPr>
        <w:t>ن را به ناحق شه</w:t>
      </w:r>
      <w:r w:rsidR="00E275C9">
        <w:rPr>
          <w:rtl/>
        </w:rPr>
        <w:t>ی</w:t>
      </w:r>
      <w:r>
        <w:rPr>
          <w:rtl/>
        </w:rPr>
        <w:t>د كرد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خداوند بزرگ به وس</w:t>
      </w:r>
      <w:r w:rsidR="00E275C9">
        <w:rPr>
          <w:rtl/>
        </w:rPr>
        <w:t>ی</w:t>
      </w:r>
      <w:r>
        <w:rPr>
          <w:rtl/>
        </w:rPr>
        <w:t>له پ</w:t>
      </w:r>
      <w:r w:rsidR="00E275C9">
        <w:rPr>
          <w:rtl/>
        </w:rPr>
        <w:t>ی</w:t>
      </w:r>
      <w:r>
        <w:rPr>
          <w:rtl/>
        </w:rPr>
        <w:t xml:space="preserve">امبرش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خاندان ما را مورد لطف خو</w:t>
      </w:r>
      <w:r w:rsidR="00E275C9">
        <w:rPr>
          <w:rtl/>
        </w:rPr>
        <w:t>ی</w:t>
      </w:r>
      <w:r>
        <w:rPr>
          <w:rtl/>
        </w:rPr>
        <w:t>ش قرار داد و بر بس</w:t>
      </w:r>
      <w:r w:rsidR="00E275C9">
        <w:rPr>
          <w:rtl/>
        </w:rPr>
        <w:t>ی</w:t>
      </w:r>
      <w:r>
        <w:rPr>
          <w:rtl/>
        </w:rPr>
        <w:t>ارى از خلق خو</w:t>
      </w:r>
      <w:r w:rsidR="00E275C9">
        <w:rPr>
          <w:rtl/>
        </w:rPr>
        <w:t>ی</w:t>
      </w:r>
      <w:r>
        <w:rPr>
          <w:rtl/>
        </w:rPr>
        <w:t>ش برترى داد</w:t>
      </w:r>
      <w:r w:rsidR="00E275C9">
        <w:rPr>
          <w:rtl/>
        </w:rPr>
        <w:t xml:space="preserve">، </w:t>
      </w:r>
      <w:r>
        <w:rPr>
          <w:rtl/>
        </w:rPr>
        <w:t>ولى شما مردم ناسپاس</w:t>
      </w:r>
      <w:r w:rsidR="00E275C9">
        <w:rPr>
          <w:rtl/>
        </w:rPr>
        <w:t xml:space="preserve">، </w:t>
      </w:r>
      <w:r>
        <w:rPr>
          <w:rtl/>
        </w:rPr>
        <w:t>ما را تكذ</w:t>
      </w:r>
      <w:r w:rsidR="00E275C9">
        <w:rPr>
          <w:rtl/>
        </w:rPr>
        <w:t>ی</w:t>
      </w:r>
      <w:r>
        <w:rPr>
          <w:rtl/>
        </w:rPr>
        <w:t>ب كرد</w:t>
      </w:r>
      <w:r w:rsidR="00E275C9">
        <w:rPr>
          <w:rtl/>
        </w:rPr>
        <w:t>ی</w:t>
      </w:r>
      <w:r>
        <w:rPr>
          <w:rtl/>
        </w:rPr>
        <w:t>د و كافرشد</w:t>
      </w:r>
      <w:r w:rsidR="00E275C9">
        <w:rPr>
          <w:rtl/>
        </w:rPr>
        <w:t>ی</w:t>
      </w:r>
      <w:r>
        <w:rPr>
          <w:rtl/>
        </w:rPr>
        <w:t>د و خون ما را به ناحق ر</w:t>
      </w:r>
      <w:r w:rsidR="00E275C9">
        <w:rPr>
          <w:rtl/>
        </w:rPr>
        <w:t>ی</w:t>
      </w:r>
      <w:r>
        <w:rPr>
          <w:rtl/>
        </w:rPr>
        <w:t>خت</w:t>
      </w:r>
      <w:r w:rsidR="00E275C9">
        <w:rPr>
          <w:rtl/>
        </w:rPr>
        <w:t>ی</w:t>
      </w:r>
      <w:r>
        <w:rPr>
          <w:rtl/>
        </w:rPr>
        <w:t>دو اموال ما را به غارت برد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پندار</w:t>
      </w:r>
      <w:r w:rsidR="00E275C9">
        <w:rPr>
          <w:rtl/>
        </w:rPr>
        <w:t>ی</w:t>
      </w:r>
      <w:r>
        <w:rPr>
          <w:rtl/>
        </w:rPr>
        <w:t>دكه ماازاولادغ</w:t>
      </w:r>
      <w:r w:rsidR="00E275C9">
        <w:rPr>
          <w:rtl/>
        </w:rPr>
        <w:t>ی</w:t>
      </w:r>
      <w:r>
        <w:rPr>
          <w:rtl/>
        </w:rPr>
        <w:t>رمسلمان بود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شما جدم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چندى پ</w:t>
      </w:r>
      <w:r w:rsidR="00E275C9">
        <w:rPr>
          <w:rtl/>
        </w:rPr>
        <w:t>ی</w:t>
      </w:r>
      <w:r>
        <w:rPr>
          <w:rtl/>
        </w:rPr>
        <w:t>ش شه</w:t>
      </w:r>
      <w:r w:rsidR="00E275C9">
        <w:rPr>
          <w:rtl/>
        </w:rPr>
        <w:t>ی</w:t>
      </w:r>
      <w:r>
        <w:rPr>
          <w:rtl/>
        </w:rPr>
        <w:t>د كرد</w:t>
      </w:r>
      <w:r w:rsidR="00E275C9">
        <w:rPr>
          <w:rtl/>
        </w:rPr>
        <w:t>ی</w:t>
      </w:r>
      <w:r>
        <w:rPr>
          <w:rtl/>
        </w:rPr>
        <w:t>د و د</w:t>
      </w:r>
      <w:r w:rsidR="00E275C9">
        <w:rPr>
          <w:rtl/>
        </w:rPr>
        <w:t>ی</w:t>
      </w:r>
      <w:r>
        <w:rPr>
          <w:rtl/>
        </w:rPr>
        <w:t>روز پدرم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شه</w:t>
      </w:r>
      <w:r w:rsidR="00E275C9">
        <w:rPr>
          <w:rtl/>
        </w:rPr>
        <w:t>ی</w:t>
      </w:r>
      <w:r>
        <w:rPr>
          <w:rtl/>
        </w:rPr>
        <w:t>د نمود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اكنون خون ما از دستهاى شما جارى است و ا</w:t>
      </w:r>
      <w:r w:rsidR="00E275C9">
        <w:rPr>
          <w:rtl/>
        </w:rPr>
        <w:t>ی</w:t>
      </w:r>
      <w:r>
        <w:rPr>
          <w:rtl/>
        </w:rPr>
        <w:t>ن به جهت ك</w:t>
      </w:r>
      <w:r w:rsidR="00E275C9">
        <w:rPr>
          <w:rtl/>
        </w:rPr>
        <w:t>ی</w:t>
      </w:r>
      <w:r>
        <w:rPr>
          <w:rtl/>
        </w:rPr>
        <w:t>نه 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نه اى بود كه از ما به دل داشت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حال چشمتان روشن و دلتان شاد شد</w:t>
      </w:r>
      <w:r w:rsidR="00E275C9">
        <w:rPr>
          <w:rtl/>
        </w:rPr>
        <w:t xml:space="preserve">. </w:t>
      </w:r>
      <w:r>
        <w:rPr>
          <w:rtl/>
        </w:rPr>
        <w:t>شما بر خداوند مكر ورز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د ولى خداوند از بهتر</w:t>
      </w:r>
      <w:r w:rsidR="00E275C9">
        <w:rPr>
          <w:rtl/>
        </w:rPr>
        <w:t>ی</w:t>
      </w:r>
      <w:r>
        <w:rPr>
          <w:rtl/>
        </w:rPr>
        <w:t>ن مكّاران است</w:t>
      </w:r>
      <w:r w:rsidR="00E275C9">
        <w:rPr>
          <w:rtl/>
        </w:rPr>
        <w:t xml:space="preserve">. </w:t>
      </w:r>
      <w:r>
        <w:rPr>
          <w:rtl/>
        </w:rPr>
        <w:t>خداوند شما را به ك</w:t>
      </w:r>
      <w:r w:rsidR="00E275C9">
        <w:rPr>
          <w:rtl/>
        </w:rPr>
        <w:t>ی</w:t>
      </w:r>
      <w:r>
        <w:rPr>
          <w:rtl/>
        </w:rPr>
        <w:t>فر خواهد 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منتظر عذاب خدا باش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 xml:space="preserve">خداوند شما را به جان </w:t>
      </w:r>
      <w:r w:rsidR="00E275C9">
        <w:rPr>
          <w:rtl/>
        </w:rPr>
        <w:t>ی</w:t>
      </w:r>
      <w:r>
        <w:rPr>
          <w:rtl/>
        </w:rPr>
        <w:t>كد</w:t>
      </w:r>
      <w:r w:rsidR="00E275C9">
        <w:rPr>
          <w:rtl/>
        </w:rPr>
        <w:t>ی</w:t>
      </w:r>
      <w:r>
        <w:rPr>
          <w:rtl/>
        </w:rPr>
        <w:t>گر خواهد انداخت به واسطه ا</w:t>
      </w:r>
      <w:r w:rsidR="00E275C9">
        <w:rPr>
          <w:rtl/>
        </w:rPr>
        <w:t>ی</w:t>
      </w:r>
      <w:r>
        <w:rPr>
          <w:rtl/>
        </w:rPr>
        <w:t>نكه خون ما را ر</w:t>
      </w:r>
      <w:r w:rsidR="00E275C9">
        <w:rPr>
          <w:rtl/>
        </w:rPr>
        <w:t>ی</w:t>
      </w:r>
      <w:r>
        <w:rPr>
          <w:rtl/>
        </w:rPr>
        <w:t>خت</w:t>
      </w:r>
      <w:r w:rsidR="00E275C9">
        <w:rPr>
          <w:rtl/>
        </w:rPr>
        <w:t>ی</w:t>
      </w:r>
      <w:r>
        <w:rPr>
          <w:rtl/>
        </w:rPr>
        <w:t xml:space="preserve">د و اموال ما را به </w:t>
      </w:r>
      <w:r w:rsidR="00E275C9">
        <w:rPr>
          <w:rtl/>
        </w:rPr>
        <w:t>ی</w:t>
      </w:r>
      <w:r>
        <w:rPr>
          <w:rtl/>
        </w:rPr>
        <w:t>غما برد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تاءسف خوردن بر آنچه از شما فوت شد بى ثمر است و شادمانى شما ن</w:t>
      </w:r>
      <w:r w:rsidR="00E275C9">
        <w:rPr>
          <w:rtl/>
        </w:rPr>
        <w:t>ی</w:t>
      </w:r>
      <w:r>
        <w:rPr>
          <w:rtl/>
        </w:rPr>
        <w:t>ز بر آنچه پ</w:t>
      </w:r>
      <w:r w:rsidR="00E275C9">
        <w:rPr>
          <w:rtl/>
        </w:rPr>
        <w:t>ی</w:t>
      </w:r>
      <w:r>
        <w:rPr>
          <w:rtl/>
        </w:rPr>
        <w:t>ش آمد بى حاصل است</w:t>
      </w:r>
      <w:r w:rsidR="00E275C9">
        <w:rPr>
          <w:rtl/>
        </w:rPr>
        <w:t xml:space="preserve">. </w:t>
      </w:r>
      <w:r>
        <w:rPr>
          <w:rtl/>
        </w:rPr>
        <w:t>خداوند ه</w:t>
      </w:r>
      <w:r w:rsidR="00E275C9">
        <w:rPr>
          <w:rtl/>
        </w:rPr>
        <w:t>ی</w:t>
      </w:r>
      <w:r>
        <w:rPr>
          <w:rtl/>
        </w:rPr>
        <w:t>چ خرامان فخر كننده اى را دوست نمى دارد</w:t>
      </w:r>
      <w:r w:rsidR="00E275C9">
        <w:rPr>
          <w:rtl/>
        </w:rPr>
        <w:t xml:space="preserve">. </w:t>
      </w:r>
      <w:r>
        <w:rPr>
          <w:rtl/>
        </w:rPr>
        <w:t>دستها</w:t>
      </w:r>
      <w:r w:rsidR="00E275C9">
        <w:rPr>
          <w:rtl/>
        </w:rPr>
        <w:t>ی</w:t>
      </w:r>
      <w:r>
        <w:rPr>
          <w:rtl/>
        </w:rPr>
        <w:t>تان بر</w:t>
      </w:r>
      <w:r w:rsidR="00E275C9">
        <w:rPr>
          <w:rtl/>
        </w:rPr>
        <w:t>ی</w:t>
      </w:r>
      <w:r>
        <w:rPr>
          <w:rtl/>
        </w:rPr>
        <w:t>ده باد</w:t>
      </w:r>
      <w:r w:rsidR="00E275C9">
        <w:rPr>
          <w:rtl/>
        </w:rPr>
        <w:t xml:space="preserve">! </w:t>
      </w:r>
      <w:r>
        <w:rPr>
          <w:rtl/>
        </w:rPr>
        <w:t>منتظر عذاب خدا باش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 دن</w:t>
      </w:r>
      <w:r w:rsidR="00E275C9">
        <w:rPr>
          <w:rtl/>
        </w:rPr>
        <w:t>ی</w:t>
      </w:r>
      <w:r>
        <w:rPr>
          <w:rtl/>
        </w:rPr>
        <w:t>ا بجان هم خواه</w:t>
      </w:r>
      <w:r w:rsidR="00E275C9">
        <w:rPr>
          <w:rtl/>
        </w:rPr>
        <w:t>ی</w:t>
      </w:r>
      <w:r>
        <w:rPr>
          <w:rtl/>
        </w:rPr>
        <w:t>د افتاد و در عذاب آخرت ن</w:t>
      </w:r>
      <w:r w:rsidR="00E275C9">
        <w:rPr>
          <w:rtl/>
        </w:rPr>
        <w:t>ی</w:t>
      </w:r>
      <w:r>
        <w:rPr>
          <w:rtl/>
        </w:rPr>
        <w:t>ز جاو</w:t>
      </w:r>
      <w:r w:rsidR="00E275C9">
        <w:rPr>
          <w:rtl/>
        </w:rPr>
        <w:t>ی</w:t>
      </w:r>
      <w:r>
        <w:rPr>
          <w:rtl/>
        </w:rPr>
        <w:t>دان خواه</w:t>
      </w:r>
      <w:r w:rsidR="00E275C9">
        <w:rPr>
          <w:rtl/>
        </w:rPr>
        <w:t>ی</w:t>
      </w:r>
      <w:r>
        <w:rPr>
          <w:rtl/>
        </w:rPr>
        <w:t>د بود لعنت خدا بر ستمگران باد</w:t>
      </w:r>
      <w:r w:rsidR="00E275C9">
        <w:rPr>
          <w:rtl/>
        </w:rPr>
        <w:t xml:space="preserve">! </w:t>
      </w:r>
      <w:r>
        <w:rPr>
          <w:rtl/>
        </w:rPr>
        <w:t>اى مردم كوفه</w:t>
      </w:r>
      <w:r w:rsidR="00E275C9">
        <w:rPr>
          <w:rtl/>
        </w:rPr>
        <w:t xml:space="preserve">! </w:t>
      </w:r>
      <w:r>
        <w:rPr>
          <w:rtl/>
        </w:rPr>
        <w:t>واى بر شما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دانست</w:t>
      </w:r>
      <w:r w:rsidR="00E275C9">
        <w:rPr>
          <w:rtl/>
        </w:rPr>
        <w:t>ی</w:t>
      </w:r>
      <w:r>
        <w:rPr>
          <w:rtl/>
        </w:rPr>
        <w:t xml:space="preserve">د كه با كدام دست ما را </w:t>
      </w:r>
      <w:r>
        <w:rPr>
          <w:rtl/>
        </w:rPr>
        <w:lastRenderedPageBreak/>
        <w:t>زد</w:t>
      </w:r>
      <w:r w:rsidR="00E275C9">
        <w:rPr>
          <w:rtl/>
        </w:rPr>
        <w:t>ی</w:t>
      </w:r>
      <w:r>
        <w:rPr>
          <w:rtl/>
        </w:rPr>
        <w:t>د و با كدام</w:t>
      </w:r>
      <w:r w:rsidR="00E275C9">
        <w:rPr>
          <w:rtl/>
        </w:rPr>
        <w:t>ی</w:t>
      </w:r>
      <w:r>
        <w:rPr>
          <w:rtl/>
        </w:rPr>
        <w:t>ن پا به سوى ما آمد</w:t>
      </w:r>
      <w:r w:rsidR="00E275C9">
        <w:rPr>
          <w:rtl/>
        </w:rPr>
        <w:t>ی</w:t>
      </w:r>
      <w:r>
        <w:rPr>
          <w:rtl/>
        </w:rPr>
        <w:t>د و چگونه به قتال ما شتافت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  <w:r>
        <w:rPr>
          <w:rtl/>
        </w:rPr>
        <w:t>به خدا سوگند</w:t>
      </w:r>
      <w:r w:rsidR="00E275C9">
        <w:rPr>
          <w:rtl/>
        </w:rPr>
        <w:t xml:space="preserve">! </w:t>
      </w:r>
      <w:r>
        <w:rPr>
          <w:rtl/>
        </w:rPr>
        <w:t>كه دلى بى رحم و جگرى سخت دار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خداوند بر دل و گوش و چشم شما مهر نهاده و ش</w:t>
      </w:r>
      <w:r w:rsidR="00E275C9">
        <w:rPr>
          <w:rtl/>
        </w:rPr>
        <w:t>ی</w:t>
      </w:r>
      <w:r>
        <w:rPr>
          <w:rtl/>
        </w:rPr>
        <w:t>طان</w:t>
      </w:r>
      <w:r w:rsidR="00E275C9">
        <w:rPr>
          <w:rtl/>
        </w:rPr>
        <w:t xml:space="preserve">، </w:t>
      </w:r>
      <w:r>
        <w:rPr>
          <w:rtl/>
        </w:rPr>
        <w:t>اعمال زشت شما را در نظرتان ز</w:t>
      </w:r>
      <w:r w:rsidR="00E275C9">
        <w:rPr>
          <w:rtl/>
        </w:rPr>
        <w:t>ی</w:t>
      </w:r>
      <w:r>
        <w:rPr>
          <w:rtl/>
        </w:rPr>
        <w:t>با جلوه داده و بر چشم شما پرده كش</w:t>
      </w:r>
      <w:r w:rsidR="00E275C9">
        <w:rPr>
          <w:rtl/>
        </w:rPr>
        <w:t>ی</w:t>
      </w:r>
      <w:r>
        <w:rPr>
          <w:rtl/>
        </w:rPr>
        <w:t>ده است و راه هدا</w:t>
      </w:r>
      <w:r w:rsidR="00E275C9">
        <w:rPr>
          <w:rtl/>
        </w:rPr>
        <w:t>ی</w:t>
      </w:r>
      <w:r>
        <w:rPr>
          <w:rtl/>
        </w:rPr>
        <w:t>ت را تشخ</w:t>
      </w:r>
      <w:r w:rsidR="00E275C9">
        <w:rPr>
          <w:rtl/>
        </w:rPr>
        <w:t>ی</w:t>
      </w:r>
      <w:r>
        <w:rPr>
          <w:rtl/>
        </w:rPr>
        <w:t>ص نمى ده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اهل كوفه</w:t>
      </w:r>
      <w:r w:rsidR="00E275C9">
        <w:rPr>
          <w:rtl/>
        </w:rPr>
        <w:t xml:space="preserve">! </w:t>
      </w:r>
      <w:r>
        <w:rPr>
          <w:rtl/>
        </w:rPr>
        <w:t>دست شما بر</w:t>
      </w:r>
      <w:r w:rsidR="00E275C9">
        <w:rPr>
          <w:rtl/>
        </w:rPr>
        <w:t>ی</w:t>
      </w:r>
      <w:r>
        <w:rPr>
          <w:rtl/>
        </w:rPr>
        <w:t>ده باد</w:t>
      </w:r>
      <w:r w:rsidR="00E275C9">
        <w:rPr>
          <w:rtl/>
        </w:rPr>
        <w:t xml:space="preserve">! </w:t>
      </w:r>
      <w:r>
        <w:rPr>
          <w:rtl/>
        </w:rPr>
        <w:t>چقدر خون خاندان رسالت به گردن شماست</w:t>
      </w:r>
      <w:r w:rsidR="00E275C9">
        <w:rPr>
          <w:rtl/>
        </w:rPr>
        <w:t xml:space="preserve">! </w:t>
      </w:r>
      <w:r>
        <w:rPr>
          <w:rtl/>
        </w:rPr>
        <w:t>شما چه ن</w:t>
      </w:r>
      <w:r w:rsidR="00E275C9">
        <w:rPr>
          <w:rtl/>
        </w:rPr>
        <w:t>ی</w:t>
      </w:r>
      <w:r>
        <w:rPr>
          <w:rtl/>
        </w:rPr>
        <w:t>رنگها كه نسبت به برادر پ</w:t>
      </w:r>
      <w:r w:rsidR="00E275C9">
        <w:rPr>
          <w:rtl/>
        </w:rPr>
        <w:t>ی</w:t>
      </w:r>
      <w:r>
        <w:rPr>
          <w:rtl/>
        </w:rPr>
        <w:t>امبر على بن اب</w:t>
      </w:r>
      <w:r w:rsidR="00E275C9">
        <w:rPr>
          <w:rtl/>
        </w:rPr>
        <w:t>ی</w:t>
      </w:r>
      <w:r>
        <w:rPr>
          <w:rtl/>
        </w:rPr>
        <w:t>طالب</w:t>
      </w:r>
      <w:r w:rsidR="00E275C9">
        <w:rPr>
          <w:rtl/>
        </w:rPr>
        <w:t xml:space="preserve">، </w:t>
      </w:r>
      <w:r>
        <w:rPr>
          <w:rtl/>
        </w:rPr>
        <w:t>جدم و فرزندان و خاندان طاهر</w:t>
      </w:r>
      <w:r w:rsidR="00E275C9">
        <w:rPr>
          <w:rtl/>
        </w:rPr>
        <w:t>ی</w:t>
      </w:r>
      <w:r>
        <w:rPr>
          <w:rtl/>
        </w:rPr>
        <w:t>ن وى</w:t>
      </w:r>
      <w:r w:rsidR="00E275C9">
        <w:rPr>
          <w:rtl/>
        </w:rPr>
        <w:t xml:space="preserve"> </w:t>
      </w:r>
      <w:r>
        <w:rPr>
          <w:rtl/>
        </w:rPr>
        <w:t>كه اخ</w:t>
      </w:r>
      <w:r w:rsidR="00E275C9">
        <w:rPr>
          <w:rtl/>
        </w:rPr>
        <w:t>ی</w:t>
      </w:r>
      <w:r>
        <w:rPr>
          <w:rtl/>
        </w:rPr>
        <w:t>ار و ن</w:t>
      </w:r>
      <w:r w:rsidR="00E275C9">
        <w:rPr>
          <w:rtl/>
        </w:rPr>
        <w:t>ی</w:t>
      </w:r>
      <w:r>
        <w:rPr>
          <w:rtl/>
        </w:rPr>
        <w:t>كانند</w:t>
      </w:r>
      <w:r w:rsidR="00E275C9">
        <w:rPr>
          <w:rtl/>
        </w:rPr>
        <w:t xml:space="preserve"> </w:t>
      </w:r>
      <w:r>
        <w:rPr>
          <w:rtl/>
        </w:rPr>
        <w:t>انجام داد</w:t>
      </w:r>
      <w:r w:rsidR="00E275C9">
        <w:rPr>
          <w:rtl/>
        </w:rPr>
        <w:t>ی</w:t>
      </w:r>
      <w:r>
        <w:rPr>
          <w:rtl/>
        </w:rPr>
        <w:t>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41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سخنان دختر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همچنان ادامه داشت كه كوف</w:t>
      </w:r>
      <w:r w:rsidR="00E275C9">
        <w:rPr>
          <w:rtl/>
        </w:rPr>
        <w:t>ی</w:t>
      </w:r>
      <w:r>
        <w:rPr>
          <w:rtl/>
        </w:rPr>
        <w:t>ان گفتند</w:t>
      </w:r>
      <w:r w:rsidR="00E275C9">
        <w:rPr>
          <w:rtl/>
        </w:rPr>
        <w:t xml:space="preserve">: </w:t>
      </w:r>
      <w:r>
        <w:rPr>
          <w:rtl/>
        </w:rPr>
        <w:t>اى دختر پسر پ</w:t>
      </w:r>
      <w:r w:rsidR="00E275C9">
        <w:rPr>
          <w:rtl/>
        </w:rPr>
        <w:t>ی</w:t>
      </w:r>
      <w:r>
        <w:rPr>
          <w:rtl/>
        </w:rPr>
        <w:t>غمبر</w:t>
      </w:r>
      <w:r w:rsidR="00E275C9">
        <w:rPr>
          <w:rtl/>
        </w:rPr>
        <w:t xml:space="preserve">! </w:t>
      </w:r>
      <w:r>
        <w:rPr>
          <w:rtl/>
        </w:rPr>
        <w:t>بس است كه دل ما را سوزاندى و آتش بر نهاد ما زدى</w:t>
      </w:r>
      <w:r w:rsidR="00E275C9">
        <w:rPr>
          <w:rtl/>
        </w:rPr>
        <w:t xml:space="preserve">. </w:t>
      </w: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 هنگام</w:t>
      </w:r>
      <w:r w:rsidR="00E275C9">
        <w:rPr>
          <w:rtl/>
        </w:rPr>
        <w:t xml:space="preserve">، </w:t>
      </w:r>
      <w:r>
        <w:rPr>
          <w:rtl/>
        </w:rPr>
        <w:t>«ام كلثوم » ز</w:t>
      </w:r>
      <w:r w:rsidR="00E275C9">
        <w:rPr>
          <w:rtl/>
        </w:rPr>
        <w:t>ی</w:t>
      </w:r>
      <w:r>
        <w:rPr>
          <w:rtl/>
        </w:rPr>
        <w:t>نب صغرى رشته سخن را به دست گرفت و گفت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«زشت باد روى شما</w:t>
      </w:r>
      <w:r w:rsidR="00E275C9">
        <w:rPr>
          <w:rtl/>
        </w:rPr>
        <w:t xml:space="preserve">! </w:t>
      </w:r>
      <w:r>
        <w:rPr>
          <w:rtl/>
        </w:rPr>
        <w:t>چرا حس</w:t>
      </w:r>
      <w:r w:rsidR="00E275C9">
        <w:rPr>
          <w:rtl/>
        </w:rPr>
        <w:t>ی</w:t>
      </w:r>
      <w:r>
        <w:rPr>
          <w:rtl/>
        </w:rPr>
        <w:t xml:space="preserve">ن را </w:t>
      </w:r>
      <w:r w:rsidR="00E275C9">
        <w:rPr>
          <w:rtl/>
        </w:rPr>
        <w:t>ی</w:t>
      </w:r>
      <w:r>
        <w:rPr>
          <w:rtl/>
        </w:rPr>
        <w:t>ارى نكرد</w:t>
      </w:r>
      <w:r w:rsidR="00E275C9">
        <w:rPr>
          <w:rtl/>
        </w:rPr>
        <w:t>ی</w:t>
      </w:r>
      <w:r>
        <w:rPr>
          <w:rtl/>
        </w:rPr>
        <w:t>د و او را شه</w:t>
      </w:r>
      <w:r w:rsidR="00E275C9">
        <w:rPr>
          <w:rtl/>
        </w:rPr>
        <w:t>ی</w:t>
      </w:r>
      <w:r>
        <w:rPr>
          <w:rtl/>
        </w:rPr>
        <w:t>د نمود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  <w:r>
        <w:rPr>
          <w:rtl/>
        </w:rPr>
        <w:t>چرا اموال ما را غارت كرد</w:t>
      </w:r>
      <w:r w:rsidR="00E275C9">
        <w:rPr>
          <w:rtl/>
        </w:rPr>
        <w:t>ی</w:t>
      </w:r>
      <w:r>
        <w:rPr>
          <w:rtl/>
        </w:rPr>
        <w:t>د و ما را اس</w:t>
      </w:r>
      <w:r w:rsidR="00E275C9">
        <w:rPr>
          <w:rtl/>
        </w:rPr>
        <w:t>ی</w:t>
      </w:r>
      <w:r>
        <w:rPr>
          <w:rtl/>
        </w:rPr>
        <w:t>ر نمود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  <w:r>
        <w:rPr>
          <w:rtl/>
        </w:rPr>
        <w:t>چرا خونهاى</w:t>
      </w:r>
      <w:r w:rsidR="0020655A">
        <w:rPr>
          <w:rtl/>
        </w:rPr>
        <w:t xml:space="preserve"> </w:t>
      </w:r>
      <w:r>
        <w:rPr>
          <w:rtl/>
        </w:rPr>
        <w:t>پاك را به زم</w:t>
      </w:r>
      <w:r w:rsidR="00E275C9">
        <w:rPr>
          <w:rtl/>
        </w:rPr>
        <w:t>ی</w:t>
      </w:r>
      <w:r>
        <w:rPr>
          <w:rtl/>
        </w:rPr>
        <w:t>ن ر</w:t>
      </w:r>
      <w:r w:rsidR="00E275C9">
        <w:rPr>
          <w:rtl/>
        </w:rPr>
        <w:t>ی</w:t>
      </w:r>
      <w:r>
        <w:rPr>
          <w:rtl/>
        </w:rPr>
        <w:t>خت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؟! </w:t>
      </w:r>
      <w:r>
        <w:rPr>
          <w:rtl/>
        </w:rPr>
        <w:t>شما بس</w:t>
      </w:r>
      <w:r w:rsidR="00E275C9">
        <w:rPr>
          <w:rtl/>
        </w:rPr>
        <w:t>ی</w:t>
      </w:r>
      <w:r>
        <w:rPr>
          <w:rtl/>
        </w:rPr>
        <w:t>ار بى رحم هست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كسى را كشت</w:t>
      </w:r>
      <w:r w:rsidR="00E275C9">
        <w:rPr>
          <w:rtl/>
        </w:rPr>
        <w:t>ی</w:t>
      </w:r>
      <w:r>
        <w:rPr>
          <w:rtl/>
        </w:rPr>
        <w:t>د كه بعد از پ</w:t>
      </w:r>
      <w:r w:rsidR="00E275C9">
        <w:rPr>
          <w:rtl/>
        </w:rPr>
        <w:t>ی</w:t>
      </w:r>
      <w:r>
        <w:rPr>
          <w:rtl/>
        </w:rPr>
        <w:t>غمبر</w:t>
      </w:r>
      <w:r w:rsidR="00E275C9">
        <w:rPr>
          <w:rtl/>
        </w:rPr>
        <w:t xml:space="preserve">، </w:t>
      </w:r>
      <w:r>
        <w:rPr>
          <w:rtl/>
        </w:rPr>
        <w:t>بهتر</w:t>
      </w:r>
      <w:r w:rsidR="00E275C9">
        <w:rPr>
          <w:rtl/>
        </w:rPr>
        <w:t>ی</w:t>
      </w:r>
      <w:r>
        <w:rPr>
          <w:rtl/>
        </w:rPr>
        <w:t>ن مردان روزگار بود»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پا</w:t>
      </w:r>
      <w:r w:rsidR="00E275C9">
        <w:rPr>
          <w:rtl/>
        </w:rPr>
        <w:t>ی</w:t>
      </w:r>
      <w:r>
        <w:rPr>
          <w:rtl/>
        </w:rPr>
        <w:t>ان سخن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صغرى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به خواندن اب</w:t>
      </w:r>
      <w:r w:rsidR="00E275C9">
        <w:rPr>
          <w:rtl/>
        </w:rPr>
        <w:t>ی</w:t>
      </w:r>
      <w:r>
        <w:rPr>
          <w:rtl/>
        </w:rPr>
        <w:t>اتى توسل جست و مردم زار زار مى گر</w:t>
      </w:r>
      <w:r w:rsidR="00E275C9">
        <w:rPr>
          <w:rtl/>
        </w:rPr>
        <w:t>ی</w:t>
      </w:r>
      <w:r>
        <w:rPr>
          <w:rtl/>
        </w:rPr>
        <w:t xml:space="preserve">ستند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42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كه ناگهان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خطاب به مردم فرمود</w:t>
      </w:r>
      <w:r w:rsidR="00E275C9">
        <w:rPr>
          <w:rtl/>
        </w:rPr>
        <w:t xml:space="preserve">: </w:t>
      </w:r>
      <w:r>
        <w:rPr>
          <w:rtl/>
        </w:rPr>
        <w:t>ساكت شو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بلافاصله سكوت</w:t>
      </w:r>
      <w:r w:rsidR="00E275C9">
        <w:rPr>
          <w:rtl/>
        </w:rPr>
        <w:t xml:space="preserve">، </w:t>
      </w:r>
      <w:r>
        <w:rPr>
          <w:rtl/>
        </w:rPr>
        <w:t>همه جا را فرا گرفت و حضرت چن</w:t>
      </w:r>
      <w:r w:rsidR="00E275C9">
        <w:rPr>
          <w:rtl/>
        </w:rPr>
        <w:t>ی</w:t>
      </w:r>
      <w:r>
        <w:rPr>
          <w:rtl/>
        </w:rPr>
        <w:t>ن آغاز سخن كرد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«سپاس خداى را و درود بر پ</w:t>
      </w:r>
      <w:r w:rsidR="00E275C9">
        <w:rPr>
          <w:rtl/>
        </w:rPr>
        <w:t>ی</w:t>
      </w:r>
      <w:r>
        <w:rPr>
          <w:rtl/>
        </w:rPr>
        <w:t>امبر و خاندانش باد</w:t>
      </w:r>
      <w:r w:rsidR="00E275C9">
        <w:rPr>
          <w:rtl/>
        </w:rPr>
        <w:t xml:space="preserve">! </w:t>
      </w:r>
      <w:r>
        <w:rPr>
          <w:rtl/>
        </w:rPr>
        <w:t>اى مردم كوفه</w:t>
      </w:r>
      <w:r w:rsidR="00E275C9">
        <w:rPr>
          <w:rtl/>
        </w:rPr>
        <w:t xml:space="preserve">! </w:t>
      </w:r>
      <w:r>
        <w:rPr>
          <w:rtl/>
        </w:rPr>
        <w:t>هركس مرا مى شناسد كه مى شناسد و هر كس كه مرا نمى شناسد بداند كه من «على بن حس</w:t>
      </w:r>
      <w:r w:rsidR="00E275C9">
        <w:rPr>
          <w:rtl/>
        </w:rPr>
        <w:t>ی</w:t>
      </w:r>
      <w:r>
        <w:rPr>
          <w:rtl/>
        </w:rPr>
        <w:t>ن بن على بن اب</w:t>
      </w:r>
      <w:r w:rsidR="00E275C9">
        <w:rPr>
          <w:rtl/>
        </w:rPr>
        <w:t>ی</w:t>
      </w:r>
      <w:r>
        <w:rPr>
          <w:rtl/>
        </w:rPr>
        <w:t>طالبم » من پسر همان كسى هستم كه در كنار فرات بى ه</w:t>
      </w:r>
      <w:r w:rsidR="00E275C9">
        <w:rPr>
          <w:rtl/>
        </w:rPr>
        <w:t>ی</w:t>
      </w:r>
      <w:r>
        <w:rPr>
          <w:rtl/>
        </w:rPr>
        <w:t>چ جرمى و جنا</w:t>
      </w:r>
      <w:r w:rsidR="00E275C9">
        <w:rPr>
          <w:rtl/>
        </w:rPr>
        <w:t>ی</w:t>
      </w:r>
      <w:r>
        <w:rPr>
          <w:rtl/>
        </w:rPr>
        <w:t>تى سرش را بر</w:t>
      </w:r>
      <w:r w:rsidR="00E275C9">
        <w:rPr>
          <w:rtl/>
        </w:rPr>
        <w:t>ی</w:t>
      </w:r>
      <w:r>
        <w:rPr>
          <w:rtl/>
        </w:rPr>
        <w:t xml:space="preserve">دند و اموالش را غارت كردند و زن و </w:t>
      </w:r>
      <w:r>
        <w:rPr>
          <w:rtl/>
        </w:rPr>
        <w:lastRenderedPageBreak/>
        <w:t>فرزندش را اس</w:t>
      </w:r>
      <w:r w:rsidR="00E275C9">
        <w:rPr>
          <w:rtl/>
        </w:rPr>
        <w:t>ی</w:t>
      </w:r>
      <w:r>
        <w:rPr>
          <w:rtl/>
        </w:rPr>
        <w:t>ر نمودند</w:t>
      </w:r>
      <w:r w:rsidR="00E275C9">
        <w:rPr>
          <w:rtl/>
        </w:rPr>
        <w:t xml:space="preserve">. </w:t>
      </w:r>
      <w:r>
        <w:rPr>
          <w:rtl/>
        </w:rPr>
        <w:t>من پسر آن كسى هستم كه با شكنجه شه</w:t>
      </w:r>
      <w:r w:rsidR="00E275C9">
        <w:rPr>
          <w:rtl/>
        </w:rPr>
        <w:t>ی</w:t>
      </w:r>
      <w:r>
        <w:rPr>
          <w:rtl/>
        </w:rPr>
        <w:t>د شد و ا</w:t>
      </w:r>
      <w:r w:rsidR="00E275C9">
        <w:rPr>
          <w:rtl/>
        </w:rPr>
        <w:t>ی</w:t>
      </w:r>
      <w:r>
        <w:rPr>
          <w:rtl/>
        </w:rPr>
        <w:t>ن افتخار ما را كافى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مردم</w:t>
      </w:r>
      <w:r w:rsidR="00E275C9">
        <w:rPr>
          <w:rtl/>
        </w:rPr>
        <w:t xml:space="preserve">! </w:t>
      </w:r>
      <w:r>
        <w:rPr>
          <w:rtl/>
        </w:rPr>
        <w:t>شما را به خدا سوگند</w:t>
      </w:r>
      <w:r w:rsidR="00E275C9">
        <w:rPr>
          <w:rtl/>
        </w:rPr>
        <w:t xml:space="preserve">! </w:t>
      </w:r>
      <w:r>
        <w:rPr>
          <w:rtl/>
        </w:rPr>
        <w:t>مگر ا</w:t>
      </w:r>
      <w:r w:rsidR="00E275C9">
        <w:rPr>
          <w:rtl/>
        </w:rPr>
        <w:t>ی</w:t>
      </w:r>
      <w:r>
        <w:rPr>
          <w:rtl/>
        </w:rPr>
        <w:t>ن شما نبود</w:t>
      </w:r>
      <w:r w:rsidR="00E275C9">
        <w:rPr>
          <w:rtl/>
        </w:rPr>
        <w:t>ی</w:t>
      </w:r>
      <w:r>
        <w:rPr>
          <w:rtl/>
        </w:rPr>
        <w:t>د كه به پدرم نامه نوشت</w:t>
      </w:r>
      <w:r w:rsidR="00E275C9">
        <w:rPr>
          <w:rtl/>
        </w:rPr>
        <w:t>ی</w:t>
      </w:r>
      <w:r>
        <w:rPr>
          <w:rtl/>
        </w:rPr>
        <w:t>د و از روى مكر و ن</w:t>
      </w:r>
      <w:r w:rsidR="00E275C9">
        <w:rPr>
          <w:rtl/>
        </w:rPr>
        <w:t>ی</w:t>
      </w:r>
      <w:r>
        <w:rPr>
          <w:rtl/>
        </w:rPr>
        <w:t>رنگ با وى پ</w:t>
      </w:r>
      <w:r w:rsidR="00E275C9">
        <w:rPr>
          <w:rtl/>
        </w:rPr>
        <w:t>ی</w:t>
      </w:r>
      <w:r>
        <w:rPr>
          <w:rtl/>
        </w:rPr>
        <w:t>مان بست</w:t>
      </w:r>
      <w:r w:rsidR="00E275C9">
        <w:rPr>
          <w:rtl/>
        </w:rPr>
        <w:t>ی</w:t>
      </w:r>
      <w:r>
        <w:rPr>
          <w:rtl/>
        </w:rPr>
        <w:t>د و سپس او را كشت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مرگ بر شما باد كه توشه بدى براى آخرت خود فراهم آورده 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با كدام</w:t>
      </w:r>
      <w:r w:rsidR="00E275C9">
        <w:rPr>
          <w:rtl/>
        </w:rPr>
        <w:t>ی</w:t>
      </w:r>
      <w:r>
        <w:rPr>
          <w:rtl/>
        </w:rPr>
        <w:t>ن د</w:t>
      </w:r>
      <w:r w:rsidR="00E275C9">
        <w:rPr>
          <w:rtl/>
        </w:rPr>
        <w:t>ی</w:t>
      </w:r>
      <w:r>
        <w:rPr>
          <w:rtl/>
        </w:rPr>
        <w:t>ده به پ</w:t>
      </w:r>
      <w:r w:rsidR="00E275C9">
        <w:rPr>
          <w:rtl/>
        </w:rPr>
        <w:t>ی</w:t>
      </w:r>
      <w:r>
        <w:rPr>
          <w:rtl/>
        </w:rPr>
        <w:t>امبر خدا خواه</w:t>
      </w:r>
      <w:r w:rsidR="00E275C9">
        <w:rPr>
          <w:rtl/>
        </w:rPr>
        <w:t>ی</w:t>
      </w:r>
      <w:r>
        <w:rPr>
          <w:rtl/>
        </w:rPr>
        <w:t>د نگر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؟ </w:t>
      </w:r>
      <w:r>
        <w:rPr>
          <w:rtl/>
        </w:rPr>
        <w:t>اگر به شما بگو</w:t>
      </w:r>
      <w:r w:rsidR="00E275C9">
        <w:rPr>
          <w:rtl/>
        </w:rPr>
        <w:t>ی</w:t>
      </w:r>
      <w:r>
        <w:rPr>
          <w:rtl/>
        </w:rPr>
        <w:t>د كه شما فرزند مرا كشت</w:t>
      </w:r>
      <w:r w:rsidR="00E275C9">
        <w:rPr>
          <w:rtl/>
        </w:rPr>
        <w:t>ی</w:t>
      </w:r>
      <w:r>
        <w:rPr>
          <w:rtl/>
        </w:rPr>
        <w:t>د و حرمتم را نگاه نداشت</w:t>
      </w:r>
      <w:r w:rsidR="00E275C9">
        <w:rPr>
          <w:rtl/>
        </w:rPr>
        <w:t>ی</w:t>
      </w:r>
      <w:r>
        <w:rPr>
          <w:rtl/>
        </w:rPr>
        <w:t>د و امت من 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>ی</w:t>
      </w:r>
      <w:r>
        <w:rPr>
          <w:rtl/>
        </w:rPr>
        <w:t>د»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سخن حضرت كه بد</w:t>
      </w:r>
      <w:r w:rsidR="00E275C9">
        <w:rPr>
          <w:rtl/>
        </w:rPr>
        <w:t>ی</w:t>
      </w:r>
      <w:r>
        <w:rPr>
          <w:rtl/>
        </w:rPr>
        <w:t>نجا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كوف</w:t>
      </w:r>
      <w:r w:rsidR="00E275C9">
        <w:rPr>
          <w:rtl/>
        </w:rPr>
        <w:t>ی</w:t>
      </w:r>
      <w:r>
        <w:rPr>
          <w:rtl/>
        </w:rPr>
        <w:t>ان با صداى بلند به گر</w:t>
      </w:r>
      <w:r w:rsidR="00E275C9">
        <w:rPr>
          <w:rtl/>
        </w:rPr>
        <w:t>ی</w:t>
      </w:r>
      <w:r>
        <w:rPr>
          <w:rtl/>
        </w:rPr>
        <w:t>ه پرداختند</w:t>
      </w:r>
      <w:r w:rsidR="00E275C9">
        <w:rPr>
          <w:rtl/>
        </w:rPr>
        <w:t xml:space="preserve">. </w:t>
      </w:r>
      <w:r>
        <w:rPr>
          <w:rtl/>
        </w:rPr>
        <w:t>آن جناب فرمود</w:t>
      </w:r>
      <w:r w:rsidR="00E275C9">
        <w:rPr>
          <w:rtl/>
        </w:rPr>
        <w:t xml:space="preserve">: </w:t>
      </w:r>
      <w:r>
        <w:rPr>
          <w:rtl/>
        </w:rPr>
        <w:t>«خداوند ب</w:t>
      </w:r>
      <w:r w:rsidR="00E275C9">
        <w:rPr>
          <w:rtl/>
        </w:rPr>
        <w:t>ی</w:t>
      </w:r>
      <w:r>
        <w:rPr>
          <w:rtl/>
        </w:rPr>
        <w:t>امرزد كسى را</w:t>
      </w:r>
      <w:r w:rsidR="0020655A">
        <w:rPr>
          <w:rtl/>
        </w:rPr>
        <w:t xml:space="preserve"> </w:t>
      </w:r>
      <w:r>
        <w:rPr>
          <w:rtl/>
        </w:rPr>
        <w:t>كه اندرز و سفارش مرا در مورد خداوند و پ</w:t>
      </w:r>
      <w:r w:rsidR="00E275C9">
        <w:rPr>
          <w:rtl/>
        </w:rPr>
        <w:t>ی</w:t>
      </w:r>
      <w:r>
        <w:rPr>
          <w:rtl/>
        </w:rPr>
        <w:t>امبرش و خاندان پ</w:t>
      </w:r>
      <w:r w:rsidR="00E275C9">
        <w:rPr>
          <w:rtl/>
        </w:rPr>
        <w:t>ی</w:t>
      </w:r>
      <w:r>
        <w:rPr>
          <w:rtl/>
        </w:rPr>
        <w:t>امبر او قبول كند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ما روشمان روش پ</w:t>
      </w:r>
      <w:r w:rsidR="00E275C9">
        <w:rPr>
          <w:rtl/>
        </w:rPr>
        <w:t>ی</w:t>
      </w:r>
      <w:r>
        <w:rPr>
          <w:rtl/>
        </w:rPr>
        <w:t>امبر است »</w:t>
      </w:r>
      <w:r w:rsidR="00E275C9">
        <w:rPr>
          <w:rtl/>
        </w:rPr>
        <w:t xml:space="preserve">، </w:t>
      </w:r>
      <w:r>
        <w:rPr>
          <w:rtl/>
        </w:rPr>
        <w:t>كه ناگاه كوف</w:t>
      </w:r>
      <w:r w:rsidR="00E275C9">
        <w:rPr>
          <w:rtl/>
        </w:rPr>
        <w:t>ی</w:t>
      </w:r>
      <w:r>
        <w:rPr>
          <w:rtl/>
        </w:rPr>
        <w:t>ان فر</w:t>
      </w:r>
      <w:r w:rsidR="00E275C9">
        <w:rPr>
          <w:rtl/>
        </w:rPr>
        <w:t>ی</w:t>
      </w:r>
      <w:r>
        <w:rPr>
          <w:rtl/>
        </w:rPr>
        <w:t>اد كش</w:t>
      </w:r>
      <w:r w:rsidR="00E275C9">
        <w:rPr>
          <w:rtl/>
        </w:rPr>
        <w:t>ی</w:t>
      </w:r>
      <w:r>
        <w:rPr>
          <w:rtl/>
        </w:rPr>
        <w:t>دند ما همه با تو هست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ولى در پاسخ آنان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E275C9">
        <w:rPr>
          <w:rtl/>
        </w:rPr>
        <w:t xml:space="preserve">: </w:t>
      </w:r>
      <w:r>
        <w:rPr>
          <w:rtl/>
        </w:rPr>
        <w:t>«ه</w:t>
      </w:r>
      <w:r w:rsidR="00E275C9">
        <w:rPr>
          <w:rtl/>
        </w:rPr>
        <w:t>ی</w:t>
      </w:r>
      <w:r>
        <w:rPr>
          <w:rtl/>
        </w:rPr>
        <w:t>هات</w:t>
      </w:r>
      <w:r w:rsidR="00E275C9">
        <w:rPr>
          <w:rtl/>
        </w:rPr>
        <w:t xml:space="preserve">! </w:t>
      </w:r>
      <w:r>
        <w:rPr>
          <w:rtl/>
        </w:rPr>
        <w:t>ه</w:t>
      </w:r>
      <w:r w:rsidR="00E275C9">
        <w:rPr>
          <w:rtl/>
        </w:rPr>
        <w:t>ی</w:t>
      </w:r>
      <w:r>
        <w:rPr>
          <w:rtl/>
        </w:rPr>
        <w:t>هات</w:t>
      </w:r>
      <w:r w:rsidR="00E275C9">
        <w:rPr>
          <w:rtl/>
        </w:rPr>
        <w:t xml:space="preserve">! </w:t>
      </w:r>
      <w:r>
        <w:rPr>
          <w:rtl/>
        </w:rPr>
        <w:t>اى مكاران ن</w:t>
      </w:r>
      <w:r w:rsidR="00E275C9">
        <w:rPr>
          <w:rtl/>
        </w:rPr>
        <w:t>ی</w:t>
      </w:r>
      <w:r>
        <w:rPr>
          <w:rtl/>
        </w:rPr>
        <w:t>رنگباز پرفر</w:t>
      </w:r>
      <w:r w:rsidR="00E275C9">
        <w:rPr>
          <w:rtl/>
        </w:rPr>
        <w:t>ی</w:t>
      </w:r>
      <w:r>
        <w:rPr>
          <w:rtl/>
        </w:rPr>
        <w:t>ب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مى خواه</w:t>
      </w:r>
      <w:r w:rsidR="00E275C9">
        <w:rPr>
          <w:rtl/>
        </w:rPr>
        <w:t>ی</w:t>
      </w:r>
      <w:r>
        <w:rPr>
          <w:rtl/>
        </w:rPr>
        <w:t>د با من همان كن</w:t>
      </w:r>
      <w:r w:rsidR="00E275C9">
        <w:rPr>
          <w:rtl/>
        </w:rPr>
        <w:t>ی</w:t>
      </w:r>
      <w:r>
        <w:rPr>
          <w:rtl/>
        </w:rPr>
        <w:t>د كه با پدرانم كرد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هرگز</w:t>
      </w:r>
      <w:r w:rsidR="00E275C9">
        <w:rPr>
          <w:rtl/>
        </w:rPr>
        <w:t xml:space="preserve">! </w:t>
      </w:r>
      <w:r>
        <w:rPr>
          <w:rtl/>
        </w:rPr>
        <w:t>به خدا سوگند</w:t>
      </w:r>
      <w:r w:rsidR="00E275C9">
        <w:rPr>
          <w:rtl/>
        </w:rPr>
        <w:t xml:space="preserve">! </w:t>
      </w:r>
      <w:r>
        <w:rPr>
          <w:rtl/>
        </w:rPr>
        <w:t>كه هنوز جراحت ما سرباز نكرده و الت</w:t>
      </w:r>
      <w:r w:rsidR="00E275C9">
        <w:rPr>
          <w:rtl/>
        </w:rPr>
        <w:t>ی</w:t>
      </w:r>
      <w:r>
        <w:rPr>
          <w:rtl/>
        </w:rPr>
        <w:t>ام ن</w:t>
      </w:r>
      <w:r w:rsidR="00E275C9">
        <w:rPr>
          <w:rtl/>
        </w:rPr>
        <w:t>ی</w:t>
      </w:r>
      <w:r>
        <w:rPr>
          <w:rtl/>
        </w:rPr>
        <w:t>افته است</w:t>
      </w:r>
      <w:r w:rsidR="00E275C9">
        <w:rPr>
          <w:rtl/>
        </w:rPr>
        <w:t xml:space="preserve">. </w:t>
      </w:r>
      <w:r>
        <w:rPr>
          <w:rtl/>
        </w:rPr>
        <w:t>پدرم د</w:t>
      </w:r>
      <w:r w:rsidR="00E275C9">
        <w:rPr>
          <w:rtl/>
        </w:rPr>
        <w:t>ی</w:t>
      </w:r>
      <w:r>
        <w:rPr>
          <w:rtl/>
        </w:rPr>
        <w:t>روز شه</w:t>
      </w:r>
      <w:r w:rsidR="00E275C9">
        <w:rPr>
          <w:rtl/>
        </w:rPr>
        <w:t>ی</w:t>
      </w:r>
      <w:r>
        <w:rPr>
          <w:rtl/>
        </w:rPr>
        <w:t>د شد و زن و فرزندش اس</w:t>
      </w:r>
      <w:r w:rsidR="00E275C9">
        <w:rPr>
          <w:rtl/>
        </w:rPr>
        <w:t>ی</w:t>
      </w:r>
      <w:r>
        <w:rPr>
          <w:rtl/>
        </w:rPr>
        <w:t>ر گشتند</w:t>
      </w:r>
      <w:r w:rsidR="00E275C9">
        <w:rPr>
          <w:rtl/>
        </w:rPr>
        <w:t xml:space="preserve">. </w:t>
      </w:r>
      <w:r>
        <w:rPr>
          <w:rtl/>
        </w:rPr>
        <w:t>آن مص</w:t>
      </w:r>
      <w:r w:rsidR="00E275C9">
        <w:rPr>
          <w:rtl/>
        </w:rPr>
        <w:t>ی</w:t>
      </w:r>
      <w:r>
        <w:rPr>
          <w:rtl/>
        </w:rPr>
        <w:t>بت بزرگ</w:t>
      </w:r>
      <w:r w:rsidR="00E275C9">
        <w:rPr>
          <w:rtl/>
        </w:rPr>
        <w:t xml:space="preserve">، </w:t>
      </w:r>
      <w:r>
        <w:rPr>
          <w:rtl/>
        </w:rPr>
        <w:t>فراموش شدنى 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. </w:t>
      </w:r>
      <w:r>
        <w:rPr>
          <w:rtl/>
        </w:rPr>
        <w:t>تمام وجودم متاءلم است</w:t>
      </w:r>
      <w:r w:rsidR="00E275C9">
        <w:rPr>
          <w:rtl/>
        </w:rPr>
        <w:t xml:space="preserve">. </w:t>
      </w:r>
      <w:r>
        <w:rPr>
          <w:rtl/>
        </w:rPr>
        <w:t>جانم فداى شه</w:t>
      </w:r>
      <w:r w:rsidR="00E275C9">
        <w:rPr>
          <w:rtl/>
        </w:rPr>
        <w:t>ی</w:t>
      </w:r>
      <w:r>
        <w:rPr>
          <w:rtl/>
        </w:rPr>
        <w:t>دى باد كه در كنار فرات به شهادت رس</w:t>
      </w:r>
      <w:r w:rsidR="00E275C9">
        <w:rPr>
          <w:rtl/>
        </w:rPr>
        <w:t>ی</w:t>
      </w:r>
      <w:r>
        <w:rPr>
          <w:rtl/>
        </w:rPr>
        <w:t>د ك</w:t>
      </w:r>
      <w:r w:rsidR="00E275C9">
        <w:rPr>
          <w:rtl/>
        </w:rPr>
        <w:t>ی</w:t>
      </w:r>
      <w:r>
        <w:rPr>
          <w:rtl/>
        </w:rPr>
        <w:t>فر قاتلان او آتش دوزخ است 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43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به هم</w:t>
      </w:r>
      <w:r w:rsidR="00E275C9">
        <w:rPr>
          <w:rtl/>
        </w:rPr>
        <w:t>ی</w:t>
      </w:r>
      <w:r>
        <w:rPr>
          <w:rtl/>
        </w:rPr>
        <w:t>نجا 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كلام خود را پا</w:t>
      </w:r>
      <w:r w:rsidR="00E275C9">
        <w:rPr>
          <w:rtl/>
        </w:rPr>
        <w:t>ی</w:t>
      </w:r>
      <w:r>
        <w:rPr>
          <w:rtl/>
        </w:rPr>
        <w:t>ان داد</w:t>
      </w:r>
      <w:r w:rsidR="00E275C9">
        <w:rPr>
          <w:rtl/>
        </w:rPr>
        <w:t xml:space="preserve">، </w:t>
      </w:r>
      <w:r>
        <w:rPr>
          <w:rtl/>
        </w:rPr>
        <w:t>اما ا</w:t>
      </w:r>
      <w:r w:rsidR="00E275C9">
        <w:rPr>
          <w:rtl/>
        </w:rPr>
        <w:t>ی</w:t>
      </w:r>
      <w:r>
        <w:rPr>
          <w:rtl/>
        </w:rPr>
        <w:t>ن سخنران</w:t>
      </w:r>
      <w:r w:rsidR="00E275C9">
        <w:rPr>
          <w:rtl/>
        </w:rPr>
        <w:t>ی</w:t>
      </w:r>
      <w:r>
        <w:rPr>
          <w:rtl/>
        </w:rPr>
        <w:t>هاى مه</w:t>
      </w:r>
      <w:r w:rsidR="00E275C9">
        <w:rPr>
          <w:rtl/>
        </w:rPr>
        <w:t>ی</w:t>
      </w:r>
      <w:r>
        <w:rPr>
          <w:rtl/>
        </w:rPr>
        <w:t>ج</w:t>
      </w:r>
      <w:r w:rsidR="00E275C9">
        <w:rPr>
          <w:rtl/>
        </w:rPr>
        <w:t xml:space="preserve">، </w:t>
      </w:r>
      <w:r>
        <w:rPr>
          <w:rtl/>
        </w:rPr>
        <w:t xml:space="preserve">كار خود را نمود و </w:t>
      </w:r>
      <w:r w:rsidR="00E275C9">
        <w:rPr>
          <w:rtl/>
        </w:rPr>
        <w:t>ی</w:t>
      </w:r>
      <w:r>
        <w:rPr>
          <w:rtl/>
        </w:rPr>
        <w:t>ك جر</w:t>
      </w:r>
      <w:r w:rsidR="00E275C9">
        <w:rPr>
          <w:rtl/>
        </w:rPr>
        <w:t>ی</w:t>
      </w:r>
      <w:r>
        <w:rPr>
          <w:rtl/>
        </w:rPr>
        <w:t>ان فكرى ا</w:t>
      </w:r>
      <w:r w:rsidR="00E275C9">
        <w:rPr>
          <w:rtl/>
        </w:rPr>
        <w:t>ی</w:t>
      </w:r>
      <w:r>
        <w:rPr>
          <w:rtl/>
        </w:rPr>
        <w:t>جاد كرد و موجى توفنده به وجود آورد كه سالهاى سال</w:t>
      </w:r>
      <w:r w:rsidR="00E275C9">
        <w:rPr>
          <w:rtl/>
        </w:rPr>
        <w:t xml:space="preserve">، </w:t>
      </w:r>
      <w:r>
        <w:rPr>
          <w:rtl/>
        </w:rPr>
        <w:t>اثر آن پا</w:t>
      </w:r>
      <w:r w:rsidR="00E275C9">
        <w:rPr>
          <w:rtl/>
        </w:rPr>
        <w:t>ی</w:t>
      </w:r>
      <w:r>
        <w:rPr>
          <w:rtl/>
        </w:rPr>
        <w:t>دار بود و از آن تار</w:t>
      </w:r>
      <w:r w:rsidR="00E275C9">
        <w:rPr>
          <w:rtl/>
        </w:rPr>
        <w:t>ی</w:t>
      </w:r>
      <w:r>
        <w:rPr>
          <w:rtl/>
        </w:rPr>
        <w:t>خ به بعد</w:t>
      </w:r>
      <w:r w:rsidR="00E275C9">
        <w:rPr>
          <w:rtl/>
        </w:rPr>
        <w:t xml:space="preserve">، </w:t>
      </w:r>
      <w:r>
        <w:rPr>
          <w:rtl/>
        </w:rPr>
        <w:t xml:space="preserve">كوفه هرگز آرام نگرفت تا </w:t>
      </w:r>
      <w:r w:rsidR="00B514CF">
        <w:rPr>
          <w:rtl/>
        </w:rPr>
        <w:t>بالاخره</w:t>
      </w:r>
      <w:r>
        <w:rPr>
          <w:rtl/>
        </w:rPr>
        <w:t xml:space="preserve"> تمام قاتل</w:t>
      </w:r>
      <w:r w:rsidR="00E275C9">
        <w:rPr>
          <w:rtl/>
        </w:rPr>
        <w:t>ی</w:t>
      </w:r>
      <w:r>
        <w:rPr>
          <w:rtl/>
        </w:rPr>
        <w:t>ن و جنا</w:t>
      </w:r>
      <w:r w:rsidR="00E275C9">
        <w:rPr>
          <w:rtl/>
        </w:rPr>
        <w:t>ی</w:t>
      </w:r>
      <w:r>
        <w:rPr>
          <w:rtl/>
        </w:rPr>
        <w:t>تكاران م</w:t>
      </w:r>
      <w:r w:rsidR="00E275C9">
        <w:rPr>
          <w:rtl/>
        </w:rPr>
        <w:t>ی</w:t>
      </w:r>
      <w:r>
        <w:rPr>
          <w:rtl/>
        </w:rPr>
        <w:t>دان كربلا</w:t>
      </w:r>
      <w:r w:rsidR="00E275C9">
        <w:rPr>
          <w:rtl/>
        </w:rPr>
        <w:t xml:space="preserve">، </w:t>
      </w:r>
      <w:r>
        <w:rPr>
          <w:rtl/>
        </w:rPr>
        <w:t>مكافات دن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ى خود را د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كوفه چگونه مى توانست آرام بگ</w:t>
      </w:r>
      <w:r w:rsidR="00E275C9">
        <w:rPr>
          <w:rtl/>
        </w:rPr>
        <w:t>ی</w:t>
      </w:r>
      <w:r>
        <w:rPr>
          <w:rtl/>
        </w:rPr>
        <w:t>رد و از لوث جنا</w:t>
      </w:r>
      <w:r w:rsidR="00E275C9">
        <w:rPr>
          <w:rtl/>
        </w:rPr>
        <w:t>ی</w:t>
      </w:r>
      <w:r>
        <w:rPr>
          <w:rtl/>
        </w:rPr>
        <w:t>تى كه اتفاق افتاده پاك گردد در حالى كه همه با چشمهاى شگفت زده خود</w:t>
      </w:r>
      <w:r w:rsidR="00E275C9">
        <w:rPr>
          <w:rtl/>
        </w:rPr>
        <w:t xml:space="preserve">،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دند و با گوش خود شن</w:t>
      </w:r>
      <w:r w:rsidR="00E275C9">
        <w:rPr>
          <w:rtl/>
        </w:rPr>
        <w:t>ی</w:t>
      </w:r>
      <w:r>
        <w:rPr>
          <w:rtl/>
        </w:rPr>
        <w:t>دند كه سر بر</w:t>
      </w:r>
      <w:r w:rsidR="00E275C9">
        <w:rPr>
          <w:rtl/>
        </w:rPr>
        <w:t>ی</w:t>
      </w:r>
      <w:r>
        <w:rPr>
          <w:rtl/>
        </w:rPr>
        <w:t>ده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بالاى ن</w:t>
      </w:r>
      <w:r w:rsidR="00E275C9">
        <w:rPr>
          <w:rtl/>
        </w:rPr>
        <w:t>ی</w:t>
      </w:r>
      <w:r>
        <w:rPr>
          <w:rtl/>
        </w:rPr>
        <w:t>زه قرآن مى خواند و با صوتى آسمانى فر</w:t>
      </w:r>
      <w:r w:rsidR="00E275C9">
        <w:rPr>
          <w:rtl/>
        </w:rPr>
        <w:t>ی</w:t>
      </w:r>
      <w:r>
        <w:rPr>
          <w:rtl/>
        </w:rPr>
        <w:t>اد مى زد</w:t>
      </w:r>
      <w:r w:rsidR="00E275C9">
        <w:rPr>
          <w:rtl/>
        </w:rPr>
        <w:t>:</w:t>
      </w:r>
      <w:r w:rsidR="0020655A">
        <w:rPr>
          <w:rtl/>
        </w:rPr>
        <w:t xml:space="preserve"> </w:t>
      </w:r>
      <w:r w:rsidRPr="00E275C9">
        <w:rPr>
          <w:rFonts w:eastAsia="KFGQPC Uthman Taha Naskh"/>
          <w:rtl/>
        </w:rPr>
        <w:t>(اَمْ حَسِبْتَ اَنَّ اَصْح ابَ الْكَهْفِ وَالرَّق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مِ ك انُوا مِنْ ا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 xml:space="preserve"> اتِن ا عَجَبا)</w:t>
      </w:r>
      <w:r w:rsidR="00E275C9" w:rsidRPr="00E275C9">
        <w:rPr>
          <w:rFonts w:eastAsia="KFGQPC Uthman Taha Naskh"/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44</w:t>
      </w:r>
      <w:r w:rsidRPr="00B52B2E">
        <w:rPr>
          <w:rStyle w:val="libFootnotenumChar"/>
          <w:rtl/>
        </w:rPr>
        <w:t>)</w:t>
      </w:r>
    </w:p>
    <w:p w:rsidR="00E275C9" w:rsidRDefault="00134B66" w:rsidP="00134B66">
      <w:pPr>
        <w:pStyle w:val="libNormal"/>
        <w:rPr>
          <w:rStyle w:val="libFootnotenumChar"/>
          <w:rtl/>
        </w:rPr>
      </w:pPr>
      <w:r>
        <w:rPr>
          <w:rtl/>
        </w:rPr>
        <w:t>و در حق</w:t>
      </w:r>
      <w:r w:rsidR="00E275C9">
        <w:rPr>
          <w:rtl/>
        </w:rPr>
        <w:t>ی</w:t>
      </w:r>
      <w:r>
        <w:rPr>
          <w:rtl/>
        </w:rPr>
        <w:t>قت</w:t>
      </w:r>
      <w:r w:rsidR="00E275C9">
        <w:rPr>
          <w:rtl/>
        </w:rPr>
        <w:t xml:space="preserve">، </w:t>
      </w:r>
      <w:r>
        <w:rPr>
          <w:rtl/>
        </w:rPr>
        <w:t>با طن</w:t>
      </w:r>
      <w:r w:rsidR="00E275C9">
        <w:rPr>
          <w:rtl/>
        </w:rPr>
        <w:t>ی</w:t>
      </w:r>
      <w:r>
        <w:rPr>
          <w:rtl/>
        </w:rPr>
        <w:t>ن ا</w:t>
      </w:r>
      <w:r w:rsidR="00E275C9">
        <w:rPr>
          <w:rtl/>
        </w:rPr>
        <w:t>ی</w:t>
      </w:r>
      <w:r>
        <w:rPr>
          <w:rtl/>
        </w:rPr>
        <w:t>ن صداى روحبخش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نداى پ</w:t>
      </w:r>
      <w:r w:rsidR="00E275C9">
        <w:rPr>
          <w:rtl/>
        </w:rPr>
        <w:t>ی</w:t>
      </w:r>
      <w:r>
        <w:rPr>
          <w:rtl/>
        </w:rPr>
        <w:t>روزى خود را به مردم كوفه و سراسر جهان</w:t>
      </w:r>
      <w:r w:rsidR="00E275C9">
        <w:rPr>
          <w:rtl/>
        </w:rPr>
        <w:t xml:space="preserve">، </w:t>
      </w:r>
      <w:r>
        <w:rPr>
          <w:rtl/>
        </w:rPr>
        <w:t>اعلام كرد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45</w:t>
      </w:r>
      <w:r w:rsidRPr="00B52B2E">
        <w:rPr>
          <w:rStyle w:val="libFootnotenumChar"/>
          <w:rtl/>
        </w:rPr>
        <w:t>)</w:t>
      </w:r>
    </w:p>
    <w:p w:rsidR="00134B66" w:rsidRDefault="00F20071" w:rsidP="00383609">
      <w:pPr>
        <w:pStyle w:val="Heading2"/>
        <w:rPr>
          <w:rtl/>
        </w:rPr>
      </w:pPr>
      <w:r>
        <w:rPr>
          <w:rtl/>
        </w:rPr>
        <w:br w:type="page"/>
      </w:r>
      <w:bookmarkStart w:id="7" w:name="_Toc425238176"/>
      <w:r w:rsidR="00134B66">
        <w:rPr>
          <w:rtl/>
        </w:rPr>
        <w:lastRenderedPageBreak/>
        <w:t>اسرا در مجلس ابن ز</w:t>
      </w:r>
      <w:r w:rsidR="00E275C9">
        <w:rPr>
          <w:rtl/>
        </w:rPr>
        <w:t>ی</w:t>
      </w:r>
      <w:r w:rsidR="00134B66">
        <w:rPr>
          <w:rtl/>
        </w:rPr>
        <w:t>اد</w:t>
      </w:r>
      <w:bookmarkEnd w:id="7"/>
    </w:p>
    <w:p w:rsidR="00134B66" w:rsidRDefault="00B514CF" w:rsidP="00134B66">
      <w:pPr>
        <w:pStyle w:val="libNormal"/>
        <w:rPr>
          <w:rtl/>
        </w:rPr>
      </w:pPr>
      <w:r>
        <w:rPr>
          <w:rtl/>
        </w:rPr>
        <w:t>بالاخره</w:t>
      </w:r>
      <w:r w:rsidR="00134B66">
        <w:rPr>
          <w:rtl/>
        </w:rPr>
        <w:t xml:space="preserve"> اسرا را وارد مجلس ابن ز</w:t>
      </w:r>
      <w:r w:rsidR="00E275C9">
        <w:rPr>
          <w:rtl/>
        </w:rPr>
        <w:t>ی</w:t>
      </w:r>
      <w:r w:rsidR="00134B66">
        <w:rPr>
          <w:rtl/>
        </w:rPr>
        <w:t>اد كردند پسر مرجانه سرمست از غرور فتح مجازى</w:t>
      </w:r>
      <w:r w:rsidR="00E275C9">
        <w:rPr>
          <w:rtl/>
        </w:rPr>
        <w:t xml:space="preserve">، </w:t>
      </w:r>
      <w:r w:rsidR="00134B66">
        <w:rPr>
          <w:rtl/>
        </w:rPr>
        <w:t>پ</w:t>
      </w:r>
      <w:r w:rsidR="00E275C9">
        <w:rPr>
          <w:rtl/>
        </w:rPr>
        <w:t>ی</w:t>
      </w:r>
      <w:r w:rsidR="00134B66">
        <w:rPr>
          <w:rtl/>
        </w:rPr>
        <w:t>وسته با چوب دستى بر لب و دندان و سر مطهر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مى زد كه </w:t>
      </w:r>
      <w:r w:rsidR="00E275C9">
        <w:rPr>
          <w:rtl/>
        </w:rPr>
        <w:t>ی</w:t>
      </w:r>
      <w:r w:rsidR="00134B66">
        <w:rPr>
          <w:rtl/>
        </w:rPr>
        <w:t>كى از حضار</w:t>
      </w:r>
      <w:r w:rsidR="00E275C9">
        <w:rPr>
          <w:rtl/>
        </w:rPr>
        <w:t xml:space="preserve">، </w:t>
      </w:r>
      <w:r w:rsidR="00134B66">
        <w:rPr>
          <w:rtl/>
        </w:rPr>
        <w:t>به قولى «ز</w:t>
      </w:r>
      <w:r w:rsidR="00E275C9">
        <w:rPr>
          <w:rtl/>
        </w:rPr>
        <w:t>ی</w:t>
      </w:r>
      <w:r w:rsidR="00134B66">
        <w:rPr>
          <w:rtl/>
        </w:rPr>
        <w:t>د بن ارقم» به شدت اعتراض كرد و از مجلس خارج شد</w:t>
      </w:r>
      <w:r w:rsidR="00E275C9"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46</w:t>
      </w:r>
      <w:r w:rsidR="00134B66"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به طور ناشناس وارد مجلس ابن ز</w:t>
      </w:r>
      <w:r w:rsidR="00E275C9">
        <w:rPr>
          <w:rtl/>
        </w:rPr>
        <w:t>ی</w:t>
      </w:r>
      <w:r>
        <w:rPr>
          <w:rtl/>
        </w:rPr>
        <w:t>اد شد و در گوشه اى نشست</w:t>
      </w:r>
      <w:r w:rsidR="00E275C9">
        <w:rPr>
          <w:rtl/>
        </w:rPr>
        <w:t xml:space="preserve">، </w:t>
      </w:r>
      <w:r>
        <w:rPr>
          <w:rtl/>
        </w:rPr>
        <w:t>پسر مرجانه پرس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زن ك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؟ </w:t>
      </w:r>
      <w:r>
        <w:rPr>
          <w:rtl/>
        </w:rPr>
        <w:t>گفتند</w:t>
      </w:r>
      <w:r w:rsidR="00E275C9">
        <w:rPr>
          <w:rtl/>
        </w:rPr>
        <w:t xml:space="preserve">: </w:t>
      </w:r>
      <w:r>
        <w:rPr>
          <w:rtl/>
        </w:rPr>
        <w:t>او «ز</w:t>
      </w:r>
      <w:r w:rsidR="00E275C9">
        <w:rPr>
          <w:rtl/>
        </w:rPr>
        <w:t>ی</w:t>
      </w:r>
      <w:r>
        <w:rPr>
          <w:rtl/>
        </w:rPr>
        <w:t xml:space="preserve">نب» دختر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است</w:t>
      </w:r>
      <w:r w:rsidR="00E275C9">
        <w:rPr>
          <w:rtl/>
        </w:rPr>
        <w:t xml:space="preserve">. </w:t>
      </w:r>
      <w:r>
        <w:rPr>
          <w:rtl/>
        </w:rPr>
        <w:t>عب</w:t>
      </w:r>
      <w:r w:rsidR="00E275C9">
        <w:rPr>
          <w:rtl/>
        </w:rPr>
        <w:t>ی</w:t>
      </w:r>
      <w:r>
        <w:rPr>
          <w:rtl/>
        </w:rPr>
        <w:t>داللّه گفت</w:t>
      </w:r>
      <w:r w:rsidR="00E275C9">
        <w:rPr>
          <w:rtl/>
        </w:rPr>
        <w:t xml:space="preserve">: </w:t>
      </w:r>
      <w:r>
        <w:rPr>
          <w:rtl/>
        </w:rPr>
        <w:t>شكر خداى را كه شما را رسوا كرد و دروغگو</w:t>
      </w:r>
      <w:r w:rsidR="00E275C9">
        <w:rPr>
          <w:rtl/>
        </w:rPr>
        <w:t>یی</w:t>
      </w:r>
      <w:r>
        <w:rPr>
          <w:rtl/>
        </w:rPr>
        <w:t>هاى شما را آشكار نمود</w:t>
      </w:r>
      <w:r w:rsidR="00E275C9">
        <w:rPr>
          <w:rtl/>
        </w:rPr>
        <w:t xml:space="preserve">!! </w:t>
      </w:r>
      <w:r>
        <w:rPr>
          <w:rtl/>
        </w:rPr>
        <w:t xml:space="preserve">كه ناگهان دختر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ون ش</w:t>
      </w:r>
      <w:r w:rsidR="00E275C9">
        <w:rPr>
          <w:rtl/>
        </w:rPr>
        <w:t>ی</w:t>
      </w:r>
      <w:r>
        <w:rPr>
          <w:rtl/>
        </w:rPr>
        <w:t>رى زخم خورده به خروش</w:t>
      </w:r>
      <w:r w:rsidR="00E275C9">
        <w:rPr>
          <w:rtl/>
        </w:rPr>
        <w:t xml:space="preserve"> </w:t>
      </w:r>
      <w:r>
        <w:rPr>
          <w:rtl/>
        </w:rPr>
        <w:t>آمده</w:t>
      </w:r>
      <w:r w:rsidR="00E275C9">
        <w:rPr>
          <w:rtl/>
        </w:rPr>
        <w:t xml:space="preserve">، </w:t>
      </w:r>
      <w:r>
        <w:rPr>
          <w:rtl/>
        </w:rPr>
        <w:t>فرمود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 w:rsidRPr="00E275C9">
        <w:rPr>
          <w:rFonts w:eastAsia="KFGQPC Uthman Taha Naskh"/>
          <w:rtl/>
        </w:rPr>
        <w:t xml:space="preserve">«اِنَّم ا 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فْتَضِحُ الْف اسِقُ وَ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كْذِبُ الْف اجِرُ وَهُوَ غَ</w:t>
      </w:r>
      <w:r w:rsidR="00E275C9">
        <w:rPr>
          <w:rFonts w:eastAsia="KFGQPC Uthman Taha Naskh"/>
          <w:rtl/>
        </w:rPr>
        <w:t>ی</w:t>
      </w:r>
      <w:r w:rsidR="00F20071">
        <w:rPr>
          <w:rFonts w:eastAsia="KFGQPC Uthman Taha Naskh"/>
          <w:rtl/>
        </w:rPr>
        <w:t>رُن</w:t>
      </w:r>
      <w:r w:rsidRPr="00E275C9">
        <w:rPr>
          <w:rFonts w:eastAsia="KFGQPC Uthman Taha Naskh"/>
          <w:rtl/>
        </w:rPr>
        <w:t>ا</w:t>
      </w:r>
      <w:r w:rsidR="00E275C9">
        <w:rPr>
          <w:rtl/>
        </w:rPr>
        <w:t xml:space="preserve">؛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عنى</w:t>
      </w:r>
      <w:r>
        <w:rPr>
          <w:rtl/>
        </w:rPr>
        <w:t xml:space="preserve">: </w:t>
      </w:r>
      <w:r w:rsidR="00134B66">
        <w:rPr>
          <w:rtl/>
        </w:rPr>
        <w:t>فاسق</w:t>
      </w:r>
      <w:r>
        <w:rPr>
          <w:rtl/>
        </w:rPr>
        <w:t xml:space="preserve">، </w:t>
      </w:r>
      <w:r w:rsidR="00134B66">
        <w:rPr>
          <w:rtl/>
        </w:rPr>
        <w:t>رسوا مى شود و فاجر</w:t>
      </w:r>
      <w:r>
        <w:rPr>
          <w:rtl/>
        </w:rPr>
        <w:t xml:space="preserve">، </w:t>
      </w:r>
      <w:r w:rsidR="00134B66">
        <w:rPr>
          <w:rtl/>
        </w:rPr>
        <w:t>دروغ مى گو</w:t>
      </w:r>
      <w:r>
        <w:rPr>
          <w:rtl/>
        </w:rPr>
        <w:t>ی</w:t>
      </w:r>
      <w:r w:rsidR="00134B66">
        <w:rPr>
          <w:rtl/>
        </w:rPr>
        <w:t>د و آنان غ</w:t>
      </w:r>
      <w:r>
        <w:rPr>
          <w:rtl/>
        </w:rPr>
        <w:t>ی</w:t>
      </w:r>
      <w:r w:rsidR="00134B66">
        <w:rPr>
          <w:rtl/>
        </w:rPr>
        <w:t>ر از ما هستند»</w:t>
      </w:r>
      <w:r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پسر مرجانه گفت</w:t>
      </w:r>
      <w:r w:rsidR="00E275C9">
        <w:rPr>
          <w:rtl/>
        </w:rPr>
        <w:t xml:space="preserve">: </w:t>
      </w:r>
      <w:r>
        <w:rPr>
          <w:rtl/>
        </w:rPr>
        <w:t>چگونه د</w:t>
      </w:r>
      <w:r w:rsidR="00E275C9">
        <w:rPr>
          <w:rtl/>
        </w:rPr>
        <w:t>ی</w:t>
      </w:r>
      <w:r>
        <w:rPr>
          <w:rtl/>
        </w:rPr>
        <w:t>دى آنچه خداوند با برادرت نمود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فرمود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«جز ن</w:t>
      </w:r>
      <w:r w:rsidR="00E275C9">
        <w:rPr>
          <w:rtl/>
        </w:rPr>
        <w:t>ی</w:t>
      </w:r>
      <w:r>
        <w:rPr>
          <w:rtl/>
        </w:rPr>
        <w:t>كى</w:t>
      </w:r>
      <w:r w:rsidR="00E275C9">
        <w:rPr>
          <w:rtl/>
        </w:rPr>
        <w:t xml:space="preserve">، </w:t>
      </w:r>
      <w:r>
        <w:rPr>
          <w:rtl/>
        </w:rPr>
        <w:t>چ</w:t>
      </w:r>
      <w:r w:rsidR="00E275C9">
        <w:rPr>
          <w:rtl/>
        </w:rPr>
        <w:t>ی</w:t>
      </w:r>
      <w:r>
        <w:rPr>
          <w:rtl/>
        </w:rPr>
        <w:t>زى ند</w:t>
      </w:r>
      <w:r w:rsidR="00E275C9">
        <w:rPr>
          <w:rtl/>
        </w:rPr>
        <w:t>ی</w:t>
      </w:r>
      <w:r>
        <w:rPr>
          <w:rtl/>
        </w:rPr>
        <w:t>دم</w:t>
      </w:r>
      <w:r w:rsidR="00E275C9">
        <w:rPr>
          <w:rtl/>
        </w:rPr>
        <w:t>؛</w:t>
      </w:r>
      <w:r w:rsidR="0020655A">
        <w:rPr>
          <w:rtl/>
        </w:rPr>
        <w:t xml:space="preserve">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خداوند بر آل پ</w:t>
      </w:r>
      <w:r w:rsidR="00E275C9">
        <w:rPr>
          <w:rtl/>
        </w:rPr>
        <w:t>ی</w:t>
      </w:r>
      <w:r>
        <w:rPr>
          <w:rtl/>
        </w:rPr>
        <w:t>غمبر</w:t>
      </w:r>
      <w:r w:rsidR="00E275C9">
        <w:rPr>
          <w:rtl/>
        </w:rPr>
        <w:t xml:space="preserve">، </w:t>
      </w:r>
      <w:r>
        <w:rPr>
          <w:rtl/>
        </w:rPr>
        <w:t>شهادت را مقرر كرده و ا</w:t>
      </w:r>
      <w:r w:rsidR="00E275C9">
        <w:rPr>
          <w:rtl/>
        </w:rPr>
        <w:t>ی</w:t>
      </w:r>
      <w:r>
        <w:rPr>
          <w:rtl/>
        </w:rPr>
        <w:t>شان به سوى خوابگاه هم</w:t>
      </w:r>
      <w:r w:rsidR="00E275C9">
        <w:rPr>
          <w:rtl/>
        </w:rPr>
        <w:t>ی</w:t>
      </w:r>
      <w:r>
        <w:rPr>
          <w:rtl/>
        </w:rPr>
        <w:t>شگى خود شتافتند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ولى به هم</w:t>
      </w:r>
      <w:r w:rsidR="00E275C9">
        <w:rPr>
          <w:rtl/>
        </w:rPr>
        <w:t>ی</w:t>
      </w:r>
      <w:r>
        <w:rPr>
          <w:rtl/>
        </w:rPr>
        <w:t>ن زودى خداوند تو و ا</w:t>
      </w:r>
      <w:r w:rsidR="00E275C9">
        <w:rPr>
          <w:rtl/>
        </w:rPr>
        <w:t>ی</w:t>
      </w:r>
      <w:r>
        <w:rPr>
          <w:rtl/>
        </w:rPr>
        <w:t>شان را با هم براى حساب جمع مى كند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آن هنگام</w:t>
      </w:r>
      <w:r w:rsidR="00E275C9">
        <w:rPr>
          <w:rtl/>
        </w:rPr>
        <w:t xml:space="preserve">، </w:t>
      </w:r>
      <w:r>
        <w:rPr>
          <w:rtl/>
        </w:rPr>
        <w:t>بنگر كه رستگارى از آن ك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پسر مرجانه</w:t>
      </w:r>
      <w:r w:rsidR="00E275C9">
        <w:rPr>
          <w:rtl/>
        </w:rPr>
        <w:t xml:space="preserve">! </w:t>
      </w:r>
      <w:r>
        <w:rPr>
          <w:rtl/>
        </w:rPr>
        <w:t>مادرت به عزا</w:t>
      </w:r>
      <w:r w:rsidR="00E275C9">
        <w:rPr>
          <w:rtl/>
        </w:rPr>
        <w:t>ی</w:t>
      </w:r>
      <w:r>
        <w:rPr>
          <w:rtl/>
        </w:rPr>
        <w:t>ت بنش</w:t>
      </w:r>
      <w:r w:rsidR="00E275C9">
        <w:rPr>
          <w:rtl/>
        </w:rPr>
        <w:t>ی</w:t>
      </w:r>
      <w:r>
        <w:rPr>
          <w:rtl/>
        </w:rPr>
        <w:t>ند»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نجا بود كه ابن ز</w:t>
      </w:r>
      <w:r w:rsidR="00E275C9">
        <w:rPr>
          <w:rtl/>
        </w:rPr>
        <w:t>ی</w:t>
      </w:r>
      <w:r>
        <w:rPr>
          <w:rtl/>
        </w:rPr>
        <w:t>اد از فرط غضب</w:t>
      </w:r>
      <w:r w:rsidR="00E275C9">
        <w:rPr>
          <w:rtl/>
        </w:rPr>
        <w:t xml:space="preserve">،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وانه وار تصم</w:t>
      </w:r>
      <w:r w:rsidR="00E275C9">
        <w:rPr>
          <w:rtl/>
        </w:rPr>
        <w:t>ی</w:t>
      </w:r>
      <w:r>
        <w:rPr>
          <w:rtl/>
        </w:rPr>
        <w:t>م به قتل ز</w:t>
      </w:r>
      <w:r w:rsidR="00E275C9">
        <w:rPr>
          <w:rtl/>
        </w:rPr>
        <w:t>ی</w:t>
      </w:r>
      <w:r>
        <w:rPr>
          <w:rtl/>
        </w:rPr>
        <w:t>نب گرفت</w:t>
      </w:r>
      <w:r w:rsidR="00E275C9">
        <w:rPr>
          <w:rtl/>
        </w:rPr>
        <w:t xml:space="preserve">، </w:t>
      </w:r>
      <w:r>
        <w:rPr>
          <w:rtl/>
        </w:rPr>
        <w:t>ولى او را منصرف كردند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47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بعد از ا</w:t>
      </w:r>
      <w:r w:rsidR="00E275C9">
        <w:rPr>
          <w:rtl/>
        </w:rPr>
        <w:t>ی</w:t>
      </w:r>
      <w:r>
        <w:rPr>
          <w:rtl/>
        </w:rPr>
        <w:t>نكه ابن ز</w:t>
      </w:r>
      <w:r w:rsidR="00E275C9">
        <w:rPr>
          <w:rtl/>
        </w:rPr>
        <w:t>ی</w:t>
      </w:r>
      <w:r>
        <w:rPr>
          <w:rtl/>
        </w:rPr>
        <w:t>اد را از كشتن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منصرف كردند</w:t>
      </w:r>
      <w:r w:rsidR="00E275C9">
        <w:rPr>
          <w:rtl/>
        </w:rPr>
        <w:t xml:space="preserve">، </w:t>
      </w:r>
      <w:r>
        <w:rPr>
          <w:rtl/>
        </w:rPr>
        <w:t>او خشمگ</w:t>
      </w:r>
      <w:r w:rsidR="00E275C9">
        <w:rPr>
          <w:rtl/>
        </w:rPr>
        <w:t>ی</w:t>
      </w:r>
      <w:r>
        <w:rPr>
          <w:rtl/>
        </w:rPr>
        <w:t>ن و غضبناك گفت</w:t>
      </w:r>
      <w:r w:rsidR="00E275C9">
        <w:rPr>
          <w:rtl/>
        </w:rPr>
        <w:t xml:space="preserve">: </w:t>
      </w:r>
      <w:r>
        <w:rPr>
          <w:rtl/>
        </w:rPr>
        <w:t>خداى را شكر كه دل مرا با كشتن حس</w:t>
      </w:r>
      <w:r w:rsidR="00E275C9">
        <w:rPr>
          <w:rtl/>
        </w:rPr>
        <w:t>ی</w:t>
      </w:r>
      <w:r>
        <w:rPr>
          <w:rtl/>
        </w:rPr>
        <w:t>ن آرام كرد و به مراد خود رس</w:t>
      </w:r>
      <w:r w:rsidR="00E275C9">
        <w:rPr>
          <w:rtl/>
        </w:rPr>
        <w:t>ی</w:t>
      </w:r>
      <w:r>
        <w:rPr>
          <w:rtl/>
        </w:rPr>
        <w:t>دم</w:t>
      </w:r>
      <w:r w:rsidR="00E275C9">
        <w:rPr>
          <w:rtl/>
        </w:rPr>
        <w:t xml:space="preserve">!!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نجا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مجددا به سخن آمد و گفت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«اگر شفاى دل تو در ا</w:t>
      </w:r>
      <w:r w:rsidR="00E275C9">
        <w:rPr>
          <w:rtl/>
        </w:rPr>
        <w:t>ی</w:t>
      </w:r>
      <w:r>
        <w:rPr>
          <w:rtl/>
        </w:rPr>
        <w:t>ن است البته به مراد دل خود رس</w:t>
      </w:r>
      <w:r w:rsidR="00E275C9">
        <w:rPr>
          <w:rtl/>
        </w:rPr>
        <w:t>ی</w:t>
      </w:r>
      <w:r>
        <w:rPr>
          <w:rtl/>
        </w:rPr>
        <w:t>ده اى»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ابن ز</w:t>
      </w:r>
      <w:r w:rsidR="00E275C9">
        <w:rPr>
          <w:rtl/>
        </w:rPr>
        <w:t>ی</w:t>
      </w:r>
      <w:r>
        <w:rPr>
          <w:rtl/>
        </w:rPr>
        <w:t>اد گفت</w:t>
      </w:r>
      <w:r w:rsidR="00E275C9">
        <w:rPr>
          <w:rtl/>
        </w:rPr>
        <w:t xml:space="preserve">: </w:t>
      </w:r>
      <w:r>
        <w:rPr>
          <w:rtl/>
        </w:rPr>
        <w:t>سخنان ز</w:t>
      </w:r>
      <w:r w:rsidR="00E275C9">
        <w:rPr>
          <w:rtl/>
        </w:rPr>
        <w:t>ی</w:t>
      </w:r>
      <w:r>
        <w:rPr>
          <w:rtl/>
        </w:rPr>
        <w:t>نب ن</w:t>
      </w:r>
      <w:r w:rsidR="00E275C9">
        <w:rPr>
          <w:rtl/>
        </w:rPr>
        <w:t>ی</w:t>
      </w:r>
      <w:r>
        <w:rPr>
          <w:rtl/>
        </w:rPr>
        <w:t xml:space="preserve">ز مانند كلام پدرش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مسجع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كبرى فرمود</w:t>
      </w:r>
      <w:r w:rsidR="00E275C9">
        <w:rPr>
          <w:rtl/>
        </w:rPr>
        <w:t xml:space="preserve">: </w:t>
      </w:r>
      <w:r>
        <w:rPr>
          <w:rtl/>
        </w:rPr>
        <w:t>«زن را با سجع و قاف</w:t>
      </w:r>
      <w:r w:rsidR="00E275C9">
        <w:rPr>
          <w:rtl/>
        </w:rPr>
        <w:t>ی</w:t>
      </w:r>
      <w:r>
        <w:rPr>
          <w:rtl/>
        </w:rPr>
        <w:t>ه كارى ن</w:t>
      </w:r>
      <w:r w:rsidR="00E275C9">
        <w:rPr>
          <w:rtl/>
        </w:rPr>
        <w:t>ی</w:t>
      </w:r>
      <w:r>
        <w:rPr>
          <w:rtl/>
        </w:rPr>
        <w:t>ست»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پس از آن</w:t>
      </w:r>
      <w:r w:rsidR="00E275C9">
        <w:rPr>
          <w:rtl/>
        </w:rPr>
        <w:t xml:space="preserve">، </w:t>
      </w:r>
      <w:r>
        <w:rPr>
          <w:rtl/>
        </w:rPr>
        <w:t>ابن ز</w:t>
      </w:r>
      <w:r w:rsidR="00E275C9">
        <w:rPr>
          <w:rtl/>
        </w:rPr>
        <w:t>ی</w:t>
      </w:r>
      <w:r>
        <w:rPr>
          <w:rtl/>
        </w:rPr>
        <w:t>اد حضرت 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در مجلس د</w:t>
      </w:r>
      <w:r w:rsidR="00E275C9">
        <w:rPr>
          <w:rtl/>
        </w:rPr>
        <w:t>ی</w:t>
      </w:r>
      <w:r>
        <w:rPr>
          <w:rtl/>
        </w:rPr>
        <w:t>د و پرس</w:t>
      </w:r>
      <w:r w:rsidR="00E275C9">
        <w:rPr>
          <w:rtl/>
        </w:rPr>
        <w:t>ی</w:t>
      </w:r>
      <w:r>
        <w:rPr>
          <w:rtl/>
        </w:rPr>
        <w:t>د ا</w:t>
      </w:r>
      <w:r w:rsidR="00E275C9">
        <w:rPr>
          <w:rtl/>
        </w:rPr>
        <w:t>ی</w:t>
      </w:r>
      <w:r>
        <w:rPr>
          <w:rtl/>
        </w:rPr>
        <w:t>ن جوان ك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؟ </w:t>
      </w:r>
      <w:r>
        <w:rPr>
          <w:rtl/>
        </w:rPr>
        <w:t>گفتند</w:t>
      </w:r>
      <w:r w:rsidR="00E275C9">
        <w:rPr>
          <w:rtl/>
        </w:rPr>
        <w:t xml:space="preserve">: </w:t>
      </w:r>
      <w:r>
        <w:rPr>
          <w:rtl/>
        </w:rPr>
        <w:t>«على بن حس</w:t>
      </w:r>
      <w:r w:rsidR="00E275C9">
        <w:rPr>
          <w:rtl/>
        </w:rPr>
        <w:t>ی</w:t>
      </w:r>
      <w:r>
        <w:rPr>
          <w:rtl/>
        </w:rPr>
        <w:t>ن» است</w:t>
      </w:r>
      <w:r w:rsidR="00E275C9">
        <w:rPr>
          <w:rtl/>
        </w:rPr>
        <w:t xml:space="preserve">. </w:t>
      </w:r>
      <w:r>
        <w:rPr>
          <w:rtl/>
        </w:rPr>
        <w:t>پسر ز</w:t>
      </w:r>
      <w:r w:rsidR="00E275C9">
        <w:rPr>
          <w:rtl/>
        </w:rPr>
        <w:t>ی</w:t>
      </w:r>
      <w:r>
        <w:rPr>
          <w:rtl/>
        </w:rPr>
        <w:t>اد گفت</w:t>
      </w:r>
      <w:r w:rsidR="00E275C9">
        <w:rPr>
          <w:rtl/>
        </w:rPr>
        <w:t xml:space="preserve">: </w:t>
      </w:r>
      <w:r>
        <w:rPr>
          <w:rtl/>
        </w:rPr>
        <w:t>مگر خدا على بن حس</w:t>
      </w:r>
      <w:r w:rsidR="00E275C9">
        <w:rPr>
          <w:rtl/>
        </w:rPr>
        <w:t>ی</w:t>
      </w:r>
      <w:r>
        <w:rPr>
          <w:rtl/>
        </w:rPr>
        <w:t>ن را نكشت</w:t>
      </w:r>
      <w:r w:rsidR="00E275C9">
        <w:rPr>
          <w:rtl/>
        </w:rPr>
        <w:t xml:space="preserve">؟ </w:t>
      </w:r>
      <w:r>
        <w:rPr>
          <w:rtl/>
        </w:rPr>
        <w:t>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رمود</w:t>
      </w:r>
      <w:r w:rsidR="00E275C9">
        <w:rPr>
          <w:rtl/>
        </w:rPr>
        <w:t xml:space="preserve">: </w:t>
      </w:r>
      <w:r>
        <w:rPr>
          <w:rtl/>
        </w:rPr>
        <w:t>«مرا برادرى بود كه او را ن</w:t>
      </w:r>
      <w:r w:rsidR="00E275C9">
        <w:rPr>
          <w:rtl/>
        </w:rPr>
        <w:t>ی</w:t>
      </w:r>
      <w:r>
        <w:rPr>
          <w:rtl/>
        </w:rPr>
        <w:t>ز على بن حس</w:t>
      </w:r>
      <w:r w:rsidR="00E275C9">
        <w:rPr>
          <w:rtl/>
        </w:rPr>
        <w:t>ی</w:t>
      </w:r>
      <w:r>
        <w:rPr>
          <w:rtl/>
        </w:rPr>
        <w:t>ن مى نام</w:t>
      </w:r>
      <w:r w:rsidR="00E275C9">
        <w:rPr>
          <w:rtl/>
        </w:rPr>
        <w:t>ی</w:t>
      </w:r>
      <w:r>
        <w:rPr>
          <w:rtl/>
        </w:rPr>
        <w:t>دند و مردم او را كشتند»</w:t>
      </w:r>
      <w:r w:rsidR="0020655A">
        <w:rPr>
          <w:rtl/>
        </w:rPr>
        <w:t xml:space="preserve"> </w:t>
      </w:r>
      <w:r>
        <w:rPr>
          <w:rtl/>
        </w:rPr>
        <w:t>پسر ز</w:t>
      </w:r>
      <w:r w:rsidR="00E275C9">
        <w:rPr>
          <w:rtl/>
        </w:rPr>
        <w:t>ی</w:t>
      </w:r>
      <w:r>
        <w:rPr>
          <w:rtl/>
        </w:rPr>
        <w:t>اد گفت</w:t>
      </w:r>
      <w:r w:rsidR="00E275C9">
        <w:rPr>
          <w:rtl/>
        </w:rPr>
        <w:t xml:space="preserve">: </w:t>
      </w:r>
      <w:r>
        <w:rPr>
          <w:rtl/>
        </w:rPr>
        <w:t>بلكه خداوند او را كشت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امام سجاد آ</w:t>
      </w:r>
      <w:r w:rsidR="00E275C9">
        <w:rPr>
          <w:rtl/>
        </w:rPr>
        <w:t>ی</w:t>
      </w:r>
      <w:r>
        <w:rPr>
          <w:rtl/>
        </w:rPr>
        <w:t xml:space="preserve">ه </w:t>
      </w:r>
      <w:r w:rsidR="00883263">
        <w:rPr>
          <w:rtl/>
        </w:rPr>
        <w:t>43</w:t>
      </w:r>
      <w:r>
        <w:rPr>
          <w:rtl/>
        </w:rPr>
        <w:t xml:space="preserve"> از سوره زمر را قرائت كرد و گفت</w:t>
      </w:r>
      <w:r w:rsidR="00E275C9">
        <w:rPr>
          <w:rtl/>
        </w:rPr>
        <w:t>:</w:t>
      </w:r>
      <w:r w:rsidR="00E275C9" w:rsidRPr="00E275C9">
        <w:rPr>
          <w:rFonts w:eastAsia="KFGQPC Uthman Taha Naskh"/>
          <w:rtl/>
        </w:rPr>
        <w:t xml:space="preserve"> </w:t>
      </w:r>
      <w:r w:rsidRPr="00E275C9">
        <w:rPr>
          <w:rFonts w:eastAsia="KFGQPC Uthman Taha Naskh"/>
          <w:rtl/>
        </w:rPr>
        <w:t>«خداوند هنگام مرگ</w:t>
      </w:r>
      <w:r w:rsidR="00E275C9" w:rsidRPr="00E275C9">
        <w:rPr>
          <w:rFonts w:eastAsia="KFGQPC Uthman Taha Naskh"/>
          <w:rtl/>
        </w:rPr>
        <w:t xml:space="preserve">، </w:t>
      </w:r>
      <w:r w:rsidRPr="00E275C9">
        <w:rPr>
          <w:rFonts w:eastAsia="KFGQPC Uthman Taha Naskh"/>
          <w:rtl/>
        </w:rPr>
        <w:t>نفسها را مى م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راند</w:t>
      </w:r>
      <w:r w:rsidR="00E275C9" w:rsidRPr="00E275C9">
        <w:rPr>
          <w:rFonts w:eastAsia="KFGQPC Uthman Taha Naskh"/>
          <w:rtl/>
        </w:rPr>
        <w:t xml:space="preserve">... </w:t>
      </w:r>
      <w:r w:rsidRPr="00E275C9">
        <w:rPr>
          <w:rFonts w:eastAsia="KFGQPC Uthman Taha Naskh"/>
          <w:rtl/>
        </w:rPr>
        <w:t>»</w:t>
      </w:r>
      <w:r w:rsidR="00E275C9" w:rsidRPr="00E275C9">
        <w:rPr>
          <w:rFonts w:eastAsia="KFGQPC Uthman Taha Naskh"/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ابن ز</w:t>
      </w:r>
      <w:r w:rsidR="00E275C9">
        <w:rPr>
          <w:rtl/>
        </w:rPr>
        <w:t>ی</w:t>
      </w:r>
      <w:r>
        <w:rPr>
          <w:rtl/>
        </w:rPr>
        <w:t>اد گفت</w:t>
      </w:r>
      <w:r w:rsidR="00E275C9">
        <w:rPr>
          <w:rtl/>
        </w:rPr>
        <w:t xml:space="preserve">: </w:t>
      </w:r>
      <w:r>
        <w:rPr>
          <w:rtl/>
        </w:rPr>
        <w:t>در حضور من</w:t>
      </w:r>
      <w:r w:rsidR="00E275C9">
        <w:rPr>
          <w:rtl/>
        </w:rPr>
        <w:t xml:space="preserve">، </w:t>
      </w:r>
      <w:r>
        <w:rPr>
          <w:rtl/>
        </w:rPr>
        <w:t>حاضر جوابى مى كنى</w:t>
      </w:r>
      <w:r w:rsidR="00E275C9">
        <w:rPr>
          <w:rtl/>
        </w:rPr>
        <w:t xml:space="preserve">؟ </w:t>
      </w:r>
      <w:r>
        <w:rPr>
          <w:rtl/>
        </w:rPr>
        <w:t>دستور مى دهم تو را گردن بزنند</w:t>
      </w:r>
      <w:r w:rsidR="00E275C9">
        <w:rPr>
          <w:rtl/>
        </w:rPr>
        <w:t xml:space="preserve">. </w:t>
      </w:r>
      <w:r>
        <w:rPr>
          <w:rtl/>
        </w:rPr>
        <w:t>با شن</w:t>
      </w:r>
      <w:r w:rsidR="00E275C9">
        <w:rPr>
          <w:rtl/>
        </w:rPr>
        <w:t>ی</w:t>
      </w:r>
      <w:r>
        <w:rPr>
          <w:rtl/>
        </w:rPr>
        <w:t>دن ا</w:t>
      </w:r>
      <w:r w:rsidR="00E275C9">
        <w:rPr>
          <w:rtl/>
        </w:rPr>
        <w:t>ی</w:t>
      </w:r>
      <w:r>
        <w:rPr>
          <w:rtl/>
        </w:rPr>
        <w:t>ن سخن</w:t>
      </w:r>
      <w:r w:rsidR="00E275C9">
        <w:rPr>
          <w:rtl/>
        </w:rPr>
        <w:t xml:space="preserve">، </w:t>
      </w:r>
      <w:r>
        <w:rPr>
          <w:rtl/>
        </w:rPr>
        <w:t>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شتابزده فرمود</w:t>
      </w:r>
      <w:r w:rsidR="00E275C9">
        <w:rPr>
          <w:rtl/>
        </w:rPr>
        <w:t xml:space="preserve">: </w:t>
      </w:r>
      <w:r>
        <w:rPr>
          <w:rtl/>
        </w:rPr>
        <w:t>«اى پسر ز</w:t>
      </w:r>
      <w:r w:rsidR="00E275C9">
        <w:rPr>
          <w:rtl/>
        </w:rPr>
        <w:t>ی</w:t>
      </w:r>
      <w:r>
        <w:rPr>
          <w:rtl/>
        </w:rPr>
        <w:t>اد</w:t>
      </w:r>
      <w:r w:rsidR="00E275C9">
        <w:rPr>
          <w:rtl/>
        </w:rPr>
        <w:t xml:space="preserve">!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گر تو كسى از ما باقى نگذاشتى</w:t>
      </w:r>
      <w:r w:rsidR="00E275C9">
        <w:rPr>
          <w:rtl/>
        </w:rPr>
        <w:t xml:space="preserve">، </w:t>
      </w:r>
      <w:r>
        <w:rPr>
          <w:rtl/>
        </w:rPr>
        <w:t>پس حكم قتل مرا ن</w:t>
      </w:r>
      <w:r w:rsidR="00E275C9">
        <w:rPr>
          <w:rtl/>
        </w:rPr>
        <w:t>ی</w:t>
      </w:r>
      <w:r>
        <w:rPr>
          <w:rtl/>
        </w:rPr>
        <w:t>ز صادر كن»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عمه خو</w:t>
      </w:r>
      <w:r w:rsidR="00E275C9">
        <w:rPr>
          <w:rtl/>
        </w:rPr>
        <w:t>ی</w:t>
      </w:r>
      <w:r>
        <w:rPr>
          <w:rtl/>
        </w:rPr>
        <w:t>ش را به آرامش دعوت كرد و خطاب به ابن ز</w:t>
      </w:r>
      <w:r w:rsidR="00E275C9">
        <w:rPr>
          <w:rtl/>
        </w:rPr>
        <w:t>ی</w:t>
      </w:r>
      <w:r>
        <w:rPr>
          <w:rtl/>
        </w:rPr>
        <w:t>اد فرمود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«آ</w:t>
      </w:r>
      <w:r w:rsidR="00E275C9">
        <w:rPr>
          <w:rtl/>
        </w:rPr>
        <w:t>ی</w:t>
      </w:r>
      <w:r>
        <w:rPr>
          <w:rtl/>
        </w:rPr>
        <w:t>ا مرا به كشتن تهد</w:t>
      </w:r>
      <w:r w:rsidR="00E275C9">
        <w:rPr>
          <w:rtl/>
        </w:rPr>
        <w:t>ی</w:t>
      </w:r>
      <w:r>
        <w:rPr>
          <w:rtl/>
        </w:rPr>
        <w:t>د مى كنى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مگر نمى دانى كه كشته شدن عادت ماست و بزرگوارى ما در شهادت ماست</w:t>
      </w:r>
      <w:r w:rsidR="00E275C9">
        <w:rPr>
          <w:rtl/>
        </w:rPr>
        <w:t xml:space="preserve">؟ </w:t>
      </w:r>
      <w:r>
        <w:rPr>
          <w:rtl/>
        </w:rPr>
        <w:t>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48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بعد از ا</w:t>
      </w:r>
      <w:r w:rsidR="00E275C9">
        <w:rPr>
          <w:rtl/>
        </w:rPr>
        <w:t>ی</w:t>
      </w:r>
      <w:r>
        <w:rPr>
          <w:rtl/>
        </w:rPr>
        <w:t>ن گفتگو</w:t>
      </w:r>
      <w:r w:rsidR="00E275C9">
        <w:rPr>
          <w:rtl/>
        </w:rPr>
        <w:t xml:space="preserve">، </w:t>
      </w:r>
      <w:r>
        <w:rPr>
          <w:rtl/>
        </w:rPr>
        <w:t>ابن ز</w:t>
      </w:r>
      <w:r w:rsidR="00E275C9">
        <w:rPr>
          <w:rtl/>
        </w:rPr>
        <w:t>ی</w:t>
      </w:r>
      <w:r>
        <w:rPr>
          <w:rtl/>
        </w:rPr>
        <w:t>اد دستور داد اسرا را در خانه اى جنب مسجد جا دادند و خود برخاست و به مسجد رفت و خطاب به مردم كوفه كه در آنجا گرد آمده بودند</w:t>
      </w:r>
      <w:r w:rsidR="00E275C9">
        <w:rPr>
          <w:rtl/>
        </w:rPr>
        <w:t xml:space="preserve">، </w:t>
      </w:r>
      <w:r>
        <w:rPr>
          <w:rtl/>
        </w:rPr>
        <w:t>گفت</w:t>
      </w:r>
      <w:r w:rsidR="00E275C9">
        <w:rPr>
          <w:rtl/>
        </w:rPr>
        <w:t xml:space="preserve">: </w:t>
      </w:r>
      <w:r>
        <w:rPr>
          <w:rtl/>
        </w:rPr>
        <w:t>شكر خداى را كه حق را آشكار نمود و ام</w:t>
      </w:r>
      <w:r w:rsidR="00E275C9">
        <w:rPr>
          <w:rtl/>
        </w:rPr>
        <w:t>ی</w:t>
      </w:r>
      <w:r>
        <w:rPr>
          <w:rtl/>
        </w:rPr>
        <w:t>رال</w:t>
      </w:r>
      <w:r w:rsidR="00DC0423">
        <w:rPr>
          <w:rtl/>
        </w:rPr>
        <w:t>مؤمن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 xml:space="preserve">و گروهش را </w:t>
      </w:r>
      <w:r w:rsidR="00E275C9">
        <w:rPr>
          <w:rtl/>
        </w:rPr>
        <w:t>ی</w:t>
      </w:r>
      <w:r>
        <w:rPr>
          <w:rtl/>
        </w:rPr>
        <w:t>ارى كرد و دروغگو را با پ</w:t>
      </w:r>
      <w:r w:rsidR="00E275C9">
        <w:rPr>
          <w:rtl/>
        </w:rPr>
        <w:t>ی</w:t>
      </w:r>
      <w:r>
        <w:rPr>
          <w:rtl/>
        </w:rPr>
        <w:t>روانش به قتل 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نكه سخن ابن ز</w:t>
      </w:r>
      <w:r w:rsidR="00E275C9">
        <w:rPr>
          <w:rtl/>
        </w:rPr>
        <w:t>ی</w:t>
      </w:r>
      <w:r>
        <w:rPr>
          <w:rtl/>
        </w:rPr>
        <w:t>اد بد</w:t>
      </w:r>
      <w:r w:rsidR="00E275C9">
        <w:rPr>
          <w:rtl/>
        </w:rPr>
        <w:t>ی</w:t>
      </w:r>
      <w:r>
        <w:rPr>
          <w:rtl/>
        </w:rPr>
        <w:t>نجا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«عبداللّه عف</w:t>
      </w:r>
      <w:r w:rsidR="00E275C9">
        <w:rPr>
          <w:rtl/>
        </w:rPr>
        <w:t>ی</w:t>
      </w:r>
      <w:r>
        <w:rPr>
          <w:rtl/>
        </w:rPr>
        <w:t>ف» از ب</w:t>
      </w:r>
      <w:r w:rsidR="00E275C9">
        <w:rPr>
          <w:rtl/>
        </w:rPr>
        <w:t>ی</w:t>
      </w:r>
      <w:r>
        <w:rPr>
          <w:rtl/>
        </w:rPr>
        <w:t>ن جمع</w:t>
      </w:r>
      <w:r w:rsidR="00E275C9">
        <w:rPr>
          <w:rtl/>
        </w:rPr>
        <w:t>ی</w:t>
      </w:r>
      <w:r>
        <w:rPr>
          <w:rtl/>
        </w:rPr>
        <w:t>ت با ناراحتى و خشم فر</w:t>
      </w:r>
      <w:r w:rsidR="00E275C9">
        <w:rPr>
          <w:rtl/>
        </w:rPr>
        <w:t>ی</w:t>
      </w:r>
      <w:r>
        <w:rPr>
          <w:rtl/>
        </w:rPr>
        <w:t>اد زد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«اى پسر مرجانه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كار تو به ا</w:t>
      </w:r>
      <w:r w:rsidR="00E275C9">
        <w:rPr>
          <w:rtl/>
        </w:rPr>
        <w:t>ی</w:t>
      </w:r>
      <w:r>
        <w:rPr>
          <w:rtl/>
        </w:rPr>
        <w:t>ن درجه بالا گرفته كه فرزند رسول خدا را شه</w:t>
      </w:r>
      <w:r w:rsidR="00E275C9">
        <w:rPr>
          <w:rtl/>
        </w:rPr>
        <w:t>ی</w:t>
      </w:r>
      <w:r>
        <w:rPr>
          <w:rtl/>
        </w:rPr>
        <w:t>د كنى و بدو ناسزا گو</w:t>
      </w:r>
      <w:r w:rsidR="00E275C9">
        <w:rPr>
          <w:rtl/>
        </w:rPr>
        <w:t>ی</w:t>
      </w:r>
      <w:r>
        <w:rPr>
          <w:rtl/>
        </w:rPr>
        <w:t>ى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دشمن خدا و پ</w:t>
      </w:r>
      <w:r w:rsidR="00E275C9">
        <w:rPr>
          <w:rtl/>
        </w:rPr>
        <w:t>ی</w:t>
      </w:r>
      <w:r>
        <w:rPr>
          <w:rtl/>
        </w:rPr>
        <w:t>غمبر</w:t>
      </w:r>
      <w:r w:rsidR="00E275C9">
        <w:rPr>
          <w:rtl/>
        </w:rPr>
        <w:t>!</w:t>
      </w:r>
      <w:r w:rsidR="0020655A">
        <w:rPr>
          <w:rtl/>
        </w:rPr>
        <w:t xml:space="preserve"> </w:t>
      </w:r>
      <w:r>
        <w:rPr>
          <w:rtl/>
        </w:rPr>
        <w:t>دروغگو تو و پدرت هست</w:t>
      </w:r>
      <w:r w:rsidR="00E275C9">
        <w:rPr>
          <w:rtl/>
        </w:rPr>
        <w:t>ی</w:t>
      </w:r>
      <w:r>
        <w:rPr>
          <w:rtl/>
        </w:rPr>
        <w:t>د و آن كسى كه تو را ام</w:t>
      </w:r>
      <w:r w:rsidR="00E275C9">
        <w:rPr>
          <w:rtl/>
        </w:rPr>
        <w:t>ی</w:t>
      </w:r>
      <w:r>
        <w:rPr>
          <w:rtl/>
        </w:rPr>
        <w:t>ر كرده خود و پدرش دروغگو است»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49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بلى آثار به ثمر رس</w:t>
      </w:r>
      <w:r w:rsidR="00E275C9">
        <w:rPr>
          <w:rtl/>
        </w:rPr>
        <w:t>ی</w:t>
      </w:r>
      <w:r>
        <w:rPr>
          <w:rtl/>
        </w:rPr>
        <w:t>دن ق</w:t>
      </w:r>
      <w:r w:rsidR="00E275C9">
        <w:rPr>
          <w:rtl/>
        </w:rPr>
        <w:t>ی</w:t>
      </w:r>
      <w:r>
        <w:rPr>
          <w:rtl/>
        </w:rPr>
        <w:t>ام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رفته رفته آشكار مى شد و در گوشه و كنار</w:t>
      </w:r>
      <w:r w:rsidR="00E275C9">
        <w:rPr>
          <w:rtl/>
        </w:rPr>
        <w:t xml:space="preserve">، </w:t>
      </w:r>
      <w:r>
        <w:rPr>
          <w:rtl/>
        </w:rPr>
        <w:t xml:space="preserve">به اَشكال مختلف نسبت به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د و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ان</w:t>
      </w:r>
      <w:r w:rsidR="00E275C9">
        <w:rPr>
          <w:rtl/>
        </w:rPr>
        <w:t xml:space="preserve">، </w:t>
      </w:r>
      <w:r>
        <w:rPr>
          <w:rtl/>
        </w:rPr>
        <w:t>اعتراض صورت مى گرفت</w:t>
      </w:r>
      <w:r w:rsidR="00E275C9">
        <w:rPr>
          <w:rtl/>
        </w:rPr>
        <w:t xml:space="preserve">، </w:t>
      </w:r>
      <w:r>
        <w:rPr>
          <w:rtl/>
        </w:rPr>
        <w:t>و گاه ا</w:t>
      </w:r>
      <w:r w:rsidR="00E275C9">
        <w:rPr>
          <w:rtl/>
        </w:rPr>
        <w:t>ی</w:t>
      </w:r>
      <w:r>
        <w:rPr>
          <w:rtl/>
        </w:rPr>
        <w:t xml:space="preserve">ن اعتراضات بدون به زبان آوردن حتى </w:t>
      </w:r>
      <w:r w:rsidR="00E275C9">
        <w:rPr>
          <w:rtl/>
        </w:rPr>
        <w:t>ی</w:t>
      </w:r>
      <w:r>
        <w:rPr>
          <w:rtl/>
        </w:rPr>
        <w:t>ك كلمه بلكه با عمل انجام مى شد از آن جمله است اقدام طا</w:t>
      </w:r>
      <w:r w:rsidR="00E275C9">
        <w:rPr>
          <w:rtl/>
        </w:rPr>
        <w:t>ی</w:t>
      </w:r>
      <w:r>
        <w:rPr>
          <w:rtl/>
        </w:rPr>
        <w:t>فه «بنى اسد» در روز دوازدهم</w:t>
      </w:r>
      <w:r w:rsidR="00E275C9">
        <w:rPr>
          <w:rtl/>
        </w:rPr>
        <w:t xml:space="preserve">، </w:t>
      </w:r>
      <w:r>
        <w:rPr>
          <w:rtl/>
        </w:rPr>
        <w:t>شب س</w:t>
      </w:r>
      <w:r w:rsidR="00E275C9">
        <w:rPr>
          <w:rtl/>
        </w:rPr>
        <w:t>ی</w:t>
      </w:r>
      <w:r>
        <w:rPr>
          <w:rtl/>
        </w:rPr>
        <w:t>زدهم محرم جهت به خاك سپردن اجساد شر</w:t>
      </w:r>
      <w:r w:rsidR="00E275C9">
        <w:rPr>
          <w:rtl/>
        </w:rPr>
        <w:t>ی</w:t>
      </w:r>
      <w:r>
        <w:rPr>
          <w:rtl/>
        </w:rPr>
        <w:t>ف شهداى كربلا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وقتى انسان</w:t>
      </w:r>
      <w:r w:rsidR="00E275C9">
        <w:rPr>
          <w:rtl/>
        </w:rPr>
        <w:t xml:space="preserve">، </w:t>
      </w:r>
      <w:r>
        <w:rPr>
          <w:rtl/>
        </w:rPr>
        <w:t>اوضاع و احوال آن روز را مورد بررسى و مطالعه و تجز</w:t>
      </w:r>
      <w:r w:rsidR="00E275C9">
        <w:rPr>
          <w:rtl/>
        </w:rPr>
        <w:t>ی</w:t>
      </w:r>
      <w:r>
        <w:rPr>
          <w:rtl/>
        </w:rPr>
        <w:t>ه و تحل</w:t>
      </w:r>
      <w:r w:rsidR="00E275C9">
        <w:rPr>
          <w:rtl/>
        </w:rPr>
        <w:t>ی</w:t>
      </w:r>
      <w:r>
        <w:rPr>
          <w:rtl/>
        </w:rPr>
        <w:t>ل قرار دهد و درست در جزئ</w:t>
      </w:r>
      <w:r w:rsidR="00E275C9">
        <w:rPr>
          <w:rtl/>
        </w:rPr>
        <w:t>ی</w:t>
      </w:r>
      <w:r>
        <w:rPr>
          <w:rtl/>
        </w:rPr>
        <w:t>ات حوادث آن روزگار دقت كند</w:t>
      </w:r>
      <w:r w:rsidR="00E275C9">
        <w:rPr>
          <w:rtl/>
        </w:rPr>
        <w:t xml:space="preserve">، </w:t>
      </w:r>
      <w:r>
        <w:rPr>
          <w:rtl/>
        </w:rPr>
        <w:t>خواهد د</w:t>
      </w:r>
      <w:r w:rsidR="00E275C9">
        <w:rPr>
          <w:rtl/>
        </w:rPr>
        <w:t>ی</w:t>
      </w:r>
      <w:r>
        <w:rPr>
          <w:rtl/>
        </w:rPr>
        <w:t>د كه طا</w:t>
      </w:r>
      <w:r w:rsidR="00E275C9">
        <w:rPr>
          <w:rtl/>
        </w:rPr>
        <w:t>ی</w:t>
      </w:r>
      <w:r>
        <w:rPr>
          <w:rtl/>
        </w:rPr>
        <w:t>فه بنى اسد با دست زدن به كار دفن شهدا</w:t>
      </w:r>
      <w:r w:rsidR="00E275C9">
        <w:rPr>
          <w:rtl/>
        </w:rPr>
        <w:t xml:space="preserve">، </w:t>
      </w:r>
      <w:r>
        <w:rPr>
          <w:rtl/>
        </w:rPr>
        <w:t>عملاً نسبت به جنا</w:t>
      </w:r>
      <w:r w:rsidR="00E275C9">
        <w:rPr>
          <w:rtl/>
        </w:rPr>
        <w:t>ی</w:t>
      </w:r>
      <w:r>
        <w:rPr>
          <w:rtl/>
        </w:rPr>
        <w:t>ات بنى ام</w:t>
      </w:r>
      <w:r w:rsidR="00E275C9">
        <w:rPr>
          <w:rtl/>
        </w:rPr>
        <w:t>ی</w:t>
      </w:r>
      <w:r>
        <w:rPr>
          <w:rtl/>
        </w:rPr>
        <w:t>ه اعتراض نمودند و طرفدارى خو</w:t>
      </w:r>
      <w:r w:rsidR="00E275C9">
        <w:rPr>
          <w:rtl/>
        </w:rPr>
        <w:t>ی</w:t>
      </w:r>
      <w:r>
        <w:rPr>
          <w:rtl/>
        </w:rPr>
        <w:t>ش را از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ق</w:t>
      </w:r>
      <w:r w:rsidR="00E275C9">
        <w:rPr>
          <w:rtl/>
        </w:rPr>
        <w:t>ی</w:t>
      </w:r>
      <w:r>
        <w:rPr>
          <w:rtl/>
        </w:rPr>
        <w:t>ام نجات دهنده او اعلام كردند</w:t>
      </w:r>
      <w:r w:rsidR="00E275C9">
        <w:rPr>
          <w:rtl/>
        </w:rPr>
        <w:t xml:space="preserve">. </w:t>
      </w:r>
      <w:r>
        <w:rPr>
          <w:rtl/>
        </w:rPr>
        <w:t>بنى اسد</w:t>
      </w:r>
      <w:r w:rsidR="00E275C9">
        <w:rPr>
          <w:rtl/>
        </w:rPr>
        <w:t xml:space="preserve">، </w:t>
      </w:r>
      <w:r>
        <w:rPr>
          <w:rtl/>
        </w:rPr>
        <w:t>با اقدام به دفن اجساد مطهر پاكبازان راه حق</w:t>
      </w:r>
      <w:r w:rsidR="00E275C9">
        <w:rPr>
          <w:rtl/>
        </w:rPr>
        <w:t xml:space="preserve">، </w:t>
      </w:r>
      <w:r>
        <w:rPr>
          <w:rtl/>
        </w:rPr>
        <w:t>پرچم مخالفت خو</w:t>
      </w:r>
      <w:r w:rsidR="00E275C9">
        <w:rPr>
          <w:rtl/>
        </w:rPr>
        <w:t>ی</w:t>
      </w:r>
      <w:r>
        <w:rPr>
          <w:rtl/>
        </w:rPr>
        <w:t xml:space="preserve">ش را بر ضد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بپا داشتند و به همه فهمان</w:t>
      </w:r>
      <w:r w:rsidR="00E275C9">
        <w:rPr>
          <w:rtl/>
        </w:rPr>
        <w:t>ی</w:t>
      </w:r>
      <w:r>
        <w:rPr>
          <w:rtl/>
        </w:rPr>
        <w:t xml:space="preserve">دند كه اگرچه </w:t>
      </w:r>
      <w:r>
        <w:rPr>
          <w:rtl/>
        </w:rPr>
        <w:lastRenderedPageBreak/>
        <w:t>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</w:t>
      </w:r>
      <w:r w:rsidR="00E275C9">
        <w:rPr>
          <w:rtl/>
        </w:rPr>
        <w:t>ی</w:t>
      </w:r>
      <w:r>
        <w:rPr>
          <w:rtl/>
        </w:rPr>
        <w:t>ارانش شه</w:t>
      </w:r>
      <w:r w:rsidR="00E275C9">
        <w:rPr>
          <w:rtl/>
        </w:rPr>
        <w:t>ی</w:t>
      </w:r>
      <w:r>
        <w:rPr>
          <w:rtl/>
        </w:rPr>
        <w:t>د شده اند</w:t>
      </w:r>
      <w:r w:rsidR="00E275C9">
        <w:rPr>
          <w:rtl/>
        </w:rPr>
        <w:t xml:space="preserve">، </w:t>
      </w:r>
      <w:r>
        <w:rPr>
          <w:rtl/>
        </w:rPr>
        <w:t>راهشان را دنبال خواه</w:t>
      </w:r>
      <w:r w:rsidR="00E275C9">
        <w:rPr>
          <w:rtl/>
        </w:rPr>
        <w:t>ی</w:t>
      </w:r>
      <w:r>
        <w:rPr>
          <w:rtl/>
        </w:rPr>
        <w:t>م كرد و هدف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هرگز نابود نخواهد شد و بر مسلم</w:t>
      </w:r>
      <w:r w:rsidR="00E275C9">
        <w:rPr>
          <w:rtl/>
        </w:rPr>
        <w:t>ی</w:t>
      </w:r>
      <w:r>
        <w:rPr>
          <w:rtl/>
        </w:rPr>
        <w:t>ن است كه راه او را ادامه دهند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در همان هنگام كه بنى اسد در سرزم</w:t>
      </w:r>
      <w:r w:rsidR="00E275C9">
        <w:rPr>
          <w:rtl/>
        </w:rPr>
        <w:t>ی</w:t>
      </w:r>
      <w:r>
        <w:rPr>
          <w:rtl/>
        </w:rPr>
        <w:t>ن كربلا اقدام به دفن پ</w:t>
      </w:r>
      <w:r w:rsidR="00E275C9">
        <w:rPr>
          <w:rtl/>
        </w:rPr>
        <w:t>ی</w:t>
      </w:r>
      <w:r>
        <w:rPr>
          <w:rtl/>
        </w:rPr>
        <w:t>كرهاى پاك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</w:t>
      </w:r>
      <w:r w:rsidR="00E275C9">
        <w:rPr>
          <w:rtl/>
        </w:rPr>
        <w:t>ی</w:t>
      </w:r>
      <w:r>
        <w:rPr>
          <w:rtl/>
        </w:rPr>
        <w:t>اران شر</w:t>
      </w:r>
      <w:r w:rsidR="00E275C9">
        <w:rPr>
          <w:rtl/>
        </w:rPr>
        <w:t>ی</w:t>
      </w:r>
      <w:r>
        <w:rPr>
          <w:rtl/>
        </w:rPr>
        <w:t>فش نمودند</w:t>
      </w:r>
      <w:r w:rsidR="00E275C9">
        <w:rPr>
          <w:rtl/>
        </w:rPr>
        <w:t>،</w:t>
      </w:r>
      <w:r w:rsidR="0020655A">
        <w:rPr>
          <w:rtl/>
        </w:rPr>
        <w:t xml:space="preserve"> </w:t>
      </w:r>
      <w:r>
        <w:rPr>
          <w:rtl/>
        </w:rPr>
        <w:t>بس</w:t>
      </w:r>
      <w:r w:rsidR="00E275C9">
        <w:rPr>
          <w:rtl/>
        </w:rPr>
        <w:t>ی</w:t>
      </w:r>
      <w:r>
        <w:rPr>
          <w:rtl/>
        </w:rPr>
        <w:t>ارى از مردم كوفه ن</w:t>
      </w:r>
      <w:r w:rsidR="00E275C9">
        <w:rPr>
          <w:rtl/>
        </w:rPr>
        <w:t>ی</w:t>
      </w:r>
      <w:r>
        <w:rPr>
          <w:rtl/>
        </w:rPr>
        <w:t>ز به عناو</w:t>
      </w:r>
      <w:r w:rsidR="00E275C9">
        <w:rPr>
          <w:rtl/>
        </w:rPr>
        <w:t>ی</w:t>
      </w:r>
      <w:r>
        <w:rPr>
          <w:rtl/>
        </w:rPr>
        <w:t>ن مختلف</w:t>
      </w:r>
      <w:r w:rsidR="00E275C9">
        <w:rPr>
          <w:rtl/>
        </w:rPr>
        <w:t xml:space="preserve">، </w:t>
      </w:r>
      <w:r>
        <w:rPr>
          <w:rtl/>
        </w:rPr>
        <w:t>نسبت به آنچه در كربلا اتفاق افتاده بود</w:t>
      </w:r>
      <w:r w:rsidR="00E275C9">
        <w:rPr>
          <w:rtl/>
        </w:rPr>
        <w:t xml:space="preserve">، </w:t>
      </w:r>
      <w:r>
        <w:rPr>
          <w:rtl/>
        </w:rPr>
        <w:t>اعتراض مى كردند</w:t>
      </w:r>
      <w:r w:rsidR="00E275C9">
        <w:rPr>
          <w:rtl/>
        </w:rPr>
        <w:t xml:space="preserve">. </w:t>
      </w:r>
      <w:r>
        <w:rPr>
          <w:rtl/>
        </w:rPr>
        <w:t>بارزتر</w:t>
      </w:r>
      <w:r w:rsidR="00E275C9">
        <w:rPr>
          <w:rtl/>
        </w:rPr>
        <w:t>ی</w:t>
      </w:r>
      <w:r>
        <w:rPr>
          <w:rtl/>
        </w:rPr>
        <w:t>ن نمونه ا</w:t>
      </w:r>
      <w:r w:rsidR="00E275C9">
        <w:rPr>
          <w:rtl/>
        </w:rPr>
        <w:t>ی</w:t>
      </w:r>
      <w:r>
        <w:rPr>
          <w:rtl/>
        </w:rPr>
        <w:t>ن اعتراض</w:t>
      </w:r>
      <w:r w:rsidR="00E275C9">
        <w:rPr>
          <w:rtl/>
        </w:rPr>
        <w:t xml:space="preserve">، </w:t>
      </w:r>
      <w:r>
        <w:rPr>
          <w:rtl/>
        </w:rPr>
        <w:t>اقدام شجاعانه «عبداللّه عف</w:t>
      </w:r>
      <w:r w:rsidR="00E275C9">
        <w:rPr>
          <w:rtl/>
        </w:rPr>
        <w:t>ی</w:t>
      </w:r>
      <w:r>
        <w:rPr>
          <w:rtl/>
        </w:rPr>
        <w:t>ف» بود</w:t>
      </w:r>
      <w:r w:rsidR="00E275C9">
        <w:rPr>
          <w:rtl/>
        </w:rPr>
        <w:t xml:space="preserve">، </w:t>
      </w:r>
      <w:r>
        <w:rPr>
          <w:rtl/>
        </w:rPr>
        <w:t>مرد ناب</w:t>
      </w:r>
      <w:r w:rsidR="00E275C9">
        <w:rPr>
          <w:rtl/>
        </w:rPr>
        <w:t>ی</w:t>
      </w:r>
      <w:r>
        <w:rPr>
          <w:rtl/>
        </w:rPr>
        <w:t>نا</w:t>
      </w:r>
      <w:r w:rsidR="00E275C9">
        <w:rPr>
          <w:rtl/>
        </w:rPr>
        <w:t>ی</w:t>
      </w:r>
      <w:r>
        <w:rPr>
          <w:rtl/>
        </w:rPr>
        <w:t>ى كه دوچشم خود را هنگام جهاد در جنگ جمل و صف</w:t>
      </w:r>
      <w:r w:rsidR="00E275C9">
        <w:rPr>
          <w:rtl/>
        </w:rPr>
        <w:t>ی</w:t>
      </w:r>
      <w:r>
        <w:rPr>
          <w:rtl/>
        </w:rPr>
        <w:t>ن از دست داده بود و اكنون با وجود نداشتن چشم</w:t>
      </w:r>
      <w:r w:rsidR="00E275C9">
        <w:rPr>
          <w:rtl/>
        </w:rPr>
        <w:t xml:space="preserve">، </w:t>
      </w:r>
      <w:r>
        <w:rPr>
          <w:rtl/>
        </w:rPr>
        <w:t>با صداى بلند در نها</w:t>
      </w:r>
      <w:r w:rsidR="00E275C9">
        <w:rPr>
          <w:rtl/>
        </w:rPr>
        <w:t>ی</w:t>
      </w:r>
      <w:r>
        <w:rPr>
          <w:rtl/>
        </w:rPr>
        <w:t>ت عصبان</w:t>
      </w:r>
      <w:r w:rsidR="00E275C9">
        <w:rPr>
          <w:rtl/>
        </w:rPr>
        <w:t>ی</w:t>
      </w:r>
      <w:r>
        <w:rPr>
          <w:rtl/>
        </w:rPr>
        <w:t>ت نسبت به اعمال كارگزاران بنى ام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اعتراض مى كرد و بر «عب</w:t>
      </w:r>
      <w:r w:rsidR="00E275C9">
        <w:rPr>
          <w:rtl/>
        </w:rPr>
        <w:t>ی</w:t>
      </w:r>
      <w:r>
        <w:rPr>
          <w:rtl/>
        </w:rPr>
        <w:t>داللّه بن ز</w:t>
      </w:r>
      <w:r w:rsidR="00E275C9">
        <w:rPr>
          <w:rtl/>
        </w:rPr>
        <w:t>ی</w:t>
      </w:r>
      <w:r>
        <w:rPr>
          <w:rtl/>
        </w:rPr>
        <w:t>اد» پرخاش مى نمود و خطاب به مردم فر</w:t>
      </w:r>
      <w:r w:rsidR="00E275C9">
        <w:rPr>
          <w:rtl/>
        </w:rPr>
        <w:t>ی</w:t>
      </w:r>
      <w:r>
        <w:rPr>
          <w:rtl/>
        </w:rPr>
        <w:t>اد مى زد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«اى مسلمانان</w:t>
      </w:r>
      <w:r w:rsidR="00E275C9">
        <w:rPr>
          <w:rtl/>
        </w:rPr>
        <w:t xml:space="preserve">! </w:t>
      </w:r>
      <w:r>
        <w:rPr>
          <w:rtl/>
        </w:rPr>
        <w:t>ق</w:t>
      </w:r>
      <w:r w:rsidR="00E275C9">
        <w:rPr>
          <w:rtl/>
        </w:rPr>
        <w:t>ی</w:t>
      </w:r>
      <w:r>
        <w:rPr>
          <w:rtl/>
        </w:rPr>
        <w:t>ام كن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بپا خ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انتقام خون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از ا</w:t>
      </w:r>
      <w:r w:rsidR="00E275C9">
        <w:rPr>
          <w:rtl/>
        </w:rPr>
        <w:t>ی</w:t>
      </w:r>
      <w:r>
        <w:rPr>
          <w:rtl/>
        </w:rPr>
        <w:t>ن ملعونان پست فطرت و دور از انسان</w:t>
      </w:r>
      <w:r w:rsidR="00E275C9">
        <w:rPr>
          <w:rtl/>
        </w:rPr>
        <w:t>ی</w:t>
      </w:r>
      <w:r>
        <w:rPr>
          <w:rtl/>
        </w:rPr>
        <w:t>ت بگ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بر طرفداران بنى سف</w:t>
      </w:r>
      <w:r w:rsidR="00E275C9">
        <w:rPr>
          <w:rtl/>
        </w:rPr>
        <w:t>ی</w:t>
      </w:r>
      <w:r>
        <w:rPr>
          <w:rtl/>
        </w:rPr>
        <w:t>ان شورش كن</w:t>
      </w:r>
      <w:r w:rsidR="00E275C9">
        <w:rPr>
          <w:rtl/>
        </w:rPr>
        <w:t>ی</w:t>
      </w:r>
      <w:r>
        <w:rPr>
          <w:rtl/>
        </w:rPr>
        <w:t>د»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«عبداللّه عف</w:t>
      </w:r>
      <w:r w:rsidR="00E275C9">
        <w:rPr>
          <w:rtl/>
        </w:rPr>
        <w:t>ی</w:t>
      </w:r>
      <w:r>
        <w:rPr>
          <w:rtl/>
        </w:rPr>
        <w:t>ف» با چنان لحنى فر</w:t>
      </w:r>
      <w:r w:rsidR="00E275C9">
        <w:rPr>
          <w:rtl/>
        </w:rPr>
        <w:t>ی</w:t>
      </w:r>
      <w:r>
        <w:rPr>
          <w:rtl/>
        </w:rPr>
        <w:t>اد مى كش</w:t>
      </w:r>
      <w:r w:rsidR="00E275C9">
        <w:rPr>
          <w:rtl/>
        </w:rPr>
        <w:t>ی</w:t>
      </w:r>
      <w:r>
        <w:rPr>
          <w:rtl/>
        </w:rPr>
        <w:t>د كه ابن ز</w:t>
      </w:r>
      <w:r w:rsidR="00E275C9">
        <w:rPr>
          <w:rtl/>
        </w:rPr>
        <w:t>ی</w:t>
      </w:r>
      <w:r>
        <w:rPr>
          <w:rtl/>
        </w:rPr>
        <w:t>اد ناچار</w:t>
      </w:r>
      <w:r w:rsidR="00E275C9">
        <w:rPr>
          <w:rtl/>
        </w:rPr>
        <w:t xml:space="preserve">، </w:t>
      </w:r>
      <w:r>
        <w:rPr>
          <w:rtl/>
        </w:rPr>
        <w:t>در نها</w:t>
      </w:r>
      <w:r w:rsidR="00E275C9">
        <w:rPr>
          <w:rtl/>
        </w:rPr>
        <w:t>ی</w:t>
      </w:r>
      <w:r>
        <w:rPr>
          <w:rtl/>
        </w:rPr>
        <w:t>ت ترس و اضطراب از منبر به ز</w:t>
      </w:r>
      <w:r w:rsidR="00E275C9">
        <w:rPr>
          <w:rtl/>
        </w:rPr>
        <w:t>ی</w:t>
      </w:r>
      <w:r>
        <w:rPr>
          <w:rtl/>
        </w:rPr>
        <w:t>ر آمد و بانگ مى زد</w:t>
      </w:r>
      <w:r w:rsidR="00E275C9">
        <w:rPr>
          <w:rtl/>
        </w:rPr>
        <w:t xml:space="preserve">: </w:t>
      </w:r>
      <w:r w:rsidR="00640024">
        <w:rPr>
          <w:rtl/>
        </w:rPr>
        <w:t>مأمور</w:t>
      </w:r>
      <w:r w:rsidR="00E275C9">
        <w:rPr>
          <w:rtl/>
        </w:rPr>
        <w:t>ی</w:t>
      </w:r>
      <w:r>
        <w:rPr>
          <w:rtl/>
        </w:rPr>
        <w:t>ن انتظامى</w:t>
      </w:r>
      <w:r w:rsidR="00E275C9">
        <w:rPr>
          <w:rtl/>
        </w:rPr>
        <w:t xml:space="preserve">! </w:t>
      </w:r>
      <w:r>
        <w:rPr>
          <w:rtl/>
        </w:rPr>
        <w:t>عبداللّه را بگ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دستگ</w:t>
      </w:r>
      <w:r w:rsidR="00E275C9">
        <w:rPr>
          <w:rtl/>
        </w:rPr>
        <w:t>ی</w:t>
      </w:r>
      <w:r>
        <w:rPr>
          <w:rtl/>
        </w:rPr>
        <w:t>رش كن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امانش</w:t>
      </w:r>
      <w:r w:rsidR="00E275C9">
        <w:rPr>
          <w:rtl/>
        </w:rPr>
        <w:t xml:space="preserve"> </w:t>
      </w:r>
      <w:r>
        <w:rPr>
          <w:rtl/>
        </w:rPr>
        <w:t>نده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زود</w:t>
      </w:r>
      <w:r w:rsidR="00E275C9">
        <w:rPr>
          <w:rtl/>
        </w:rPr>
        <w:t xml:space="preserve">، </w:t>
      </w:r>
      <w:r>
        <w:rPr>
          <w:rtl/>
        </w:rPr>
        <w:t>زود او را بگ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عده اى مزدور به سوى «عبداللّه» حركت كردند</w:t>
      </w:r>
      <w:r w:rsidR="00E275C9">
        <w:rPr>
          <w:rtl/>
        </w:rPr>
        <w:t xml:space="preserve">، </w:t>
      </w:r>
      <w:r>
        <w:rPr>
          <w:rtl/>
        </w:rPr>
        <w:t>ولى قبل از آنكه موفق به دستگ</w:t>
      </w:r>
      <w:r w:rsidR="00E275C9">
        <w:rPr>
          <w:rtl/>
        </w:rPr>
        <w:t>ی</w:t>
      </w:r>
      <w:r>
        <w:rPr>
          <w:rtl/>
        </w:rPr>
        <w:t>رى او شوند</w:t>
      </w:r>
      <w:r w:rsidR="00E275C9">
        <w:rPr>
          <w:rtl/>
        </w:rPr>
        <w:t xml:space="preserve">، </w:t>
      </w:r>
      <w:r>
        <w:rPr>
          <w:rtl/>
        </w:rPr>
        <w:t xml:space="preserve">طرفداران خاندان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وى را از چنگال خونر</w:t>
      </w:r>
      <w:r w:rsidR="00E275C9">
        <w:rPr>
          <w:rtl/>
        </w:rPr>
        <w:t>ی</w:t>
      </w:r>
      <w:r>
        <w:rPr>
          <w:rtl/>
        </w:rPr>
        <w:t>زان كوفه و پ</w:t>
      </w:r>
      <w:r w:rsidR="00E275C9">
        <w:rPr>
          <w:rtl/>
        </w:rPr>
        <w:t>ی</w:t>
      </w:r>
      <w:r>
        <w:rPr>
          <w:rtl/>
        </w:rPr>
        <w:t xml:space="preserve">روان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نجات دادند و در محلى مخفى كردند</w:t>
      </w:r>
      <w:r w:rsidR="00E275C9">
        <w:rPr>
          <w:rtl/>
        </w:rPr>
        <w:t xml:space="preserve">. </w:t>
      </w:r>
    </w:p>
    <w:p w:rsidR="00134B66" w:rsidRPr="00DC65B0" w:rsidRDefault="00134B66" w:rsidP="00134B66">
      <w:pPr>
        <w:pStyle w:val="libNormal"/>
        <w:rPr>
          <w:rStyle w:val="libFootnotenumChar"/>
          <w:rtl/>
        </w:rPr>
      </w:pPr>
      <w:r>
        <w:rPr>
          <w:rtl/>
        </w:rPr>
        <w:t>ولى شب هنگام</w:t>
      </w:r>
      <w:r w:rsidR="00E275C9">
        <w:rPr>
          <w:rtl/>
        </w:rPr>
        <w:t xml:space="preserve">، </w:t>
      </w:r>
      <w:r>
        <w:rPr>
          <w:rtl/>
        </w:rPr>
        <w:t>مزدوران بنى ام</w:t>
      </w:r>
      <w:r w:rsidR="00E275C9">
        <w:rPr>
          <w:rtl/>
        </w:rPr>
        <w:t>ی</w:t>
      </w:r>
      <w:r>
        <w:rPr>
          <w:rtl/>
        </w:rPr>
        <w:t>ه جهت دستگ</w:t>
      </w:r>
      <w:r w:rsidR="00E275C9">
        <w:rPr>
          <w:rtl/>
        </w:rPr>
        <w:t>ی</w:t>
      </w:r>
      <w:r>
        <w:rPr>
          <w:rtl/>
        </w:rPr>
        <w:t>رى او اقدام كردند</w:t>
      </w:r>
      <w:r w:rsidR="00E275C9">
        <w:rPr>
          <w:rtl/>
        </w:rPr>
        <w:t xml:space="preserve">، </w:t>
      </w:r>
      <w:r>
        <w:rPr>
          <w:rtl/>
        </w:rPr>
        <w:t>اما عبداللّه عف</w:t>
      </w:r>
      <w:r w:rsidR="00E275C9">
        <w:rPr>
          <w:rtl/>
        </w:rPr>
        <w:t>ی</w:t>
      </w:r>
      <w:r>
        <w:rPr>
          <w:rtl/>
        </w:rPr>
        <w:t>ف</w:t>
      </w:r>
      <w:r w:rsidR="00E275C9">
        <w:rPr>
          <w:rtl/>
        </w:rPr>
        <w:t xml:space="preserve">، </w:t>
      </w:r>
      <w:r>
        <w:rPr>
          <w:rtl/>
        </w:rPr>
        <w:t>آن مرد ش</w:t>
      </w:r>
      <w:r w:rsidR="00E275C9">
        <w:rPr>
          <w:rtl/>
        </w:rPr>
        <w:t>ی</w:t>
      </w:r>
      <w:r>
        <w:rPr>
          <w:rtl/>
        </w:rPr>
        <w:t>عه مذهب متقى</w:t>
      </w:r>
      <w:r w:rsidR="00E275C9">
        <w:rPr>
          <w:rtl/>
        </w:rPr>
        <w:t xml:space="preserve">، </w:t>
      </w:r>
      <w:r>
        <w:rPr>
          <w:rtl/>
        </w:rPr>
        <w:t>زاهد و پره</w:t>
      </w:r>
      <w:r w:rsidR="00E275C9">
        <w:rPr>
          <w:rtl/>
        </w:rPr>
        <w:t>ی</w:t>
      </w:r>
      <w:r>
        <w:rPr>
          <w:rtl/>
        </w:rPr>
        <w:t>زگار با همراهى گروهى از ش</w:t>
      </w:r>
      <w:r w:rsidR="00E275C9">
        <w:rPr>
          <w:rtl/>
        </w:rPr>
        <w:t>ی</w:t>
      </w:r>
      <w:r>
        <w:rPr>
          <w:rtl/>
        </w:rPr>
        <w:t>ع</w:t>
      </w:r>
      <w:r w:rsidR="00E275C9">
        <w:rPr>
          <w:rtl/>
        </w:rPr>
        <w:t>ی</w:t>
      </w:r>
      <w:r>
        <w:rPr>
          <w:rtl/>
        </w:rPr>
        <w:t>ان</w:t>
      </w:r>
      <w:r w:rsidR="0020655A">
        <w:rPr>
          <w:rtl/>
        </w:rPr>
        <w:t xml:space="preserve"> </w:t>
      </w:r>
      <w:r>
        <w:rPr>
          <w:rtl/>
        </w:rPr>
        <w:t>كوفه مسلحانه ق</w:t>
      </w:r>
      <w:r w:rsidR="00E275C9">
        <w:rPr>
          <w:rtl/>
        </w:rPr>
        <w:t>ی</w:t>
      </w:r>
      <w:r>
        <w:rPr>
          <w:rtl/>
        </w:rPr>
        <w:t>ام كرد و به خونخواهى شهداى كربلا برخاست</w:t>
      </w:r>
      <w:r w:rsidR="00E275C9">
        <w:rPr>
          <w:rtl/>
        </w:rPr>
        <w:t xml:space="preserve">، </w:t>
      </w:r>
      <w:r>
        <w:rPr>
          <w:rtl/>
        </w:rPr>
        <w:t xml:space="preserve">او و </w:t>
      </w:r>
      <w:r>
        <w:rPr>
          <w:rtl/>
        </w:rPr>
        <w:lastRenderedPageBreak/>
        <w:t>افرادش در آن شب چنان كار را بر ابن ز</w:t>
      </w:r>
      <w:r w:rsidR="00E275C9">
        <w:rPr>
          <w:rtl/>
        </w:rPr>
        <w:t>ی</w:t>
      </w:r>
      <w:r>
        <w:rPr>
          <w:rtl/>
        </w:rPr>
        <w:t>اد تنگ كردند كه چ</w:t>
      </w:r>
      <w:r w:rsidR="00E275C9">
        <w:rPr>
          <w:rtl/>
        </w:rPr>
        <w:t>ی</w:t>
      </w:r>
      <w:r>
        <w:rPr>
          <w:rtl/>
        </w:rPr>
        <w:t>زى نمانده بود تا كوفه را از لوث طرفداران بنى ام</w:t>
      </w:r>
      <w:r w:rsidR="00E275C9">
        <w:rPr>
          <w:rtl/>
        </w:rPr>
        <w:t>ی</w:t>
      </w:r>
      <w:r>
        <w:rPr>
          <w:rtl/>
        </w:rPr>
        <w:t>ه پاك كنند</w:t>
      </w:r>
      <w:r w:rsidR="00E275C9">
        <w:rPr>
          <w:rtl/>
        </w:rPr>
        <w:t xml:space="preserve">. </w:t>
      </w:r>
      <w:r>
        <w:rPr>
          <w:rtl/>
        </w:rPr>
        <w:t>دخترش «ام عامر» ن</w:t>
      </w:r>
      <w:r w:rsidR="00E275C9">
        <w:rPr>
          <w:rtl/>
        </w:rPr>
        <w:t>ی</w:t>
      </w:r>
      <w:r>
        <w:rPr>
          <w:rtl/>
        </w:rPr>
        <w:t>ز با رشادت بى نظ</w:t>
      </w:r>
      <w:r w:rsidR="00E275C9">
        <w:rPr>
          <w:rtl/>
        </w:rPr>
        <w:t>ی</w:t>
      </w:r>
      <w:r>
        <w:rPr>
          <w:rtl/>
        </w:rPr>
        <w:t>رى پدر ناب</w:t>
      </w:r>
      <w:r w:rsidR="00E275C9">
        <w:rPr>
          <w:rtl/>
        </w:rPr>
        <w:t>ی</w:t>
      </w:r>
      <w:r>
        <w:rPr>
          <w:rtl/>
        </w:rPr>
        <w:t>ناى خو</w:t>
      </w:r>
      <w:r w:rsidR="00E275C9">
        <w:rPr>
          <w:rtl/>
        </w:rPr>
        <w:t>ی</w:t>
      </w:r>
      <w:r>
        <w:rPr>
          <w:rtl/>
        </w:rPr>
        <w:t>ش را در حمله و نبرد</w:t>
      </w:r>
      <w:r w:rsidR="00E275C9">
        <w:rPr>
          <w:rtl/>
        </w:rPr>
        <w:t xml:space="preserve">، </w:t>
      </w:r>
      <w:r>
        <w:rPr>
          <w:rtl/>
        </w:rPr>
        <w:t>راهنما</w:t>
      </w:r>
      <w:r w:rsidR="00E275C9">
        <w:rPr>
          <w:rtl/>
        </w:rPr>
        <w:t>ی</w:t>
      </w:r>
      <w:r>
        <w:rPr>
          <w:rtl/>
        </w:rPr>
        <w:t>ى مى كرد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50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سرانجام عبداللّه عف</w:t>
      </w:r>
      <w:r w:rsidR="00E275C9">
        <w:rPr>
          <w:rtl/>
        </w:rPr>
        <w:t>ی</w:t>
      </w:r>
      <w:r>
        <w:rPr>
          <w:rtl/>
        </w:rPr>
        <w:t>ف و جمعى از اطراف</w:t>
      </w:r>
      <w:r w:rsidR="00E275C9">
        <w:rPr>
          <w:rtl/>
        </w:rPr>
        <w:t>ی</w:t>
      </w:r>
      <w:r>
        <w:rPr>
          <w:rtl/>
        </w:rPr>
        <w:t>انش</w:t>
      </w:r>
      <w:r w:rsidR="00E275C9">
        <w:rPr>
          <w:rtl/>
        </w:rPr>
        <w:t xml:space="preserve">، </w:t>
      </w:r>
      <w:r>
        <w:rPr>
          <w:rtl/>
        </w:rPr>
        <w:t>پس از ابراز شهامت و شجاعت و دلاورى</w:t>
      </w:r>
      <w:r w:rsidR="00E275C9">
        <w:rPr>
          <w:rtl/>
        </w:rPr>
        <w:t xml:space="preserve">، </w:t>
      </w:r>
      <w:r>
        <w:rPr>
          <w:rtl/>
        </w:rPr>
        <w:t>شربت شهادت نوش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. </w:t>
      </w:r>
      <w:r>
        <w:rPr>
          <w:rtl/>
        </w:rPr>
        <w:t>اما طرفداران بنى ام</w:t>
      </w:r>
      <w:r w:rsidR="00E275C9">
        <w:rPr>
          <w:rtl/>
        </w:rPr>
        <w:t>ی</w:t>
      </w:r>
      <w:r>
        <w:rPr>
          <w:rtl/>
        </w:rPr>
        <w:t>ه در</w:t>
      </w:r>
      <w:r w:rsidR="00E275C9">
        <w:rPr>
          <w:rtl/>
        </w:rPr>
        <w:t>ی</w:t>
      </w:r>
      <w:r>
        <w:rPr>
          <w:rtl/>
        </w:rPr>
        <w:t>افتند كه ش</w:t>
      </w:r>
      <w:r w:rsidR="00E275C9">
        <w:rPr>
          <w:rtl/>
        </w:rPr>
        <w:t>ی</w:t>
      </w:r>
      <w:r>
        <w:rPr>
          <w:rtl/>
        </w:rPr>
        <w:t>ع</w:t>
      </w:r>
      <w:r w:rsidR="00E275C9">
        <w:rPr>
          <w:rtl/>
        </w:rPr>
        <w:t>ی</w:t>
      </w:r>
      <w:r>
        <w:rPr>
          <w:rtl/>
        </w:rPr>
        <w:t xml:space="preserve">ان خاندان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راه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ادامه خواهند داد و ه</w:t>
      </w:r>
      <w:r w:rsidR="00E275C9">
        <w:rPr>
          <w:rtl/>
        </w:rPr>
        <w:t>ی</w:t>
      </w:r>
      <w:r>
        <w:rPr>
          <w:rtl/>
        </w:rPr>
        <w:t>چ</w:t>
      </w:r>
      <w:r w:rsidR="00E275C9">
        <w:rPr>
          <w:rtl/>
        </w:rPr>
        <w:t>ی</w:t>
      </w:r>
      <w:r>
        <w:rPr>
          <w:rtl/>
        </w:rPr>
        <w:t>ك از جنا</w:t>
      </w:r>
      <w:r w:rsidR="00E275C9">
        <w:rPr>
          <w:rtl/>
        </w:rPr>
        <w:t>ی</w:t>
      </w:r>
      <w:r>
        <w:rPr>
          <w:rtl/>
        </w:rPr>
        <w:t>تكاران</w:t>
      </w:r>
      <w:r w:rsidR="00E275C9">
        <w:rPr>
          <w:rtl/>
        </w:rPr>
        <w:t xml:space="preserve">، </w:t>
      </w:r>
      <w:r>
        <w:rPr>
          <w:rtl/>
        </w:rPr>
        <w:t>نخواهند توانست از انتقام</w:t>
      </w:r>
      <w:r w:rsidR="00E275C9">
        <w:rPr>
          <w:rtl/>
        </w:rPr>
        <w:t xml:space="preserve">، </w:t>
      </w:r>
      <w:r>
        <w:rPr>
          <w:rtl/>
        </w:rPr>
        <w:t>مصون باشند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عب</w:t>
      </w:r>
      <w:r w:rsidR="00E275C9">
        <w:rPr>
          <w:rtl/>
        </w:rPr>
        <w:t>ی</w:t>
      </w:r>
      <w:r>
        <w:rPr>
          <w:rtl/>
        </w:rPr>
        <w:t>داللّه بن ز</w:t>
      </w:r>
      <w:r w:rsidR="00E275C9">
        <w:rPr>
          <w:rtl/>
        </w:rPr>
        <w:t>ی</w:t>
      </w:r>
      <w:r>
        <w:rPr>
          <w:rtl/>
        </w:rPr>
        <w:t>اد بعد از ا</w:t>
      </w:r>
      <w:r w:rsidR="00E275C9">
        <w:rPr>
          <w:rtl/>
        </w:rPr>
        <w:t>ی</w:t>
      </w:r>
      <w:r>
        <w:rPr>
          <w:rtl/>
        </w:rPr>
        <w:t>نكه با اعتراض عبداللّه عف</w:t>
      </w:r>
      <w:r w:rsidR="00E275C9">
        <w:rPr>
          <w:rtl/>
        </w:rPr>
        <w:t>ی</w:t>
      </w:r>
      <w:r>
        <w:rPr>
          <w:rtl/>
        </w:rPr>
        <w:t>ف رو به رو شد</w:t>
      </w:r>
      <w:r w:rsidR="00E275C9">
        <w:rPr>
          <w:rtl/>
        </w:rPr>
        <w:t xml:space="preserve">، </w:t>
      </w:r>
      <w:r>
        <w:rPr>
          <w:rtl/>
        </w:rPr>
        <w:t>بلافاصله دستور داد سر مطهر حضرت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بالاى ن</w:t>
      </w:r>
      <w:r w:rsidR="00E275C9">
        <w:rPr>
          <w:rtl/>
        </w:rPr>
        <w:t>ی</w:t>
      </w:r>
      <w:r>
        <w:rPr>
          <w:rtl/>
        </w:rPr>
        <w:t>زه كرده و جهت مرعوب كردن مردم</w:t>
      </w:r>
      <w:r w:rsidR="00E275C9">
        <w:rPr>
          <w:rtl/>
        </w:rPr>
        <w:t xml:space="preserve">، </w:t>
      </w:r>
      <w:r>
        <w:rPr>
          <w:rtl/>
        </w:rPr>
        <w:t>در كوچه هاى كوفه بگردانند</w:t>
      </w:r>
      <w:r w:rsidR="00E275C9">
        <w:rPr>
          <w:rtl/>
        </w:rPr>
        <w:t xml:space="preserve">، </w:t>
      </w:r>
      <w:r>
        <w:rPr>
          <w:rtl/>
        </w:rPr>
        <w:t>ولى در هم</w:t>
      </w:r>
      <w:r w:rsidR="00E275C9">
        <w:rPr>
          <w:rtl/>
        </w:rPr>
        <w:t>ی</w:t>
      </w:r>
      <w:r>
        <w:rPr>
          <w:rtl/>
        </w:rPr>
        <w:t>ن قض</w:t>
      </w:r>
      <w:r w:rsidR="00E275C9">
        <w:rPr>
          <w:rtl/>
        </w:rPr>
        <w:t>ی</w:t>
      </w:r>
      <w:r>
        <w:rPr>
          <w:rtl/>
        </w:rPr>
        <w:t>ه بود كه سر مطهر بالاى نى</w:t>
      </w:r>
      <w:r w:rsidR="00E275C9">
        <w:rPr>
          <w:rtl/>
        </w:rPr>
        <w:t xml:space="preserve">، </w:t>
      </w:r>
      <w:r>
        <w:rPr>
          <w:rtl/>
        </w:rPr>
        <w:t>شروع به خواندن قرآن نمود و جنا</w:t>
      </w:r>
      <w:r w:rsidR="00E275C9">
        <w:rPr>
          <w:rtl/>
        </w:rPr>
        <w:t>ی</w:t>
      </w:r>
      <w:r>
        <w:rPr>
          <w:rtl/>
        </w:rPr>
        <w:t>تكاران اموى را ب</w:t>
      </w:r>
      <w:r w:rsidR="00E275C9">
        <w:rPr>
          <w:rtl/>
        </w:rPr>
        <w:t>ی</w:t>
      </w:r>
      <w:r>
        <w:rPr>
          <w:rtl/>
        </w:rPr>
        <w:t>شتر از گذشته رسوا نمود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51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اسراى اهل ب</w:t>
      </w:r>
      <w:r w:rsidR="00E275C9">
        <w:rPr>
          <w:rtl/>
        </w:rPr>
        <w:t>ی</w:t>
      </w:r>
      <w:r>
        <w:rPr>
          <w:rtl/>
        </w:rPr>
        <w:t>ت</w:t>
      </w:r>
      <w:r w:rsidR="00E275C9">
        <w:rPr>
          <w:rtl/>
        </w:rPr>
        <w:t xml:space="preserve">، </w:t>
      </w:r>
      <w:r>
        <w:rPr>
          <w:rtl/>
        </w:rPr>
        <w:t>همچنان در كوفه زندانى بودند تا ا</w:t>
      </w:r>
      <w:r w:rsidR="00E275C9">
        <w:rPr>
          <w:rtl/>
        </w:rPr>
        <w:t>ی</w:t>
      </w:r>
      <w:r>
        <w:rPr>
          <w:rtl/>
        </w:rPr>
        <w:t xml:space="preserve">نكه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در پاسخ گزارش ابن ز</w:t>
      </w:r>
      <w:r w:rsidR="00E275C9">
        <w:rPr>
          <w:rtl/>
        </w:rPr>
        <w:t>ی</w:t>
      </w:r>
      <w:r>
        <w:rPr>
          <w:rtl/>
        </w:rPr>
        <w:t>اد نسبت به شهادت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دستور داد اسرا را به شام روانه كنند</w:t>
      </w:r>
      <w:r w:rsidR="00E275C9">
        <w:rPr>
          <w:rtl/>
        </w:rPr>
        <w:t xml:space="preserve">، </w:t>
      </w:r>
      <w:r>
        <w:rPr>
          <w:rtl/>
        </w:rPr>
        <w:t>لذا ابن ز</w:t>
      </w:r>
      <w:r w:rsidR="00E275C9">
        <w:rPr>
          <w:rtl/>
        </w:rPr>
        <w:t>ی</w:t>
      </w:r>
      <w:r>
        <w:rPr>
          <w:rtl/>
        </w:rPr>
        <w:t>اد اسراى اهل ب</w:t>
      </w:r>
      <w:r w:rsidR="00E275C9">
        <w:rPr>
          <w:rtl/>
        </w:rPr>
        <w:t>ی</w:t>
      </w:r>
      <w:r>
        <w:rPr>
          <w:rtl/>
        </w:rPr>
        <w:t>ت را همراه سپاهى به سركردگى شمر بن ذى الجوشن به سوى دمشق فرستاد و آن جنا</w:t>
      </w:r>
      <w:r w:rsidR="00E275C9">
        <w:rPr>
          <w:rtl/>
        </w:rPr>
        <w:t>ی</w:t>
      </w:r>
      <w:r>
        <w:rPr>
          <w:rtl/>
        </w:rPr>
        <w:t>تكار ملعون ن</w:t>
      </w:r>
      <w:r w:rsidR="00E275C9">
        <w:rPr>
          <w:rtl/>
        </w:rPr>
        <w:t>ی</w:t>
      </w:r>
      <w:r>
        <w:rPr>
          <w:rtl/>
        </w:rPr>
        <w:t>ز غل و زنج</w:t>
      </w:r>
      <w:r w:rsidR="00E275C9">
        <w:rPr>
          <w:rtl/>
        </w:rPr>
        <w:t>ی</w:t>
      </w:r>
      <w:r>
        <w:rPr>
          <w:rtl/>
        </w:rPr>
        <w:t>ر بر گردن</w:t>
      </w:r>
      <w:r w:rsidR="0020655A">
        <w:rPr>
          <w:rtl/>
        </w:rPr>
        <w:t xml:space="preserve"> </w:t>
      </w:r>
      <w:r>
        <w:rPr>
          <w:rtl/>
        </w:rPr>
        <w:t xml:space="preserve">امام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نهاد و در نها</w:t>
      </w:r>
      <w:r w:rsidR="00E275C9">
        <w:rPr>
          <w:rtl/>
        </w:rPr>
        <w:t>ی</w:t>
      </w:r>
      <w:r>
        <w:rPr>
          <w:rtl/>
        </w:rPr>
        <w:t>ت قساوت و سنگدلى</w:t>
      </w:r>
      <w:r w:rsidR="00E275C9">
        <w:rPr>
          <w:rtl/>
        </w:rPr>
        <w:t xml:space="preserve">، </w:t>
      </w:r>
      <w:r>
        <w:rPr>
          <w:rtl/>
        </w:rPr>
        <w:t>اسرا را به «دمشق» مركز شام (سور</w:t>
      </w:r>
      <w:r w:rsidR="00E275C9">
        <w:rPr>
          <w:rtl/>
        </w:rPr>
        <w:t>ی</w:t>
      </w:r>
      <w:r>
        <w:rPr>
          <w:rtl/>
        </w:rPr>
        <w:t>ه) برد</w:t>
      </w:r>
      <w:r w:rsidR="00E275C9">
        <w:rPr>
          <w:rtl/>
        </w:rPr>
        <w:t xml:space="preserve">، </w:t>
      </w:r>
      <w:r>
        <w:rPr>
          <w:rtl/>
        </w:rPr>
        <w:t>مس</w:t>
      </w:r>
      <w:r w:rsidR="00E275C9">
        <w:rPr>
          <w:rtl/>
        </w:rPr>
        <w:t>ی</w:t>
      </w:r>
      <w:r>
        <w:rPr>
          <w:rtl/>
        </w:rPr>
        <w:t>رى را كه كاروان كربلا طى كرد تا به دمشق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به قرار ذ</w:t>
      </w:r>
      <w:r w:rsidR="00E275C9">
        <w:rPr>
          <w:rtl/>
        </w:rPr>
        <w:t>ی</w:t>
      </w:r>
      <w:r>
        <w:rPr>
          <w:rtl/>
        </w:rPr>
        <w:t>ل بود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كناره فرات</w:t>
      </w:r>
      <w:r w:rsidR="00E275C9">
        <w:rPr>
          <w:rtl/>
        </w:rPr>
        <w:t xml:space="preserve">، </w:t>
      </w:r>
      <w:r>
        <w:rPr>
          <w:rtl/>
        </w:rPr>
        <w:t>تكر</w:t>
      </w:r>
      <w:r w:rsidR="00E275C9">
        <w:rPr>
          <w:rtl/>
        </w:rPr>
        <w:t>ی</w:t>
      </w:r>
      <w:r>
        <w:rPr>
          <w:rtl/>
        </w:rPr>
        <w:t>ت</w:t>
      </w:r>
      <w:r w:rsidR="00E275C9">
        <w:rPr>
          <w:rtl/>
        </w:rPr>
        <w:t xml:space="preserve">، </w:t>
      </w:r>
      <w:r>
        <w:rPr>
          <w:rtl/>
        </w:rPr>
        <w:t>موصل</w:t>
      </w:r>
      <w:r w:rsidR="00E275C9">
        <w:rPr>
          <w:rtl/>
        </w:rPr>
        <w:t xml:space="preserve">، </w:t>
      </w:r>
      <w:r>
        <w:rPr>
          <w:rtl/>
        </w:rPr>
        <w:t>حلب</w:t>
      </w:r>
      <w:r w:rsidR="00E275C9">
        <w:rPr>
          <w:rtl/>
        </w:rPr>
        <w:t xml:space="preserve">، </w:t>
      </w:r>
      <w:r>
        <w:rPr>
          <w:rtl/>
        </w:rPr>
        <w:t>معرة النعمان</w:t>
      </w:r>
      <w:r w:rsidR="00E275C9">
        <w:rPr>
          <w:rtl/>
        </w:rPr>
        <w:t xml:space="preserve">، </w:t>
      </w:r>
      <w:r>
        <w:rPr>
          <w:rtl/>
        </w:rPr>
        <w:t>حماة</w:t>
      </w:r>
      <w:r w:rsidR="00E275C9">
        <w:rPr>
          <w:rtl/>
        </w:rPr>
        <w:t xml:space="preserve">، </w:t>
      </w:r>
      <w:r>
        <w:rPr>
          <w:rtl/>
        </w:rPr>
        <w:t>حمص</w:t>
      </w:r>
      <w:r w:rsidR="00E275C9">
        <w:rPr>
          <w:rtl/>
        </w:rPr>
        <w:t xml:space="preserve">، </w:t>
      </w:r>
      <w:r>
        <w:rPr>
          <w:rtl/>
        </w:rPr>
        <w:t>بعلبك</w:t>
      </w:r>
      <w:r w:rsidR="00E275C9">
        <w:rPr>
          <w:rtl/>
        </w:rPr>
        <w:t xml:space="preserve">، </w:t>
      </w:r>
      <w:r>
        <w:rPr>
          <w:rtl/>
        </w:rPr>
        <w:t>دمشق</w:t>
      </w:r>
      <w:r w:rsidR="00E275C9">
        <w:rPr>
          <w:rtl/>
        </w:rPr>
        <w:t xml:space="preserve">، </w:t>
      </w:r>
      <w:r>
        <w:rPr>
          <w:rtl/>
        </w:rPr>
        <w:t>البته منازل د</w:t>
      </w:r>
      <w:r w:rsidR="00E275C9">
        <w:rPr>
          <w:rtl/>
        </w:rPr>
        <w:t>ی</w:t>
      </w:r>
      <w:r>
        <w:rPr>
          <w:rtl/>
        </w:rPr>
        <w:t>گرى هم مثل «د</w:t>
      </w:r>
      <w:r w:rsidR="00E275C9">
        <w:rPr>
          <w:rtl/>
        </w:rPr>
        <w:t>ی</w:t>
      </w:r>
      <w:r>
        <w:rPr>
          <w:rtl/>
        </w:rPr>
        <w:t>ر راهب عسقلان»ن</w:t>
      </w:r>
      <w:r w:rsidR="00E275C9">
        <w:rPr>
          <w:rtl/>
        </w:rPr>
        <w:t>ی</w:t>
      </w:r>
      <w:r>
        <w:rPr>
          <w:rtl/>
        </w:rPr>
        <w:t>ز هم</w:t>
      </w:r>
      <w:r w:rsidR="00E275C9">
        <w:rPr>
          <w:rtl/>
        </w:rPr>
        <w:t>ی</w:t>
      </w:r>
      <w:r>
        <w:rPr>
          <w:rtl/>
        </w:rPr>
        <w:t>ن مس</w:t>
      </w:r>
      <w:r w:rsidR="00E275C9">
        <w:rPr>
          <w:rtl/>
        </w:rPr>
        <w:t>ی</w:t>
      </w:r>
      <w:r>
        <w:rPr>
          <w:rtl/>
        </w:rPr>
        <w:t>ر بوده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در مس</w:t>
      </w:r>
      <w:r w:rsidR="00E275C9">
        <w:rPr>
          <w:rtl/>
        </w:rPr>
        <w:t>ی</w:t>
      </w:r>
      <w:r>
        <w:rPr>
          <w:rtl/>
        </w:rPr>
        <w:t>ر حركت</w:t>
      </w:r>
      <w:r w:rsidR="00E275C9">
        <w:rPr>
          <w:rtl/>
        </w:rPr>
        <w:t xml:space="preserve">، </w:t>
      </w:r>
      <w:r>
        <w:rPr>
          <w:rtl/>
        </w:rPr>
        <w:t>اغلب اتفاق افتاد كه مردم</w:t>
      </w:r>
      <w:r w:rsidR="00E275C9">
        <w:rPr>
          <w:rtl/>
        </w:rPr>
        <w:t xml:space="preserve">، </w:t>
      </w:r>
      <w:r>
        <w:rPr>
          <w:rtl/>
        </w:rPr>
        <w:t>سرهاى شهدا و اسراى اهل ب</w:t>
      </w:r>
      <w:r w:rsidR="00E275C9">
        <w:rPr>
          <w:rtl/>
        </w:rPr>
        <w:t>ی</w:t>
      </w:r>
      <w:r>
        <w:rPr>
          <w:rtl/>
        </w:rPr>
        <w:t>ت را شناختند و نسبت به جنا</w:t>
      </w:r>
      <w:r w:rsidR="00E275C9">
        <w:rPr>
          <w:rtl/>
        </w:rPr>
        <w:t>ی</w:t>
      </w:r>
      <w:r>
        <w:rPr>
          <w:rtl/>
        </w:rPr>
        <w:t>تكاران اموى با تنفر و خشونت رفتار كردند</w:t>
      </w:r>
      <w:r w:rsidR="00E275C9">
        <w:rPr>
          <w:rtl/>
        </w:rPr>
        <w:t xml:space="preserve">، </w:t>
      </w:r>
      <w:r>
        <w:rPr>
          <w:rtl/>
        </w:rPr>
        <w:t>حتى در پاره اى از منازل</w:t>
      </w:r>
      <w:r w:rsidR="00E275C9">
        <w:rPr>
          <w:rtl/>
        </w:rPr>
        <w:t xml:space="preserve">، </w:t>
      </w:r>
      <w:r>
        <w:rPr>
          <w:rtl/>
        </w:rPr>
        <w:t>لشگر</w:t>
      </w:r>
      <w:r w:rsidR="00E275C9">
        <w:rPr>
          <w:rtl/>
        </w:rPr>
        <w:t>ی</w:t>
      </w:r>
      <w:r>
        <w:rPr>
          <w:rtl/>
        </w:rPr>
        <w:t xml:space="preserve">ان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را اصولاً به داخل شهر راه ندادند و با دشنام بر بنى ام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 xml:space="preserve">آنان را راندند و </w:t>
      </w:r>
      <w:r w:rsidR="00E275C9">
        <w:rPr>
          <w:rtl/>
        </w:rPr>
        <w:t>ی</w:t>
      </w:r>
      <w:r>
        <w:rPr>
          <w:rtl/>
        </w:rPr>
        <w:t>ا كار به زد و خورد كش</w:t>
      </w:r>
      <w:r w:rsidR="00E275C9">
        <w:rPr>
          <w:rtl/>
        </w:rPr>
        <w:t>ی</w:t>
      </w:r>
      <w:r>
        <w:rPr>
          <w:rtl/>
        </w:rPr>
        <w:t>ده شد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آنچه از همه مهمتر است ا</w:t>
      </w:r>
      <w:r w:rsidR="00E275C9">
        <w:rPr>
          <w:rtl/>
        </w:rPr>
        <w:t>ی</w:t>
      </w:r>
      <w:r>
        <w:rPr>
          <w:rtl/>
        </w:rPr>
        <w:t>نكه</w:t>
      </w:r>
      <w:r w:rsidR="00E275C9">
        <w:rPr>
          <w:rtl/>
        </w:rPr>
        <w:t xml:space="preserve">: </w:t>
      </w:r>
      <w:r>
        <w:rPr>
          <w:rtl/>
        </w:rPr>
        <w:t>اتفاقات عج</w:t>
      </w:r>
      <w:r w:rsidR="00E275C9">
        <w:rPr>
          <w:rtl/>
        </w:rPr>
        <w:t>ی</w:t>
      </w:r>
      <w:r>
        <w:rPr>
          <w:rtl/>
        </w:rPr>
        <w:t>ب و غر</w:t>
      </w:r>
      <w:r w:rsidR="00E275C9">
        <w:rPr>
          <w:rtl/>
        </w:rPr>
        <w:t>ی</w:t>
      </w:r>
      <w:r>
        <w:rPr>
          <w:rtl/>
        </w:rPr>
        <w:t>بى ن</w:t>
      </w:r>
      <w:r w:rsidR="00E275C9">
        <w:rPr>
          <w:rtl/>
        </w:rPr>
        <w:t>ی</w:t>
      </w:r>
      <w:r>
        <w:rPr>
          <w:rtl/>
        </w:rPr>
        <w:t>ز رخ داد كه خارج از مع</w:t>
      </w:r>
      <w:r w:rsidR="00E275C9">
        <w:rPr>
          <w:rtl/>
        </w:rPr>
        <w:t>ی</w:t>
      </w:r>
      <w:r>
        <w:rPr>
          <w:rtl/>
        </w:rPr>
        <w:t>ارهاى طب</w:t>
      </w:r>
      <w:r w:rsidR="00E275C9">
        <w:rPr>
          <w:rtl/>
        </w:rPr>
        <w:t>ی</w:t>
      </w:r>
      <w:r>
        <w:rPr>
          <w:rtl/>
        </w:rPr>
        <w:t>عى و م</w:t>
      </w:r>
      <w:r w:rsidR="00E275C9">
        <w:rPr>
          <w:rtl/>
        </w:rPr>
        <w:t>ی</w:t>
      </w:r>
      <w:r>
        <w:rPr>
          <w:rtl/>
        </w:rPr>
        <w:t>زانهاى عادى است و راوى ا</w:t>
      </w:r>
      <w:r w:rsidR="00E275C9">
        <w:rPr>
          <w:rtl/>
        </w:rPr>
        <w:t>ی</w:t>
      </w:r>
      <w:r>
        <w:rPr>
          <w:rtl/>
        </w:rPr>
        <w:t>ن حوادث</w:t>
      </w:r>
      <w:r w:rsidR="00E275C9">
        <w:rPr>
          <w:rtl/>
        </w:rPr>
        <w:t xml:space="preserve">، </w:t>
      </w:r>
      <w:r>
        <w:rPr>
          <w:rtl/>
        </w:rPr>
        <w:t>غالبا خودِ جنا</w:t>
      </w:r>
      <w:r w:rsidR="00E275C9">
        <w:rPr>
          <w:rtl/>
        </w:rPr>
        <w:t>ی</w:t>
      </w:r>
      <w:r>
        <w:rPr>
          <w:rtl/>
        </w:rPr>
        <w:t>تكاران بودند</w:t>
      </w:r>
      <w:r w:rsidR="00E275C9">
        <w:rPr>
          <w:rtl/>
        </w:rPr>
        <w:t xml:space="preserve">؛ </w:t>
      </w:r>
      <w:r>
        <w:rPr>
          <w:rtl/>
        </w:rPr>
        <w:t>نظ</w:t>
      </w:r>
      <w:r w:rsidR="00E275C9">
        <w:rPr>
          <w:rtl/>
        </w:rPr>
        <w:t>ی</w:t>
      </w:r>
      <w:r>
        <w:rPr>
          <w:rtl/>
        </w:rPr>
        <w:t>ر ظاهر شدن دستى و نوشتن شعارى با خون بر د</w:t>
      </w:r>
      <w:r w:rsidR="00E275C9">
        <w:rPr>
          <w:rtl/>
        </w:rPr>
        <w:t>ی</w:t>
      </w:r>
      <w:r>
        <w:rPr>
          <w:rtl/>
        </w:rPr>
        <w:t xml:space="preserve">وار و </w:t>
      </w:r>
      <w:r w:rsidR="00E275C9">
        <w:rPr>
          <w:rtl/>
        </w:rPr>
        <w:t>ی</w:t>
      </w:r>
      <w:r>
        <w:rPr>
          <w:rtl/>
        </w:rPr>
        <w:t>ا سخن گفتن سر مطهر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تلاوت قرآن آن جناب و جر</w:t>
      </w:r>
      <w:r w:rsidR="00E275C9">
        <w:rPr>
          <w:rtl/>
        </w:rPr>
        <w:t>ی</w:t>
      </w:r>
      <w:r>
        <w:rPr>
          <w:rtl/>
        </w:rPr>
        <w:t>انات «د</w:t>
      </w:r>
      <w:r w:rsidR="00E275C9">
        <w:rPr>
          <w:rtl/>
        </w:rPr>
        <w:t>ی</w:t>
      </w:r>
      <w:r>
        <w:rPr>
          <w:rtl/>
        </w:rPr>
        <w:t>ر راهب»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 قبل از ذكر اتفاقات د</w:t>
      </w:r>
      <w:r w:rsidR="00E275C9">
        <w:rPr>
          <w:rtl/>
        </w:rPr>
        <w:t>ی</w:t>
      </w:r>
      <w:r>
        <w:rPr>
          <w:rtl/>
        </w:rPr>
        <w:t>ر راهب</w:t>
      </w:r>
      <w:r w:rsidR="00E275C9">
        <w:rPr>
          <w:rtl/>
        </w:rPr>
        <w:t xml:space="preserve">، </w:t>
      </w:r>
      <w:r>
        <w:rPr>
          <w:rtl/>
        </w:rPr>
        <w:t>بهتر است ابتدا شواهد آن را ذكر كرده و سپس به نقل آن قض</w:t>
      </w:r>
      <w:r w:rsidR="00E275C9">
        <w:rPr>
          <w:rtl/>
        </w:rPr>
        <w:t>ی</w:t>
      </w:r>
      <w:r>
        <w:rPr>
          <w:rtl/>
        </w:rPr>
        <w:t>ه بپرداز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موزه «لور» پار</w:t>
      </w:r>
      <w:r w:rsidR="00E275C9">
        <w:rPr>
          <w:rtl/>
        </w:rPr>
        <w:t>ی</w:t>
      </w:r>
      <w:r>
        <w:rPr>
          <w:rtl/>
        </w:rPr>
        <w:t>س پرده س</w:t>
      </w:r>
      <w:r w:rsidR="00E275C9">
        <w:rPr>
          <w:rtl/>
        </w:rPr>
        <w:t>ی</w:t>
      </w:r>
      <w:r>
        <w:rPr>
          <w:rtl/>
        </w:rPr>
        <w:t>اه قلمى موجود است كه بر كرباس</w:t>
      </w:r>
      <w:r w:rsidR="00E275C9">
        <w:rPr>
          <w:rtl/>
        </w:rPr>
        <w:t xml:space="preserve"> </w:t>
      </w:r>
      <w:r>
        <w:rPr>
          <w:rtl/>
        </w:rPr>
        <w:t>ترس</w:t>
      </w:r>
      <w:r w:rsidR="00E275C9">
        <w:rPr>
          <w:rtl/>
        </w:rPr>
        <w:t>ی</w:t>
      </w:r>
      <w:r>
        <w:rPr>
          <w:rtl/>
        </w:rPr>
        <w:t>م شده و به طورى كه قرائن نشان مى دهد</w:t>
      </w:r>
      <w:r w:rsidR="00E275C9">
        <w:rPr>
          <w:rtl/>
        </w:rPr>
        <w:t>،</w:t>
      </w:r>
      <w:r w:rsidR="0020655A">
        <w:rPr>
          <w:rtl/>
        </w:rPr>
        <w:t xml:space="preserve">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ش از هزار و س</w:t>
      </w:r>
      <w:r w:rsidR="00E275C9">
        <w:rPr>
          <w:rtl/>
        </w:rPr>
        <w:t>ی</w:t>
      </w:r>
      <w:r>
        <w:rPr>
          <w:rtl/>
        </w:rPr>
        <w:t>صد سال از ترس</w:t>
      </w:r>
      <w:r w:rsidR="00E275C9">
        <w:rPr>
          <w:rtl/>
        </w:rPr>
        <w:t>ی</w:t>
      </w:r>
      <w:r>
        <w:rPr>
          <w:rtl/>
        </w:rPr>
        <w:t>م آن مى گذرد</w:t>
      </w:r>
      <w:r w:rsidR="00E275C9">
        <w:rPr>
          <w:rtl/>
        </w:rPr>
        <w:t xml:space="preserve">. </w:t>
      </w:r>
      <w:r>
        <w:rPr>
          <w:rtl/>
        </w:rPr>
        <w:t xml:space="preserve">و گفته مى شود </w:t>
      </w:r>
      <w:r w:rsidR="00E275C9">
        <w:rPr>
          <w:rtl/>
        </w:rPr>
        <w:t>ی</w:t>
      </w:r>
      <w:r>
        <w:rPr>
          <w:rtl/>
        </w:rPr>
        <w:t>ك راهب نصرانى (مس</w:t>
      </w:r>
      <w:r w:rsidR="00E275C9">
        <w:rPr>
          <w:rtl/>
        </w:rPr>
        <w:t>ی</w:t>
      </w:r>
      <w:r>
        <w:rPr>
          <w:rtl/>
        </w:rPr>
        <w:t>حى) آن را از سر مطهر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بر تابلو كش</w:t>
      </w:r>
      <w:r w:rsidR="00E275C9">
        <w:rPr>
          <w:rtl/>
        </w:rPr>
        <w:t>ی</w:t>
      </w:r>
      <w:r>
        <w:rPr>
          <w:rtl/>
        </w:rPr>
        <w:t>ده است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پرده را فرانسوى ها از آلمانى ها حدود سى هزار ل</w:t>
      </w:r>
      <w:r w:rsidR="00E275C9">
        <w:rPr>
          <w:rtl/>
        </w:rPr>
        <w:t>ی</w:t>
      </w:r>
      <w:r>
        <w:rPr>
          <w:rtl/>
        </w:rPr>
        <w:t>ره خر</w:t>
      </w:r>
      <w:r w:rsidR="00E275C9">
        <w:rPr>
          <w:rtl/>
        </w:rPr>
        <w:t>ی</w:t>
      </w:r>
      <w:r>
        <w:rPr>
          <w:rtl/>
        </w:rPr>
        <w:t>دارى كرده اند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ضمنا گفته مى شود كه آلمانى ها قبلاً آن را از خاندان همان راهب خر</w:t>
      </w:r>
      <w:r w:rsidR="00E275C9">
        <w:rPr>
          <w:rtl/>
        </w:rPr>
        <w:t>ی</w:t>
      </w:r>
      <w:r>
        <w:rPr>
          <w:rtl/>
        </w:rPr>
        <w:t>ده اند اتفاقا شواهد و قرا</w:t>
      </w:r>
      <w:r w:rsidR="00E275C9">
        <w:rPr>
          <w:rtl/>
        </w:rPr>
        <w:t>ی</w:t>
      </w:r>
      <w:r>
        <w:rPr>
          <w:rtl/>
        </w:rPr>
        <w:t>نى در س</w:t>
      </w:r>
      <w:r w:rsidR="00E275C9">
        <w:rPr>
          <w:rtl/>
        </w:rPr>
        <w:t>ی</w:t>
      </w:r>
      <w:r>
        <w:rPr>
          <w:rtl/>
        </w:rPr>
        <w:t>اه قلم مذكور موجود است كه انتساب آن را به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تقو</w:t>
      </w:r>
      <w:r w:rsidR="00E275C9">
        <w:rPr>
          <w:rtl/>
        </w:rPr>
        <w:t>ی</w:t>
      </w:r>
      <w:r>
        <w:rPr>
          <w:rtl/>
        </w:rPr>
        <w:t>ت مى كند</w:t>
      </w:r>
      <w:r w:rsidR="00E275C9">
        <w:rPr>
          <w:rtl/>
        </w:rPr>
        <w:t xml:space="preserve">، </w:t>
      </w:r>
      <w:r>
        <w:rPr>
          <w:rtl/>
        </w:rPr>
        <w:t>از جمله اثر سنگ «ابوالحنوق» بر پ</w:t>
      </w:r>
      <w:r w:rsidR="00E275C9">
        <w:rPr>
          <w:rtl/>
        </w:rPr>
        <w:t>ی</w:t>
      </w:r>
      <w:r>
        <w:rPr>
          <w:rtl/>
        </w:rPr>
        <w:t>شانى و ت</w:t>
      </w:r>
      <w:r w:rsidR="00E275C9">
        <w:rPr>
          <w:rtl/>
        </w:rPr>
        <w:t>ی</w:t>
      </w:r>
      <w:r>
        <w:rPr>
          <w:rtl/>
        </w:rPr>
        <w:t>ر ابن اشعث به گوشه چشم راست و ز</w:t>
      </w:r>
      <w:r w:rsidR="00E275C9">
        <w:rPr>
          <w:rtl/>
        </w:rPr>
        <w:t>ی</w:t>
      </w:r>
      <w:r>
        <w:rPr>
          <w:rtl/>
        </w:rPr>
        <w:t>ادى گوشت حلقوم كه نشانه بر</w:t>
      </w:r>
      <w:r w:rsidR="00E275C9">
        <w:rPr>
          <w:rtl/>
        </w:rPr>
        <w:t>ی</w:t>
      </w:r>
      <w:r>
        <w:rPr>
          <w:rtl/>
        </w:rPr>
        <w:t>ده شدن سر مطهر از قفاست</w:t>
      </w:r>
      <w:r w:rsidR="00E275C9">
        <w:rPr>
          <w:rtl/>
        </w:rPr>
        <w:t xml:space="preserve">. </w:t>
      </w:r>
      <w:r>
        <w:rPr>
          <w:rtl/>
        </w:rPr>
        <w:t>همچن</w:t>
      </w:r>
      <w:r w:rsidR="00E275C9">
        <w:rPr>
          <w:rtl/>
        </w:rPr>
        <w:t>ی</w:t>
      </w:r>
      <w:r>
        <w:rPr>
          <w:rtl/>
        </w:rPr>
        <w:t>ن وجود عكس سرن</w:t>
      </w:r>
      <w:r w:rsidR="00E275C9">
        <w:rPr>
          <w:rtl/>
        </w:rPr>
        <w:t>ی</w:t>
      </w:r>
      <w:r>
        <w:rPr>
          <w:rtl/>
        </w:rPr>
        <w:t>زه در ز</w:t>
      </w:r>
      <w:r w:rsidR="00E275C9">
        <w:rPr>
          <w:rtl/>
        </w:rPr>
        <w:t>ی</w:t>
      </w:r>
      <w:r>
        <w:rPr>
          <w:rtl/>
        </w:rPr>
        <w:t>ر گردن كه قسمتى از سرن</w:t>
      </w:r>
      <w:r w:rsidR="00E275C9">
        <w:rPr>
          <w:rtl/>
        </w:rPr>
        <w:t>ی</w:t>
      </w:r>
      <w:r>
        <w:rPr>
          <w:rtl/>
        </w:rPr>
        <w:t>زه در گوشت گلوى آن جناب فرو رفته است</w:t>
      </w:r>
      <w:r w:rsidR="00E275C9">
        <w:rPr>
          <w:rtl/>
        </w:rPr>
        <w:t xml:space="preserve">. </w:t>
      </w:r>
      <w:r>
        <w:rPr>
          <w:rtl/>
        </w:rPr>
        <w:t>(ضمنا با</w:t>
      </w:r>
      <w:r w:rsidR="00E275C9">
        <w:rPr>
          <w:rtl/>
        </w:rPr>
        <w:t>ی</w:t>
      </w:r>
      <w:r>
        <w:rPr>
          <w:rtl/>
        </w:rPr>
        <w:t xml:space="preserve">د عرض شود كه </w:t>
      </w:r>
      <w:r>
        <w:rPr>
          <w:rtl/>
        </w:rPr>
        <w:lastRenderedPageBreak/>
        <w:t>كپ</w:t>
      </w:r>
      <w:r w:rsidR="00E275C9">
        <w:rPr>
          <w:rtl/>
        </w:rPr>
        <w:t>ی</w:t>
      </w:r>
      <w:r>
        <w:rPr>
          <w:rtl/>
        </w:rPr>
        <w:t>ه اى از آن پرده در اخت</w:t>
      </w:r>
      <w:r w:rsidR="00E275C9">
        <w:rPr>
          <w:rtl/>
        </w:rPr>
        <w:t>ی</w:t>
      </w:r>
      <w:r>
        <w:rPr>
          <w:rtl/>
        </w:rPr>
        <w:t>ار ا</w:t>
      </w:r>
      <w:r w:rsidR="00E275C9">
        <w:rPr>
          <w:rtl/>
        </w:rPr>
        <w:t>ی</w:t>
      </w:r>
      <w:r>
        <w:rPr>
          <w:rtl/>
        </w:rPr>
        <w:t>ن جانب است كه به وس</w:t>
      </w:r>
      <w:r w:rsidR="00E275C9">
        <w:rPr>
          <w:rtl/>
        </w:rPr>
        <w:t>ی</w:t>
      </w:r>
      <w:r>
        <w:rPr>
          <w:rtl/>
        </w:rPr>
        <w:t>له مرحوم «آ</w:t>
      </w:r>
      <w:r w:rsidR="00E275C9">
        <w:rPr>
          <w:rtl/>
        </w:rPr>
        <w:t>ی</w:t>
      </w:r>
      <w:r>
        <w:rPr>
          <w:rtl/>
        </w:rPr>
        <w:t>تى» به ا</w:t>
      </w:r>
      <w:r w:rsidR="00E275C9">
        <w:rPr>
          <w:rtl/>
        </w:rPr>
        <w:t>ی</w:t>
      </w:r>
      <w:r>
        <w:rPr>
          <w:rtl/>
        </w:rPr>
        <w:t xml:space="preserve">ران آورده شده است)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52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 قض</w:t>
      </w:r>
      <w:r w:rsidR="00E275C9">
        <w:rPr>
          <w:rtl/>
        </w:rPr>
        <w:t>ی</w:t>
      </w:r>
      <w:r>
        <w:rPr>
          <w:rtl/>
        </w:rPr>
        <w:t>ه د</w:t>
      </w:r>
      <w:r w:rsidR="00E275C9">
        <w:rPr>
          <w:rtl/>
        </w:rPr>
        <w:t>ی</w:t>
      </w:r>
      <w:r>
        <w:rPr>
          <w:rtl/>
        </w:rPr>
        <w:t>ر راهب</w:t>
      </w:r>
      <w:r w:rsidR="00E275C9">
        <w:rPr>
          <w:rtl/>
        </w:rPr>
        <w:t xml:space="preserve">، </w:t>
      </w:r>
      <w:r>
        <w:rPr>
          <w:rtl/>
        </w:rPr>
        <w:t>بد</w:t>
      </w:r>
      <w:r w:rsidR="00E275C9">
        <w:rPr>
          <w:rtl/>
        </w:rPr>
        <w:t>ی</w:t>
      </w:r>
      <w:r>
        <w:rPr>
          <w:rtl/>
        </w:rPr>
        <w:t>ن قرار است كه</w:t>
      </w:r>
      <w:r w:rsidR="00E275C9">
        <w:rPr>
          <w:rtl/>
        </w:rPr>
        <w:t xml:space="preserve">: </w:t>
      </w:r>
      <w:r>
        <w:rPr>
          <w:rtl/>
        </w:rPr>
        <w:t>سپاه</w:t>
      </w:r>
      <w:r w:rsidR="00E275C9">
        <w:rPr>
          <w:rtl/>
        </w:rPr>
        <w:t>ی</w:t>
      </w:r>
      <w:r>
        <w:rPr>
          <w:rtl/>
        </w:rPr>
        <w:t xml:space="preserve">ان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د در </w:t>
      </w:r>
      <w:r w:rsidR="00E275C9">
        <w:rPr>
          <w:rtl/>
        </w:rPr>
        <w:t>ی</w:t>
      </w:r>
      <w:r>
        <w:rPr>
          <w:rtl/>
        </w:rPr>
        <w:t>كى از منازل</w:t>
      </w:r>
      <w:r w:rsidR="00E275C9">
        <w:rPr>
          <w:rtl/>
        </w:rPr>
        <w:t xml:space="preserve">، </w:t>
      </w:r>
      <w:r>
        <w:rPr>
          <w:rtl/>
        </w:rPr>
        <w:t>نزد</w:t>
      </w:r>
      <w:r w:rsidR="00E275C9">
        <w:rPr>
          <w:rtl/>
        </w:rPr>
        <w:t>ی</w:t>
      </w:r>
      <w:r>
        <w:rPr>
          <w:rtl/>
        </w:rPr>
        <w:t>ك د</w:t>
      </w:r>
      <w:r w:rsidR="00E275C9">
        <w:rPr>
          <w:rtl/>
        </w:rPr>
        <w:t>ی</w:t>
      </w:r>
      <w:r>
        <w:rPr>
          <w:rtl/>
        </w:rPr>
        <w:t>ر راهبى فرود آمدند و سر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بر ن</w:t>
      </w:r>
      <w:r w:rsidR="00E275C9">
        <w:rPr>
          <w:rtl/>
        </w:rPr>
        <w:t>ی</w:t>
      </w:r>
      <w:r>
        <w:rPr>
          <w:rtl/>
        </w:rPr>
        <w:t>زه نصب كرده</w:t>
      </w:r>
      <w:r w:rsidR="00E275C9">
        <w:rPr>
          <w:rtl/>
        </w:rPr>
        <w:t xml:space="preserve">، </w:t>
      </w:r>
      <w:r>
        <w:rPr>
          <w:rtl/>
        </w:rPr>
        <w:t>بر د</w:t>
      </w:r>
      <w:r w:rsidR="00E275C9">
        <w:rPr>
          <w:rtl/>
        </w:rPr>
        <w:t>ی</w:t>
      </w:r>
      <w:r>
        <w:rPr>
          <w:rtl/>
        </w:rPr>
        <w:t>وار د</w:t>
      </w:r>
      <w:r w:rsidR="00E275C9">
        <w:rPr>
          <w:rtl/>
        </w:rPr>
        <w:t>ی</w:t>
      </w:r>
      <w:r>
        <w:rPr>
          <w:rtl/>
        </w:rPr>
        <w:t>ر تك</w:t>
      </w:r>
      <w:r w:rsidR="00E275C9">
        <w:rPr>
          <w:rtl/>
        </w:rPr>
        <w:t>ی</w:t>
      </w:r>
      <w:r>
        <w:rPr>
          <w:rtl/>
        </w:rPr>
        <w:t>ه دادند</w:t>
      </w:r>
      <w:r w:rsidR="00E275C9">
        <w:rPr>
          <w:rtl/>
        </w:rPr>
        <w:t xml:space="preserve">، </w:t>
      </w:r>
      <w:r>
        <w:rPr>
          <w:rtl/>
        </w:rPr>
        <w:t>در ن</w:t>
      </w:r>
      <w:r w:rsidR="00E275C9">
        <w:rPr>
          <w:rtl/>
        </w:rPr>
        <w:t>ی</w:t>
      </w:r>
      <w:r>
        <w:rPr>
          <w:rtl/>
        </w:rPr>
        <w:t>مه شب</w:t>
      </w:r>
      <w:r w:rsidR="00E275C9">
        <w:rPr>
          <w:rtl/>
        </w:rPr>
        <w:t xml:space="preserve">، </w:t>
      </w:r>
      <w:r>
        <w:rPr>
          <w:rtl/>
        </w:rPr>
        <w:t>راهب</w:t>
      </w:r>
      <w:r w:rsidR="00E275C9">
        <w:rPr>
          <w:rtl/>
        </w:rPr>
        <w:t xml:space="preserve">، </w:t>
      </w:r>
      <w:r>
        <w:rPr>
          <w:rtl/>
        </w:rPr>
        <w:t>نورى از محل سر مشاهده كرد كه روشنى مخصوصى از آن به چشم مى خورد</w:t>
      </w:r>
      <w:r w:rsidR="00E275C9">
        <w:rPr>
          <w:rtl/>
        </w:rPr>
        <w:t xml:space="preserve">. </w:t>
      </w:r>
      <w:r>
        <w:rPr>
          <w:rtl/>
        </w:rPr>
        <w:t>راهب از د</w:t>
      </w:r>
      <w:r w:rsidR="00E275C9">
        <w:rPr>
          <w:rtl/>
        </w:rPr>
        <w:t>ی</w:t>
      </w:r>
      <w:r>
        <w:rPr>
          <w:rtl/>
        </w:rPr>
        <w:t>ر سر ب</w:t>
      </w:r>
      <w:r w:rsidR="00E275C9">
        <w:rPr>
          <w:rtl/>
        </w:rPr>
        <w:t>ی</w:t>
      </w:r>
      <w:r>
        <w:rPr>
          <w:rtl/>
        </w:rPr>
        <w:t>رون آورد و به سپاه</w:t>
      </w:r>
      <w:r w:rsidR="00E275C9">
        <w:rPr>
          <w:rtl/>
        </w:rPr>
        <w:t>ی</w:t>
      </w:r>
      <w:r>
        <w:rPr>
          <w:rtl/>
        </w:rPr>
        <w:t>ان گفت شما ك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 </w:t>
      </w:r>
      <w:r>
        <w:rPr>
          <w:rtl/>
        </w:rPr>
        <w:t>گفتند</w:t>
      </w:r>
      <w:r w:rsidR="00E275C9">
        <w:rPr>
          <w:rtl/>
        </w:rPr>
        <w:t xml:space="preserve">: </w:t>
      </w:r>
      <w:r>
        <w:rPr>
          <w:rtl/>
        </w:rPr>
        <w:t>سپاه</w:t>
      </w:r>
      <w:r w:rsidR="00E275C9">
        <w:rPr>
          <w:rtl/>
        </w:rPr>
        <w:t>ی</w:t>
      </w:r>
      <w:r>
        <w:rPr>
          <w:rtl/>
        </w:rPr>
        <w:t xml:space="preserve">ان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راهب پرس</w:t>
      </w:r>
      <w:r w:rsidR="00E275C9">
        <w:rPr>
          <w:rtl/>
        </w:rPr>
        <w:t>ی</w:t>
      </w:r>
      <w:r>
        <w:rPr>
          <w:rtl/>
        </w:rPr>
        <w:t>د ا</w:t>
      </w:r>
      <w:r w:rsidR="00E275C9">
        <w:rPr>
          <w:rtl/>
        </w:rPr>
        <w:t>ی</w:t>
      </w:r>
      <w:r>
        <w:rPr>
          <w:rtl/>
        </w:rPr>
        <w:t>ن سر ك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گفتند</w:t>
      </w:r>
      <w:r w:rsidR="00E275C9">
        <w:rPr>
          <w:rtl/>
        </w:rPr>
        <w:t xml:space="preserve">: </w:t>
      </w:r>
      <w:r>
        <w:rPr>
          <w:rtl/>
        </w:rPr>
        <w:t>سر حس</w:t>
      </w:r>
      <w:r w:rsidR="00E275C9">
        <w:rPr>
          <w:rtl/>
        </w:rPr>
        <w:t>ی</w:t>
      </w:r>
      <w:r>
        <w:rPr>
          <w:rtl/>
        </w:rPr>
        <w:t>ن بن على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پرس</w:t>
      </w:r>
      <w:r w:rsidR="00E275C9">
        <w:rPr>
          <w:rtl/>
        </w:rPr>
        <w:t>ی</w:t>
      </w:r>
      <w:r>
        <w:rPr>
          <w:rtl/>
        </w:rPr>
        <w:t>د مادرش ك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گفتند</w:t>
      </w:r>
      <w:r w:rsidR="00E275C9">
        <w:rPr>
          <w:rtl/>
        </w:rPr>
        <w:t xml:space="preserve">: </w:t>
      </w:r>
      <w:r>
        <w:rPr>
          <w:rtl/>
        </w:rPr>
        <w:t>فاطمه دختر پ</w:t>
      </w:r>
      <w:r w:rsidR="00E275C9">
        <w:rPr>
          <w:rtl/>
        </w:rPr>
        <w:t>ی</w:t>
      </w:r>
      <w:r>
        <w:rPr>
          <w:rtl/>
        </w:rPr>
        <w:t>امبراسلام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 پ</w:t>
      </w:r>
      <w:r w:rsidR="00E275C9">
        <w:rPr>
          <w:rtl/>
        </w:rPr>
        <w:t>ی</w:t>
      </w:r>
      <w:r>
        <w:rPr>
          <w:rtl/>
        </w:rPr>
        <w:t>امبر خودتان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گفتند</w:t>
      </w:r>
      <w:r w:rsidR="00E275C9">
        <w:rPr>
          <w:rtl/>
        </w:rPr>
        <w:t xml:space="preserve">، </w:t>
      </w:r>
      <w:r>
        <w:rPr>
          <w:rtl/>
        </w:rPr>
        <w:t>آرى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گفت چه بد مردمى هست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به درستى كه علماى ما راست گفته اند كه هر وقت ا</w:t>
      </w:r>
      <w:r w:rsidR="00E275C9">
        <w:rPr>
          <w:rtl/>
        </w:rPr>
        <w:t>ی</w:t>
      </w:r>
      <w:r>
        <w:rPr>
          <w:rtl/>
        </w:rPr>
        <w:t>ن مرد كشته شود</w:t>
      </w:r>
      <w:r w:rsidR="00E275C9">
        <w:rPr>
          <w:rtl/>
        </w:rPr>
        <w:t xml:space="preserve">، </w:t>
      </w:r>
      <w:r>
        <w:rPr>
          <w:rtl/>
        </w:rPr>
        <w:t>از آسمان خون خواهد بار</w:t>
      </w:r>
      <w:r w:rsidR="00E275C9">
        <w:rPr>
          <w:rtl/>
        </w:rPr>
        <w:t>ی</w:t>
      </w:r>
      <w:r>
        <w:rPr>
          <w:rtl/>
        </w:rPr>
        <w:t>د و ا</w:t>
      </w:r>
      <w:r w:rsidR="00E275C9">
        <w:rPr>
          <w:rtl/>
        </w:rPr>
        <w:t>ی</w:t>
      </w:r>
      <w:r>
        <w:rPr>
          <w:rtl/>
        </w:rPr>
        <w:t>ن ن</w:t>
      </w:r>
      <w:r w:rsidR="00E275C9">
        <w:rPr>
          <w:rtl/>
        </w:rPr>
        <w:t>ی</w:t>
      </w:r>
      <w:r>
        <w:rPr>
          <w:rtl/>
        </w:rPr>
        <w:t>ست جز در قتل پ</w:t>
      </w:r>
      <w:r w:rsidR="00E275C9">
        <w:rPr>
          <w:rtl/>
        </w:rPr>
        <w:t>ی</w:t>
      </w:r>
      <w:r>
        <w:rPr>
          <w:rtl/>
        </w:rPr>
        <w:t xml:space="preserve">امبرى و </w:t>
      </w:r>
      <w:r w:rsidR="00E275C9">
        <w:rPr>
          <w:rtl/>
        </w:rPr>
        <w:t>ی</w:t>
      </w:r>
      <w:r>
        <w:rPr>
          <w:rtl/>
        </w:rPr>
        <w:t>ا وصى پ</w:t>
      </w:r>
      <w:r w:rsidR="00E275C9">
        <w:rPr>
          <w:rtl/>
        </w:rPr>
        <w:t>ی</w:t>
      </w:r>
      <w:r>
        <w:rPr>
          <w:rtl/>
        </w:rPr>
        <w:t>امبرى</w:t>
      </w:r>
      <w:r w:rsidR="00E275C9">
        <w:rPr>
          <w:rtl/>
        </w:rPr>
        <w:t xml:space="preserve">. </w:t>
      </w:r>
      <w:r>
        <w:rPr>
          <w:rtl/>
        </w:rPr>
        <w:t>آنگاه راهب گفت</w:t>
      </w:r>
      <w:r w:rsidR="00E275C9">
        <w:rPr>
          <w:rtl/>
        </w:rPr>
        <w:t xml:space="preserve">: </w:t>
      </w:r>
      <w:r>
        <w:rPr>
          <w:rtl/>
        </w:rPr>
        <w:t>من ده هزار د</w:t>
      </w:r>
      <w:r w:rsidR="00E275C9">
        <w:rPr>
          <w:rtl/>
        </w:rPr>
        <w:t>ی</w:t>
      </w:r>
      <w:r>
        <w:rPr>
          <w:rtl/>
        </w:rPr>
        <w:t>نار مى دهم تا ا</w:t>
      </w:r>
      <w:r w:rsidR="00E275C9">
        <w:rPr>
          <w:rtl/>
        </w:rPr>
        <w:t>ی</w:t>
      </w:r>
      <w:r>
        <w:rPr>
          <w:rtl/>
        </w:rPr>
        <w:t>ن سر را ساعتى در اخت</w:t>
      </w:r>
      <w:r w:rsidR="00E275C9">
        <w:rPr>
          <w:rtl/>
        </w:rPr>
        <w:t>ی</w:t>
      </w:r>
      <w:r>
        <w:rPr>
          <w:rtl/>
        </w:rPr>
        <w:t>ار من قرار ده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پس از آن او تمام موجودى خود را كه ده هزار د</w:t>
      </w:r>
      <w:r w:rsidR="00E275C9">
        <w:rPr>
          <w:rtl/>
        </w:rPr>
        <w:t>ی</w:t>
      </w:r>
      <w:r>
        <w:rPr>
          <w:rtl/>
        </w:rPr>
        <w:t>نار بود</w:t>
      </w:r>
      <w:r w:rsidR="00E275C9">
        <w:rPr>
          <w:rtl/>
        </w:rPr>
        <w:t xml:space="preserve">، </w:t>
      </w:r>
      <w:r>
        <w:rPr>
          <w:rtl/>
        </w:rPr>
        <w:t>به آنان داد و سر مطهر را براى ساعتى مهمان كرد و آن را با گلاب و عطر شستشو داد و تمام مدت را با او سخن گفت و گر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. </w:t>
      </w:r>
      <w:r>
        <w:rPr>
          <w:rtl/>
        </w:rPr>
        <w:t>راهب خطاب به مهمان عز</w:t>
      </w:r>
      <w:r w:rsidR="00E275C9">
        <w:rPr>
          <w:rtl/>
        </w:rPr>
        <w:t>ی</w:t>
      </w:r>
      <w:r>
        <w:rPr>
          <w:rtl/>
        </w:rPr>
        <w:t>ز خو</w:t>
      </w:r>
      <w:r w:rsidR="00E275C9">
        <w:rPr>
          <w:rtl/>
        </w:rPr>
        <w:t>ی</w:t>
      </w:r>
      <w:r>
        <w:rPr>
          <w:rtl/>
        </w:rPr>
        <w:t>ش گفت</w:t>
      </w:r>
      <w:r w:rsidR="00E275C9">
        <w:rPr>
          <w:rtl/>
        </w:rPr>
        <w:t xml:space="preserve">: </w:t>
      </w:r>
      <w:r>
        <w:rPr>
          <w:rtl/>
        </w:rPr>
        <w:t>اى سر مطهر</w:t>
      </w:r>
      <w:r w:rsidR="00E275C9">
        <w:rPr>
          <w:rtl/>
        </w:rPr>
        <w:t xml:space="preserve">! </w:t>
      </w:r>
      <w:r>
        <w:rPr>
          <w:rtl/>
        </w:rPr>
        <w:t>جز خود چ</w:t>
      </w:r>
      <w:r w:rsidR="00E275C9">
        <w:rPr>
          <w:rtl/>
        </w:rPr>
        <w:t>ی</w:t>
      </w:r>
      <w:r>
        <w:rPr>
          <w:rtl/>
        </w:rPr>
        <w:t>زى ندارم كه تسل</w:t>
      </w:r>
      <w:r w:rsidR="00E275C9">
        <w:rPr>
          <w:rtl/>
        </w:rPr>
        <w:t>ی</w:t>
      </w:r>
      <w:r>
        <w:rPr>
          <w:rtl/>
        </w:rPr>
        <w:t>م تو كنم</w:t>
      </w:r>
      <w:r w:rsidR="00E275C9">
        <w:rPr>
          <w:rtl/>
        </w:rPr>
        <w:t xml:space="preserve">، </w:t>
      </w:r>
      <w:r>
        <w:rPr>
          <w:rtl/>
        </w:rPr>
        <w:t>گواهى مى دهم كه خدا</w:t>
      </w:r>
      <w:r w:rsidR="00E275C9">
        <w:rPr>
          <w:rtl/>
        </w:rPr>
        <w:t>ی</w:t>
      </w:r>
      <w:r>
        <w:rPr>
          <w:rtl/>
        </w:rPr>
        <w:t xml:space="preserve">ى جز خداى </w:t>
      </w:r>
      <w:r w:rsidR="00E275C9">
        <w:rPr>
          <w:rtl/>
        </w:rPr>
        <w:t>ی</w:t>
      </w:r>
      <w:r>
        <w:rPr>
          <w:rtl/>
        </w:rPr>
        <w:t>گانه ن</w:t>
      </w:r>
      <w:r w:rsidR="00E275C9">
        <w:rPr>
          <w:rtl/>
        </w:rPr>
        <w:t>ی</w:t>
      </w:r>
      <w:r>
        <w:rPr>
          <w:rtl/>
        </w:rPr>
        <w:t xml:space="preserve">ست و جد تو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فرستاده خداست</w:t>
      </w:r>
      <w:r w:rsidR="00E275C9">
        <w:rPr>
          <w:rtl/>
        </w:rPr>
        <w:t xml:space="preserve">. </w:t>
      </w:r>
      <w:r>
        <w:rPr>
          <w:rtl/>
        </w:rPr>
        <w:t>راهب در آن مدت</w:t>
      </w:r>
      <w:r w:rsidR="00E275C9">
        <w:rPr>
          <w:rtl/>
        </w:rPr>
        <w:t xml:space="preserve">، </w:t>
      </w:r>
      <w:r>
        <w:rPr>
          <w:rtl/>
        </w:rPr>
        <w:t>تصو</w:t>
      </w:r>
      <w:r w:rsidR="00E275C9">
        <w:rPr>
          <w:rtl/>
        </w:rPr>
        <w:t>ی</w:t>
      </w:r>
      <w:r>
        <w:rPr>
          <w:rtl/>
        </w:rPr>
        <w:t>رى از سر مطهر ن</w:t>
      </w:r>
      <w:r w:rsidR="00E275C9">
        <w:rPr>
          <w:rtl/>
        </w:rPr>
        <w:t>ی</w:t>
      </w:r>
      <w:r>
        <w:rPr>
          <w:rtl/>
        </w:rPr>
        <w:t>ز ته</w:t>
      </w:r>
      <w:r w:rsidR="00E275C9">
        <w:rPr>
          <w:rtl/>
        </w:rPr>
        <w:t>ی</w:t>
      </w:r>
      <w:r>
        <w:rPr>
          <w:rtl/>
        </w:rPr>
        <w:t>ه كرد و بعد از آنكه سر را پس داد تا پا</w:t>
      </w:r>
      <w:r w:rsidR="00E275C9">
        <w:rPr>
          <w:rtl/>
        </w:rPr>
        <w:t>ی</w:t>
      </w:r>
      <w:r>
        <w:rPr>
          <w:rtl/>
        </w:rPr>
        <w:t>ان عمر</w:t>
      </w:r>
      <w:r w:rsidR="00E275C9">
        <w:rPr>
          <w:rtl/>
        </w:rPr>
        <w:t xml:space="preserve">، </w:t>
      </w:r>
      <w:r>
        <w:rPr>
          <w:rtl/>
        </w:rPr>
        <w:t>مسلمان بود و مسلمان از دن</w:t>
      </w:r>
      <w:r w:rsidR="00E275C9">
        <w:rPr>
          <w:rtl/>
        </w:rPr>
        <w:t>ی</w:t>
      </w:r>
      <w:r>
        <w:rPr>
          <w:rtl/>
        </w:rPr>
        <w:t>ا رفت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53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به هرحال</w:t>
      </w:r>
      <w:r w:rsidR="00E275C9">
        <w:rPr>
          <w:rtl/>
        </w:rPr>
        <w:t xml:space="preserve">، </w:t>
      </w:r>
      <w:r>
        <w:rPr>
          <w:rtl/>
        </w:rPr>
        <w:t>سرانجام در م</w:t>
      </w:r>
      <w:r w:rsidR="00E275C9">
        <w:rPr>
          <w:rtl/>
        </w:rPr>
        <w:t>ی</w:t>
      </w:r>
      <w:r>
        <w:rPr>
          <w:rtl/>
        </w:rPr>
        <w:t xml:space="preserve">ان جشن و سرور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د و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ان</w:t>
      </w:r>
      <w:r w:rsidR="00E275C9">
        <w:rPr>
          <w:rtl/>
        </w:rPr>
        <w:t xml:space="preserve">، </w:t>
      </w:r>
      <w:r>
        <w:rPr>
          <w:rtl/>
        </w:rPr>
        <w:t>سرهاى شهدا و اسراى خاندان عصمت را وارد دمشق كردند</w:t>
      </w:r>
      <w:r w:rsidR="00E275C9">
        <w:rPr>
          <w:rtl/>
        </w:rPr>
        <w:t xml:space="preserve">. </w:t>
      </w:r>
      <w:r>
        <w:rPr>
          <w:rtl/>
        </w:rPr>
        <w:t>زنان و بازماندگان اهل ب</w:t>
      </w:r>
      <w:r w:rsidR="00E275C9">
        <w:rPr>
          <w:rtl/>
        </w:rPr>
        <w:t>ی</w:t>
      </w:r>
      <w:r>
        <w:rPr>
          <w:rtl/>
        </w:rPr>
        <w:t>ت را در حالى كه به ر</w:t>
      </w:r>
      <w:r w:rsidR="00E275C9">
        <w:rPr>
          <w:rtl/>
        </w:rPr>
        <w:t>ی</w:t>
      </w:r>
      <w:r>
        <w:rPr>
          <w:rtl/>
        </w:rPr>
        <w:t xml:space="preserve">سمان بسته بودند وارد مجلس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كردند</w:t>
      </w:r>
      <w:r w:rsidR="00E275C9">
        <w:rPr>
          <w:rtl/>
        </w:rPr>
        <w:t xml:space="preserve">. </w:t>
      </w:r>
      <w:r>
        <w:rPr>
          <w:rtl/>
        </w:rPr>
        <w:t xml:space="preserve">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رو به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كرده</w:t>
      </w:r>
      <w:r w:rsidR="00E275C9">
        <w:rPr>
          <w:rtl/>
        </w:rPr>
        <w:t xml:space="preserve">، </w:t>
      </w:r>
      <w:r>
        <w:rPr>
          <w:rtl/>
        </w:rPr>
        <w:t>فرمود</w:t>
      </w:r>
      <w:r w:rsidR="00E275C9">
        <w:rPr>
          <w:rtl/>
        </w:rPr>
        <w:t xml:space="preserve">: </w:t>
      </w:r>
      <w:r>
        <w:rPr>
          <w:rtl/>
        </w:rPr>
        <w:t xml:space="preserve">«اى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تو را به خدا قسم</w:t>
      </w:r>
      <w:r w:rsidR="00E275C9">
        <w:rPr>
          <w:rtl/>
        </w:rPr>
        <w:t xml:space="preserve">! </w:t>
      </w:r>
      <w:r>
        <w:rPr>
          <w:rtl/>
        </w:rPr>
        <w:t>چه مى اند</w:t>
      </w:r>
      <w:r w:rsidR="00E275C9">
        <w:rPr>
          <w:rtl/>
        </w:rPr>
        <w:t>ی</w:t>
      </w:r>
      <w:r>
        <w:rPr>
          <w:rtl/>
        </w:rPr>
        <w:t>شى در مورد پ</w:t>
      </w:r>
      <w:r w:rsidR="00E275C9">
        <w:rPr>
          <w:rtl/>
        </w:rPr>
        <w:t>ی</w:t>
      </w:r>
      <w:r>
        <w:rPr>
          <w:rtl/>
        </w:rPr>
        <w:t>امبر خدا اگر ما را بد</w:t>
      </w:r>
      <w:r w:rsidR="00E275C9">
        <w:rPr>
          <w:rtl/>
        </w:rPr>
        <w:t>ی</w:t>
      </w:r>
      <w:r>
        <w:rPr>
          <w:rtl/>
        </w:rPr>
        <w:t>ن صورت مشاهده كند</w:t>
      </w:r>
      <w:r w:rsidR="00E275C9">
        <w:rPr>
          <w:rtl/>
        </w:rPr>
        <w:t xml:space="preserve">؟ </w:t>
      </w:r>
      <w:r>
        <w:rPr>
          <w:rtl/>
        </w:rPr>
        <w:t>»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بعد از فرما</w:t>
      </w:r>
      <w:r w:rsidR="00E275C9">
        <w:rPr>
          <w:rtl/>
        </w:rPr>
        <w:t>ی</w:t>
      </w:r>
      <w:r>
        <w:rPr>
          <w:rtl/>
        </w:rPr>
        <w:t>ش آن جناب</w:t>
      </w:r>
      <w:r w:rsidR="00E275C9">
        <w:rPr>
          <w:rtl/>
        </w:rPr>
        <w:t>،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دستور داد غل و زنج</w:t>
      </w:r>
      <w:r w:rsidR="00E275C9">
        <w:rPr>
          <w:rtl/>
        </w:rPr>
        <w:t>ی</w:t>
      </w:r>
      <w:r>
        <w:rPr>
          <w:rtl/>
        </w:rPr>
        <w:t>ر و ر</w:t>
      </w:r>
      <w:r w:rsidR="00E275C9">
        <w:rPr>
          <w:rtl/>
        </w:rPr>
        <w:t>ی</w:t>
      </w:r>
      <w:r>
        <w:rPr>
          <w:rtl/>
        </w:rPr>
        <w:t>سمان از اسرا بردارند</w:t>
      </w:r>
      <w:r w:rsidR="00E275C9">
        <w:rPr>
          <w:rtl/>
        </w:rPr>
        <w:t xml:space="preserve">. </w:t>
      </w:r>
      <w:r>
        <w:rPr>
          <w:rtl/>
        </w:rPr>
        <w:t>آنگاه سر مطهر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در برابر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نهادند</w:t>
      </w:r>
      <w:r w:rsidR="00E275C9">
        <w:rPr>
          <w:rtl/>
        </w:rPr>
        <w:t xml:space="preserve">، </w:t>
      </w:r>
      <w:r>
        <w:rPr>
          <w:rtl/>
        </w:rPr>
        <w:t>چون نگاه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بر سر بر</w:t>
      </w:r>
      <w:r w:rsidR="00E275C9">
        <w:rPr>
          <w:rtl/>
        </w:rPr>
        <w:t>ی</w:t>
      </w:r>
      <w:r>
        <w:rPr>
          <w:rtl/>
        </w:rPr>
        <w:t>ده برادر افتاد</w:t>
      </w:r>
      <w:r w:rsidR="00E275C9">
        <w:rPr>
          <w:rtl/>
        </w:rPr>
        <w:t xml:space="preserve">، </w:t>
      </w:r>
      <w:r>
        <w:rPr>
          <w:rtl/>
        </w:rPr>
        <w:t>با صدا</w:t>
      </w:r>
      <w:r w:rsidR="00E275C9">
        <w:rPr>
          <w:rtl/>
        </w:rPr>
        <w:t>ی</w:t>
      </w:r>
      <w:r>
        <w:rPr>
          <w:rtl/>
        </w:rPr>
        <w:t>ى كه همه اطراف</w:t>
      </w:r>
      <w:r w:rsidR="00E275C9">
        <w:rPr>
          <w:rtl/>
        </w:rPr>
        <w:t>ی</w:t>
      </w:r>
      <w:r>
        <w:rPr>
          <w:rtl/>
        </w:rPr>
        <w:t>ان و مجلس</w:t>
      </w:r>
      <w:r w:rsidR="00E275C9">
        <w:rPr>
          <w:rtl/>
        </w:rPr>
        <w:t>ی</w:t>
      </w:r>
      <w:r>
        <w:rPr>
          <w:rtl/>
        </w:rPr>
        <w:t xml:space="preserve">ان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را به گر</w:t>
      </w:r>
      <w:r w:rsidR="00E275C9">
        <w:rPr>
          <w:rtl/>
        </w:rPr>
        <w:t>ی</w:t>
      </w:r>
      <w:r>
        <w:rPr>
          <w:rtl/>
        </w:rPr>
        <w:t>ه انداخت فر</w:t>
      </w:r>
      <w:r w:rsidR="00E275C9">
        <w:rPr>
          <w:rtl/>
        </w:rPr>
        <w:t>ی</w:t>
      </w:r>
      <w:r>
        <w:rPr>
          <w:rtl/>
        </w:rPr>
        <w:t>اد كش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«</w:t>
      </w:r>
      <w:r w:rsidR="00E275C9" w:rsidRPr="0020655A">
        <w:rPr>
          <w:rtl/>
        </w:rPr>
        <w:t>ی</w:t>
      </w:r>
      <w:r>
        <w:rPr>
          <w:rtl/>
        </w:rPr>
        <w:t>ا حُسَ</w:t>
      </w:r>
      <w:r w:rsidR="00E275C9" w:rsidRPr="0020655A">
        <w:rPr>
          <w:rtl/>
        </w:rPr>
        <w:t>ی</w:t>
      </w:r>
      <w:r>
        <w:rPr>
          <w:rtl/>
        </w:rPr>
        <w:t>ن اهُ</w:t>
      </w:r>
      <w:r w:rsidR="00E275C9" w:rsidRPr="0020655A">
        <w:rPr>
          <w:rtl/>
        </w:rPr>
        <w:t xml:space="preserve">! </w:t>
      </w:r>
    </w:p>
    <w:p w:rsidR="00134B66" w:rsidRDefault="00E275C9" w:rsidP="00E275C9">
      <w:pPr>
        <w:pStyle w:val="libNormal"/>
        <w:rPr>
          <w:rtl/>
        </w:rPr>
      </w:pPr>
      <w:r w:rsidRPr="0020655A">
        <w:rPr>
          <w:rtl/>
        </w:rPr>
        <w:t>ی</w:t>
      </w:r>
      <w:r w:rsidR="00134B66">
        <w:rPr>
          <w:rtl/>
        </w:rPr>
        <w:t xml:space="preserve"> ا حَب</w:t>
      </w:r>
      <w:r w:rsidRPr="0020655A">
        <w:rPr>
          <w:rtl/>
        </w:rPr>
        <w:t>ی</w:t>
      </w:r>
      <w:r w:rsidR="00134B66">
        <w:rPr>
          <w:rtl/>
        </w:rPr>
        <w:t>بَ رَسُولِاللّهِ</w:t>
      </w:r>
      <w:r w:rsidRPr="0020655A">
        <w:rPr>
          <w:rtl/>
        </w:rPr>
        <w:t xml:space="preserve">! </w:t>
      </w:r>
    </w:p>
    <w:p w:rsidR="00134B66" w:rsidRDefault="00E275C9" w:rsidP="00E275C9">
      <w:pPr>
        <w:pStyle w:val="libNormal"/>
        <w:rPr>
          <w:rtl/>
        </w:rPr>
      </w:pPr>
      <w:r w:rsidRPr="0020655A">
        <w:rPr>
          <w:rtl/>
        </w:rPr>
        <w:t>ی</w:t>
      </w:r>
      <w:r w:rsidR="00134B66">
        <w:rPr>
          <w:rtl/>
        </w:rPr>
        <w:t>ابْنَ مَكَّةَ وَمِنى</w:t>
      </w:r>
      <w:r w:rsidRPr="0020655A">
        <w:rPr>
          <w:rtl/>
        </w:rPr>
        <w:t xml:space="preserve">! </w:t>
      </w:r>
    </w:p>
    <w:p w:rsidR="00134B66" w:rsidRDefault="00E275C9" w:rsidP="00E275C9">
      <w:pPr>
        <w:pStyle w:val="libNormal"/>
        <w:rPr>
          <w:rtl/>
        </w:rPr>
      </w:pPr>
      <w:r w:rsidRPr="0020655A">
        <w:rPr>
          <w:rtl/>
        </w:rPr>
        <w:t>ی</w:t>
      </w:r>
      <w:r w:rsidR="00134B66">
        <w:rPr>
          <w:rtl/>
        </w:rPr>
        <w:t>ابْنَ ف اطِمَةَ الزَّهْر اءِ سَ</w:t>
      </w:r>
      <w:r w:rsidRPr="0020655A">
        <w:rPr>
          <w:rtl/>
        </w:rPr>
        <w:t>ی</w:t>
      </w:r>
      <w:r w:rsidR="00134B66">
        <w:rPr>
          <w:rtl/>
        </w:rPr>
        <w:t>دَةَ النِّس اءِ</w:t>
      </w:r>
      <w:r w:rsidRPr="0020655A">
        <w:rPr>
          <w:rtl/>
        </w:rPr>
        <w:t xml:space="preserve">، </w:t>
      </w:r>
    </w:p>
    <w:p w:rsidR="00134B66" w:rsidRPr="00DC65B0" w:rsidRDefault="00E275C9" w:rsidP="00E275C9">
      <w:pPr>
        <w:pStyle w:val="libNormal"/>
        <w:rPr>
          <w:rStyle w:val="libFootnotenumChar"/>
          <w:rtl/>
        </w:rPr>
      </w:pPr>
      <w:r w:rsidRPr="0020655A">
        <w:rPr>
          <w:rtl/>
        </w:rPr>
        <w:t>ی</w:t>
      </w:r>
      <w:r w:rsidR="00134B66">
        <w:rPr>
          <w:rtl/>
        </w:rPr>
        <w:t>ابْنَ بِنْتِ الْمُصْطَفى»</w:t>
      </w:r>
      <w:r w:rsidRPr="0020655A"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54</w:t>
      </w:r>
      <w:r w:rsidR="00134B66"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 هنگام</w:t>
      </w:r>
      <w:r w:rsidR="00E275C9">
        <w:rPr>
          <w:rtl/>
        </w:rPr>
        <w:t>، ی</w:t>
      </w:r>
      <w:r>
        <w:rPr>
          <w:rtl/>
        </w:rPr>
        <w:t>كى از زنان قر</w:t>
      </w:r>
      <w:r w:rsidR="00E275C9">
        <w:rPr>
          <w:rtl/>
        </w:rPr>
        <w:t>ی</w:t>
      </w:r>
      <w:r>
        <w:rPr>
          <w:rtl/>
        </w:rPr>
        <w:t xml:space="preserve">شى كه در خانه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بود</w:t>
      </w:r>
      <w:r w:rsidR="00E275C9">
        <w:rPr>
          <w:rtl/>
        </w:rPr>
        <w:t xml:space="preserve">، </w:t>
      </w:r>
      <w:r>
        <w:rPr>
          <w:rtl/>
        </w:rPr>
        <w:t>به نوبه خود</w:t>
      </w:r>
      <w:r w:rsidR="00E275C9">
        <w:rPr>
          <w:rtl/>
        </w:rPr>
        <w:t xml:space="preserve">، </w:t>
      </w:r>
      <w:r>
        <w:rPr>
          <w:rtl/>
        </w:rPr>
        <w:t>فر</w:t>
      </w:r>
      <w:r w:rsidR="00E275C9">
        <w:rPr>
          <w:rtl/>
        </w:rPr>
        <w:t>ی</w:t>
      </w:r>
      <w:r>
        <w:rPr>
          <w:rtl/>
        </w:rPr>
        <w:t>اد «واحس</w:t>
      </w:r>
      <w:r w:rsidR="00E275C9">
        <w:rPr>
          <w:rtl/>
        </w:rPr>
        <w:t>ی</w:t>
      </w:r>
      <w:r>
        <w:rPr>
          <w:rtl/>
        </w:rPr>
        <w:t>ناه»سر داد و مجلس راب</w:t>
      </w:r>
      <w:r w:rsidR="00E275C9">
        <w:rPr>
          <w:rtl/>
        </w:rPr>
        <w:t>ی</w:t>
      </w:r>
      <w:r>
        <w:rPr>
          <w:rtl/>
        </w:rPr>
        <w:t>شترمنقلب كرد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55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در «وقعة الطف» آمده است كه ا</w:t>
      </w:r>
      <w:r w:rsidR="00E275C9">
        <w:rPr>
          <w:rtl/>
        </w:rPr>
        <w:t>ی</w:t>
      </w:r>
      <w:r>
        <w:rPr>
          <w:rtl/>
        </w:rPr>
        <w:t>ن زن</w:t>
      </w:r>
      <w:r w:rsidR="00E275C9">
        <w:rPr>
          <w:rtl/>
        </w:rPr>
        <w:t xml:space="preserve">، </w:t>
      </w:r>
      <w:r>
        <w:rPr>
          <w:rtl/>
        </w:rPr>
        <w:t>هند دختر عبداللّه بن عامر كر</w:t>
      </w:r>
      <w:r w:rsidR="00E275C9">
        <w:rPr>
          <w:rtl/>
        </w:rPr>
        <w:t>ی</w:t>
      </w:r>
      <w:r>
        <w:rPr>
          <w:rtl/>
        </w:rPr>
        <w:t xml:space="preserve">ز و همسر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بوده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پس از آن</w:t>
      </w:r>
      <w:r w:rsidR="00E275C9">
        <w:rPr>
          <w:rtl/>
        </w:rPr>
        <w:t>،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با چوب خ</w:t>
      </w:r>
      <w:r w:rsidR="00E275C9">
        <w:rPr>
          <w:rtl/>
        </w:rPr>
        <w:t>ی</w:t>
      </w:r>
      <w:r>
        <w:rPr>
          <w:rtl/>
        </w:rPr>
        <w:t>زران بر لب و دندان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 كه مورد اعتراض «ابوبرزه اسلمى» قرار گرفت</w:t>
      </w:r>
      <w:r w:rsidR="00E275C9">
        <w:rPr>
          <w:rtl/>
        </w:rPr>
        <w:t xml:space="preserve">. </w:t>
      </w:r>
      <w:r>
        <w:rPr>
          <w:rtl/>
        </w:rPr>
        <w:t>و سپس</w:t>
      </w:r>
      <w:r w:rsidR="00E275C9">
        <w:rPr>
          <w:rtl/>
        </w:rPr>
        <w:t xml:space="preserve"> </w:t>
      </w:r>
      <w:r>
        <w:rPr>
          <w:rtl/>
        </w:rPr>
        <w:t>در حال عصبان</w:t>
      </w:r>
      <w:r w:rsidR="00E275C9">
        <w:rPr>
          <w:rtl/>
        </w:rPr>
        <w:t>ی</w:t>
      </w:r>
      <w:r>
        <w:rPr>
          <w:rtl/>
        </w:rPr>
        <w:t>ت دستور داد آن صحابى رسول خدا را كشان كشان از مجلس ب</w:t>
      </w:r>
      <w:r w:rsidR="00E275C9">
        <w:rPr>
          <w:rtl/>
        </w:rPr>
        <w:t>ی</w:t>
      </w:r>
      <w:r>
        <w:rPr>
          <w:rtl/>
        </w:rPr>
        <w:t>رون كردند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56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آنگاه خود شروع به خواندن دوب</w:t>
      </w:r>
      <w:r w:rsidR="00E275C9">
        <w:rPr>
          <w:rtl/>
        </w:rPr>
        <w:t>ی</w:t>
      </w:r>
      <w:r>
        <w:rPr>
          <w:rtl/>
        </w:rPr>
        <w:t>ت ازاشعار«ابن زبعرى»كرد كه در نبرد احد گفته بود و سه ب</w:t>
      </w:r>
      <w:r w:rsidR="00E275C9">
        <w:rPr>
          <w:rtl/>
        </w:rPr>
        <w:t>ی</w:t>
      </w:r>
      <w:r>
        <w:rPr>
          <w:rtl/>
        </w:rPr>
        <w:t>ت هم از خود بر آن افزود</w:t>
      </w:r>
      <w:r w:rsidR="00E275C9">
        <w:rPr>
          <w:rtl/>
        </w:rPr>
        <w:t xml:space="preserve">. </w:t>
      </w:r>
      <w:r>
        <w:rPr>
          <w:rtl/>
        </w:rPr>
        <w:t>ترجمه آن اشعار بد</w:t>
      </w:r>
      <w:r w:rsidR="00E275C9">
        <w:rPr>
          <w:rtl/>
        </w:rPr>
        <w:t>ی</w:t>
      </w:r>
      <w:r>
        <w:rPr>
          <w:rtl/>
        </w:rPr>
        <w:t>ن قراراست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«اى كاش</w:t>
      </w:r>
      <w:r w:rsidR="00E275C9">
        <w:rPr>
          <w:rtl/>
        </w:rPr>
        <w:t xml:space="preserve">! </w:t>
      </w:r>
      <w:r>
        <w:rPr>
          <w:rtl/>
        </w:rPr>
        <w:t>بزرگان طا</w:t>
      </w:r>
      <w:r w:rsidR="00E275C9">
        <w:rPr>
          <w:rtl/>
        </w:rPr>
        <w:t>ی</w:t>
      </w:r>
      <w:r>
        <w:rPr>
          <w:rtl/>
        </w:rPr>
        <w:t>فه من كه در جنگ بدر كشته شدند مى بودند و مى د</w:t>
      </w:r>
      <w:r w:rsidR="00E275C9">
        <w:rPr>
          <w:rtl/>
        </w:rPr>
        <w:t>ی</w:t>
      </w:r>
      <w:r>
        <w:rPr>
          <w:rtl/>
        </w:rPr>
        <w:t>دند كه طا</w:t>
      </w:r>
      <w:r w:rsidR="00E275C9">
        <w:rPr>
          <w:rtl/>
        </w:rPr>
        <w:t>ی</w:t>
      </w:r>
      <w:r>
        <w:rPr>
          <w:rtl/>
        </w:rPr>
        <w:t>فه خزرج چگونه از</w:t>
      </w:r>
      <w:r w:rsidR="0020655A">
        <w:rPr>
          <w:rtl/>
        </w:rPr>
        <w:t xml:space="preserve"> </w:t>
      </w:r>
      <w:r>
        <w:rPr>
          <w:rtl/>
        </w:rPr>
        <w:t>شمش</w:t>
      </w:r>
      <w:r w:rsidR="00E275C9">
        <w:rPr>
          <w:rtl/>
        </w:rPr>
        <w:t>ی</w:t>
      </w:r>
      <w:r>
        <w:rPr>
          <w:rtl/>
        </w:rPr>
        <w:t>ر زدن ما به جزع آمده اند</w:t>
      </w:r>
      <w:r w:rsidR="00E275C9">
        <w:rPr>
          <w:rtl/>
        </w:rPr>
        <w:t xml:space="preserve">، </w:t>
      </w:r>
      <w:r>
        <w:rPr>
          <w:rtl/>
        </w:rPr>
        <w:t>تا از د</w:t>
      </w:r>
      <w:r w:rsidR="00E275C9">
        <w:rPr>
          <w:rtl/>
        </w:rPr>
        <w:t>ی</w:t>
      </w:r>
      <w:r>
        <w:rPr>
          <w:rtl/>
        </w:rPr>
        <w:t>دن ا</w:t>
      </w:r>
      <w:r w:rsidR="00E275C9">
        <w:rPr>
          <w:rtl/>
        </w:rPr>
        <w:t>ی</w:t>
      </w:r>
      <w:r>
        <w:rPr>
          <w:rtl/>
        </w:rPr>
        <w:t>ن منظره</w:t>
      </w:r>
      <w:r w:rsidR="00E275C9">
        <w:rPr>
          <w:rtl/>
        </w:rPr>
        <w:t xml:space="preserve">، </w:t>
      </w:r>
      <w:r>
        <w:rPr>
          <w:rtl/>
        </w:rPr>
        <w:t>فر</w:t>
      </w:r>
      <w:r w:rsidR="00E275C9">
        <w:rPr>
          <w:rtl/>
        </w:rPr>
        <w:t>ی</w:t>
      </w:r>
      <w:r>
        <w:rPr>
          <w:rtl/>
        </w:rPr>
        <w:t>اد شادى آنان بلند شود و بگو</w:t>
      </w:r>
      <w:r w:rsidR="00E275C9">
        <w:rPr>
          <w:rtl/>
        </w:rPr>
        <w:t>ی</w:t>
      </w:r>
      <w:r>
        <w:rPr>
          <w:rtl/>
        </w:rPr>
        <w:t>ند</w:t>
      </w:r>
      <w:r w:rsidR="00E275C9">
        <w:rPr>
          <w:rtl/>
        </w:rPr>
        <w:t xml:space="preserve">: </w:t>
      </w:r>
      <w:r>
        <w:rPr>
          <w:rtl/>
        </w:rPr>
        <w:t xml:space="preserve">اى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دستت شل مباد</w:t>
      </w:r>
      <w:r w:rsidR="00E275C9">
        <w:rPr>
          <w:rtl/>
        </w:rPr>
        <w:t xml:space="preserve">. </w:t>
      </w:r>
      <w:r>
        <w:rPr>
          <w:rtl/>
        </w:rPr>
        <w:t>ما بزرگان بنى هاشم را كشت</w:t>
      </w:r>
      <w:r w:rsidR="00E275C9">
        <w:rPr>
          <w:rtl/>
        </w:rPr>
        <w:t>ی</w:t>
      </w:r>
      <w:r>
        <w:rPr>
          <w:rtl/>
        </w:rPr>
        <w:t>م و آن را به حساب جنگ بدر گذاشت</w:t>
      </w:r>
      <w:r w:rsidR="00E275C9">
        <w:rPr>
          <w:rtl/>
        </w:rPr>
        <w:t>ی</w:t>
      </w:r>
      <w:r>
        <w:rPr>
          <w:rtl/>
        </w:rPr>
        <w:t>م و مقابل آن روز قرار گرفت</w:t>
      </w:r>
      <w:r w:rsidR="00E275C9">
        <w:rPr>
          <w:rtl/>
        </w:rPr>
        <w:t xml:space="preserve">. </w:t>
      </w:r>
      <w:r>
        <w:rPr>
          <w:rtl/>
        </w:rPr>
        <w:t xml:space="preserve">من از فرزندان «خندف»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57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ن</w:t>
      </w:r>
      <w:r w:rsidR="00E275C9">
        <w:rPr>
          <w:rtl/>
        </w:rPr>
        <w:t>ی</w:t>
      </w:r>
      <w:r>
        <w:rPr>
          <w:rtl/>
        </w:rPr>
        <w:t>ستم اگر از فرزندان «احمد» انتقام كارهاى او را نگ</w:t>
      </w:r>
      <w:r w:rsidR="00E275C9">
        <w:rPr>
          <w:rtl/>
        </w:rPr>
        <w:t>ی</w:t>
      </w:r>
      <w:r>
        <w:rPr>
          <w:rtl/>
        </w:rPr>
        <w:t>رم»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58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ناگفته نماند كه </w:t>
      </w:r>
      <w:r w:rsidR="00E275C9">
        <w:rPr>
          <w:rtl/>
        </w:rPr>
        <w:t>ی</w:t>
      </w:r>
      <w:r>
        <w:rPr>
          <w:rtl/>
        </w:rPr>
        <w:t>كى از اب</w:t>
      </w:r>
      <w:r w:rsidR="00E275C9">
        <w:rPr>
          <w:rtl/>
        </w:rPr>
        <w:t>ی</w:t>
      </w:r>
      <w:r>
        <w:rPr>
          <w:rtl/>
        </w:rPr>
        <w:t>ات كفرآم</w:t>
      </w:r>
      <w:r w:rsidR="00E275C9">
        <w:rPr>
          <w:rtl/>
        </w:rPr>
        <w:t>ی</w:t>
      </w:r>
      <w:r>
        <w:rPr>
          <w:rtl/>
        </w:rPr>
        <w:t xml:space="preserve">ز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به گونه اى غ</w:t>
      </w:r>
      <w:r w:rsidR="00E275C9">
        <w:rPr>
          <w:rtl/>
        </w:rPr>
        <w:t>ی</w:t>
      </w:r>
      <w:r>
        <w:rPr>
          <w:rtl/>
        </w:rPr>
        <w:t>ر از ظاهر آن ترجمه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 xml:space="preserve">نكه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ك</w:t>
      </w:r>
      <w:r w:rsidR="00E275C9">
        <w:rPr>
          <w:rtl/>
        </w:rPr>
        <w:t>ی</w:t>
      </w:r>
      <w:r>
        <w:rPr>
          <w:rtl/>
        </w:rPr>
        <w:t>نه 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نه خو</w:t>
      </w:r>
      <w:r w:rsidR="00E275C9">
        <w:rPr>
          <w:rtl/>
        </w:rPr>
        <w:t>ی</w:t>
      </w:r>
      <w:r>
        <w:rPr>
          <w:rtl/>
        </w:rPr>
        <w:t>ش را با بنى هاشم و كفر نهاد پل</w:t>
      </w:r>
      <w:r w:rsidR="00E275C9">
        <w:rPr>
          <w:rtl/>
        </w:rPr>
        <w:t>ی</w:t>
      </w:r>
      <w:r>
        <w:rPr>
          <w:rtl/>
        </w:rPr>
        <w:t>د خود را با خواندن اشعار فوق آشكار كرد و نشان داد كه همچون ن</w:t>
      </w:r>
      <w:r w:rsidR="00E275C9">
        <w:rPr>
          <w:rtl/>
        </w:rPr>
        <w:t>ی</w:t>
      </w:r>
      <w:r>
        <w:rPr>
          <w:rtl/>
        </w:rPr>
        <w:t>اكانش ابوسف</w:t>
      </w:r>
      <w:r w:rsidR="00E275C9">
        <w:rPr>
          <w:rtl/>
        </w:rPr>
        <w:t>ی</w:t>
      </w:r>
      <w:r>
        <w:rPr>
          <w:rtl/>
        </w:rPr>
        <w:t>ان و هند جگرخوار از كشته شدن كفار قر</w:t>
      </w:r>
      <w:r w:rsidR="00E275C9">
        <w:rPr>
          <w:rtl/>
        </w:rPr>
        <w:t>ی</w:t>
      </w:r>
      <w:r>
        <w:rPr>
          <w:rtl/>
        </w:rPr>
        <w:t>ش در جنگ بدر</w:t>
      </w:r>
      <w:r w:rsidR="00E275C9">
        <w:rPr>
          <w:rtl/>
        </w:rPr>
        <w:t xml:space="preserve">، </w:t>
      </w:r>
      <w:r>
        <w:rPr>
          <w:rtl/>
        </w:rPr>
        <w:t>رنج مى برد و همانگونه كه ابوسف</w:t>
      </w:r>
      <w:r w:rsidR="00E275C9">
        <w:rPr>
          <w:rtl/>
        </w:rPr>
        <w:t>ی</w:t>
      </w:r>
      <w:r>
        <w:rPr>
          <w:rtl/>
        </w:rPr>
        <w:t>ان و هند</w:t>
      </w:r>
      <w:r w:rsidR="00E275C9">
        <w:rPr>
          <w:rtl/>
        </w:rPr>
        <w:t xml:space="preserve">، </w:t>
      </w:r>
      <w:r>
        <w:rPr>
          <w:rtl/>
        </w:rPr>
        <w:t xml:space="preserve">پدر بزرگ و مادر بزرگ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از شهادت حمزه س</w:t>
      </w:r>
      <w:r w:rsidR="00E275C9">
        <w:rPr>
          <w:rtl/>
        </w:rPr>
        <w:t>ی</w:t>
      </w:r>
      <w:r>
        <w:rPr>
          <w:rtl/>
        </w:rPr>
        <w:t>دالشهداء در احد شادمان شدند</w:t>
      </w:r>
      <w:r w:rsidR="00E275C9">
        <w:rPr>
          <w:rtl/>
        </w:rPr>
        <w:t>،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ن</w:t>
      </w:r>
      <w:r w:rsidR="00E275C9">
        <w:rPr>
          <w:rtl/>
        </w:rPr>
        <w:t>ی</w:t>
      </w:r>
      <w:r>
        <w:rPr>
          <w:rtl/>
        </w:rPr>
        <w:t>ز شهادت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به حساب جنگ بدر مى گذارد و حتى در ب</w:t>
      </w:r>
      <w:r w:rsidR="00E275C9">
        <w:rPr>
          <w:rtl/>
        </w:rPr>
        <w:t>ی</w:t>
      </w:r>
      <w:r>
        <w:rPr>
          <w:rtl/>
        </w:rPr>
        <w:t>ت كفرآم</w:t>
      </w:r>
      <w:r w:rsidR="00E275C9">
        <w:rPr>
          <w:rtl/>
        </w:rPr>
        <w:t>ی</w:t>
      </w:r>
      <w:r>
        <w:rPr>
          <w:rtl/>
        </w:rPr>
        <w:t>ز اشعار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منكر رسالت پ</w:t>
      </w:r>
      <w:r w:rsidR="00E275C9">
        <w:rPr>
          <w:rtl/>
        </w:rPr>
        <w:t>ی</w:t>
      </w:r>
      <w:r>
        <w:rPr>
          <w:rtl/>
        </w:rPr>
        <w:t>امبر مى شود و فراموش مى كند كه در فتح مكه</w:t>
      </w:r>
      <w:r w:rsidR="00E275C9">
        <w:rPr>
          <w:rtl/>
        </w:rPr>
        <w:t xml:space="preserve">، </w:t>
      </w:r>
      <w:r>
        <w:rPr>
          <w:rtl/>
        </w:rPr>
        <w:t>كسانش را رسول خدا آزاد كرد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 هنگام پ</w:t>
      </w:r>
      <w:r w:rsidR="00E275C9">
        <w:rPr>
          <w:rtl/>
        </w:rPr>
        <w:t>ی</w:t>
      </w:r>
      <w:r>
        <w:rPr>
          <w:rtl/>
        </w:rPr>
        <w:t>ام آور خون شه</w:t>
      </w:r>
      <w:r w:rsidR="00E275C9">
        <w:rPr>
          <w:rtl/>
        </w:rPr>
        <w:t>ی</w:t>
      </w:r>
      <w:r>
        <w:rPr>
          <w:rtl/>
        </w:rPr>
        <w:t>دان</w:t>
      </w:r>
      <w:r w:rsidR="00E275C9">
        <w:rPr>
          <w:rtl/>
        </w:rPr>
        <w:t xml:space="preserve">، </w:t>
      </w:r>
      <w:r>
        <w:rPr>
          <w:rtl/>
        </w:rPr>
        <w:t>دختر على بن اب</w:t>
      </w:r>
      <w:r w:rsidR="00E275C9">
        <w:rPr>
          <w:rtl/>
        </w:rPr>
        <w:t>ی</w:t>
      </w:r>
      <w:r>
        <w:rPr>
          <w:rtl/>
        </w:rPr>
        <w:t>طالب</w:t>
      </w:r>
      <w:r w:rsidR="00E275C9">
        <w:rPr>
          <w:rtl/>
        </w:rPr>
        <w:t xml:space="preserve">، </w:t>
      </w:r>
      <w:r>
        <w:rPr>
          <w:rtl/>
        </w:rPr>
        <w:t>عق</w:t>
      </w:r>
      <w:r w:rsidR="00E275C9">
        <w:rPr>
          <w:rtl/>
        </w:rPr>
        <w:t>ی</w:t>
      </w:r>
      <w:r>
        <w:rPr>
          <w:rtl/>
        </w:rPr>
        <w:t>له بنى هاشم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خشمگ</w:t>
      </w:r>
      <w:r w:rsidR="00E275C9">
        <w:rPr>
          <w:rtl/>
        </w:rPr>
        <w:t>ی</w:t>
      </w:r>
      <w:r>
        <w:rPr>
          <w:rtl/>
        </w:rPr>
        <w:t xml:space="preserve">ن ازجا برخاست و به گونه پدرش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بار دگر لب به سخن گشود و چن</w:t>
      </w:r>
      <w:r w:rsidR="00E275C9">
        <w:rPr>
          <w:rtl/>
        </w:rPr>
        <w:t>ی</w:t>
      </w:r>
      <w:r>
        <w:rPr>
          <w:rtl/>
        </w:rPr>
        <w:t>ن گفت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«سپاس خداوند جهان</w:t>
      </w:r>
      <w:r w:rsidR="00E275C9">
        <w:rPr>
          <w:rtl/>
        </w:rPr>
        <w:t>ی</w:t>
      </w:r>
      <w:r>
        <w:rPr>
          <w:rtl/>
        </w:rPr>
        <w:t>ان را و درود بر پ</w:t>
      </w:r>
      <w:r w:rsidR="00E275C9">
        <w:rPr>
          <w:rtl/>
        </w:rPr>
        <w:t>ی</w:t>
      </w:r>
      <w:r>
        <w:rPr>
          <w:rtl/>
        </w:rPr>
        <w:t>امبرش و خاندان پ</w:t>
      </w:r>
      <w:r w:rsidR="00E275C9">
        <w:rPr>
          <w:rtl/>
        </w:rPr>
        <w:t>ی</w:t>
      </w:r>
      <w:r>
        <w:rPr>
          <w:rtl/>
        </w:rPr>
        <w:t>امبر او باد و چه ن</w:t>
      </w:r>
      <w:r w:rsidR="00E275C9">
        <w:rPr>
          <w:rtl/>
        </w:rPr>
        <w:t>ی</w:t>
      </w:r>
      <w:r>
        <w:rPr>
          <w:rtl/>
        </w:rPr>
        <w:t>كو فرما</w:t>
      </w:r>
      <w:r w:rsidR="00E275C9">
        <w:rPr>
          <w:rtl/>
        </w:rPr>
        <w:t>ی</w:t>
      </w:r>
      <w:r>
        <w:rPr>
          <w:rtl/>
        </w:rPr>
        <w:t>د حقتعالى آنجا كه مى فرما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:</w:t>
      </w:r>
      <w:r w:rsidR="0020655A">
        <w:rPr>
          <w:rtl/>
        </w:rPr>
        <w:t xml:space="preserve"> </w:t>
      </w:r>
      <w:r>
        <w:rPr>
          <w:rtl/>
        </w:rPr>
        <w:t>كسانى كه كار زشت كردند و مرتكب جنا</w:t>
      </w:r>
      <w:r w:rsidR="00E275C9">
        <w:rPr>
          <w:rtl/>
        </w:rPr>
        <w:t>ی</w:t>
      </w:r>
      <w:r>
        <w:rPr>
          <w:rtl/>
        </w:rPr>
        <w:t>ات شدند</w:t>
      </w:r>
      <w:r w:rsidR="00E275C9">
        <w:rPr>
          <w:rtl/>
        </w:rPr>
        <w:t xml:space="preserve">، </w:t>
      </w:r>
      <w:r>
        <w:rPr>
          <w:rtl/>
        </w:rPr>
        <w:t>عاقبت كارشان بدانجا رس</w:t>
      </w:r>
      <w:r w:rsidR="00E275C9">
        <w:rPr>
          <w:rtl/>
        </w:rPr>
        <w:t>ی</w:t>
      </w:r>
      <w:r>
        <w:rPr>
          <w:rtl/>
        </w:rPr>
        <w:t>د كه آ</w:t>
      </w:r>
      <w:r w:rsidR="00E275C9">
        <w:rPr>
          <w:rtl/>
        </w:rPr>
        <w:t>ی</w:t>
      </w:r>
      <w:r>
        <w:rPr>
          <w:rtl/>
        </w:rPr>
        <w:t>ات خداى را دروغ شمردند و آن را به مسخره گرفتند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 xml:space="preserve">اى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پنداشتى چون زم</w:t>
      </w:r>
      <w:r w:rsidR="00E275C9">
        <w:rPr>
          <w:rtl/>
        </w:rPr>
        <w:t>ی</w:t>
      </w:r>
      <w:r>
        <w:rPr>
          <w:rtl/>
        </w:rPr>
        <w:t>ن و آسمان را بر ما تنگ گرفتى و ما را مانند اس</w:t>
      </w:r>
      <w:r w:rsidR="00E275C9">
        <w:rPr>
          <w:rtl/>
        </w:rPr>
        <w:t>ی</w:t>
      </w:r>
      <w:r>
        <w:rPr>
          <w:rtl/>
        </w:rPr>
        <w:t>ران كشان</w:t>
      </w:r>
      <w:r w:rsidR="00E275C9">
        <w:rPr>
          <w:rtl/>
        </w:rPr>
        <w:t>ی</w:t>
      </w:r>
      <w:r>
        <w:rPr>
          <w:rtl/>
        </w:rPr>
        <w:t>دى</w:t>
      </w:r>
      <w:r w:rsidR="00E275C9">
        <w:rPr>
          <w:rtl/>
        </w:rPr>
        <w:t xml:space="preserve">، </w:t>
      </w:r>
      <w:r>
        <w:rPr>
          <w:rtl/>
        </w:rPr>
        <w:t>ما نزد خداوند</w:t>
      </w:r>
      <w:r w:rsidR="00E275C9">
        <w:rPr>
          <w:rtl/>
        </w:rPr>
        <w:t xml:space="preserve">، </w:t>
      </w:r>
      <w:r>
        <w:rPr>
          <w:rtl/>
        </w:rPr>
        <w:t>خوار شد</w:t>
      </w:r>
      <w:r w:rsidR="00E275C9">
        <w:rPr>
          <w:rtl/>
        </w:rPr>
        <w:t>ی</w:t>
      </w:r>
      <w:r>
        <w:rPr>
          <w:rtl/>
        </w:rPr>
        <w:t>م و تو بزرگوار شدى</w:t>
      </w:r>
      <w:r w:rsidR="00E275C9">
        <w:rPr>
          <w:rtl/>
        </w:rPr>
        <w:t xml:space="preserve">؟ </w:t>
      </w:r>
      <w:r>
        <w:rPr>
          <w:rtl/>
        </w:rPr>
        <w:t>و گمان كردى كه ا</w:t>
      </w:r>
      <w:r w:rsidR="00E275C9">
        <w:rPr>
          <w:rtl/>
        </w:rPr>
        <w:t>ی</w:t>
      </w:r>
      <w:r>
        <w:rPr>
          <w:rtl/>
        </w:rPr>
        <w:t>ن پ</w:t>
      </w:r>
      <w:r w:rsidR="00E275C9">
        <w:rPr>
          <w:rtl/>
        </w:rPr>
        <w:t>ی</w:t>
      </w:r>
      <w:r>
        <w:rPr>
          <w:rtl/>
        </w:rPr>
        <w:t>امدها از مقام بلند تو است</w:t>
      </w:r>
      <w:r w:rsidR="00E275C9">
        <w:rPr>
          <w:rtl/>
        </w:rPr>
        <w:t xml:space="preserve">؟ </w:t>
      </w:r>
      <w:r>
        <w:rPr>
          <w:rtl/>
        </w:rPr>
        <w:t>لذا بد</w:t>
      </w:r>
      <w:r w:rsidR="00E275C9">
        <w:rPr>
          <w:rtl/>
        </w:rPr>
        <w:t>ی</w:t>
      </w:r>
      <w:r>
        <w:rPr>
          <w:rtl/>
        </w:rPr>
        <w:t>ن جهت بر خود مى بالى و ناز مى كنى و شادمانى كه دن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ت آبادشد و كارها بر مراد دل تو است و آنچه از آن ماست از آن تو شد آرام باش</w:t>
      </w:r>
      <w:r w:rsidR="00E275C9">
        <w:rPr>
          <w:rtl/>
        </w:rPr>
        <w:t xml:space="preserve">، </w:t>
      </w:r>
      <w:r>
        <w:rPr>
          <w:rtl/>
        </w:rPr>
        <w:t>دست نگهدار مگر سخن خداى را فراموش كردى كه مى فرما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گمان نكنند آنانكه به راه كفر روند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چند روزه مهلتى كه به آنان داده ا</w:t>
      </w:r>
      <w:r w:rsidR="00E275C9">
        <w:rPr>
          <w:rtl/>
        </w:rPr>
        <w:t>ی</w:t>
      </w:r>
      <w:r>
        <w:rPr>
          <w:rtl/>
        </w:rPr>
        <w:t>م مقدمه سعادت آنان است</w:t>
      </w:r>
      <w:r w:rsidR="00E275C9">
        <w:rPr>
          <w:rtl/>
        </w:rPr>
        <w:t xml:space="preserve">، </w:t>
      </w:r>
      <w:r>
        <w:rPr>
          <w:rtl/>
        </w:rPr>
        <w:t>نه</w:t>
      </w:r>
      <w:r w:rsidR="00E275C9">
        <w:rPr>
          <w:rtl/>
        </w:rPr>
        <w:t xml:space="preserve">، </w:t>
      </w:r>
      <w:r>
        <w:rPr>
          <w:rtl/>
        </w:rPr>
        <w:t>بلكه ا</w:t>
      </w:r>
      <w:r w:rsidR="00E275C9">
        <w:rPr>
          <w:rtl/>
        </w:rPr>
        <w:t>ی</w:t>
      </w:r>
      <w:r>
        <w:rPr>
          <w:rtl/>
        </w:rPr>
        <w:t>ن فرصت براى آن است كه بر گناهانشان ب</w:t>
      </w:r>
      <w:r w:rsidR="00E275C9">
        <w:rPr>
          <w:rtl/>
        </w:rPr>
        <w:t>ی</w:t>
      </w:r>
      <w:r>
        <w:rPr>
          <w:rtl/>
        </w:rPr>
        <w:t>فزا</w:t>
      </w:r>
      <w:r w:rsidR="00E275C9">
        <w:rPr>
          <w:rtl/>
        </w:rPr>
        <w:t>ی</w:t>
      </w:r>
      <w:r>
        <w:rPr>
          <w:rtl/>
        </w:rPr>
        <w:t>ند</w:t>
      </w:r>
      <w:r w:rsidR="00E275C9">
        <w:rPr>
          <w:rtl/>
        </w:rPr>
        <w:t xml:space="preserve">، </w:t>
      </w: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شان را عذابى خواركننده در پ</w:t>
      </w:r>
      <w:r w:rsidR="00E275C9">
        <w:rPr>
          <w:rtl/>
        </w:rPr>
        <w:t>ی</w:t>
      </w:r>
      <w:r>
        <w:rPr>
          <w:rtl/>
        </w:rPr>
        <w:t>ش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اى پسر آزاد شدگان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59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ا</w:t>
      </w:r>
      <w:r w:rsidR="00E275C9">
        <w:rPr>
          <w:rtl/>
        </w:rPr>
        <w:t>ی</w:t>
      </w:r>
      <w:r>
        <w:rPr>
          <w:rtl/>
        </w:rPr>
        <w:t>ن از دادگرى است كه زنان و كن</w:t>
      </w:r>
      <w:r w:rsidR="00E275C9">
        <w:rPr>
          <w:rtl/>
        </w:rPr>
        <w:t>ی</w:t>
      </w:r>
      <w:r>
        <w:rPr>
          <w:rtl/>
        </w:rPr>
        <w:t>زان خو</w:t>
      </w:r>
      <w:r w:rsidR="00E275C9">
        <w:rPr>
          <w:rtl/>
        </w:rPr>
        <w:t>ی</w:t>
      </w:r>
      <w:r>
        <w:rPr>
          <w:rtl/>
        </w:rPr>
        <w:t>ش رادر پس پرده جاى دهى و دختران پ</w:t>
      </w:r>
      <w:r w:rsidR="00E275C9">
        <w:rPr>
          <w:rtl/>
        </w:rPr>
        <w:t>ی</w:t>
      </w:r>
      <w:r>
        <w:rPr>
          <w:rtl/>
        </w:rPr>
        <w:t>امبر را با چهره هاى گشاده</w:t>
      </w:r>
      <w:r w:rsidR="00E275C9">
        <w:rPr>
          <w:rtl/>
        </w:rPr>
        <w:t xml:space="preserve">، </w:t>
      </w:r>
      <w:r>
        <w:rPr>
          <w:rtl/>
        </w:rPr>
        <w:t>بدون پوشش و چادر</w:t>
      </w:r>
      <w:r w:rsidR="00E275C9">
        <w:rPr>
          <w:rtl/>
        </w:rPr>
        <w:t xml:space="preserve">، </w:t>
      </w:r>
      <w:r>
        <w:rPr>
          <w:rtl/>
        </w:rPr>
        <w:t>به همراه دشمنانشان</w:t>
      </w:r>
      <w:r w:rsidR="00E275C9">
        <w:rPr>
          <w:rtl/>
        </w:rPr>
        <w:t xml:space="preserve">، </w:t>
      </w:r>
      <w:r>
        <w:rPr>
          <w:rtl/>
        </w:rPr>
        <w:t>شهر به شهر بگردانى و مردم</w:t>
      </w:r>
      <w:r w:rsidR="00E275C9">
        <w:rPr>
          <w:rtl/>
        </w:rPr>
        <w:t xml:space="preserve">، </w:t>
      </w:r>
      <w:r>
        <w:rPr>
          <w:rtl/>
        </w:rPr>
        <w:t>آنان را بب</w:t>
      </w:r>
      <w:r w:rsidR="00E275C9">
        <w:rPr>
          <w:rtl/>
        </w:rPr>
        <w:t>ی</w:t>
      </w:r>
      <w:r>
        <w:rPr>
          <w:rtl/>
        </w:rPr>
        <w:t>نند و دور و نزد</w:t>
      </w:r>
      <w:r w:rsidR="00E275C9">
        <w:rPr>
          <w:rtl/>
        </w:rPr>
        <w:t>ی</w:t>
      </w:r>
      <w:r>
        <w:rPr>
          <w:rtl/>
        </w:rPr>
        <w:t>ك و پست و شر</w:t>
      </w:r>
      <w:r w:rsidR="00E275C9">
        <w:rPr>
          <w:rtl/>
        </w:rPr>
        <w:t>ی</w:t>
      </w:r>
      <w:r>
        <w:rPr>
          <w:rtl/>
        </w:rPr>
        <w:t>ف بر آنان بنگرند</w:t>
      </w:r>
      <w:r w:rsidR="00E275C9">
        <w:rPr>
          <w:rtl/>
        </w:rPr>
        <w:t xml:space="preserve">، </w:t>
      </w:r>
      <w:r>
        <w:rPr>
          <w:rtl/>
        </w:rPr>
        <w:t>در صورتى كه از مردان و حما</w:t>
      </w:r>
      <w:r w:rsidR="00E275C9">
        <w:rPr>
          <w:rtl/>
        </w:rPr>
        <w:t>ی</w:t>
      </w:r>
      <w:r>
        <w:rPr>
          <w:rtl/>
        </w:rPr>
        <w:t>ت كنندگان آنان كسى باقى نمانده است</w:t>
      </w:r>
      <w:r w:rsidR="00E275C9">
        <w:rPr>
          <w:rtl/>
        </w:rPr>
        <w:t xml:space="preserve">! </w:t>
      </w:r>
      <w:r>
        <w:rPr>
          <w:rtl/>
        </w:rPr>
        <w:t>چگونه ام</w:t>
      </w:r>
      <w:r w:rsidR="00E275C9">
        <w:rPr>
          <w:rtl/>
        </w:rPr>
        <w:t>ی</w:t>
      </w:r>
      <w:r>
        <w:rPr>
          <w:rtl/>
        </w:rPr>
        <w:t>د رحم و مهربانى باشد از كسى كه جگر پاكان را در دهان بگزد و ب</w:t>
      </w:r>
      <w:r w:rsidR="00E275C9">
        <w:rPr>
          <w:rtl/>
        </w:rPr>
        <w:t>ی</w:t>
      </w:r>
      <w:r>
        <w:rPr>
          <w:rtl/>
        </w:rPr>
        <w:t>رون اندازد و گوشتش از خون شه</w:t>
      </w:r>
      <w:r w:rsidR="00E275C9">
        <w:rPr>
          <w:rtl/>
        </w:rPr>
        <w:t>ی</w:t>
      </w:r>
      <w:r>
        <w:rPr>
          <w:rtl/>
        </w:rPr>
        <w:t>دان برو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چرا در دشمنى ما كوتاهى كند كسى</w:t>
      </w:r>
      <w:r w:rsidR="0020655A">
        <w:rPr>
          <w:rtl/>
        </w:rPr>
        <w:t xml:space="preserve"> </w:t>
      </w:r>
      <w:r>
        <w:rPr>
          <w:rtl/>
        </w:rPr>
        <w:t>كه همواره با چشم عداوت و ك</w:t>
      </w:r>
      <w:r w:rsidR="00E275C9">
        <w:rPr>
          <w:rtl/>
        </w:rPr>
        <w:t>ی</w:t>
      </w:r>
      <w:r>
        <w:rPr>
          <w:rtl/>
        </w:rPr>
        <w:t>نه به ما مى نگرد</w:t>
      </w:r>
      <w:r w:rsidR="00E275C9">
        <w:rPr>
          <w:rtl/>
        </w:rPr>
        <w:t xml:space="preserve">! </w:t>
      </w:r>
      <w:r>
        <w:rPr>
          <w:rtl/>
        </w:rPr>
        <w:t>و سپس بدون آنكه احساس گناهى كرده باشد مى گو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  <w:r>
        <w:rPr>
          <w:rtl/>
        </w:rPr>
        <w:t>اى كاش بزرگانم كه در بدر كشته شدند مى بودند تا شادى از سر و رو</w:t>
      </w:r>
      <w:r w:rsidR="00E275C9">
        <w:rPr>
          <w:rtl/>
        </w:rPr>
        <w:t>ی</w:t>
      </w:r>
      <w:r>
        <w:rPr>
          <w:rtl/>
        </w:rPr>
        <w:t>شان مى بار</w:t>
      </w:r>
      <w:r w:rsidR="00E275C9">
        <w:rPr>
          <w:rtl/>
        </w:rPr>
        <w:t>ی</w:t>
      </w:r>
      <w:r>
        <w:rPr>
          <w:rtl/>
        </w:rPr>
        <w:t xml:space="preserve">د و مى گفتند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دستت درد نكند</w:t>
      </w:r>
      <w:r w:rsidR="00E275C9">
        <w:rPr>
          <w:rtl/>
        </w:rPr>
        <w:t xml:space="preserve">!!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 xml:space="preserve">اى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در حالى ا</w:t>
      </w:r>
      <w:r w:rsidR="00E275C9">
        <w:rPr>
          <w:rtl/>
        </w:rPr>
        <w:t>ی</w:t>
      </w:r>
      <w:r>
        <w:rPr>
          <w:rtl/>
        </w:rPr>
        <w:t>ن سخنان را بر زبان مى رانى كه با چوب خ</w:t>
      </w:r>
      <w:r w:rsidR="00E275C9">
        <w:rPr>
          <w:rtl/>
        </w:rPr>
        <w:t>ی</w:t>
      </w:r>
      <w:r>
        <w:rPr>
          <w:rtl/>
        </w:rPr>
        <w:t>زران بر دندانهاى ابى عبداللّه</w:t>
      </w:r>
      <w:r w:rsidR="00E275C9">
        <w:rPr>
          <w:rtl/>
        </w:rPr>
        <w:t xml:space="preserve">، </w:t>
      </w:r>
      <w:r>
        <w:rPr>
          <w:rtl/>
        </w:rPr>
        <w:t>س</w:t>
      </w:r>
      <w:r w:rsidR="00E275C9">
        <w:rPr>
          <w:rtl/>
        </w:rPr>
        <w:t>ی</w:t>
      </w:r>
      <w:r>
        <w:rPr>
          <w:rtl/>
        </w:rPr>
        <w:t>دجوانان اهل بهشت مى زنى</w:t>
      </w:r>
      <w:r w:rsidR="00E275C9">
        <w:rPr>
          <w:rtl/>
        </w:rPr>
        <w:t xml:space="preserve">. </w:t>
      </w:r>
      <w:r>
        <w:rPr>
          <w:rtl/>
        </w:rPr>
        <w:t>چرا ا</w:t>
      </w:r>
      <w:r w:rsidR="00E275C9">
        <w:rPr>
          <w:rtl/>
        </w:rPr>
        <w:t>ی</w:t>
      </w:r>
      <w:r>
        <w:rPr>
          <w:rtl/>
        </w:rPr>
        <w:t>ن سخن را نگو</w:t>
      </w:r>
      <w:r w:rsidR="00E275C9">
        <w:rPr>
          <w:rtl/>
        </w:rPr>
        <w:t>ی</w:t>
      </w:r>
      <w:r>
        <w:rPr>
          <w:rtl/>
        </w:rPr>
        <w:t>ى</w:t>
      </w:r>
      <w:r w:rsidR="00E275C9">
        <w:rPr>
          <w:rtl/>
        </w:rPr>
        <w:t xml:space="preserve">؟!! </w:t>
      </w: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ن شعر را نخوانى</w:t>
      </w:r>
      <w:r w:rsidR="00E275C9">
        <w:rPr>
          <w:rtl/>
        </w:rPr>
        <w:t xml:space="preserve">؟ </w:t>
      </w:r>
      <w:r>
        <w:rPr>
          <w:rtl/>
        </w:rPr>
        <w:t xml:space="preserve">در صورتى كه دستت به خون فرزندان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غشته است و ستارگان درخشان زم</w:t>
      </w:r>
      <w:r w:rsidR="00E275C9">
        <w:rPr>
          <w:rtl/>
        </w:rPr>
        <w:t>ی</w:t>
      </w:r>
      <w:r>
        <w:rPr>
          <w:rtl/>
        </w:rPr>
        <w:t>ن را كه از دودمان عبدالمطلب بودند</w:t>
      </w:r>
      <w:r w:rsidR="00E275C9">
        <w:rPr>
          <w:rtl/>
        </w:rPr>
        <w:t xml:space="preserve">، </w:t>
      </w:r>
      <w:r>
        <w:rPr>
          <w:rtl/>
        </w:rPr>
        <w:t>خاموش كردى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اكنون هم پ</w:t>
      </w:r>
      <w:r w:rsidR="00E275C9">
        <w:rPr>
          <w:rtl/>
        </w:rPr>
        <w:t>ی</w:t>
      </w:r>
      <w:r>
        <w:rPr>
          <w:rtl/>
        </w:rPr>
        <w:t>ران طا</w:t>
      </w:r>
      <w:r w:rsidR="00E275C9">
        <w:rPr>
          <w:rtl/>
        </w:rPr>
        <w:t>ی</w:t>
      </w:r>
      <w:r>
        <w:rPr>
          <w:rtl/>
        </w:rPr>
        <w:t>فه خود را صدا مى زنى و مى پندارى كه به تو جواب خواهند داد</w:t>
      </w:r>
      <w:r w:rsidR="00E275C9">
        <w:rPr>
          <w:rtl/>
        </w:rPr>
        <w:t xml:space="preserve">، </w:t>
      </w:r>
      <w:r>
        <w:rPr>
          <w:rtl/>
        </w:rPr>
        <w:t>ولى به هم</w:t>
      </w:r>
      <w:r w:rsidR="00E275C9">
        <w:rPr>
          <w:rtl/>
        </w:rPr>
        <w:t>ی</w:t>
      </w:r>
      <w:r>
        <w:rPr>
          <w:rtl/>
        </w:rPr>
        <w:t>ن زودى تو ن</w:t>
      </w:r>
      <w:r w:rsidR="00E275C9">
        <w:rPr>
          <w:rtl/>
        </w:rPr>
        <w:t>ی</w:t>
      </w:r>
      <w:r>
        <w:rPr>
          <w:rtl/>
        </w:rPr>
        <w:t>ز به آنان ملحق خواهى شد</w:t>
      </w:r>
      <w:r w:rsidR="00E275C9">
        <w:rPr>
          <w:rtl/>
        </w:rPr>
        <w:t xml:space="preserve">، </w:t>
      </w:r>
      <w:r>
        <w:rPr>
          <w:rtl/>
        </w:rPr>
        <w:t>آن وقت آرزو خواهى كرد كه اى كاش</w:t>
      </w:r>
      <w:r w:rsidR="00E275C9">
        <w:rPr>
          <w:rtl/>
        </w:rPr>
        <w:t xml:space="preserve">! </w:t>
      </w:r>
      <w:r>
        <w:rPr>
          <w:rtl/>
        </w:rPr>
        <w:t>دستها</w:t>
      </w:r>
      <w:r w:rsidR="00E275C9">
        <w:rPr>
          <w:rtl/>
        </w:rPr>
        <w:t>ی</w:t>
      </w:r>
      <w:r>
        <w:rPr>
          <w:rtl/>
        </w:rPr>
        <w:t>ت شكسته و زبانت لال مى بود تا نمى گفتى آنچه به زبان آوردى و نمى كردى آنچه انجام دادى»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نجا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لحظاتى چند مكث كرد و سپس</w:t>
      </w:r>
      <w:r w:rsidR="00E275C9">
        <w:rPr>
          <w:rtl/>
        </w:rPr>
        <w:t xml:space="preserve"> </w:t>
      </w:r>
      <w:r>
        <w:rPr>
          <w:rtl/>
        </w:rPr>
        <w:t>با خداى خو</w:t>
      </w:r>
      <w:r w:rsidR="00E275C9">
        <w:rPr>
          <w:rtl/>
        </w:rPr>
        <w:t>ی</w:t>
      </w:r>
      <w:r>
        <w:rPr>
          <w:rtl/>
        </w:rPr>
        <w:t>ش چن</w:t>
      </w:r>
      <w:r w:rsidR="00E275C9">
        <w:rPr>
          <w:rtl/>
        </w:rPr>
        <w:t>ی</w:t>
      </w:r>
      <w:r>
        <w:rPr>
          <w:rtl/>
        </w:rPr>
        <w:t>ن گفت</w:t>
      </w:r>
      <w:r w:rsidR="00E275C9">
        <w:rPr>
          <w:rtl/>
        </w:rPr>
        <w:t xml:space="preserve">: </w:t>
      </w:r>
      <w:r>
        <w:rPr>
          <w:rtl/>
        </w:rPr>
        <w:t>«اى خداوند بزرگ</w:t>
      </w:r>
      <w:r w:rsidR="00E275C9">
        <w:rPr>
          <w:rtl/>
        </w:rPr>
        <w:t xml:space="preserve">! </w:t>
      </w:r>
      <w:r>
        <w:rPr>
          <w:rtl/>
        </w:rPr>
        <w:t>انتقام ما را از كسانى كه در حق مان ظلم روا داشتند بگ</w:t>
      </w:r>
      <w:r w:rsidR="00E275C9">
        <w:rPr>
          <w:rtl/>
        </w:rPr>
        <w:t>ی</w:t>
      </w:r>
      <w:r>
        <w:rPr>
          <w:rtl/>
        </w:rPr>
        <w:t>ر و بر آنانكه خون ما را ر</w:t>
      </w:r>
      <w:r w:rsidR="00E275C9">
        <w:rPr>
          <w:rtl/>
        </w:rPr>
        <w:t>ی</w:t>
      </w:r>
      <w:r>
        <w:rPr>
          <w:rtl/>
        </w:rPr>
        <w:t>ختند و حام</w:t>
      </w:r>
      <w:r w:rsidR="00E275C9">
        <w:rPr>
          <w:rtl/>
        </w:rPr>
        <w:t>ی</w:t>
      </w:r>
      <w:r>
        <w:rPr>
          <w:rtl/>
        </w:rPr>
        <w:t>ان ما را كشتند</w:t>
      </w:r>
      <w:r w:rsidR="00E275C9">
        <w:rPr>
          <w:rtl/>
        </w:rPr>
        <w:t xml:space="preserve">، </w:t>
      </w:r>
      <w:r>
        <w:rPr>
          <w:rtl/>
        </w:rPr>
        <w:t>غضب نما»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آنگاه خطاب به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ادامه داد</w:t>
      </w:r>
      <w:r w:rsidR="00E275C9">
        <w:rPr>
          <w:rtl/>
        </w:rPr>
        <w:t xml:space="preserve">: </w:t>
      </w:r>
      <w:r>
        <w:rPr>
          <w:rtl/>
        </w:rPr>
        <w:t xml:space="preserve">«اى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با ا</w:t>
      </w:r>
      <w:r w:rsidR="00E275C9">
        <w:rPr>
          <w:rtl/>
        </w:rPr>
        <w:t>ی</w:t>
      </w:r>
      <w:r>
        <w:rPr>
          <w:rtl/>
        </w:rPr>
        <w:t>ن كارها</w:t>
      </w:r>
      <w:r w:rsidR="00E275C9">
        <w:rPr>
          <w:rtl/>
        </w:rPr>
        <w:t>ی</w:t>
      </w:r>
      <w:r>
        <w:rPr>
          <w:rtl/>
        </w:rPr>
        <w:t>ت نكندى جز پوست خود را و پاره نكردى مگر گوشت خو</w:t>
      </w:r>
      <w:r w:rsidR="00E275C9">
        <w:rPr>
          <w:rtl/>
        </w:rPr>
        <w:t>ی</w:t>
      </w:r>
      <w:r>
        <w:rPr>
          <w:rtl/>
        </w:rPr>
        <w:t>ش را</w:t>
      </w:r>
      <w:r w:rsidR="00E275C9">
        <w:rPr>
          <w:rtl/>
        </w:rPr>
        <w:t xml:space="preserve">. </w:t>
      </w:r>
      <w:r>
        <w:rPr>
          <w:rtl/>
        </w:rPr>
        <w:t>و د</w:t>
      </w:r>
      <w:r w:rsidR="00E275C9">
        <w:rPr>
          <w:rtl/>
        </w:rPr>
        <w:t>ی</w:t>
      </w:r>
      <w:r>
        <w:rPr>
          <w:rtl/>
        </w:rPr>
        <w:t>رى نخواهد گذشت كه با ا</w:t>
      </w:r>
      <w:r w:rsidR="00E275C9">
        <w:rPr>
          <w:rtl/>
        </w:rPr>
        <w:t>ی</w:t>
      </w:r>
      <w:r>
        <w:rPr>
          <w:rtl/>
        </w:rPr>
        <w:t>ن بار سنگ</w:t>
      </w:r>
      <w:r w:rsidR="00E275C9">
        <w:rPr>
          <w:rtl/>
        </w:rPr>
        <w:t>ی</w:t>
      </w:r>
      <w:r>
        <w:rPr>
          <w:rtl/>
        </w:rPr>
        <w:t>نى</w:t>
      </w:r>
      <w:r w:rsidR="0020655A">
        <w:rPr>
          <w:rtl/>
        </w:rPr>
        <w:t xml:space="preserve"> </w:t>
      </w:r>
      <w:r>
        <w:rPr>
          <w:rtl/>
        </w:rPr>
        <w:t>كه از ر</w:t>
      </w:r>
      <w:r w:rsidR="00E275C9">
        <w:rPr>
          <w:rtl/>
        </w:rPr>
        <w:t>ی</w:t>
      </w:r>
      <w:r>
        <w:rPr>
          <w:rtl/>
        </w:rPr>
        <w:t>ختن خون فرزندان پ</w:t>
      </w:r>
      <w:r w:rsidR="00E275C9">
        <w:rPr>
          <w:rtl/>
        </w:rPr>
        <w:t>ی</w:t>
      </w:r>
      <w:r>
        <w:rPr>
          <w:rtl/>
        </w:rPr>
        <w:t>غمبر و هتك حرمت اهل ب</w:t>
      </w:r>
      <w:r w:rsidR="00E275C9">
        <w:rPr>
          <w:rtl/>
        </w:rPr>
        <w:t>ی</w:t>
      </w:r>
      <w:r>
        <w:rPr>
          <w:rtl/>
        </w:rPr>
        <w:t>ت او بر گردن گرفته اى</w:t>
      </w:r>
      <w:r w:rsidR="00E275C9">
        <w:rPr>
          <w:rtl/>
        </w:rPr>
        <w:t xml:space="preserve">، </w:t>
      </w:r>
      <w:r>
        <w:rPr>
          <w:rtl/>
        </w:rPr>
        <w:t xml:space="preserve">بر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وارد شوى</w:t>
      </w:r>
      <w:r w:rsidR="00E275C9">
        <w:rPr>
          <w:rtl/>
        </w:rPr>
        <w:t xml:space="preserve">. </w:t>
      </w:r>
      <w:r>
        <w:rPr>
          <w:rtl/>
        </w:rPr>
        <w:t>در آن روز خداوند پراكندگى آنان را جمع كند و حقشان را بگ</w:t>
      </w:r>
      <w:r w:rsidR="00E275C9">
        <w:rPr>
          <w:rtl/>
        </w:rPr>
        <w:t>ی</w:t>
      </w:r>
      <w:r>
        <w:rPr>
          <w:rtl/>
        </w:rPr>
        <w:t>رد</w:t>
      </w:r>
      <w:r w:rsidR="00E275C9">
        <w:rPr>
          <w:rtl/>
        </w:rPr>
        <w:t xml:space="preserve">. </w:t>
      </w:r>
      <w:r>
        <w:rPr>
          <w:rtl/>
        </w:rPr>
        <w:t>هرگز مپندار</w:t>
      </w:r>
      <w:r w:rsidR="00E275C9">
        <w:rPr>
          <w:rtl/>
        </w:rPr>
        <w:t>ی</w:t>
      </w:r>
      <w:r>
        <w:rPr>
          <w:rtl/>
        </w:rPr>
        <w:t>د آنانكه در راه خدا كشته شدند مردگانند</w:t>
      </w:r>
      <w:r w:rsidR="00E275C9">
        <w:rPr>
          <w:rtl/>
        </w:rPr>
        <w:t xml:space="preserve">، </w:t>
      </w:r>
      <w:r>
        <w:rPr>
          <w:rtl/>
        </w:rPr>
        <w:t>بلكه آنان زنده اند و نزد پروردگار خود روزى مى خورند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براى تو كافى است آن هنگامى كه داور</w:t>
      </w:r>
      <w:r w:rsidR="00E275C9">
        <w:rPr>
          <w:rtl/>
        </w:rPr>
        <w:t xml:space="preserve">، </w:t>
      </w:r>
      <w:r>
        <w:rPr>
          <w:rtl/>
        </w:rPr>
        <w:t>خداوند باشد و محمد دشمن تو در حالى كه جبرائ</w:t>
      </w:r>
      <w:r w:rsidR="00E275C9">
        <w:rPr>
          <w:rtl/>
        </w:rPr>
        <w:t>ی</w:t>
      </w:r>
      <w:r>
        <w:rPr>
          <w:rtl/>
        </w:rPr>
        <w:t>ل پشت</w:t>
      </w:r>
      <w:r w:rsidR="00E275C9">
        <w:rPr>
          <w:rtl/>
        </w:rPr>
        <w:t>ی</w:t>
      </w:r>
      <w:r>
        <w:rPr>
          <w:rtl/>
        </w:rPr>
        <w:t xml:space="preserve">بان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باشد</w:t>
      </w:r>
      <w:r w:rsidR="00E275C9">
        <w:rPr>
          <w:rtl/>
        </w:rPr>
        <w:t xml:space="preserve">. </w:t>
      </w:r>
      <w:r>
        <w:rPr>
          <w:rtl/>
        </w:rPr>
        <w:t>چه نزد</w:t>
      </w:r>
      <w:r w:rsidR="00E275C9">
        <w:rPr>
          <w:rtl/>
        </w:rPr>
        <w:t>ی</w:t>
      </w:r>
      <w:r>
        <w:rPr>
          <w:rtl/>
        </w:rPr>
        <w:t>ك است بفهمند آن كسانى كه تو را بر ا</w:t>
      </w:r>
      <w:r w:rsidR="00E275C9">
        <w:rPr>
          <w:rtl/>
        </w:rPr>
        <w:t>ی</w:t>
      </w:r>
      <w:r>
        <w:rPr>
          <w:rtl/>
        </w:rPr>
        <w:t>ن مسند و بر گردنهاى مسلمانان سوار كردند</w:t>
      </w:r>
      <w:r w:rsidR="00E275C9">
        <w:rPr>
          <w:rtl/>
        </w:rPr>
        <w:t xml:space="preserve">، </w:t>
      </w:r>
      <w:r>
        <w:rPr>
          <w:rtl/>
        </w:rPr>
        <w:t>چه نكوه</w:t>
      </w:r>
      <w:r w:rsidR="00E275C9">
        <w:rPr>
          <w:rtl/>
        </w:rPr>
        <w:t>ی</w:t>
      </w:r>
      <w:r>
        <w:rPr>
          <w:rtl/>
        </w:rPr>
        <w:t>ده بدلى از ستمكاران انتخاب كرده اند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و خواهند دانست كدام</w:t>
      </w:r>
      <w:r w:rsidR="00E275C9">
        <w:rPr>
          <w:rtl/>
        </w:rPr>
        <w:t>ی</w:t>
      </w:r>
      <w:r>
        <w:rPr>
          <w:rtl/>
        </w:rPr>
        <w:t>ك از شما بدبخت تر است و سپاهش</w:t>
      </w:r>
      <w:r w:rsidR="00E275C9">
        <w:rPr>
          <w:rtl/>
        </w:rPr>
        <w:t xml:space="preserve"> </w:t>
      </w:r>
      <w:r>
        <w:rPr>
          <w:rtl/>
        </w:rPr>
        <w:t>ضع</w:t>
      </w:r>
      <w:r w:rsidR="00E275C9">
        <w:rPr>
          <w:rtl/>
        </w:rPr>
        <w:t>ی</w:t>
      </w:r>
      <w:r>
        <w:rPr>
          <w:rtl/>
        </w:rPr>
        <w:t>ف تر و ناتوانتر</w:t>
      </w:r>
      <w:r w:rsidR="00E275C9">
        <w:rPr>
          <w:rtl/>
        </w:rPr>
        <w:t xml:space="preserve">. </w:t>
      </w:r>
      <w:r>
        <w:rPr>
          <w:rtl/>
        </w:rPr>
        <w:t>اگرچه روزگار</w:t>
      </w:r>
      <w:r w:rsidR="00E275C9">
        <w:rPr>
          <w:rtl/>
        </w:rPr>
        <w:t xml:space="preserve">، </w:t>
      </w:r>
      <w:r>
        <w:rPr>
          <w:rtl/>
        </w:rPr>
        <w:t>مرا به سخن گفتن با تو وادار كرد</w:t>
      </w:r>
      <w:r w:rsidR="00E275C9">
        <w:rPr>
          <w:rtl/>
        </w:rPr>
        <w:t xml:space="preserve">، </w:t>
      </w:r>
      <w:r>
        <w:rPr>
          <w:rtl/>
        </w:rPr>
        <w:t>ولى من تو را ناچ</w:t>
      </w:r>
      <w:r w:rsidR="00E275C9">
        <w:rPr>
          <w:rtl/>
        </w:rPr>
        <w:t>ی</w:t>
      </w:r>
      <w:r>
        <w:rPr>
          <w:rtl/>
        </w:rPr>
        <w:t>زتر از آن مى دانم كه با تو سخن بگو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، </w:t>
      </w:r>
      <w:r>
        <w:rPr>
          <w:rtl/>
        </w:rPr>
        <w:t>در حالى كه سرزنش تو بزرگ است و توب</w:t>
      </w:r>
      <w:r w:rsidR="00E275C9">
        <w:rPr>
          <w:rtl/>
        </w:rPr>
        <w:t>ی</w:t>
      </w:r>
      <w:r>
        <w:rPr>
          <w:rtl/>
        </w:rPr>
        <w:t>خ تو بس</w:t>
      </w:r>
      <w:r w:rsidR="00E275C9">
        <w:rPr>
          <w:rtl/>
        </w:rPr>
        <w:t>ی</w:t>
      </w:r>
      <w:r>
        <w:rPr>
          <w:rtl/>
        </w:rPr>
        <w:t>ار</w:t>
      </w:r>
      <w:r w:rsidR="00E275C9">
        <w:rPr>
          <w:rtl/>
        </w:rPr>
        <w:t xml:space="preserve">. </w:t>
      </w:r>
      <w:r>
        <w:rPr>
          <w:rtl/>
        </w:rPr>
        <w:t>لكن چشمها اشك مى ر</w:t>
      </w:r>
      <w:r w:rsidR="00E275C9">
        <w:rPr>
          <w:rtl/>
        </w:rPr>
        <w:t>ی</w:t>
      </w:r>
      <w:r>
        <w:rPr>
          <w:rtl/>
        </w:rPr>
        <w:t>زد و س</w:t>
      </w:r>
      <w:r w:rsidR="00E275C9">
        <w:rPr>
          <w:rtl/>
        </w:rPr>
        <w:t>ی</w:t>
      </w:r>
      <w:r>
        <w:rPr>
          <w:rtl/>
        </w:rPr>
        <w:t>نه ها از آتش غمها مى سوزد</w:t>
      </w:r>
      <w:r w:rsidR="00E275C9">
        <w:rPr>
          <w:rtl/>
        </w:rPr>
        <w:t xml:space="preserve">. </w:t>
      </w:r>
      <w:r>
        <w:rPr>
          <w:rtl/>
        </w:rPr>
        <w:t>آه</w:t>
      </w:r>
      <w:r w:rsidR="00E275C9">
        <w:rPr>
          <w:rtl/>
        </w:rPr>
        <w:t xml:space="preserve">! </w:t>
      </w:r>
      <w:r>
        <w:rPr>
          <w:rtl/>
        </w:rPr>
        <w:t>چه امر شگفت انگ</w:t>
      </w:r>
      <w:r w:rsidR="00E275C9">
        <w:rPr>
          <w:rtl/>
        </w:rPr>
        <w:t>ی</w:t>
      </w:r>
      <w:r>
        <w:rPr>
          <w:rtl/>
        </w:rPr>
        <w:t>زى است كه نجباى حزب خدا به دست حزب ش</w:t>
      </w:r>
      <w:r w:rsidR="00E275C9">
        <w:rPr>
          <w:rtl/>
        </w:rPr>
        <w:t>ی</w:t>
      </w:r>
      <w:r>
        <w:rPr>
          <w:rtl/>
        </w:rPr>
        <w:t>طانِ آزاد شده</w:t>
      </w:r>
      <w:r w:rsidR="00E275C9">
        <w:rPr>
          <w:rtl/>
        </w:rPr>
        <w:t xml:space="preserve">، </w:t>
      </w:r>
      <w:r>
        <w:rPr>
          <w:rtl/>
        </w:rPr>
        <w:t>كشته شوند</w:t>
      </w:r>
      <w:r w:rsidR="00E275C9">
        <w:rPr>
          <w:rtl/>
        </w:rPr>
        <w:t xml:space="preserve">، </w:t>
      </w:r>
      <w:r>
        <w:rPr>
          <w:rtl/>
        </w:rPr>
        <w:t>خون ما از ا</w:t>
      </w:r>
      <w:r w:rsidR="00E275C9">
        <w:rPr>
          <w:rtl/>
        </w:rPr>
        <w:t>ی</w:t>
      </w:r>
      <w:r>
        <w:rPr>
          <w:rtl/>
        </w:rPr>
        <w:t>ن دستها مى ر</w:t>
      </w:r>
      <w:r w:rsidR="00E275C9">
        <w:rPr>
          <w:rtl/>
        </w:rPr>
        <w:t>ی</w:t>
      </w:r>
      <w:r>
        <w:rPr>
          <w:rtl/>
        </w:rPr>
        <w:t>زد و گوشت ما در ا</w:t>
      </w:r>
      <w:r w:rsidR="00E275C9">
        <w:rPr>
          <w:rtl/>
        </w:rPr>
        <w:t>ی</w:t>
      </w:r>
      <w:r>
        <w:rPr>
          <w:rtl/>
        </w:rPr>
        <w:t>ن دهانها جو</w:t>
      </w:r>
      <w:r w:rsidR="00E275C9">
        <w:rPr>
          <w:rtl/>
        </w:rPr>
        <w:t>ی</w:t>
      </w:r>
      <w:r>
        <w:rPr>
          <w:rtl/>
        </w:rPr>
        <w:t>ده مى شود</w:t>
      </w:r>
      <w:r w:rsidR="00E275C9">
        <w:rPr>
          <w:rtl/>
        </w:rPr>
        <w:t xml:space="preserve">! </w:t>
      </w:r>
      <w:r>
        <w:rPr>
          <w:rtl/>
        </w:rPr>
        <w:t>و آن بدنهاى پاك و پاك</w:t>
      </w:r>
      <w:r w:rsidR="00E275C9">
        <w:rPr>
          <w:rtl/>
        </w:rPr>
        <w:t>ی</w:t>
      </w:r>
      <w:r>
        <w:rPr>
          <w:rtl/>
        </w:rPr>
        <w:t>زه در روى زم</w:t>
      </w:r>
      <w:r w:rsidR="00E275C9">
        <w:rPr>
          <w:rtl/>
        </w:rPr>
        <w:t>ی</w:t>
      </w:r>
      <w:r>
        <w:rPr>
          <w:rtl/>
        </w:rPr>
        <w:t>ن مانده و اسارت ما را غن</w:t>
      </w:r>
      <w:r w:rsidR="00E275C9">
        <w:rPr>
          <w:rtl/>
        </w:rPr>
        <w:t>ی</w:t>
      </w:r>
      <w:r>
        <w:rPr>
          <w:rtl/>
        </w:rPr>
        <w:t>مت شمرده اى</w:t>
      </w:r>
      <w:r w:rsidR="00E275C9">
        <w:rPr>
          <w:rtl/>
        </w:rPr>
        <w:t xml:space="preserve">، </w:t>
      </w:r>
      <w:r>
        <w:rPr>
          <w:rtl/>
        </w:rPr>
        <w:t>زود است كه غرامت اعمال ناپسند خود راخواهى پرداخت در حالى كه چ</w:t>
      </w:r>
      <w:r w:rsidR="00E275C9">
        <w:rPr>
          <w:rtl/>
        </w:rPr>
        <w:t>ی</w:t>
      </w:r>
      <w:r>
        <w:rPr>
          <w:rtl/>
        </w:rPr>
        <w:t>زى</w:t>
      </w:r>
      <w:r w:rsidR="0020655A">
        <w:rPr>
          <w:rtl/>
        </w:rPr>
        <w:t xml:space="preserve"> </w:t>
      </w:r>
      <w:r>
        <w:rPr>
          <w:rtl/>
        </w:rPr>
        <w:t>نداشته باشى مگر آنچه از قبل فرستاده اى و پروردگار تو به بندگان خود ستم نخواهد كرد و ما شكا</w:t>
      </w:r>
      <w:r w:rsidR="00E275C9">
        <w:rPr>
          <w:rtl/>
        </w:rPr>
        <w:t>ی</w:t>
      </w:r>
      <w:r>
        <w:rPr>
          <w:rtl/>
        </w:rPr>
        <w:t>ت خو</w:t>
      </w:r>
      <w:r w:rsidR="00E275C9">
        <w:rPr>
          <w:rtl/>
        </w:rPr>
        <w:t>ی</w:t>
      </w:r>
      <w:r>
        <w:rPr>
          <w:rtl/>
        </w:rPr>
        <w:t>ش را بدو مى بر</w:t>
      </w:r>
      <w:r w:rsidR="00E275C9">
        <w:rPr>
          <w:rtl/>
        </w:rPr>
        <w:t>ی</w:t>
      </w:r>
      <w:r>
        <w:rPr>
          <w:rtl/>
        </w:rPr>
        <w:t>م و به او پناه مى جو</w:t>
      </w:r>
      <w:r w:rsidR="00E275C9">
        <w:rPr>
          <w:rtl/>
        </w:rPr>
        <w:t>یی</w:t>
      </w:r>
      <w:r>
        <w:rPr>
          <w:rtl/>
        </w:rPr>
        <w:t>م</w:t>
      </w:r>
      <w:r w:rsidR="00E275C9">
        <w:rPr>
          <w:rtl/>
        </w:rPr>
        <w:t xml:space="preserve">. </w:t>
      </w:r>
      <w:r>
        <w:rPr>
          <w:rtl/>
        </w:rPr>
        <w:t xml:space="preserve">و تو اى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آنچه در توان دارى انجام بده و ن</w:t>
      </w:r>
      <w:r w:rsidR="00E275C9">
        <w:rPr>
          <w:rtl/>
        </w:rPr>
        <w:t>ی</w:t>
      </w:r>
      <w:r>
        <w:rPr>
          <w:rtl/>
        </w:rPr>
        <w:t>رنگ و فر</w:t>
      </w:r>
      <w:r w:rsidR="00E275C9">
        <w:rPr>
          <w:rtl/>
        </w:rPr>
        <w:t>ی</w:t>
      </w:r>
      <w:r>
        <w:rPr>
          <w:rtl/>
        </w:rPr>
        <w:t>ب خو</w:t>
      </w:r>
      <w:r w:rsidR="00E275C9">
        <w:rPr>
          <w:rtl/>
        </w:rPr>
        <w:t>ی</w:t>
      </w:r>
      <w:r>
        <w:rPr>
          <w:rtl/>
        </w:rPr>
        <w:t>ش را به كار 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، </w:t>
      </w:r>
      <w:r>
        <w:rPr>
          <w:rtl/>
        </w:rPr>
        <w:t>در ا</w:t>
      </w:r>
      <w:r w:rsidR="00E275C9">
        <w:rPr>
          <w:rtl/>
        </w:rPr>
        <w:t>ی</w:t>
      </w:r>
      <w:r>
        <w:rPr>
          <w:rtl/>
        </w:rPr>
        <w:t>ن مورد نها</w:t>
      </w:r>
      <w:r w:rsidR="00E275C9">
        <w:rPr>
          <w:rtl/>
        </w:rPr>
        <w:t>ی</w:t>
      </w:r>
      <w:r>
        <w:rPr>
          <w:rtl/>
        </w:rPr>
        <w:t>ت سعى و كوشش خود را بنما ولى به خدا سوگند</w:t>
      </w:r>
      <w:r w:rsidR="00E275C9">
        <w:rPr>
          <w:rtl/>
        </w:rPr>
        <w:t xml:space="preserve">! </w:t>
      </w:r>
      <w:r>
        <w:rPr>
          <w:rtl/>
        </w:rPr>
        <w:t>كه هرگز نخواهى توانست نام ما را محو و پرتو وحى ما را بم</w:t>
      </w:r>
      <w:r w:rsidR="00E275C9">
        <w:rPr>
          <w:rtl/>
        </w:rPr>
        <w:t>ی</w:t>
      </w:r>
      <w:r>
        <w:rPr>
          <w:rtl/>
        </w:rPr>
        <w:t>رانى و به منتهاى مقام ما برسى و ننگ عار جنا</w:t>
      </w:r>
      <w:r w:rsidR="00E275C9">
        <w:rPr>
          <w:rtl/>
        </w:rPr>
        <w:t>ی</w:t>
      </w:r>
      <w:r>
        <w:rPr>
          <w:rtl/>
        </w:rPr>
        <w:t>ات خو</w:t>
      </w:r>
      <w:r w:rsidR="00E275C9">
        <w:rPr>
          <w:rtl/>
        </w:rPr>
        <w:t>ی</w:t>
      </w:r>
      <w:r>
        <w:rPr>
          <w:rtl/>
        </w:rPr>
        <w:t>ش را از دامان آلوده ات بشو</w:t>
      </w:r>
      <w:r w:rsidR="00E275C9">
        <w:rPr>
          <w:rtl/>
        </w:rPr>
        <w:t>ی</w:t>
      </w:r>
      <w:r>
        <w:rPr>
          <w:rtl/>
        </w:rPr>
        <w:t>ى</w:t>
      </w:r>
      <w:r w:rsidR="00E275C9">
        <w:rPr>
          <w:rtl/>
        </w:rPr>
        <w:t xml:space="preserve">. </w:t>
      </w:r>
      <w:r>
        <w:rPr>
          <w:rtl/>
        </w:rPr>
        <w:t>و چقدر خِرَد تو ضع</w:t>
      </w:r>
      <w:r w:rsidR="00E275C9">
        <w:rPr>
          <w:rtl/>
        </w:rPr>
        <w:t>ی</w:t>
      </w:r>
      <w:r>
        <w:rPr>
          <w:rtl/>
        </w:rPr>
        <w:t>ف است و زندگانى تو اندك و جمع تو پراكنده</w:t>
      </w:r>
      <w:r w:rsidR="00E275C9">
        <w:rPr>
          <w:rtl/>
        </w:rPr>
        <w:t xml:space="preserve">. </w:t>
      </w:r>
      <w:r>
        <w:rPr>
          <w:rtl/>
        </w:rPr>
        <w:t>فرا خواهد رس</w:t>
      </w:r>
      <w:r w:rsidR="00E275C9">
        <w:rPr>
          <w:rtl/>
        </w:rPr>
        <w:t>ی</w:t>
      </w:r>
      <w:r>
        <w:rPr>
          <w:rtl/>
        </w:rPr>
        <w:t>د روزى كه منادى</w:t>
      </w:r>
      <w:r w:rsidR="00E275C9">
        <w:rPr>
          <w:rtl/>
        </w:rPr>
        <w:t xml:space="preserve">، </w:t>
      </w:r>
      <w:r>
        <w:rPr>
          <w:rtl/>
        </w:rPr>
        <w:t>فر</w:t>
      </w:r>
      <w:r w:rsidR="00E275C9">
        <w:rPr>
          <w:rtl/>
        </w:rPr>
        <w:t>ی</w:t>
      </w:r>
      <w:r>
        <w:rPr>
          <w:rtl/>
        </w:rPr>
        <w:t>اد برآورد كه</w:t>
      </w:r>
      <w:r w:rsidR="00E275C9">
        <w:rPr>
          <w:rtl/>
        </w:rPr>
        <w:t xml:space="preserve">: </w:t>
      </w:r>
      <w:r>
        <w:rPr>
          <w:rtl/>
        </w:rPr>
        <w:t>لعنت خداوند بر ستمگران باد</w:t>
      </w:r>
      <w:r w:rsidR="00E275C9">
        <w:rPr>
          <w:rtl/>
        </w:rPr>
        <w:t xml:space="preserve">. </w:t>
      </w:r>
    </w:p>
    <w:p w:rsidR="00134B66" w:rsidRPr="002D3AA4" w:rsidRDefault="00134B66" w:rsidP="00134B66">
      <w:pPr>
        <w:pStyle w:val="libNormal"/>
        <w:rPr>
          <w:rStyle w:val="libFootnotenumChar"/>
          <w:rtl/>
        </w:rPr>
      </w:pPr>
      <w:r>
        <w:rPr>
          <w:rtl/>
        </w:rPr>
        <w:t>سپاس خدا</w:t>
      </w:r>
      <w:r w:rsidR="00E275C9">
        <w:rPr>
          <w:rtl/>
        </w:rPr>
        <w:t>ی</w:t>
      </w:r>
      <w:r>
        <w:rPr>
          <w:rtl/>
        </w:rPr>
        <w:t>ى را كه آغاز كار ما را به سعادت و مغفرت و پا</w:t>
      </w:r>
      <w:r w:rsidR="00E275C9">
        <w:rPr>
          <w:rtl/>
        </w:rPr>
        <w:t>ی</w:t>
      </w:r>
      <w:r>
        <w:rPr>
          <w:rtl/>
        </w:rPr>
        <w:t>ان آن را به شهادت و رحمت ختم نمود</w:t>
      </w:r>
      <w:r w:rsidR="00E275C9">
        <w:rPr>
          <w:rtl/>
        </w:rPr>
        <w:t xml:space="preserve">. </w:t>
      </w:r>
      <w:r>
        <w:rPr>
          <w:rtl/>
        </w:rPr>
        <w:t>از خداوند مى خواه</w:t>
      </w:r>
      <w:r w:rsidR="00E275C9">
        <w:rPr>
          <w:rtl/>
        </w:rPr>
        <w:t>ی</w:t>
      </w:r>
      <w:r>
        <w:rPr>
          <w:rtl/>
        </w:rPr>
        <w:t>م كه نعمت خود را بر شه</w:t>
      </w:r>
      <w:r w:rsidR="00E275C9">
        <w:rPr>
          <w:rtl/>
        </w:rPr>
        <w:t>ی</w:t>
      </w:r>
      <w:r>
        <w:rPr>
          <w:rtl/>
        </w:rPr>
        <w:t>دان ما كامل كند و بر اجر و مزد آنان ب</w:t>
      </w:r>
      <w:r w:rsidR="00E275C9">
        <w:rPr>
          <w:rtl/>
        </w:rPr>
        <w:t>ی</w:t>
      </w:r>
      <w:r>
        <w:rPr>
          <w:rtl/>
        </w:rPr>
        <w:t>فزا</w:t>
      </w:r>
      <w:r w:rsidR="00E275C9">
        <w:rPr>
          <w:rtl/>
        </w:rPr>
        <w:t>ی</w:t>
      </w:r>
      <w:r>
        <w:rPr>
          <w:rtl/>
        </w:rPr>
        <w:t>د و ما را به جانش</w:t>
      </w:r>
      <w:r w:rsidR="00E275C9">
        <w:rPr>
          <w:rtl/>
        </w:rPr>
        <w:t>ی</w:t>
      </w:r>
      <w:r>
        <w:rPr>
          <w:rtl/>
        </w:rPr>
        <w:t>نان شا</w:t>
      </w:r>
      <w:r w:rsidR="00E275C9">
        <w:rPr>
          <w:rtl/>
        </w:rPr>
        <w:t>ی</w:t>
      </w:r>
      <w:r>
        <w:rPr>
          <w:rtl/>
        </w:rPr>
        <w:t>سته مفتخر دارد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او خداى بخشنده و مهربان است و خداوند ما را كافى است و چه ن</w:t>
      </w:r>
      <w:r w:rsidR="00E275C9">
        <w:rPr>
          <w:rtl/>
        </w:rPr>
        <w:t>ی</w:t>
      </w:r>
      <w:r>
        <w:rPr>
          <w:rtl/>
        </w:rPr>
        <w:t>كو وك</w:t>
      </w:r>
      <w:r w:rsidR="00E275C9">
        <w:rPr>
          <w:rtl/>
        </w:rPr>
        <w:t>ی</w:t>
      </w:r>
      <w:r>
        <w:rPr>
          <w:rtl/>
        </w:rPr>
        <w:t>لى است»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60</w:t>
      </w:r>
      <w:r w:rsidRPr="00B52B2E">
        <w:rPr>
          <w:rStyle w:val="libFootnotenumChar"/>
          <w:rtl/>
        </w:rPr>
        <w:t>)</w:t>
      </w:r>
    </w:p>
    <w:p w:rsidR="00E275C9" w:rsidRDefault="00134B66" w:rsidP="00134B66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>پس از شن</w:t>
      </w:r>
      <w:r w:rsidR="00E275C9">
        <w:rPr>
          <w:rtl/>
        </w:rPr>
        <w:t>ی</w:t>
      </w:r>
      <w:r>
        <w:rPr>
          <w:rtl/>
        </w:rPr>
        <w:t>دن ا</w:t>
      </w:r>
      <w:r w:rsidR="00E275C9">
        <w:rPr>
          <w:rtl/>
        </w:rPr>
        <w:t>ی</w:t>
      </w:r>
      <w:r>
        <w:rPr>
          <w:rtl/>
        </w:rPr>
        <w:t>ن خطبه آتش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>،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در نها</w:t>
      </w:r>
      <w:r w:rsidR="00E275C9">
        <w:rPr>
          <w:rtl/>
        </w:rPr>
        <w:t>ی</w:t>
      </w:r>
      <w:r>
        <w:rPr>
          <w:rtl/>
        </w:rPr>
        <w:t>ت خشم به اطراف</w:t>
      </w:r>
      <w:r w:rsidR="00E275C9">
        <w:rPr>
          <w:rtl/>
        </w:rPr>
        <w:t>ی</w:t>
      </w:r>
      <w:r>
        <w:rPr>
          <w:rtl/>
        </w:rPr>
        <w:t>ان خود به مشورت پرداخت و گفت</w:t>
      </w:r>
      <w:r w:rsidR="00E275C9">
        <w:rPr>
          <w:rtl/>
        </w:rPr>
        <w:t xml:space="preserve">: </w:t>
      </w:r>
      <w:r>
        <w:rPr>
          <w:rtl/>
        </w:rPr>
        <w:t>با ا</w:t>
      </w:r>
      <w:r w:rsidR="00E275C9">
        <w:rPr>
          <w:rtl/>
        </w:rPr>
        <w:t>ی</w:t>
      </w:r>
      <w:r>
        <w:rPr>
          <w:rtl/>
        </w:rPr>
        <w:t>ن اس</w:t>
      </w:r>
      <w:r w:rsidR="00E275C9">
        <w:rPr>
          <w:rtl/>
        </w:rPr>
        <w:t>ی</w:t>
      </w:r>
      <w:r>
        <w:rPr>
          <w:rtl/>
        </w:rPr>
        <w:t>ران چگونه رفتار كنم</w:t>
      </w:r>
      <w:r w:rsidR="00E275C9">
        <w:rPr>
          <w:rtl/>
        </w:rPr>
        <w:t xml:space="preserve">؟ </w:t>
      </w:r>
      <w:r>
        <w:rPr>
          <w:rtl/>
        </w:rPr>
        <w:t>آنان به كشتن اهل ب</w:t>
      </w:r>
      <w:r w:rsidR="00E275C9">
        <w:rPr>
          <w:rtl/>
        </w:rPr>
        <w:t>ی</w:t>
      </w:r>
      <w:r>
        <w:rPr>
          <w:rtl/>
        </w:rPr>
        <w:t>ت راءى دادند</w:t>
      </w:r>
      <w:r w:rsidR="00E275C9">
        <w:rPr>
          <w:rtl/>
        </w:rPr>
        <w:t xml:space="preserve">! </w:t>
      </w:r>
      <w:r>
        <w:rPr>
          <w:rtl/>
        </w:rPr>
        <w:t>ولى «نعمان بن بش</w:t>
      </w:r>
      <w:r w:rsidR="00E275C9">
        <w:rPr>
          <w:rtl/>
        </w:rPr>
        <w:t>ی</w:t>
      </w:r>
      <w:r>
        <w:rPr>
          <w:rtl/>
        </w:rPr>
        <w:t>ر» گفت</w:t>
      </w:r>
      <w:r w:rsidR="00E275C9">
        <w:rPr>
          <w:rtl/>
        </w:rPr>
        <w:t xml:space="preserve">: </w:t>
      </w:r>
      <w:r>
        <w:rPr>
          <w:rtl/>
        </w:rPr>
        <w:t xml:space="preserve">بنگر كه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با</w:t>
      </w:r>
      <w:r w:rsidR="0020655A">
        <w:rPr>
          <w:rtl/>
        </w:rPr>
        <w:t xml:space="preserve"> </w:t>
      </w:r>
      <w:r>
        <w:rPr>
          <w:rtl/>
        </w:rPr>
        <w:t>اس</w:t>
      </w:r>
      <w:r w:rsidR="00E275C9">
        <w:rPr>
          <w:rtl/>
        </w:rPr>
        <w:t>ی</w:t>
      </w:r>
      <w:r>
        <w:rPr>
          <w:rtl/>
        </w:rPr>
        <w:t>ران</w:t>
      </w:r>
      <w:r w:rsidR="00E275C9">
        <w:rPr>
          <w:rtl/>
        </w:rPr>
        <w:t xml:space="preserve">، </w:t>
      </w:r>
      <w:r>
        <w:rPr>
          <w:rtl/>
        </w:rPr>
        <w:t>چگونه رفتارى داشت</w:t>
      </w:r>
      <w:r w:rsidR="00E275C9">
        <w:rPr>
          <w:rtl/>
        </w:rPr>
        <w:t xml:space="preserve">، </w:t>
      </w:r>
      <w:r>
        <w:rPr>
          <w:rtl/>
        </w:rPr>
        <w:t>تو ن</w:t>
      </w:r>
      <w:r w:rsidR="00E275C9">
        <w:rPr>
          <w:rtl/>
        </w:rPr>
        <w:t>ی</w:t>
      </w:r>
      <w:r>
        <w:rPr>
          <w:rtl/>
        </w:rPr>
        <w:t>ز به همانگونه رفتار كن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61</w:t>
      </w:r>
      <w:r w:rsidRPr="00B52B2E">
        <w:rPr>
          <w:rStyle w:val="libFootnotenumChar"/>
          <w:rtl/>
        </w:rPr>
        <w:t>)</w:t>
      </w:r>
    </w:p>
    <w:p w:rsidR="00134B66" w:rsidRDefault="00F20071" w:rsidP="00F20071">
      <w:pPr>
        <w:pStyle w:val="Heading2"/>
        <w:rPr>
          <w:rtl/>
        </w:rPr>
      </w:pPr>
      <w:r>
        <w:rPr>
          <w:rtl/>
        </w:rPr>
        <w:br w:type="page"/>
      </w:r>
      <w:bookmarkStart w:id="8" w:name="_Toc425238177"/>
      <w:r w:rsidR="00E275C9">
        <w:rPr>
          <w:rtl/>
        </w:rPr>
        <w:lastRenderedPageBreak/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سعى مى كند جنا</w:t>
      </w:r>
      <w:r w:rsidR="00E275C9">
        <w:rPr>
          <w:rtl/>
        </w:rPr>
        <w:t>ی</w:t>
      </w:r>
      <w:r w:rsidR="00134B66">
        <w:rPr>
          <w:rtl/>
        </w:rPr>
        <w:t>ت را به گردن ابن ز</w:t>
      </w:r>
      <w:r w:rsidR="00E275C9">
        <w:rPr>
          <w:rtl/>
        </w:rPr>
        <w:t>ی</w:t>
      </w:r>
      <w:r w:rsidR="00134B66">
        <w:rPr>
          <w:rtl/>
        </w:rPr>
        <w:t>اد ب</w:t>
      </w:r>
      <w:r w:rsidR="00E275C9">
        <w:rPr>
          <w:rtl/>
        </w:rPr>
        <w:t>ی</w:t>
      </w:r>
      <w:r w:rsidR="00134B66">
        <w:rPr>
          <w:rtl/>
        </w:rPr>
        <w:t>ندازد</w:t>
      </w:r>
      <w:bookmarkEnd w:id="8"/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هرچه از حضور اسرا در مجلس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</w:t>
      </w:r>
      <w:r w:rsidR="00E275C9">
        <w:rPr>
          <w:rtl/>
        </w:rPr>
        <w:t>ی</w:t>
      </w:r>
      <w:r>
        <w:rPr>
          <w:rtl/>
        </w:rPr>
        <w:t>شتر مى گذشت و هر اتفاق جد</w:t>
      </w:r>
      <w:r w:rsidR="00E275C9">
        <w:rPr>
          <w:rtl/>
        </w:rPr>
        <w:t>ی</w:t>
      </w:r>
      <w:r>
        <w:rPr>
          <w:rtl/>
        </w:rPr>
        <w:t>دى كه رخ مى داد</w:t>
      </w:r>
      <w:r w:rsidR="00E275C9">
        <w:rPr>
          <w:rtl/>
        </w:rPr>
        <w:t xml:space="preserve">،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شتر از پ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باعث ر</w:t>
      </w:r>
      <w:r w:rsidR="00E275C9">
        <w:rPr>
          <w:rtl/>
        </w:rPr>
        <w:t>ی</w:t>
      </w:r>
      <w:r>
        <w:rPr>
          <w:rtl/>
        </w:rPr>
        <w:t xml:space="preserve">ختن آبروى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و اثبات حقان</w:t>
      </w:r>
      <w:r w:rsidR="00E275C9">
        <w:rPr>
          <w:rtl/>
        </w:rPr>
        <w:t>ی</w:t>
      </w:r>
      <w:r>
        <w:rPr>
          <w:rtl/>
        </w:rPr>
        <w:t>ت س</w:t>
      </w:r>
      <w:r w:rsidR="00E275C9">
        <w:rPr>
          <w:rtl/>
        </w:rPr>
        <w:t>ی</w:t>
      </w:r>
      <w:r>
        <w:rPr>
          <w:rtl/>
        </w:rPr>
        <w:t xml:space="preserve">دالشهداء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مى شد</w:t>
      </w:r>
      <w:r w:rsidR="00E275C9">
        <w:rPr>
          <w:rtl/>
        </w:rPr>
        <w:t>.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هرگز تصور نمى كرد مساءله اى پ</w:t>
      </w:r>
      <w:r w:rsidR="00E275C9">
        <w:rPr>
          <w:rtl/>
        </w:rPr>
        <w:t>ی</w:t>
      </w:r>
      <w:r>
        <w:rPr>
          <w:rtl/>
        </w:rPr>
        <w:t>ش ب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د كه به ضرر او و حكومتش تمام شود و گرنه ه</w:t>
      </w:r>
      <w:r w:rsidR="00E275C9">
        <w:rPr>
          <w:rtl/>
        </w:rPr>
        <w:t>ی</w:t>
      </w:r>
      <w:r>
        <w:rPr>
          <w:rtl/>
        </w:rPr>
        <w:t xml:space="preserve">چ وقت حدود چهارصد نفر از سران شام </w:t>
      </w:r>
      <w:r w:rsidR="00E275C9">
        <w:rPr>
          <w:rtl/>
        </w:rPr>
        <w:t>ی</w:t>
      </w:r>
      <w:r>
        <w:rPr>
          <w:rtl/>
        </w:rPr>
        <w:t>ا افراد خارجى را به ا</w:t>
      </w:r>
      <w:r w:rsidR="00E275C9">
        <w:rPr>
          <w:rtl/>
        </w:rPr>
        <w:t>ی</w:t>
      </w:r>
      <w:r>
        <w:rPr>
          <w:rtl/>
        </w:rPr>
        <w:t>ن مجلس دعوت نمى كرد</w:t>
      </w:r>
      <w:r w:rsidR="00E275C9">
        <w:rPr>
          <w:rtl/>
        </w:rPr>
        <w:t xml:space="preserve">. </w:t>
      </w:r>
      <w:r>
        <w:rPr>
          <w:rtl/>
        </w:rPr>
        <w:t>اما اتفاقات غافلگ</w:t>
      </w:r>
      <w:r w:rsidR="00E275C9">
        <w:rPr>
          <w:rtl/>
        </w:rPr>
        <w:t>ی</w:t>
      </w:r>
      <w:r>
        <w:rPr>
          <w:rtl/>
        </w:rPr>
        <w:t>ر كننده اى كه به دنبال هم به وقوع پ</w:t>
      </w:r>
      <w:r w:rsidR="00E275C9">
        <w:rPr>
          <w:rtl/>
        </w:rPr>
        <w:t>ی</w:t>
      </w:r>
      <w:r>
        <w:rPr>
          <w:rtl/>
        </w:rPr>
        <w:t>وست</w:t>
      </w:r>
      <w:r w:rsidR="00E275C9">
        <w:rPr>
          <w:rtl/>
        </w:rPr>
        <w:t xml:space="preserve">، </w:t>
      </w:r>
      <w:r>
        <w:rPr>
          <w:rtl/>
        </w:rPr>
        <w:t>اساس حكومت پوشالى بنى ام</w:t>
      </w:r>
      <w:r w:rsidR="00E275C9">
        <w:rPr>
          <w:rtl/>
        </w:rPr>
        <w:t>ی</w:t>
      </w:r>
      <w:r>
        <w:rPr>
          <w:rtl/>
        </w:rPr>
        <w:t>ه را ز</w:t>
      </w:r>
      <w:r w:rsidR="00E275C9">
        <w:rPr>
          <w:rtl/>
        </w:rPr>
        <w:t>ی</w:t>
      </w:r>
      <w:r>
        <w:rPr>
          <w:rtl/>
        </w:rPr>
        <w:t>ر و رو كرد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مردى شامى ابتدا تصور مى كرد اسرا غ</w:t>
      </w:r>
      <w:r w:rsidR="00E275C9">
        <w:rPr>
          <w:rtl/>
        </w:rPr>
        <w:t>ی</w:t>
      </w:r>
      <w:r>
        <w:rPr>
          <w:rtl/>
        </w:rPr>
        <w:t>رمسلمانند اما هم</w:t>
      </w:r>
      <w:r w:rsidR="00E275C9">
        <w:rPr>
          <w:rtl/>
        </w:rPr>
        <w:t>ی</w:t>
      </w:r>
      <w:r>
        <w:rPr>
          <w:rtl/>
        </w:rPr>
        <w:t>نكه از حسب و نسب آنان آگاه شد</w:t>
      </w:r>
      <w:r w:rsidR="00E275C9">
        <w:rPr>
          <w:rtl/>
        </w:rPr>
        <w:t xml:space="preserve">، </w:t>
      </w:r>
      <w:r>
        <w:rPr>
          <w:rtl/>
        </w:rPr>
        <w:t>به كشندگان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نفر</w:t>
      </w:r>
      <w:r w:rsidR="00E275C9">
        <w:rPr>
          <w:rtl/>
        </w:rPr>
        <w:t>ی</w:t>
      </w:r>
      <w:r>
        <w:rPr>
          <w:rtl/>
        </w:rPr>
        <w:t xml:space="preserve">ن كرد و به دستور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كشته شد</w:t>
      </w:r>
      <w:r w:rsidR="00E275C9">
        <w:rPr>
          <w:rtl/>
        </w:rPr>
        <w:t xml:space="preserve">. </w:t>
      </w:r>
      <w:r>
        <w:rPr>
          <w:rtl/>
        </w:rPr>
        <w:t>سر مطهر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چون پ</w:t>
      </w:r>
      <w:r w:rsidR="00E275C9">
        <w:rPr>
          <w:rtl/>
        </w:rPr>
        <w:t>ی</w:t>
      </w:r>
      <w:r>
        <w:rPr>
          <w:rtl/>
        </w:rPr>
        <w:t xml:space="preserve">ش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د قرار دادند و او با چوب به لب و دندان امام نواخت و مورد اعتراض «ابوبرزه اسلمى» قرار گرفت كه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دستور داد او را از مجلس ب</w:t>
      </w:r>
      <w:r w:rsidR="00E275C9">
        <w:rPr>
          <w:rtl/>
        </w:rPr>
        <w:t>ی</w:t>
      </w:r>
      <w:r>
        <w:rPr>
          <w:rtl/>
        </w:rPr>
        <w:t>رون انداختند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خطبه اى آتش</w:t>
      </w:r>
      <w:r w:rsidR="00E275C9">
        <w:rPr>
          <w:rtl/>
        </w:rPr>
        <w:t>ی</w:t>
      </w:r>
      <w:r>
        <w:rPr>
          <w:rtl/>
        </w:rPr>
        <w:t>ن ا</w:t>
      </w:r>
      <w:r w:rsidR="00E275C9">
        <w:rPr>
          <w:rtl/>
        </w:rPr>
        <w:t>ی</w:t>
      </w:r>
      <w:r>
        <w:rPr>
          <w:rtl/>
        </w:rPr>
        <w:t>راد كرد كه شرح آن گذشت</w:t>
      </w:r>
      <w:r w:rsidR="00E275C9">
        <w:rPr>
          <w:rtl/>
        </w:rPr>
        <w:t xml:space="preserve">. </w:t>
      </w:r>
      <w:r>
        <w:rPr>
          <w:rtl/>
        </w:rPr>
        <w:t>و هم</w:t>
      </w:r>
      <w:r w:rsidR="00E275C9">
        <w:rPr>
          <w:rtl/>
        </w:rPr>
        <w:t>ی</w:t>
      </w:r>
      <w:r>
        <w:rPr>
          <w:rtl/>
        </w:rPr>
        <w:t>ن خطبه لرزه بر اركان حكومت اموى انداخت</w:t>
      </w:r>
      <w:r w:rsidR="00E275C9">
        <w:rPr>
          <w:rtl/>
        </w:rPr>
        <w:t>.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با اطراف</w:t>
      </w:r>
      <w:r w:rsidR="00E275C9">
        <w:rPr>
          <w:rtl/>
        </w:rPr>
        <w:t>ی</w:t>
      </w:r>
      <w:r>
        <w:rPr>
          <w:rtl/>
        </w:rPr>
        <w:t>ان</w:t>
      </w:r>
      <w:r w:rsidR="0020655A">
        <w:rPr>
          <w:rtl/>
        </w:rPr>
        <w:t xml:space="preserve"> </w:t>
      </w:r>
      <w:r>
        <w:rPr>
          <w:rtl/>
        </w:rPr>
        <w:t>خود راجع به سرنوشت اسرا مشورت كرد و آنان راءى به كشتن اسرا دادند</w:t>
      </w:r>
      <w:r w:rsidR="00E275C9">
        <w:rPr>
          <w:rtl/>
        </w:rPr>
        <w:t xml:space="preserve">، </w:t>
      </w:r>
      <w:r>
        <w:rPr>
          <w:rtl/>
        </w:rPr>
        <w:t>ولى «نعمان بن بش</w:t>
      </w:r>
      <w:r w:rsidR="00E275C9">
        <w:rPr>
          <w:rtl/>
        </w:rPr>
        <w:t>ی</w:t>
      </w:r>
      <w:r>
        <w:rPr>
          <w:rtl/>
        </w:rPr>
        <w:t>ر» گفت</w:t>
      </w:r>
      <w:r w:rsidR="00E275C9">
        <w:rPr>
          <w:rtl/>
        </w:rPr>
        <w:t xml:space="preserve">: </w:t>
      </w:r>
      <w:r>
        <w:rPr>
          <w:rtl/>
        </w:rPr>
        <w:t xml:space="preserve">بنگر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با اس</w:t>
      </w:r>
      <w:r w:rsidR="00E275C9">
        <w:rPr>
          <w:rtl/>
        </w:rPr>
        <w:t>ی</w:t>
      </w:r>
      <w:r>
        <w:rPr>
          <w:rtl/>
        </w:rPr>
        <w:t>ران چگونه رفتارى داشت</w:t>
      </w:r>
      <w:r w:rsidR="00E275C9">
        <w:rPr>
          <w:rtl/>
        </w:rPr>
        <w:t xml:space="preserve">، </w:t>
      </w:r>
      <w:r>
        <w:rPr>
          <w:rtl/>
        </w:rPr>
        <w:t>تو ن</w:t>
      </w:r>
      <w:r w:rsidR="00E275C9">
        <w:rPr>
          <w:rtl/>
        </w:rPr>
        <w:t>ی</w:t>
      </w:r>
      <w:r>
        <w:rPr>
          <w:rtl/>
        </w:rPr>
        <w:t>ز چنان كن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حضرت امام محمد باقر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كه حدود چهار سال و چند ماه از سن مباركش مى گذشت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62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>نسبت به راءى اطراف</w:t>
      </w:r>
      <w:r w:rsidR="00E275C9">
        <w:rPr>
          <w:rtl/>
        </w:rPr>
        <w:t>ی</w:t>
      </w:r>
      <w:r>
        <w:rPr>
          <w:rtl/>
        </w:rPr>
        <w:t xml:space="preserve">ان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اعتراض كرد و فرمود</w:t>
      </w:r>
      <w:r w:rsidR="00E275C9">
        <w:rPr>
          <w:rtl/>
        </w:rPr>
        <w:t xml:space="preserve">: </w:t>
      </w:r>
      <w:r>
        <w:rPr>
          <w:rtl/>
        </w:rPr>
        <w:t xml:space="preserve">«اى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اهل مجلس فرعون در مورد موسى و هارون به عدالت راءى دادند و اهل مجلس تو برخلاف اهل مجلس فرعون رفتار كردند و ا</w:t>
      </w:r>
      <w:r w:rsidR="00E275C9">
        <w:rPr>
          <w:rtl/>
        </w:rPr>
        <w:t>ی</w:t>
      </w:r>
      <w:r>
        <w:rPr>
          <w:rtl/>
        </w:rPr>
        <w:t xml:space="preserve">ن بدان سبب است كه </w:t>
      </w:r>
      <w:r>
        <w:rPr>
          <w:rtl/>
        </w:rPr>
        <w:lastRenderedPageBreak/>
        <w:t>آنان حلالزاده بودند</w:t>
      </w:r>
      <w:r w:rsidR="00E275C9">
        <w:rPr>
          <w:rtl/>
        </w:rPr>
        <w:t xml:space="preserve">، </w:t>
      </w:r>
      <w:r>
        <w:rPr>
          <w:rtl/>
        </w:rPr>
        <w:t>ولى اطراف</w:t>
      </w:r>
      <w:r w:rsidR="00E275C9">
        <w:rPr>
          <w:rtl/>
        </w:rPr>
        <w:t>ی</w:t>
      </w:r>
      <w:r>
        <w:rPr>
          <w:rtl/>
        </w:rPr>
        <w:t>ان تو حلالزاده ن</w:t>
      </w:r>
      <w:r w:rsidR="00E275C9">
        <w:rPr>
          <w:rtl/>
        </w:rPr>
        <w:t>ی</w:t>
      </w:r>
      <w:r>
        <w:rPr>
          <w:rtl/>
        </w:rPr>
        <w:t>ستند وگرنه به قتل فرزندان پ</w:t>
      </w:r>
      <w:r w:rsidR="00E275C9">
        <w:rPr>
          <w:rtl/>
        </w:rPr>
        <w:t>ی</w:t>
      </w:r>
      <w:r>
        <w:rPr>
          <w:rtl/>
        </w:rPr>
        <w:t>امبر راءى نمى دادند»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63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سر مطهر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ز</w:t>
      </w:r>
      <w:r w:rsidR="00E275C9">
        <w:rPr>
          <w:rtl/>
        </w:rPr>
        <w:t>ی</w:t>
      </w:r>
      <w:r>
        <w:rPr>
          <w:rtl/>
        </w:rPr>
        <w:t>ر چوب خ</w:t>
      </w:r>
      <w:r w:rsidR="00E275C9">
        <w:rPr>
          <w:rtl/>
        </w:rPr>
        <w:t>ی</w:t>
      </w:r>
      <w:r>
        <w:rPr>
          <w:rtl/>
        </w:rPr>
        <w:t>زران با صداى بلند تلاوت قرآن نمود كه باعث شگفتى ب</w:t>
      </w:r>
      <w:r w:rsidR="00E275C9">
        <w:rPr>
          <w:rtl/>
        </w:rPr>
        <w:t>ی</w:t>
      </w:r>
      <w:r>
        <w:rPr>
          <w:rtl/>
        </w:rPr>
        <w:t>شتر اهل مجلس شد</w:t>
      </w:r>
      <w:r w:rsidR="00E275C9">
        <w:rPr>
          <w:rtl/>
        </w:rPr>
        <w:t xml:space="preserve">. </w:t>
      </w:r>
      <w:r>
        <w:rPr>
          <w:rtl/>
        </w:rPr>
        <w:t xml:space="preserve">مرد شامى از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خواست كه «فاطمه حور</w:t>
      </w:r>
      <w:r w:rsidR="00E275C9">
        <w:rPr>
          <w:rtl/>
        </w:rPr>
        <w:t>ی</w:t>
      </w:r>
      <w:r>
        <w:rPr>
          <w:rtl/>
        </w:rPr>
        <w:t>ه» دختر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به عنوان كن</w:t>
      </w:r>
      <w:r w:rsidR="00E275C9">
        <w:rPr>
          <w:rtl/>
        </w:rPr>
        <w:t>ی</w:t>
      </w:r>
      <w:r>
        <w:rPr>
          <w:rtl/>
        </w:rPr>
        <w:t>ز به او ببخشد كه با اعتراض حضرت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رو به رو شد و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فرمود</w:t>
      </w:r>
      <w:r w:rsidR="00E275C9">
        <w:rPr>
          <w:rtl/>
        </w:rPr>
        <w:t xml:space="preserve">: </w:t>
      </w:r>
      <w:r>
        <w:rPr>
          <w:rtl/>
        </w:rPr>
        <w:t>«نه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فاسق نمى تواند چن</w:t>
      </w:r>
      <w:r w:rsidR="00E275C9">
        <w:rPr>
          <w:rtl/>
        </w:rPr>
        <w:t>ی</w:t>
      </w:r>
      <w:r>
        <w:rPr>
          <w:rtl/>
        </w:rPr>
        <w:t>ن كارى كند مگر ا</w:t>
      </w:r>
      <w:r w:rsidR="00E275C9">
        <w:rPr>
          <w:rtl/>
        </w:rPr>
        <w:t>ی</w:t>
      </w:r>
      <w:r>
        <w:rPr>
          <w:rtl/>
        </w:rPr>
        <w:t>نكه از د</w:t>
      </w:r>
      <w:r w:rsidR="00E275C9">
        <w:rPr>
          <w:rtl/>
        </w:rPr>
        <w:t>ی</w:t>
      </w:r>
      <w:r>
        <w:rPr>
          <w:rtl/>
        </w:rPr>
        <w:t>ن جدم خارج شود»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64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آن شامى از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پرس</w:t>
      </w:r>
      <w:r w:rsidR="00E275C9">
        <w:rPr>
          <w:rtl/>
        </w:rPr>
        <w:t>ی</w:t>
      </w:r>
      <w:r>
        <w:rPr>
          <w:rtl/>
        </w:rPr>
        <w:t>د ا</w:t>
      </w:r>
      <w:r w:rsidR="00E275C9">
        <w:rPr>
          <w:rtl/>
        </w:rPr>
        <w:t>ی</w:t>
      </w:r>
      <w:r>
        <w:rPr>
          <w:rtl/>
        </w:rPr>
        <w:t>ن زن ك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>؟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گفت</w:t>
      </w:r>
      <w:r w:rsidR="00E275C9">
        <w:rPr>
          <w:rtl/>
        </w:rPr>
        <w:t xml:space="preserve">: </w:t>
      </w:r>
      <w:r>
        <w:rPr>
          <w:rtl/>
        </w:rPr>
        <w:t>آن دختر فاطمه فرزند حس</w:t>
      </w:r>
      <w:r w:rsidR="00E275C9">
        <w:rPr>
          <w:rtl/>
        </w:rPr>
        <w:t>ی</w:t>
      </w:r>
      <w:r>
        <w:rPr>
          <w:rtl/>
        </w:rPr>
        <w:t>ن بن على و ا</w:t>
      </w:r>
      <w:r w:rsidR="00E275C9">
        <w:rPr>
          <w:rtl/>
        </w:rPr>
        <w:t>ی</w:t>
      </w:r>
      <w:r>
        <w:rPr>
          <w:rtl/>
        </w:rPr>
        <w:t>ن زن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، </w:t>
      </w:r>
      <w:r>
        <w:rPr>
          <w:rtl/>
        </w:rPr>
        <w:t>دختر على است</w:t>
      </w:r>
      <w:r w:rsidR="00E275C9">
        <w:rPr>
          <w:rtl/>
        </w:rPr>
        <w:t xml:space="preserve">. </w:t>
      </w:r>
    </w:p>
    <w:p w:rsidR="00134B66" w:rsidRDefault="00134B66" w:rsidP="002D3AA4">
      <w:pPr>
        <w:pStyle w:val="libNormal"/>
        <w:rPr>
          <w:rtl/>
        </w:rPr>
      </w:pPr>
      <w:r>
        <w:rPr>
          <w:rtl/>
        </w:rPr>
        <w:t>شامى گفت</w:t>
      </w:r>
      <w:r w:rsidR="00E275C9">
        <w:rPr>
          <w:rtl/>
        </w:rPr>
        <w:t xml:space="preserve">: </w:t>
      </w:r>
      <w:r>
        <w:rPr>
          <w:rtl/>
        </w:rPr>
        <w:t xml:space="preserve">اى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لعنت خدا بر تو باد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تو فرزندان پ</w:t>
      </w:r>
      <w:r w:rsidR="00E275C9">
        <w:rPr>
          <w:rtl/>
        </w:rPr>
        <w:t>ی</w:t>
      </w:r>
      <w:r>
        <w:rPr>
          <w:rtl/>
        </w:rPr>
        <w:t>غمبر را مى كشى و اهل ب</w:t>
      </w:r>
      <w:r w:rsidR="00E275C9">
        <w:rPr>
          <w:rtl/>
        </w:rPr>
        <w:t>ی</w:t>
      </w:r>
      <w:r>
        <w:rPr>
          <w:rtl/>
        </w:rPr>
        <w:t>تش را اس</w:t>
      </w:r>
      <w:r w:rsidR="00E275C9">
        <w:rPr>
          <w:rtl/>
        </w:rPr>
        <w:t>ی</w:t>
      </w:r>
      <w:r>
        <w:rPr>
          <w:rtl/>
        </w:rPr>
        <w:t>ر</w:t>
      </w:r>
      <w:r w:rsidR="0020655A">
        <w:rPr>
          <w:rtl/>
        </w:rPr>
        <w:t xml:space="preserve"> </w:t>
      </w:r>
      <w:r>
        <w:rPr>
          <w:rtl/>
        </w:rPr>
        <w:t>مى كنى</w:t>
      </w:r>
      <w:r w:rsidR="00E275C9">
        <w:rPr>
          <w:rtl/>
        </w:rPr>
        <w:t xml:space="preserve">؟ </w:t>
      </w:r>
      <w:r>
        <w:rPr>
          <w:rtl/>
        </w:rPr>
        <w:t>من فكر مى كردم ا</w:t>
      </w:r>
      <w:r w:rsidR="00E275C9">
        <w:rPr>
          <w:rtl/>
        </w:rPr>
        <w:t>ی</w:t>
      </w:r>
      <w:r>
        <w:rPr>
          <w:rtl/>
        </w:rPr>
        <w:t>نان اس</w:t>
      </w:r>
      <w:r w:rsidR="00E275C9">
        <w:rPr>
          <w:rtl/>
        </w:rPr>
        <w:t>ی</w:t>
      </w:r>
      <w:r>
        <w:rPr>
          <w:rtl/>
        </w:rPr>
        <w:t>ران رومى هستند</w:t>
      </w:r>
      <w:r w:rsidR="00E275C9">
        <w:rPr>
          <w:rtl/>
        </w:rPr>
        <w:t>.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برآشفت و دستور قتل آن مرد را صادر كرد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65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مجلس</w:t>
      </w:r>
      <w:r w:rsidR="00E275C9">
        <w:rPr>
          <w:rtl/>
        </w:rPr>
        <w:t xml:space="preserve">، </w:t>
      </w:r>
      <w:r>
        <w:rPr>
          <w:rtl/>
        </w:rPr>
        <w:t>لحظه به لحظه ب</w:t>
      </w:r>
      <w:r w:rsidR="00E275C9">
        <w:rPr>
          <w:rtl/>
        </w:rPr>
        <w:t>ی</w:t>
      </w:r>
      <w:r>
        <w:rPr>
          <w:rtl/>
        </w:rPr>
        <w:t>شتر متشنج مى شد</w:t>
      </w:r>
      <w:r w:rsidR="00E275C9">
        <w:rPr>
          <w:rtl/>
        </w:rPr>
        <w:t xml:space="preserve">، </w:t>
      </w:r>
      <w:r>
        <w:rPr>
          <w:rtl/>
        </w:rPr>
        <w:t>با هر اتفاقى عده اى از خواب ب</w:t>
      </w:r>
      <w:r w:rsidR="00E275C9">
        <w:rPr>
          <w:rtl/>
        </w:rPr>
        <w:t>ی</w:t>
      </w:r>
      <w:r>
        <w:rPr>
          <w:rtl/>
        </w:rPr>
        <w:t>دار مى شدند</w:t>
      </w:r>
      <w:r w:rsidR="00E275C9">
        <w:rPr>
          <w:rtl/>
        </w:rPr>
        <w:t xml:space="preserve">، </w:t>
      </w:r>
      <w:r>
        <w:rPr>
          <w:rtl/>
        </w:rPr>
        <w:t>سف</w:t>
      </w:r>
      <w:r w:rsidR="00E275C9">
        <w:rPr>
          <w:rtl/>
        </w:rPr>
        <w:t>ی</w:t>
      </w:r>
      <w:r>
        <w:rPr>
          <w:rtl/>
        </w:rPr>
        <w:t>ر روم هم</w:t>
      </w:r>
      <w:r w:rsidR="00E275C9">
        <w:rPr>
          <w:rtl/>
        </w:rPr>
        <w:t>ی</w:t>
      </w:r>
      <w:r>
        <w:rPr>
          <w:rtl/>
        </w:rPr>
        <w:t>نكه فه</w:t>
      </w:r>
      <w:r w:rsidR="00E275C9">
        <w:rPr>
          <w:rtl/>
        </w:rPr>
        <w:t>ی</w:t>
      </w:r>
      <w:r>
        <w:rPr>
          <w:rtl/>
        </w:rPr>
        <w:t xml:space="preserve">مد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پسر پ</w:t>
      </w:r>
      <w:r w:rsidR="00E275C9">
        <w:rPr>
          <w:rtl/>
        </w:rPr>
        <w:t>ی</w:t>
      </w:r>
      <w:r>
        <w:rPr>
          <w:rtl/>
        </w:rPr>
        <w:t xml:space="preserve">غمبر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ا شه</w:t>
      </w:r>
      <w:r w:rsidR="00E275C9">
        <w:rPr>
          <w:rtl/>
        </w:rPr>
        <w:t>ی</w:t>
      </w:r>
      <w:r>
        <w:rPr>
          <w:rtl/>
        </w:rPr>
        <w:t>د كرده</w:t>
      </w:r>
      <w:r w:rsidR="00E275C9">
        <w:rPr>
          <w:rtl/>
        </w:rPr>
        <w:t xml:space="preserve">، </w:t>
      </w:r>
      <w:r>
        <w:rPr>
          <w:rtl/>
        </w:rPr>
        <w:t>شد</w:t>
      </w:r>
      <w:r w:rsidR="00E275C9">
        <w:rPr>
          <w:rtl/>
        </w:rPr>
        <w:t>ی</w:t>
      </w:r>
      <w:r>
        <w:rPr>
          <w:rtl/>
        </w:rPr>
        <w:t>دا اعتراض كرد</w:t>
      </w:r>
      <w:r w:rsidR="00E275C9">
        <w:rPr>
          <w:rtl/>
        </w:rPr>
        <w:t>.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دستور داد او را هم بكشند</w:t>
      </w:r>
      <w:r w:rsidR="00E275C9">
        <w:rPr>
          <w:rtl/>
        </w:rPr>
        <w:t xml:space="preserve">، </w:t>
      </w:r>
      <w:r>
        <w:rPr>
          <w:rtl/>
        </w:rPr>
        <w:t>آن نصرانى گفت</w:t>
      </w:r>
      <w:r w:rsidR="00E275C9">
        <w:rPr>
          <w:rtl/>
        </w:rPr>
        <w:t xml:space="preserve">: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شب در خواب پ</w:t>
      </w:r>
      <w:r w:rsidR="00E275C9">
        <w:rPr>
          <w:rtl/>
        </w:rPr>
        <w:t>ی</w:t>
      </w:r>
      <w:r>
        <w:rPr>
          <w:rtl/>
        </w:rPr>
        <w:t xml:space="preserve">غمبر اسلام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ه من وعده بهشت داد</w:t>
      </w:r>
      <w:r w:rsidR="00E275C9">
        <w:rPr>
          <w:rtl/>
        </w:rPr>
        <w:t xml:space="preserve">، </w:t>
      </w:r>
      <w:r>
        <w:rPr>
          <w:rtl/>
        </w:rPr>
        <w:t>من اكنون به وحدان</w:t>
      </w:r>
      <w:r w:rsidR="00E275C9">
        <w:rPr>
          <w:rtl/>
        </w:rPr>
        <w:t>ی</w:t>
      </w:r>
      <w:r>
        <w:rPr>
          <w:rtl/>
        </w:rPr>
        <w:t xml:space="preserve">ت خدا و رسالت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شهادت مى دهم و از كشته شدن هم باكى ندارم</w:t>
      </w:r>
      <w:r w:rsidR="00E275C9">
        <w:rPr>
          <w:rtl/>
        </w:rPr>
        <w:t xml:space="preserve">. </w:t>
      </w:r>
      <w:r>
        <w:rPr>
          <w:rtl/>
        </w:rPr>
        <w:t>سپس سر مقدس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بوسه زد و در همان حالت او را شه</w:t>
      </w:r>
      <w:r w:rsidR="00E275C9">
        <w:rPr>
          <w:rtl/>
        </w:rPr>
        <w:t>ی</w:t>
      </w:r>
      <w:r>
        <w:rPr>
          <w:rtl/>
        </w:rPr>
        <w:t xml:space="preserve">د كردند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66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بع</w:t>
      </w:r>
      <w:r w:rsidR="00E275C9">
        <w:rPr>
          <w:rtl/>
        </w:rPr>
        <w:t>ی</w:t>
      </w:r>
      <w:r>
        <w:rPr>
          <w:rtl/>
        </w:rPr>
        <w:t>د ن</w:t>
      </w:r>
      <w:r w:rsidR="00E275C9">
        <w:rPr>
          <w:rtl/>
        </w:rPr>
        <w:t>ی</w:t>
      </w:r>
      <w:r>
        <w:rPr>
          <w:rtl/>
        </w:rPr>
        <w:t>ست شهادت سف</w:t>
      </w:r>
      <w:r w:rsidR="00E275C9">
        <w:rPr>
          <w:rtl/>
        </w:rPr>
        <w:t>ی</w:t>
      </w:r>
      <w:r>
        <w:rPr>
          <w:rtl/>
        </w:rPr>
        <w:t>ر روم در مجلسى غ</w:t>
      </w:r>
      <w:r w:rsidR="00E275C9">
        <w:rPr>
          <w:rtl/>
        </w:rPr>
        <w:t>ی</w:t>
      </w:r>
      <w:r>
        <w:rPr>
          <w:rtl/>
        </w:rPr>
        <w:t>ر ا</w:t>
      </w:r>
      <w:r w:rsidR="00E275C9">
        <w:rPr>
          <w:rtl/>
        </w:rPr>
        <w:t>ی</w:t>
      </w:r>
      <w:r>
        <w:rPr>
          <w:rtl/>
        </w:rPr>
        <w:t>ن مجلس اتفاق افتاده باشد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به طورى كه از اسناد و روا</w:t>
      </w:r>
      <w:r w:rsidR="00E275C9">
        <w:rPr>
          <w:rtl/>
        </w:rPr>
        <w:t>ی</w:t>
      </w:r>
      <w:r>
        <w:rPr>
          <w:rtl/>
        </w:rPr>
        <w:t>ات فهم</w:t>
      </w:r>
      <w:r w:rsidR="00E275C9">
        <w:rPr>
          <w:rtl/>
        </w:rPr>
        <w:t>ی</w:t>
      </w:r>
      <w:r>
        <w:rPr>
          <w:rtl/>
        </w:rPr>
        <w:t>ده مى شود</w:t>
      </w:r>
      <w:r w:rsidR="00E275C9">
        <w:rPr>
          <w:rtl/>
        </w:rPr>
        <w:t xml:space="preserve">، </w:t>
      </w:r>
      <w:r>
        <w:rPr>
          <w:rtl/>
        </w:rPr>
        <w:t>شهادت سف</w:t>
      </w:r>
      <w:r w:rsidR="00E275C9">
        <w:rPr>
          <w:rtl/>
        </w:rPr>
        <w:t>ی</w:t>
      </w:r>
      <w:r>
        <w:rPr>
          <w:rtl/>
        </w:rPr>
        <w:t>ر روم چند روز بعد از ورود اسرا به دمشق بوده است</w:t>
      </w:r>
      <w:r w:rsidR="00E275C9">
        <w:rPr>
          <w:rtl/>
        </w:rPr>
        <w:t xml:space="preserve">. </w:t>
      </w:r>
      <w:r>
        <w:rPr>
          <w:rtl/>
        </w:rPr>
        <w:t>به هرحال</w:t>
      </w:r>
      <w:r w:rsidR="00E275C9">
        <w:rPr>
          <w:rtl/>
        </w:rPr>
        <w:t>،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از هر تلاشى نت</w:t>
      </w:r>
      <w:r w:rsidR="00E275C9">
        <w:rPr>
          <w:rtl/>
        </w:rPr>
        <w:t>ی</w:t>
      </w:r>
      <w:r>
        <w:rPr>
          <w:rtl/>
        </w:rPr>
        <w:t xml:space="preserve">جه </w:t>
      </w:r>
      <w:r>
        <w:rPr>
          <w:rtl/>
        </w:rPr>
        <w:lastRenderedPageBreak/>
        <w:t>عكس مى گرفت و اس</w:t>
      </w:r>
      <w:r w:rsidR="00E275C9">
        <w:rPr>
          <w:rtl/>
        </w:rPr>
        <w:t>ی</w:t>
      </w:r>
      <w:r>
        <w:rPr>
          <w:rtl/>
        </w:rPr>
        <w:t>ران اهل ب</w:t>
      </w:r>
      <w:r w:rsidR="00E275C9">
        <w:rPr>
          <w:rtl/>
        </w:rPr>
        <w:t>ی</w:t>
      </w:r>
      <w:r>
        <w:rPr>
          <w:rtl/>
        </w:rPr>
        <w:t>ت از هر فرصتى استفاده كرده و حقان</w:t>
      </w:r>
      <w:r w:rsidR="00E275C9">
        <w:rPr>
          <w:rtl/>
        </w:rPr>
        <w:t>ی</w:t>
      </w:r>
      <w:r>
        <w:rPr>
          <w:rtl/>
        </w:rPr>
        <w:t>ت خودشان را ثابت مى كردند</w:t>
      </w:r>
      <w:r w:rsidR="00E275C9">
        <w:rPr>
          <w:rtl/>
        </w:rPr>
        <w:t xml:space="preserve">.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ز</w:t>
      </w:r>
      <w:r>
        <w:rPr>
          <w:rtl/>
        </w:rPr>
        <w:t>ی</w:t>
      </w:r>
      <w:r w:rsidR="00134B66">
        <w:rPr>
          <w:rtl/>
        </w:rPr>
        <w:t>د دستور داد اهل ب</w:t>
      </w:r>
      <w:r>
        <w:rPr>
          <w:rtl/>
        </w:rPr>
        <w:t>ی</w:t>
      </w:r>
      <w:r w:rsidR="00134B66">
        <w:rPr>
          <w:rtl/>
        </w:rPr>
        <w:t xml:space="preserve">ت رسالت را به محلّى بردند و حضرت سجاد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راباخود به مسجد برد</w:t>
      </w:r>
      <w:r>
        <w:rPr>
          <w:rtl/>
        </w:rPr>
        <w:t xml:space="preserve">. </w:t>
      </w:r>
      <w:r w:rsidR="00134B66">
        <w:rPr>
          <w:rtl/>
        </w:rPr>
        <w:t>در مسجد</w:t>
      </w:r>
      <w:r>
        <w:rPr>
          <w:rtl/>
        </w:rPr>
        <w:t>، ی</w:t>
      </w:r>
      <w:r w:rsidR="00134B66">
        <w:rPr>
          <w:rtl/>
        </w:rPr>
        <w:t>ز</w:t>
      </w:r>
      <w:r>
        <w:rPr>
          <w:rtl/>
        </w:rPr>
        <w:t>ی</w:t>
      </w:r>
      <w:r w:rsidR="00134B66">
        <w:rPr>
          <w:rtl/>
        </w:rPr>
        <w:t>د خط</w:t>
      </w:r>
      <w:r>
        <w:rPr>
          <w:rtl/>
        </w:rPr>
        <w:t>ی</w:t>
      </w:r>
      <w:r w:rsidR="00134B66">
        <w:rPr>
          <w:rtl/>
        </w:rPr>
        <w:t>بى را بر بالاى منبر فرستاد و او ن</w:t>
      </w:r>
      <w:r>
        <w:rPr>
          <w:rtl/>
        </w:rPr>
        <w:t>ی</w:t>
      </w:r>
      <w:r w:rsidR="00134B66">
        <w:rPr>
          <w:rtl/>
        </w:rPr>
        <w:t>ز كه به برنامه خود آشنا بود</w:t>
      </w:r>
      <w:r>
        <w:rPr>
          <w:rtl/>
        </w:rPr>
        <w:t xml:space="preserve">، </w:t>
      </w:r>
      <w:r w:rsidR="00134B66">
        <w:rPr>
          <w:rtl/>
        </w:rPr>
        <w:t>شروع به ناسزاگو</w:t>
      </w:r>
      <w:r>
        <w:rPr>
          <w:rtl/>
        </w:rPr>
        <w:t>ی</w:t>
      </w:r>
      <w:r w:rsidR="00134B66">
        <w:rPr>
          <w:rtl/>
        </w:rPr>
        <w:t xml:space="preserve">ى به 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امام حس</w:t>
      </w:r>
      <w:r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نمود و به مدح معاو</w:t>
      </w:r>
      <w:r>
        <w:rPr>
          <w:rtl/>
        </w:rPr>
        <w:t>ی</w:t>
      </w:r>
      <w:r w:rsidR="00134B66">
        <w:rPr>
          <w:rtl/>
        </w:rPr>
        <w:t xml:space="preserve">ه و </w:t>
      </w:r>
      <w:r>
        <w:rPr>
          <w:rtl/>
        </w:rPr>
        <w:t>ی</w:t>
      </w:r>
      <w:r w:rsidR="00134B66">
        <w:rPr>
          <w:rtl/>
        </w:rPr>
        <w:t>ز</w:t>
      </w:r>
      <w:r>
        <w:rPr>
          <w:rtl/>
        </w:rPr>
        <w:t>ی</w:t>
      </w:r>
      <w:r w:rsidR="00134B66">
        <w:rPr>
          <w:rtl/>
        </w:rPr>
        <w:t>د پرداخت كه در ا</w:t>
      </w:r>
      <w:r>
        <w:rPr>
          <w:rtl/>
        </w:rPr>
        <w:t>ی</w:t>
      </w:r>
      <w:r w:rsidR="00134B66">
        <w:rPr>
          <w:rtl/>
        </w:rPr>
        <w:t>ن هنگام</w:t>
      </w:r>
      <w:r>
        <w:rPr>
          <w:rtl/>
        </w:rPr>
        <w:t xml:space="preserve">، </w:t>
      </w:r>
      <w:r w:rsidR="00134B66">
        <w:rPr>
          <w:rtl/>
        </w:rPr>
        <w:t>حضرت سجاد فر</w:t>
      </w:r>
      <w:r>
        <w:rPr>
          <w:rtl/>
        </w:rPr>
        <w:t>ی</w:t>
      </w:r>
      <w:r w:rsidR="00134B66">
        <w:rPr>
          <w:rtl/>
        </w:rPr>
        <w:t>اد كش</w:t>
      </w:r>
      <w:r>
        <w:rPr>
          <w:rtl/>
        </w:rPr>
        <w:t>ی</w:t>
      </w:r>
      <w:r w:rsidR="00134B66">
        <w:rPr>
          <w:rtl/>
        </w:rPr>
        <w:t>د</w:t>
      </w:r>
      <w:r>
        <w:rPr>
          <w:rtl/>
        </w:rPr>
        <w:t>:</w:t>
      </w:r>
      <w:r w:rsidR="0020655A">
        <w:rPr>
          <w:rtl/>
        </w:rPr>
        <w:t xml:space="preserve"> </w:t>
      </w:r>
      <w:r w:rsidR="00134B66">
        <w:rPr>
          <w:rtl/>
        </w:rPr>
        <w:t>«واى بر تو اى خط</w:t>
      </w:r>
      <w:r>
        <w:rPr>
          <w:rtl/>
        </w:rPr>
        <w:t>ی</w:t>
      </w:r>
      <w:r w:rsidR="00134B66">
        <w:rPr>
          <w:rtl/>
        </w:rPr>
        <w:t>ب</w:t>
      </w:r>
      <w:r>
        <w:rPr>
          <w:rtl/>
        </w:rPr>
        <w:t xml:space="preserve">! </w:t>
      </w:r>
      <w:r w:rsidR="00134B66">
        <w:rPr>
          <w:rtl/>
        </w:rPr>
        <w:t>كه به خاطر رضا</w:t>
      </w:r>
      <w:r>
        <w:rPr>
          <w:rtl/>
        </w:rPr>
        <w:t>ی</w:t>
      </w:r>
      <w:r w:rsidR="00134B66">
        <w:rPr>
          <w:rtl/>
        </w:rPr>
        <w:t>ت مخلوق</w:t>
      </w:r>
      <w:r>
        <w:rPr>
          <w:rtl/>
        </w:rPr>
        <w:t xml:space="preserve">، </w:t>
      </w:r>
      <w:r w:rsidR="00134B66">
        <w:rPr>
          <w:rtl/>
        </w:rPr>
        <w:t>خشم خدا را براى خو</w:t>
      </w:r>
      <w:r>
        <w:rPr>
          <w:rtl/>
        </w:rPr>
        <w:t>ی</w:t>
      </w:r>
      <w:r w:rsidR="00134B66">
        <w:rPr>
          <w:rtl/>
        </w:rPr>
        <w:t>ش خر</w:t>
      </w:r>
      <w:r>
        <w:rPr>
          <w:rtl/>
        </w:rPr>
        <w:t>ی</w:t>
      </w:r>
      <w:r w:rsidR="00134B66">
        <w:rPr>
          <w:rtl/>
        </w:rPr>
        <w:t>دى</w:t>
      </w:r>
      <w:r>
        <w:rPr>
          <w:rtl/>
        </w:rPr>
        <w:t xml:space="preserve">، </w:t>
      </w:r>
      <w:r w:rsidR="00134B66">
        <w:rPr>
          <w:rtl/>
        </w:rPr>
        <w:t>پس جاى خود را در آتش آماده بب</w:t>
      </w:r>
      <w:r>
        <w:rPr>
          <w:rtl/>
        </w:rPr>
        <w:t>ی</w:t>
      </w:r>
      <w:r w:rsidR="00134B66">
        <w:rPr>
          <w:rtl/>
        </w:rPr>
        <w:t>ن»</w:t>
      </w:r>
      <w:r>
        <w:rPr>
          <w:rtl/>
        </w:rPr>
        <w:t xml:space="preserve">. </w:t>
      </w:r>
    </w:p>
    <w:p w:rsidR="00134B66" w:rsidRDefault="00134B66" w:rsidP="002D3AA4">
      <w:pPr>
        <w:pStyle w:val="libNormal"/>
        <w:rPr>
          <w:rtl/>
        </w:rPr>
      </w:pPr>
      <w:r>
        <w:rPr>
          <w:rtl/>
        </w:rPr>
        <w:t xml:space="preserve">آنگاه امام از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خواست تا اجازه دهد وى ن</w:t>
      </w:r>
      <w:r w:rsidR="00E275C9">
        <w:rPr>
          <w:rtl/>
        </w:rPr>
        <w:t>ی</w:t>
      </w:r>
      <w:r>
        <w:rPr>
          <w:rtl/>
        </w:rPr>
        <w:t>ز به منبر رفته و خطبه اى ا</w:t>
      </w:r>
      <w:r w:rsidR="00E275C9">
        <w:rPr>
          <w:rtl/>
        </w:rPr>
        <w:t>ی</w:t>
      </w:r>
      <w:r>
        <w:rPr>
          <w:rtl/>
        </w:rPr>
        <w:t>راد كند</w:t>
      </w:r>
      <w:r w:rsidR="00E275C9">
        <w:rPr>
          <w:rtl/>
        </w:rPr>
        <w:t xml:space="preserve">، </w:t>
      </w:r>
      <w:r>
        <w:rPr>
          <w:rtl/>
        </w:rPr>
        <w:t xml:space="preserve">ولى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اجازه نداد</w:t>
      </w:r>
      <w:r w:rsidR="00E275C9">
        <w:rPr>
          <w:rtl/>
        </w:rPr>
        <w:t xml:space="preserve">. </w:t>
      </w:r>
      <w:r>
        <w:rPr>
          <w:rtl/>
        </w:rPr>
        <w:t>سرانجام در اثر فشار حاضر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 xml:space="preserve">امام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منبر رفت و چنان آبرو</w:t>
      </w:r>
      <w:r w:rsidR="00E275C9">
        <w:rPr>
          <w:rtl/>
        </w:rPr>
        <w:t>ی</w:t>
      </w:r>
      <w:r>
        <w:rPr>
          <w:rtl/>
        </w:rPr>
        <w:t xml:space="preserve">ى از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برد كه وى دستور داد مؤ ذن شروع به گفتن اذان نما</w:t>
      </w:r>
      <w:r w:rsidR="00E275C9">
        <w:rPr>
          <w:rtl/>
        </w:rPr>
        <w:t>ی</w:t>
      </w:r>
      <w:r>
        <w:rPr>
          <w:rtl/>
        </w:rPr>
        <w:t>د تا بلكه امام سجاد را وادار به سكوت كند</w:t>
      </w:r>
      <w:r w:rsidR="00E275C9">
        <w:rPr>
          <w:rtl/>
        </w:rPr>
        <w:t xml:space="preserve">، </w:t>
      </w:r>
      <w:r>
        <w:rPr>
          <w:rtl/>
        </w:rPr>
        <w:t>اما هم</w:t>
      </w:r>
      <w:r w:rsidR="00E275C9">
        <w:rPr>
          <w:rtl/>
        </w:rPr>
        <w:t>ی</w:t>
      </w:r>
      <w:r>
        <w:rPr>
          <w:rtl/>
        </w:rPr>
        <w:t>نكه مؤ ذن گفت</w:t>
      </w:r>
      <w:r w:rsidR="00E275C9">
        <w:rPr>
          <w:rtl/>
        </w:rPr>
        <w:t>:</w:t>
      </w:r>
      <w:r w:rsidR="00E275C9" w:rsidRPr="00E275C9">
        <w:rPr>
          <w:rFonts w:eastAsia="KFGQPC Uthman Taha Naskh"/>
          <w:rtl/>
        </w:rPr>
        <w:t xml:space="preserve"> </w:t>
      </w:r>
      <w:r w:rsidRPr="00E275C9">
        <w:rPr>
          <w:rFonts w:eastAsia="KFGQPC Uthman Taha Naskh"/>
          <w:rtl/>
        </w:rPr>
        <w:t>«اَشْهَدُ اَنَّ مُحَمَّداً رَسُولُاللّهِ»</w:t>
      </w:r>
      <w:r w:rsidR="00E275C9">
        <w:rPr>
          <w:rtl/>
        </w:rPr>
        <w:t xml:space="preserve">، </w:t>
      </w:r>
      <w:r>
        <w:rPr>
          <w:rtl/>
        </w:rPr>
        <w:t xml:space="preserve">امام روى به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كرده پرس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  <w:r>
        <w:rPr>
          <w:rtl/>
        </w:rPr>
        <w:t>«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ا</w:t>
      </w:r>
      <w:r w:rsidR="00E275C9">
        <w:rPr>
          <w:rtl/>
        </w:rPr>
        <w:t>ی</w:t>
      </w:r>
      <w:r>
        <w:rPr>
          <w:rtl/>
        </w:rPr>
        <w:t xml:space="preserve">ن «محمد» جد تو است </w:t>
      </w:r>
      <w:r w:rsidR="00E275C9">
        <w:rPr>
          <w:rtl/>
        </w:rPr>
        <w:t>ی</w:t>
      </w:r>
      <w:r>
        <w:rPr>
          <w:rtl/>
        </w:rPr>
        <w:t>ا جد من</w:t>
      </w:r>
      <w:r w:rsidR="00E275C9">
        <w:rPr>
          <w:rtl/>
        </w:rPr>
        <w:t xml:space="preserve">؟ </w:t>
      </w:r>
      <w:r>
        <w:rPr>
          <w:rtl/>
        </w:rPr>
        <w:t xml:space="preserve">»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67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. </w:t>
      </w:r>
      <w:r>
        <w:rPr>
          <w:rtl/>
        </w:rPr>
        <w:t>و درا</w:t>
      </w:r>
      <w:r w:rsidR="00E275C9">
        <w:rPr>
          <w:rtl/>
        </w:rPr>
        <w:t>ی</w:t>
      </w:r>
      <w:r>
        <w:rPr>
          <w:rtl/>
        </w:rPr>
        <w:t>نجان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دازكارخود</w:t>
      </w:r>
      <w:r w:rsidR="00E275C9">
        <w:rPr>
          <w:rtl/>
        </w:rPr>
        <w:t xml:space="preserve">، </w:t>
      </w:r>
      <w:r>
        <w:rPr>
          <w:rtl/>
        </w:rPr>
        <w:t>نت</w:t>
      </w:r>
      <w:r w:rsidR="00E275C9">
        <w:rPr>
          <w:rtl/>
        </w:rPr>
        <w:t>ی</w:t>
      </w:r>
      <w:r>
        <w:rPr>
          <w:rtl/>
        </w:rPr>
        <w:t>جه عكس گرفت</w:t>
      </w:r>
      <w:r w:rsidR="00E275C9">
        <w:rPr>
          <w:rtl/>
        </w:rPr>
        <w:t xml:space="preserve">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68</w:t>
      </w:r>
      <w:r w:rsidRPr="00B52B2E">
        <w:rPr>
          <w:rStyle w:val="libFootnotenumChar"/>
          <w:rtl/>
        </w:rPr>
        <w:t>)</w:t>
      </w:r>
    </w:p>
    <w:p w:rsidR="00134B66" w:rsidRDefault="0020655A" w:rsidP="00134B66">
      <w:pPr>
        <w:pStyle w:val="libNormal"/>
        <w:rPr>
          <w:rtl/>
        </w:rPr>
      </w:pPr>
      <w:r>
        <w:rPr>
          <w:rtl/>
        </w:rPr>
        <w:t>تأثیر</w:t>
      </w:r>
      <w:r w:rsidR="00134B66">
        <w:rPr>
          <w:rtl/>
        </w:rPr>
        <w:t xml:space="preserve"> مثبت رسان</w:t>
      </w:r>
      <w:r w:rsidR="00E275C9">
        <w:rPr>
          <w:rtl/>
        </w:rPr>
        <w:t>ی</w:t>
      </w:r>
      <w:r w:rsidR="00134B66">
        <w:rPr>
          <w:rtl/>
        </w:rPr>
        <w:t>دن پ</w:t>
      </w:r>
      <w:r w:rsidR="00E275C9">
        <w:rPr>
          <w:rtl/>
        </w:rPr>
        <w:t>ی</w:t>
      </w:r>
      <w:r w:rsidR="00134B66">
        <w:rPr>
          <w:rtl/>
        </w:rPr>
        <w:t>ام خون شه</w:t>
      </w:r>
      <w:r w:rsidR="00E275C9">
        <w:rPr>
          <w:rtl/>
        </w:rPr>
        <w:t>ی</w:t>
      </w:r>
      <w:r w:rsidR="00134B66">
        <w:rPr>
          <w:rtl/>
        </w:rPr>
        <w:t>دان كه رسالت آن به عهده كاروان اس</w:t>
      </w:r>
      <w:r w:rsidR="00E275C9">
        <w:rPr>
          <w:rtl/>
        </w:rPr>
        <w:t>ی</w:t>
      </w:r>
      <w:r w:rsidR="00134B66">
        <w:rPr>
          <w:rtl/>
        </w:rPr>
        <w:t>ران بود</w:t>
      </w:r>
      <w:r w:rsidR="00E275C9">
        <w:rPr>
          <w:rtl/>
        </w:rPr>
        <w:t xml:space="preserve">، </w:t>
      </w:r>
      <w:r w:rsidR="00134B66">
        <w:rPr>
          <w:rtl/>
        </w:rPr>
        <w:t>به قدرى ثمربخش گرد</w:t>
      </w:r>
      <w:r w:rsidR="00E275C9">
        <w:rPr>
          <w:rtl/>
        </w:rPr>
        <w:t>ی</w:t>
      </w:r>
      <w:r w:rsidR="00134B66">
        <w:rPr>
          <w:rtl/>
        </w:rPr>
        <w:t>د كه سرانجام</w:t>
      </w:r>
      <w:r w:rsidR="00E275C9">
        <w:rPr>
          <w:rtl/>
        </w:rPr>
        <w:t>، 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علنا نسبت به آنچه در كربلا اتفاق افتاده بود</w:t>
      </w:r>
      <w:r w:rsidR="00E275C9">
        <w:rPr>
          <w:rtl/>
        </w:rPr>
        <w:t xml:space="preserve">، </w:t>
      </w:r>
      <w:r w:rsidR="00134B66">
        <w:rPr>
          <w:rtl/>
        </w:rPr>
        <w:t>اظهار ندامت كرد و در برابر افكار عمومى</w:t>
      </w:r>
      <w:r w:rsidR="00E275C9">
        <w:rPr>
          <w:rtl/>
        </w:rPr>
        <w:t xml:space="preserve">، </w:t>
      </w:r>
      <w:r w:rsidR="00134B66">
        <w:rPr>
          <w:rtl/>
        </w:rPr>
        <w:t>سعى داشت خود را تبرئه كند و گناه آن را به گردن ابن ز</w:t>
      </w:r>
      <w:r w:rsidR="00E275C9">
        <w:rPr>
          <w:rtl/>
        </w:rPr>
        <w:t>ی</w:t>
      </w:r>
      <w:r w:rsidR="00134B66">
        <w:rPr>
          <w:rtl/>
        </w:rPr>
        <w:t>اد ب</w:t>
      </w:r>
      <w:r w:rsidR="00E275C9">
        <w:rPr>
          <w:rtl/>
        </w:rPr>
        <w:t>ی</w:t>
      </w:r>
      <w:r w:rsidR="00134B66">
        <w:rPr>
          <w:rtl/>
        </w:rPr>
        <w:t>ندازد</w:t>
      </w:r>
      <w:r w:rsidR="00E275C9">
        <w:rPr>
          <w:rtl/>
        </w:rPr>
        <w:t xml:space="preserve">! </w:t>
      </w:r>
      <w:r w:rsidR="00134B66"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69</w:t>
      </w:r>
      <w:r w:rsidR="00134B66" w:rsidRPr="00B52B2E">
        <w:rPr>
          <w:rStyle w:val="libFootnotenumChar"/>
          <w:rtl/>
        </w:rPr>
        <w:t>)</w:t>
      </w:r>
      <w:r w:rsidR="00134B66">
        <w:rPr>
          <w:rtl/>
        </w:rPr>
        <w:t xml:space="preserve"> لذا به اسرا اجازه داد براى شه</w:t>
      </w:r>
      <w:r w:rsidR="00E275C9">
        <w:rPr>
          <w:rtl/>
        </w:rPr>
        <w:t>ی</w:t>
      </w:r>
      <w:r w:rsidR="00134B66">
        <w:rPr>
          <w:rtl/>
        </w:rPr>
        <w:t>دان</w:t>
      </w:r>
      <w:r w:rsidR="00E275C9">
        <w:rPr>
          <w:rtl/>
        </w:rPr>
        <w:t xml:space="preserve">، </w:t>
      </w:r>
      <w:r w:rsidR="00134B66">
        <w:rPr>
          <w:rtl/>
        </w:rPr>
        <w:t xml:space="preserve">مجلس عزادارى برقرار كنند و قول داد سه تقاضاى امام سجاد </w:t>
      </w:r>
      <w:r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را برآورده كند</w:t>
      </w:r>
      <w:r w:rsidR="00E275C9">
        <w:rPr>
          <w:rtl/>
        </w:rPr>
        <w:t xml:space="preserve">، </w:t>
      </w:r>
      <w:r w:rsidR="00134B66">
        <w:rPr>
          <w:rtl/>
        </w:rPr>
        <w:t>لذا به هم</w:t>
      </w:r>
      <w:r w:rsidR="00E275C9">
        <w:rPr>
          <w:rtl/>
        </w:rPr>
        <w:t>ی</w:t>
      </w:r>
      <w:r w:rsidR="00134B66">
        <w:rPr>
          <w:rtl/>
        </w:rPr>
        <w:t>ن جهت</w:t>
      </w:r>
      <w:r w:rsidR="00E275C9">
        <w:rPr>
          <w:rtl/>
        </w:rPr>
        <w:t xml:space="preserve">، </w:t>
      </w:r>
      <w:r w:rsidR="00134B66">
        <w:rPr>
          <w:rtl/>
        </w:rPr>
        <w:t xml:space="preserve">امام اموال به غارت رفته خودشان را از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مطالبه كرد كه از آن جمله است</w:t>
      </w:r>
      <w:r w:rsidR="00E275C9">
        <w:rPr>
          <w:rtl/>
        </w:rPr>
        <w:t xml:space="preserve">، </w:t>
      </w:r>
      <w:r w:rsidR="00134B66">
        <w:rPr>
          <w:rtl/>
        </w:rPr>
        <w:t>بس</w:t>
      </w:r>
      <w:r w:rsidR="00E275C9">
        <w:rPr>
          <w:rtl/>
        </w:rPr>
        <w:t>ی</w:t>
      </w:r>
      <w:r w:rsidR="00134B66">
        <w:rPr>
          <w:rtl/>
        </w:rPr>
        <w:t xml:space="preserve">ارى از دستبافته هاى حضرت فاطمه </w:t>
      </w:r>
      <w:r w:rsidRPr="0020655A">
        <w:rPr>
          <w:rStyle w:val="libAlaemChar"/>
          <w:rtl/>
        </w:rPr>
        <w:t>عليها‌السلام</w:t>
      </w:r>
      <w:r w:rsidR="00134B66">
        <w:rPr>
          <w:rtl/>
        </w:rPr>
        <w:t xml:space="preserve"> كه به امام پس داده شد</w:t>
      </w:r>
      <w:r w:rsidR="00E275C9">
        <w:rPr>
          <w:rtl/>
        </w:rPr>
        <w:t>.</w:t>
      </w:r>
      <w:r>
        <w:rPr>
          <w:rtl/>
        </w:rPr>
        <w:t xml:space="preserve"> </w:t>
      </w:r>
      <w:r w:rsidR="00134B66">
        <w:rPr>
          <w:rtl/>
        </w:rPr>
        <w:t>به نقل بعضى از روا</w:t>
      </w:r>
      <w:r w:rsidR="00E275C9">
        <w:rPr>
          <w:rtl/>
        </w:rPr>
        <w:t>ی</w:t>
      </w:r>
      <w:r w:rsidR="00134B66">
        <w:rPr>
          <w:rtl/>
        </w:rPr>
        <w:t>ات</w:t>
      </w:r>
      <w:r w:rsidR="00E275C9">
        <w:rPr>
          <w:rtl/>
        </w:rPr>
        <w:t xml:space="preserve">، </w:t>
      </w:r>
      <w:r w:rsidR="00134B66">
        <w:rPr>
          <w:rtl/>
        </w:rPr>
        <w:t>سر مطهر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Pr="0020655A">
        <w:rPr>
          <w:rStyle w:val="libAlaemChar"/>
          <w:rtl/>
        </w:rPr>
        <w:lastRenderedPageBreak/>
        <w:t>عليه‌السلام</w:t>
      </w:r>
      <w:r w:rsidR="00134B66">
        <w:rPr>
          <w:rtl/>
        </w:rPr>
        <w:t xml:space="preserve"> را ن</w:t>
      </w:r>
      <w:r w:rsidR="00E275C9">
        <w:rPr>
          <w:rtl/>
        </w:rPr>
        <w:t>ی</w:t>
      </w:r>
      <w:r w:rsidR="00134B66">
        <w:rPr>
          <w:rtl/>
        </w:rPr>
        <w:t>ز امام ز</w:t>
      </w:r>
      <w:r w:rsidR="00E275C9">
        <w:rPr>
          <w:rtl/>
        </w:rPr>
        <w:t>ی</w:t>
      </w:r>
      <w:r w:rsidR="00134B66">
        <w:rPr>
          <w:rtl/>
        </w:rPr>
        <w:t>ن العابد</w:t>
      </w:r>
      <w:r w:rsidR="00E275C9">
        <w:rPr>
          <w:rtl/>
        </w:rPr>
        <w:t>ی</w:t>
      </w:r>
      <w:r w:rsidR="00134B66">
        <w:rPr>
          <w:rtl/>
        </w:rPr>
        <w:t xml:space="preserve">ن از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پس گرفت و به كربلا برد و به پ</w:t>
      </w:r>
      <w:r w:rsidR="00E275C9">
        <w:rPr>
          <w:rtl/>
        </w:rPr>
        <w:t>ی</w:t>
      </w:r>
      <w:r w:rsidR="00134B66">
        <w:rPr>
          <w:rtl/>
        </w:rPr>
        <w:t>كر مطهر</w:t>
      </w:r>
      <w:r w:rsidR="00E275C9">
        <w:rPr>
          <w:rtl/>
        </w:rPr>
        <w:t xml:space="preserve">، </w:t>
      </w:r>
      <w:r w:rsidR="00134B66">
        <w:rPr>
          <w:rtl/>
        </w:rPr>
        <w:t>ملحق كرده</w:t>
      </w:r>
      <w:r w:rsidR="00E275C9">
        <w:rPr>
          <w:rtl/>
        </w:rPr>
        <w:t xml:space="preserve">، </w:t>
      </w:r>
      <w:r w:rsidR="00134B66">
        <w:rPr>
          <w:rtl/>
        </w:rPr>
        <w:t>به خاك سپرد</w:t>
      </w:r>
      <w:r w:rsidR="00E275C9"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70</w:t>
      </w:r>
      <w:r w:rsidR="00134B66" w:rsidRPr="00B52B2E">
        <w:rPr>
          <w:rStyle w:val="libFootnotenumChar"/>
          <w:rtl/>
        </w:rPr>
        <w:t>)</w:t>
      </w:r>
      <w:r w:rsidR="00134B66">
        <w:rPr>
          <w:rtl/>
        </w:rPr>
        <w:t xml:space="preserve"> آن مكانى كه چند صباح</w:t>
      </w:r>
      <w:r w:rsidR="00E275C9">
        <w:rPr>
          <w:rtl/>
        </w:rPr>
        <w:t xml:space="preserve">، </w:t>
      </w:r>
      <w:r w:rsidR="00134B66">
        <w:rPr>
          <w:rtl/>
        </w:rPr>
        <w:t>مقام سر مقدس حضرت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بوده</w:t>
      </w:r>
      <w:r w:rsidR="00E275C9">
        <w:rPr>
          <w:rtl/>
        </w:rPr>
        <w:t xml:space="preserve">، </w:t>
      </w:r>
      <w:r w:rsidR="00134B66">
        <w:rPr>
          <w:rtl/>
        </w:rPr>
        <w:t>اكنون در كنار مسجد اموى داراى بارگاهى است و محل ز</w:t>
      </w:r>
      <w:r w:rsidR="00E275C9">
        <w:rPr>
          <w:rtl/>
        </w:rPr>
        <w:t>ی</w:t>
      </w:r>
      <w:r w:rsidR="00134B66">
        <w:rPr>
          <w:rtl/>
        </w:rPr>
        <w:t>ارت و راز و ن</w:t>
      </w:r>
      <w:r w:rsidR="00E275C9">
        <w:rPr>
          <w:rtl/>
        </w:rPr>
        <w:t>ی</w:t>
      </w:r>
      <w:r w:rsidR="00134B66">
        <w:rPr>
          <w:rtl/>
        </w:rPr>
        <w:t>از مشتاقان حضرت است</w:t>
      </w:r>
      <w:r w:rsidR="00E275C9">
        <w:rPr>
          <w:rtl/>
        </w:rPr>
        <w:t xml:space="preserve">.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ز</w:t>
      </w:r>
      <w:r>
        <w:rPr>
          <w:rtl/>
        </w:rPr>
        <w:t>ی</w:t>
      </w:r>
      <w:r w:rsidR="00134B66">
        <w:rPr>
          <w:rtl/>
        </w:rPr>
        <w:t>د بعد از آنكه سعى كرد جنا</w:t>
      </w:r>
      <w:r>
        <w:rPr>
          <w:rtl/>
        </w:rPr>
        <w:t>ی</w:t>
      </w:r>
      <w:r w:rsidR="00134B66">
        <w:rPr>
          <w:rtl/>
        </w:rPr>
        <w:t>ت واقعه كربلا را به پسر مرجانه نسبت دهد</w:t>
      </w:r>
      <w:r>
        <w:rPr>
          <w:rtl/>
        </w:rPr>
        <w:t xml:space="preserve">، </w:t>
      </w:r>
      <w:r w:rsidR="00134B66">
        <w:rPr>
          <w:rtl/>
        </w:rPr>
        <w:t>اسراى اهل ب</w:t>
      </w:r>
      <w:r>
        <w:rPr>
          <w:rtl/>
        </w:rPr>
        <w:t>ی</w:t>
      </w:r>
      <w:r w:rsidR="00134B66">
        <w:rPr>
          <w:rtl/>
        </w:rPr>
        <w:t>ت را آزاد و وسا</w:t>
      </w:r>
      <w:r>
        <w:rPr>
          <w:rtl/>
        </w:rPr>
        <w:t>ی</w:t>
      </w:r>
      <w:r w:rsidR="00134B66">
        <w:rPr>
          <w:rtl/>
        </w:rPr>
        <w:t>ل سفر آنان را فراهم كرد</w:t>
      </w:r>
      <w:r>
        <w:rPr>
          <w:rtl/>
        </w:rPr>
        <w:t xml:space="preserve">. </w:t>
      </w:r>
      <w:r w:rsidR="00134B66">
        <w:rPr>
          <w:rtl/>
        </w:rPr>
        <w:t>كاروان پ</w:t>
      </w:r>
      <w:r>
        <w:rPr>
          <w:rtl/>
        </w:rPr>
        <w:t>ی</w:t>
      </w:r>
      <w:r w:rsidR="00134B66">
        <w:rPr>
          <w:rtl/>
        </w:rPr>
        <w:t>ام خون شه</w:t>
      </w:r>
      <w:r>
        <w:rPr>
          <w:rtl/>
        </w:rPr>
        <w:t>ی</w:t>
      </w:r>
      <w:r w:rsidR="00134B66">
        <w:rPr>
          <w:rtl/>
        </w:rPr>
        <w:t>دان بعد از آزادى</w:t>
      </w:r>
      <w:r>
        <w:rPr>
          <w:rtl/>
        </w:rPr>
        <w:t xml:space="preserve">، </w:t>
      </w:r>
      <w:r w:rsidR="00134B66">
        <w:rPr>
          <w:rtl/>
        </w:rPr>
        <w:t>از راه كربلا به جانب مد</w:t>
      </w:r>
      <w:r>
        <w:rPr>
          <w:rtl/>
        </w:rPr>
        <w:t>ی</w:t>
      </w:r>
      <w:r w:rsidR="00134B66">
        <w:rPr>
          <w:rtl/>
        </w:rPr>
        <w:t>نه روانه شد و بنا به بعضى روا</w:t>
      </w:r>
      <w:r>
        <w:rPr>
          <w:rtl/>
        </w:rPr>
        <w:t>ی</w:t>
      </w:r>
      <w:r w:rsidR="00134B66">
        <w:rPr>
          <w:rtl/>
        </w:rPr>
        <w:t>ات</w:t>
      </w:r>
      <w:r>
        <w:rPr>
          <w:rtl/>
        </w:rPr>
        <w:t xml:space="preserve">، </w:t>
      </w:r>
      <w:r w:rsidR="00134B66">
        <w:rPr>
          <w:rtl/>
        </w:rPr>
        <w:t>در روز اربع</w:t>
      </w:r>
      <w:r>
        <w:rPr>
          <w:rtl/>
        </w:rPr>
        <w:t>ی</w:t>
      </w:r>
      <w:r w:rsidR="00134B66">
        <w:rPr>
          <w:rtl/>
        </w:rPr>
        <w:t>ن وارد كربلا شدند</w:t>
      </w:r>
      <w:r>
        <w:rPr>
          <w:rtl/>
        </w:rPr>
        <w:t xml:space="preserve">. </w:t>
      </w:r>
      <w:r w:rsidR="00134B66">
        <w:rPr>
          <w:rtl/>
        </w:rPr>
        <w:t>آنچه معروف است اسرا با</w:t>
      </w:r>
      <w:r>
        <w:rPr>
          <w:rtl/>
        </w:rPr>
        <w:t>ی</w:t>
      </w:r>
      <w:r w:rsidR="00134B66">
        <w:rPr>
          <w:rtl/>
        </w:rPr>
        <w:t>د در اربع</w:t>
      </w:r>
      <w:r>
        <w:rPr>
          <w:rtl/>
        </w:rPr>
        <w:t>ی</w:t>
      </w:r>
      <w:r w:rsidR="00134B66">
        <w:rPr>
          <w:rtl/>
        </w:rPr>
        <w:t>ن سال اول به ز</w:t>
      </w:r>
      <w:r>
        <w:rPr>
          <w:rtl/>
        </w:rPr>
        <w:t>ی</w:t>
      </w:r>
      <w:r w:rsidR="00134B66">
        <w:rPr>
          <w:rtl/>
        </w:rPr>
        <w:t>ارت مزار شهدا رفته باشند</w:t>
      </w:r>
      <w:r>
        <w:rPr>
          <w:rtl/>
        </w:rPr>
        <w:t xml:space="preserve">، </w:t>
      </w:r>
      <w:r w:rsidR="00134B66">
        <w:rPr>
          <w:rtl/>
        </w:rPr>
        <w:t>بس</w:t>
      </w:r>
      <w:r>
        <w:rPr>
          <w:rtl/>
        </w:rPr>
        <w:t>ی</w:t>
      </w:r>
      <w:r w:rsidR="00134B66">
        <w:rPr>
          <w:rtl/>
        </w:rPr>
        <w:t>ارى از منابع ا</w:t>
      </w:r>
      <w:r>
        <w:rPr>
          <w:rtl/>
        </w:rPr>
        <w:t>ی</w:t>
      </w:r>
      <w:r w:rsidR="00134B66">
        <w:rPr>
          <w:rtl/>
        </w:rPr>
        <w:t xml:space="preserve">ن مطلب را </w:t>
      </w:r>
      <w:r w:rsidR="00324332">
        <w:rPr>
          <w:rtl/>
        </w:rPr>
        <w:t>تأئید</w:t>
      </w:r>
      <w:r w:rsidR="00134B66">
        <w:rPr>
          <w:rtl/>
        </w:rPr>
        <w:t xml:space="preserve"> مى كنند كه از آن جمله اند</w:t>
      </w:r>
      <w:r>
        <w:rPr>
          <w:rtl/>
        </w:rPr>
        <w:t xml:space="preserve">: </w:t>
      </w:r>
      <w:r w:rsidR="00134B66">
        <w:rPr>
          <w:rtl/>
        </w:rPr>
        <w:t>«لهوف س</w:t>
      </w:r>
      <w:r>
        <w:rPr>
          <w:rtl/>
        </w:rPr>
        <w:t>ی</w:t>
      </w:r>
      <w:r w:rsidR="00134B66">
        <w:rPr>
          <w:rtl/>
        </w:rPr>
        <w:t>د بن طاووس</w:t>
      </w:r>
      <w:r>
        <w:rPr>
          <w:rtl/>
        </w:rPr>
        <w:t xml:space="preserve">، </w:t>
      </w:r>
      <w:r w:rsidR="00134B66">
        <w:rPr>
          <w:rtl/>
        </w:rPr>
        <w:t>المصباح كفعمى و آثارالباق</w:t>
      </w:r>
      <w:r>
        <w:rPr>
          <w:rtl/>
        </w:rPr>
        <w:t>ی</w:t>
      </w:r>
      <w:r w:rsidR="00134B66">
        <w:rPr>
          <w:rtl/>
        </w:rPr>
        <w:t>ه ابور</w:t>
      </w:r>
      <w:r>
        <w:rPr>
          <w:rtl/>
        </w:rPr>
        <w:t>ی</w:t>
      </w:r>
      <w:r w:rsidR="00134B66">
        <w:rPr>
          <w:rtl/>
        </w:rPr>
        <w:t>حان ب</w:t>
      </w:r>
      <w:r>
        <w:rPr>
          <w:rtl/>
        </w:rPr>
        <w:t>ی</w:t>
      </w:r>
      <w:r w:rsidR="00134B66">
        <w:rPr>
          <w:rtl/>
        </w:rPr>
        <w:t>رونى»</w:t>
      </w:r>
      <w:r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71</w:t>
      </w:r>
      <w:r w:rsidR="00134B66"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بر اساس منطق</w:t>
      </w:r>
      <w:r w:rsidR="00E275C9">
        <w:rPr>
          <w:rtl/>
        </w:rPr>
        <w:t xml:space="preserve">، </w:t>
      </w: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د قبول كن</w:t>
      </w:r>
      <w:r w:rsidR="00E275C9">
        <w:rPr>
          <w:rtl/>
        </w:rPr>
        <w:t>ی</w:t>
      </w:r>
      <w:r>
        <w:rPr>
          <w:rtl/>
        </w:rPr>
        <w:t>م كه اربع</w:t>
      </w:r>
      <w:r w:rsidR="00E275C9">
        <w:rPr>
          <w:rtl/>
        </w:rPr>
        <w:t>ی</w:t>
      </w:r>
      <w:r>
        <w:rPr>
          <w:rtl/>
        </w:rPr>
        <w:t>ن اوّل از هر ح</w:t>
      </w:r>
      <w:r w:rsidR="00E275C9">
        <w:rPr>
          <w:rtl/>
        </w:rPr>
        <w:t>ی</w:t>
      </w:r>
      <w:r>
        <w:rPr>
          <w:rtl/>
        </w:rPr>
        <w:t>ث</w:t>
      </w:r>
      <w:r w:rsidR="00E275C9">
        <w:rPr>
          <w:rtl/>
        </w:rPr>
        <w:t xml:space="preserve">، </w:t>
      </w:r>
      <w:r>
        <w:rPr>
          <w:rtl/>
        </w:rPr>
        <w:t>منطقى تر مى نما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اگرچه بس</w:t>
      </w:r>
      <w:r w:rsidR="00E275C9">
        <w:rPr>
          <w:rtl/>
        </w:rPr>
        <w:t>ی</w:t>
      </w:r>
      <w:r>
        <w:rPr>
          <w:rtl/>
        </w:rPr>
        <w:t>ارى از بزرگان در آن ترد</w:t>
      </w:r>
      <w:r w:rsidR="00E275C9">
        <w:rPr>
          <w:rtl/>
        </w:rPr>
        <w:t>ی</w:t>
      </w:r>
      <w:r>
        <w:rPr>
          <w:rtl/>
        </w:rPr>
        <w:t>د كرده اند</w:t>
      </w:r>
      <w:r w:rsidR="00E275C9">
        <w:rPr>
          <w:rtl/>
        </w:rPr>
        <w:t xml:space="preserve">؛ </w:t>
      </w:r>
      <w:r>
        <w:rPr>
          <w:rtl/>
        </w:rPr>
        <w:t xml:space="preserve">مثلاً </w:t>
      </w:r>
      <w:r w:rsidR="00E275C9">
        <w:rPr>
          <w:rtl/>
        </w:rPr>
        <w:t>ی</w:t>
      </w:r>
      <w:r>
        <w:rPr>
          <w:rtl/>
        </w:rPr>
        <w:t>كى از دلا</w:t>
      </w:r>
      <w:r w:rsidR="00E275C9">
        <w:rPr>
          <w:rtl/>
        </w:rPr>
        <w:t>ی</w:t>
      </w:r>
      <w:r>
        <w:rPr>
          <w:rtl/>
        </w:rPr>
        <w:t>لى كه اربع</w:t>
      </w:r>
      <w:r w:rsidR="00E275C9">
        <w:rPr>
          <w:rtl/>
        </w:rPr>
        <w:t>ی</w:t>
      </w:r>
      <w:r>
        <w:rPr>
          <w:rtl/>
        </w:rPr>
        <w:t>ن سال دوّم را رد مى كند</w:t>
      </w:r>
      <w:r w:rsidR="00E275C9">
        <w:rPr>
          <w:rtl/>
        </w:rPr>
        <w:t xml:space="preserve">، </w:t>
      </w:r>
      <w:r>
        <w:rPr>
          <w:rtl/>
        </w:rPr>
        <w:t>اوضاع س</w:t>
      </w:r>
      <w:r w:rsidR="00E275C9">
        <w:rPr>
          <w:rtl/>
        </w:rPr>
        <w:t>ی</w:t>
      </w:r>
      <w:r>
        <w:rPr>
          <w:rtl/>
        </w:rPr>
        <w:t>اسى</w:t>
      </w:r>
      <w:r w:rsidR="00E275C9">
        <w:rPr>
          <w:rtl/>
        </w:rPr>
        <w:t xml:space="preserve"> </w:t>
      </w:r>
      <w:r>
        <w:rPr>
          <w:rtl/>
        </w:rPr>
        <w:t>اجتماعى مد</w:t>
      </w:r>
      <w:r w:rsidR="00E275C9">
        <w:rPr>
          <w:rtl/>
        </w:rPr>
        <w:t>ی</w:t>
      </w:r>
      <w:r>
        <w:rPr>
          <w:rtl/>
        </w:rPr>
        <w:t>نه در سال بعد است</w:t>
      </w:r>
      <w:r w:rsidR="00E275C9">
        <w:rPr>
          <w:rtl/>
        </w:rPr>
        <w:t xml:space="preserve">.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كى د</w:t>
      </w:r>
      <w:r>
        <w:rPr>
          <w:rtl/>
        </w:rPr>
        <w:t>ی</w:t>
      </w:r>
      <w:r w:rsidR="00134B66">
        <w:rPr>
          <w:rtl/>
        </w:rPr>
        <w:t>گر از دلا</w:t>
      </w:r>
      <w:r>
        <w:rPr>
          <w:rtl/>
        </w:rPr>
        <w:t>ی</w:t>
      </w:r>
      <w:r w:rsidR="00134B66">
        <w:rPr>
          <w:rtl/>
        </w:rPr>
        <w:t>ل ا</w:t>
      </w:r>
      <w:r>
        <w:rPr>
          <w:rtl/>
        </w:rPr>
        <w:t>ی</w:t>
      </w:r>
      <w:r w:rsidR="00134B66">
        <w:rPr>
          <w:rtl/>
        </w:rPr>
        <w:t>ن است كه كتب مهمى مانند كامل بهائى</w:t>
      </w:r>
      <w:r>
        <w:rPr>
          <w:rtl/>
        </w:rPr>
        <w:t xml:space="preserve">، </w:t>
      </w:r>
      <w:r w:rsidR="00134B66">
        <w:rPr>
          <w:rtl/>
        </w:rPr>
        <w:t>آثارالباق</w:t>
      </w:r>
      <w:r>
        <w:rPr>
          <w:rtl/>
        </w:rPr>
        <w:t>ی</w:t>
      </w:r>
      <w:r w:rsidR="00134B66">
        <w:rPr>
          <w:rtl/>
        </w:rPr>
        <w:t>ه ب</w:t>
      </w:r>
      <w:r>
        <w:rPr>
          <w:rtl/>
        </w:rPr>
        <w:t>ی</w:t>
      </w:r>
      <w:r w:rsidR="00134B66">
        <w:rPr>
          <w:rtl/>
        </w:rPr>
        <w:t>رونى</w:t>
      </w:r>
      <w:r>
        <w:rPr>
          <w:rtl/>
        </w:rPr>
        <w:t xml:space="preserve">، </w:t>
      </w:r>
      <w:r w:rsidR="00134B66">
        <w:rPr>
          <w:rtl/>
        </w:rPr>
        <w:t>مصباح كفعمى</w:t>
      </w:r>
      <w:r>
        <w:rPr>
          <w:rtl/>
        </w:rPr>
        <w:t xml:space="preserve">، </w:t>
      </w:r>
      <w:r w:rsidR="00134B66">
        <w:rPr>
          <w:rtl/>
        </w:rPr>
        <w:t>تقو</w:t>
      </w:r>
      <w:r>
        <w:rPr>
          <w:rtl/>
        </w:rPr>
        <w:t>ی</w:t>
      </w:r>
      <w:r w:rsidR="00134B66">
        <w:rPr>
          <w:rtl/>
        </w:rPr>
        <w:t>م الحس</w:t>
      </w:r>
      <w:r>
        <w:rPr>
          <w:rtl/>
        </w:rPr>
        <w:t>ی</w:t>
      </w:r>
      <w:r w:rsidR="00134B66">
        <w:rPr>
          <w:rtl/>
        </w:rPr>
        <w:t>نى</w:t>
      </w:r>
      <w:r>
        <w:rPr>
          <w:rtl/>
        </w:rPr>
        <w:t xml:space="preserve">، </w:t>
      </w:r>
      <w:r w:rsidR="00134B66">
        <w:rPr>
          <w:rtl/>
        </w:rPr>
        <w:t>تصر</w:t>
      </w:r>
      <w:r>
        <w:rPr>
          <w:rtl/>
        </w:rPr>
        <w:t>ی</w:t>
      </w:r>
      <w:r w:rsidR="00134B66">
        <w:rPr>
          <w:rtl/>
        </w:rPr>
        <w:t>ح كرده اند كه</w:t>
      </w:r>
      <w:r w:rsidR="0020655A">
        <w:rPr>
          <w:rtl/>
        </w:rPr>
        <w:t xml:space="preserve"> </w:t>
      </w:r>
      <w:r w:rsidR="00134B66">
        <w:rPr>
          <w:rtl/>
        </w:rPr>
        <w:t>اسرا</w:t>
      </w:r>
      <w:r>
        <w:rPr>
          <w:rtl/>
        </w:rPr>
        <w:t xml:space="preserve">، </w:t>
      </w:r>
      <w:r w:rsidR="00134B66">
        <w:rPr>
          <w:rtl/>
        </w:rPr>
        <w:t>روز اوّل ماه صفر از كوفه به دمشق رس</w:t>
      </w:r>
      <w:r>
        <w:rPr>
          <w:rtl/>
        </w:rPr>
        <w:t>ی</w:t>
      </w:r>
      <w:r w:rsidR="00134B66">
        <w:rPr>
          <w:rtl/>
        </w:rPr>
        <w:t>ده اند و روز اربع</w:t>
      </w:r>
      <w:r>
        <w:rPr>
          <w:rtl/>
        </w:rPr>
        <w:t>ی</w:t>
      </w:r>
      <w:r w:rsidR="00134B66">
        <w:rPr>
          <w:rtl/>
        </w:rPr>
        <w:t>ن هم سرها را در كربلا به بدنها ملحق كرده اند و در آنجا مراسم اربع</w:t>
      </w:r>
      <w:r>
        <w:rPr>
          <w:rtl/>
        </w:rPr>
        <w:t>ی</w:t>
      </w:r>
      <w:r w:rsidR="00134B66">
        <w:rPr>
          <w:rtl/>
        </w:rPr>
        <w:t>ن برپا داشته اند</w:t>
      </w:r>
      <w:r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72</w:t>
      </w:r>
      <w:r w:rsidR="00134B66"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هنگامى كه كاروان پ</w:t>
      </w:r>
      <w:r w:rsidR="00E275C9">
        <w:rPr>
          <w:rtl/>
        </w:rPr>
        <w:t>ی</w:t>
      </w:r>
      <w:r>
        <w:rPr>
          <w:rtl/>
        </w:rPr>
        <w:t>ام رسان خون شه</w:t>
      </w:r>
      <w:r w:rsidR="00E275C9">
        <w:rPr>
          <w:rtl/>
        </w:rPr>
        <w:t>ی</w:t>
      </w:r>
      <w:r>
        <w:rPr>
          <w:rtl/>
        </w:rPr>
        <w:t>دان به كربلا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«جابر بن عبداللّه انصارى» و جمعى از بنى هاشم را كه براى ز</w:t>
      </w:r>
      <w:r w:rsidR="00E275C9">
        <w:rPr>
          <w:rtl/>
        </w:rPr>
        <w:t>ی</w:t>
      </w:r>
      <w:r>
        <w:rPr>
          <w:rtl/>
        </w:rPr>
        <w:t>ارت آمده بودند</w:t>
      </w:r>
      <w:r w:rsidR="00E275C9">
        <w:rPr>
          <w:rtl/>
        </w:rPr>
        <w:t xml:space="preserve">، </w:t>
      </w:r>
      <w:r>
        <w:rPr>
          <w:rtl/>
        </w:rPr>
        <w:t>در آنجا ملاقات كردند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73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در ا</w:t>
      </w:r>
      <w:r w:rsidR="00E275C9">
        <w:rPr>
          <w:rtl/>
        </w:rPr>
        <w:t>ی</w:t>
      </w:r>
      <w:r>
        <w:rPr>
          <w:rtl/>
        </w:rPr>
        <w:t>نجا با</w:t>
      </w:r>
      <w:r w:rsidR="00E275C9">
        <w:rPr>
          <w:rtl/>
        </w:rPr>
        <w:t>ی</w:t>
      </w:r>
      <w:r>
        <w:rPr>
          <w:rtl/>
        </w:rPr>
        <w:t>د به ا</w:t>
      </w:r>
      <w:r w:rsidR="00E275C9">
        <w:rPr>
          <w:rtl/>
        </w:rPr>
        <w:t>ی</w:t>
      </w:r>
      <w:r>
        <w:rPr>
          <w:rtl/>
        </w:rPr>
        <w:t>ن نكته توجه داشت كه راه بازگشت به كربلا خ</w:t>
      </w:r>
      <w:r w:rsidR="00E275C9">
        <w:rPr>
          <w:rtl/>
        </w:rPr>
        <w:t>ی</w:t>
      </w:r>
      <w:r>
        <w:rPr>
          <w:rtl/>
        </w:rPr>
        <w:t>لى كوتاهتر از راه رفتن مى باشد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مس</w:t>
      </w:r>
      <w:r w:rsidR="00E275C9">
        <w:rPr>
          <w:rtl/>
        </w:rPr>
        <w:t>ی</w:t>
      </w:r>
      <w:r>
        <w:rPr>
          <w:rtl/>
        </w:rPr>
        <w:t>ر كوفه به دمشق را عمدا طولانى انتخاب كرده بودند تا نما</w:t>
      </w:r>
      <w:r w:rsidR="00E275C9">
        <w:rPr>
          <w:rtl/>
        </w:rPr>
        <w:t>ی</w:t>
      </w:r>
      <w:r>
        <w:rPr>
          <w:rtl/>
        </w:rPr>
        <w:t>شى داده باشند و بدان وس</w:t>
      </w:r>
      <w:r w:rsidR="00E275C9">
        <w:rPr>
          <w:rtl/>
        </w:rPr>
        <w:t>ی</w:t>
      </w:r>
      <w:r>
        <w:rPr>
          <w:rtl/>
        </w:rPr>
        <w:t>له مردم را ن</w:t>
      </w:r>
      <w:r w:rsidR="00E275C9">
        <w:rPr>
          <w:rtl/>
        </w:rPr>
        <w:t>ی</w:t>
      </w:r>
      <w:r>
        <w:rPr>
          <w:rtl/>
        </w:rPr>
        <w:t>ز مرعوب كنند</w:t>
      </w:r>
      <w:r w:rsidR="00E275C9">
        <w:rPr>
          <w:rtl/>
        </w:rPr>
        <w:t xml:space="preserve">. </w:t>
      </w:r>
      <w:r>
        <w:rPr>
          <w:rtl/>
        </w:rPr>
        <w:t>در آن مس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، </w:t>
      </w:r>
      <w:r>
        <w:rPr>
          <w:rtl/>
        </w:rPr>
        <w:t>اسرا در انتخاب راه و نحوه حركت</w:t>
      </w:r>
      <w:r w:rsidR="00E275C9">
        <w:rPr>
          <w:rtl/>
        </w:rPr>
        <w:t xml:space="preserve">، </w:t>
      </w:r>
      <w:r>
        <w:rPr>
          <w:rtl/>
        </w:rPr>
        <w:t>ه</w:t>
      </w:r>
      <w:r w:rsidR="00E275C9">
        <w:rPr>
          <w:rtl/>
        </w:rPr>
        <w:t>ی</w:t>
      </w:r>
      <w:r>
        <w:rPr>
          <w:rtl/>
        </w:rPr>
        <w:t>چ گونه اخت</w:t>
      </w:r>
      <w:r w:rsidR="00E275C9">
        <w:rPr>
          <w:rtl/>
        </w:rPr>
        <w:t>ی</w:t>
      </w:r>
      <w:r>
        <w:rPr>
          <w:rtl/>
        </w:rPr>
        <w:t>ارى از خود نداشتند و حال آنكه در هنگام بازگشت</w:t>
      </w:r>
      <w:r w:rsidR="00E275C9">
        <w:rPr>
          <w:rtl/>
        </w:rPr>
        <w:t xml:space="preserve">، </w:t>
      </w:r>
      <w:r>
        <w:rPr>
          <w:rtl/>
        </w:rPr>
        <w:t>كاملاً مختار بودن</w:t>
      </w:r>
      <w:r w:rsidR="00E275C9">
        <w:rPr>
          <w:rtl/>
        </w:rPr>
        <w:t xml:space="preserve">، </w:t>
      </w:r>
      <w:r>
        <w:rPr>
          <w:rtl/>
        </w:rPr>
        <w:t>لذا راه كوتاهتر را براى خود برگز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. </w:t>
      </w:r>
      <w:r>
        <w:rPr>
          <w:rtl/>
        </w:rPr>
        <w:t>و امكان دارد كه با سرعت ب</w:t>
      </w:r>
      <w:r w:rsidR="00E275C9">
        <w:rPr>
          <w:rtl/>
        </w:rPr>
        <w:t>ی</w:t>
      </w:r>
      <w:r>
        <w:rPr>
          <w:rtl/>
        </w:rPr>
        <w:t>شترى هم حركت كرده باشند</w:t>
      </w:r>
      <w:r w:rsidR="00E275C9">
        <w:rPr>
          <w:rtl/>
        </w:rPr>
        <w:t xml:space="preserve">، </w:t>
      </w:r>
      <w:r>
        <w:rPr>
          <w:rtl/>
        </w:rPr>
        <w:t>لذا توانسته اند در اربع</w:t>
      </w:r>
      <w:r w:rsidR="00E275C9">
        <w:rPr>
          <w:rtl/>
        </w:rPr>
        <w:t>ی</w:t>
      </w:r>
      <w:r>
        <w:rPr>
          <w:rtl/>
        </w:rPr>
        <w:t>ن اوّل</w:t>
      </w:r>
      <w:r w:rsidR="00E275C9">
        <w:rPr>
          <w:rtl/>
        </w:rPr>
        <w:t xml:space="preserve">، </w:t>
      </w:r>
      <w:r>
        <w:rPr>
          <w:rtl/>
        </w:rPr>
        <w:t>خود را به كربلا برسانند و در جوار مزار آن بزرگواران باشند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براى مز</w:t>
      </w:r>
      <w:r w:rsidR="00E275C9">
        <w:rPr>
          <w:rtl/>
        </w:rPr>
        <w:t>ی</w:t>
      </w:r>
      <w:r>
        <w:rPr>
          <w:rtl/>
        </w:rPr>
        <w:t>د اطلاع</w:t>
      </w:r>
      <w:r w:rsidR="00E275C9">
        <w:rPr>
          <w:rtl/>
        </w:rPr>
        <w:t xml:space="preserve">، </w:t>
      </w:r>
      <w:r>
        <w:rPr>
          <w:rtl/>
        </w:rPr>
        <w:t>توجه شما را به مطالب ذ</w:t>
      </w:r>
      <w:r w:rsidR="00E275C9">
        <w:rPr>
          <w:rtl/>
        </w:rPr>
        <w:t>ی</w:t>
      </w:r>
      <w:r>
        <w:rPr>
          <w:rtl/>
        </w:rPr>
        <w:t>ل جلب مى كنم</w:t>
      </w:r>
      <w:r w:rsidR="00E275C9">
        <w:rPr>
          <w:rtl/>
        </w:rPr>
        <w:t xml:space="preserve">: </w:t>
      </w:r>
      <w:r>
        <w:rPr>
          <w:rtl/>
        </w:rPr>
        <w:t>مس</w:t>
      </w:r>
      <w:r w:rsidR="00E275C9">
        <w:rPr>
          <w:rtl/>
        </w:rPr>
        <w:t>ی</w:t>
      </w:r>
      <w:r>
        <w:rPr>
          <w:rtl/>
        </w:rPr>
        <w:t>رى را كه كاروان اسرا طى كرد تا به دمشق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با توجه به ا</w:t>
      </w:r>
      <w:r w:rsidR="00E275C9">
        <w:rPr>
          <w:rtl/>
        </w:rPr>
        <w:t>ی</w:t>
      </w:r>
      <w:r>
        <w:rPr>
          <w:rtl/>
        </w:rPr>
        <w:t>نكه بعضى از منابع</w:t>
      </w:r>
      <w:r w:rsidR="00E275C9">
        <w:rPr>
          <w:rtl/>
        </w:rPr>
        <w:t xml:space="preserve">، </w:t>
      </w:r>
      <w:r>
        <w:rPr>
          <w:rtl/>
        </w:rPr>
        <w:t>پاره اى از منازل كوچكِ ب</w:t>
      </w:r>
      <w:r w:rsidR="00E275C9">
        <w:rPr>
          <w:rtl/>
        </w:rPr>
        <w:t>ی</w:t>
      </w:r>
      <w:r>
        <w:rPr>
          <w:rtl/>
        </w:rPr>
        <w:t>ن راه را نوشته و بعض د</w:t>
      </w:r>
      <w:r w:rsidR="00E275C9">
        <w:rPr>
          <w:rtl/>
        </w:rPr>
        <w:t>ی</w:t>
      </w:r>
      <w:r>
        <w:rPr>
          <w:rtl/>
        </w:rPr>
        <w:t>گر منازل كوچك د</w:t>
      </w:r>
      <w:r w:rsidR="00E275C9">
        <w:rPr>
          <w:rtl/>
        </w:rPr>
        <w:t>ی</w:t>
      </w:r>
      <w:r>
        <w:rPr>
          <w:rtl/>
        </w:rPr>
        <w:t>گرى را نوشته اند</w:t>
      </w:r>
      <w:r w:rsidR="00E275C9">
        <w:rPr>
          <w:rtl/>
        </w:rPr>
        <w:t xml:space="preserve">، </w:t>
      </w:r>
      <w:r>
        <w:rPr>
          <w:rtl/>
        </w:rPr>
        <w:t>برخى د</w:t>
      </w:r>
      <w:r w:rsidR="00E275C9">
        <w:rPr>
          <w:rtl/>
        </w:rPr>
        <w:t>ی</w:t>
      </w:r>
      <w:r>
        <w:rPr>
          <w:rtl/>
        </w:rPr>
        <w:t>گر را ذكر نكرده اند</w:t>
      </w:r>
      <w:r w:rsidR="00E275C9">
        <w:rPr>
          <w:rtl/>
        </w:rPr>
        <w:t xml:space="preserve">، </w:t>
      </w:r>
      <w:r>
        <w:rPr>
          <w:rtl/>
        </w:rPr>
        <w:t>ظاهرا چن</w:t>
      </w:r>
      <w:r w:rsidR="00E275C9">
        <w:rPr>
          <w:rtl/>
        </w:rPr>
        <w:t>ی</w:t>
      </w:r>
      <w:r>
        <w:rPr>
          <w:rtl/>
        </w:rPr>
        <w:t>ن به</w:t>
      </w:r>
      <w:r w:rsidR="0020655A">
        <w:rPr>
          <w:rtl/>
        </w:rPr>
        <w:t xml:space="preserve"> </w:t>
      </w:r>
      <w:r>
        <w:rPr>
          <w:rtl/>
        </w:rPr>
        <w:t>نظر مى رسد كه با هم فرق دارند ولى با مختصر دقتى</w:t>
      </w:r>
      <w:r w:rsidR="00E275C9">
        <w:rPr>
          <w:rtl/>
        </w:rPr>
        <w:t xml:space="preserve">، </w:t>
      </w:r>
      <w:r>
        <w:rPr>
          <w:rtl/>
        </w:rPr>
        <w:t xml:space="preserve">روشن مى شود كه همه آنان </w:t>
      </w:r>
      <w:r w:rsidR="00E275C9">
        <w:rPr>
          <w:rtl/>
        </w:rPr>
        <w:t>ی</w:t>
      </w:r>
      <w:r>
        <w:rPr>
          <w:rtl/>
        </w:rPr>
        <w:t>ك مس</w:t>
      </w:r>
      <w:r w:rsidR="00E275C9">
        <w:rPr>
          <w:rtl/>
        </w:rPr>
        <w:t>ی</w:t>
      </w:r>
      <w:r>
        <w:rPr>
          <w:rtl/>
        </w:rPr>
        <w:t>ر را ذكر مى كنند</w:t>
      </w:r>
      <w:r w:rsidR="00E275C9">
        <w:rPr>
          <w:rtl/>
        </w:rPr>
        <w:t xml:space="preserve">. </w:t>
      </w:r>
      <w:r>
        <w:rPr>
          <w:rtl/>
        </w:rPr>
        <w:t>وقتى ا</w:t>
      </w:r>
      <w:r w:rsidR="00E275C9">
        <w:rPr>
          <w:rtl/>
        </w:rPr>
        <w:t>ی</w:t>
      </w:r>
      <w:r>
        <w:rPr>
          <w:rtl/>
        </w:rPr>
        <w:t>ن براى من كاملاً روشن شد كه خودم از شمال سور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به دمشق رفتم و از شهرهاى حلب</w:t>
      </w:r>
      <w:r w:rsidR="00E275C9">
        <w:rPr>
          <w:rtl/>
        </w:rPr>
        <w:t xml:space="preserve">، </w:t>
      </w:r>
      <w:r>
        <w:rPr>
          <w:rtl/>
        </w:rPr>
        <w:t>معرة النعمان</w:t>
      </w:r>
      <w:r w:rsidR="00E275C9">
        <w:rPr>
          <w:rtl/>
        </w:rPr>
        <w:t xml:space="preserve">، </w:t>
      </w:r>
      <w:r>
        <w:rPr>
          <w:rtl/>
        </w:rPr>
        <w:t>حماة و حمص</w:t>
      </w:r>
      <w:r w:rsidR="00E275C9">
        <w:rPr>
          <w:rtl/>
        </w:rPr>
        <w:t xml:space="preserve">، </w:t>
      </w:r>
      <w:r>
        <w:rPr>
          <w:rtl/>
        </w:rPr>
        <w:t>عبور كردم تا به دمشق رس</w:t>
      </w:r>
      <w:r w:rsidR="00E275C9">
        <w:rPr>
          <w:rtl/>
        </w:rPr>
        <w:t>ی</w:t>
      </w:r>
      <w:r>
        <w:rPr>
          <w:rtl/>
        </w:rPr>
        <w:t>دم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نكته جالب د</w:t>
      </w:r>
      <w:r w:rsidR="00E275C9">
        <w:rPr>
          <w:rtl/>
        </w:rPr>
        <w:t>ی</w:t>
      </w:r>
      <w:r>
        <w:rPr>
          <w:rtl/>
        </w:rPr>
        <w:t>گر ا</w:t>
      </w:r>
      <w:r w:rsidR="00E275C9">
        <w:rPr>
          <w:rtl/>
        </w:rPr>
        <w:t>ی</w:t>
      </w:r>
      <w:r>
        <w:rPr>
          <w:rtl/>
        </w:rPr>
        <w:t>نكه</w:t>
      </w:r>
      <w:r w:rsidR="00E275C9">
        <w:rPr>
          <w:rtl/>
        </w:rPr>
        <w:t xml:space="preserve">: </w:t>
      </w:r>
      <w:r>
        <w:rPr>
          <w:rtl/>
        </w:rPr>
        <w:t>در تمامى منابع</w:t>
      </w:r>
      <w:r w:rsidR="00E275C9">
        <w:rPr>
          <w:rtl/>
        </w:rPr>
        <w:t xml:space="preserve">، </w:t>
      </w:r>
      <w:r>
        <w:rPr>
          <w:rtl/>
        </w:rPr>
        <w:t>عبور از تكر</w:t>
      </w:r>
      <w:r w:rsidR="00E275C9">
        <w:rPr>
          <w:rtl/>
        </w:rPr>
        <w:t>ی</w:t>
      </w:r>
      <w:r>
        <w:rPr>
          <w:rtl/>
        </w:rPr>
        <w:t>ت</w:t>
      </w:r>
      <w:r w:rsidR="00E275C9">
        <w:rPr>
          <w:rtl/>
        </w:rPr>
        <w:t xml:space="preserve">، </w:t>
      </w:r>
      <w:r>
        <w:rPr>
          <w:rtl/>
        </w:rPr>
        <w:t>موصل و شمال سور</w:t>
      </w:r>
      <w:r w:rsidR="00E275C9">
        <w:rPr>
          <w:rtl/>
        </w:rPr>
        <w:t>ی</w:t>
      </w:r>
      <w:r>
        <w:rPr>
          <w:rtl/>
        </w:rPr>
        <w:t>ه فعلى</w:t>
      </w:r>
      <w:r w:rsidR="00E275C9">
        <w:rPr>
          <w:rtl/>
        </w:rPr>
        <w:t xml:space="preserve">، </w:t>
      </w:r>
      <w:r>
        <w:rPr>
          <w:rtl/>
        </w:rPr>
        <w:t>قطعى است</w:t>
      </w:r>
      <w:r w:rsidR="00E275C9">
        <w:rPr>
          <w:rtl/>
        </w:rPr>
        <w:t xml:space="preserve">، </w:t>
      </w:r>
      <w:r>
        <w:rPr>
          <w:rtl/>
        </w:rPr>
        <w:t>پس مس</w:t>
      </w:r>
      <w:r w:rsidR="00E275C9">
        <w:rPr>
          <w:rtl/>
        </w:rPr>
        <w:t>ی</w:t>
      </w:r>
      <w:r>
        <w:rPr>
          <w:rtl/>
        </w:rPr>
        <w:t>رها به قرار ذ</w:t>
      </w:r>
      <w:r w:rsidR="00E275C9">
        <w:rPr>
          <w:rtl/>
        </w:rPr>
        <w:t>ی</w:t>
      </w:r>
      <w:r>
        <w:rPr>
          <w:rtl/>
        </w:rPr>
        <w:t>ل است</w:t>
      </w:r>
      <w:r w:rsidR="00E275C9">
        <w:rPr>
          <w:rtl/>
        </w:rPr>
        <w:t xml:space="preserve">: </w:t>
      </w:r>
    </w:p>
    <w:p w:rsidR="00134B66" w:rsidRDefault="00883263" w:rsidP="00134B66">
      <w:pPr>
        <w:pStyle w:val="libNormal"/>
        <w:rPr>
          <w:rtl/>
        </w:rPr>
      </w:pPr>
      <w:r>
        <w:rPr>
          <w:rtl/>
        </w:rPr>
        <w:t>1</w:t>
      </w:r>
      <w:r w:rsidR="00E275C9">
        <w:rPr>
          <w:rtl/>
        </w:rPr>
        <w:t xml:space="preserve"> </w:t>
      </w:r>
      <w:r w:rsidR="00134B66">
        <w:rPr>
          <w:rtl/>
        </w:rPr>
        <w:t>كناره هاى فرات</w:t>
      </w:r>
      <w:r w:rsidR="00E275C9">
        <w:rPr>
          <w:rtl/>
        </w:rPr>
        <w:t xml:space="preserve">، </w:t>
      </w:r>
      <w:r w:rsidR="00134B66">
        <w:rPr>
          <w:rtl/>
        </w:rPr>
        <w:t>تكر</w:t>
      </w:r>
      <w:r w:rsidR="00E275C9">
        <w:rPr>
          <w:rtl/>
        </w:rPr>
        <w:t>ی</w:t>
      </w:r>
      <w:r w:rsidR="00134B66">
        <w:rPr>
          <w:rtl/>
        </w:rPr>
        <w:t>ت</w:t>
      </w:r>
      <w:r w:rsidR="00E275C9">
        <w:rPr>
          <w:rtl/>
        </w:rPr>
        <w:t xml:space="preserve">، </w:t>
      </w:r>
      <w:r w:rsidR="00134B66">
        <w:rPr>
          <w:rtl/>
        </w:rPr>
        <w:t>وادى نخله</w:t>
      </w:r>
      <w:r w:rsidR="00E275C9">
        <w:rPr>
          <w:rtl/>
        </w:rPr>
        <w:t xml:space="preserve">، </w:t>
      </w:r>
      <w:r w:rsidR="00134B66">
        <w:rPr>
          <w:rtl/>
        </w:rPr>
        <w:t>مرشاد</w:t>
      </w:r>
      <w:r w:rsidR="00E275C9">
        <w:rPr>
          <w:rtl/>
        </w:rPr>
        <w:t xml:space="preserve">، </w:t>
      </w:r>
      <w:r w:rsidR="00134B66">
        <w:rPr>
          <w:rtl/>
        </w:rPr>
        <w:t>حران</w:t>
      </w:r>
      <w:r w:rsidR="00E275C9">
        <w:rPr>
          <w:rtl/>
        </w:rPr>
        <w:t xml:space="preserve">، </w:t>
      </w:r>
      <w:r w:rsidR="00134B66">
        <w:rPr>
          <w:rtl/>
        </w:rPr>
        <w:t>نص</w:t>
      </w:r>
      <w:r w:rsidR="00E275C9">
        <w:rPr>
          <w:rtl/>
        </w:rPr>
        <w:t>ی</w:t>
      </w:r>
      <w:r w:rsidR="00134B66">
        <w:rPr>
          <w:rtl/>
        </w:rPr>
        <w:t>ب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موصل</w:t>
      </w:r>
      <w:r w:rsidR="00E275C9">
        <w:rPr>
          <w:rtl/>
        </w:rPr>
        <w:t xml:space="preserve">، </w:t>
      </w:r>
      <w:r w:rsidR="00134B66">
        <w:rPr>
          <w:rtl/>
        </w:rPr>
        <w:t>حلب</w:t>
      </w:r>
      <w:r w:rsidR="00E275C9">
        <w:rPr>
          <w:rtl/>
        </w:rPr>
        <w:t xml:space="preserve">، </w:t>
      </w:r>
      <w:r w:rsidR="00134B66">
        <w:rPr>
          <w:rtl/>
        </w:rPr>
        <w:t>د</w:t>
      </w:r>
      <w:r w:rsidR="00E275C9">
        <w:rPr>
          <w:rtl/>
        </w:rPr>
        <w:t>ی</w:t>
      </w:r>
      <w:r w:rsidR="00134B66">
        <w:rPr>
          <w:rtl/>
        </w:rPr>
        <w:t>ر نصرانى</w:t>
      </w:r>
      <w:r w:rsidR="00E275C9">
        <w:rPr>
          <w:rtl/>
        </w:rPr>
        <w:t xml:space="preserve">، </w:t>
      </w:r>
      <w:r w:rsidR="00134B66">
        <w:rPr>
          <w:rtl/>
        </w:rPr>
        <w:t>عسقلان</w:t>
      </w:r>
      <w:r w:rsidR="00E275C9">
        <w:rPr>
          <w:rtl/>
        </w:rPr>
        <w:t xml:space="preserve">، </w:t>
      </w:r>
      <w:r w:rsidR="00134B66">
        <w:rPr>
          <w:rtl/>
        </w:rPr>
        <w:t xml:space="preserve">بعلبك و </w:t>
      </w:r>
      <w:r w:rsidR="00B514CF">
        <w:rPr>
          <w:rtl/>
        </w:rPr>
        <w:t>بالاخره</w:t>
      </w:r>
      <w:r w:rsidR="00134B66">
        <w:rPr>
          <w:rtl/>
        </w:rPr>
        <w:t xml:space="preserve"> دمشق</w:t>
      </w:r>
      <w:r w:rsidR="00E275C9"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Pr="00B52B2E">
        <w:rPr>
          <w:rStyle w:val="libFootnotenumChar"/>
          <w:rtl/>
        </w:rPr>
        <w:t>74</w:t>
      </w:r>
      <w:r w:rsidR="00134B66" w:rsidRPr="00B52B2E">
        <w:rPr>
          <w:rStyle w:val="libFootnotenumChar"/>
          <w:rtl/>
        </w:rPr>
        <w:t>)</w:t>
      </w:r>
    </w:p>
    <w:p w:rsidR="00134B66" w:rsidRPr="002D3AA4" w:rsidRDefault="00883263" w:rsidP="00134B66">
      <w:pPr>
        <w:pStyle w:val="libNormal"/>
        <w:rPr>
          <w:rStyle w:val="libFootnotenumChar"/>
          <w:rtl/>
        </w:rPr>
      </w:pPr>
      <w:r>
        <w:rPr>
          <w:rtl/>
        </w:rPr>
        <w:t>2</w:t>
      </w:r>
      <w:r w:rsidR="00E275C9">
        <w:rPr>
          <w:rtl/>
        </w:rPr>
        <w:t xml:space="preserve"> </w:t>
      </w:r>
      <w:r w:rsidR="00134B66">
        <w:rPr>
          <w:rtl/>
        </w:rPr>
        <w:t>تكر</w:t>
      </w:r>
      <w:r w:rsidR="00E275C9">
        <w:rPr>
          <w:rtl/>
        </w:rPr>
        <w:t>ی</w:t>
      </w:r>
      <w:r w:rsidR="00134B66">
        <w:rPr>
          <w:rtl/>
        </w:rPr>
        <w:t>ت</w:t>
      </w:r>
      <w:r w:rsidR="00E275C9">
        <w:rPr>
          <w:rtl/>
        </w:rPr>
        <w:t xml:space="preserve">، </w:t>
      </w:r>
      <w:r w:rsidR="00134B66">
        <w:rPr>
          <w:rtl/>
        </w:rPr>
        <w:t>ل</w:t>
      </w:r>
      <w:r w:rsidR="00E275C9">
        <w:rPr>
          <w:rtl/>
        </w:rPr>
        <w:t>ی</w:t>
      </w:r>
      <w:r w:rsidR="00134B66">
        <w:rPr>
          <w:rtl/>
        </w:rPr>
        <w:t>نا</w:t>
      </w:r>
      <w:r w:rsidR="00E275C9">
        <w:rPr>
          <w:rtl/>
        </w:rPr>
        <w:t xml:space="preserve">، </w:t>
      </w:r>
      <w:r w:rsidR="00134B66">
        <w:rPr>
          <w:rtl/>
        </w:rPr>
        <w:t>جه</w:t>
      </w:r>
      <w:r w:rsidR="00E275C9">
        <w:rPr>
          <w:rtl/>
        </w:rPr>
        <w:t>ی</w:t>
      </w:r>
      <w:r w:rsidR="00134B66">
        <w:rPr>
          <w:rtl/>
        </w:rPr>
        <w:t>نه</w:t>
      </w:r>
      <w:r w:rsidR="00E275C9">
        <w:rPr>
          <w:rtl/>
        </w:rPr>
        <w:t xml:space="preserve">، </w:t>
      </w:r>
      <w:r w:rsidR="00134B66">
        <w:rPr>
          <w:rtl/>
        </w:rPr>
        <w:t>موصل</w:t>
      </w:r>
      <w:r w:rsidR="00E275C9">
        <w:rPr>
          <w:rtl/>
        </w:rPr>
        <w:t xml:space="preserve">، </w:t>
      </w:r>
      <w:r w:rsidR="00134B66">
        <w:rPr>
          <w:rtl/>
        </w:rPr>
        <w:t>س</w:t>
      </w:r>
      <w:r w:rsidR="00E275C9">
        <w:rPr>
          <w:rtl/>
        </w:rPr>
        <w:t>ی</w:t>
      </w:r>
      <w:r w:rsidR="00134B66">
        <w:rPr>
          <w:rtl/>
        </w:rPr>
        <w:t>نور</w:t>
      </w:r>
      <w:r w:rsidR="00E275C9">
        <w:rPr>
          <w:rtl/>
        </w:rPr>
        <w:t xml:space="preserve">، </w:t>
      </w:r>
      <w:r w:rsidR="00134B66">
        <w:rPr>
          <w:rtl/>
        </w:rPr>
        <w:t>حماة</w:t>
      </w:r>
      <w:r w:rsidR="00E275C9">
        <w:rPr>
          <w:rtl/>
        </w:rPr>
        <w:t xml:space="preserve">، </w:t>
      </w:r>
      <w:r w:rsidR="00134B66">
        <w:rPr>
          <w:rtl/>
        </w:rPr>
        <w:t>معرة النعمان</w:t>
      </w:r>
      <w:r w:rsidR="00E275C9">
        <w:rPr>
          <w:rtl/>
        </w:rPr>
        <w:t xml:space="preserve">، </w:t>
      </w:r>
      <w:r w:rsidR="00134B66">
        <w:rPr>
          <w:rtl/>
        </w:rPr>
        <w:t>كفر طاب</w:t>
      </w:r>
      <w:r w:rsidR="00E275C9">
        <w:rPr>
          <w:rtl/>
        </w:rPr>
        <w:t xml:space="preserve">، </w:t>
      </w:r>
      <w:r w:rsidR="00134B66">
        <w:rPr>
          <w:rtl/>
        </w:rPr>
        <w:t>حمص</w:t>
      </w:r>
      <w:r w:rsidR="00E275C9">
        <w:rPr>
          <w:rtl/>
        </w:rPr>
        <w:t xml:space="preserve">، </w:t>
      </w:r>
      <w:r w:rsidR="00134B66">
        <w:rPr>
          <w:rtl/>
        </w:rPr>
        <w:t>بعلبك</w:t>
      </w:r>
      <w:r w:rsidR="00E275C9">
        <w:rPr>
          <w:rtl/>
        </w:rPr>
        <w:t xml:space="preserve">، </w:t>
      </w:r>
      <w:r w:rsidR="00134B66">
        <w:rPr>
          <w:rtl/>
        </w:rPr>
        <w:t>د</w:t>
      </w:r>
      <w:r w:rsidR="00E275C9">
        <w:rPr>
          <w:rtl/>
        </w:rPr>
        <w:t>ی</w:t>
      </w:r>
      <w:r w:rsidR="00134B66">
        <w:rPr>
          <w:rtl/>
        </w:rPr>
        <w:t>ر راهب</w:t>
      </w:r>
      <w:r w:rsidR="00E275C9">
        <w:rPr>
          <w:rtl/>
        </w:rPr>
        <w:t xml:space="preserve">، </w:t>
      </w:r>
      <w:r w:rsidR="00134B66">
        <w:rPr>
          <w:rtl/>
        </w:rPr>
        <w:t>حران و دمشق</w:t>
      </w:r>
      <w:r w:rsidR="00E275C9"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Pr="00B52B2E">
        <w:rPr>
          <w:rStyle w:val="libFootnotenumChar"/>
          <w:rtl/>
        </w:rPr>
        <w:t>75</w:t>
      </w:r>
      <w:r w:rsidR="00134B66" w:rsidRPr="00B52B2E">
        <w:rPr>
          <w:rStyle w:val="libFootnotenumChar"/>
          <w:rtl/>
        </w:rPr>
        <w:t>)</w:t>
      </w:r>
    </w:p>
    <w:p w:rsidR="00134B66" w:rsidRDefault="00883263" w:rsidP="00134B66">
      <w:pPr>
        <w:pStyle w:val="libNormal"/>
        <w:rPr>
          <w:rtl/>
        </w:rPr>
      </w:pPr>
      <w:r>
        <w:rPr>
          <w:rtl/>
        </w:rPr>
        <w:lastRenderedPageBreak/>
        <w:t>3</w:t>
      </w:r>
      <w:r w:rsidR="00E275C9">
        <w:rPr>
          <w:rtl/>
        </w:rPr>
        <w:t xml:space="preserve"> </w:t>
      </w:r>
      <w:r w:rsidR="00134B66">
        <w:rPr>
          <w:rtl/>
        </w:rPr>
        <w:t>تكر</w:t>
      </w:r>
      <w:r w:rsidR="00E275C9">
        <w:rPr>
          <w:rtl/>
        </w:rPr>
        <w:t>ی</w:t>
      </w:r>
      <w:r w:rsidR="00134B66">
        <w:rPr>
          <w:rtl/>
        </w:rPr>
        <w:t>ت</w:t>
      </w:r>
      <w:r w:rsidR="00E275C9">
        <w:rPr>
          <w:rtl/>
        </w:rPr>
        <w:t xml:space="preserve">، </w:t>
      </w:r>
      <w:r w:rsidR="00134B66">
        <w:rPr>
          <w:rtl/>
        </w:rPr>
        <w:t>نخله</w:t>
      </w:r>
      <w:r w:rsidR="00E275C9">
        <w:rPr>
          <w:rtl/>
        </w:rPr>
        <w:t xml:space="preserve">، </w:t>
      </w:r>
      <w:r w:rsidR="00134B66">
        <w:rPr>
          <w:rtl/>
        </w:rPr>
        <w:t>ل</w:t>
      </w:r>
      <w:r w:rsidR="00E275C9">
        <w:rPr>
          <w:rtl/>
        </w:rPr>
        <w:t>ی</w:t>
      </w:r>
      <w:r w:rsidR="00134B66">
        <w:rPr>
          <w:rtl/>
        </w:rPr>
        <w:t>نا</w:t>
      </w:r>
      <w:r w:rsidR="00E275C9">
        <w:rPr>
          <w:rtl/>
        </w:rPr>
        <w:t xml:space="preserve">، </w:t>
      </w:r>
      <w:r w:rsidR="00134B66">
        <w:rPr>
          <w:rtl/>
        </w:rPr>
        <w:t>جه</w:t>
      </w:r>
      <w:r w:rsidR="00E275C9">
        <w:rPr>
          <w:rtl/>
        </w:rPr>
        <w:t>ی</w:t>
      </w:r>
      <w:r w:rsidR="00134B66">
        <w:rPr>
          <w:rtl/>
        </w:rPr>
        <w:t>نه</w:t>
      </w:r>
      <w:r w:rsidR="00E275C9">
        <w:rPr>
          <w:rtl/>
        </w:rPr>
        <w:t xml:space="preserve">، </w:t>
      </w:r>
      <w:r w:rsidR="00134B66">
        <w:rPr>
          <w:rtl/>
        </w:rPr>
        <w:t>موصل</w:t>
      </w:r>
      <w:r w:rsidR="00E275C9">
        <w:rPr>
          <w:rtl/>
        </w:rPr>
        <w:t xml:space="preserve">، </w:t>
      </w:r>
      <w:r w:rsidR="00134B66">
        <w:rPr>
          <w:rtl/>
        </w:rPr>
        <w:t>قنسر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معرة النعمان</w:t>
      </w:r>
      <w:r w:rsidR="00E275C9">
        <w:rPr>
          <w:rtl/>
        </w:rPr>
        <w:t xml:space="preserve">، </w:t>
      </w:r>
      <w:r w:rsidR="00134B66">
        <w:rPr>
          <w:rtl/>
        </w:rPr>
        <w:t>حماة</w:t>
      </w:r>
      <w:r w:rsidR="00E275C9">
        <w:rPr>
          <w:rtl/>
        </w:rPr>
        <w:t xml:space="preserve">، </w:t>
      </w:r>
      <w:r w:rsidR="00134B66">
        <w:rPr>
          <w:rtl/>
        </w:rPr>
        <w:t>حمص</w:t>
      </w:r>
      <w:r w:rsidR="00E275C9">
        <w:rPr>
          <w:rtl/>
        </w:rPr>
        <w:t xml:space="preserve">، </w:t>
      </w:r>
      <w:r w:rsidR="00134B66">
        <w:rPr>
          <w:rtl/>
        </w:rPr>
        <w:t>بعلبك و دمشق</w:t>
      </w:r>
      <w:r w:rsidR="00E275C9">
        <w:rPr>
          <w:rtl/>
        </w:rPr>
        <w:t xml:space="preserve">. </w:t>
      </w:r>
      <w:r w:rsidR="00134B66" w:rsidRPr="00B52B2E">
        <w:rPr>
          <w:rStyle w:val="libFootnotenumChar"/>
          <w:rtl/>
        </w:rPr>
        <w:t>(</w:t>
      </w:r>
      <w:r w:rsidRPr="00B52B2E">
        <w:rPr>
          <w:rStyle w:val="libFootnotenumChar"/>
          <w:rtl/>
        </w:rPr>
        <w:t>76</w:t>
      </w:r>
      <w:r w:rsidR="00134B66"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مرحوم «ش</w:t>
      </w:r>
      <w:r w:rsidR="00E275C9">
        <w:rPr>
          <w:rtl/>
        </w:rPr>
        <w:t>ی</w:t>
      </w:r>
      <w:r>
        <w:rPr>
          <w:rtl/>
        </w:rPr>
        <w:t>خ عباس قمى» مى گو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  <w:r>
        <w:rPr>
          <w:rtl/>
        </w:rPr>
        <w:t>ابن شهر آشوب در مناقب آورده است كه</w:t>
      </w:r>
      <w:r w:rsidR="00E275C9">
        <w:rPr>
          <w:rtl/>
        </w:rPr>
        <w:t xml:space="preserve">: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«ومن مناقبه ماظهر من المشاهد الذى </w:t>
      </w:r>
      <w:r w:rsidR="00E275C9" w:rsidRPr="0020655A">
        <w:rPr>
          <w:rtl/>
        </w:rPr>
        <w:t>ی</w:t>
      </w:r>
      <w:r>
        <w:rPr>
          <w:rtl/>
        </w:rPr>
        <w:t>قال له مشهدالراءس من كربلا الى عسقلان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وما ب</w:t>
      </w:r>
      <w:r w:rsidR="00E275C9" w:rsidRPr="0020655A">
        <w:rPr>
          <w:rtl/>
        </w:rPr>
        <w:t>ی</w:t>
      </w:r>
      <w:r>
        <w:rPr>
          <w:rtl/>
        </w:rPr>
        <w:t>نهما الموصل ونص</w:t>
      </w:r>
      <w:r w:rsidR="00E275C9" w:rsidRPr="0020655A">
        <w:rPr>
          <w:rtl/>
        </w:rPr>
        <w:t>ی</w:t>
      </w:r>
      <w:r>
        <w:rPr>
          <w:rtl/>
        </w:rPr>
        <w:t>ب</w:t>
      </w:r>
      <w:r w:rsidR="00E275C9" w:rsidRPr="0020655A">
        <w:rPr>
          <w:rtl/>
        </w:rPr>
        <w:t>ی</w:t>
      </w:r>
      <w:r>
        <w:rPr>
          <w:rtl/>
        </w:rPr>
        <w:t>ن وحماة وحمص ودمشق وغ</w:t>
      </w:r>
      <w:r w:rsidR="00E275C9" w:rsidRPr="0020655A">
        <w:rPr>
          <w:rtl/>
        </w:rPr>
        <w:t>ی</w:t>
      </w:r>
      <w:r>
        <w:rPr>
          <w:rtl/>
        </w:rPr>
        <w:t>رذلك»</w:t>
      </w:r>
      <w:r w:rsidR="00E275C9" w:rsidRPr="0020655A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77</w:t>
      </w:r>
      <w:r w:rsidRPr="00B52B2E">
        <w:rPr>
          <w:rStyle w:val="libFootnotenumChar"/>
          <w:rtl/>
        </w:rPr>
        <w:t>)</w:t>
      </w:r>
    </w:p>
    <w:p w:rsidR="00134B66" w:rsidRDefault="00134B66" w:rsidP="002D3AA4">
      <w:pPr>
        <w:pStyle w:val="libNormal"/>
        <w:rPr>
          <w:rtl/>
        </w:rPr>
      </w:pP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د گفته شود كه براى رفتن به «موصل» مسلما مقدارى از كناره هاى «فرات» را س</w:t>
      </w:r>
      <w:r w:rsidR="00E275C9">
        <w:rPr>
          <w:rtl/>
        </w:rPr>
        <w:t>ی</w:t>
      </w:r>
      <w:r>
        <w:rPr>
          <w:rtl/>
        </w:rPr>
        <w:t>ر كرده اند</w:t>
      </w:r>
      <w:r w:rsidR="00E275C9">
        <w:rPr>
          <w:rtl/>
        </w:rPr>
        <w:t xml:space="preserve">. </w:t>
      </w:r>
      <w:r>
        <w:rPr>
          <w:rtl/>
        </w:rPr>
        <w:t>عبور از «تكر</w:t>
      </w:r>
      <w:r w:rsidR="00E275C9">
        <w:rPr>
          <w:rtl/>
        </w:rPr>
        <w:t>ی</w:t>
      </w:r>
      <w:r>
        <w:rPr>
          <w:rtl/>
        </w:rPr>
        <w:t>ت» هم طب</w:t>
      </w:r>
      <w:r w:rsidR="00E275C9">
        <w:rPr>
          <w:rtl/>
        </w:rPr>
        <w:t>ی</w:t>
      </w:r>
      <w:r>
        <w:rPr>
          <w:rtl/>
        </w:rPr>
        <w:t>عى به نظر مى رسد</w:t>
      </w:r>
      <w:r w:rsidR="00E275C9">
        <w:rPr>
          <w:rtl/>
        </w:rPr>
        <w:t xml:space="preserve">، </w:t>
      </w:r>
      <w:r>
        <w:rPr>
          <w:rtl/>
        </w:rPr>
        <w:t>وقتى از شمال غربى سور</w:t>
      </w:r>
      <w:r w:rsidR="00E275C9">
        <w:rPr>
          <w:rtl/>
        </w:rPr>
        <w:t>ی</w:t>
      </w:r>
      <w:r>
        <w:rPr>
          <w:rtl/>
        </w:rPr>
        <w:t>ه فعلى</w:t>
      </w:r>
      <w:r w:rsidR="00E275C9">
        <w:rPr>
          <w:rtl/>
        </w:rPr>
        <w:t xml:space="preserve">، </w:t>
      </w:r>
      <w:r>
        <w:rPr>
          <w:rtl/>
        </w:rPr>
        <w:t>عبور كرده باشند</w:t>
      </w:r>
      <w:r w:rsidR="0020655A">
        <w:rPr>
          <w:rtl/>
        </w:rPr>
        <w:t xml:space="preserve"> </w:t>
      </w:r>
      <w:r>
        <w:rPr>
          <w:rtl/>
        </w:rPr>
        <w:t>مسلّما مس</w:t>
      </w:r>
      <w:r w:rsidR="00E275C9">
        <w:rPr>
          <w:rtl/>
        </w:rPr>
        <w:t>ی</w:t>
      </w:r>
      <w:r>
        <w:rPr>
          <w:rtl/>
        </w:rPr>
        <w:t>ر حلب</w:t>
      </w:r>
      <w:r w:rsidR="00E275C9">
        <w:rPr>
          <w:rtl/>
        </w:rPr>
        <w:t xml:space="preserve">، </w:t>
      </w:r>
      <w:r>
        <w:rPr>
          <w:rtl/>
        </w:rPr>
        <w:t>معرة النعمان</w:t>
      </w:r>
      <w:r w:rsidR="00E275C9">
        <w:rPr>
          <w:rtl/>
        </w:rPr>
        <w:t xml:space="preserve">، </w:t>
      </w:r>
      <w:r>
        <w:rPr>
          <w:rtl/>
        </w:rPr>
        <w:t>حماة و حمص</w:t>
      </w:r>
      <w:r w:rsidR="00E275C9">
        <w:rPr>
          <w:rtl/>
        </w:rPr>
        <w:t xml:space="preserve">، </w:t>
      </w: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ن مس</w:t>
      </w:r>
      <w:r w:rsidR="00E275C9">
        <w:rPr>
          <w:rtl/>
        </w:rPr>
        <w:t>ی</w:t>
      </w:r>
      <w:r>
        <w:rPr>
          <w:rtl/>
        </w:rPr>
        <w:t>ر درست است و از دو راهى دمشق</w:t>
      </w:r>
      <w:r w:rsidR="00E275C9">
        <w:rPr>
          <w:rtl/>
        </w:rPr>
        <w:t xml:space="preserve"> </w:t>
      </w:r>
      <w:r>
        <w:rPr>
          <w:rtl/>
        </w:rPr>
        <w:t>بعلبك</w:t>
      </w:r>
      <w:r w:rsidR="00E275C9">
        <w:rPr>
          <w:rtl/>
        </w:rPr>
        <w:t xml:space="preserve">، </w:t>
      </w:r>
      <w:r>
        <w:rPr>
          <w:rtl/>
        </w:rPr>
        <w:t>اوّل به بعلبك رفته اند و از آنجا به سوى دمشق رهسپار شده اند</w:t>
      </w:r>
      <w:r w:rsidR="00E275C9">
        <w:rPr>
          <w:rtl/>
        </w:rPr>
        <w:t xml:space="preserve">. </w:t>
      </w:r>
      <w:r>
        <w:rPr>
          <w:rtl/>
        </w:rPr>
        <w:t>اما مورخ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گاهى شهرها را پس و پ</w:t>
      </w:r>
      <w:r w:rsidR="00E275C9">
        <w:rPr>
          <w:rtl/>
        </w:rPr>
        <w:t>ی</w:t>
      </w:r>
      <w:r>
        <w:rPr>
          <w:rtl/>
        </w:rPr>
        <w:t>ش نوشته اند ولى مس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، </w:t>
      </w: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ن مس</w:t>
      </w:r>
      <w:r w:rsidR="00E275C9">
        <w:rPr>
          <w:rtl/>
        </w:rPr>
        <w:t>ی</w:t>
      </w:r>
      <w:r>
        <w:rPr>
          <w:rtl/>
        </w:rPr>
        <w:t>ر است</w:t>
      </w:r>
      <w:r w:rsidR="00E275C9">
        <w:rPr>
          <w:rtl/>
        </w:rPr>
        <w:t xml:space="preserve">، </w:t>
      </w:r>
      <w:r>
        <w:rPr>
          <w:rtl/>
        </w:rPr>
        <w:t>چنانچه اسرا</w:t>
      </w:r>
      <w:r w:rsidR="00E275C9">
        <w:rPr>
          <w:rtl/>
        </w:rPr>
        <w:t xml:space="preserve">، </w:t>
      </w:r>
      <w:r>
        <w:rPr>
          <w:rtl/>
        </w:rPr>
        <w:t xml:space="preserve">اوّل صفر وارد دمشق شده باشند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78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>؛ ی</w:t>
      </w:r>
      <w:r>
        <w:rPr>
          <w:rtl/>
        </w:rPr>
        <w:t>عنى ب</w:t>
      </w:r>
      <w:r w:rsidR="00E275C9">
        <w:rPr>
          <w:rtl/>
        </w:rPr>
        <w:t>ی</w:t>
      </w:r>
      <w:r>
        <w:rPr>
          <w:rtl/>
        </w:rPr>
        <w:t>ست روز از واقعه خونبار كربلا گذشته بود و تا اربع</w:t>
      </w:r>
      <w:r w:rsidR="00E275C9">
        <w:rPr>
          <w:rtl/>
        </w:rPr>
        <w:t>ی</w:t>
      </w:r>
      <w:r>
        <w:rPr>
          <w:rtl/>
        </w:rPr>
        <w:t>ن ن</w:t>
      </w:r>
      <w:r w:rsidR="00E275C9">
        <w:rPr>
          <w:rtl/>
        </w:rPr>
        <w:t>ی</w:t>
      </w:r>
      <w:r>
        <w:rPr>
          <w:rtl/>
        </w:rPr>
        <w:t>ز هم</w:t>
      </w:r>
      <w:r w:rsidR="00E275C9">
        <w:rPr>
          <w:rtl/>
        </w:rPr>
        <w:t>ی</w:t>
      </w:r>
      <w:r>
        <w:rPr>
          <w:rtl/>
        </w:rPr>
        <w:t>ن مقدار از زمان باقى است</w:t>
      </w:r>
      <w:r w:rsidR="00E275C9">
        <w:rPr>
          <w:rtl/>
        </w:rPr>
        <w:t xml:space="preserve">، </w:t>
      </w:r>
      <w:r>
        <w:rPr>
          <w:rtl/>
        </w:rPr>
        <w:t xml:space="preserve">از دوازدهم محرم تا </w:t>
      </w:r>
      <w:r w:rsidR="00E275C9">
        <w:rPr>
          <w:rtl/>
        </w:rPr>
        <w:t>ی</w:t>
      </w:r>
      <w:r>
        <w:rPr>
          <w:rtl/>
        </w:rPr>
        <w:t>ك هفته اسرا در كوفه متوقف بودند تا پ</w:t>
      </w:r>
      <w:r w:rsidR="00E275C9">
        <w:rPr>
          <w:rtl/>
        </w:rPr>
        <w:t>ی</w:t>
      </w:r>
      <w:r>
        <w:rPr>
          <w:rtl/>
        </w:rPr>
        <w:t>كها</w:t>
      </w:r>
      <w:r w:rsidR="00E275C9">
        <w:rPr>
          <w:rtl/>
        </w:rPr>
        <w:t>ی</w:t>
      </w:r>
      <w:r>
        <w:rPr>
          <w:rtl/>
        </w:rPr>
        <w:t>ى كه خبر شهادت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در روز عاشورا به دمشق برده بودند</w:t>
      </w:r>
      <w:r w:rsidR="00E275C9">
        <w:rPr>
          <w:rtl/>
        </w:rPr>
        <w:t xml:space="preserve">، </w:t>
      </w:r>
      <w:r>
        <w:rPr>
          <w:rtl/>
        </w:rPr>
        <w:t xml:space="preserve">برگشتند و خبر آوردند كه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دستور داده اسرا را به دمشق ببرند و ا</w:t>
      </w:r>
      <w:r w:rsidR="00E275C9">
        <w:rPr>
          <w:rtl/>
        </w:rPr>
        <w:t>ی</w:t>
      </w:r>
      <w:r>
        <w:rPr>
          <w:rtl/>
        </w:rPr>
        <w:t>ن رفت و برگشت</w:t>
      </w:r>
      <w:r w:rsidR="00E275C9">
        <w:rPr>
          <w:rtl/>
        </w:rPr>
        <w:t xml:space="preserve">، </w:t>
      </w:r>
      <w:r>
        <w:rPr>
          <w:rtl/>
        </w:rPr>
        <w:t>جمعا نه روز طول كش</w:t>
      </w:r>
      <w:r w:rsidR="00E275C9">
        <w:rPr>
          <w:rtl/>
        </w:rPr>
        <w:t>ی</w:t>
      </w:r>
      <w:r>
        <w:rPr>
          <w:rtl/>
        </w:rPr>
        <w:t>ده كه با</w:t>
      </w:r>
      <w:r w:rsidR="00E275C9">
        <w:rPr>
          <w:rtl/>
        </w:rPr>
        <w:t>ی</w:t>
      </w:r>
      <w:r>
        <w:rPr>
          <w:rtl/>
        </w:rPr>
        <w:t>د طب</w:t>
      </w:r>
      <w:r w:rsidR="00E275C9">
        <w:rPr>
          <w:rtl/>
        </w:rPr>
        <w:t>ی</w:t>
      </w:r>
      <w:r>
        <w:rPr>
          <w:rtl/>
        </w:rPr>
        <w:t>عى باشد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پ</w:t>
      </w:r>
      <w:r w:rsidR="00E275C9">
        <w:rPr>
          <w:rtl/>
        </w:rPr>
        <w:t>ی</w:t>
      </w:r>
      <w:r>
        <w:rPr>
          <w:rtl/>
        </w:rPr>
        <w:t>كها در ب</w:t>
      </w:r>
      <w:r w:rsidR="00E275C9">
        <w:rPr>
          <w:rtl/>
        </w:rPr>
        <w:t>ی</w:t>
      </w:r>
      <w:r>
        <w:rPr>
          <w:rtl/>
        </w:rPr>
        <w:t>ن راه مسلما اسب عوض كرده به تاخت رفته اند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از طر</w:t>
      </w:r>
      <w:r w:rsidR="00E275C9">
        <w:rPr>
          <w:rtl/>
        </w:rPr>
        <w:t>ی</w:t>
      </w:r>
      <w:r>
        <w:rPr>
          <w:rtl/>
        </w:rPr>
        <w:t>ق «اردن» فاصله كوفه</w:t>
      </w:r>
      <w:r w:rsidR="00E275C9">
        <w:rPr>
          <w:rtl/>
        </w:rPr>
        <w:t xml:space="preserve"> </w:t>
      </w:r>
      <w:r>
        <w:rPr>
          <w:rtl/>
        </w:rPr>
        <w:t>دمشق حدود ششصد ك</w:t>
      </w:r>
      <w:r w:rsidR="00E275C9">
        <w:rPr>
          <w:rtl/>
        </w:rPr>
        <w:t>ی</w:t>
      </w:r>
      <w:r>
        <w:rPr>
          <w:rtl/>
        </w:rPr>
        <w:t xml:space="preserve">لومتر است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79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 xml:space="preserve">اگر اسرا روز نوزدهم </w:t>
      </w:r>
      <w:r w:rsidR="00E275C9">
        <w:rPr>
          <w:rtl/>
        </w:rPr>
        <w:t>ی</w:t>
      </w:r>
      <w:r>
        <w:rPr>
          <w:rtl/>
        </w:rPr>
        <w:t>ا هجدهم به سوى دمشق حركت كرده باشند و اوّل صفر هم رس</w:t>
      </w:r>
      <w:r w:rsidR="00E275C9">
        <w:rPr>
          <w:rtl/>
        </w:rPr>
        <w:t>ی</w:t>
      </w:r>
      <w:r>
        <w:rPr>
          <w:rtl/>
        </w:rPr>
        <w:t>ده باشند</w:t>
      </w:r>
      <w:r w:rsidR="00E275C9">
        <w:rPr>
          <w:rtl/>
        </w:rPr>
        <w:t xml:space="preserve">، </w:t>
      </w:r>
      <w:r>
        <w:rPr>
          <w:rtl/>
        </w:rPr>
        <w:t>تقر</w:t>
      </w:r>
      <w:r w:rsidR="00E275C9">
        <w:rPr>
          <w:rtl/>
        </w:rPr>
        <w:t>ی</w:t>
      </w:r>
      <w:r>
        <w:rPr>
          <w:rtl/>
        </w:rPr>
        <w:t>با هرشبانه روز</w:t>
      </w:r>
      <w:r w:rsidR="00E275C9">
        <w:rPr>
          <w:rtl/>
        </w:rPr>
        <w:t xml:space="preserve">، </w:t>
      </w:r>
      <w:r>
        <w:rPr>
          <w:rtl/>
        </w:rPr>
        <w:t>صد ك</w:t>
      </w:r>
      <w:r w:rsidR="00E275C9">
        <w:rPr>
          <w:rtl/>
        </w:rPr>
        <w:t>ی</w:t>
      </w:r>
      <w:r>
        <w:rPr>
          <w:rtl/>
        </w:rPr>
        <w:t>لومتر راه طى كرده اند كه خ</w:t>
      </w:r>
      <w:r w:rsidR="00E275C9">
        <w:rPr>
          <w:rtl/>
        </w:rPr>
        <w:t>ی</w:t>
      </w:r>
      <w:r>
        <w:rPr>
          <w:rtl/>
        </w:rPr>
        <w:t xml:space="preserve">لى با </w:t>
      </w:r>
      <w:r>
        <w:rPr>
          <w:rtl/>
        </w:rPr>
        <w:lastRenderedPageBreak/>
        <w:t>عجله و خسته كننده بوده و ا</w:t>
      </w:r>
      <w:r w:rsidR="00E275C9">
        <w:rPr>
          <w:rtl/>
        </w:rPr>
        <w:t>ی</w:t>
      </w:r>
      <w:r>
        <w:rPr>
          <w:rtl/>
        </w:rPr>
        <w:t>ن هم خود مص</w:t>
      </w:r>
      <w:r w:rsidR="00E275C9">
        <w:rPr>
          <w:rtl/>
        </w:rPr>
        <w:t>ی</w:t>
      </w:r>
      <w:r>
        <w:rPr>
          <w:rtl/>
        </w:rPr>
        <w:t>بتى د</w:t>
      </w:r>
      <w:r w:rsidR="00E275C9">
        <w:rPr>
          <w:rtl/>
        </w:rPr>
        <w:t>ی</w:t>
      </w:r>
      <w:r>
        <w:rPr>
          <w:rtl/>
        </w:rPr>
        <w:t>گر از مصا</w:t>
      </w:r>
      <w:r w:rsidR="00E275C9">
        <w:rPr>
          <w:rtl/>
        </w:rPr>
        <w:t>ی</w:t>
      </w:r>
      <w:r>
        <w:rPr>
          <w:rtl/>
        </w:rPr>
        <w:t>ب اسرا به حساب مى آ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اگر اسرا جمعا ده روز هم در دمشق درنگ كرده باشند</w:t>
      </w:r>
      <w:r w:rsidR="00E275C9">
        <w:rPr>
          <w:rtl/>
        </w:rPr>
        <w:t xml:space="preserve">، </w:t>
      </w:r>
      <w:r>
        <w:rPr>
          <w:rtl/>
        </w:rPr>
        <w:t>با توجه به ا</w:t>
      </w:r>
      <w:r w:rsidR="00E275C9">
        <w:rPr>
          <w:rtl/>
        </w:rPr>
        <w:t>ی</w:t>
      </w:r>
      <w:r>
        <w:rPr>
          <w:rtl/>
        </w:rPr>
        <w:t>نكه آزادانه از راه اردن به كربلا رفته اند</w:t>
      </w:r>
      <w:r w:rsidR="00E275C9">
        <w:rPr>
          <w:rtl/>
        </w:rPr>
        <w:t>،</w:t>
      </w:r>
      <w:r w:rsidR="0020655A">
        <w:rPr>
          <w:rtl/>
        </w:rPr>
        <w:t xml:space="preserve"> </w:t>
      </w:r>
      <w:r>
        <w:rPr>
          <w:rtl/>
        </w:rPr>
        <w:t xml:space="preserve">روزى پنجاه </w:t>
      </w:r>
      <w:r w:rsidR="00E275C9">
        <w:rPr>
          <w:rtl/>
        </w:rPr>
        <w:t>ی</w:t>
      </w:r>
      <w:r>
        <w:rPr>
          <w:rtl/>
        </w:rPr>
        <w:t>ا شصت ك</w:t>
      </w:r>
      <w:r w:rsidR="00E275C9">
        <w:rPr>
          <w:rtl/>
        </w:rPr>
        <w:t>ی</w:t>
      </w:r>
      <w:r>
        <w:rPr>
          <w:rtl/>
        </w:rPr>
        <w:t>لومتر هم كه رفته باشند</w:t>
      </w:r>
      <w:r w:rsidR="00E275C9">
        <w:rPr>
          <w:rtl/>
        </w:rPr>
        <w:t xml:space="preserve">، </w:t>
      </w:r>
      <w:r>
        <w:rPr>
          <w:rtl/>
        </w:rPr>
        <w:t>روز اربع</w:t>
      </w:r>
      <w:r w:rsidR="00E275C9">
        <w:rPr>
          <w:rtl/>
        </w:rPr>
        <w:t>ی</w:t>
      </w:r>
      <w:r>
        <w:rPr>
          <w:rtl/>
        </w:rPr>
        <w:t>ن با</w:t>
      </w:r>
      <w:r w:rsidR="00E275C9">
        <w:rPr>
          <w:rtl/>
        </w:rPr>
        <w:t>ی</w:t>
      </w:r>
      <w:r>
        <w:rPr>
          <w:rtl/>
        </w:rPr>
        <w:t>د در كربلا بوده باشند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به نظر من</w:t>
      </w:r>
      <w:r w:rsidR="00E275C9">
        <w:rPr>
          <w:rtl/>
        </w:rPr>
        <w:t xml:space="preserve">، </w:t>
      </w:r>
      <w:r>
        <w:rPr>
          <w:rtl/>
        </w:rPr>
        <w:t>آنچه در كتابها</w:t>
      </w:r>
      <w:r w:rsidR="00E275C9">
        <w:rPr>
          <w:rtl/>
        </w:rPr>
        <w:t>ی</w:t>
      </w:r>
      <w:r>
        <w:rPr>
          <w:rtl/>
        </w:rPr>
        <w:t>ى مثل لهوف س</w:t>
      </w:r>
      <w:r w:rsidR="00E275C9">
        <w:rPr>
          <w:rtl/>
        </w:rPr>
        <w:t>ی</w:t>
      </w:r>
      <w:r>
        <w:rPr>
          <w:rtl/>
        </w:rPr>
        <w:t>د بن طاووس</w:t>
      </w:r>
      <w:r w:rsidR="00E275C9">
        <w:rPr>
          <w:rtl/>
        </w:rPr>
        <w:t xml:space="preserve">، </w:t>
      </w:r>
      <w:r>
        <w:rPr>
          <w:rtl/>
        </w:rPr>
        <w:t>كامل بهائى</w:t>
      </w:r>
      <w:r w:rsidR="00E275C9">
        <w:rPr>
          <w:rtl/>
        </w:rPr>
        <w:t xml:space="preserve">، </w:t>
      </w:r>
      <w:r>
        <w:rPr>
          <w:rtl/>
        </w:rPr>
        <w:t>آثارالباق</w:t>
      </w:r>
      <w:r w:rsidR="00E275C9">
        <w:rPr>
          <w:rtl/>
        </w:rPr>
        <w:t>ی</w:t>
      </w:r>
      <w:r>
        <w:rPr>
          <w:rtl/>
        </w:rPr>
        <w:t>ه ب</w:t>
      </w:r>
      <w:r w:rsidR="00E275C9">
        <w:rPr>
          <w:rtl/>
        </w:rPr>
        <w:t>ی</w:t>
      </w:r>
      <w:r>
        <w:rPr>
          <w:rtl/>
        </w:rPr>
        <w:t>رونى</w:t>
      </w:r>
      <w:r w:rsidR="00E275C9">
        <w:rPr>
          <w:rtl/>
        </w:rPr>
        <w:t xml:space="preserve">، </w:t>
      </w:r>
      <w:r>
        <w:rPr>
          <w:rtl/>
        </w:rPr>
        <w:t>مصباح كفعمى و تقو</w:t>
      </w:r>
      <w:r w:rsidR="00E275C9">
        <w:rPr>
          <w:rtl/>
        </w:rPr>
        <w:t>ی</w:t>
      </w:r>
      <w:r>
        <w:rPr>
          <w:rtl/>
        </w:rPr>
        <w:t>م الحس</w:t>
      </w:r>
      <w:r w:rsidR="00E275C9">
        <w:rPr>
          <w:rtl/>
        </w:rPr>
        <w:t>ی</w:t>
      </w:r>
      <w:r>
        <w:rPr>
          <w:rtl/>
        </w:rPr>
        <w:t>نى و غ</w:t>
      </w:r>
      <w:r w:rsidR="00E275C9">
        <w:rPr>
          <w:rtl/>
        </w:rPr>
        <w:t>ی</w:t>
      </w:r>
      <w:r>
        <w:rPr>
          <w:rtl/>
        </w:rPr>
        <w:t>ره ذكر شده است كه اسرا اربع</w:t>
      </w:r>
      <w:r w:rsidR="00E275C9">
        <w:rPr>
          <w:rtl/>
        </w:rPr>
        <w:t>ی</w:t>
      </w:r>
      <w:r>
        <w:rPr>
          <w:rtl/>
        </w:rPr>
        <w:t>ن اوّل در كربلا بوده اند</w:t>
      </w:r>
      <w:r w:rsidR="00E275C9">
        <w:rPr>
          <w:rtl/>
        </w:rPr>
        <w:t xml:space="preserve">، </w:t>
      </w:r>
      <w:r>
        <w:rPr>
          <w:rtl/>
        </w:rPr>
        <w:t>چ</w:t>
      </w:r>
      <w:r w:rsidR="00E275C9">
        <w:rPr>
          <w:rtl/>
        </w:rPr>
        <w:t>ی</w:t>
      </w:r>
      <w:r>
        <w:rPr>
          <w:rtl/>
        </w:rPr>
        <w:t>ز بع</w:t>
      </w:r>
      <w:r w:rsidR="00E275C9">
        <w:rPr>
          <w:rtl/>
        </w:rPr>
        <w:t>ی</w:t>
      </w:r>
      <w:r>
        <w:rPr>
          <w:rtl/>
        </w:rPr>
        <w:t>دى 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مس</w:t>
      </w:r>
      <w:r w:rsidR="00E275C9">
        <w:rPr>
          <w:rtl/>
        </w:rPr>
        <w:t>ی</w:t>
      </w:r>
      <w:r>
        <w:rPr>
          <w:rtl/>
        </w:rPr>
        <w:t>ر حركت كاروان اسرا</w:t>
      </w:r>
      <w:r w:rsidR="00E275C9">
        <w:rPr>
          <w:rtl/>
        </w:rPr>
        <w:t xml:space="preserve">، </w:t>
      </w:r>
      <w:r>
        <w:rPr>
          <w:rtl/>
        </w:rPr>
        <w:t>قسمتى از «كناره فرات</w:t>
      </w:r>
      <w:r w:rsidR="00E275C9">
        <w:rPr>
          <w:rtl/>
        </w:rPr>
        <w:t xml:space="preserve">، </w:t>
      </w:r>
      <w:r>
        <w:rPr>
          <w:rtl/>
        </w:rPr>
        <w:t>تكر</w:t>
      </w:r>
      <w:r w:rsidR="00E275C9">
        <w:rPr>
          <w:rtl/>
        </w:rPr>
        <w:t>ی</w:t>
      </w:r>
      <w:r>
        <w:rPr>
          <w:rtl/>
        </w:rPr>
        <w:t>ت</w:t>
      </w:r>
      <w:r w:rsidR="00E275C9">
        <w:rPr>
          <w:rtl/>
        </w:rPr>
        <w:t xml:space="preserve">، </w:t>
      </w:r>
      <w:r>
        <w:rPr>
          <w:rtl/>
        </w:rPr>
        <w:t>موصل</w:t>
      </w:r>
      <w:r w:rsidR="00E275C9">
        <w:rPr>
          <w:rtl/>
        </w:rPr>
        <w:t xml:space="preserve">، </w:t>
      </w:r>
      <w:r>
        <w:rPr>
          <w:rtl/>
        </w:rPr>
        <w:t>حلب</w:t>
      </w:r>
      <w:r w:rsidR="00E275C9">
        <w:rPr>
          <w:rtl/>
        </w:rPr>
        <w:t xml:space="preserve">، </w:t>
      </w:r>
      <w:r>
        <w:rPr>
          <w:rtl/>
        </w:rPr>
        <w:t>معرة النعمان</w:t>
      </w:r>
      <w:r w:rsidR="00E275C9">
        <w:rPr>
          <w:rtl/>
        </w:rPr>
        <w:t xml:space="preserve">، </w:t>
      </w:r>
      <w:r>
        <w:rPr>
          <w:rtl/>
        </w:rPr>
        <w:t>حماة</w:t>
      </w:r>
      <w:r w:rsidR="00E275C9">
        <w:rPr>
          <w:rtl/>
        </w:rPr>
        <w:t xml:space="preserve">، </w:t>
      </w:r>
      <w:r>
        <w:rPr>
          <w:rtl/>
        </w:rPr>
        <w:t>حمص و بعلبك» به سوى دمشق بوده است</w:t>
      </w:r>
      <w:r w:rsidR="00E275C9">
        <w:rPr>
          <w:rtl/>
        </w:rPr>
        <w:t xml:space="preserve">. </w:t>
      </w:r>
      <w:r>
        <w:rPr>
          <w:rtl/>
        </w:rPr>
        <w:t>بى ترد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منازل د</w:t>
      </w:r>
      <w:r w:rsidR="00E275C9">
        <w:rPr>
          <w:rtl/>
        </w:rPr>
        <w:t>ی</w:t>
      </w:r>
      <w:r>
        <w:rPr>
          <w:rtl/>
        </w:rPr>
        <w:t>گرى هم مثل «د</w:t>
      </w:r>
      <w:r w:rsidR="00E275C9">
        <w:rPr>
          <w:rtl/>
        </w:rPr>
        <w:t>ی</w:t>
      </w:r>
      <w:r>
        <w:rPr>
          <w:rtl/>
        </w:rPr>
        <w:t>ر راهب و عسقلان» كه در كتابها نامشان ذكر شده</w:t>
      </w:r>
      <w:r w:rsidR="00E275C9">
        <w:rPr>
          <w:rtl/>
        </w:rPr>
        <w:t xml:space="preserve">، </w:t>
      </w:r>
      <w:r>
        <w:rPr>
          <w:rtl/>
        </w:rPr>
        <w:t>در هم</w:t>
      </w:r>
      <w:r w:rsidR="00E275C9">
        <w:rPr>
          <w:rtl/>
        </w:rPr>
        <w:t>ی</w:t>
      </w:r>
      <w:r>
        <w:rPr>
          <w:rtl/>
        </w:rPr>
        <w:t>ن مس</w:t>
      </w:r>
      <w:r w:rsidR="00E275C9">
        <w:rPr>
          <w:rtl/>
        </w:rPr>
        <w:t>ی</w:t>
      </w:r>
      <w:r>
        <w:rPr>
          <w:rtl/>
        </w:rPr>
        <w:t>ر قرار داشته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بى مناسبت ن</w:t>
      </w:r>
      <w:r w:rsidR="00E275C9">
        <w:rPr>
          <w:rtl/>
        </w:rPr>
        <w:t>ی</w:t>
      </w:r>
      <w:r>
        <w:rPr>
          <w:rtl/>
        </w:rPr>
        <w:t>ست در ا</w:t>
      </w:r>
      <w:r w:rsidR="00E275C9">
        <w:rPr>
          <w:rtl/>
        </w:rPr>
        <w:t>ی</w:t>
      </w:r>
      <w:r>
        <w:rPr>
          <w:rtl/>
        </w:rPr>
        <w:t>ن جا شعر آقاى «علامه حائرى مازندرانى» آورده شود</w:t>
      </w:r>
      <w:r w:rsidR="00E275C9">
        <w:rPr>
          <w:rtl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708"/>
        <w:gridCol w:w="269"/>
        <w:gridCol w:w="3610"/>
      </w:tblGrid>
      <w:tr w:rsidR="00324332" w:rsidTr="00335963">
        <w:trPr>
          <w:trHeight w:val="350"/>
        </w:trPr>
        <w:tc>
          <w:tcPr>
            <w:tcW w:w="4288" w:type="dxa"/>
            <w:shd w:val="clear" w:color="auto" w:fill="auto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یارب از كید اجانب حفظ كن اسلام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24332" w:rsidRDefault="00324332" w:rsidP="003243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دور كن از دیده ما پرده ابهام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332" w:rsidTr="00335963">
        <w:trPr>
          <w:trHeight w:val="350"/>
        </w:trPr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كیست این نجم فروزانى كه از بدو طلوع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كرده حیران با تحمل در سما اجرام را؟!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332" w:rsidTr="00335963">
        <w:trPr>
          <w:trHeight w:val="350"/>
        </w:trPr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كیست آن پیك همایونى كه از كرب و 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مى برد سوى مدینه از حسین پیغام را؟!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332" w:rsidTr="00335963">
        <w:trPr>
          <w:trHeight w:val="350"/>
        </w:trPr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كیست این خواهر</w:t>
            </w:r>
            <w:r>
              <w:rPr>
                <w:rtl/>
              </w:rPr>
              <w:t>كه چون نعش برادر</w:t>
            </w:r>
            <w:r>
              <w:rPr>
                <w:rtl/>
              </w:rPr>
              <w:t>دید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بارالها خیر فرما از كرم فرجام را؟!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332" w:rsidTr="00335963">
        <w:trPr>
          <w:trHeight w:val="350"/>
        </w:trPr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كیست آن دختر كه مانند پدر گوید سخن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مى گذارد بر زمین مانند مادر گام را؟!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332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كیست این بانو كه از دشمن چو بیند ناسزا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مى كند مقهور منطق، صاحب دشنام را؟!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332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سرچواز</w:t>
            </w:r>
            <w:r>
              <w:rPr>
                <w:rFonts w:hint="cs"/>
                <w:rtl/>
              </w:rPr>
              <w:t>م</w:t>
            </w:r>
            <w:r>
              <w:rPr>
                <w:rtl/>
              </w:rPr>
              <w:t>حمل برون آورد و</w:t>
            </w:r>
            <w:r>
              <w:rPr>
                <w:rtl/>
              </w:rPr>
              <w:t>خواند آن خطبه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كوفه را لرزاند و برهم زد اساس شام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24332" w:rsidTr="00335963">
        <w:tblPrEx>
          <w:tblLook w:val="04A0"/>
        </w:tblPrEx>
        <w:trPr>
          <w:trHeight w:val="350"/>
        </w:trPr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>قهرمان كربلاام المصائب زینب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324332" w:rsidRDefault="00324332" w:rsidP="00324332">
            <w:pPr>
              <w:pStyle w:val="libPoemFootnote"/>
              <w:rPr>
                <w:rtl/>
              </w:rPr>
            </w:pPr>
            <w:r>
              <w:rPr>
                <w:rtl/>
              </w:rPr>
              <w:t xml:space="preserve">آنكه با تلخى صبرش كرده شیرین كام را </w:t>
            </w:r>
            <w:r w:rsidRPr="00B52B2E">
              <w:rPr>
                <w:rStyle w:val="libFootnotenumChar"/>
                <w:rtl/>
              </w:rPr>
              <w:t>(</w:t>
            </w:r>
            <w:r w:rsidR="00883263" w:rsidRPr="00B52B2E">
              <w:rPr>
                <w:rStyle w:val="libFootnotenumChar"/>
                <w:rtl/>
              </w:rPr>
              <w:t>80</w:t>
            </w:r>
            <w:r w:rsidRPr="00B52B2E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34B66" w:rsidRDefault="00324332" w:rsidP="00E75448">
      <w:pPr>
        <w:pStyle w:val="Heading2"/>
        <w:rPr>
          <w:rtl/>
        </w:rPr>
      </w:pPr>
      <w:r>
        <w:rPr>
          <w:rtl/>
        </w:rPr>
        <w:br w:type="page"/>
      </w:r>
      <w:bookmarkStart w:id="9" w:name="_Toc425238178"/>
      <w:r w:rsidR="00134B66">
        <w:rPr>
          <w:rtl/>
        </w:rPr>
        <w:lastRenderedPageBreak/>
        <w:t>راهى شدن كاروان به سوى مد</w:t>
      </w:r>
      <w:r w:rsidR="00E275C9">
        <w:rPr>
          <w:rtl/>
        </w:rPr>
        <w:t>ی</w:t>
      </w:r>
      <w:r w:rsidR="00134B66">
        <w:rPr>
          <w:rtl/>
        </w:rPr>
        <w:t>نه</w:t>
      </w:r>
      <w:bookmarkEnd w:id="9"/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بعد از برپا</w:t>
      </w:r>
      <w:r w:rsidR="00E275C9">
        <w:rPr>
          <w:rtl/>
        </w:rPr>
        <w:t>ی</w:t>
      </w:r>
      <w:r>
        <w:rPr>
          <w:rtl/>
        </w:rPr>
        <w:t>ى مراسم اربع</w:t>
      </w:r>
      <w:r w:rsidR="00E275C9">
        <w:rPr>
          <w:rtl/>
        </w:rPr>
        <w:t>ی</w:t>
      </w:r>
      <w:r>
        <w:rPr>
          <w:rtl/>
        </w:rPr>
        <w:t>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كربلا</w:t>
      </w:r>
      <w:r w:rsidR="00E275C9">
        <w:rPr>
          <w:rtl/>
        </w:rPr>
        <w:t xml:space="preserve">، </w:t>
      </w:r>
      <w:r>
        <w:rPr>
          <w:rtl/>
        </w:rPr>
        <w:t>كاروان پ</w:t>
      </w:r>
      <w:r w:rsidR="00E275C9">
        <w:rPr>
          <w:rtl/>
        </w:rPr>
        <w:t>ی</w:t>
      </w:r>
      <w:r>
        <w:rPr>
          <w:rtl/>
        </w:rPr>
        <w:t>ام خون شه</w:t>
      </w:r>
      <w:r w:rsidR="00E275C9">
        <w:rPr>
          <w:rtl/>
        </w:rPr>
        <w:t>ی</w:t>
      </w:r>
      <w:r>
        <w:rPr>
          <w:rtl/>
        </w:rPr>
        <w:t>دان</w:t>
      </w:r>
      <w:r w:rsidR="00E275C9">
        <w:rPr>
          <w:rtl/>
        </w:rPr>
        <w:t xml:space="preserve">، </w:t>
      </w:r>
      <w:r>
        <w:rPr>
          <w:rtl/>
        </w:rPr>
        <w:t>راهى «مد</w:t>
      </w:r>
      <w:r w:rsidR="00E275C9">
        <w:rPr>
          <w:rtl/>
        </w:rPr>
        <w:t>ی</w:t>
      </w:r>
      <w:r>
        <w:rPr>
          <w:rtl/>
        </w:rPr>
        <w:t>نه» شد</w:t>
      </w:r>
      <w:r w:rsidR="00E275C9">
        <w:rPr>
          <w:rtl/>
        </w:rPr>
        <w:t xml:space="preserve">. </w:t>
      </w:r>
      <w:r>
        <w:rPr>
          <w:rtl/>
        </w:rPr>
        <w:t>پس از طى طر</w:t>
      </w:r>
      <w:r w:rsidR="00E275C9">
        <w:rPr>
          <w:rtl/>
        </w:rPr>
        <w:t>ی</w:t>
      </w:r>
      <w:r>
        <w:rPr>
          <w:rtl/>
        </w:rPr>
        <w:t>ق</w:t>
      </w:r>
      <w:r w:rsidR="00E275C9">
        <w:rPr>
          <w:rtl/>
        </w:rPr>
        <w:t xml:space="preserve">، </w:t>
      </w:r>
      <w:r>
        <w:rPr>
          <w:rtl/>
        </w:rPr>
        <w:t>سرانجام كاروان به نزد</w:t>
      </w:r>
      <w:r w:rsidR="00E275C9">
        <w:rPr>
          <w:rtl/>
        </w:rPr>
        <w:t>ی</w:t>
      </w:r>
      <w:r>
        <w:rPr>
          <w:rtl/>
        </w:rPr>
        <w:t>ك مد</w:t>
      </w:r>
      <w:r w:rsidR="00E275C9">
        <w:rPr>
          <w:rtl/>
        </w:rPr>
        <w:t>ی</w:t>
      </w:r>
      <w:r>
        <w:rPr>
          <w:rtl/>
        </w:rPr>
        <w:t>نه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 xml:space="preserve">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دستور داد كاروان</w:t>
      </w:r>
      <w:r w:rsidR="00E275C9">
        <w:rPr>
          <w:rtl/>
        </w:rPr>
        <w:t>ی</w:t>
      </w:r>
      <w:r>
        <w:rPr>
          <w:rtl/>
        </w:rPr>
        <w:t>ان در ب</w:t>
      </w:r>
      <w:r w:rsidR="00E275C9">
        <w:rPr>
          <w:rtl/>
        </w:rPr>
        <w:t>ی</w:t>
      </w:r>
      <w:r>
        <w:rPr>
          <w:rtl/>
        </w:rPr>
        <w:t>رون شهر</w:t>
      </w:r>
      <w:r w:rsidR="00E275C9">
        <w:rPr>
          <w:rtl/>
        </w:rPr>
        <w:t xml:space="preserve">، </w:t>
      </w:r>
      <w:r>
        <w:rPr>
          <w:rtl/>
        </w:rPr>
        <w:t>رحل اقامت اندازند و چادرها را برپا كنند و تمامى اهل قافله به استراحت بپردازند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مردم مد</w:t>
      </w:r>
      <w:r w:rsidR="00E275C9">
        <w:rPr>
          <w:rtl/>
        </w:rPr>
        <w:t>ی</w:t>
      </w:r>
      <w:r>
        <w:rPr>
          <w:rtl/>
        </w:rPr>
        <w:t>نه از ورود آنان اطلاعى نداشتند</w:t>
      </w:r>
      <w:r w:rsidR="00E275C9">
        <w:rPr>
          <w:rtl/>
        </w:rPr>
        <w:t xml:space="preserve">. </w:t>
      </w:r>
      <w:r>
        <w:rPr>
          <w:rtl/>
        </w:rPr>
        <w:t>و ه</w:t>
      </w:r>
      <w:r w:rsidR="00E275C9">
        <w:rPr>
          <w:rtl/>
        </w:rPr>
        <w:t>ی</w:t>
      </w:r>
      <w:r>
        <w:rPr>
          <w:rtl/>
        </w:rPr>
        <w:t>چ كس از اهل آنجا دق</w:t>
      </w:r>
      <w:r w:rsidR="00E275C9">
        <w:rPr>
          <w:rtl/>
        </w:rPr>
        <w:t>ی</w:t>
      </w:r>
      <w:r>
        <w:rPr>
          <w:rtl/>
        </w:rPr>
        <w:t>قا نمى دانست كه در كربلا چه اتفاقى افتاده است</w:t>
      </w:r>
      <w:r w:rsidR="00E275C9">
        <w:rPr>
          <w:rtl/>
        </w:rPr>
        <w:t xml:space="preserve">. </w:t>
      </w:r>
      <w:r>
        <w:rPr>
          <w:rtl/>
        </w:rPr>
        <w:t>چه بسا كسانى كه انتظار ورود موكب حس</w:t>
      </w:r>
      <w:r w:rsidR="00E275C9">
        <w:rPr>
          <w:rtl/>
        </w:rPr>
        <w:t>ی</w:t>
      </w:r>
      <w:r>
        <w:rPr>
          <w:rtl/>
        </w:rPr>
        <w:t xml:space="preserve">نى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مى كش</w:t>
      </w:r>
      <w:r w:rsidR="00E275C9">
        <w:rPr>
          <w:rtl/>
        </w:rPr>
        <w:t>ی</w:t>
      </w:r>
      <w:r>
        <w:rPr>
          <w:rtl/>
        </w:rPr>
        <w:t>دند و اگر هم از وقا</w:t>
      </w:r>
      <w:r w:rsidR="00E275C9">
        <w:rPr>
          <w:rtl/>
        </w:rPr>
        <w:t>ی</w:t>
      </w:r>
      <w:r>
        <w:rPr>
          <w:rtl/>
        </w:rPr>
        <w:t>ع كربلا و بعد از آن آگاهى داشتند نمى خواستند باور كنند</w:t>
      </w:r>
      <w:r w:rsidR="00E275C9">
        <w:rPr>
          <w:rtl/>
        </w:rPr>
        <w:t xml:space="preserve">، </w:t>
      </w:r>
      <w:r>
        <w:rPr>
          <w:rtl/>
        </w:rPr>
        <w:t>مسلّما با توجه به روح</w:t>
      </w:r>
      <w:r w:rsidR="00E275C9">
        <w:rPr>
          <w:rtl/>
        </w:rPr>
        <w:t>ی</w:t>
      </w:r>
      <w:r>
        <w:rPr>
          <w:rtl/>
        </w:rPr>
        <w:t>ه مردم مد</w:t>
      </w:r>
      <w:r w:rsidR="00E275C9">
        <w:rPr>
          <w:rtl/>
        </w:rPr>
        <w:t>ی</w:t>
      </w:r>
      <w:r>
        <w:rPr>
          <w:rtl/>
        </w:rPr>
        <w:t>نه و دلبستگى آنان به خاندان طهارت با وجود آنكه ابن ز</w:t>
      </w:r>
      <w:r w:rsidR="00E275C9">
        <w:rPr>
          <w:rtl/>
        </w:rPr>
        <w:t>ی</w:t>
      </w:r>
      <w:r>
        <w:rPr>
          <w:rtl/>
        </w:rPr>
        <w:t>اد خبر شهادت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</w:t>
      </w:r>
      <w:r w:rsidR="00E275C9">
        <w:rPr>
          <w:rtl/>
        </w:rPr>
        <w:t>ی</w:t>
      </w:r>
      <w:r>
        <w:rPr>
          <w:rtl/>
        </w:rPr>
        <w:t>ارانش را به مد</w:t>
      </w:r>
      <w:r w:rsidR="00E275C9">
        <w:rPr>
          <w:rtl/>
        </w:rPr>
        <w:t>ی</w:t>
      </w:r>
      <w:r>
        <w:rPr>
          <w:rtl/>
        </w:rPr>
        <w:t>نه اطلاع داده بود</w:t>
      </w:r>
      <w:r w:rsidR="00E275C9">
        <w:rPr>
          <w:rtl/>
        </w:rPr>
        <w:t xml:space="preserve">، </w:t>
      </w:r>
      <w:r>
        <w:rPr>
          <w:rtl/>
        </w:rPr>
        <w:t xml:space="preserve">كارگزاران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موضوع را مخفى نگهداشته بودند</w:t>
      </w:r>
      <w:r w:rsidR="00E275C9">
        <w:rPr>
          <w:rtl/>
        </w:rPr>
        <w:t xml:space="preserve">. </w:t>
      </w:r>
      <w:r>
        <w:rPr>
          <w:rtl/>
        </w:rPr>
        <w:t xml:space="preserve">امام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خوب مى دانست كه چه با</w:t>
      </w:r>
      <w:r w:rsidR="00E275C9">
        <w:rPr>
          <w:rtl/>
        </w:rPr>
        <w:t>ی</w:t>
      </w:r>
      <w:r>
        <w:rPr>
          <w:rtl/>
        </w:rPr>
        <w:t>د بكند</w:t>
      </w:r>
      <w:r w:rsidR="00E275C9">
        <w:rPr>
          <w:rtl/>
        </w:rPr>
        <w:t xml:space="preserve">. </w:t>
      </w:r>
      <w:r>
        <w:rPr>
          <w:rtl/>
        </w:rPr>
        <w:t>او مى دانست كه صلاح ن</w:t>
      </w:r>
      <w:r w:rsidR="00E275C9">
        <w:rPr>
          <w:rtl/>
        </w:rPr>
        <w:t>ی</w:t>
      </w:r>
      <w:r>
        <w:rPr>
          <w:rtl/>
        </w:rPr>
        <w:t>ست بدون اطلاع قبلى</w:t>
      </w:r>
      <w:r w:rsidR="00E275C9">
        <w:rPr>
          <w:rtl/>
        </w:rPr>
        <w:t xml:space="preserve">، </w:t>
      </w:r>
      <w:r>
        <w:rPr>
          <w:rtl/>
        </w:rPr>
        <w:t>وارد مد</w:t>
      </w:r>
      <w:r w:rsidR="00E275C9">
        <w:rPr>
          <w:rtl/>
        </w:rPr>
        <w:t>ی</w:t>
      </w:r>
      <w:r>
        <w:rPr>
          <w:rtl/>
        </w:rPr>
        <w:t>نه شود</w:t>
      </w:r>
      <w:r w:rsidR="00E275C9">
        <w:rPr>
          <w:rtl/>
        </w:rPr>
        <w:t xml:space="preserve">. </w:t>
      </w:r>
      <w:r>
        <w:rPr>
          <w:rtl/>
        </w:rPr>
        <w:t>او مى خواست پ</w:t>
      </w:r>
      <w:r w:rsidR="00E275C9">
        <w:rPr>
          <w:rtl/>
        </w:rPr>
        <w:t>ی</w:t>
      </w:r>
      <w:r>
        <w:rPr>
          <w:rtl/>
        </w:rPr>
        <w:t>ام خون شه</w:t>
      </w:r>
      <w:r w:rsidR="00E275C9">
        <w:rPr>
          <w:rtl/>
        </w:rPr>
        <w:t>ی</w:t>
      </w:r>
      <w:r>
        <w:rPr>
          <w:rtl/>
        </w:rPr>
        <w:t>دان مانند انفجارى عظ</w:t>
      </w:r>
      <w:r w:rsidR="00E275C9">
        <w:rPr>
          <w:rtl/>
        </w:rPr>
        <w:t>ی</w:t>
      </w:r>
      <w:r>
        <w:rPr>
          <w:rtl/>
        </w:rPr>
        <w:t>م و به ناگاه</w:t>
      </w:r>
      <w:r w:rsidR="00E275C9">
        <w:rPr>
          <w:rtl/>
        </w:rPr>
        <w:t xml:space="preserve">، </w:t>
      </w:r>
      <w:r>
        <w:rPr>
          <w:rtl/>
        </w:rPr>
        <w:t>همه چ</w:t>
      </w:r>
      <w:r w:rsidR="00E275C9">
        <w:rPr>
          <w:rtl/>
        </w:rPr>
        <w:t>ی</w:t>
      </w:r>
      <w:r>
        <w:rPr>
          <w:rtl/>
        </w:rPr>
        <w:t>ز را ز</w:t>
      </w:r>
      <w:r w:rsidR="00E275C9">
        <w:rPr>
          <w:rtl/>
        </w:rPr>
        <w:t>ی</w:t>
      </w:r>
      <w:r>
        <w:rPr>
          <w:rtl/>
        </w:rPr>
        <w:t>ر و رو كند</w:t>
      </w:r>
      <w:r w:rsidR="00E275C9">
        <w:rPr>
          <w:rtl/>
        </w:rPr>
        <w:t xml:space="preserve">، </w:t>
      </w:r>
      <w:r>
        <w:rPr>
          <w:rtl/>
        </w:rPr>
        <w:t xml:space="preserve">لذا امام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دستور فرمود تا «بش</w:t>
      </w:r>
      <w:r w:rsidR="00E275C9">
        <w:rPr>
          <w:rtl/>
        </w:rPr>
        <w:t>ی</w:t>
      </w:r>
      <w:r>
        <w:rPr>
          <w:rtl/>
        </w:rPr>
        <w:t>ر بن جذلم»</w:t>
      </w:r>
      <w:r w:rsidR="00E275C9">
        <w:rPr>
          <w:rtl/>
        </w:rPr>
        <w:t xml:space="preserve"> </w:t>
      </w:r>
      <w:r>
        <w:rPr>
          <w:rtl/>
        </w:rPr>
        <w:t>كه مردى شاعر پ</w:t>
      </w:r>
      <w:r w:rsidR="00E275C9">
        <w:rPr>
          <w:rtl/>
        </w:rPr>
        <w:t>ی</w:t>
      </w:r>
      <w:r>
        <w:rPr>
          <w:rtl/>
        </w:rPr>
        <w:t>شه بود</w:t>
      </w:r>
      <w:r w:rsidR="00E275C9">
        <w:rPr>
          <w:rtl/>
        </w:rPr>
        <w:t xml:space="preserve"> </w:t>
      </w:r>
      <w:r>
        <w:rPr>
          <w:rtl/>
        </w:rPr>
        <w:t>وارد مد</w:t>
      </w:r>
      <w:r w:rsidR="00E275C9">
        <w:rPr>
          <w:rtl/>
        </w:rPr>
        <w:t>ی</w:t>
      </w:r>
      <w:r>
        <w:rPr>
          <w:rtl/>
        </w:rPr>
        <w:t>نه شود و خبر شهادت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به مردم مد</w:t>
      </w:r>
      <w:r w:rsidR="00E275C9">
        <w:rPr>
          <w:rtl/>
        </w:rPr>
        <w:t>ی</w:t>
      </w:r>
      <w:r>
        <w:rPr>
          <w:rtl/>
        </w:rPr>
        <w:t>نه برساند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و چه خوب شخصى را براى ا</w:t>
      </w:r>
      <w:r w:rsidR="00E275C9">
        <w:rPr>
          <w:rtl/>
        </w:rPr>
        <w:t>ی</w:t>
      </w:r>
      <w:r>
        <w:rPr>
          <w:rtl/>
        </w:rPr>
        <w:t>ن رسالت انتخاب كرد</w:t>
      </w:r>
      <w:r w:rsidR="00E275C9">
        <w:rPr>
          <w:rtl/>
        </w:rPr>
        <w:t xml:space="preserve">، </w:t>
      </w:r>
      <w:r>
        <w:rPr>
          <w:rtl/>
        </w:rPr>
        <w:t>«بش</w:t>
      </w:r>
      <w:r w:rsidR="00E275C9">
        <w:rPr>
          <w:rtl/>
        </w:rPr>
        <w:t>ی</w:t>
      </w:r>
      <w:r>
        <w:rPr>
          <w:rtl/>
        </w:rPr>
        <w:t>ر» بر اسب سوار شد و به سرعت وارد شهر شد و مردم را براى شن</w:t>
      </w:r>
      <w:r w:rsidR="00E275C9">
        <w:rPr>
          <w:rtl/>
        </w:rPr>
        <w:t>ی</w:t>
      </w:r>
      <w:r>
        <w:rPr>
          <w:rtl/>
        </w:rPr>
        <w:t>دن خبرى جد</w:t>
      </w:r>
      <w:r w:rsidR="00E275C9">
        <w:rPr>
          <w:rtl/>
        </w:rPr>
        <w:t>ی</w:t>
      </w:r>
      <w:r>
        <w:rPr>
          <w:rtl/>
        </w:rPr>
        <w:t xml:space="preserve">د به مسجد دعوت نمود و </w:t>
      </w:r>
      <w:r w:rsidR="00E275C9">
        <w:rPr>
          <w:rtl/>
        </w:rPr>
        <w:t>ی</w:t>
      </w:r>
      <w:r>
        <w:rPr>
          <w:rtl/>
        </w:rPr>
        <w:t xml:space="preserve">كسره به طرف مسجد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فت</w:t>
      </w:r>
      <w:r w:rsidR="00E275C9">
        <w:rPr>
          <w:rtl/>
        </w:rPr>
        <w:t xml:space="preserve">. </w:t>
      </w:r>
      <w:r>
        <w:rPr>
          <w:rtl/>
        </w:rPr>
        <w:t>مردم ز</w:t>
      </w:r>
      <w:r w:rsidR="00E275C9">
        <w:rPr>
          <w:rtl/>
        </w:rPr>
        <w:t>ی</w:t>
      </w:r>
      <w:r>
        <w:rPr>
          <w:rtl/>
        </w:rPr>
        <w:t>ادى در آنجا اجتماع كرده بودند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«بش</w:t>
      </w:r>
      <w:r w:rsidR="00E275C9">
        <w:rPr>
          <w:rtl/>
        </w:rPr>
        <w:t>ی</w:t>
      </w:r>
      <w:r>
        <w:rPr>
          <w:rtl/>
        </w:rPr>
        <w:t>ر» شروع به گر</w:t>
      </w:r>
      <w:r w:rsidR="00E275C9">
        <w:rPr>
          <w:rtl/>
        </w:rPr>
        <w:t>ی</w:t>
      </w:r>
      <w:r>
        <w:rPr>
          <w:rtl/>
        </w:rPr>
        <w:t>ه كرد و با صداى بلند با خواندن شعر</w:t>
      </w:r>
      <w:r w:rsidR="00E275C9">
        <w:rPr>
          <w:rtl/>
        </w:rPr>
        <w:t xml:space="preserve">، </w:t>
      </w:r>
      <w:r>
        <w:rPr>
          <w:rtl/>
        </w:rPr>
        <w:t>خبر شهادت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به مردم 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81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او به گونه اى كلمات را ادا مى كرد كه گو</w:t>
      </w:r>
      <w:r w:rsidR="00E275C9">
        <w:rPr>
          <w:rtl/>
        </w:rPr>
        <w:t>ی</w:t>
      </w:r>
      <w:r>
        <w:rPr>
          <w:rtl/>
        </w:rPr>
        <w:t>ى تمام كلمات او مانند پتكى سنگ</w:t>
      </w:r>
      <w:r w:rsidR="00E275C9">
        <w:rPr>
          <w:rtl/>
        </w:rPr>
        <w:t>ی</w:t>
      </w:r>
      <w:r>
        <w:rPr>
          <w:rtl/>
        </w:rPr>
        <w:t>ن بر مغز مردم مد</w:t>
      </w:r>
      <w:r w:rsidR="00E275C9">
        <w:rPr>
          <w:rtl/>
        </w:rPr>
        <w:t>ی</w:t>
      </w:r>
      <w:r>
        <w:rPr>
          <w:rtl/>
        </w:rPr>
        <w:t>نه با ن</w:t>
      </w:r>
      <w:r w:rsidR="00E275C9">
        <w:rPr>
          <w:rtl/>
        </w:rPr>
        <w:t>ی</w:t>
      </w:r>
      <w:r>
        <w:rPr>
          <w:rtl/>
        </w:rPr>
        <w:t>رو</w:t>
      </w:r>
      <w:r w:rsidR="00E275C9">
        <w:rPr>
          <w:rtl/>
        </w:rPr>
        <w:t>ی</w:t>
      </w:r>
      <w:r>
        <w:rPr>
          <w:rtl/>
        </w:rPr>
        <w:t>ى هرچه تمامتر</w:t>
      </w:r>
      <w:r w:rsidR="00E275C9">
        <w:rPr>
          <w:rtl/>
        </w:rPr>
        <w:t xml:space="preserve">، </w:t>
      </w:r>
      <w:r>
        <w:rPr>
          <w:rtl/>
        </w:rPr>
        <w:t>مى كوبد</w:t>
      </w:r>
      <w:r w:rsidR="00E275C9">
        <w:rPr>
          <w:rtl/>
        </w:rPr>
        <w:t xml:space="preserve">. </w:t>
      </w:r>
      <w:r>
        <w:rPr>
          <w:rtl/>
        </w:rPr>
        <w:t>او حرفها</w:t>
      </w:r>
      <w:r w:rsidR="00E275C9">
        <w:rPr>
          <w:rtl/>
        </w:rPr>
        <w:t>ی</w:t>
      </w:r>
      <w:r>
        <w:rPr>
          <w:rtl/>
        </w:rPr>
        <w:t>ى مى زد كه ه</w:t>
      </w:r>
      <w:r w:rsidR="00E275C9">
        <w:rPr>
          <w:rtl/>
        </w:rPr>
        <w:t>ی</w:t>
      </w:r>
      <w:r>
        <w:rPr>
          <w:rtl/>
        </w:rPr>
        <w:t>چ كس انتظارش را نمى كش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همه غافلگ</w:t>
      </w:r>
      <w:r w:rsidR="00E275C9">
        <w:rPr>
          <w:rtl/>
        </w:rPr>
        <w:t>ی</w:t>
      </w:r>
      <w:r>
        <w:rPr>
          <w:rtl/>
        </w:rPr>
        <w:t>ر شده بودند</w:t>
      </w:r>
      <w:r w:rsidR="00E275C9">
        <w:rPr>
          <w:rtl/>
        </w:rPr>
        <w:t xml:space="preserve">، </w:t>
      </w:r>
      <w:r>
        <w:rPr>
          <w:rtl/>
        </w:rPr>
        <w:t>بعضى فكر مى كردند كه خواب مى ب</w:t>
      </w:r>
      <w:r w:rsidR="00E275C9">
        <w:rPr>
          <w:rtl/>
        </w:rPr>
        <w:t>ی</w:t>
      </w:r>
      <w:r>
        <w:rPr>
          <w:rtl/>
        </w:rPr>
        <w:t>نند و دچار كابوسى وحشتناك شده اند</w:t>
      </w:r>
      <w:r w:rsidR="00E275C9">
        <w:rPr>
          <w:rtl/>
        </w:rPr>
        <w:t xml:space="preserve">، </w:t>
      </w:r>
      <w:r>
        <w:rPr>
          <w:rtl/>
        </w:rPr>
        <w:t>نكند ا</w:t>
      </w:r>
      <w:r w:rsidR="00E275C9">
        <w:rPr>
          <w:rtl/>
        </w:rPr>
        <w:t>ی</w:t>
      </w:r>
      <w:r>
        <w:rPr>
          <w:rtl/>
        </w:rPr>
        <w:t>ن مرد د</w:t>
      </w:r>
      <w:r w:rsidR="00E275C9">
        <w:rPr>
          <w:rtl/>
        </w:rPr>
        <w:t>ی</w:t>
      </w:r>
      <w:r>
        <w:rPr>
          <w:rtl/>
        </w:rPr>
        <w:t>وانه شده باشد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مگر بش</w:t>
      </w:r>
      <w:r w:rsidR="00E275C9">
        <w:rPr>
          <w:rtl/>
        </w:rPr>
        <w:t>ی</w:t>
      </w:r>
      <w:r>
        <w:rPr>
          <w:rtl/>
        </w:rPr>
        <w:t>ر چه مى گفت كه تا ا</w:t>
      </w:r>
      <w:r w:rsidR="00E275C9">
        <w:rPr>
          <w:rtl/>
        </w:rPr>
        <w:t>ی</w:t>
      </w:r>
      <w:r>
        <w:rPr>
          <w:rtl/>
        </w:rPr>
        <w:t>ن حد مردم را ناراحت كرده بود و همه مات و مبهوت شده بودند</w:t>
      </w:r>
      <w:r w:rsidR="00E275C9">
        <w:rPr>
          <w:rtl/>
        </w:rPr>
        <w:t xml:space="preserve">؟! </w:t>
      </w:r>
      <w:r>
        <w:rPr>
          <w:rtl/>
        </w:rPr>
        <w:t>او مى گفت</w:t>
      </w:r>
      <w:r w:rsidR="00E275C9">
        <w:rPr>
          <w:rtl/>
        </w:rPr>
        <w:t xml:space="preserve">: </w:t>
      </w:r>
    </w:p>
    <w:p w:rsidR="00134B66" w:rsidRDefault="00E275C9" w:rsidP="00E275C9">
      <w:pPr>
        <w:pStyle w:val="libNormal"/>
        <w:rPr>
          <w:rtl/>
        </w:rPr>
      </w:pPr>
      <w:r w:rsidRPr="0020655A">
        <w:rPr>
          <w:rtl/>
        </w:rPr>
        <w:t>ی</w:t>
      </w:r>
      <w:r w:rsidR="00134B66">
        <w:rPr>
          <w:rtl/>
        </w:rPr>
        <w:t xml:space="preserve">ا اَهْلَ </w:t>
      </w:r>
      <w:r w:rsidRPr="0020655A">
        <w:rPr>
          <w:rtl/>
        </w:rPr>
        <w:t>ی</w:t>
      </w:r>
      <w:r w:rsidR="00134B66">
        <w:rPr>
          <w:rtl/>
        </w:rPr>
        <w:t>ثْرِبَ</w:t>
      </w:r>
      <w:r w:rsidRPr="0020655A">
        <w:rPr>
          <w:rtl/>
        </w:rPr>
        <w:t xml:space="preserve">! </w:t>
      </w:r>
      <w:r w:rsidR="00324332">
        <w:rPr>
          <w:rtl/>
        </w:rPr>
        <w:t>لا مق امَ لَكُمْ بِه</w:t>
      </w:r>
      <w:r w:rsidR="00134B66">
        <w:rPr>
          <w:rtl/>
        </w:rPr>
        <w:t>ا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قُتِلَ الْحُسَ</w:t>
      </w:r>
      <w:r w:rsidR="00E275C9" w:rsidRPr="0020655A">
        <w:rPr>
          <w:rtl/>
        </w:rPr>
        <w:t>ی</w:t>
      </w:r>
      <w:r>
        <w:rPr>
          <w:rtl/>
        </w:rPr>
        <w:t>نُ فَادْمُعى مِدْر ارُ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اَلْجِسْمُ مِنْهُ بِكَرْبَلا ءِ مُضَرَّجٌ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 xml:space="preserve">وَالرَّاءسُ مِنْهُ عَلَى الْقن اةِ </w:t>
      </w:r>
      <w:r w:rsidR="00E275C9" w:rsidRPr="0020655A">
        <w:rPr>
          <w:rtl/>
        </w:rPr>
        <w:t>ی</w:t>
      </w:r>
      <w:r>
        <w:rPr>
          <w:rtl/>
        </w:rPr>
        <w:t>د ارُ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عنى</w:t>
      </w:r>
      <w:r>
        <w:rPr>
          <w:rtl/>
        </w:rPr>
        <w:t xml:space="preserve">: </w:t>
      </w:r>
      <w:r w:rsidR="00134B66">
        <w:rPr>
          <w:rtl/>
        </w:rPr>
        <w:t>«اى اهل مد</w:t>
      </w:r>
      <w:r>
        <w:rPr>
          <w:rtl/>
        </w:rPr>
        <w:t>ی</w:t>
      </w:r>
      <w:r w:rsidR="00134B66">
        <w:rPr>
          <w:rtl/>
        </w:rPr>
        <w:t>نه</w:t>
      </w:r>
      <w:r>
        <w:rPr>
          <w:rtl/>
        </w:rPr>
        <w:t xml:space="preserve">! </w:t>
      </w:r>
      <w:r w:rsidR="00134B66">
        <w:rPr>
          <w:rtl/>
        </w:rPr>
        <w:t>د</w:t>
      </w:r>
      <w:r>
        <w:rPr>
          <w:rtl/>
        </w:rPr>
        <w:t>ی</w:t>
      </w:r>
      <w:r w:rsidR="00134B66">
        <w:rPr>
          <w:rtl/>
        </w:rPr>
        <w:t>گر برا</w:t>
      </w:r>
      <w:r>
        <w:rPr>
          <w:rtl/>
        </w:rPr>
        <w:t>ی</w:t>
      </w:r>
      <w:r w:rsidR="00134B66">
        <w:rPr>
          <w:rtl/>
        </w:rPr>
        <w:t>تان در مد</w:t>
      </w:r>
      <w:r>
        <w:rPr>
          <w:rtl/>
        </w:rPr>
        <w:t>ی</w:t>
      </w:r>
      <w:r w:rsidR="00134B66">
        <w:rPr>
          <w:rtl/>
        </w:rPr>
        <w:t>نه جاى ماندن ن</w:t>
      </w:r>
      <w:r>
        <w:rPr>
          <w:rtl/>
        </w:rPr>
        <w:t>ی</w:t>
      </w:r>
      <w:r w:rsidR="00134B66">
        <w:rPr>
          <w:rtl/>
        </w:rPr>
        <w:t>ست</w:t>
      </w:r>
      <w:r>
        <w:rPr>
          <w:rtl/>
        </w:rPr>
        <w:t xml:space="preserve">؛ </w:t>
      </w:r>
      <w:r w:rsidR="00134B66">
        <w:rPr>
          <w:rtl/>
        </w:rPr>
        <w:t>ز</w:t>
      </w:r>
      <w:r>
        <w:rPr>
          <w:rtl/>
        </w:rPr>
        <w:t>ی</w:t>
      </w:r>
      <w:r w:rsidR="00134B66">
        <w:rPr>
          <w:rtl/>
        </w:rPr>
        <w:t>را حس</w:t>
      </w:r>
      <w:r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كشته شد (و به هم</w:t>
      </w:r>
      <w:r>
        <w:rPr>
          <w:rtl/>
        </w:rPr>
        <w:t>ی</w:t>
      </w:r>
      <w:r w:rsidR="00134B66">
        <w:rPr>
          <w:rtl/>
        </w:rPr>
        <w:t>ن مناسبت) اشك چشم من چونان باران فرو مى ر</w:t>
      </w:r>
      <w:r>
        <w:rPr>
          <w:rtl/>
        </w:rPr>
        <w:t>ی</w:t>
      </w:r>
      <w:r w:rsidR="00134B66">
        <w:rPr>
          <w:rtl/>
        </w:rPr>
        <w:t>زد»</w:t>
      </w:r>
      <w:r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«بدنش در كربلا آغشته به خون است و سر (مقدس) او را بالاى ن</w:t>
      </w:r>
      <w:r w:rsidR="00E275C9">
        <w:rPr>
          <w:rtl/>
        </w:rPr>
        <w:t>ی</w:t>
      </w:r>
      <w:r>
        <w:rPr>
          <w:rtl/>
        </w:rPr>
        <w:t>زه ها (شهر به شهر) مى گردانند»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مردم در ابتدا ساكت شده بودند و همه گوش فرا مى دادند كه بش</w:t>
      </w:r>
      <w:r w:rsidR="00E275C9">
        <w:rPr>
          <w:rtl/>
        </w:rPr>
        <w:t>ی</w:t>
      </w:r>
      <w:r>
        <w:rPr>
          <w:rtl/>
        </w:rPr>
        <w:t>ر حرفها</w:t>
      </w:r>
      <w:r w:rsidR="00E275C9">
        <w:rPr>
          <w:rtl/>
        </w:rPr>
        <w:t>ی</w:t>
      </w:r>
      <w:r>
        <w:rPr>
          <w:rtl/>
        </w:rPr>
        <w:t>ش را تمام كند</w:t>
      </w:r>
      <w:r w:rsidR="00E275C9">
        <w:rPr>
          <w:rtl/>
        </w:rPr>
        <w:t xml:space="preserve">. </w:t>
      </w:r>
      <w:r>
        <w:rPr>
          <w:rtl/>
        </w:rPr>
        <w:t>اما هم</w:t>
      </w:r>
      <w:r w:rsidR="00E275C9">
        <w:rPr>
          <w:rtl/>
        </w:rPr>
        <w:t>ی</w:t>
      </w:r>
      <w:r>
        <w:rPr>
          <w:rtl/>
        </w:rPr>
        <w:t>نكه حرفهاى او به پا</w:t>
      </w:r>
      <w:r w:rsidR="00E275C9">
        <w:rPr>
          <w:rtl/>
        </w:rPr>
        <w:t>ی</w:t>
      </w:r>
      <w:r>
        <w:rPr>
          <w:rtl/>
        </w:rPr>
        <w:t>ان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مردم به سر وصورت خود مى زدند و همه با صداى بلند فر</w:t>
      </w:r>
      <w:r w:rsidR="00E275C9">
        <w:rPr>
          <w:rtl/>
        </w:rPr>
        <w:t>ی</w:t>
      </w:r>
      <w:r>
        <w:rPr>
          <w:rtl/>
        </w:rPr>
        <w:t>اد مى كش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: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« وا حُسَ</w:t>
      </w:r>
      <w:r w:rsidR="00E275C9" w:rsidRPr="0020655A">
        <w:rPr>
          <w:rtl/>
        </w:rPr>
        <w:t>ی</w:t>
      </w:r>
      <w:r>
        <w:rPr>
          <w:rtl/>
        </w:rPr>
        <w:t>ناهُ</w:t>
      </w:r>
      <w:r w:rsidR="00E275C9" w:rsidRPr="0020655A">
        <w:rPr>
          <w:rtl/>
        </w:rPr>
        <w:t xml:space="preserve">! </w:t>
      </w:r>
      <w:r>
        <w:rPr>
          <w:rtl/>
        </w:rPr>
        <w:t>وا حُسَ</w:t>
      </w:r>
      <w:r w:rsidR="00E275C9" w:rsidRPr="0020655A">
        <w:rPr>
          <w:rtl/>
        </w:rPr>
        <w:t>ی</w:t>
      </w:r>
      <w:r>
        <w:rPr>
          <w:rtl/>
        </w:rPr>
        <w:t>ناهُ</w:t>
      </w:r>
      <w:r w:rsidR="00E275C9" w:rsidRPr="0020655A">
        <w:rPr>
          <w:rtl/>
        </w:rPr>
        <w:t xml:space="preserve">! </w:t>
      </w:r>
      <w:r>
        <w:rPr>
          <w:rtl/>
        </w:rPr>
        <w:t>وا حُسَ</w:t>
      </w:r>
      <w:r w:rsidR="00E275C9" w:rsidRPr="0020655A">
        <w:rPr>
          <w:rtl/>
        </w:rPr>
        <w:t>ی</w:t>
      </w:r>
      <w:r>
        <w:rPr>
          <w:rtl/>
        </w:rPr>
        <w:t>ناهُ</w:t>
      </w:r>
      <w:r w:rsidR="00E275C9" w:rsidRPr="0020655A">
        <w:rPr>
          <w:rtl/>
        </w:rPr>
        <w:t xml:space="preserve">!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وا مَظْلُوماه</w:t>
      </w:r>
      <w:r w:rsidR="00E275C9" w:rsidRPr="0020655A">
        <w:rPr>
          <w:rtl/>
        </w:rPr>
        <w:t xml:space="preserve">! </w:t>
      </w:r>
      <w:r>
        <w:rPr>
          <w:rtl/>
        </w:rPr>
        <w:t>وا مَظْلُوماه</w:t>
      </w:r>
      <w:r w:rsidR="00E275C9" w:rsidRPr="0020655A">
        <w:rPr>
          <w:rtl/>
        </w:rPr>
        <w:t xml:space="preserve">! </w:t>
      </w:r>
      <w:r>
        <w:rPr>
          <w:rtl/>
        </w:rPr>
        <w:t>وا مَظْلُوماه</w:t>
      </w:r>
      <w:r w:rsidR="00E275C9" w:rsidRPr="0020655A">
        <w:rPr>
          <w:rtl/>
        </w:rPr>
        <w:t xml:space="preserve">! </w:t>
      </w:r>
    </w:p>
    <w:p w:rsidR="00134B66" w:rsidRDefault="00E275C9" w:rsidP="00E275C9">
      <w:pPr>
        <w:pStyle w:val="libNormal"/>
        <w:rPr>
          <w:rtl/>
        </w:rPr>
      </w:pPr>
      <w:r w:rsidRPr="0020655A">
        <w:rPr>
          <w:rtl/>
        </w:rPr>
        <w:t>ی</w:t>
      </w:r>
      <w:r w:rsidR="00134B66">
        <w:rPr>
          <w:rtl/>
        </w:rPr>
        <w:t>ا حُسَ</w:t>
      </w:r>
      <w:r w:rsidRPr="0020655A">
        <w:rPr>
          <w:rtl/>
        </w:rPr>
        <w:t>ی</w:t>
      </w:r>
      <w:r w:rsidR="00134B66">
        <w:rPr>
          <w:rtl/>
        </w:rPr>
        <w:t>ن</w:t>
      </w:r>
      <w:r w:rsidRPr="0020655A">
        <w:rPr>
          <w:rtl/>
        </w:rPr>
        <w:t>! ی</w:t>
      </w:r>
      <w:r w:rsidR="00134B66">
        <w:rPr>
          <w:rtl/>
        </w:rPr>
        <w:t>ا حُسَ</w:t>
      </w:r>
      <w:r w:rsidRPr="0020655A">
        <w:rPr>
          <w:rtl/>
        </w:rPr>
        <w:t>ی</w:t>
      </w:r>
      <w:r w:rsidR="00134B66">
        <w:rPr>
          <w:rtl/>
        </w:rPr>
        <w:t>ن</w:t>
      </w:r>
      <w:r w:rsidRPr="0020655A">
        <w:rPr>
          <w:rtl/>
        </w:rPr>
        <w:t>! ی</w:t>
      </w:r>
      <w:r w:rsidR="00134B66">
        <w:rPr>
          <w:rtl/>
        </w:rPr>
        <w:t>ا حُسَ</w:t>
      </w:r>
      <w:r w:rsidRPr="0020655A">
        <w:rPr>
          <w:rtl/>
        </w:rPr>
        <w:t>ی</w:t>
      </w:r>
      <w:r w:rsidR="00134B66">
        <w:rPr>
          <w:rtl/>
        </w:rPr>
        <w:t>ن</w:t>
      </w:r>
      <w:r w:rsidRPr="0020655A">
        <w:rPr>
          <w:rtl/>
        </w:rPr>
        <w:t xml:space="preserve">! </w:t>
      </w:r>
    </w:p>
    <w:p w:rsidR="00134B66" w:rsidRDefault="00E275C9" w:rsidP="00E275C9">
      <w:pPr>
        <w:pStyle w:val="libNormal"/>
        <w:rPr>
          <w:rtl/>
        </w:rPr>
      </w:pPr>
      <w:r w:rsidRPr="0020655A">
        <w:rPr>
          <w:rtl/>
        </w:rPr>
        <w:t>ی</w:t>
      </w:r>
      <w:r w:rsidR="00134B66">
        <w:rPr>
          <w:rtl/>
        </w:rPr>
        <w:t>ا مَظْلُوم</w:t>
      </w:r>
      <w:r w:rsidRPr="0020655A">
        <w:rPr>
          <w:rtl/>
        </w:rPr>
        <w:t>! ی</w:t>
      </w:r>
      <w:r w:rsidR="00134B66">
        <w:rPr>
          <w:rtl/>
        </w:rPr>
        <w:t>ا مَظْلُوم</w:t>
      </w:r>
      <w:r w:rsidRPr="0020655A">
        <w:rPr>
          <w:rtl/>
        </w:rPr>
        <w:t>! ی</w:t>
      </w:r>
      <w:r w:rsidR="00134B66">
        <w:rPr>
          <w:rtl/>
        </w:rPr>
        <w:t>ا مَظْلُوم</w:t>
      </w:r>
      <w:r w:rsidRPr="0020655A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جگرگوشه پ</w:t>
      </w:r>
      <w:r w:rsidR="00E275C9">
        <w:rPr>
          <w:rtl/>
        </w:rPr>
        <w:t>ی</w:t>
      </w:r>
      <w:r>
        <w:rPr>
          <w:rtl/>
        </w:rPr>
        <w:t>امبر</w:t>
      </w:r>
      <w:r w:rsidR="00E275C9">
        <w:rPr>
          <w:rtl/>
        </w:rPr>
        <w:t xml:space="preserve">! </w:t>
      </w:r>
      <w:r>
        <w:rPr>
          <w:rtl/>
        </w:rPr>
        <w:t>اى نور د</w:t>
      </w:r>
      <w:r w:rsidR="00E275C9">
        <w:rPr>
          <w:rtl/>
        </w:rPr>
        <w:t>ی</w:t>
      </w:r>
      <w:r>
        <w:rPr>
          <w:rtl/>
        </w:rPr>
        <w:t>ده زهرا</w:t>
      </w:r>
      <w:r w:rsidR="00E275C9">
        <w:rPr>
          <w:rtl/>
        </w:rPr>
        <w:t xml:space="preserve">! </w:t>
      </w:r>
      <w:r>
        <w:rPr>
          <w:rtl/>
        </w:rPr>
        <w:t>حس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! </w:t>
      </w:r>
      <w:r>
        <w:rPr>
          <w:rtl/>
        </w:rPr>
        <w:t>حس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! </w:t>
      </w:r>
      <w:r>
        <w:rPr>
          <w:rtl/>
        </w:rPr>
        <w:t>حس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! ... </w:t>
      </w:r>
      <w:r>
        <w:rPr>
          <w:rtl/>
        </w:rPr>
        <w:t>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و آنگاه د</w:t>
      </w:r>
      <w:r w:rsidR="00E275C9">
        <w:rPr>
          <w:rtl/>
        </w:rPr>
        <w:t>ی</w:t>
      </w:r>
      <w:r>
        <w:rPr>
          <w:rtl/>
        </w:rPr>
        <w:t>رى نگذشت كه مد</w:t>
      </w:r>
      <w:r w:rsidR="00E275C9">
        <w:rPr>
          <w:rtl/>
        </w:rPr>
        <w:t>ی</w:t>
      </w:r>
      <w:r>
        <w:rPr>
          <w:rtl/>
        </w:rPr>
        <w:t>نه را سراسر ش</w:t>
      </w:r>
      <w:r w:rsidR="00E275C9">
        <w:rPr>
          <w:rtl/>
        </w:rPr>
        <w:t>ی</w:t>
      </w:r>
      <w:r>
        <w:rPr>
          <w:rtl/>
        </w:rPr>
        <w:t>ون و ناله فرا گرفت</w:t>
      </w:r>
      <w:r w:rsidR="00E275C9">
        <w:rPr>
          <w:rtl/>
        </w:rPr>
        <w:t xml:space="preserve">، </w:t>
      </w:r>
      <w:r>
        <w:rPr>
          <w:rtl/>
        </w:rPr>
        <w:t>مردم از حال عادى خارج شده بودند</w:t>
      </w:r>
      <w:r w:rsidR="00E275C9">
        <w:rPr>
          <w:rtl/>
        </w:rPr>
        <w:t xml:space="preserve">. </w:t>
      </w:r>
      <w:r>
        <w:rPr>
          <w:rtl/>
        </w:rPr>
        <w:t>هركس به سو</w:t>
      </w:r>
      <w:r w:rsidR="00E275C9">
        <w:rPr>
          <w:rtl/>
        </w:rPr>
        <w:t>ی</w:t>
      </w:r>
      <w:r>
        <w:rPr>
          <w:rtl/>
        </w:rPr>
        <w:t>ى مى دو</w:t>
      </w:r>
      <w:r w:rsidR="00E275C9">
        <w:rPr>
          <w:rtl/>
        </w:rPr>
        <w:t>ی</w:t>
      </w:r>
      <w:r>
        <w:rPr>
          <w:rtl/>
        </w:rPr>
        <w:t>د و خبر شهادت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به د</w:t>
      </w:r>
      <w:r w:rsidR="00E275C9">
        <w:rPr>
          <w:rtl/>
        </w:rPr>
        <w:t>ی</w:t>
      </w:r>
      <w:r>
        <w:rPr>
          <w:rtl/>
        </w:rPr>
        <w:t>گرى مى رساند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گروهى گرد بش</w:t>
      </w:r>
      <w:r w:rsidR="00E275C9">
        <w:rPr>
          <w:rtl/>
        </w:rPr>
        <w:t>ی</w:t>
      </w:r>
      <w:r>
        <w:rPr>
          <w:rtl/>
        </w:rPr>
        <w:t>ر را گرفته از او مى پرس</w:t>
      </w:r>
      <w:r w:rsidR="00E275C9">
        <w:rPr>
          <w:rtl/>
        </w:rPr>
        <w:t>ی</w:t>
      </w:r>
      <w:r>
        <w:rPr>
          <w:rtl/>
        </w:rPr>
        <w:t>دند پس هم اكنون خاندان عصمت و طهارت كجا هستند و چگونه بسر مى برند</w:t>
      </w:r>
      <w:r w:rsidR="00E275C9">
        <w:rPr>
          <w:rtl/>
        </w:rPr>
        <w:t xml:space="preserve">؟ </w:t>
      </w:r>
      <w:r>
        <w:rPr>
          <w:rtl/>
        </w:rPr>
        <w:t>عباس چه شد</w:t>
      </w:r>
      <w:r w:rsidR="00E275C9">
        <w:rPr>
          <w:rtl/>
        </w:rPr>
        <w:t xml:space="preserve">؟ </w:t>
      </w:r>
      <w:r>
        <w:rPr>
          <w:rtl/>
        </w:rPr>
        <w:t>اكبر چه شد</w:t>
      </w:r>
      <w:r w:rsidR="00E275C9">
        <w:rPr>
          <w:rtl/>
        </w:rPr>
        <w:t xml:space="preserve">؟ </w:t>
      </w:r>
      <w:r>
        <w:rPr>
          <w:rtl/>
        </w:rPr>
        <w:t>قاسم چگونه است</w:t>
      </w:r>
      <w:r w:rsidR="00E275C9">
        <w:rPr>
          <w:rtl/>
        </w:rPr>
        <w:t xml:space="preserve">؟ </w:t>
      </w:r>
      <w:r>
        <w:rPr>
          <w:rtl/>
        </w:rPr>
        <w:t>عون و</w:t>
      </w:r>
      <w:r w:rsidR="00E275C9">
        <w:rPr>
          <w:rtl/>
        </w:rPr>
        <w:t xml:space="preserve">... </w:t>
      </w:r>
      <w:r>
        <w:rPr>
          <w:rtl/>
        </w:rPr>
        <w:t>چه شدند</w:t>
      </w:r>
      <w:r w:rsidR="00E275C9">
        <w:rPr>
          <w:rtl/>
        </w:rPr>
        <w:t xml:space="preserve">؟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بش</w:t>
      </w:r>
      <w:r w:rsidR="00E275C9">
        <w:rPr>
          <w:rtl/>
        </w:rPr>
        <w:t>ی</w:t>
      </w:r>
      <w:r>
        <w:rPr>
          <w:rtl/>
        </w:rPr>
        <w:t>ر گفت</w:t>
      </w:r>
      <w:r w:rsidR="00E275C9">
        <w:rPr>
          <w:rtl/>
        </w:rPr>
        <w:t xml:space="preserve">: </w:t>
      </w:r>
      <w:r>
        <w:rPr>
          <w:rtl/>
        </w:rPr>
        <w:t>عباس</w:t>
      </w:r>
      <w:r w:rsidR="00E275C9">
        <w:rPr>
          <w:rtl/>
        </w:rPr>
        <w:t xml:space="preserve">، </w:t>
      </w:r>
      <w:r>
        <w:rPr>
          <w:rtl/>
        </w:rPr>
        <w:t>اكبر</w:t>
      </w:r>
      <w:r w:rsidR="00E275C9">
        <w:rPr>
          <w:rtl/>
        </w:rPr>
        <w:t xml:space="preserve">، </w:t>
      </w:r>
      <w:r>
        <w:rPr>
          <w:rtl/>
        </w:rPr>
        <w:t>قاسم</w:t>
      </w:r>
      <w:r w:rsidR="00E275C9">
        <w:rPr>
          <w:rtl/>
        </w:rPr>
        <w:t xml:space="preserve">، </w:t>
      </w:r>
      <w:r>
        <w:rPr>
          <w:rtl/>
        </w:rPr>
        <w:t>عون</w:t>
      </w:r>
      <w:r w:rsidR="00E275C9">
        <w:rPr>
          <w:rtl/>
        </w:rPr>
        <w:t xml:space="preserve">، </w:t>
      </w:r>
      <w:r>
        <w:rPr>
          <w:rtl/>
        </w:rPr>
        <w:t>محمد</w:t>
      </w:r>
      <w:r w:rsidR="00E275C9">
        <w:rPr>
          <w:rtl/>
        </w:rPr>
        <w:t xml:space="preserve">، </w:t>
      </w:r>
      <w:r>
        <w:rPr>
          <w:rtl/>
        </w:rPr>
        <w:t>مسلم و</w:t>
      </w:r>
      <w:r w:rsidR="00E275C9">
        <w:rPr>
          <w:rtl/>
        </w:rPr>
        <w:t xml:space="preserve">... </w:t>
      </w:r>
      <w:r>
        <w:rPr>
          <w:rtl/>
        </w:rPr>
        <w:t>همه شه</w:t>
      </w:r>
      <w:r w:rsidR="00E275C9">
        <w:rPr>
          <w:rtl/>
        </w:rPr>
        <w:t>ی</w:t>
      </w:r>
      <w:r>
        <w:rPr>
          <w:rtl/>
        </w:rPr>
        <w:t>د شدند</w:t>
      </w:r>
      <w:r w:rsidR="00E275C9">
        <w:rPr>
          <w:rtl/>
        </w:rPr>
        <w:t xml:space="preserve">. </w:t>
      </w:r>
      <w:r>
        <w:rPr>
          <w:rtl/>
        </w:rPr>
        <w:t>و اكنون كه من نزد شما هستم</w:t>
      </w:r>
      <w:r w:rsidR="00E275C9">
        <w:rPr>
          <w:rtl/>
        </w:rPr>
        <w:t xml:space="preserve">، </w:t>
      </w:r>
      <w:r>
        <w:rPr>
          <w:rtl/>
        </w:rPr>
        <w:t>كاروان بازماندگان آل عصمت در ب</w:t>
      </w:r>
      <w:r w:rsidR="00E275C9">
        <w:rPr>
          <w:rtl/>
        </w:rPr>
        <w:t>ی</w:t>
      </w:r>
      <w:r>
        <w:rPr>
          <w:rtl/>
        </w:rPr>
        <w:t>رون شهر مد</w:t>
      </w:r>
      <w:r w:rsidR="00E275C9">
        <w:rPr>
          <w:rtl/>
        </w:rPr>
        <w:t>ی</w:t>
      </w:r>
      <w:r>
        <w:rPr>
          <w:rtl/>
        </w:rPr>
        <w:t>نه است</w:t>
      </w:r>
      <w:r w:rsidR="00E275C9">
        <w:rPr>
          <w:rtl/>
        </w:rPr>
        <w:t xml:space="preserve">. </w:t>
      </w:r>
      <w:r>
        <w:rPr>
          <w:rtl/>
        </w:rPr>
        <w:t>اى اهل مد</w:t>
      </w:r>
      <w:r w:rsidR="00E275C9">
        <w:rPr>
          <w:rtl/>
        </w:rPr>
        <w:t>ی</w:t>
      </w:r>
      <w:r>
        <w:rPr>
          <w:rtl/>
        </w:rPr>
        <w:t>نه</w:t>
      </w:r>
      <w:r w:rsidR="00E275C9">
        <w:rPr>
          <w:rtl/>
        </w:rPr>
        <w:t xml:space="preserve">!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نك على بن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با عمه ها و خواهرانش نزد</w:t>
      </w:r>
      <w:r w:rsidR="00E275C9">
        <w:rPr>
          <w:rtl/>
        </w:rPr>
        <w:t>ی</w:t>
      </w:r>
      <w:r>
        <w:rPr>
          <w:rtl/>
        </w:rPr>
        <w:t>ك شما و در ب</w:t>
      </w:r>
      <w:r w:rsidR="00E275C9">
        <w:rPr>
          <w:rtl/>
        </w:rPr>
        <w:t>ی</w:t>
      </w:r>
      <w:r>
        <w:rPr>
          <w:rtl/>
        </w:rPr>
        <w:t>رون شهر مد</w:t>
      </w:r>
      <w:r w:rsidR="00E275C9">
        <w:rPr>
          <w:rtl/>
        </w:rPr>
        <w:t>ی</w:t>
      </w:r>
      <w:r>
        <w:rPr>
          <w:rtl/>
        </w:rPr>
        <w:t>نه چادر زده است و مرا نزد شما فرستاده تا شما را از جر</w:t>
      </w:r>
      <w:r w:rsidR="00E275C9">
        <w:rPr>
          <w:rtl/>
        </w:rPr>
        <w:t>ی</w:t>
      </w:r>
      <w:r>
        <w:rPr>
          <w:rtl/>
        </w:rPr>
        <w:t>اناتى كه اتفاق افتاده آگاه كنم</w:t>
      </w:r>
      <w:r w:rsidR="00E275C9">
        <w:rPr>
          <w:rtl/>
        </w:rPr>
        <w:t xml:space="preserve">.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یی</w:t>
      </w:r>
      <w:r>
        <w:rPr>
          <w:rtl/>
        </w:rPr>
        <w:t>د تا جاى آنان را به شما نشان</w:t>
      </w:r>
      <w:r w:rsidR="0020655A">
        <w:rPr>
          <w:rtl/>
        </w:rPr>
        <w:t xml:space="preserve"> </w:t>
      </w:r>
      <w:r>
        <w:rPr>
          <w:rtl/>
        </w:rPr>
        <w:t>دهم</w:t>
      </w:r>
      <w:r w:rsidR="00E275C9">
        <w:rPr>
          <w:rtl/>
        </w:rPr>
        <w:t xml:space="preserve">. </w:t>
      </w:r>
      <w:r>
        <w:rPr>
          <w:rtl/>
        </w:rPr>
        <w:t>مردم در حالى كه فر</w:t>
      </w:r>
      <w:r w:rsidR="00E275C9">
        <w:rPr>
          <w:rtl/>
        </w:rPr>
        <w:t>ی</w:t>
      </w:r>
      <w:r>
        <w:rPr>
          <w:rtl/>
        </w:rPr>
        <w:t>اد گر</w:t>
      </w:r>
      <w:r w:rsidR="00E275C9">
        <w:rPr>
          <w:rtl/>
        </w:rPr>
        <w:t>ی</w:t>
      </w:r>
      <w:r>
        <w:rPr>
          <w:rtl/>
        </w:rPr>
        <w:t>ه و ناله و زار</w:t>
      </w:r>
      <w:r w:rsidR="00E275C9">
        <w:rPr>
          <w:rtl/>
        </w:rPr>
        <w:t>ی</w:t>
      </w:r>
      <w:r>
        <w:rPr>
          <w:rtl/>
        </w:rPr>
        <w:t>شان بلند بود</w:t>
      </w:r>
      <w:r w:rsidR="00E275C9">
        <w:rPr>
          <w:rtl/>
        </w:rPr>
        <w:t xml:space="preserve">، </w:t>
      </w:r>
      <w:r>
        <w:rPr>
          <w:rtl/>
        </w:rPr>
        <w:t>از جر</w:t>
      </w:r>
      <w:r w:rsidR="00E275C9">
        <w:rPr>
          <w:rtl/>
        </w:rPr>
        <w:t>ی</w:t>
      </w:r>
      <w:r>
        <w:rPr>
          <w:rtl/>
        </w:rPr>
        <w:t>انات كربلا و حوادث بعد از آن پرسش مى كردند</w:t>
      </w:r>
      <w:r w:rsidR="00E275C9">
        <w:rPr>
          <w:rtl/>
        </w:rPr>
        <w:t xml:space="preserve">. </w:t>
      </w:r>
      <w:r>
        <w:rPr>
          <w:rtl/>
        </w:rPr>
        <w:t>و بش</w:t>
      </w:r>
      <w:r w:rsidR="00E275C9">
        <w:rPr>
          <w:rtl/>
        </w:rPr>
        <w:t>ی</w:t>
      </w:r>
      <w:r>
        <w:rPr>
          <w:rtl/>
        </w:rPr>
        <w:t>ر در حالى كه خود اشك مى ر</w:t>
      </w:r>
      <w:r w:rsidR="00E275C9">
        <w:rPr>
          <w:rtl/>
        </w:rPr>
        <w:t>ی</w:t>
      </w:r>
      <w:r>
        <w:rPr>
          <w:rtl/>
        </w:rPr>
        <w:t>خت</w:t>
      </w:r>
      <w:r w:rsidR="00E275C9">
        <w:rPr>
          <w:rtl/>
        </w:rPr>
        <w:t xml:space="preserve">، </w:t>
      </w:r>
      <w:r>
        <w:rPr>
          <w:rtl/>
        </w:rPr>
        <w:t>به آنان پاسخ مى داد و مردم از فرط ناراحتى</w:t>
      </w:r>
      <w:r w:rsidR="00E275C9">
        <w:rPr>
          <w:rtl/>
        </w:rPr>
        <w:t xml:space="preserve">، </w:t>
      </w:r>
      <w:r>
        <w:rPr>
          <w:rtl/>
        </w:rPr>
        <w:t>مانند د</w:t>
      </w:r>
      <w:r w:rsidR="00E275C9">
        <w:rPr>
          <w:rtl/>
        </w:rPr>
        <w:t>ی</w:t>
      </w:r>
      <w:r>
        <w:rPr>
          <w:rtl/>
        </w:rPr>
        <w:t>وانگان</w:t>
      </w:r>
      <w:r w:rsidR="00E275C9">
        <w:rPr>
          <w:rtl/>
        </w:rPr>
        <w:t xml:space="preserve">، </w:t>
      </w:r>
      <w:r>
        <w:rPr>
          <w:rtl/>
        </w:rPr>
        <w:t>حركاتشان غ</w:t>
      </w:r>
      <w:r w:rsidR="00E275C9">
        <w:rPr>
          <w:rtl/>
        </w:rPr>
        <w:t>ی</w:t>
      </w:r>
      <w:r>
        <w:rPr>
          <w:rtl/>
        </w:rPr>
        <w:t>ر عادى شده بود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زنان مد</w:t>
      </w:r>
      <w:r w:rsidR="00E275C9">
        <w:rPr>
          <w:rtl/>
        </w:rPr>
        <w:t>ی</w:t>
      </w:r>
      <w:r>
        <w:rPr>
          <w:rtl/>
        </w:rPr>
        <w:t>نه چنان به سر و صورت خود مى زدند كه گو</w:t>
      </w:r>
      <w:r w:rsidR="00E275C9">
        <w:rPr>
          <w:rtl/>
        </w:rPr>
        <w:t>ی</w:t>
      </w:r>
      <w:r>
        <w:rPr>
          <w:rtl/>
        </w:rPr>
        <w:t>ى فرزندان خود را از دست داده اند و ا</w:t>
      </w:r>
      <w:r w:rsidR="00E275C9">
        <w:rPr>
          <w:rtl/>
        </w:rPr>
        <w:t>ی</w:t>
      </w:r>
      <w:r>
        <w:rPr>
          <w:rtl/>
        </w:rPr>
        <w:t>ن حالت را افرادى نظ</w:t>
      </w:r>
      <w:r w:rsidR="00E275C9">
        <w:rPr>
          <w:rtl/>
        </w:rPr>
        <w:t>ی</w:t>
      </w:r>
      <w:r>
        <w:rPr>
          <w:rtl/>
        </w:rPr>
        <w:t>ر «س</w:t>
      </w:r>
      <w:r w:rsidR="00E275C9">
        <w:rPr>
          <w:rtl/>
        </w:rPr>
        <w:t>ی</w:t>
      </w:r>
      <w:r>
        <w:rPr>
          <w:rtl/>
        </w:rPr>
        <w:t>د بن طاووس و محدث قمى» ن</w:t>
      </w:r>
      <w:r w:rsidR="00E275C9">
        <w:rPr>
          <w:rtl/>
        </w:rPr>
        <w:t>ی</w:t>
      </w:r>
      <w:r>
        <w:rPr>
          <w:rtl/>
        </w:rPr>
        <w:t xml:space="preserve">ز </w:t>
      </w:r>
      <w:r w:rsidR="00324332">
        <w:rPr>
          <w:rtl/>
        </w:rPr>
        <w:t>تأئید</w:t>
      </w:r>
      <w:r>
        <w:rPr>
          <w:rtl/>
        </w:rPr>
        <w:t xml:space="preserve"> كرده اند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مردم فر</w:t>
      </w:r>
      <w:r w:rsidR="00E275C9">
        <w:rPr>
          <w:rtl/>
        </w:rPr>
        <w:t>ی</w:t>
      </w:r>
      <w:r>
        <w:rPr>
          <w:rtl/>
        </w:rPr>
        <w:t>اد مى زدند</w:t>
      </w:r>
      <w:r w:rsidR="00E275C9">
        <w:rPr>
          <w:rtl/>
        </w:rPr>
        <w:t xml:space="preserve">: </w:t>
      </w:r>
      <w:r w:rsidRPr="00E275C9">
        <w:rPr>
          <w:rFonts w:eastAsia="KFGQPC Uthman Taha Naskh"/>
          <w:rtl/>
        </w:rPr>
        <w:t>واو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لاه</w:t>
      </w:r>
      <w:r w:rsidR="00E275C9" w:rsidRPr="00E275C9">
        <w:rPr>
          <w:rFonts w:eastAsia="KFGQPC Uthman Taha Naskh"/>
          <w:rtl/>
        </w:rPr>
        <w:t xml:space="preserve">! </w:t>
      </w:r>
      <w:r w:rsidRPr="00E275C9">
        <w:rPr>
          <w:rFonts w:eastAsia="KFGQPC Uthman Taha Naskh"/>
          <w:rtl/>
        </w:rPr>
        <w:t>واثبوراه</w:t>
      </w:r>
      <w:r w:rsidR="00E275C9" w:rsidRPr="00E275C9">
        <w:rPr>
          <w:rFonts w:eastAsia="KFGQPC Uthman Taha Naskh"/>
          <w:rtl/>
        </w:rPr>
        <w:t>!</w:t>
      </w:r>
      <w:r w:rsidR="00E275C9">
        <w:rPr>
          <w:rtl/>
        </w:rPr>
        <w:t xml:space="preserve"> ...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82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صداى ناله و گر</w:t>
      </w:r>
      <w:r w:rsidR="00E275C9">
        <w:rPr>
          <w:rtl/>
        </w:rPr>
        <w:t>ی</w:t>
      </w:r>
      <w:r>
        <w:rPr>
          <w:rtl/>
        </w:rPr>
        <w:t>ه و ش</w:t>
      </w:r>
      <w:r w:rsidR="00E275C9">
        <w:rPr>
          <w:rtl/>
        </w:rPr>
        <w:t>ی</w:t>
      </w:r>
      <w:r>
        <w:rPr>
          <w:rtl/>
        </w:rPr>
        <w:t>ون مردم</w:t>
      </w:r>
      <w:r w:rsidR="00E275C9">
        <w:rPr>
          <w:rtl/>
        </w:rPr>
        <w:t xml:space="preserve">، </w:t>
      </w:r>
      <w:r>
        <w:rPr>
          <w:rtl/>
        </w:rPr>
        <w:t>گوش فلك را كر مى كرد</w:t>
      </w:r>
      <w:r w:rsidR="00E275C9">
        <w:rPr>
          <w:rtl/>
        </w:rPr>
        <w:t xml:space="preserve">. </w:t>
      </w:r>
      <w:r>
        <w:rPr>
          <w:rtl/>
        </w:rPr>
        <w:t>زنان به سر و صورت خود مى زدند و مى گفتند</w:t>
      </w:r>
      <w:r w:rsidR="00E275C9">
        <w:rPr>
          <w:rtl/>
        </w:rPr>
        <w:t>: ی</w:t>
      </w:r>
      <w:r>
        <w:rPr>
          <w:rtl/>
        </w:rPr>
        <w:t>ا ام المصائب</w:t>
      </w:r>
      <w:r w:rsidR="00E275C9">
        <w:rPr>
          <w:rtl/>
        </w:rPr>
        <w:t>! ی</w:t>
      </w:r>
      <w:r>
        <w:rPr>
          <w:rtl/>
        </w:rPr>
        <w:t>ا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! </w:t>
      </w:r>
      <w:r>
        <w:rPr>
          <w:rtl/>
        </w:rPr>
        <w:t>اى دختر على</w:t>
      </w:r>
      <w:r w:rsidR="00E275C9">
        <w:rPr>
          <w:rtl/>
        </w:rPr>
        <w:t xml:space="preserve">! </w:t>
      </w:r>
      <w:r>
        <w:rPr>
          <w:rtl/>
        </w:rPr>
        <w:t>اى دختر فاطمه</w:t>
      </w:r>
      <w:r w:rsidR="00E275C9">
        <w:rPr>
          <w:rtl/>
        </w:rPr>
        <w:t xml:space="preserve">! </w:t>
      </w:r>
      <w:r>
        <w:rPr>
          <w:rtl/>
        </w:rPr>
        <w:t>اى بانوى اسلام</w:t>
      </w:r>
      <w:r w:rsidR="00E275C9">
        <w:rPr>
          <w:rtl/>
        </w:rPr>
        <w:t xml:space="preserve">! </w:t>
      </w:r>
      <w:r>
        <w:rPr>
          <w:rtl/>
        </w:rPr>
        <w:t>جگرها برا</w:t>
      </w:r>
      <w:r w:rsidR="00E275C9">
        <w:rPr>
          <w:rtl/>
        </w:rPr>
        <w:t>ی</w:t>
      </w:r>
      <w:r>
        <w:rPr>
          <w:rtl/>
        </w:rPr>
        <w:t>ت كباب شد</w:t>
      </w:r>
      <w:r w:rsidR="00E275C9">
        <w:rPr>
          <w:rtl/>
        </w:rPr>
        <w:t xml:space="preserve">. </w:t>
      </w:r>
      <w:r>
        <w:rPr>
          <w:rtl/>
        </w:rPr>
        <w:t>اى كوه صبر و استقامت</w:t>
      </w:r>
      <w:r w:rsidR="00E275C9">
        <w:rPr>
          <w:rtl/>
        </w:rPr>
        <w:t xml:space="preserve">! </w:t>
      </w:r>
      <w:r>
        <w:rPr>
          <w:rtl/>
        </w:rPr>
        <w:lastRenderedPageBreak/>
        <w:t>اى ز</w:t>
      </w:r>
      <w:r w:rsidR="00E275C9">
        <w:rPr>
          <w:rtl/>
        </w:rPr>
        <w:t>ی</w:t>
      </w:r>
      <w:r>
        <w:rPr>
          <w:rtl/>
        </w:rPr>
        <w:t>نب كبرى</w:t>
      </w:r>
      <w:r w:rsidR="00E275C9">
        <w:rPr>
          <w:rtl/>
        </w:rPr>
        <w:t xml:space="preserve">! </w:t>
      </w:r>
      <w:r>
        <w:rPr>
          <w:rtl/>
        </w:rPr>
        <w:t>چقدر مصا</w:t>
      </w:r>
      <w:r w:rsidR="00E275C9">
        <w:rPr>
          <w:rtl/>
        </w:rPr>
        <w:t>ی</w:t>
      </w:r>
      <w:r>
        <w:rPr>
          <w:rtl/>
        </w:rPr>
        <w:t>ب تو بزرگ و سنگ</w:t>
      </w:r>
      <w:r w:rsidR="00E275C9">
        <w:rPr>
          <w:rtl/>
        </w:rPr>
        <w:t>ی</w:t>
      </w:r>
      <w:r>
        <w:rPr>
          <w:rtl/>
        </w:rPr>
        <w:t>ن است</w:t>
      </w:r>
      <w:r w:rsidR="00E275C9">
        <w:rPr>
          <w:rtl/>
        </w:rPr>
        <w:t>؟! ی</w:t>
      </w:r>
      <w:r>
        <w:rPr>
          <w:rtl/>
        </w:rPr>
        <w:t>ا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! ی</w:t>
      </w:r>
      <w:r>
        <w:rPr>
          <w:rtl/>
        </w:rPr>
        <w:t>ا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! </w:t>
      </w:r>
      <w:r>
        <w:rPr>
          <w:rtl/>
        </w:rPr>
        <w:t>ناگهان زنى با صداى بلند و با سوزى جانكاه شروع به قرائت اشعارى كرد كه ترجمه آن چن</w:t>
      </w:r>
      <w:r w:rsidR="00E275C9">
        <w:rPr>
          <w:rtl/>
        </w:rPr>
        <w:t>ی</w:t>
      </w:r>
      <w:r>
        <w:rPr>
          <w:rtl/>
        </w:rPr>
        <w:t>ن است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«خبر دهنده اى مرا از شهادت آقا</w:t>
      </w:r>
      <w:r w:rsidR="00E275C9">
        <w:rPr>
          <w:rtl/>
        </w:rPr>
        <w:t>ی</w:t>
      </w:r>
      <w:r>
        <w:rPr>
          <w:rtl/>
        </w:rPr>
        <w:t>م آگاه كرد و از ا</w:t>
      </w:r>
      <w:r w:rsidR="00E275C9">
        <w:rPr>
          <w:rtl/>
        </w:rPr>
        <w:t>ی</w:t>
      </w:r>
      <w:r>
        <w:rPr>
          <w:rtl/>
        </w:rPr>
        <w:t>ن خبر (غم انگ</w:t>
      </w:r>
      <w:r w:rsidR="00E275C9">
        <w:rPr>
          <w:rtl/>
        </w:rPr>
        <w:t>ی</w:t>
      </w:r>
      <w:r>
        <w:rPr>
          <w:rtl/>
        </w:rPr>
        <w:t>ز) مرا متاءلم كرد و مر</w:t>
      </w:r>
      <w:r w:rsidR="00E275C9">
        <w:rPr>
          <w:rtl/>
        </w:rPr>
        <w:t>ی</w:t>
      </w:r>
      <w:r>
        <w:rPr>
          <w:rtl/>
        </w:rPr>
        <w:t>ض نمود</w:t>
      </w:r>
      <w:r w:rsidR="00E275C9">
        <w:rPr>
          <w:rtl/>
        </w:rPr>
        <w:t xml:space="preserve">. </w:t>
      </w:r>
      <w:r>
        <w:rPr>
          <w:rtl/>
        </w:rPr>
        <w:t>پس اى چشمان من</w:t>
      </w:r>
      <w:r w:rsidR="00E275C9">
        <w:rPr>
          <w:rtl/>
        </w:rPr>
        <w:t xml:space="preserve">! </w:t>
      </w:r>
      <w:r>
        <w:rPr>
          <w:rtl/>
        </w:rPr>
        <w:t>در ر</w:t>
      </w:r>
      <w:r w:rsidR="00E275C9">
        <w:rPr>
          <w:rtl/>
        </w:rPr>
        <w:t>ی</w:t>
      </w:r>
      <w:r>
        <w:rPr>
          <w:rtl/>
        </w:rPr>
        <w:t>ختن اشك</w:t>
      </w:r>
      <w:r w:rsidR="00E275C9">
        <w:rPr>
          <w:rtl/>
        </w:rPr>
        <w:t xml:space="preserve">، </w:t>
      </w:r>
      <w:r>
        <w:rPr>
          <w:rtl/>
        </w:rPr>
        <w:t>سخى باش</w:t>
      </w:r>
      <w:r w:rsidR="00E275C9">
        <w:rPr>
          <w:rtl/>
        </w:rPr>
        <w:t>ی</w:t>
      </w:r>
      <w:r>
        <w:rPr>
          <w:rtl/>
        </w:rPr>
        <w:t>د و پ</w:t>
      </w:r>
      <w:r w:rsidR="00E275C9">
        <w:rPr>
          <w:rtl/>
        </w:rPr>
        <w:t>ی</w:t>
      </w:r>
      <w:r>
        <w:rPr>
          <w:rtl/>
        </w:rPr>
        <w:t>اپى ببار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به تعداد قطراتى كه از اشك در اخت</w:t>
      </w:r>
      <w:r w:rsidR="00E275C9">
        <w:rPr>
          <w:rtl/>
        </w:rPr>
        <w:t>ی</w:t>
      </w:r>
      <w:r>
        <w:rPr>
          <w:rtl/>
        </w:rPr>
        <w:t>ار دار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براى آن كسى كه (شهادتش) عرش خدا را بلرزه درآورد (و به واسطه شهادت او اعضا) د</w:t>
      </w:r>
      <w:r w:rsidR="00E275C9">
        <w:rPr>
          <w:rtl/>
        </w:rPr>
        <w:t>ی</w:t>
      </w:r>
      <w:r>
        <w:rPr>
          <w:rtl/>
        </w:rPr>
        <w:t>انت و مجد بر</w:t>
      </w:r>
      <w:r w:rsidR="00E275C9">
        <w:rPr>
          <w:rtl/>
        </w:rPr>
        <w:t>ی</w:t>
      </w:r>
      <w:r>
        <w:rPr>
          <w:rtl/>
        </w:rPr>
        <w:t>ده شد</w:t>
      </w:r>
      <w:r w:rsidR="00E275C9">
        <w:rPr>
          <w:rtl/>
        </w:rPr>
        <w:t xml:space="preserve">. </w:t>
      </w:r>
      <w:r>
        <w:rPr>
          <w:rtl/>
        </w:rPr>
        <w:t>(اشك بر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د) بر پسر پ</w:t>
      </w:r>
      <w:r w:rsidR="00E275C9">
        <w:rPr>
          <w:rtl/>
        </w:rPr>
        <w:t>ی</w:t>
      </w:r>
      <w:r>
        <w:rPr>
          <w:rtl/>
        </w:rPr>
        <w:t xml:space="preserve">امبر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و پسر وصى</w:t>
      </w:r>
      <w:r w:rsidR="0020655A">
        <w:rPr>
          <w:rtl/>
        </w:rPr>
        <w:t xml:space="preserve">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 xml:space="preserve">امبر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كه از شهر و د</w:t>
      </w:r>
      <w:r w:rsidR="00E275C9">
        <w:rPr>
          <w:rtl/>
        </w:rPr>
        <w:t>ی</w:t>
      </w:r>
      <w:r>
        <w:rPr>
          <w:rtl/>
        </w:rPr>
        <w:t>ار دور شده است»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83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ش</w:t>
      </w:r>
      <w:r w:rsidR="00E275C9">
        <w:rPr>
          <w:rtl/>
        </w:rPr>
        <w:t>ی</w:t>
      </w:r>
      <w:r>
        <w:rPr>
          <w:rtl/>
        </w:rPr>
        <w:t>ر زن شاعره مسلمان</w:t>
      </w:r>
      <w:r w:rsidR="00E275C9">
        <w:rPr>
          <w:rtl/>
        </w:rPr>
        <w:t xml:space="preserve">، </w:t>
      </w:r>
      <w:r>
        <w:rPr>
          <w:rtl/>
        </w:rPr>
        <w:t>بعد از قرائت اشعار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خطاب به بش</w:t>
      </w:r>
      <w:r w:rsidR="00E275C9">
        <w:rPr>
          <w:rtl/>
        </w:rPr>
        <w:t>ی</w:t>
      </w:r>
      <w:r>
        <w:rPr>
          <w:rtl/>
        </w:rPr>
        <w:t>ر بن جذلم گفت</w:t>
      </w:r>
      <w:r w:rsidR="00E275C9">
        <w:rPr>
          <w:rtl/>
        </w:rPr>
        <w:t xml:space="preserve">: </w:t>
      </w:r>
      <w:r>
        <w:rPr>
          <w:rtl/>
        </w:rPr>
        <w:t>اى آنكه ا</w:t>
      </w:r>
      <w:r w:rsidR="00E275C9">
        <w:rPr>
          <w:rtl/>
        </w:rPr>
        <w:t>ی</w:t>
      </w:r>
      <w:r>
        <w:rPr>
          <w:rtl/>
        </w:rPr>
        <w:t>ن خبر بس</w:t>
      </w:r>
      <w:r w:rsidR="00E275C9">
        <w:rPr>
          <w:rtl/>
        </w:rPr>
        <w:t>ی</w:t>
      </w:r>
      <w:r>
        <w:rPr>
          <w:rtl/>
        </w:rPr>
        <w:t>ار غم انگ</w:t>
      </w:r>
      <w:r w:rsidR="00E275C9">
        <w:rPr>
          <w:rtl/>
        </w:rPr>
        <w:t>ی</w:t>
      </w:r>
      <w:r>
        <w:rPr>
          <w:rtl/>
        </w:rPr>
        <w:t>ز را براى ما آوردى</w:t>
      </w:r>
      <w:r w:rsidR="00E275C9">
        <w:rPr>
          <w:rtl/>
        </w:rPr>
        <w:t xml:space="preserve">! </w:t>
      </w:r>
      <w:r>
        <w:rPr>
          <w:rtl/>
        </w:rPr>
        <w:t>و اندوه ما را ز</w:t>
      </w:r>
      <w:r w:rsidR="00E275C9">
        <w:rPr>
          <w:rtl/>
        </w:rPr>
        <w:t>ی</w:t>
      </w:r>
      <w:r>
        <w:rPr>
          <w:rtl/>
        </w:rPr>
        <w:t>اد كردى</w:t>
      </w:r>
      <w:r w:rsidR="00E275C9">
        <w:rPr>
          <w:rtl/>
        </w:rPr>
        <w:t xml:space="preserve">! </w:t>
      </w:r>
      <w:r>
        <w:rPr>
          <w:rtl/>
        </w:rPr>
        <w:t>و جراحات دلمان را كه هنوز بهبود ن</w:t>
      </w:r>
      <w:r w:rsidR="00E275C9">
        <w:rPr>
          <w:rtl/>
        </w:rPr>
        <w:t>ی</w:t>
      </w:r>
      <w:r>
        <w:rPr>
          <w:rtl/>
        </w:rPr>
        <w:t>افته بود</w:t>
      </w:r>
      <w:r w:rsidR="00E275C9">
        <w:rPr>
          <w:rtl/>
        </w:rPr>
        <w:t xml:space="preserve">، </w:t>
      </w:r>
      <w:r>
        <w:rPr>
          <w:rtl/>
        </w:rPr>
        <w:t>بار د</w:t>
      </w:r>
      <w:r w:rsidR="00E275C9">
        <w:rPr>
          <w:rtl/>
        </w:rPr>
        <w:t>ی</w:t>
      </w:r>
      <w:r>
        <w:rPr>
          <w:rtl/>
        </w:rPr>
        <w:t>گر مجروح نمودى</w:t>
      </w:r>
      <w:r w:rsidR="00E275C9">
        <w:rPr>
          <w:rtl/>
        </w:rPr>
        <w:t xml:space="preserve">، </w:t>
      </w:r>
      <w:r>
        <w:rPr>
          <w:rtl/>
        </w:rPr>
        <w:t>تو ك</w:t>
      </w:r>
      <w:r w:rsidR="00E275C9">
        <w:rPr>
          <w:rtl/>
        </w:rPr>
        <w:t>ی</w:t>
      </w:r>
      <w:r>
        <w:rPr>
          <w:rtl/>
        </w:rPr>
        <w:t>ستى</w:t>
      </w:r>
      <w:r w:rsidR="00E275C9">
        <w:rPr>
          <w:rtl/>
        </w:rPr>
        <w:t xml:space="preserve">؟ </w:t>
      </w:r>
    </w:p>
    <w:p w:rsidR="00134B66" w:rsidRDefault="00134B66" w:rsidP="00E75448">
      <w:pPr>
        <w:pStyle w:val="libNormal"/>
        <w:rPr>
          <w:rtl/>
        </w:rPr>
      </w:pPr>
      <w:r>
        <w:rPr>
          <w:rtl/>
        </w:rPr>
        <w:t>او گفت</w:t>
      </w:r>
      <w:r w:rsidR="00E275C9">
        <w:rPr>
          <w:rtl/>
        </w:rPr>
        <w:t xml:space="preserve">: </w:t>
      </w:r>
      <w:r>
        <w:rPr>
          <w:rtl/>
        </w:rPr>
        <w:t>من «بش</w:t>
      </w:r>
      <w:r w:rsidR="00E275C9">
        <w:rPr>
          <w:rtl/>
        </w:rPr>
        <w:t>ی</w:t>
      </w:r>
      <w:r>
        <w:rPr>
          <w:rtl/>
        </w:rPr>
        <w:t>ر بن جذلم» هستم كه از طرف سرورم على بن الحس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</w:t>
      </w:r>
      <w:r w:rsidR="00640024">
        <w:rPr>
          <w:rtl/>
        </w:rPr>
        <w:t>مأمور</w:t>
      </w:r>
      <w:r>
        <w:rPr>
          <w:rtl/>
        </w:rPr>
        <w:t xml:space="preserve"> رسان</w:t>
      </w:r>
      <w:r w:rsidR="00E275C9">
        <w:rPr>
          <w:rtl/>
        </w:rPr>
        <w:t>ی</w:t>
      </w:r>
      <w:r>
        <w:rPr>
          <w:rtl/>
        </w:rPr>
        <w:t>دن خبر شهادت حضرت س</w:t>
      </w:r>
      <w:r w:rsidR="00E275C9">
        <w:rPr>
          <w:rtl/>
        </w:rPr>
        <w:t>ی</w:t>
      </w:r>
      <w:r>
        <w:rPr>
          <w:rtl/>
        </w:rPr>
        <w:t>دالشهدا حس</w:t>
      </w:r>
      <w:r w:rsidR="00E275C9">
        <w:rPr>
          <w:rtl/>
        </w:rPr>
        <w:t>ی</w:t>
      </w:r>
      <w:r>
        <w:rPr>
          <w:rtl/>
        </w:rPr>
        <w:t xml:space="preserve">ن بن على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مى باشم</w:t>
      </w:r>
      <w:r w:rsidR="00E275C9">
        <w:rPr>
          <w:rtl/>
        </w:rPr>
        <w:t xml:space="preserve">. </w:t>
      </w:r>
      <w:r>
        <w:rPr>
          <w:rtl/>
        </w:rPr>
        <w:t>و امام شما على بن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اكنون در فلان محل با اهل ب</w:t>
      </w:r>
      <w:r w:rsidR="00E275C9">
        <w:rPr>
          <w:rtl/>
        </w:rPr>
        <w:t>ی</w:t>
      </w:r>
      <w:r>
        <w:rPr>
          <w:rtl/>
        </w:rPr>
        <w:t>ت طهارت</w:t>
      </w:r>
      <w:r w:rsidR="00E275C9">
        <w:rPr>
          <w:rtl/>
        </w:rPr>
        <w:t xml:space="preserve">، </w:t>
      </w:r>
      <w:r>
        <w:rPr>
          <w:rtl/>
        </w:rPr>
        <w:t>نزول اجلال نموده است</w:t>
      </w:r>
      <w:r w:rsidR="00E275C9">
        <w:rPr>
          <w:rtl/>
        </w:rPr>
        <w:t xml:space="preserve">. </w:t>
      </w: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نكه اهل مد</w:t>
      </w:r>
      <w:r w:rsidR="00E275C9">
        <w:rPr>
          <w:rtl/>
        </w:rPr>
        <w:t>ی</w:t>
      </w:r>
      <w:r>
        <w:rPr>
          <w:rtl/>
        </w:rPr>
        <w:t xml:space="preserve">نه از مكان فرود آمدن كاروان آگاهى </w:t>
      </w:r>
      <w:r w:rsidR="00E275C9">
        <w:rPr>
          <w:rtl/>
        </w:rPr>
        <w:t>ی</w:t>
      </w:r>
      <w:r>
        <w:rPr>
          <w:rtl/>
        </w:rPr>
        <w:t>افتند</w:t>
      </w:r>
      <w:r w:rsidR="00E275C9">
        <w:rPr>
          <w:rtl/>
        </w:rPr>
        <w:t xml:space="preserve">،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گر به حرفهاى بش</w:t>
      </w:r>
      <w:r w:rsidR="00E275C9">
        <w:rPr>
          <w:rtl/>
        </w:rPr>
        <w:t>ی</w:t>
      </w:r>
      <w:r>
        <w:rPr>
          <w:rtl/>
        </w:rPr>
        <w:t>ر توجهى نداشتند و مانند س</w:t>
      </w:r>
      <w:r w:rsidR="00E275C9">
        <w:rPr>
          <w:rtl/>
        </w:rPr>
        <w:t>ی</w:t>
      </w:r>
      <w:r>
        <w:rPr>
          <w:rtl/>
        </w:rPr>
        <w:t>ل به سوى آن محل به حركت درآمدند</w:t>
      </w:r>
      <w:r w:rsidR="00E275C9">
        <w:rPr>
          <w:rtl/>
        </w:rPr>
        <w:t xml:space="preserve">. </w:t>
      </w:r>
      <w:r>
        <w:rPr>
          <w:rtl/>
        </w:rPr>
        <w:t>آرى</w:t>
      </w:r>
      <w:r w:rsidR="00E275C9">
        <w:rPr>
          <w:rtl/>
        </w:rPr>
        <w:t xml:space="preserve">، </w:t>
      </w:r>
      <w:r>
        <w:rPr>
          <w:rtl/>
        </w:rPr>
        <w:t>س</w:t>
      </w:r>
      <w:r w:rsidR="00E275C9">
        <w:rPr>
          <w:rtl/>
        </w:rPr>
        <w:t>ی</w:t>
      </w:r>
      <w:r>
        <w:rPr>
          <w:rtl/>
        </w:rPr>
        <w:t>ل</w:t>
      </w:r>
      <w:r w:rsidR="00E275C9">
        <w:rPr>
          <w:rtl/>
        </w:rPr>
        <w:t xml:space="preserve">، </w:t>
      </w:r>
      <w:r>
        <w:rPr>
          <w:rtl/>
        </w:rPr>
        <w:t>گو</w:t>
      </w:r>
      <w:r w:rsidR="00E275C9">
        <w:rPr>
          <w:rtl/>
        </w:rPr>
        <w:t>ی</w:t>
      </w:r>
      <w:r>
        <w:rPr>
          <w:rtl/>
        </w:rPr>
        <w:t>ى بش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، </w:t>
      </w:r>
      <w:r>
        <w:rPr>
          <w:rtl/>
        </w:rPr>
        <w:t>ابر بود</w:t>
      </w:r>
      <w:r w:rsidR="00E275C9">
        <w:rPr>
          <w:rtl/>
        </w:rPr>
        <w:t>، ی</w:t>
      </w:r>
      <w:r>
        <w:rPr>
          <w:rtl/>
        </w:rPr>
        <w:t>ا رعد و برق</w:t>
      </w:r>
      <w:r w:rsidR="00E275C9">
        <w:rPr>
          <w:rtl/>
        </w:rPr>
        <w:t>، ی</w:t>
      </w:r>
      <w:r>
        <w:rPr>
          <w:rtl/>
        </w:rPr>
        <w:t>ا صاعقه كه باران و طوفان به راه انداخت</w:t>
      </w:r>
      <w:r w:rsidR="00E275C9">
        <w:rPr>
          <w:rtl/>
        </w:rPr>
        <w:t xml:space="preserve">؛ </w:t>
      </w:r>
      <w:r>
        <w:rPr>
          <w:rtl/>
        </w:rPr>
        <w:t>طوفانى كه مردم را مانند س</w:t>
      </w:r>
      <w:r w:rsidR="00E275C9">
        <w:rPr>
          <w:rtl/>
        </w:rPr>
        <w:t>ی</w:t>
      </w:r>
      <w:r>
        <w:rPr>
          <w:rtl/>
        </w:rPr>
        <w:t>ل به حركت درآورد</w:t>
      </w:r>
      <w:r w:rsidR="00E275C9">
        <w:rPr>
          <w:rtl/>
        </w:rPr>
        <w:t xml:space="preserve">. </w:t>
      </w:r>
      <w:r>
        <w:rPr>
          <w:rtl/>
        </w:rPr>
        <w:t>نمى دانم چه بود</w:t>
      </w:r>
      <w:r w:rsidR="00E275C9">
        <w:rPr>
          <w:rtl/>
        </w:rPr>
        <w:t xml:space="preserve">؟ </w:t>
      </w: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ن قدر مى دانم كه اشك چشمان مردم مد</w:t>
      </w:r>
      <w:r w:rsidR="00E275C9">
        <w:rPr>
          <w:rtl/>
        </w:rPr>
        <w:t>ی</w:t>
      </w:r>
      <w:r>
        <w:rPr>
          <w:rtl/>
        </w:rPr>
        <w:t>نه را به گونه باران سراز</w:t>
      </w:r>
      <w:r w:rsidR="00E275C9">
        <w:rPr>
          <w:rtl/>
        </w:rPr>
        <w:t>ی</w:t>
      </w:r>
      <w:r>
        <w:rPr>
          <w:rtl/>
        </w:rPr>
        <w:t>ر كرد و همه را مثل س</w:t>
      </w:r>
      <w:r w:rsidR="00E275C9">
        <w:rPr>
          <w:rtl/>
        </w:rPr>
        <w:t>ی</w:t>
      </w:r>
      <w:r>
        <w:rPr>
          <w:rtl/>
        </w:rPr>
        <w:t xml:space="preserve">ل به جانب محل كاروان بازماندگان خاندان </w:t>
      </w:r>
      <w:r>
        <w:rPr>
          <w:rtl/>
        </w:rPr>
        <w:lastRenderedPageBreak/>
        <w:t>طهارت</w:t>
      </w:r>
      <w:r w:rsidR="00E275C9">
        <w:rPr>
          <w:rtl/>
        </w:rPr>
        <w:t xml:space="preserve">، </w:t>
      </w:r>
      <w:r>
        <w:rPr>
          <w:rtl/>
        </w:rPr>
        <w:t>به راه انداخت</w:t>
      </w:r>
      <w:r w:rsidR="00E275C9">
        <w:rPr>
          <w:rtl/>
        </w:rPr>
        <w:t xml:space="preserve">. </w:t>
      </w:r>
      <w:r>
        <w:rPr>
          <w:rtl/>
        </w:rPr>
        <w:t>نه</w:t>
      </w:r>
      <w:r w:rsidR="00E275C9">
        <w:rPr>
          <w:rtl/>
        </w:rPr>
        <w:t xml:space="preserve">، </w:t>
      </w:r>
      <w:r>
        <w:rPr>
          <w:rtl/>
        </w:rPr>
        <w:t>س</w:t>
      </w:r>
      <w:r w:rsidR="00E275C9">
        <w:rPr>
          <w:rtl/>
        </w:rPr>
        <w:t>ی</w:t>
      </w:r>
      <w:r>
        <w:rPr>
          <w:rtl/>
        </w:rPr>
        <w:t>ل نبود</w:t>
      </w:r>
      <w:r w:rsidR="00E275C9">
        <w:rPr>
          <w:rtl/>
        </w:rPr>
        <w:t xml:space="preserve">، </w:t>
      </w:r>
      <w:r>
        <w:rPr>
          <w:rtl/>
        </w:rPr>
        <w:t>مسابقه بود</w:t>
      </w:r>
      <w:r w:rsidR="00E275C9">
        <w:rPr>
          <w:rtl/>
        </w:rPr>
        <w:t xml:space="preserve">، </w:t>
      </w:r>
      <w:r>
        <w:rPr>
          <w:rtl/>
        </w:rPr>
        <w:t>مسابقه عشق و ا</w:t>
      </w:r>
      <w:r w:rsidR="00E275C9">
        <w:rPr>
          <w:rtl/>
        </w:rPr>
        <w:t>ی</w:t>
      </w:r>
      <w:r>
        <w:rPr>
          <w:rtl/>
        </w:rPr>
        <w:t>مان</w:t>
      </w:r>
      <w:r w:rsidR="00E275C9">
        <w:rPr>
          <w:rtl/>
        </w:rPr>
        <w:t xml:space="preserve">، </w:t>
      </w:r>
      <w:r>
        <w:rPr>
          <w:rtl/>
        </w:rPr>
        <w:t>مسابقه</w:t>
      </w:r>
      <w:r w:rsidR="00E275C9">
        <w:rPr>
          <w:rtl/>
        </w:rPr>
        <w:t xml:space="preserve">... </w:t>
      </w:r>
      <w:r>
        <w:rPr>
          <w:rtl/>
        </w:rPr>
        <w:t>و در ا</w:t>
      </w:r>
      <w:r w:rsidR="00E275C9">
        <w:rPr>
          <w:rtl/>
        </w:rPr>
        <w:t>ی</w:t>
      </w:r>
      <w:r>
        <w:rPr>
          <w:rtl/>
        </w:rPr>
        <w:t>ن مسابقه</w:t>
      </w:r>
      <w:r w:rsidR="00E275C9">
        <w:rPr>
          <w:rtl/>
        </w:rPr>
        <w:t xml:space="preserve">، </w:t>
      </w:r>
      <w:r>
        <w:rPr>
          <w:rtl/>
        </w:rPr>
        <w:t>شرط سنّى و سا</w:t>
      </w:r>
      <w:r w:rsidR="00E275C9">
        <w:rPr>
          <w:rtl/>
        </w:rPr>
        <w:t>ی</w:t>
      </w:r>
      <w:r>
        <w:rPr>
          <w:rtl/>
        </w:rPr>
        <w:t>ر شرا</w:t>
      </w:r>
      <w:r w:rsidR="00E275C9">
        <w:rPr>
          <w:rtl/>
        </w:rPr>
        <w:t>ی</w:t>
      </w:r>
      <w:r>
        <w:rPr>
          <w:rtl/>
        </w:rPr>
        <w:t>ط موجود در مسابقات</w:t>
      </w:r>
      <w:r w:rsidR="00E275C9">
        <w:rPr>
          <w:rtl/>
        </w:rPr>
        <w:t>،</w:t>
      </w:r>
      <w:r w:rsidR="0020655A">
        <w:rPr>
          <w:rtl/>
        </w:rPr>
        <w:t xml:space="preserve"> </w:t>
      </w:r>
      <w:r>
        <w:rPr>
          <w:rtl/>
        </w:rPr>
        <w:t>مراعات نمى شد</w:t>
      </w:r>
      <w:r w:rsidR="00E275C9">
        <w:rPr>
          <w:rtl/>
        </w:rPr>
        <w:t xml:space="preserve">. </w:t>
      </w:r>
      <w:r>
        <w:rPr>
          <w:rtl/>
        </w:rPr>
        <w:t>از كودك نوپا</w:t>
      </w:r>
      <w:r w:rsidR="00E275C9">
        <w:rPr>
          <w:rtl/>
        </w:rPr>
        <w:t xml:space="preserve">، </w:t>
      </w:r>
      <w:r>
        <w:rPr>
          <w:rtl/>
        </w:rPr>
        <w:t>تا پ</w:t>
      </w:r>
      <w:r w:rsidR="00E275C9">
        <w:rPr>
          <w:rtl/>
        </w:rPr>
        <w:t>ی</w:t>
      </w:r>
      <w:r>
        <w:rPr>
          <w:rtl/>
        </w:rPr>
        <w:t>ر كهنسال</w:t>
      </w:r>
      <w:r w:rsidR="00E275C9">
        <w:rPr>
          <w:rtl/>
        </w:rPr>
        <w:t xml:space="preserve">، </w:t>
      </w:r>
      <w:r>
        <w:rPr>
          <w:rtl/>
        </w:rPr>
        <w:t>دختر و پسر</w:t>
      </w:r>
      <w:r w:rsidR="00E275C9">
        <w:rPr>
          <w:rtl/>
        </w:rPr>
        <w:t xml:space="preserve">، </w:t>
      </w:r>
      <w:r>
        <w:rPr>
          <w:rtl/>
        </w:rPr>
        <w:t>زن و مرد</w:t>
      </w:r>
      <w:r w:rsidR="00E275C9">
        <w:rPr>
          <w:rtl/>
        </w:rPr>
        <w:t xml:space="preserve">، </w:t>
      </w:r>
      <w:r>
        <w:rPr>
          <w:rtl/>
        </w:rPr>
        <w:t>همه در ا</w:t>
      </w:r>
      <w:r w:rsidR="00E275C9">
        <w:rPr>
          <w:rtl/>
        </w:rPr>
        <w:t>ی</w:t>
      </w:r>
      <w:r>
        <w:rPr>
          <w:rtl/>
        </w:rPr>
        <w:t>ن مسابقه شركت كرده بودند</w:t>
      </w:r>
      <w:r w:rsidR="00E275C9">
        <w:rPr>
          <w:rtl/>
        </w:rPr>
        <w:t xml:space="preserve">. </w:t>
      </w:r>
      <w:r>
        <w:rPr>
          <w:rtl/>
        </w:rPr>
        <w:t xml:space="preserve">و همه ناله مى كردند و بر سر و صورت خود مى زدند و </w:t>
      </w:r>
      <w:r w:rsidR="00E275C9">
        <w:rPr>
          <w:rtl/>
        </w:rPr>
        <w:t>ی</w:t>
      </w:r>
      <w:r>
        <w:rPr>
          <w:rtl/>
        </w:rPr>
        <w:t>ا حس</w:t>
      </w:r>
      <w:r w:rsidR="00E275C9">
        <w:rPr>
          <w:rtl/>
        </w:rPr>
        <w:t>ی</w:t>
      </w:r>
      <w:r>
        <w:rPr>
          <w:rtl/>
        </w:rPr>
        <w:t>ن مى كش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. </w:t>
      </w:r>
      <w:r>
        <w:rPr>
          <w:rtl/>
        </w:rPr>
        <w:t xml:space="preserve">و </w:t>
      </w:r>
      <w:r w:rsidR="00E275C9">
        <w:rPr>
          <w:rtl/>
        </w:rPr>
        <w:t>ی</w:t>
      </w:r>
      <w:r>
        <w:rPr>
          <w:rtl/>
        </w:rPr>
        <w:t>ا ام المصائب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! </w:t>
      </w:r>
      <w:r>
        <w:rPr>
          <w:rtl/>
        </w:rPr>
        <w:t>بر زبان داشتند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بش</w:t>
      </w:r>
      <w:r w:rsidR="00E275C9">
        <w:rPr>
          <w:rtl/>
        </w:rPr>
        <w:t>ی</w:t>
      </w:r>
      <w:r>
        <w:rPr>
          <w:rtl/>
        </w:rPr>
        <w:t>ر هم حركت كرد</w:t>
      </w:r>
      <w:r w:rsidR="00E275C9">
        <w:rPr>
          <w:rtl/>
        </w:rPr>
        <w:t xml:space="preserve">. </w:t>
      </w:r>
      <w:r>
        <w:rPr>
          <w:rtl/>
        </w:rPr>
        <w:t>او سوار بر اسب بود و بق</w:t>
      </w:r>
      <w:r w:rsidR="00E275C9">
        <w:rPr>
          <w:rtl/>
        </w:rPr>
        <w:t>ی</w:t>
      </w:r>
      <w:r>
        <w:rPr>
          <w:rtl/>
        </w:rPr>
        <w:t>ه پ</w:t>
      </w:r>
      <w:r w:rsidR="00E275C9">
        <w:rPr>
          <w:rtl/>
        </w:rPr>
        <w:t>ی</w:t>
      </w:r>
      <w:r>
        <w:rPr>
          <w:rtl/>
        </w:rPr>
        <w:t>اده بودند</w:t>
      </w:r>
      <w:r w:rsidR="00E275C9">
        <w:rPr>
          <w:rtl/>
        </w:rPr>
        <w:t xml:space="preserve">. </w:t>
      </w:r>
      <w:r>
        <w:rPr>
          <w:rtl/>
        </w:rPr>
        <w:t>بش</w:t>
      </w:r>
      <w:r w:rsidR="00E275C9">
        <w:rPr>
          <w:rtl/>
        </w:rPr>
        <w:t>ی</w:t>
      </w:r>
      <w:r>
        <w:rPr>
          <w:rtl/>
        </w:rPr>
        <w:t>ر با شتاب به پ</w:t>
      </w:r>
      <w:r w:rsidR="00E275C9">
        <w:rPr>
          <w:rtl/>
        </w:rPr>
        <w:t>ی</w:t>
      </w:r>
      <w:r>
        <w:rPr>
          <w:rtl/>
        </w:rPr>
        <w:t>ش تاخت</w:t>
      </w:r>
      <w:r w:rsidR="00E275C9">
        <w:rPr>
          <w:rtl/>
        </w:rPr>
        <w:t xml:space="preserve">. </w:t>
      </w:r>
      <w:r>
        <w:rPr>
          <w:rtl/>
        </w:rPr>
        <w:t>گو</w:t>
      </w:r>
      <w:r w:rsidR="00E275C9">
        <w:rPr>
          <w:rtl/>
        </w:rPr>
        <w:t>ی</w:t>
      </w:r>
      <w:r>
        <w:rPr>
          <w:rtl/>
        </w:rPr>
        <w:t>ى مى خواهد ا</w:t>
      </w:r>
      <w:r w:rsidR="00E275C9">
        <w:rPr>
          <w:rtl/>
        </w:rPr>
        <w:t>ی</w:t>
      </w:r>
      <w:r>
        <w:rPr>
          <w:rtl/>
        </w:rPr>
        <w:t>ن مسابقه را داورى كند</w:t>
      </w:r>
      <w:r w:rsidR="00E275C9">
        <w:rPr>
          <w:rtl/>
        </w:rPr>
        <w:t xml:space="preserve">، </w:t>
      </w:r>
      <w:r>
        <w:rPr>
          <w:rtl/>
        </w:rPr>
        <w:t>ولى نتوانست سواره به پ</w:t>
      </w:r>
      <w:r w:rsidR="00E275C9">
        <w:rPr>
          <w:rtl/>
        </w:rPr>
        <w:t>ی</w:t>
      </w:r>
      <w:r>
        <w:rPr>
          <w:rtl/>
        </w:rPr>
        <w:t>ش برود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مردم</w:t>
      </w:r>
      <w:r w:rsidR="00E275C9">
        <w:rPr>
          <w:rtl/>
        </w:rPr>
        <w:t xml:space="preserve">، </w:t>
      </w:r>
      <w:r>
        <w:rPr>
          <w:rtl/>
        </w:rPr>
        <w:t>راه حركت را سد كرده بودند</w:t>
      </w:r>
      <w:r w:rsidR="00E275C9">
        <w:rPr>
          <w:rtl/>
        </w:rPr>
        <w:t xml:space="preserve">. </w:t>
      </w:r>
      <w:r>
        <w:rPr>
          <w:rtl/>
        </w:rPr>
        <w:t>به ناچار از اسب پ</w:t>
      </w:r>
      <w:r w:rsidR="00E275C9">
        <w:rPr>
          <w:rtl/>
        </w:rPr>
        <w:t>ی</w:t>
      </w:r>
      <w:r>
        <w:rPr>
          <w:rtl/>
        </w:rPr>
        <w:t>اده شد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امكان نداشت بتواند خود را سواره به خ</w:t>
      </w:r>
      <w:r w:rsidR="00E275C9">
        <w:rPr>
          <w:rtl/>
        </w:rPr>
        <w:t>ی</w:t>
      </w:r>
      <w:r>
        <w:rPr>
          <w:rtl/>
        </w:rPr>
        <w:t xml:space="preserve">مگاه امام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برساند</w:t>
      </w:r>
      <w:r w:rsidR="00E275C9">
        <w:rPr>
          <w:rtl/>
        </w:rPr>
        <w:t xml:space="preserve">؛ </w:t>
      </w:r>
      <w:r>
        <w:rPr>
          <w:rtl/>
        </w:rPr>
        <w:t>چون مردم همه راه و اطراف جاده ها را پر كرده بودند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84</w:t>
      </w:r>
      <w:r w:rsidRPr="00B52B2E">
        <w:rPr>
          <w:rStyle w:val="libFootnotenumChar"/>
          <w:rtl/>
        </w:rPr>
        <w:t>)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t xml:space="preserve">صداى </w:t>
      </w:r>
      <w:r w:rsidR="00E275C9">
        <w:rPr>
          <w:rtl/>
        </w:rPr>
        <w:t>ی</w:t>
      </w:r>
      <w:r>
        <w:rPr>
          <w:rtl/>
        </w:rPr>
        <w:t>ا حس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! </w:t>
      </w:r>
      <w:r>
        <w:rPr>
          <w:rtl/>
        </w:rPr>
        <w:t>اى پسر فاطمه</w:t>
      </w:r>
      <w:r w:rsidR="00E275C9">
        <w:rPr>
          <w:rtl/>
        </w:rPr>
        <w:t xml:space="preserve">! </w:t>
      </w:r>
      <w:r>
        <w:rPr>
          <w:rtl/>
        </w:rPr>
        <w:t xml:space="preserve">و </w:t>
      </w:r>
      <w:r w:rsidR="00E275C9">
        <w:rPr>
          <w:rtl/>
        </w:rPr>
        <w:t>ی</w:t>
      </w:r>
      <w:r>
        <w:rPr>
          <w:rtl/>
        </w:rPr>
        <w:t>ا ام المصائب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! </w:t>
      </w:r>
      <w:r>
        <w:rPr>
          <w:rtl/>
        </w:rPr>
        <w:t>همه جا را فرا گرفته بود</w:t>
      </w:r>
      <w:r w:rsidR="00E275C9">
        <w:rPr>
          <w:rtl/>
        </w:rPr>
        <w:t xml:space="preserve">، </w:t>
      </w:r>
      <w:r>
        <w:rPr>
          <w:rtl/>
        </w:rPr>
        <w:t xml:space="preserve">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به سوى جمع</w:t>
      </w:r>
      <w:r w:rsidR="00E275C9">
        <w:rPr>
          <w:rtl/>
        </w:rPr>
        <w:t>ی</w:t>
      </w:r>
      <w:r>
        <w:rPr>
          <w:rtl/>
        </w:rPr>
        <w:t>ت آمدند</w:t>
      </w:r>
      <w:r w:rsidR="00E275C9">
        <w:rPr>
          <w:rtl/>
        </w:rPr>
        <w:t xml:space="preserve">. </w:t>
      </w:r>
    </w:p>
    <w:p w:rsidR="00134B66" w:rsidRDefault="00324332" w:rsidP="00E75448">
      <w:pPr>
        <w:pStyle w:val="Heading2"/>
        <w:rPr>
          <w:rtl/>
        </w:rPr>
      </w:pPr>
      <w:r>
        <w:rPr>
          <w:rtl/>
        </w:rPr>
        <w:br w:type="page"/>
      </w:r>
      <w:bookmarkStart w:id="10" w:name="_Toc425238179"/>
      <w:r w:rsidR="00134B66">
        <w:rPr>
          <w:rtl/>
        </w:rPr>
        <w:lastRenderedPageBreak/>
        <w:t xml:space="preserve">سخن گفتن حضرت سجاد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براى مردم</w:t>
      </w:r>
      <w:bookmarkEnd w:id="10"/>
    </w:p>
    <w:p w:rsidR="00134B66" w:rsidRDefault="00134B66" w:rsidP="00E75448">
      <w:pPr>
        <w:pStyle w:val="libNormal"/>
        <w:rPr>
          <w:rtl/>
        </w:rPr>
      </w:pPr>
      <w:r>
        <w:rPr>
          <w:rtl/>
        </w:rPr>
        <w:t>مردم مد</w:t>
      </w:r>
      <w:r w:rsidR="00E275C9">
        <w:rPr>
          <w:rtl/>
        </w:rPr>
        <w:t>ی</w:t>
      </w:r>
      <w:r>
        <w:rPr>
          <w:rtl/>
        </w:rPr>
        <w:t>نه گرداگرد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و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حلقه زدند و با ش</w:t>
      </w:r>
      <w:r w:rsidR="00E275C9">
        <w:rPr>
          <w:rtl/>
        </w:rPr>
        <w:t>ی</w:t>
      </w:r>
      <w:r>
        <w:rPr>
          <w:rtl/>
        </w:rPr>
        <w:t>ون و زارى</w:t>
      </w:r>
      <w:r w:rsidR="00E275C9">
        <w:rPr>
          <w:rtl/>
        </w:rPr>
        <w:t xml:space="preserve">، </w:t>
      </w:r>
      <w:r>
        <w:rPr>
          <w:rtl/>
        </w:rPr>
        <w:t>به عرض تسل</w:t>
      </w:r>
      <w:r w:rsidR="00E275C9">
        <w:rPr>
          <w:rtl/>
        </w:rPr>
        <w:t>ی</w:t>
      </w:r>
      <w:r>
        <w:rPr>
          <w:rtl/>
        </w:rPr>
        <w:t>ت پرداختند</w:t>
      </w:r>
      <w:r w:rsidR="00E275C9">
        <w:rPr>
          <w:rtl/>
        </w:rPr>
        <w:t xml:space="preserve">. </w:t>
      </w:r>
      <w:r>
        <w:rPr>
          <w:rtl/>
        </w:rPr>
        <w:t>شدت گر</w:t>
      </w:r>
      <w:r w:rsidR="00E275C9">
        <w:rPr>
          <w:rtl/>
        </w:rPr>
        <w:t>ی</w:t>
      </w:r>
      <w:r>
        <w:rPr>
          <w:rtl/>
        </w:rPr>
        <w:t>ه و ناله تابدان حد بود كه مد</w:t>
      </w:r>
      <w:r w:rsidR="00E275C9">
        <w:rPr>
          <w:rtl/>
        </w:rPr>
        <w:t>ی</w:t>
      </w:r>
      <w:r>
        <w:rPr>
          <w:rtl/>
        </w:rPr>
        <w:t>نه در تمام طول تار</w:t>
      </w:r>
      <w:r w:rsidR="00E275C9">
        <w:rPr>
          <w:rtl/>
        </w:rPr>
        <w:t>ی</w:t>
      </w:r>
      <w:r>
        <w:rPr>
          <w:rtl/>
        </w:rPr>
        <w:t>خ خود</w:t>
      </w:r>
      <w:r w:rsidR="00E275C9">
        <w:rPr>
          <w:rtl/>
        </w:rPr>
        <w:t xml:space="preserve">، </w:t>
      </w:r>
      <w:r>
        <w:rPr>
          <w:rtl/>
        </w:rPr>
        <w:t>هرگز چنان صحنه و منظره اى به خو</w:t>
      </w:r>
      <w:r w:rsidR="00E275C9">
        <w:rPr>
          <w:rtl/>
        </w:rPr>
        <w:t>ی</w:t>
      </w:r>
      <w:r>
        <w:rPr>
          <w:rtl/>
        </w:rPr>
        <w:t>ش ند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نه قبل از خبر شهادت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نه بعد از آن</w:t>
      </w:r>
      <w:r w:rsidR="00E275C9">
        <w:rPr>
          <w:rtl/>
        </w:rPr>
        <w:t xml:space="preserve">. </w:t>
      </w:r>
      <w:r>
        <w:rPr>
          <w:rtl/>
        </w:rPr>
        <w:t>مردم مد</w:t>
      </w:r>
      <w:r w:rsidR="00E275C9">
        <w:rPr>
          <w:rtl/>
        </w:rPr>
        <w:t>ی</w:t>
      </w:r>
      <w:r>
        <w:rPr>
          <w:rtl/>
        </w:rPr>
        <w:t>نه كم و ب</w:t>
      </w:r>
      <w:r w:rsidR="00E275C9">
        <w:rPr>
          <w:rtl/>
        </w:rPr>
        <w:t>ی</w:t>
      </w:r>
      <w:r>
        <w:rPr>
          <w:rtl/>
        </w:rPr>
        <w:t>ش قبل از ا</w:t>
      </w:r>
      <w:r w:rsidR="00E275C9">
        <w:rPr>
          <w:rtl/>
        </w:rPr>
        <w:t>ی</w:t>
      </w:r>
      <w:r>
        <w:rPr>
          <w:rtl/>
        </w:rPr>
        <w:t>ن شن</w:t>
      </w:r>
      <w:r w:rsidR="00E275C9">
        <w:rPr>
          <w:rtl/>
        </w:rPr>
        <w:t>ی</w:t>
      </w:r>
      <w:r>
        <w:rPr>
          <w:rtl/>
        </w:rPr>
        <w:t>ده بودند كه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E275C9">
        <w:rPr>
          <w:rtl/>
        </w:rPr>
        <w:t>ی</w:t>
      </w:r>
      <w:r>
        <w:rPr>
          <w:rtl/>
        </w:rPr>
        <w:t>ارانش</w:t>
      </w:r>
      <w:r w:rsidR="00E275C9">
        <w:rPr>
          <w:rtl/>
        </w:rPr>
        <w:t xml:space="preserve"> </w:t>
      </w:r>
      <w:r>
        <w:rPr>
          <w:rtl/>
        </w:rPr>
        <w:t>در كربلا به شهادت رس</w:t>
      </w:r>
      <w:r w:rsidR="00E275C9">
        <w:rPr>
          <w:rtl/>
        </w:rPr>
        <w:t>ی</w:t>
      </w:r>
      <w:r>
        <w:rPr>
          <w:rtl/>
        </w:rPr>
        <w:t>ده اند</w:t>
      </w:r>
      <w:r w:rsidR="00E275C9">
        <w:rPr>
          <w:rtl/>
        </w:rPr>
        <w:t>،</w:t>
      </w:r>
      <w:r w:rsidR="0020655A">
        <w:rPr>
          <w:rtl/>
        </w:rPr>
        <w:t xml:space="preserve"> </w:t>
      </w:r>
      <w:r>
        <w:rPr>
          <w:rtl/>
        </w:rPr>
        <w:t>به طورى كه قبلاً ن</w:t>
      </w:r>
      <w:r w:rsidR="00E275C9">
        <w:rPr>
          <w:rtl/>
        </w:rPr>
        <w:t>ی</w:t>
      </w:r>
      <w:r>
        <w:rPr>
          <w:rtl/>
        </w:rPr>
        <w:t>ز اشاره شد</w:t>
      </w:r>
      <w:r w:rsidR="00E275C9">
        <w:rPr>
          <w:rtl/>
        </w:rPr>
        <w:t xml:space="preserve">، </w:t>
      </w:r>
      <w:r>
        <w:rPr>
          <w:rtl/>
        </w:rPr>
        <w:t>كارگزاران بنى ام</w:t>
      </w:r>
      <w:r w:rsidR="00E275C9">
        <w:rPr>
          <w:rtl/>
        </w:rPr>
        <w:t>ی</w:t>
      </w:r>
      <w:r>
        <w:rPr>
          <w:rtl/>
        </w:rPr>
        <w:t>ه مردم را دق</w:t>
      </w:r>
      <w:r w:rsidR="00E275C9">
        <w:rPr>
          <w:rtl/>
        </w:rPr>
        <w:t>ی</w:t>
      </w:r>
      <w:r>
        <w:rPr>
          <w:rtl/>
        </w:rPr>
        <w:t>قا در جر</w:t>
      </w:r>
      <w:r w:rsidR="00E275C9">
        <w:rPr>
          <w:rtl/>
        </w:rPr>
        <w:t>ی</w:t>
      </w:r>
      <w:r>
        <w:rPr>
          <w:rtl/>
        </w:rPr>
        <w:t>ان وقا</w:t>
      </w:r>
      <w:r w:rsidR="00E275C9">
        <w:rPr>
          <w:rtl/>
        </w:rPr>
        <w:t>ی</w:t>
      </w:r>
      <w:r>
        <w:rPr>
          <w:rtl/>
        </w:rPr>
        <w:t>ع قرار نداده بودند</w:t>
      </w:r>
      <w:r w:rsidR="00E275C9">
        <w:rPr>
          <w:rtl/>
        </w:rPr>
        <w:t xml:space="preserve">. </w:t>
      </w:r>
      <w:r>
        <w:rPr>
          <w:rtl/>
        </w:rPr>
        <w:t>و اگر حضرت س</w:t>
      </w:r>
      <w:r w:rsidR="00E275C9">
        <w:rPr>
          <w:rtl/>
        </w:rPr>
        <w:t>ی</w:t>
      </w:r>
      <w:r>
        <w:rPr>
          <w:rtl/>
        </w:rPr>
        <w:t xml:space="preserve">دالشهداء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زن و فرزندان و كسان خود را در ا</w:t>
      </w:r>
      <w:r w:rsidR="00E275C9">
        <w:rPr>
          <w:rtl/>
        </w:rPr>
        <w:t>ی</w:t>
      </w:r>
      <w:r>
        <w:rPr>
          <w:rtl/>
        </w:rPr>
        <w:t>ن مسافرت سرنوشت ساز به همراه نمى برد</w:t>
      </w:r>
      <w:r w:rsidR="00E275C9">
        <w:rPr>
          <w:rtl/>
        </w:rPr>
        <w:t xml:space="preserve">، </w:t>
      </w:r>
      <w:r>
        <w:rPr>
          <w:rtl/>
        </w:rPr>
        <w:t>با مح</w:t>
      </w:r>
      <w:r w:rsidR="00E275C9">
        <w:rPr>
          <w:rtl/>
        </w:rPr>
        <w:t>ی</w:t>
      </w:r>
      <w:r>
        <w:rPr>
          <w:rtl/>
        </w:rPr>
        <w:t>ط خوف و وحشت و اضطرابى كه كارگزاران بنى ام</w:t>
      </w:r>
      <w:r w:rsidR="00E275C9">
        <w:rPr>
          <w:rtl/>
        </w:rPr>
        <w:t>ی</w:t>
      </w:r>
      <w:r>
        <w:rPr>
          <w:rtl/>
        </w:rPr>
        <w:t>ه در سراسر عالم اسلام ا</w:t>
      </w:r>
      <w:r w:rsidR="00E275C9">
        <w:rPr>
          <w:rtl/>
        </w:rPr>
        <w:t>ی</w:t>
      </w:r>
      <w:r>
        <w:rPr>
          <w:rtl/>
        </w:rPr>
        <w:t>جاد كرده بودند</w:t>
      </w:r>
      <w:r w:rsidR="00E275C9">
        <w:rPr>
          <w:rtl/>
        </w:rPr>
        <w:t xml:space="preserve">، </w:t>
      </w:r>
      <w:r>
        <w:rPr>
          <w:rtl/>
        </w:rPr>
        <w:t>چه كسى مى توانست پ</w:t>
      </w:r>
      <w:r w:rsidR="00E275C9">
        <w:rPr>
          <w:rtl/>
        </w:rPr>
        <w:t>ی</w:t>
      </w:r>
      <w:r>
        <w:rPr>
          <w:rtl/>
        </w:rPr>
        <w:t>ام خون ش</w:t>
      </w:r>
      <w:r w:rsidR="00E75448">
        <w:rPr>
          <w:rFonts w:hint="cs"/>
          <w:rtl/>
        </w:rPr>
        <w:t>ه</w:t>
      </w:r>
      <w:r w:rsidR="00E275C9">
        <w:rPr>
          <w:rtl/>
        </w:rPr>
        <w:t>ی</w:t>
      </w:r>
      <w:r>
        <w:rPr>
          <w:rtl/>
        </w:rPr>
        <w:t>دان را به سرزم</w:t>
      </w:r>
      <w:r w:rsidR="00E275C9">
        <w:rPr>
          <w:rtl/>
        </w:rPr>
        <w:t>ی</w:t>
      </w:r>
      <w:r>
        <w:rPr>
          <w:rtl/>
        </w:rPr>
        <w:t>نهاى اسلامى برساند</w:t>
      </w:r>
      <w:r w:rsidR="00E275C9">
        <w:rPr>
          <w:rtl/>
        </w:rPr>
        <w:t xml:space="preserve">؟ </w:t>
      </w:r>
      <w:r>
        <w:rPr>
          <w:rtl/>
        </w:rPr>
        <w:t>حقا</w:t>
      </w:r>
      <w:r w:rsidR="00E275C9">
        <w:rPr>
          <w:rtl/>
        </w:rPr>
        <w:t>ی</w:t>
      </w:r>
      <w:r>
        <w:rPr>
          <w:rtl/>
        </w:rPr>
        <w:t>ق چنان قلب مى شد كه حتى در مهد تمدن اسلام</w:t>
      </w:r>
      <w:r w:rsidR="00E275C9">
        <w:rPr>
          <w:rtl/>
        </w:rPr>
        <w:t xml:space="preserve">، </w:t>
      </w:r>
      <w:r>
        <w:rPr>
          <w:rtl/>
        </w:rPr>
        <w:t>«مكه و مد</w:t>
      </w:r>
      <w:r w:rsidR="00E275C9">
        <w:rPr>
          <w:rtl/>
        </w:rPr>
        <w:t>ی</w:t>
      </w:r>
      <w:r>
        <w:rPr>
          <w:rtl/>
        </w:rPr>
        <w:t>نه» ن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 xml:space="preserve">، </w:t>
      </w:r>
      <w:r>
        <w:rPr>
          <w:rtl/>
        </w:rPr>
        <w:t>جر</w:t>
      </w:r>
      <w:r w:rsidR="00E275C9">
        <w:rPr>
          <w:rtl/>
        </w:rPr>
        <w:t>ی</w:t>
      </w:r>
      <w:r>
        <w:rPr>
          <w:rtl/>
        </w:rPr>
        <w:t>ان ق</w:t>
      </w:r>
      <w:r w:rsidR="00E275C9">
        <w:rPr>
          <w:rtl/>
        </w:rPr>
        <w:t>ی</w:t>
      </w:r>
      <w:r>
        <w:rPr>
          <w:rtl/>
        </w:rPr>
        <w:t>ام نجاتبخش حس</w:t>
      </w:r>
      <w:r w:rsidR="00E275C9">
        <w:rPr>
          <w:rtl/>
        </w:rPr>
        <w:t>ی</w:t>
      </w:r>
      <w:r>
        <w:rPr>
          <w:rtl/>
        </w:rPr>
        <w:t xml:space="preserve">نى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وارونه جلوه مى دادند</w:t>
      </w:r>
      <w:r w:rsidR="00E275C9">
        <w:rPr>
          <w:rtl/>
        </w:rPr>
        <w:t xml:space="preserve">. </w:t>
      </w:r>
      <w:r>
        <w:rPr>
          <w:rtl/>
        </w:rPr>
        <w:t>و هرآنچه پ</w:t>
      </w:r>
      <w:r w:rsidR="00E275C9">
        <w:rPr>
          <w:rtl/>
        </w:rPr>
        <w:t>ی</w:t>
      </w:r>
      <w:r>
        <w:rPr>
          <w:rtl/>
        </w:rPr>
        <w:t>امبر اسلام به خاطرش تلاش كرده بود</w:t>
      </w:r>
      <w:r w:rsidR="00E275C9">
        <w:rPr>
          <w:rtl/>
        </w:rPr>
        <w:t xml:space="preserve">، </w:t>
      </w:r>
      <w:r>
        <w:rPr>
          <w:rtl/>
        </w:rPr>
        <w:t xml:space="preserve">همه به </w:t>
      </w:r>
      <w:r w:rsidR="00E275C9">
        <w:rPr>
          <w:rtl/>
        </w:rPr>
        <w:t>ی</w:t>
      </w:r>
      <w:r>
        <w:rPr>
          <w:rtl/>
        </w:rPr>
        <w:t>كباره نابود مى شد و ق</w:t>
      </w:r>
      <w:r w:rsidR="00E275C9">
        <w:rPr>
          <w:rtl/>
        </w:rPr>
        <w:t>ی</w:t>
      </w:r>
      <w:r>
        <w:rPr>
          <w:rtl/>
        </w:rPr>
        <w:t>ام پرثمر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عصر عاشوراى محرم </w:t>
      </w:r>
      <w:r w:rsidR="00883263">
        <w:rPr>
          <w:rtl/>
        </w:rPr>
        <w:t>61</w:t>
      </w:r>
      <w:r>
        <w:rPr>
          <w:rtl/>
        </w:rPr>
        <w:t xml:space="preserve"> براى هم</w:t>
      </w:r>
      <w:r w:rsidR="00E275C9">
        <w:rPr>
          <w:rtl/>
        </w:rPr>
        <w:t>ی</w:t>
      </w:r>
      <w:r>
        <w:rPr>
          <w:rtl/>
        </w:rPr>
        <w:t>شه از خاطره ها محو مى شد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 كاروان شاهدان صحنه پ</w:t>
      </w:r>
      <w:r w:rsidR="00E275C9">
        <w:rPr>
          <w:rtl/>
        </w:rPr>
        <w:t>ی</w:t>
      </w:r>
      <w:r>
        <w:rPr>
          <w:rtl/>
        </w:rPr>
        <w:t>كار و پ</w:t>
      </w:r>
      <w:r w:rsidR="00E275C9">
        <w:rPr>
          <w:rtl/>
        </w:rPr>
        <w:t>ی</w:t>
      </w:r>
      <w:r>
        <w:rPr>
          <w:rtl/>
        </w:rPr>
        <w:t>ام آوران خون شه</w:t>
      </w:r>
      <w:r w:rsidR="00E275C9">
        <w:rPr>
          <w:rtl/>
        </w:rPr>
        <w:t>ی</w:t>
      </w:r>
      <w:r>
        <w:rPr>
          <w:rtl/>
        </w:rPr>
        <w:t>دان</w:t>
      </w:r>
      <w:r w:rsidR="00E275C9">
        <w:rPr>
          <w:rtl/>
        </w:rPr>
        <w:t xml:space="preserve">، </w:t>
      </w:r>
      <w:r>
        <w:rPr>
          <w:rtl/>
        </w:rPr>
        <w:t xml:space="preserve">مردم عراق و شام و حجاز و </w:t>
      </w:r>
      <w:r w:rsidR="00B514CF">
        <w:rPr>
          <w:rtl/>
        </w:rPr>
        <w:t>بالاخره</w:t>
      </w:r>
      <w:r>
        <w:rPr>
          <w:rtl/>
        </w:rPr>
        <w:t xml:space="preserve"> سراسر جهان اسلام را در جر</w:t>
      </w:r>
      <w:r w:rsidR="00E275C9">
        <w:rPr>
          <w:rtl/>
        </w:rPr>
        <w:t>ی</w:t>
      </w:r>
      <w:r>
        <w:rPr>
          <w:rtl/>
        </w:rPr>
        <w:t>ان وقا</w:t>
      </w:r>
      <w:r w:rsidR="00E275C9">
        <w:rPr>
          <w:rtl/>
        </w:rPr>
        <w:t>ی</w:t>
      </w:r>
      <w:r>
        <w:rPr>
          <w:rtl/>
        </w:rPr>
        <w:t>ع كربلا قرار دادند تا درسى زندگى ساز براى همه جهان و تمام نسلها در طول تار</w:t>
      </w:r>
      <w:r w:rsidR="00E275C9">
        <w:rPr>
          <w:rtl/>
        </w:rPr>
        <w:t>ی</w:t>
      </w:r>
      <w:r>
        <w:rPr>
          <w:rtl/>
        </w:rPr>
        <w:t>خ باشد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م كه قبل از ورود بش</w:t>
      </w:r>
      <w:r w:rsidR="00E275C9">
        <w:rPr>
          <w:rtl/>
        </w:rPr>
        <w:t>ی</w:t>
      </w:r>
      <w:r>
        <w:rPr>
          <w:rtl/>
        </w:rPr>
        <w:t>ر به مد</w:t>
      </w:r>
      <w:r w:rsidR="00E275C9">
        <w:rPr>
          <w:rtl/>
        </w:rPr>
        <w:t>ی</w:t>
      </w:r>
      <w:r>
        <w:rPr>
          <w:rtl/>
        </w:rPr>
        <w:t>نه</w:t>
      </w:r>
      <w:r w:rsidR="00E275C9">
        <w:rPr>
          <w:rtl/>
        </w:rPr>
        <w:t xml:space="preserve">، </w:t>
      </w:r>
      <w:r>
        <w:rPr>
          <w:rtl/>
        </w:rPr>
        <w:t>گو</w:t>
      </w:r>
      <w:r w:rsidR="00E275C9">
        <w:rPr>
          <w:rtl/>
        </w:rPr>
        <w:t>ی</w:t>
      </w:r>
      <w:r>
        <w:rPr>
          <w:rtl/>
        </w:rPr>
        <w:t>ى در سرزم</w:t>
      </w:r>
      <w:r w:rsidR="00E275C9">
        <w:rPr>
          <w:rtl/>
        </w:rPr>
        <w:t>ی</w:t>
      </w:r>
      <w:r>
        <w:rPr>
          <w:rtl/>
        </w:rPr>
        <w:t>ن عراق و ماه محرم</w:t>
      </w:r>
      <w:r w:rsidR="00E275C9">
        <w:rPr>
          <w:rtl/>
        </w:rPr>
        <w:t xml:space="preserve">، </w:t>
      </w:r>
      <w:r>
        <w:rPr>
          <w:rtl/>
        </w:rPr>
        <w:t>ه</w:t>
      </w:r>
      <w:r w:rsidR="00E275C9">
        <w:rPr>
          <w:rtl/>
        </w:rPr>
        <w:t>ی</w:t>
      </w:r>
      <w:r>
        <w:rPr>
          <w:rtl/>
        </w:rPr>
        <w:t>چ اتفاقى ن</w:t>
      </w:r>
      <w:r w:rsidR="00E275C9">
        <w:rPr>
          <w:rtl/>
        </w:rPr>
        <w:t>ی</w:t>
      </w:r>
      <w:r>
        <w:rPr>
          <w:rtl/>
        </w:rPr>
        <w:t>فتاده است و ه</w:t>
      </w:r>
      <w:r w:rsidR="00E275C9">
        <w:rPr>
          <w:rtl/>
        </w:rPr>
        <w:t>ی</w:t>
      </w:r>
      <w:r>
        <w:rPr>
          <w:rtl/>
        </w:rPr>
        <w:t>چ حادثه اى رخ نداده و ه</w:t>
      </w:r>
      <w:r w:rsidR="00E275C9">
        <w:rPr>
          <w:rtl/>
        </w:rPr>
        <w:t>ی</w:t>
      </w:r>
      <w:r>
        <w:rPr>
          <w:rtl/>
        </w:rPr>
        <w:t>چ جنا</w:t>
      </w:r>
      <w:r w:rsidR="00E275C9">
        <w:rPr>
          <w:rtl/>
        </w:rPr>
        <w:t>ی</w:t>
      </w:r>
      <w:r>
        <w:rPr>
          <w:rtl/>
        </w:rPr>
        <w:t>تى به وقوع نپ</w:t>
      </w:r>
      <w:r w:rsidR="00E275C9">
        <w:rPr>
          <w:rtl/>
        </w:rPr>
        <w:t>ی</w:t>
      </w:r>
      <w:r>
        <w:rPr>
          <w:rtl/>
        </w:rPr>
        <w:t>وسته است</w:t>
      </w:r>
      <w:r w:rsidR="00E275C9">
        <w:rPr>
          <w:rtl/>
        </w:rPr>
        <w:t xml:space="preserve">، </w:t>
      </w:r>
      <w:r>
        <w:rPr>
          <w:rtl/>
        </w:rPr>
        <w:t>ولى هم</w:t>
      </w:r>
      <w:r w:rsidR="00E275C9">
        <w:rPr>
          <w:rtl/>
        </w:rPr>
        <w:t>ی</w:t>
      </w:r>
      <w:r>
        <w:rPr>
          <w:rtl/>
        </w:rPr>
        <w:t>نكه بش</w:t>
      </w:r>
      <w:r w:rsidR="00E275C9">
        <w:rPr>
          <w:rtl/>
        </w:rPr>
        <w:t>ی</w:t>
      </w:r>
      <w:r>
        <w:rPr>
          <w:rtl/>
        </w:rPr>
        <w:t>ر وارد مد</w:t>
      </w:r>
      <w:r w:rsidR="00E275C9">
        <w:rPr>
          <w:rtl/>
        </w:rPr>
        <w:t>ی</w:t>
      </w:r>
      <w:r>
        <w:rPr>
          <w:rtl/>
        </w:rPr>
        <w:t>نه شد</w:t>
      </w:r>
      <w:r w:rsidR="00E275C9">
        <w:rPr>
          <w:rtl/>
        </w:rPr>
        <w:t xml:space="preserve">، </w:t>
      </w:r>
      <w:r>
        <w:rPr>
          <w:rtl/>
        </w:rPr>
        <w:t>همه چ</w:t>
      </w:r>
      <w:r w:rsidR="00E275C9">
        <w:rPr>
          <w:rtl/>
        </w:rPr>
        <w:t>ی</w:t>
      </w:r>
      <w:r>
        <w:rPr>
          <w:rtl/>
        </w:rPr>
        <w:t>ز عوض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؛ </w:t>
      </w:r>
      <w:r>
        <w:rPr>
          <w:rtl/>
        </w:rPr>
        <w:t xml:space="preserve">انقلابى </w:t>
      </w:r>
      <w:r>
        <w:rPr>
          <w:rtl/>
        </w:rPr>
        <w:lastRenderedPageBreak/>
        <w:t>عظ</w:t>
      </w:r>
      <w:r w:rsidR="00E275C9">
        <w:rPr>
          <w:rtl/>
        </w:rPr>
        <w:t>ی</w:t>
      </w:r>
      <w:r>
        <w:rPr>
          <w:rtl/>
        </w:rPr>
        <w:t>م بپا شد و مردم سراس</w:t>
      </w:r>
      <w:r w:rsidR="00E275C9">
        <w:rPr>
          <w:rtl/>
        </w:rPr>
        <w:t>ی</w:t>
      </w:r>
      <w:r>
        <w:rPr>
          <w:rtl/>
        </w:rPr>
        <w:t>مه به سوى بازماندگان خاندان طهارت</w:t>
      </w:r>
      <w:r w:rsidR="00E275C9">
        <w:rPr>
          <w:rtl/>
        </w:rPr>
        <w:t xml:space="preserve">، </w:t>
      </w:r>
      <w:r>
        <w:rPr>
          <w:rtl/>
        </w:rPr>
        <w:t>روى آوردند و به گر</w:t>
      </w:r>
      <w:r w:rsidR="00E275C9">
        <w:rPr>
          <w:rtl/>
        </w:rPr>
        <w:t>ی</w:t>
      </w:r>
      <w:r>
        <w:rPr>
          <w:rtl/>
        </w:rPr>
        <w:t>ه و زارى پرداختند</w:t>
      </w:r>
      <w:r w:rsidR="00E275C9">
        <w:rPr>
          <w:rtl/>
        </w:rPr>
        <w:t xml:space="preserve">. </w:t>
      </w:r>
      <w:r>
        <w:rPr>
          <w:rtl/>
        </w:rPr>
        <w:t>و در ا</w:t>
      </w:r>
      <w:r w:rsidR="00E275C9">
        <w:rPr>
          <w:rtl/>
        </w:rPr>
        <w:t>ی</w:t>
      </w:r>
      <w:r>
        <w:rPr>
          <w:rtl/>
        </w:rPr>
        <w:t>ن هنگام</w:t>
      </w:r>
      <w:r w:rsidR="00E275C9">
        <w:rPr>
          <w:rtl/>
        </w:rPr>
        <w:t>،</w:t>
      </w:r>
      <w:r w:rsidR="0020655A">
        <w:rPr>
          <w:rtl/>
        </w:rPr>
        <w:t xml:space="preserve"> </w:t>
      </w:r>
      <w:r>
        <w:rPr>
          <w:rtl/>
        </w:rPr>
        <w:t>كاروان با</w:t>
      </w:r>
      <w:r w:rsidR="00E275C9">
        <w:rPr>
          <w:rtl/>
        </w:rPr>
        <w:t>ی</w:t>
      </w:r>
      <w:r>
        <w:rPr>
          <w:rtl/>
        </w:rPr>
        <w:t>د به رسالت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 </w:t>
      </w:r>
      <w:r>
        <w:rPr>
          <w:rtl/>
        </w:rPr>
        <w:t>عمل مى كرد</w:t>
      </w:r>
      <w:r w:rsidR="00E275C9">
        <w:rPr>
          <w:rtl/>
        </w:rPr>
        <w:t xml:space="preserve">، </w:t>
      </w:r>
      <w:r>
        <w:rPr>
          <w:rtl/>
        </w:rPr>
        <w:t xml:space="preserve">لذا امام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وظ</w:t>
      </w:r>
      <w:r w:rsidR="00E275C9">
        <w:rPr>
          <w:rtl/>
        </w:rPr>
        <w:t>ی</w:t>
      </w:r>
      <w:r>
        <w:rPr>
          <w:rtl/>
        </w:rPr>
        <w:t>فه ارشادى خود عمل كرده</w:t>
      </w:r>
      <w:r w:rsidR="00E275C9">
        <w:rPr>
          <w:rtl/>
        </w:rPr>
        <w:t xml:space="preserve">، </w:t>
      </w:r>
      <w:r>
        <w:rPr>
          <w:rtl/>
        </w:rPr>
        <w:t>بادست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مردم را به سكوت امر فرمود تا خط مشى آ</w:t>
      </w:r>
      <w:r w:rsidR="00E275C9">
        <w:rPr>
          <w:rtl/>
        </w:rPr>
        <w:t>ی</w:t>
      </w:r>
      <w:r>
        <w:rPr>
          <w:rtl/>
        </w:rPr>
        <w:t>نده تار</w:t>
      </w:r>
      <w:r w:rsidR="00E275C9">
        <w:rPr>
          <w:rtl/>
        </w:rPr>
        <w:t>ی</w:t>
      </w:r>
      <w:r>
        <w:rPr>
          <w:rtl/>
        </w:rPr>
        <w:t>خ را مشخص كند</w:t>
      </w:r>
      <w:r w:rsidR="00E275C9">
        <w:rPr>
          <w:rtl/>
        </w:rPr>
        <w:t xml:space="preserve">. </w:t>
      </w:r>
      <w:r>
        <w:rPr>
          <w:rtl/>
        </w:rPr>
        <w:t>همه به احترام حضرتش</w:t>
      </w:r>
      <w:r w:rsidR="00E275C9">
        <w:rPr>
          <w:rtl/>
        </w:rPr>
        <w:t xml:space="preserve"> </w:t>
      </w:r>
      <w:r>
        <w:rPr>
          <w:rtl/>
        </w:rPr>
        <w:t>سكوت اخت</w:t>
      </w:r>
      <w:r w:rsidR="00E275C9">
        <w:rPr>
          <w:rtl/>
        </w:rPr>
        <w:t>ی</w:t>
      </w:r>
      <w:r>
        <w:rPr>
          <w:rtl/>
        </w:rPr>
        <w:t>ار كردند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آنگاه حضرت شروع به سخنرانى كرد و گفت</w:t>
      </w:r>
      <w:r w:rsidR="00E275C9">
        <w:rPr>
          <w:rtl/>
        </w:rPr>
        <w:t xml:space="preserve">: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«اَلْحَمْدُ للّهِِ رَبِّ الْعالَم</w:t>
      </w:r>
      <w:r w:rsidR="00E275C9" w:rsidRPr="0020655A">
        <w:rPr>
          <w:rtl/>
        </w:rPr>
        <w:t>ی</w:t>
      </w:r>
      <w:r>
        <w:rPr>
          <w:rtl/>
        </w:rPr>
        <w:t>نَ</w:t>
      </w:r>
      <w:r w:rsidR="00E275C9" w:rsidRPr="0020655A">
        <w:rPr>
          <w:rtl/>
        </w:rPr>
        <w:t xml:space="preserve">، </w:t>
      </w:r>
      <w:r>
        <w:rPr>
          <w:rtl/>
        </w:rPr>
        <w:t xml:space="preserve">مالِكِ </w:t>
      </w:r>
      <w:r w:rsidR="00E275C9" w:rsidRPr="0020655A">
        <w:rPr>
          <w:rtl/>
        </w:rPr>
        <w:t>ی</w:t>
      </w:r>
      <w:r>
        <w:rPr>
          <w:rtl/>
        </w:rPr>
        <w:t>وْمِ الدّ</w:t>
      </w:r>
      <w:r w:rsidR="00E275C9" w:rsidRPr="0020655A">
        <w:rPr>
          <w:rtl/>
        </w:rPr>
        <w:t>ی</w:t>
      </w:r>
      <w:r>
        <w:rPr>
          <w:rtl/>
        </w:rPr>
        <w:t>ن</w:t>
      </w:r>
      <w:r w:rsidR="00E275C9" w:rsidRPr="0020655A">
        <w:rPr>
          <w:rtl/>
        </w:rPr>
        <w:t xml:space="preserve">...؛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حمد خداى را كه پروردگار عالم</w:t>
      </w:r>
      <w:r w:rsidR="00E275C9">
        <w:rPr>
          <w:rtl/>
        </w:rPr>
        <w:t>ی</w:t>
      </w:r>
      <w:r>
        <w:rPr>
          <w:rtl/>
        </w:rPr>
        <w:t>ن است و مالك روز جزا و آفر</w:t>
      </w:r>
      <w:r w:rsidR="00E275C9">
        <w:rPr>
          <w:rtl/>
        </w:rPr>
        <w:t>ی</w:t>
      </w:r>
      <w:r>
        <w:rPr>
          <w:rtl/>
        </w:rPr>
        <w:t>ننده همه مخلوقات</w:t>
      </w:r>
      <w:r w:rsidR="00E275C9">
        <w:rPr>
          <w:rtl/>
        </w:rPr>
        <w:t xml:space="preserve">. </w:t>
      </w:r>
      <w:r>
        <w:rPr>
          <w:rtl/>
        </w:rPr>
        <w:t>خداوندى كه از ادراك خردها دور است و (خود او بر همه چ</w:t>
      </w:r>
      <w:r w:rsidR="00E275C9">
        <w:rPr>
          <w:rtl/>
        </w:rPr>
        <w:t>ی</w:t>
      </w:r>
      <w:r>
        <w:rPr>
          <w:rtl/>
        </w:rPr>
        <w:t>ز) نزد</w:t>
      </w:r>
      <w:r w:rsidR="00E275C9">
        <w:rPr>
          <w:rtl/>
        </w:rPr>
        <w:t>ی</w:t>
      </w:r>
      <w:r>
        <w:rPr>
          <w:rtl/>
        </w:rPr>
        <w:t>ك است</w:t>
      </w:r>
      <w:r w:rsidR="00E275C9">
        <w:rPr>
          <w:rtl/>
        </w:rPr>
        <w:t xml:space="preserve">. </w:t>
      </w:r>
      <w:r>
        <w:rPr>
          <w:rtl/>
        </w:rPr>
        <w:t>و رازهاى نهان را شاهد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سپاس مى گذار</w:t>
      </w:r>
      <w:r w:rsidR="00E275C9">
        <w:rPr>
          <w:rtl/>
        </w:rPr>
        <w:t>ی</w:t>
      </w:r>
      <w:r>
        <w:rPr>
          <w:rtl/>
        </w:rPr>
        <w:t>م او را بر گرفتار</w:t>
      </w:r>
      <w:r w:rsidR="00E275C9">
        <w:rPr>
          <w:rtl/>
        </w:rPr>
        <w:t>ی</w:t>
      </w:r>
      <w:r>
        <w:rPr>
          <w:rtl/>
        </w:rPr>
        <w:t>ها و سخت</w:t>
      </w:r>
      <w:r w:rsidR="00E275C9">
        <w:rPr>
          <w:rtl/>
        </w:rPr>
        <w:t>ی</w:t>
      </w:r>
      <w:r>
        <w:rPr>
          <w:rtl/>
        </w:rPr>
        <w:t>هاى روزگار و داغهاى دردناك و گزندهاى غم انگ</w:t>
      </w:r>
      <w:r w:rsidR="00E275C9">
        <w:rPr>
          <w:rtl/>
        </w:rPr>
        <w:t>ی</w:t>
      </w:r>
      <w:r>
        <w:rPr>
          <w:rtl/>
        </w:rPr>
        <w:t>ز و مصا</w:t>
      </w:r>
      <w:r w:rsidR="00E275C9">
        <w:rPr>
          <w:rtl/>
        </w:rPr>
        <w:t>ی</w:t>
      </w:r>
      <w:r>
        <w:rPr>
          <w:rtl/>
        </w:rPr>
        <w:t>ب بزرگ و سنگ</w:t>
      </w:r>
      <w:r w:rsidR="00E275C9">
        <w:rPr>
          <w:rtl/>
        </w:rPr>
        <w:t>ی</w:t>
      </w:r>
      <w:r>
        <w:rPr>
          <w:rtl/>
        </w:rPr>
        <w:t>ن و اندوه آور و بل</w:t>
      </w:r>
      <w:r w:rsidR="00E275C9">
        <w:rPr>
          <w:rtl/>
        </w:rPr>
        <w:t>ی</w:t>
      </w:r>
      <w:r>
        <w:rPr>
          <w:rtl/>
        </w:rPr>
        <w:t>ات دشوار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مردم</w:t>
      </w:r>
      <w:r w:rsidR="00E275C9">
        <w:rPr>
          <w:rtl/>
        </w:rPr>
        <w:t xml:space="preserve">! </w:t>
      </w:r>
      <w:r>
        <w:rPr>
          <w:rtl/>
        </w:rPr>
        <w:t>خداى را سپاس و شكر كه ما را به وس</w:t>
      </w:r>
      <w:r w:rsidR="00E275C9">
        <w:rPr>
          <w:rtl/>
        </w:rPr>
        <w:t>ی</w:t>
      </w:r>
      <w:r>
        <w:rPr>
          <w:rtl/>
        </w:rPr>
        <w:t>له مص</w:t>
      </w:r>
      <w:r w:rsidR="00E275C9">
        <w:rPr>
          <w:rtl/>
        </w:rPr>
        <w:t>ی</w:t>
      </w:r>
      <w:r>
        <w:rPr>
          <w:rtl/>
        </w:rPr>
        <w:t>بتهاى بزرگ مورد آزما</w:t>
      </w:r>
      <w:r w:rsidR="00E275C9">
        <w:rPr>
          <w:rtl/>
        </w:rPr>
        <w:t>ی</w:t>
      </w:r>
      <w:r>
        <w:rPr>
          <w:rtl/>
        </w:rPr>
        <w:t>ش قرار داد</w:t>
      </w:r>
      <w:r w:rsidR="00E275C9">
        <w:rPr>
          <w:rtl/>
        </w:rPr>
        <w:t xml:space="preserve">! </w:t>
      </w:r>
      <w:r>
        <w:rPr>
          <w:rtl/>
        </w:rPr>
        <w:t>و شكاف بزرگى كه در اسلام ا</w:t>
      </w:r>
      <w:r w:rsidR="00E275C9">
        <w:rPr>
          <w:rtl/>
        </w:rPr>
        <w:t>ی</w:t>
      </w:r>
      <w:r>
        <w:rPr>
          <w:rtl/>
        </w:rPr>
        <w:t>جاد شد و آن كشته شدن ابى عبداللّه الحس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عترت اوست و اس</w:t>
      </w:r>
      <w:r w:rsidR="00E275C9">
        <w:rPr>
          <w:rtl/>
        </w:rPr>
        <w:t>ی</w:t>
      </w:r>
      <w:r>
        <w:rPr>
          <w:rtl/>
        </w:rPr>
        <w:t>رى زنان و دختران خاندان آن جناب و ا</w:t>
      </w:r>
      <w:r w:rsidR="00E275C9">
        <w:rPr>
          <w:rtl/>
        </w:rPr>
        <w:t>ی</w:t>
      </w:r>
      <w:r>
        <w:rPr>
          <w:rtl/>
        </w:rPr>
        <w:t>نكه سر مقدس او را بر فراز ن</w:t>
      </w:r>
      <w:r w:rsidR="00E275C9">
        <w:rPr>
          <w:rtl/>
        </w:rPr>
        <w:t>ی</w:t>
      </w:r>
      <w:r>
        <w:rPr>
          <w:rtl/>
        </w:rPr>
        <w:t>زه ها شهر به شهر و د</w:t>
      </w:r>
      <w:r w:rsidR="00E275C9">
        <w:rPr>
          <w:rtl/>
        </w:rPr>
        <w:t>ی</w:t>
      </w:r>
      <w:r>
        <w:rPr>
          <w:rtl/>
        </w:rPr>
        <w:t>ار به د</w:t>
      </w:r>
      <w:r w:rsidR="00E275C9">
        <w:rPr>
          <w:rtl/>
        </w:rPr>
        <w:t>ی</w:t>
      </w:r>
      <w:r>
        <w:rPr>
          <w:rtl/>
        </w:rPr>
        <w:t>ار گردان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.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فاجعه اى است كه مانندى ندارد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مردم</w:t>
      </w:r>
      <w:r w:rsidR="00E275C9">
        <w:rPr>
          <w:rtl/>
        </w:rPr>
        <w:t xml:space="preserve">! </w:t>
      </w:r>
      <w:r>
        <w:rPr>
          <w:rtl/>
        </w:rPr>
        <w:t>كدام</w:t>
      </w:r>
      <w:r w:rsidR="00E275C9">
        <w:rPr>
          <w:rtl/>
        </w:rPr>
        <w:t>ی</w:t>
      </w:r>
      <w:r>
        <w:rPr>
          <w:rtl/>
        </w:rPr>
        <w:t>ك از مردان شما بعد از شهادت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شادمان خواهد بود</w:t>
      </w:r>
      <w:r w:rsidR="00E275C9">
        <w:rPr>
          <w:rtl/>
        </w:rPr>
        <w:t xml:space="preserve">؟ </w:t>
      </w:r>
      <w:r>
        <w:rPr>
          <w:rtl/>
        </w:rPr>
        <w:t>و كدام</w:t>
      </w:r>
      <w:r w:rsidR="00E275C9">
        <w:rPr>
          <w:rtl/>
        </w:rPr>
        <w:t>ی</w:t>
      </w:r>
      <w:r>
        <w:rPr>
          <w:rtl/>
        </w:rPr>
        <w:t>ن دل است كه به خاطر او غمگ</w:t>
      </w:r>
      <w:r w:rsidR="00E275C9">
        <w:rPr>
          <w:rtl/>
        </w:rPr>
        <w:t>ی</w:t>
      </w:r>
      <w:r>
        <w:rPr>
          <w:rtl/>
        </w:rPr>
        <w:t>ن نشود</w:t>
      </w:r>
      <w:r w:rsidR="00E275C9">
        <w:rPr>
          <w:rtl/>
        </w:rPr>
        <w:t xml:space="preserve">؟ </w:t>
      </w:r>
      <w:r>
        <w:rPr>
          <w:rtl/>
        </w:rPr>
        <w:t xml:space="preserve">و </w:t>
      </w:r>
      <w:r w:rsidR="00E275C9">
        <w:rPr>
          <w:rtl/>
        </w:rPr>
        <w:t>ی</w:t>
      </w:r>
      <w:r>
        <w:rPr>
          <w:rtl/>
        </w:rPr>
        <w:t>ا كدام</w:t>
      </w:r>
      <w:r w:rsidR="00E275C9">
        <w:rPr>
          <w:rtl/>
        </w:rPr>
        <w:t>ی</w:t>
      </w:r>
      <w:r>
        <w:rPr>
          <w:rtl/>
        </w:rPr>
        <w:t>ن</w:t>
      </w:r>
      <w:r w:rsidR="0020655A">
        <w:rPr>
          <w:rtl/>
        </w:rPr>
        <w:t xml:space="preserve">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ده است كه از ر</w:t>
      </w:r>
      <w:r w:rsidR="00E275C9">
        <w:rPr>
          <w:rtl/>
        </w:rPr>
        <w:t>ی</w:t>
      </w:r>
      <w:r>
        <w:rPr>
          <w:rtl/>
        </w:rPr>
        <w:t>ختن اشك</w:t>
      </w:r>
      <w:r w:rsidR="00E275C9">
        <w:rPr>
          <w:rtl/>
        </w:rPr>
        <w:t xml:space="preserve">، </w:t>
      </w:r>
      <w:r>
        <w:rPr>
          <w:rtl/>
        </w:rPr>
        <w:t>خوددارى كند</w:t>
      </w:r>
      <w:r w:rsidR="00E275C9">
        <w:rPr>
          <w:rtl/>
        </w:rPr>
        <w:t xml:space="preserve">؟ </w:t>
      </w:r>
      <w:r>
        <w:rPr>
          <w:rtl/>
        </w:rPr>
        <w:t>در صورتى كه آسمانها بر شهادت پدرم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گر</w:t>
      </w:r>
      <w:r w:rsidR="00E275C9">
        <w:rPr>
          <w:rtl/>
        </w:rPr>
        <w:t>ی</w:t>
      </w:r>
      <w:r>
        <w:rPr>
          <w:rtl/>
        </w:rPr>
        <w:t>ه كردند و در</w:t>
      </w:r>
      <w:r w:rsidR="00E275C9">
        <w:rPr>
          <w:rtl/>
        </w:rPr>
        <w:t>ی</w:t>
      </w:r>
      <w:r>
        <w:rPr>
          <w:rtl/>
        </w:rPr>
        <w:t>اها ن</w:t>
      </w:r>
      <w:r w:rsidR="00E275C9">
        <w:rPr>
          <w:rtl/>
        </w:rPr>
        <w:t>ی</w:t>
      </w:r>
      <w:r>
        <w:rPr>
          <w:rtl/>
        </w:rPr>
        <w:t>ز با امواج خو</w:t>
      </w:r>
      <w:r w:rsidR="00E275C9">
        <w:rPr>
          <w:rtl/>
        </w:rPr>
        <w:t>ی</w:t>
      </w:r>
      <w:r>
        <w:rPr>
          <w:rtl/>
        </w:rPr>
        <w:t>ش بر او گر</w:t>
      </w:r>
      <w:r w:rsidR="00E275C9">
        <w:rPr>
          <w:rtl/>
        </w:rPr>
        <w:t>ی</w:t>
      </w:r>
      <w:r>
        <w:rPr>
          <w:rtl/>
        </w:rPr>
        <w:t xml:space="preserve">ستند و اركان آسمان و </w:t>
      </w:r>
      <w:r>
        <w:rPr>
          <w:rtl/>
        </w:rPr>
        <w:lastRenderedPageBreak/>
        <w:t>زم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فر</w:t>
      </w:r>
      <w:r w:rsidR="00E275C9">
        <w:rPr>
          <w:rtl/>
        </w:rPr>
        <w:t>ی</w:t>
      </w:r>
      <w:r>
        <w:rPr>
          <w:rtl/>
        </w:rPr>
        <w:t>ادشان بلند شد</w:t>
      </w:r>
      <w:r w:rsidR="00E275C9">
        <w:rPr>
          <w:rtl/>
        </w:rPr>
        <w:t xml:space="preserve">. </w:t>
      </w:r>
      <w:r>
        <w:rPr>
          <w:rtl/>
        </w:rPr>
        <w:t>و شاخه هاى درختان و ماه</w:t>
      </w:r>
      <w:r w:rsidR="00E275C9">
        <w:rPr>
          <w:rtl/>
        </w:rPr>
        <w:t>ی</w:t>
      </w:r>
      <w:r>
        <w:rPr>
          <w:rtl/>
        </w:rPr>
        <w:t>ان در</w:t>
      </w:r>
      <w:r w:rsidR="00E275C9">
        <w:rPr>
          <w:rtl/>
        </w:rPr>
        <w:t>ی</w:t>
      </w:r>
      <w:r>
        <w:rPr>
          <w:rtl/>
        </w:rPr>
        <w:t>اها و ملائكه مقرب و تمامى اهل آسمانها از ا</w:t>
      </w:r>
      <w:r w:rsidR="00E275C9">
        <w:rPr>
          <w:rtl/>
        </w:rPr>
        <w:t>ی</w:t>
      </w:r>
      <w:r>
        <w:rPr>
          <w:rtl/>
        </w:rPr>
        <w:t>ن مص</w:t>
      </w:r>
      <w:r w:rsidR="00E275C9">
        <w:rPr>
          <w:rtl/>
        </w:rPr>
        <w:t>ی</w:t>
      </w:r>
      <w:r>
        <w:rPr>
          <w:rtl/>
        </w:rPr>
        <w:t>بت</w:t>
      </w:r>
      <w:r w:rsidR="00E275C9">
        <w:rPr>
          <w:rtl/>
        </w:rPr>
        <w:t xml:space="preserve">، </w:t>
      </w:r>
      <w:r>
        <w:rPr>
          <w:rtl/>
        </w:rPr>
        <w:t>به خروش آمدند و عزادارى نمودند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مردم مد</w:t>
      </w:r>
      <w:r w:rsidR="00E275C9">
        <w:rPr>
          <w:rtl/>
        </w:rPr>
        <w:t>ی</w:t>
      </w:r>
      <w:r>
        <w:rPr>
          <w:rtl/>
        </w:rPr>
        <w:t>نه</w:t>
      </w:r>
      <w:r w:rsidR="00E275C9">
        <w:rPr>
          <w:rtl/>
        </w:rPr>
        <w:t xml:space="preserve">! </w:t>
      </w:r>
      <w:r>
        <w:rPr>
          <w:rtl/>
        </w:rPr>
        <w:t>كدام</w:t>
      </w:r>
      <w:r w:rsidR="00E275C9">
        <w:rPr>
          <w:rtl/>
        </w:rPr>
        <w:t>ی</w:t>
      </w:r>
      <w:r>
        <w:rPr>
          <w:rtl/>
        </w:rPr>
        <w:t>ن قلب</w:t>
      </w:r>
      <w:r w:rsidR="00E275C9">
        <w:rPr>
          <w:rtl/>
        </w:rPr>
        <w:t xml:space="preserve">، </w:t>
      </w:r>
      <w:r>
        <w:rPr>
          <w:rtl/>
        </w:rPr>
        <w:t>و كدام دل است كه از قتل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تاءثر نشود</w:t>
      </w:r>
      <w:r w:rsidR="00E275C9">
        <w:rPr>
          <w:rtl/>
        </w:rPr>
        <w:t xml:space="preserve">؟ </w:t>
      </w:r>
      <w:r>
        <w:rPr>
          <w:rtl/>
        </w:rPr>
        <w:t>و كدام گوش شنواست كه طاقت شن</w:t>
      </w:r>
      <w:r w:rsidR="00E275C9">
        <w:rPr>
          <w:rtl/>
        </w:rPr>
        <w:t>ی</w:t>
      </w:r>
      <w:r>
        <w:rPr>
          <w:rtl/>
        </w:rPr>
        <w:t>دن ا</w:t>
      </w:r>
      <w:r w:rsidR="00E275C9">
        <w:rPr>
          <w:rtl/>
        </w:rPr>
        <w:t>ی</w:t>
      </w:r>
      <w:r>
        <w:rPr>
          <w:rtl/>
        </w:rPr>
        <w:t>ن شكاف بزرگى را كه در اسلام ا</w:t>
      </w:r>
      <w:r w:rsidR="00E275C9">
        <w:rPr>
          <w:rtl/>
        </w:rPr>
        <w:t>ی</w:t>
      </w:r>
      <w:r>
        <w:rPr>
          <w:rtl/>
        </w:rPr>
        <w:t>جاد شده</w:t>
      </w:r>
      <w:r w:rsidR="00E275C9">
        <w:rPr>
          <w:rtl/>
        </w:rPr>
        <w:t xml:space="preserve">، </w:t>
      </w:r>
      <w:r>
        <w:rPr>
          <w:rtl/>
        </w:rPr>
        <w:t>داشته باشد</w:t>
      </w:r>
      <w:r w:rsidR="00E275C9">
        <w:rPr>
          <w:rtl/>
        </w:rPr>
        <w:t xml:space="preserve">؟ </w:t>
      </w:r>
    </w:p>
    <w:p w:rsidR="00134B66" w:rsidRDefault="00134B66" w:rsidP="000C2D46">
      <w:pPr>
        <w:pStyle w:val="libNormal"/>
        <w:rPr>
          <w:rtl/>
        </w:rPr>
      </w:pPr>
      <w:r>
        <w:rPr>
          <w:rtl/>
        </w:rPr>
        <w:t>اى مردم</w:t>
      </w:r>
      <w:r w:rsidR="00E275C9">
        <w:rPr>
          <w:rtl/>
        </w:rPr>
        <w:t xml:space="preserve">! </w:t>
      </w:r>
      <w:r>
        <w:rPr>
          <w:rtl/>
        </w:rPr>
        <w:t>ما را پراكنده كردند و شهر به شهر گردان</w:t>
      </w:r>
      <w:r w:rsidR="00E275C9">
        <w:rPr>
          <w:rtl/>
        </w:rPr>
        <w:t>ی</w:t>
      </w:r>
      <w:r>
        <w:rPr>
          <w:rtl/>
        </w:rPr>
        <w:t>دند و از شهر و د</w:t>
      </w:r>
      <w:r w:rsidR="00E275C9">
        <w:rPr>
          <w:rtl/>
        </w:rPr>
        <w:t>ی</w:t>
      </w:r>
      <w:r>
        <w:rPr>
          <w:rtl/>
        </w:rPr>
        <w:t>ارمان دور كردند</w:t>
      </w:r>
      <w:r w:rsidR="00E275C9">
        <w:rPr>
          <w:rtl/>
        </w:rPr>
        <w:t xml:space="preserve">... </w:t>
      </w:r>
      <w:r>
        <w:rPr>
          <w:rtl/>
        </w:rPr>
        <w:t>آنان بى ه</w:t>
      </w:r>
      <w:r w:rsidR="00E275C9">
        <w:rPr>
          <w:rtl/>
        </w:rPr>
        <w:t>ی</w:t>
      </w:r>
      <w:r>
        <w:rPr>
          <w:rtl/>
        </w:rPr>
        <w:t xml:space="preserve">چ جرم و گناهى و </w:t>
      </w:r>
      <w:r w:rsidR="00E275C9">
        <w:rPr>
          <w:rtl/>
        </w:rPr>
        <w:t>ی</w:t>
      </w:r>
      <w:r>
        <w:rPr>
          <w:rtl/>
        </w:rPr>
        <w:t>ا ارتكاب به كارى ناپسند و تغ</w:t>
      </w:r>
      <w:r w:rsidR="00E275C9">
        <w:rPr>
          <w:rtl/>
        </w:rPr>
        <w:t>یی</w:t>
      </w:r>
      <w:r>
        <w:rPr>
          <w:rtl/>
        </w:rPr>
        <w:t>ر در د</w:t>
      </w:r>
      <w:r w:rsidR="00E275C9">
        <w:rPr>
          <w:rtl/>
        </w:rPr>
        <w:t>ی</w:t>
      </w:r>
      <w:r>
        <w:rPr>
          <w:rtl/>
        </w:rPr>
        <w:t>ن اسلام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همه ظلم را نسبت به ما روا داشتند</w:t>
      </w:r>
      <w:r w:rsidR="00E275C9">
        <w:rPr>
          <w:rtl/>
        </w:rPr>
        <w:t xml:space="preserve">؛ </w:t>
      </w:r>
      <w:r>
        <w:rPr>
          <w:rtl/>
        </w:rPr>
        <w:t>ظلمى كه بر ما رفت</w:t>
      </w:r>
      <w:r w:rsidR="00E275C9">
        <w:rPr>
          <w:rtl/>
        </w:rPr>
        <w:t xml:space="preserve">، </w:t>
      </w:r>
      <w:r>
        <w:rPr>
          <w:rtl/>
        </w:rPr>
        <w:t>از گذشتگان خود هم (داستانها</w:t>
      </w:r>
      <w:r w:rsidR="00E275C9">
        <w:rPr>
          <w:rtl/>
        </w:rPr>
        <w:t>ی</w:t>
      </w:r>
      <w:r>
        <w:rPr>
          <w:rtl/>
        </w:rPr>
        <w:t>ى شب</w:t>
      </w:r>
      <w:r w:rsidR="00E275C9">
        <w:rPr>
          <w:rtl/>
        </w:rPr>
        <w:t>ی</w:t>
      </w:r>
      <w:r>
        <w:rPr>
          <w:rtl/>
        </w:rPr>
        <w:t>ه آن) نشن</w:t>
      </w:r>
      <w:r w:rsidR="00E275C9">
        <w:rPr>
          <w:rtl/>
        </w:rPr>
        <w:t>ی</w:t>
      </w:r>
      <w:r>
        <w:rPr>
          <w:rtl/>
        </w:rPr>
        <w:t>ده ا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. </w:t>
      </w:r>
      <w:r>
        <w:rPr>
          <w:rtl/>
        </w:rPr>
        <w:t>به خدا سوگند</w:t>
      </w:r>
      <w:r w:rsidR="00E275C9">
        <w:rPr>
          <w:rtl/>
        </w:rPr>
        <w:t xml:space="preserve">! </w:t>
      </w:r>
      <w:r>
        <w:rPr>
          <w:rtl/>
        </w:rPr>
        <w:t>اگر پ</w:t>
      </w:r>
      <w:r w:rsidR="00E275C9">
        <w:rPr>
          <w:rtl/>
        </w:rPr>
        <w:t>ی</w:t>
      </w:r>
      <w:r>
        <w:rPr>
          <w:rtl/>
        </w:rPr>
        <w:t>امبر به جاى ا</w:t>
      </w:r>
      <w:r w:rsidR="00E275C9">
        <w:rPr>
          <w:rtl/>
        </w:rPr>
        <w:t>ی</w:t>
      </w:r>
      <w:r>
        <w:rPr>
          <w:rtl/>
        </w:rPr>
        <w:t>نكه سفارش ما را به ا</w:t>
      </w:r>
      <w:r w:rsidR="00E275C9">
        <w:rPr>
          <w:rtl/>
        </w:rPr>
        <w:t>ی</w:t>
      </w:r>
      <w:r>
        <w:rPr>
          <w:rtl/>
        </w:rPr>
        <w:t>شان كرد</w:t>
      </w:r>
      <w:r w:rsidR="00E275C9">
        <w:rPr>
          <w:rtl/>
        </w:rPr>
        <w:t xml:space="preserve">، </w:t>
      </w:r>
      <w:r>
        <w:rPr>
          <w:rtl/>
        </w:rPr>
        <w:t>آنان را به كشتار ما فرمان مى داد</w:t>
      </w:r>
      <w:r w:rsidR="00E275C9">
        <w:rPr>
          <w:rtl/>
        </w:rPr>
        <w:t xml:space="preserve">،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ش از آنچه (از ظلم و ب</w:t>
      </w:r>
      <w:r w:rsidR="00E275C9">
        <w:rPr>
          <w:rtl/>
        </w:rPr>
        <w:t>ی</w:t>
      </w:r>
      <w:r>
        <w:rPr>
          <w:rtl/>
        </w:rPr>
        <w:t>داد) در مورد ما روا داشتند</w:t>
      </w:r>
      <w:r w:rsidR="00E275C9">
        <w:rPr>
          <w:rtl/>
        </w:rPr>
        <w:t xml:space="preserve">، </w:t>
      </w:r>
      <w:r>
        <w:rPr>
          <w:rtl/>
        </w:rPr>
        <w:t>نمى توانستند كارى انجام دهند</w:t>
      </w:r>
      <w:r w:rsidR="00E275C9">
        <w:rPr>
          <w:rtl/>
        </w:rPr>
        <w:t xml:space="preserve">. </w:t>
      </w:r>
      <w:r>
        <w:rPr>
          <w:rtl/>
        </w:rPr>
        <w:t>(ز</w:t>
      </w:r>
      <w:r w:rsidR="00E275C9">
        <w:rPr>
          <w:rtl/>
        </w:rPr>
        <w:t>ی</w:t>
      </w:r>
      <w:r>
        <w:rPr>
          <w:rtl/>
        </w:rPr>
        <w:t>را آنان هرچه از دستشان برآمد</w:t>
      </w:r>
      <w:r w:rsidR="00E275C9">
        <w:rPr>
          <w:rtl/>
        </w:rPr>
        <w:t xml:space="preserve">، </w:t>
      </w:r>
      <w:r>
        <w:rPr>
          <w:rtl/>
        </w:rPr>
        <w:t xml:space="preserve">از جور و ستم نسبت به ما كوتاهى نكردند) </w:t>
      </w:r>
      <w:r w:rsidRPr="00E275C9">
        <w:rPr>
          <w:rFonts w:eastAsia="KFGQPC Uthman Taha Naskh"/>
          <w:rtl/>
        </w:rPr>
        <w:t>اِن</w:t>
      </w:r>
      <w:r w:rsidR="000C2D46" w:rsidRPr="00E275C9">
        <w:rPr>
          <w:rFonts w:eastAsia="KFGQPC Uthman Taha Naskh" w:hint="cs"/>
          <w:rtl/>
        </w:rPr>
        <w:t>ا</w:t>
      </w:r>
      <w:r w:rsidR="000C2D46" w:rsidRPr="00E275C9">
        <w:rPr>
          <w:rFonts w:eastAsia="KFGQPC Uthman Taha Naskh"/>
          <w:rtl/>
        </w:rPr>
        <w:t>ّ</w:t>
      </w:r>
      <w:r w:rsidRPr="00E275C9">
        <w:rPr>
          <w:rFonts w:eastAsia="KFGQPC Uthman Taha Naskh"/>
          <w:rtl/>
        </w:rPr>
        <w:t>للّهِِ وَاِنّ ا اِلَ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هِ ر اجعونَ</w:t>
      </w:r>
      <w:r w:rsidR="00E275C9">
        <w:rPr>
          <w:rtl/>
        </w:rPr>
        <w:t xml:space="preserve">، </w:t>
      </w:r>
      <w:r>
        <w:rPr>
          <w:rtl/>
        </w:rPr>
        <w:t>ما از خدا هست</w:t>
      </w:r>
      <w:r w:rsidR="00E275C9">
        <w:rPr>
          <w:rtl/>
        </w:rPr>
        <w:t>ی</w:t>
      </w:r>
      <w:r>
        <w:rPr>
          <w:rtl/>
        </w:rPr>
        <w:t>م و بازگشتمان ن</w:t>
      </w:r>
      <w:r w:rsidR="00E275C9">
        <w:rPr>
          <w:rtl/>
        </w:rPr>
        <w:t>ی</w:t>
      </w:r>
      <w:r>
        <w:rPr>
          <w:rtl/>
        </w:rPr>
        <w:t>ز به سوى اوست</w:t>
      </w:r>
      <w:r w:rsidR="00E275C9">
        <w:rPr>
          <w:rtl/>
        </w:rPr>
        <w:t xml:space="preserve">. </w:t>
      </w:r>
      <w:r>
        <w:rPr>
          <w:rtl/>
        </w:rPr>
        <w:t>چه بزرگ و دردناك و سخت و مؤ لم و سوزنده و تلخ و دشوار است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مص</w:t>
      </w:r>
      <w:r w:rsidR="00E275C9">
        <w:rPr>
          <w:rtl/>
        </w:rPr>
        <w:t>ی</w:t>
      </w:r>
      <w:r>
        <w:rPr>
          <w:rtl/>
        </w:rPr>
        <w:t>بتى كه ما بدان آزما</w:t>
      </w:r>
      <w:r w:rsidR="00E275C9">
        <w:rPr>
          <w:rtl/>
        </w:rPr>
        <w:t>ی</w:t>
      </w:r>
      <w:r>
        <w:rPr>
          <w:rtl/>
        </w:rPr>
        <w:t>ش شد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!! </w:t>
      </w:r>
      <w:r>
        <w:rPr>
          <w:rtl/>
        </w:rPr>
        <w:t>و خداوند به حساب ا</w:t>
      </w:r>
      <w:r w:rsidR="00E275C9">
        <w:rPr>
          <w:rtl/>
        </w:rPr>
        <w:t>ی</w:t>
      </w:r>
      <w:r>
        <w:rPr>
          <w:rtl/>
        </w:rPr>
        <w:t>ن</w:t>
      </w:r>
      <w:r w:rsidR="0020655A">
        <w:rPr>
          <w:rtl/>
        </w:rPr>
        <w:t xml:space="preserve"> </w:t>
      </w:r>
      <w:r>
        <w:rPr>
          <w:rtl/>
        </w:rPr>
        <w:t>همه ظلم و ستمى كه در حق ما روا داشته اند خواهد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قدرتمند و گ</w:t>
      </w:r>
      <w:r w:rsidR="00E275C9">
        <w:rPr>
          <w:rtl/>
        </w:rPr>
        <w:t>ی</w:t>
      </w:r>
      <w:r>
        <w:rPr>
          <w:rtl/>
        </w:rPr>
        <w:t>رنده انتقام</w:t>
      </w:r>
      <w:r w:rsidR="00E275C9">
        <w:rPr>
          <w:rtl/>
        </w:rPr>
        <w:t xml:space="preserve">، </w:t>
      </w:r>
      <w:r>
        <w:rPr>
          <w:rtl/>
        </w:rPr>
        <w:t>فقط اوست»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85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وقتى سخنان امام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بد</w:t>
      </w:r>
      <w:r w:rsidR="00E275C9">
        <w:rPr>
          <w:rtl/>
        </w:rPr>
        <w:t>ی</w:t>
      </w:r>
      <w:r>
        <w:rPr>
          <w:rtl/>
        </w:rPr>
        <w:t>نجا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شخصى به نام «صوهان بن صعصعة بن صوهان»</w:t>
      </w:r>
      <w:r w:rsidR="00E275C9">
        <w:rPr>
          <w:rtl/>
        </w:rPr>
        <w:t xml:space="preserve"> </w:t>
      </w:r>
      <w:r>
        <w:rPr>
          <w:rtl/>
        </w:rPr>
        <w:t>كه مردى زم</w:t>
      </w:r>
      <w:r w:rsidR="00E275C9">
        <w:rPr>
          <w:rtl/>
        </w:rPr>
        <w:t>ی</w:t>
      </w:r>
      <w:r>
        <w:rPr>
          <w:rtl/>
        </w:rPr>
        <w:t>نگ</w:t>
      </w:r>
      <w:r w:rsidR="00E275C9">
        <w:rPr>
          <w:rtl/>
        </w:rPr>
        <w:t>ی</w:t>
      </w:r>
      <w:r>
        <w:rPr>
          <w:rtl/>
        </w:rPr>
        <w:t>ر بود</w:t>
      </w:r>
      <w:r w:rsidR="00E275C9">
        <w:rPr>
          <w:rtl/>
        </w:rPr>
        <w:t xml:space="preserve"> </w:t>
      </w:r>
      <w:r>
        <w:rPr>
          <w:rtl/>
        </w:rPr>
        <w:t>به زحمت از جاى برخاست و شروع به عذرخواهى نمود و گفت</w:t>
      </w:r>
      <w:r w:rsidR="00E275C9">
        <w:rPr>
          <w:rtl/>
        </w:rPr>
        <w:t xml:space="preserve">: </w:t>
      </w:r>
      <w:r>
        <w:rPr>
          <w:rtl/>
        </w:rPr>
        <w:t xml:space="preserve">اى پسر رسول خدا </w:t>
      </w:r>
      <w:r w:rsidR="00DC0423" w:rsidRPr="00DC0423">
        <w:rPr>
          <w:rStyle w:val="libAlaemChar"/>
          <w:rtl/>
        </w:rPr>
        <w:t>صلى‌الله‌عليه‌وآله</w:t>
      </w:r>
      <w:r w:rsidR="00E275C9">
        <w:rPr>
          <w:rtl/>
        </w:rPr>
        <w:t xml:space="preserve">! </w:t>
      </w:r>
      <w:r>
        <w:rPr>
          <w:rtl/>
        </w:rPr>
        <w:t>من مردى از كار افتاده و زم</w:t>
      </w:r>
      <w:r w:rsidR="00E275C9">
        <w:rPr>
          <w:rtl/>
        </w:rPr>
        <w:t>ی</w:t>
      </w:r>
      <w:r>
        <w:rPr>
          <w:rtl/>
        </w:rPr>
        <w:t>نگ</w:t>
      </w:r>
      <w:r w:rsidR="00E275C9">
        <w:rPr>
          <w:rtl/>
        </w:rPr>
        <w:t>ی</w:t>
      </w:r>
      <w:r>
        <w:rPr>
          <w:rtl/>
        </w:rPr>
        <w:t>ر بودم</w:t>
      </w:r>
      <w:r w:rsidR="00E275C9">
        <w:rPr>
          <w:rtl/>
        </w:rPr>
        <w:t xml:space="preserve">، </w:t>
      </w:r>
      <w:r>
        <w:rPr>
          <w:rtl/>
        </w:rPr>
        <w:t xml:space="preserve">لذا نتوانستم شما را </w:t>
      </w:r>
      <w:r w:rsidR="00E275C9">
        <w:rPr>
          <w:rtl/>
        </w:rPr>
        <w:t>ی</w:t>
      </w:r>
      <w:r>
        <w:rPr>
          <w:rtl/>
        </w:rPr>
        <w:t>ارى كنم و به مدد شما برخ</w:t>
      </w:r>
      <w:r w:rsidR="00E275C9">
        <w:rPr>
          <w:rtl/>
        </w:rPr>
        <w:t>ی</w:t>
      </w:r>
      <w:r>
        <w:rPr>
          <w:rtl/>
        </w:rPr>
        <w:t>زم</w:t>
      </w:r>
      <w:r w:rsidR="00E275C9">
        <w:rPr>
          <w:rtl/>
        </w:rPr>
        <w:t xml:space="preserve">. </w:t>
      </w:r>
      <w:r>
        <w:rPr>
          <w:rtl/>
        </w:rPr>
        <w:t>حضرت فرمود</w:t>
      </w:r>
      <w:r w:rsidR="00E275C9">
        <w:rPr>
          <w:rtl/>
        </w:rPr>
        <w:t xml:space="preserve">: </w:t>
      </w:r>
      <w:r>
        <w:rPr>
          <w:rtl/>
        </w:rPr>
        <w:t>خدا تو را رحمت كند</w:t>
      </w:r>
      <w:r w:rsidR="00E275C9">
        <w:rPr>
          <w:rtl/>
        </w:rPr>
        <w:t xml:space="preserve">، </w:t>
      </w:r>
      <w:r>
        <w:rPr>
          <w:rtl/>
        </w:rPr>
        <w:t>تو معذور هستى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86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آنگاه كاروانِ رسانندگان پ</w:t>
      </w:r>
      <w:r w:rsidR="00E275C9">
        <w:rPr>
          <w:rtl/>
        </w:rPr>
        <w:t>ی</w:t>
      </w:r>
      <w:r>
        <w:rPr>
          <w:rtl/>
        </w:rPr>
        <w:t>ام ق</w:t>
      </w:r>
      <w:r w:rsidR="00E275C9">
        <w:rPr>
          <w:rtl/>
        </w:rPr>
        <w:t>ی</w:t>
      </w:r>
      <w:r>
        <w:rPr>
          <w:rtl/>
        </w:rPr>
        <w:t>ام خون</w:t>
      </w:r>
      <w:r w:rsidR="00E275C9">
        <w:rPr>
          <w:rtl/>
        </w:rPr>
        <w:t>ی</w:t>
      </w:r>
      <w:r>
        <w:rPr>
          <w:rtl/>
        </w:rPr>
        <w:t>ن كربلا</w:t>
      </w:r>
      <w:r w:rsidR="00E275C9">
        <w:rPr>
          <w:rtl/>
        </w:rPr>
        <w:t xml:space="preserve">، </w:t>
      </w:r>
      <w:r>
        <w:rPr>
          <w:rtl/>
        </w:rPr>
        <w:t>در م</w:t>
      </w:r>
      <w:r w:rsidR="00E275C9">
        <w:rPr>
          <w:rtl/>
        </w:rPr>
        <w:t>ی</w:t>
      </w:r>
      <w:r>
        <w:rPr>
          <w:rtl/>
        </w:rPr>
        <w:t>ان صداى ناله و ش</w:t>
      </w:r>
      <w:r w:rsidR="00E275C9">
        <w:rPr>
          <w:rtl/>
        </w:rPr>
        <w:t>ی</w:t>
      </w:r>
      <w:r>
        <w:rPr>
          <w:rtl/>
        </w:rPr>
        <w:t>ون مردم مد</w:t>
      </w:r>
      <w:r w:rsidR="00E275C9">
        <w:rPr>
          <w:rtl/>
        </w:rPr>
        <w:t>ی</w:t>
      </w:r>
      <w:r>
        <w:rPr>
          <w:rtl/>
        </w:rPr>
        <w:t>نه</w:t>
      </w:r>
      <w:r w:rsidR="00E275C9">
        <w:rPr>
          <w:rtl/>
        </w:rPr>
        <w:t xml:space="preserve">، </w:t>
      </w:r>
      <w:r>
        <w:rPr>
          <w:rtl/>
        </w:rPr>
        <w:t>راهى شهر شد</w:t>
      </w:r>
      <w:r w:rsidR="00E275C9">
        <w:rPr>
          <w:rtl/>
        </w:rPr>
        <w:t xml:space="preserve">. </w:t>
      </w:r>
      <w:r>
        <w:rPr>
          <w:rtl/>
        </w:rPr>
        <w:t>هركس به سوى خانه خود مى نگر</w:t>
      </w:r>
      <w:r w:rsidR="00E275C9">
        <w:rPr>
          <w:rtl/>
        </w:rPr>
        <w:t>ی</w:t>
      </w:r>
      <w:r>
        <w:rPr>
          <w:rtl/>
        </w:rPr>
        <w:t>ست ولى چه خانه اى</w:t>
      </w:r>
      <w:r w:rsidR="00E275C9">
        <w:rPr>
          <w:rtl/>
        </w:rPr>
        <w:t xml:space="preserve">، </w:t>
      </w:r>
      <w:r>
        <w:rPr>
          <w:rtl/>
        </w:rPr>
        <w:t>اكثر مردان بنى هاشم شه</w:t>
      </w:r>
      <w:r w:rsidR="00E275C9">
        <w:rPr>
          <w:rtl/>
        </w:rPr>
        <w:t>ی</w:t>
      </w:r>
      <w:r>
        <w:rPr>
          <w:rtl/>
        </w:rPr>
        <w:t>د شده بودند</w:t>
      </w:r>
      <w:r w:rsidR="00E275C9">
        <w:rPr>
          <w:rtl/>
        </w:rPr>
        <w:t xml:space="preserve">. </w:t>
      </w:r>
      <w:r>
        <w:rPr>
          <w:rtl/>
        </w:rPr>
        <w:t>گو</w:t>
      </w:r>
      <w:r w:rsidR="00E275C9">
        <w:rPr>
          <w:rtl/>
        </w:rPr>
        <w:t>ی</w:t>
      </w:r>
      <w:r>
        <w:rPr>
          <w:rtl/>
        </w:rPr>
        <w:t>ى خانه ها از گمشدگان سراغ مى گ</w:t>
      </w:r>
      <w:r w:rsidR="00E275C9">
        <w:rPr>
          <w:rtl/>
        </w:rPr>
        <w:t>ی</w:t>
      </w:r>
      <w:r>
        <w:rPr>
          <w:rtl/>
        </w:rPr>
        <w:t>رند و غمى سنگ</w:t>
      </w:r>
      <w:r w:rsidR="00E275C9">
        <w:rPr>
          <w:rtl/>
        </w:rPr>
        <w:t>ی</w:t>
      </w:r>
      <w:r>
        <w:rPr>
          <w:rtl/>
        </w:rPr>
        <w:t>ن بر خانه هاى شهدا حكومت مى كرد مد</w:t>
      </w:r>
      <w:r w:rsidR="00E275C9">
        <w:rPr>
          <w:rtl/>
        </w:rPr>
        <w:t>ی</w:t>
      </w:r>
      <w:r>
        <w:rPr>
          <w:rtl/>
        </w:rPr>
        <w:t>نه با همه مردمش</w:t>
      </w:r>
      <w:r w:rsidR="00E275C9">
        <w:rPr>
          <w:rtl/>
        </w:rPr>
        <w:t xml:space="preserve">، </w:t>
      </w:r>
      <w:r>
        <w:rPr>
          <w:rtl/>
        </w:rPr>
        <w:t>به سوك نشست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نكه اهل ب</w:t>
      </w:r>
      <w:r w:rsidR="00E275C9">
        <w:rPr>
          <w:rtl/>
        </w:rPr>
        <w:t>ی</w:t>
      </w:r>
      <w:r>
        <w:rPr>
          <w:rtl/>
        </w:rPr>
        <w:t xml:space="preserve">ت طهارت </w:t>
      </w:r>
      <w:r w:rsidR="0020655A" w:rsidRPr="0020655A">
        <w:rPr>
          <w:rStyle w:val="libAlaemChar"/>
          <w:rtl/>
        </w:rPr>
        <w:t>عليهم‌السلام</w:t>
      </w:r>
      <w:r>
        <w:rPr>
          <w:rtl/>
        </w:rPr>
        <w:t xml:space="preserve"> وارد شهر مد</w:t>
      </w:r>
      <w:r w:rsidR="00E275C9">
        <w:rPr>
          <w:rtl/>
        </w:rPr>
        <w:t>ی</w:t>
      </w:r>
      <w:r>
        <w:rPr>
          <w:rtl/>
        </w:rPr>
        <w:t>نه شدند</w:t>
      </w:r>
      <w:r w:rsidR="00E275C9">
        <w:rPr>
          <w:rtl/>
        </w:rPr>
        <w:t xml:space="preserve">، </w:t>
      </w:r>
      <w:r>
        <w:rPr>
          <w:rtl/>
        </w:rPr>
        <w:t>وقتى نظر آنان به مرقد مطهر پ</w:t>
      </w:r>
      <w:r w:rsidR="00E275C9">
        <w:rPr>
          <w:rtl/>
        </w:rPr>
        <w:t>ی</w:t>
      </w:r>
      <w:r>
        <w:rPr>
          <w:rtl/>
        </w:rPr>
        <w:t xml:space="preserve">امبر گرامى اسلام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افتاد به ناگاه فر</w:t>
      </w:r>
      <w:r w:rsidR="00E275C9">
        <w:rPr>
          <w:rtl/>
        </w:rPr>
        <w:t>ی</w:t>
      </w:r>
      <w:r>
        <w:rPr>
          <w:rtl/>
        </w:rPr>
        <w:t>ادبركش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: </w:t>
      </w:r>
      <w:r>
        <w:rPr>
          <w:rtl/>
        </w:rPr>
        <w:t>واه جداه</w:t>
      </w:r>
      <w:r w:rsidR="00E275C9">
        <w:rPr>
          <w:rtl/>
        </w:rPr>
        <w:t xml:space="preserve">! </w:t>
      </w:r>
      <w:r>
        <w:rPr>
          <w:rtl/>
        </w:rPr>
        <w:t>واه محمداه</w:t>
      </w:r>
      <w:r w:rsidR="00E275C9">
        <w:rPr>
          <w:rtl/>
        </w:rPr>
        <w:t>! ی</w:t>
      </w:r>
      <w:r>
        <w:rPr>
          <w:rtl/>
        </w:rPr>
        <w:t>ا رسول اللّه</w:t>
      </w:r>
      <w:r w:rsidR="00E275C9">
        <w:rPr>
          <w:rtl/>
        </w:rPr>
        <w:t xml:space="preserve">! </w:t>
      </w:r>
      <w:r>
        <w:rPr>
          <w:rtl/>
        </w:rPr>
        <w:t>نور د</w:t>
      </w:r>
      <w:r w:rsidR="00E275C9">
        <w:rPr>
          <w:rtl/>
        </w:rPr>
        <w:t>ی</w:t>
      </w:r>
      <w:r>
        <w:rPr>
          <w:rtl/>
        </w:rPr>
        <w:t>دگانت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با لب تشنه شه</w:t>
      </w:r>
      <w:r w:rsidR="00E275C9">
        <w:rPr>
          <w:rtl/>
        </w:rPr>
        <w:t>ی</w:t>
      </w:r>
      <w:r>
        <w:rPr>
          <w:rtl/>
        </w:rPr>
        <w:t>د كردند</w:t>
      </w:r>
      <w:r w:rsidR="00E275C9">
        <w:rPr>
          <w:rtl/>
        </w:rPr>
        <w:t xml:space="preserve">، </w:t>
      </w:r>
      <w:r>
        <w:rPr>
          <w:rtl/>
        </w:rPr>
        <w:t>ما اهل ب</w:t>
      </w:r>
      <w:r w:rsidR="00E275C9">
        <w:rPr>
          <w:rtl/>
        </w:rPr>
        <w:t>ی</w:t>
      </w:r>
      <w:r>
        <w:rPr>
          <w:rtl/>
        </w:rPr>
        <w:t>ت تو را به گونه اس</w:t>
      </w:r>
      <w:r w:rsidR="00E275C9">
        <w:rPr>
          <w:rtl/>
        </w:rPr>
        <w:t>ی</w:t>
      </w:r>
      <w:r>
        <w:rPr>
          <w:rtl/>
        </w:rPr>
        <w:t>ران رومى</w:t>
      </w:r>
      <w:r w:rsidR="00E275C9">
        <w:rPr>
          <w:rtl/>
        </w:rPr>
        <w:t xml:space="preserve">، </w:t>
      </w:r>
      <w:r>
        <w:rPr>
          <w:rtl/>
        </w:rPr>
        <w:t>شهر به شهر همراه سرهاى شه</w:t>
      </w:r>
      <w:r w:rsidR="00E275C9">
        <w:rPr>
          <w:rtl/>
        </w:rPr>
        <w:t>ی</w:t>
      </w:r>
      <w:r>
        <w:rPr>
          <w:rtl/>
        </w:rPr>
        <w:t>دان گردان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. </w:t>
      </w:r>
      <w:r>
        <w:rPr>
          <w:rtl/>
        </w:rPr>
        <w:t>با شن</w:t>
      </w:r>
      <w:r w:rsidR="00E275C9">
        <w:rPr>
          <w:rtl/>
        </w:rPr>
        <w:t>ی</w:t>
      </w:r>
      <w:r>
        <w:rPr>
          <w:rtl/>
        </w:rPr>
        <w:t>دن فر</w:t>
      </w:r>
      <w:r w:rsidR="00E275C9">
        <w:rPr>
          <w:rtl/>
        </w:rPr>
        <w:t>ی</w:t>
      </w:r>
      <w:r>
        <w:rPr>
          <w:rtl/>
        </w:rPr>
        <w:t>اد اهل ب</w:t>
      </w:r>
      <w:r w:rsidR="00E275C9">
        <w:rPr>
          <w:rtl/>
        </w:rPr>
        <w:t>ی</w:t>
      </w:r>
      <w:r>
        <w:rPr>
          <w:rtl/>
        </w:rPr>
        <w:t xml:space="preserve">ت </w:t>
      </w:r>
      <w:r w:rsidR="0020655A" w:rsidRPr="0020655A">
        <w:rPr>
          <w:rStyle w:val="libAlaemChar"/>
          <w:rtl/>
        </w:rPr>
        <w:t>عليهم‌السلام</w:t>
      </w:r>
      <w:r>
        <w:rPr>
          <w:rtl/>
        </w:rPr>
        <w:t xml:space="preserve"> مردم مد</w:t>
      </w:r>
      <w:r w:rsidR="00E275C9">
        <w:rPr>
          <w:rtl/>
        </w:rPr>
        <w:t>ی</w:t>
      </w:r>
      <w:r>
        <w:rPr>
          <w:rtl/>
        </w:rPr>
        <w:t>نه بار د</w:t>
      </w:r>
      <w:r w:rsidR="00E275C9">
        <w:rPr>
          <w:rtl/>
        </w:rPr>
        <w:t>ی</w:t>
      </w:r>
      <w:r>
        <w:rPr>
          <w:rtl/>
        </w:rPr>
        <w:t>گر به خروش آمدند و صداى گر</w:t>
      </w:r>
      <w:r w:rsidR="00E275C9">
        <w:rPr>
          <w:rtl/>
        </w:rPr>
        <w:t>ی</w:t>
      </w:r>
      <w:r>
        <w:rPr>
          <w:rtl/>
        </w:rPr>
        <w:t>ه و</w:t>
      </w:r>
      <w:r w:rsidR="0020655A">
        <w:rPr>
          <w:rtl/>
        </w:rPr>
        <w:t xml:space="preserve"> </w:t>
      </w:r>
      <w:r>
        <w:rPr>
          <w:rtl/>
        </w:rPr>
        <w:t>ناله آنان تمام شهر را پر كرد</w:t>
      </w:r>
      <w:r w:rsidR="00E275C9">
        <w:rPr>
          <w:rtl/>
        </w:rPr>
        <w:t xml:space="preserve">. </w:t>
      </w:r>
      <w:r>
        <w:rPr>
          <w:rtl/>
        </w:rPr>
        <w:t>گو</w:t>
      </w:r>
      <w:r w:rsidR="00E275C9">
        <w:rPr>
          <w:rtl/>
        </w:rPr>
        <w:t>ی</w:t>
      </w:r>
      <w:r>
        <w:rPr>
          <w:rtl/>
        </w:rPr>
        <w:t>ى كاروان پ</w:t>
      </w:r>
      <w:r w:rsidR="00E275C9">
        <w:rPr>
          <w:rtl/>
        </w:rPr>
        <w:t>ی</w:t>
      </w:r>
      <w:r>
        <w:rPr>
          <w:rtl/>
        </w:rPr>
        <w:t>ام خون شه</w:t>
      </w:r>
      <w:r w:rsidR="00E275C9">
        <w:rPr>
          <w:rtl/>
        </w:rPr>
        <w:t>ی</w:t>
      </w:r>
      <w:r>
        <w:rPr>
          <w:rtl/>
        </w:rPr>
        <w:t>دان مى داند كه چگونه و به چه شكلى با</w:t>
      </w:r>
      <w:r w:rsidR="00E275C9">
        <w:rPr>
          <w:rtl/>
        </w:rPr>
        <w:t>ی</w:t>
      </w:r>
      <w:r>
        <w:rPr>
          <w:rtl/>
        </w:rPr>
        <w:t>د رسالت خود را انجام دهد و در هر موقع</w:t>
      </w:r>
      <w:r w:rsidR="00E275C9">
        <w:rPr>
          <w:rtl/>
        </w:rPr>
        <w:t>ی</w:t>
      </w:r>
      <w:r>
        <w:rPr>
          <w:rtl/>
        </w:rPr>
        <w:t>تى وظ</w:t>
      </w:r>
      <w:r w:rsidR="00E275C9">
        <w:rPr>
          <w:rtl/>
        </w:rPr>
        <w:t>ی</w:t>
      </w:r>
      <w:r>
        <w:rPr>
          <w:rtl/>
        </w:rPr>
        <w:t>فه آن 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. </w:t>
      </w:r>
      <w:r>
        <w:rPr>
          <w:rtl/>
        </w:rPr>
        <w:t>و از هر فرصتى به بهتر</w:t>
      </w:r>
      <w:r w:rsidR="00E275C9">
        <w:rPr>
          <w:rtl/>
        </w:rPr>
        <w:t>ی</w:t>
      </w:r>
      <w:r>
        <w:rPr>
          <w:rtl/>
        </w:rPr>
        <w:t>ن وجه در رسان</w:t>
      </w:r>
      <w:r w:rsidR="00E275C9">
        <w:rPr>
          <w:rtl/>
        </w:rPr>
        <w:t>ی</w:t>
      </w:r>
      <w:r>
        <w:rPr>
          <w:rtl/>
        </w:rPr>
        <w:t>دن پ</w:t>
      </w:r>
      <w:r w:rsidR="00E275C9">
        <w:rPr>
          <w:rtl/>
        </w:rPr>
        <w:t>ی</w:t>
      </w:r>
      <w:r>
        <w:rPr>
          <w:rtl/>
        </w:rPr>
        <w:t>ام خو</w:t>
      </w:r>
      <w:r w:rsidR="00E275C9">
        <w:rPr>
          <w:rtl/>
        </w:rPr>
        <w:t>ی</w:t>
      </w:r>
      <w:r>
        <w:rPr>
          <w:rtl/>
        </w:rPr>
        <w:t>ش استفاده مى كند</w:t>
      </w:r>
      <w:r w:rsidR="00E275C9">
        <w:rPr>
          <w:rtl/>
        </w:rPr>
        <w:t xml:space="preserve">، </w:t>
      </w:r>
      <w:r>
        <w:rPr>
          <w:rtl/>
        </w:rPr>
        <w:t>همه و همه</w:t>
      </w:r>
      <w:r w:rsidR="00E275C9">
        <w:rPr>
          <w:rtl/>
        </w:rPr>
        <w:t xml:space="preserve">، </w:t>
      </w:r>
      <w:r>
        <w:rPr>
          <w:rtl/>
        </w:rPr>
        <w:t>چه افراد قافله تازه از راه رس</w:t>
      </w:r>
      <w:r w:rsidR="00E275C9">
        <w:rPr>
          <w:rtl/>
        </w:rPr>
        <w:t>ی</w:t>
      </w:r>
      <w:r>
        <w:rPr>
          <w:rtl/>
        </w:rPr>
        <w:t>ده</w:t>
      </w:r>
      <w:r w:rsidR="00E275C9">
        <w:rPr>
          <w:rtl/>
        </w:rPr>
        <w:t xml:space="preserve">، </w:t>
      </w:r>
      <w:r>
        <w:rPr>
          <w:rtl/>
        </w:rPr>
        <w:t>چه مردم مد</w:t>
      </w:r>
      <w:r w:rsidR="00E275C9">
        <w:rPr>
          <w:rtl/>
        </w:rPr>
        <w:t>ی</w:t>
      </w:r>
      <w:r>
        <w:rPr>
          <w:rtl/>
        </w:rPr>
        <w:t>نه و چه بازماندگان اهل ب</w:t>
      </w:r>
      <w:r w:rsidR="00E275C9">
        <w:rPr>
          <w:rtl/>
        </w:rPr>
        <w:t>ی</w:t>
      </w:r>
      <w:r>
        <w:rPr>
          <w:rtl/>
        </w:rPr>
        <w:t>ت كه در مد</w:t>
      </w:r>
      <w:r w:rsidR="00E275C9">
        <w:rPr>
          <w:rtl/>
        </w:rPr>
        <w:t>ی</w:t>
      </w:r>
      <w:r>
        <w:rPr>
          <w:rtl/>
        </w:rPr>
        <w:t>نه بجا مانده بودند و اكنون همراه سا</w:t>
      </w:r>
      <w:r w:rsidR="00E275C9">
        <w:rPr>
          <w:rtl/>
        </w:rPr>
        <w:t>ی</w:t>
      </w:r>
      <w:r>
        <w:rPr>
          <w:rtl/>
        </w:rPr>
        <w:t>ر مردم شهر</w:t>
      </w:r>
      <w:r w:rsidR="00E275C9">
        <w:rPr>
          <w:rtl/>
        </w:rPr>
        <w:t xml:space="preserve">، </w:t>
      </w:r>
      <w:r>
        <w:rPr>
          <w:rtl/>
        </w:rPr>
        <w:t>به استقبال رفته بودند</w:t>
      </w:r>
      <w:r w:rsidR="00E275C9">
        <w:rPr>
          <w:rtl/>
        </w:rPr>
        <w:t xml:space="preserve">، </w:t>
      </w:r>
      <w:r>
        <w:rPr>
          <w:rtl/>
        </w:rPr>
        <w:t xml:space="preserve">به سوى مرقد مطهر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رهسپار شدند</w:t>
      </w:r>
      <w:r w:rsidR="00E275C9">
        <w:rPr>
          <w:rtl/>
        </w:rPr>
        <w:t xml:space="preserve">، </w:t>
      </w:r>
      <w:r>
        <w:rPr>
          <w:rtl/>
        </w:rPr>
        <w:t>در آنجا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هم</w:t>
      </w:r>
      <w:r w:rsidR="00E275C9">
        <w:rPr>
          <w:rtl/>
        </w:rPr>
        <w:t>ی</w:t>
      </w:r>
      <w:r>
        <w:rPr>
          <w:rtl/>
        </w:rPr>
        <w:t xml:space="preserve">نكه به درب مسجد رسول خدا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رس</w:t>
      </w:r>
      <w:r w:rsidR="00E275C9">
        <w:rPr>
          <w:rtl/>
        </w:rPr>
        <w:t>ی</w:t>
      </w:r>
      <w:r>
        <w:rPr>
          <w:rtl/>
        </w:rPr>
        <w:t>د حلقه درب را گرفته</w:t>
      </w:r>
      <w:r w:rsidR="00E275C9">
        <w:rPr>
          <w:rtl/>
        </w:rPr>
        <w:t xml:space="preserve">، </w:t>
      </w:r>
      <w:r>
        <w:rPr>
          <w:rtl/>
        </w:rPr>
        <w:t>ندا در داد</w:t>
      </w:r>
      <w:r w:rsidR="00E275C9">
        <w:rPr>
          <w:rtl/>
        </w:rPr>
        <w:t xml:space="preserve">: </w:t>
      </w:r>
    </w:p>
    <w:p w:rsidR="00134B66" w:rsidRDefault="000C2D46" w:rsidP="00E275C9">
      <w:pPr>
        <w:pStyle w:val="libNormal"/>
        <w:rPr>
          <w:rtl/>
        </w:rPr>
      </w:pPr>
      <w:r>
        <w:rPr>
          <w:rtl/>
        </w:rPr>
        <w:t>«</w:t>
      </w:r>
      <w:r w:rsidR="00E275C9" w:rsidRPr="0020655A">
        <w:rPr>
          <w:rtl/>
        </w:rPr>
        <w:t>ی</w:t>
      </w:r>
      <w:r w:rsidR="00134B66">
        <w:rPr>
          <w:rtl/>
        </w:rPr>
        <w:t>ا جَدّ اهُ</w:t>
      </w:r>
      <w:r w:rsidR="00E275C9" w:rsidRPr="0020655A">
        <w:rPr>
          <w:rtl/>
        </w:rPr>
        <w:t xml:space="preserve">! </w:t>
      </w:r>
      <w:r w:rsidR="00134B66">
        <w:rPr>
          <w:rtl/>
        </w:rPr>
        <w:t>اِنّى ناعِ</w:t>
      </w:r>
      <w:r w:rsidR="00E275C9" w:rsidRPr="0020655A">
        <w:rPr>
          <w:rtl/>
        </w:rPr>
        <w:t>ی</w:t>
      </w:r>
      <w:r w:rsidR="00134B66">
        <w:rPr>
          <w:rtl/>
        </w:rPr>
        <w:t>ةٌ اِلَ</w:t>
      </w:r>
      <w:r w:rsidR="00E275C9" w:rsidRPr="0020655A">
        <w:rPr>
          <w:rtl/>
        </w:rPr>
        <w:t>ی</w:t>
      </w:r>
      <w:r w:rsidR="00134B66">
        <w:rPr>
          <w:rtl/>
        </w:rPr>
        <w:t>كَ اَخِى الْحُسَ</w:t>
      </w:r>
      <w:r w:rsidR="00E275C9" w:rsidRPr="0020655A">
        <w:rPr>
          <w:rtl/>
        </w:rPr>
        <w:t>ی</w:t>
      </w:r>
      <w:r w:rsidR="00134B66">
        <w:rPr>
          <w:rtl/>
        </w:rPr>
        <w:t xml:space="preserve">نَ </w:t>
      </w:r>
      <w:r w:rsidR="0020655A" w:rsidRPr="0020655A">
        <w:rPr>
          <w:rStyle w:val="libAlaemChar"/>
          <w:rtl/>
        </w:rPr>
        <w:t>عليه‌السلام</w:t>
      </w:r>
      <w:r w:rsidR="00E275C9" w:rsidRPr="0020655A">
        <w:rPr>
          <w:rtl/>
        </w:rPr>
        <w:t xml:space="preserve">؛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عنى</w:t>
      </w:r>
      <w:r>
        <w:rPr>
          <w:rtl/>
        </w:rPr>
        <w:t xml:space="preserve">: </w:t>
      </w:r>
      <w:r w:rsidR="00134B66">
        <w:rPr>
          <w:rtl/>
        </w:rPr>
        <w:t>اى جد بزرگوار</w:t>
      </w:r>
      <w:r>
        <w:rPr>
          <w:rtl/>
        </w:rPr>
        <w:t xml:space="preserve">! </w:t>
      </w:r>
      <w:r w:rsidR="00134B66">
        <w:rPr>
          <w:rtl/>
        </w:rPr>
        <w:t>من خبر شهادت حس</w:t>
      </w:r>
      <w:r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را براى تو آورده ام»</w:t>
      </w:r>
      <w:r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آرى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با هم</w:t>
      </w:r>
      <w:r w:rsidR="00E275C9">
        <w:rPr>
          <w:rtl/>
        </w:rPr>
        <w:t>ی</w:t>
      </w:r>
      <w:r>
        <w:rPr>
          <w:rtl/>
        </w:rPr>
        <w:t>ن كلماتِ به ظاهر ساده</w:t>
      </w:r>
      <w:r w:rsidR="00E275C9">
        <w:rPr>
          <w:rtl/>
        </w:rPr>
        <w:t xml:space="preserve">، </w:t>
      </w:r>
      <w:r>
        <w:rPr>
          <w:rtl/>
        </w:rPr>
        <w:t>آنچنان تحولى و آنچنان انقلابى در مردم مد</w:t>
      </w:r>
      <w:r w:rsidR="00E275C9">
        <w:rPr>
          <w:rtl/>
        </w:rPr>
        <w:t>ی</w:t>
      </w:r>
      <w:r>
        <w:rPr>
          <w:rtl/>
        </w:rPr>
        <w:t>نه ا</w:t>
      </w:r>
      <w:r w:rsidR="00E275C9">
        <w:rPr>
          <w:rtl/>
        </w:rPr>
        <w:t>ی</w:t>
      </w:r>
      <w:r>
        <w:rPr>
          <w:rtl/>
        </w:rPr>
        <w:t>جاد كرد كه د</w:t>
      </w:r>
      <w:r w:rsidR="00E275C9">
        <w:rPr>
          <w:rtl/>
        </w:rPr>
        <w:t>ی</w:t>
      </w:r>
      <w:r>
        <w:rPr>
          <w:rtl/>
        </w:rPr>
        <w:t>گر مد</w:t>
      </w:r>
      <w:r w:rsidR="00E275C9">
        <w:rPr>
          <w:rtl/>
        </w:rPr>
        <w:t>ی</w:t>
      </w:r>
      <w:r>
        <w:rPr>
          <w:rtl/>
        </w:rPr>
        <w:t>نه هرگز آرام نگرفت</w:t>
      </w:r>
      <w:r w:rsidR="00E275C9">
        <w:rPr>
          <w:rtl/>
        </w:rPr>
        <w:t xml:space="preserve">، </w:t>
      </w:r>
      <w:r>
        <w:rPr>
          <w:rtl/>
        </w:rPr>
        <w:t>چند</w:t>
      </w:r>
      <w:r w:rsidR="00E275C9">
        <w:rPr>
          <w:rtl/>
        </w:rPr>
        <w:t>ی</w:t>
      </w:r>
      <w:r>
        <w:rPr>
          <w:rtl/>
        </w:rPr>
        <w:t>ن روز پ</w:t>
      </w:r>
      <w:r w:rsidR="00E275C9">
        <w:rPr>
          <w:rtl/>
        </w:rPr>
        <w:t>ی</w:t>
      </w:r>
      <w:r>
        <w:rPr>
          <w:rtl/>
        </w:rPr>
        <w:t xml:space="preserve">اپى </w:t>
      </w:r>
      <w:r>
        <w:rPr>
          <w:rtl/>
        </w:rPr>
        <w:lastRenderedPageBreak/>
        <w:t>از تمام خانه هاى مد</w:t>
      </w:r>
      <w:r w:rsidR="00E275C9">
        <w:rPr>
          <w:rtl/>
        </w:rPr>
        <w:t>ی</w:t>
      </w:r>
      <w:r>
        <w:rPr>
          <w:rtl/>
        </w:rPr>
        <w:t>نه صداى گر</w:t>
      </w:r>
      <w:r w:rsidR="00E275C9">
        <w:rPr>
          <w:rtl/>
        </w:rPr>
        <w:t>ی</w:t>
      </w:r>
      <w:r>
        <w:rPr>
          <w:rtl/>
        </w:rPr>
        <w:t>ه و زارى به گوش مى رس</w:t>
      </w:r>
      <w:r w:rsidR="00E275C9">
        <w:rPr>
          <w:rtl/>
        </w:rPr>
        <w:t>ی</w:t>
      </w:r>
      <w:r>
        <w:rPr>
          <w:rtl/>
        </w:rPr>
        <w:t>د و پس از آن ن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 xml:space="preserve">،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رى نگذشت كه مردم مد</w:t>
      </w:r>
      <w:r w:rsidR="00E275C9">
        <w:rPr>
          <w:rtl/>
        </w:rPr>
        <w:t>ی</w:t>
      </w:r>
      <w:r>
        <w:rPr>
          <w:rtl/>
        </w:rPr>
        <w:t>نه و كوفه و بعضى مكانهاى د</w:t>
      </w:r>
      <w:r w:rsidR="00E275C9">
        <w:rPr>
          <w:rtl/>
        </w:rPr>
        <w:t>ی</w:t>
      </w:r>
      <w:r>
        <w:rPr>
          <w:rtl/>
        </w:rPr>
        <w:t>گر</w:t>
      </w:r>
      <w:r w:rsidR="00E275C9">
        <w:rPr>
          <w:rtl/>
        </w:rPr>
        <w:t xml:space="preserve">، </w:t>
      </w:r>
      <w:r>
        <w:rPr>
          <w:rtl/>
        </w:rPr>
        <w:t>عل</w:t>
      </w:r>
      <w:r w:rsidR="00E275C9">
        <w:rPr>
          <w:rtl/>
        </w:rPr>
        <w:t>ی</w:t>
      </w:r>
      <w:r>
        <w:rPr>
          <w:rtl/>
        </w:rPr>
        <w:t xml:space="preserve">ه حكومت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ق</w:t>
      </w:r>
      <w:r w:rsidR="00E275C9">
        <w:rPr>
          <w:rtl/>
        </w:rPr>
        <w:t>ی</w:t>
      </w:r>
      <w:r>
        <w:rPr>
          <w:rtl/>
        </w:rPr>
        <w:t>ام كردند</w:t>
      </w:r>
      <w:r w:rsidR="00E275C9">
        <w:rPr>
          <w:rtl/>
        </w:rPr>
        <w:t xml:space="preserve">. </w:t>
      </w:r>
    </w:p>
    <w:p w:rsidR="00134B66" w:rsidRDefault="00134B66" w:rsidP="000C2D46">
      <w:pPr>
        <w:pStyle w:val="libNormal"/>
        <w:rPr>
          <w:rtl/>
        </w:rPr>
      </w:pPr>
      <w:r>
        <w:rPr>
          <w:rtl/>
        </w:rPr>
        <w:t>در عراق</w:t>
      </w:r>
      <w:r w:rsidR="00E275C9">
        <w:rPr>
          <w:rtl/>
        </w:rPr>
        <w:t xml:space="preserve">، </w:t>
      </w:r>
      <w:r>
        <w:rPr>
          <w:rtl/>
        </w:rPr>
        <w:t>« سل</w:t>
      </w:r>
      <w:r w:rsidR="00E275C9">
        <w:rPr>
          <w:rtl/>
        </w:rPr>
        <w:t>ی</w:t>
      </w:r>
      <w:r>
        <w:rPr>
          <w:rtl/>
        </w:rPr>
        <w:t xml:space="preserve">مان بن صرد»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87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نهضت توّاب</w:t>
      </w:r>
      <w:r w:rsidR="00E275C9">
        <w:rPr>
          <w:rtl/>
        </w:rPr>
        <w:t>ی</w:t>
      </w:r>
      <w:r>
        <w:rPr>
          <w:rtl/>
        </w:rPr>
        <w:t>ن را رهبرى كرد</w:t>
      </w:r>
      <w:r w:rsidR="00E275C9">
        <w:rPr>
          <w:rtl/>
        </w:rPr>
        <w:t xml:space="preserve">. </w:t>
      </w:r>
      <w:r>
        <w:rPr>
          <w:rtl/>
        </w:rPr>
        <w:t>و به دنبال او</w:t>
      </w:r>
      <w:r w:rsidR="00E275C9">
        <w:rPr>
          <w:rtl/>
        </w:rPr>
        <w:t xml:space="preserve">، </w:t>
      </w:r>
      <w:r>
        <w:rPr>
          <w:rtl/>
        </w:rPr>
        <w:t>«مختار بن ابوعب</w:t>
      </w:r>
      <w:r w:rsidR="00E275C9">
        <w:rPr>
          <w:rtl/>
        </w:rPr>
        <w:t>ی</w:t>
      </w:r>
      <w:r>
        <w:rPr>
          <w:rtl/>
        </w:rPr>
        <w:t xml:space="preserve">د ثقفى»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88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و </w:t>
      </w:r>
      <w:r w:rsidRPr="000C2D46">
        <w:rPr>
          <w:rtl/>
        </w:rPr>
        <w:t>«ابراه</w:t>
      </w:r>
      <w:r w:rsidR="00E275C9">
        <w:rPr>
          <w:rtl/>
        </w:rPr>
        <w:t>ی</w:t>
      </w:r>
      <w:r w:rsidRPr="000C2D46">
        <w:rPr>
          <w:rtl/>
        </w:rPr>
        <w:t>م بن مالك اشتر نخعى»</w:t>
      </w:r>
      <w:r>
        <w:rPr>
          <w:rtl/>
        </w:rPr>
        <w:t xml:space="preserve">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89</w:t>
      </w:r>
      <w:r w:rsidRPr="00B52B2E">
        <w:rPr>
          <w:rStyle w:val="libFootnotenumChar"/>
          <w:rtl/>
        </w:rPr>
        <w:t>)</w:t>
      </w:r>
      <w:r w:rsidRPr="000C2D46">
        <w:rPr>
          <w:rtl/>
        </w:rPr>
        <w:t xml:space="preserve"> </w:t>
      </w:r>
      <w:r>
        <w:rPr>
          <w:rtl/>
        </w:rPr>
        <w:t xml:space="preserve">و </w:t>
      </w:r>
      <w:r w:rsidR="00E275C9">
        <w:rPr>
          <w:rtl/>
        </w:rPr>
        <w:t>ی</w:t>
      </w:r>
      <w:r>
        <w:rPr>
          <w:rtl/>
        </w:rPr>
        <w:t>ارانش</w:t>
      </w:r>
      <w:r w:rsidR="00E275C9">
        <w:rPr>
          <w:rtl/>
        </w:rPr>
        <w:t xml:space="preserve">، </w:t>
      </w:r>
      <w:r>
        <w:rPr>
          <w:rtl/>
        </w:rPr>
        <w:t>تمامى جنا</w:t>
      </w:r>
      <w:r w:rsidR="00E275C9">
        <w:rPr>
          <w:rtl/>
        </w:rPr>
        <w:t>ی</w:t>
      </w:r>
      <w:r>
        <w:rPr>
          <w:rtl/>
        </w:rPr>
        <w:t>تكاران صحراى كربلا را به ك</w:t>
      </w:r>
      <w:r w:rsidR="00E275C9">
        <w:rPr>
          <w:rtl/>
        </w:rPr>
        <w:t>ی</w:t>
      </w:r>
      <w:r>
        <w:rPr>
          <w:rtl/>
        </w:rPr>
        <w:t>فر رسان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در مد</w:t>
      </w:r>
      <w:r w:rsidR="00E275C9">
        <w:rPr>
          <w:rtl/>
        </w:rPr>
        <w:t>ی</w:t>
      </w:r>
      <w:r>
        <w:rPr>
          <w:rtl/>
        </w:rPr>
        <w:t>نه اگرچه ق</w:t>
      </w:r>
      <w:r w:rsidR="00E275C9">
        <w:rPr>
          <w:rtl/>
        </w:rPr>
        <w:t>ی</w:t>
      </w:r>
      <w:r>
        <w:rPr>
          <w:rtl/>
        </w:rPr>
        <w:t xml:space="preserve">ام مردم در «حرّه»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90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سخت سركوب شد</w:t>
      </w:r>
      <w:r w:rsidR="00E275C9">
        <w:rPr>
          <w:rtl/>
        </w:rPr>
        <w:t xml:space="preserve">، </w:t>
      </w:r>
      <w:r>
        <w:rPr>
          <w:rtl/>
        </w:rPr>
        <w:t>ولى همه از خواب غفلت ب</w:t>
      </w:r>
      <w:r w:rsidR="00E275C9">
        <w:rPr>
          <w:rtl/>
        </w:rPr>
        <w:t>ی</w:t>
      </w:r>
      <w:r>
        <w:rPr>
          <w:rtl/>
        </w:rPr>
        <w:t>دار شدند</w:t>
      </w:r>
      <w:r w:rsidR="00E275C9">
        <w:rPr>
          <w:rtl/>
        </w:rPr>
        <w:t xml:space="preserve">. 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t xml:space="preserve">با </w:t>
      </w:r>
      <w:r w:rsidR="00E275C9">
        <w:rPr>
          <w:rtl/>
        </w:rPr>
        <w:t>ی</w:t>
      </w:r>
      <w:r>
        <w:rPr>
          <w:rtl/>
        </w:rPr>
        <w:t>ارى خداوند منّان</w:t>
      </w:r>
      <w:r w:rsidR="00E275C9">
        <w:rPr>
          <w:rtl/>
        </w:rPr>
        <w:t xml:space="preserve">، </w:t>
      </w:r>
      <w:r>
        <w:rPr>
          <w:rtl/>
        </w:rPr>
        <w:t>در مباحث آ</w:t>
      </w:r>
      <w:r w:rsidR="00E275C9">
        <w:rPr>
          <w:rtl/>
        </w:rPr>
        <w:t>ی</w:t>
      </w:r>
      <w:r>
        <w:rPr>
          <w:rtl/>
        </w:rPr>
        <w:t>نده خواه</w:t>
      </w:r>
      <w:r w:rsidR="00E275C9">
        <w:rPr>
          <w:rtl/>
        </w:rPr>
        <w:t>ی</w:t>
      </w:r>
      <w:r>
        <w:rPr>
          <w:rtl/>
        </w:rPr>
        <w:t>م د</w:t>
      </w:r>
      <w:r w:rsidR="00E275C9">
        <w:rPr>
          <w:rtl/>
        </w:rPr>
        <w:t>ی</w:t>
      </w:r>
      <w:r>
        <w:rPr>
          <w:rtl/>
        </w:rPr>
        <w:t>د كه اثرات خون شه</w:t>
      </w:r>
      <w:r w:rsidR="00E275C9">
        <w:rPr>
          <w:rtl/>
        </w:rPr>
        <w:t>ی</w:t>
      </w:r>
      <w:r>
        <w:rPr>
          <w:rtl/>
        </w:rPr>
        <w:t>دان كربلا و خطبه هاى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و د</w:t>
      </w:r>
      <w:r w:rsidR="00E275C9">
        <w:rPr>
          <w:rtl/>
        </w:rPr>
        <w:t>ی</w:t>
      </w:r>
      <w:r>
        <w:rPr>
          <w:rtl/>
        </w:rPr>
        <w:t>گر افراد اهل ب</w:t>
      </w:r>
      <w:r w:rsidR="00E275C9">
        <w:rPr>
          <w:rtl/>
        </w:rPr>
        <w:t>ی</w:t>
      </w:r>
      <w:r>
        <w:rPr>
          <w:rtl/>
        </w:rPr>
        <w:t>ت</w:t>
      </w:r>
      <w:r w:rsidR="00E275C9">
        <w:rPr>
          <w:rtl/>
        </w:rPr>
        <w:t xml:space="preserve">، </w:t>
      </w:r>
      <w:r>
        <w:rPr>
          <w:rtl/>
        </w:rPr>
        <w:t>چگونه ظاهر شد و براى هم</w:t>
      </w:r>
      <w:r w:rsidR="00E275C9">
        <w:rPr>
          <w:rtl/>
        </w:rPr>
        <w:t>ی</w:t>
      </w:r>
      <w:r>
        <w:rPr>
          <w:rtl/>
        </w:rPr>
        <w:t xml:space="preserve">شه چه </w:t>
      </w:r>
      <w:r w:rsidR="0020655A">
        <w:rPr>
          <w:rtl/>
        </w:rPr>
        <w:t>تأثیر</w:t>
      </w:r>
      <w:r>
        <w:rPr>
          <w:rtl/>
        </w:rPr>
        <w:t>ى در عالم از خود به جاى نهاد</w:t>
      </w:r>
      <w:r w:rsidR="00E275C9">
        <w:rPr>
          <w:rtl/>
        </w:rPr>
        <w:t xml:space="preserve">. </w:t>
      </w:r>
    </w:p>
    <w:p w:rsidR="00134B66" w:rsidRDefault="00342FB8" w:rsidP="000C2D46">
      <w:pPr>
        <w:pStyle w:val="Heading2"/>
        <w:rPr>
          <w:rtl/>
        </w:rPr>
      </w:pPr>
      <w:r>
        <w:rPr>
          <w:rtl/>
        </w:rPr>
        <w:br w:type="page"/>
      </w:r>
      <w:bookmarkStart w:id="11" w:name="_Toc425238180"/>
      <w:r w:rsidR="00134B66">
        <w:rPr>
          <w:rtl/>
        </w:rPr>
        <w:lastRenderedPageBreak/>
        <w:t>محل دفن حضرت ز</w:t>
      </w:r>
      <w:r w:rsidR="00E275C9">
        <w:rPr>
          <w:rtl/>
        </w:rPr>
        <w:t>ی</w:t>
      </w:r>
      <w:r w:rsidR="00134B66">
        <w:rPr>
          <w:rtl/>
        </w:rPr>
        <w:t xml:space="preserve">نب </w:t>
      </w:r>
      <w:r w:rsidR="00640024" w:rsidRPr="00640024">
        <w:rPr>
          <w:rStyle w:val="libAlaemChar"/>
          <w:rtl/>
        </w:rPr>
        <w:t>عليها‌السلام</w:t>
      </w:r>
      <w:bookmarkEnd w:id="11"/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همان طور كه در تار</w:t>
      </w:r>
      <w:r w:rsidR="00E275C9">
        <w:rPr>
          <w:rtl/>
        </w:rPr>
        <w:t>ی</w:t>
      </w:r>
      <w:r>
        <w:rPr>
          <w:rtl/>
        </w:rPr>
        <w:t>خ تولد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هم در روز و هم در سال تولد</w:t>
      </w:r>
      <w:r w:rsidR="00E275C9">
        <w:rPr>
          <w:rtl/>
        </w:rPr>
        <w:t xml:space="preserve">،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ن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 </w:t>
      </w:r>
      <w:r>
        <w:rPr>
          <w:rtl/>
        </w:rPr>
        <w:t>نو</w:t>
      </w:r>
      <w:r w:rsidR="00E275C9">
        <w:rPr>
          <w:rtl/>
        </w:rPr>
        <w:t>ی</w:t>
      </w:r>
      <w:r>
        <w:rPr>
          <w:rtl/>
        </w:rPr>
        <w:t>سان اختلاف نظر د</w:t>
      </w:r>
      <w:r w:rsidR="00E275C9">
        <w:rPr>
          <w:rtl/>
        </w:rPr>
        <w:t>ی</w:t>
      </w:r>
      <w:r>
        <w:rPr>
          <w:rtl/>
        </w:rPr>
        <w:t>ده مى شود</w:t>
      </w:r>
      <w:r w:rsidR="00E275C9">
        <w:rPr>
          <w:rtl/>
        </w:rPr>
        <w:t xml:space="preserve">، </w:t>
      </w:r>
      <w:r>
        <w:rPr>
          <w:rtl/>
        </w:rPr>
        <w:t>در مورد تار</w:t>
      </w:r>
      <w:r w:rsidR="00E275C9">
        <w:rPr>
          <w:rtl/>
        </w:rPr>
        <w:t>ی</w:t>
      </w:r>
      <w:r>
        <w:rPr>
          <w:rtl/>
        </w:rPr>
        <w:t>خ وفات و محل دفن پ</w:t>
      </w:r>
      <w:r w:rsidR="00E275C9">
        <w:rPr>
          <w:rtl/>
        </w:rPr>
        <w:t>ی</w:t>
      </w:r>
      <w:r>
        <w:rPr>
          <w:rtl/>
        </w:rPr>
        <w:t>كر مطهر آن جناب ن</w:t>
      </w:r>
      <w:r w:rsidR="00E275C9">
        <w:rPr>
          <w:rtl/>
        </w:rPr>
        <w:t>ی</w:t>
      </w:r>
      <w:r>
        <w:rPr>
          <w:rtl/>
        </w:rPr>
        <w:t>ز اختلاف</w:t>
      </w:r>
      <w:r w:rsidR="00E275C9">
        <w:rPr>
          <w:rtl/>
        </w:rPr>
        <w:t xml:space="preserve">، </w:t>
      </w:r>
      <w:r>
        <w:rPr>
          <w:rtl/>
        </w:rPr>
        <w:t>وجود دارد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البته بدان گونه كه در مورد سال تولد وى از روى قرا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زمان نزد</w:t>
      </w:r>
      <w:r w:rsidR="00E275C9">
        <w:rPr>
          <w:rtl/>
        </w:rPr>
        <w:t>ی</w:t>
      </w:r>
      <w:r>
        <w:rPr>
          <w:rtl/>
        </w:rPr>
        <w:t>ك به حق</w:t>
      </w:r>
      <w:r w:rsidR="00E275C9">
        <w:rPr>
          <w:rtl/>
        </w:rPr>
        <w:t>ی</w:t>
      </w:r>
      <w:r>
        <w:rPr>
          <w:rtl/>
        </w:rPr>
        <w:t>قت را مى توان حدس زد</w:t>
      </w:r>
      <w:r w:rsidR="00E275C9">
        <w:rPr>
          <w:rtl/>
        </w:rPr>
        <w:t xml:space="preserve">، </w:t>
      </w:r>
      <w:r>
        <w:rPr>
          <w:rtl/>
        </w:rPr>
        <w:t>در تار</w:t>
      </w:r>
      <w:r w:rsidR="00E275C9">
        <w:rPr>
          <w:rtl/>
        </w:rPr>
        <w:t>ی</w:t>
      </w:r>
      <w:r>
        <w:rPr>
          <w:rtl/>
        </w:rPr>
        <w:t xml:space="preserve">خ وفات آن بزرگوار مى توان </w:t>
      </w:r>
      <w:r w:rsidR="00E275C9">
        <w:rPr>
          <w:rtl/>
        </w:rPr>
        <w:t>ی</w:t>
      </w:r>
      <w:r>
        <w:rPr>
          <w:rtl/>
        </w:rPr>
        <w:t>ق</w:t>
      </w:r>
      <w:r w:rsidR="00E275C9">
        <w:rPr>
          <w:rtl/>
        </w:rPr>
        <w:t>ی</w:t>
      </w:r>
      <w:r>
        <w:rPr>
          <w:rtl/>
        </w:rPr>
        <w:t xml:space="preserve">ن حاصل كرد كه تا </w:t>
      </w:r>
      <w:r w:rsidR="00E275C9">
        <w:rPr>
          <w:rtl/>
        </w:rPr>
        <w:t>ی</w:t>
      </w:r>
      <w:r>
        <w:rPr>
          <w:rtl/>
        </w:rPr>
        <w:t>ك سال بعد از واقعه كربلا زنده بوده</w:t>
      </w:r>
      <w:r w:rsidR="00E275C9">
        <w:rPr>
          <w:rtl/>
        </w:rPr>
        <w:t xml:space="preserve">؛ </w:t>
      </w:r>
      <w:r>
        <w:rPr>
          <w:rtl/>
        </w:rPr>
        <w:t>چون در اكثر توار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، </w:t>
      </w:r>
      <w:r>
        <w:rPr>
          <w:rtl/>
        </w:rPr>
        <w:t>به ا</w:t>
      </w:r>
      <w:r w:rsidR="00E275C9">
        <w:rPr>
          <w:rtl/>
        </w:rPr>
        <w:t>ی</w:t>
      </w:r>
      <w:r>
        <w:rPr>
          <w:rtl/>
        </w:rPr>
        <w:t>ن مطلب به اَشكال مختلف اشاره رفته است</w:t>
      </w:r>
      <w:r w:rsidR="00E275C9">
        <w:rPr>
          <w:rtl/>
        </w:rPr>
        <w:t xml:space="preserve">، </w:t>
      </w:r>
      <w:r>
        <w:rPr>
          <w:rtl/>
        </w:rPr>
        <w:t>ولى در مورد محل دفن آن بزرگوار</w:t>
      </w:r>
      <w:r w:rsidR="00E275C9">
        <w:rPr>
          <w:rtl/>
        </w:rPr>
        <w:t xml:space="preserve">، </w:t>
      </w:r>
      <w:r>
        <w:rPr>
          <w:rtl/>
        </w:rPr>
        <w:t>به سادگى نمى توان اظهار نظر كرد</w:t>
      </w:r>
      <w:r w:rsidR="00E275C9">
        <w:rPr>
          <w:rtl/>
        </w:rPr>
        <w:t xml:space="preserve">. </w:t>
      </w:r>
      <w:r>
        <w:rPr>
          <w:rtl/>
        </w:rPr>
        <w:t>روى هم</w:t>
      </w:r>
      <w:r w:rsidR="00E275C9">
        <w:rPr>
          <w:rtl/>
        </w:rPr>
        <w:t>ی</w:t>
      </w:r>
      <w:r>
        <w:rPr>
          <w:rtl/>
        </w:rPr>
        <w:t>ن اصل</w:t>
      </w:r>
      <w:r w:rsidR="00E275C9">
        <w:rPr>
          <w:rtl/>
        </w:rPr>
        <w:t xml:space="preserve">، </w:t>
      </w:r>
      <w:r>
        <w:rPr>
          <w:rtl/>
        </w:rPr>
        <w:t>شانزده سال پ</w:t>
      </w:r>
      <w:r w:rsidR="00E275C9">
        <w:rPr>
          <w:rtl/>
        </w:rPr>
        <w:t>ی</w:t>
      </w:r>
      <w:r>
        <w:rPr>
          <w:rtl/>
        </w:rPr>
        <w:t>ش كه ا</w:t>
      </w:r>
      <w:r w:rsidR="00E275C9">
        <w:rPr>
          <w:rtl/>
        </w:rPr>
        <w:t>ی</w:t>
      </w:r>
      <w:r>
        <w:rPr>
          <w:rtl/>
        </w:rPr>
        <w:t>ن كتاب را نوشتم و نخست</w:t>
      </w:r>
      <w:r w:rsidR="00E275C9">
        <w:rPr>
          <w:rtl/>
        </w:rPr>
        <w:t>ی</w:t>
      </w:r>
      <w:r>
        <w:rPr>
          <w:rtl/>
        </w:rPr>
        <w:t>ن بار در «روزنامه زن روز» منشتر شد و بعد به همت دفتر انتشارات جامعه مدرس</w:t>
      </w:r>
      <w:r w:rsidR="00E275C9">
        <w:rPr>
          <w:rtl/>
        </w:rPr>
        <w:t>ی</w:t>
      </w:r>
      <w:r>
        <w:rPr>
          <w:rtl/>
        </w:rPr>
        <w:t>ن حوزه علم</w:t>
      </w:r>
      <w:r w:rsidR="00E275C9">
        <w:rPr>
          <w:rtl/>
        </w:rPr>
        <w:t>ی</w:t>
      </w:r>
      <w:r>
        <w:rPr>
          <w:rtl/>
        </w:rPr>
        <w:t>ه قم مكرر چاپ و منتشر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در مورد محل دفن حضرت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 xml:space="preserve">، </w:t>
      </w:r>
      <w:r>
        <w:rPr>
          <w:rtl/>
        </w:rPr>
        <w:t>سكوت</w:t>
      </w:r>
      <w:r w:rsidR="0020655A">
        <w:rPr>
          <w:rtl/>
        </w:rPr>
        <w:t xml:space="preserve"> </w:t>
      </w:r>
      <w:r>
        <w:rPr>
          <w:rtl/>
        </w:rPr>
        <w:t>اخت</w:t>
      </w:r>
      <w:r w:rsidR="00E275C9">
        <w:rPr>
          <w:rtl/>
        </w:rPr>
        <w:t>ی</w:t>
      </w:r>
      <w:r>
        <w:rPr>
          <w:rtl/>
        </w:rPr>
        <w:t>ار كردم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نمى خواستم خداى نخواسته چ</w:t>
      </w:r>
      <w:r w:rsidR="00E275C9">
        <w:rPr>
          <w:rtl/>
        </w:rPr>
        <w:t>ی</w:t>
      </w:r>
      <w:r>
        <w:rPr>
          <w:rtl/>
        </w:rPr>
        <w:t>زى بنو</w:t>
      </w:r>
      <w:r w:rsidR="00E275C9">
        <w:rPr>
          <w:rtl/>
        </w:rPr>
        <w:t>ی</w:t>
      </w:r>
      <w:r>
        <w:rPr>
          <w:rtl/>
        </w:rPr>
        <w:t>سم كه درست نباشد</w:t>
      </w:r>
      <w:r w:rsidR="00E275C9">
        <w:rPr>
          <w:rtl/>
        </w:rPr>
        <w:t xml:space="preserve">. </w:t>
      </w:r>
      <w:r>
        <w:rPr>
          <w:rtl/>
        </w:rPr>
        <w:t>از آن تار</w:t>
      </w:r>
      <w:r w:rsidR="00E275C9">
        <w:rPr>
          <w:rtl/>
        </w:rPr>
        <w:t>ی</w:t>
      </w:r>
      <w:r>
        <w:rPr>
          <w:rtl/>
        </w:rPr>
        <w:t>خ به بعد</w:t>
      </w:r>
      <w:r w:rsidR="00E275C9">
        <w:rPr>
          <w:rtl/>
        </w:rPr>
        <w:t xml:space="preserve">، </w:t>
      </w:r>
      <w:r>
        <w:rPr>
          <w:rtl/>
        </w:rPr>
        <w:t>هم</w:t>
      </w:r>
      <w:r w:rsidR="00E275C9">
        <w:rPr>
          <w:rtl/>
        </w:rPr>
        <w:t>ی</w:t>
      </w:r>
      <w:r>
        <w:rPr>
          <w:rtl/>
        </w:rPr>
        <w:t>شه به دنبال ا</w:t>
      </w:r>
      <w:r w:rsidR="00E275C9">
        <w:rPr>
          <w:rtl/>
        </w:rPr>
        <w:t>ی</w:t>
      </w:r>
      <w:r>
        <w:rPr>
          <w:rtl/>
        </w:rPr>
        <w:t>ن گمشده در فحص و تفحص بوده ام</w:t>
      </w:r>
      <w:r w:rsidR="00E275C9">
        <w:rPr>
          <w:rtl/>
        </w:rPr>
        <w:t xml:space="preserve">، </w:t>
      </w:r>
      <w:r>
        <w:rPr>
          <w:rtl/>
        </w:rPr>
        <w:t>لذا سه بار به «سور</w:t>
      </w:r>
      <w:r w:rsidR="00E275C9">
        <w:rPr>
          <w:rtl/>
        </w:rPr>
        <w:t>ی</w:t>
      </w:r>
      <w:r>
        <w:rPr>
          <w:rtl/>
        </w:rPr>
        <w:t>ه» سفر كرده ام و بارها در «ز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ه»</w:t>
      </w:r>
      <w:r w:rsidR="00E275C9">
        <w:rPr>
          <w:rtl/>
        </w:rPr>
        <w:t xml:space="preserve">، </w:t>
      </w:r>
      <w:r>
        <w:rPr>
          <w:rtl/>
        </w:rPr>
        <w:t>هفت ك</w:t>
      </w:r>
      <w:r w:rsidR="00E275C9">
        <w:rPr>
          <w:rtl/>
        </w:rPr>
        <w:t>ی</w:t>
      </w:r>
      <w:r>
        <w:rPr>
          <w:rtl/>
        </w:rPr>
        <w:t>لومترى دمشق</w:t>
      </w:r>
      <w:r w:rsidR="00E275C9">
        <w:rPr>
          <w:rtl/>
        </w:rPr>
        <w:t xml:space="preserve">، </w:t>
      </w:r>
      <w:r>
        <w:rPr>
          <w:rtl/>
        </w:rPr>
        <w:t>به ام</w:t>
      </w:r>
      <w:r w:rsidR="00E275C9">
        <w:rPr>
          <w:rtl/>
        </w:rPr>
        <w:t>ی</w:t>
      </w:r>
      <w:r>
        <w:rPr>
          <w:rtl/>
        </w:rPr>
        <w:t>د آنكه همانجا مزار اطهرش باشد</w:t>
      </w:r>
      <w:r w:rsidR="00E275C9">
        <w:rPr>
          <w:rtl/>
        </w:rPr>
        <w:t xml:space="preserve">، </w:t>
      </w:r>
      <w:r>
        <w:rPr>
          <w:rtl/>
        </w:rPr>
        <w:t>به ز</w:t>
      </w:r>
      <w:r w:rsidR="00E275C9">
        <w:rPr>
          <w:rtl/>
        </w:rPr>
        <w:t>ی</w:t>
      </w:r>
      <w:r>
        <w:rPr>
          <w:rtl/>
        </w:rPr>
        <w:t>ارت پرداخته ام</w:t>
      </w:r>
      <w:r w:rsidR="00E275C9">
        <w:rPr>
          <w:rtl/>
        </w:rPr>
        <w:t xml:space="preserve">. </w:t>
      </w:r>
      <w:r>
        <w:rPr>
          <w:rtl/>
        </w:rPr>
        <w:t>در سفرها</w:t>
      </w:r>
      <w:r w:rsidR="00E275C9">
        <w:rPr>
          <w:rtl/>
        </w:rPr>
        <w:t>ی</w:t>
      </w:r>
      <w:r>
        <w:rPr>
          <w:rtl/>
        </w:rPr>
        <w:t>ى هم كه سعادت ز</w:t>
      </w:r>
      <w:r w:rsidR="00E275C9">
        <w:rPr>
          <w:rtl/>
        </w:rPr>
        <w:t>ی</w:t>
      </w:r>
      <w:r>
        <w:rPr>
          <w:rtl/>
        </w:rPr>
        <w:t>ارت حج نص</w:t>
      </w:r>
      <w:r w:rsidR="00E275C9">
        <w:rPr>
          <w:rtl/>
        </w:rPr>
        <w:t>ی</w:t>
      </w:r>
      <w:r>
        <w:rPr>
          <w:rtl/>
        </w:rPr>
        <w:t>بم شده</w:t>
      </w:r>
      <w:r w:rsidR="00E275C9">
        <w:rPr>
          <w:rtl/>
        </w:rPr>
        <w:t xml:space="preserve">، </w:t>
      </w:r>
      <w:r>
        <w:rPr>
          <w:rtl/>
        </w:rPr>
        <w:t>سالها</w:t>
      </w:r>
      <w:r w:rsidR="00E275C9">
        <w:rPr>
          <w:rtl/>
        </w:rPr>
        <w:t>ی</w:t>
      </w:r>
      <w:r>
        <w:rPr>
          <w:rtl/>
        </w:rPr>
        <w:t>ى كه رفتن به قبرستان بق</w:t>
      </w:r>
      <w:r w:rsidR="00E275C9">
        <w:rPr>
          <w:rtl/>
        </w:rPr>
        <w:t>ی</w:t>
      </w:r>
      <w:r>
        <w:rPr>
          <w:rtl/>
        </w:rPr>
        <w:t>ع آزاد بود</w:t>
      </w:r>
      <w:r w:rsidR="00E275C9">
        <w:rPr>
          <w:rtl/>
        </w:rPr>
        <w:t xml:space="preserve">، </w:t>
      </w:r>
      <w:r>
        <w:rPr>
          <w:rtl/>
        </w:rPr>
        <w:t>تا آنجا كه مقدورم بوده</w:t>
      </w:r>
      <w:r w:rsidR="00E275C9">
        <w:rPr>
          <w:rtl/>
        </w:rPr>
        <w:t xml:space="preserve">، </w:t>
      </w:r>
      <w:r>
        <w:rPr>
          <w:rtl/>
        </w:rPr>
        <w:t>نسبت به قبور موجود در آن مكان مقدس ن</w:t>
      </w:r>
      <w:r w:rsidR="00E275C9">
        <w:rPr>
          <w:rtl/>
        </w:rPr>
        <w:t>ی</w:t>
      </w:r>
      <w:r>
        <w:rPr>
          <w:rtl/>
        </w:rPr>
        <w:t>ز جستجو كرده ام</w:t>
      </w:r>
      <w:r w:rsidR="00E275C9">
        <w:rPr>
          <w:rtl/>
        </w:rPr>
        <w:t xml:space="preserve">، </w:t>
      </w:r>
      <w:r>
        <w:rPr>
          <w:rtl/>
        </w:rPr>
        <w:t>متاءسفانه ردپا</w:t>
      </w:r>
      <w:r w:rsidR="00E275C9">
        <w:rPr>
          <w:rtl/>
        </w:rPr>
        <w:t>ی</w:t>
      </w:r>
      <w:r>
        <w:rPr>
          <w:rtl/>
        </w:rPr>
        <w:t>ى از مرقد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ن</w:t>
      </w:r>
      <w:r w:rsidR="00E275C9">
        <w:rPr>
          <w:rtl/>
        </w:rPr>
        <w:t>ی</w:t>
      </w:r>
      <w:r>
        <w:rPr>
          <w:rtl/>
        </w:rPr>
        <w:t>افتم</w:t>
      </w:r>
      <w:r w:rsidR="00E275C9">
        <w:rPr>
          <w:rtl/>
        </w:rPr>
        <w:t xml:space="preserve">. </w:t>
      </w:r>
      <w:r>
        <w:rPr>
          <w:rtl/>
        </w:rPr>
        <w:t>اكنون كه در كتاب موجود</w:t>
      </w:r>
      <w:r w:rsidR="00E275C9">
        <w:rPr>
          <w:rtl/>
        </w:rPr>
        <w:t xml:space="preserve">، </w:t>
      </w:r>
      <w:r>
        <w:rPr>
          <w:rtl/>
        </w:rPr>
        <w:t>قرار شد تجد</w:t>
      </w:r>
      <w:r w:rsidR="00E275C9">
        <w:rPr>
          <w:rtl/>
        </w:rPr>
        <w:t>ی</w:t>
      </w:r>
      <w:r>
        <w:rPr>
          <w:rtl/>
        </w:rPr>
        <w:t>د نظرى كنم</w:t>
      </w:r>
      <w:r w:rsidR="00E275C9">
        <w:rPr>
          <w:rtl/>
        </w:rPr>
        <w:t xml:space="preserve">، </w:t>
      </w:r>
      <w:r>
        <w:rPr>
          <w:rtl/>
        </w:rPr>
        <w:t>لازم مى دانم در مورد مكان دفن حضرتش</w:t>
      </w:r>
      <w:r w:rsidR="00E275C9">
        <w:rPr>
          <w:rtl/>
        </w:rPr>
        <w:t xml:space="preserve">، </w:t>
      </w:r>
      <w:r>
        <w:rPr>
          <w:rtl/>
        </w:rPr>
        <w:t>اظهار نظرى كرده باشم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برخى از تار</w:t>
      </w:r>
      <w:r w:rsidR="00E275C9">
        <w:rPr>
          <w:rtl/>
        </w:rPr>
        <w:t>ی</w:t>
      </w:r>
      <w:r>
        <w:rPr>
          <w:rtl/>
        </w:rPr>
        <w:t>خ</w:t>
      </w:r>
      <w:r w:rsidR="00E275C9">
        <w:rPr>
          <w:rtl/>
        </w:rPr>
        <w:t xml:space="preserve"> </w:t>
      </w:r>
      <w:r>
        <w:rPr>
          <w:rtl/>
        </w:rPr>
        <w:t>نو</w:t>
      </w:r>
      <w:r w:rsidR="00E275C9">
        <w:rPr>
          <w:rtl/>
        </w:rPr>
        <w:t>ی</w:t>
      </w:r>
      <w:r>
        <w:rPr>
          <w:rtl/>
        </w:rPr>
        <w:t>سان با كمال اطم</w:t>
      </w:r>
      <w:r w:rsidR="00E275C9">
        <w:rPr>
          <w:rtl/>
        </w:rPr>
        <w:t>ی</w:t>
      </w:r>
      <w:r>
        <w:rPr>
          <w:rtl/>
        </w:rPr>
        <w:t>نان</w:t>
      </w:r>
      <w:r w:rsidR="00E275C9">
        <w:rPr>
          <w:rtl/>
        </w:rPr>
        <w:t xml:space="preserve">، </w:t>
      </w:r>
      <w:r>
        <w:rPr>
          <w:rtl/>
        </w:rPr>
        <w:t>محل دفن وى را «مد</w:t>
      </w:r>
      <w:r w:rsidR="00E275C9">
        <w:rPr>
          <w:rtl/>
        </w:rPr>
        <w:t>ی</w:t>
      </w:r>
      <w:r>
        <w:rPr>
          <w:rtl/>
        </w:rPr>
        <w:t>نه منوره» مى دانند و به خارج شدن او از مد</w:t>
      </w:r>
      <w:r w:rsidR="00E275C9">
        <w:rPr>
          <w:rtl/>
        </w:rPr>
        <w:t>ی</w:t>
      </w:r>
      <w:r>
        <w:rPr>
          <w:rtl/>
        </w:rPr>
        <w:t>نه</w:t>
      </w:r>
      <w:r w:rsidR="00E275C9">
        <w:rPr>
          <w:rtl/>
        </w:rPr>
        <w:t xml:space="preserve">، </w:t>
      </w:r>
      <w:r>
        <w:rPr>
          <w:rtl/>
        </w:rPr>
        <w:t>بعد از بازگشت از اسارت</w:t>
      </w:r>
      <w:r w:rsidR="00E275C9">
        <w:rPr>
          <w:rtl/>
        </w:rPr>
        <w:t xml:space="preserve">، </w:t>
      </w:r>
      <w:r>
        <w:rPr>
          <w:rtl/>
        </w:rPr>
        <w:t xml:space="preserve">اعتقادى ندارند و </w:t>
      </w:r>
      <w:r>
        <w:rPr>
          <w:rtl/>
        </w:rPr>
        <w:lastRenderedPageBreak/>
        <w:t>هردو مكان منسوب به حضرتش را در مصر و شام مورد ترد</w:t>
      </w:r>
      <w:r w:rsidR="00E275C9">
        <w:rPr>
          <w:rtl/>
        </w:rPr>
        <w:t>ی</w:t>
      </w:r>
      <w:r>
        <w:rPr>
          <w:rtl/>
        </w:rPr>
        <w:t>د قرار مى دهند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91</w:t>
      </w:r>
      <w:r w:rsidRPr="00B52B2E">
        <w:rPr>
          <w:rStyle w:val="libFootnotenumChar"/>
          <w:rtl/>
        </w:rPr>
        <w:t>)</w:t>
      </w:r>
    </w:p>
    <w:p w:rsidR="00134B66" w:rsidRPr="000C2D46" w:rsidRDefault="00134B66" w:rsidP="00134B66">
      <w:pPr>
        <w:pStyle w:val="libNormal"/>
        <w:rPr>
          <w:rStyle w:val="libFootnotenumChar"/>
          <w:rtl/>
        </w:rPr>
      </w:pPr>
      <w:r>
        <w:rPr>
          <w:rtl/>
        </w:rPr>
        <w:t>گروهى د</w:t>
      </w:r>
      <w:r w:rsidR="00E275C9">
        <w:rPr>
          <w:rtl/>
        </w:rPr>
        <w:t>ی</w:t>
      </w:r>
      <w:r>
        <w:rPr>
          <w:rtl/>
        </w:rPr>
        <w:t>گر با قاطع</w:t>
      </w:r>
      <w:r w:rsidR="00E275C9">
        <w:rPr>
          <w:rtl/>
        </w:rPr>
        <w:t>ی</w:t>
      </w:r>
      <w:r>
        <w:rPr>
          <w:rtl/>
        </w:rPr>
        <w:t>ت</w:t>
      </w:r>
      <w:r w:rsidR="00E275C9">
        <w:rPr>
          <w:rtl/>
        </w:rPr>
        <w:t xml:space="preserve">، </w:t>
      </w:r>
      <w:r>
        <w:rPr>
          <w:rtl/>
        </w:rPr>
        <w:t>معتقدند كه محل دفن وى در «مصر» است</w:t>
      </w:r>
      <w:r w:rsidR="00E275C9">
        <w:rPr>
          <w:rtl/>
        </w:rPr>
        <w:t xml:space="preserve">، </w:t>
      </w:r>
      <w:r>
        <w:rPr>
          <w:rtl/>
        </w:rPr>
        <w:t>چرا كه در آنجا مزار و گنبد و بارگاهى مهم</w:t>
      </w:r>
      <w:r w:rsidR="00E275C9">
        <w:rPr>
          <w:rtl/>
        </w:rPr>
        <w:t xml:space="preserve">، </w:t>
      </w:r>
      <w:r>
        <w:rPr>
          <w:rtl/>
        </w:rPr>
        <w:t>به نام «ز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ه» وجود دارد كه ز</w:t>
      </w:r>
      <w:r w:rsidR="00E275C9">
        <w:rPr>
          <w:rtl/>
        </w:rPr>
        <w:t>ی</w:t>
      </w:r>
      <w:r>
        <w:rPr>
          <w:rtl/>
        </w:rPr>
        <w:t>ارتگاه مشتاقان حضرتش مى باشد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92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گروه سوم هم سخت بر ا</w:t>
      </w:r>
      <w:r w:rsidR="00E275C9">
        <w:rPr>
          <w:rtl/>
        </w:rPr>
        <w:t>ی</w:t>
      </w:r>
      <w:r>
        <w:rPr>
          <w:rtl/>
        </w:rPr>
        <w:t>ن معتقدند كه «ز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 اى كه نزد</w:t>
      </w:r>
      <w:r w:rsidR="00E275C9">
        <w:rPr>
          <w:rtl/>
        </w:rPr>
        <w:t>ی</w:t>
      </w:r>
      <w:r>
        <w:rPr>
          <w:rtl/>
        </w:rPr>
        <w:t>ك دمشق در سور</w:t>
      </w:r>
      <w:r w:rsidR="00E275C9">
        <w:rPr>
          <w:rtl/>
        </w:rPr>
        <w:t>ی</w:t>
      </w:r>
      <w:r>
        <w:rPr>
          <w:rtl/>
        </w:rPr>
        <w:t>ه» است</w:t>
      </w:r>
      <w:r w:rsidR="00E275C9">
        <w:rPr>
          <w:rtl/>
        </w:rPr>
        <w:t xml:space="preserve">، </w:t>
      </w:r>
      <w:r>
        <w:rPr>
          <w:rtl/>
        </w:rPr>
        <w:t>مرقد مطهرش مى باشد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البته هركدام از ا</w:t>
      </w:r>
      <w:r w:rsidR="00E275C9">
        <w:rPr>
          <w:rtl/>
        </w:rPr>
        <w:t>ی</w:t>
      </w:r>
      <w:r>
        <w:rPr>
          <w:rtl/>
        </w:rPr>
        <w:t>ن مورخ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براى اثبات نظر</w:t>
      </w:r>
      <w:r w:rsidR="00E275C9">
        <w:rPr>
          <w:rtl/>
        </w:rPr>
        <w:t>ی</w:t>
      </w:r>
      <w:r>
        <w:rPr>
          <w:rtl/>
        </w:rPr>
        <w:t>ه خود</w:t>
      </w:r>
      <w:r w:rsidR="00E275C9">
        <w:rPr>
          <w:rtl/>
        </w:rPr>
        <w:t xml:space="preserve">، </w:t>
      </w:r>
      <w:r>
        <w:rPr>
          <w:rtl/>
        </w:rPr>
        <w:t>دلا</w:t>
      </w:r>
      <w:r w:rsidR="00E275C9">
        <w:rPr>
          <w:rtl/>
        </w:rPr>
        <w:t>ی</w:t>
      </w:r>
      <w:r>
        <w:rPr>
          <w:rtl/>
        </w:rPr>
        <w:t>لى هم ذكر و نظر</w:t>
      </w:r>
      <w:r w:rsidR="00E275C9">
        <w:rPr>
          <w:rtl/>
        </w:rPr>
        <w:t>ی</w:t>
      </w:r>
      <w:r>
        <w:rPr>
          <w:rtl/>
        </w:rPr>
        <w:t>ات</w:t>
      </w:r>
      <w:r w:rsidR="0020655A">
        <w:rPr>
          <w:rtl/>
        </w:rPr>
        <w:t xml:space="preserve">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گران را رد مى كنند</w:t>
      </w:r>
      <w:r w:rsidR="00E275C9">
        <w:rPr>
          <w:rtl/>
        </w:rPr>
        <w:t xml:space="preserve">؛ </w:t>
      </w:r>
      <w:r>
        <w:rPr>
          <w:rtl/>
        </w:rPr>
        <w:t>مثلاً آنانكه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 شام را مدفن او مى دانند</w:t>
      </w:r>
      <w:r w:rsidR="00E275C9">
        <w:rPr>
          <w:rtl/>
        </w:rPr>
        <w:t xml:space="preserve">، </w:t>
      </w:r>
      <w:r>
        <w:rPr>
          <w:rtl/>
        </w:rPr>
        <w:t>مى گو</w:t>
      </w:r>
      <w:r w:rsidR="00E275C9">
        <w:rPr>
          <w:rtl/>
        </w:rPr>
        <w:t>ی</w:t>
      </w:r>
      <w:r>
        <w:rPr>
          <w:rtl/>
        </w:rPr>
        <w:t>ند</w:t>
      </w:r>
      <w:r w:rsidR="00E275C9">
        <w:rPr>
          <w:rtl/>
        </w:rPr>
        <w:t xml:space="preserve">: </w:t>
      </w:r>
      <w:r>
        <w:rPr>
          <w:rtl/>
        </w:rPr>
        <w:t>«ز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 مصر» درست است كه در آن «ز</w:t>
      </w:r>
      <w:r w:rsidR="00E275C9">
        <w:rPr>
          <w:rtl/>
        </w:rPr>
        <w:t>ی</w:t>
      </w:r>
      <w:r>
        <w:rPr>
          <w:rtl/>
        </w:rPr>
        <w:t>نب بنت على بن اب</w:t>
      </w:r>
      <w:r w:rsidR="00E275C9">
        <w:rPr>
          <w:rtl/>
        </w:rPr>
        <w:t>ی</w:t>
      </w:r>
      <w:r>
        <w:rPr>
          <w:rtl/>
        </w:rPr>
        <w:t>طالب» است ولى ا</w:t>
      </w:r>
      <w:r w:rsidR="00E275C9">
        <w:rPr>
          <w:rtl/>
        </w:rPr>
        <w:t>ی</w:t>
      </w:r>
      <w:r>
        <w:rPr>
          <w:rtl/>
        </w:rPr>
        <w:t>ن «ز</w:t>
      </w:r>
      <w:r w:rsidR="00E275C9">
        <w:rPr>
          <w:rtl/>
        </w:rPr>
        <w:t>ی</w:t>
      </w:r>
      <w:r>
        <w:rPr>
          <w:rtl/>
        </w:rPr>
        <w:t>نب» از همسران د</w:t>
      </w:r>
      <w:r w:rsidR="00E275C9">
        <w:rPr>
          <w:rtl/>
        </w:rPr>
        <w:t>ی</w:t>
      </w:r>
      <w:r>
        <w:rPr>
          <w:rtl/>
        </w:rPr>
        <w:t>گر آن جناب مى باشد</w:t>
      </w:r>
      <w:r w:rsidR="00E275C9">
        <w:rPr>
          <w:rtl/>
        </w:rPr>
        <w:t xml:space="preserve">، </w:t>
      </w:r>
      <w:r>
        <w:rPr>
          <w:rtl/>
        </w:rPr>
        <w:t xml:space="preserve">نه از حضرت زهرا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</w:t>
      </w:r>
      <w:r w:rsidR="00E275C9">
        <w:rPr>
          <w:rtl/>
        </w:rPr>
        <w:t>ی</w:t>
      </w:r>
      <w:r>
        <w:rPr>
          <w:rtl/>
        </w:rPr>
        <w:t>عنى وى</w:t>
      </w:r>
      <w:r w:rsidR="00E275C9">
        <w:rPr>
          <w:rtl/>
        </w:rPr>
        <w:t xml:space="preserve">، </w:t>
      </w:r>
      <w:r>
        <w:rPr>
          <w:rtl/>
        </w:rPr>
        <w:t>خواهر پدرى حضرت ز</w:t>
      </w:r>
      <w:r w:rsidR="00E275C9">
        <w:rPr>
          <w:rtl/>
        </w:rPr>
        <w:t>ی</w:t>
      </w:r>
      <w:r>
        <w:rPr>
          <w:rtl/>
        </w:rPr>
        <w:t>نب كبرى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گروهى د</w:t>
      </w:r>
      <w:r w:rsidR="00E275C9">
        <w:rPr>
          <w:rtl/>
        </w:rPr>
        <w:t>ی</w:t>
      </w:r>
      <w:r>
        <w:rPr>
          <w:rtl/>
        </w:rPr>
        <w:t>گر مى گو</w:t>
      </w:r>
      <w:r w:rsidR="00E275C9">
        <w:rPr>
          <w:rtl/>
        </w:rPr>
        <w:t>ی</w:t>
      </w:r>
      <w:r>
        <w:rPr>
          <w:rtl/>
        </w:rPr>
        <w:t>ند</w:t>
      </w:r>
      <w:r w:rsidR="00E275C9">
        <w:rPr>
          <w:rtl/>
        </w:rPr>
        <w:t xml:space="preserve">: </w:t>
      </w:r>
      <w:r>
        <w:rPr>
          <w:rtl/>
        </w:rPr>
        <w:t>او «ز</w:t>
      </w:r>
      <w:r w:rsidR="00E275C9">
        <w:rPr>
          <w:rtl/>
        </w:rPr>
        <w:t>ی</w:t>
      </w:r>
      <w:r>
        <w:rPr>
          <w:rtl/>
        </w:rPr>
        <w:t xml:space="preserve">نب بنت </w:t>
      </w:r>
      <w:r w:rsidR="00E275C9">
        <w:rPr>
          <w:rtl/>
        </w:rPr>
        <w:t>ی</w:t>
      </w:r>
      <w:r>
        <w:rPr>
          <w:rtl/>
        </w:rPr>
        <w:t>ح</w:t>
      </w:r>
      <w:r w:rsidR="00E275C9">
        <w:rPr>
          <w:rtl/>
        </w:rPr>
        <w:t>ی</w:t>
      </w:r>
      <w:r>
        <w:rPr>
          <w:rtl/>
        </w:rPr>
        <w:t>ى» است</w:t>
      </w:r>
      <w:r w:rsidR="00E275C9">
        <w:rPr>
          <w:rtl/>
        </w:rPr>
        <w:t xml:space="preserve">. </w:t>
      </w:r>
      <w:r>
        <w:rPr>
          <w:rtl/>
        </w:rPr>
        <w:t>آن دسته هم كه مى پسندند «ز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 مصر» از آن وى باشد</w:t>
      </w:r>
      <w:r w:rsidR="00E275C9">
        <w:rPr>
          <w:rtl/>
        </w:rPr>
        <w:t xml:space="preserve">، </w:t>
      </w:r>
      <w:r>
        <w:rPr>
          <w:rtl/>
        </w:rPr>
        <w:t>با دلا</w:t>
      </w:r>
      <w:r w:rsidR="00E275C9">
        <w:rPr>
          <w:rtl/>
        </w:rPr>
        <w:t>ی</w:t>
      </w:r>
      <w:r>
        <w:rPr>
          <w:rtl/>
        </w:rPr>
        <w:t>ل فراوان</w:t>
      </w:r>
      <w:r w:rsidR="00E275C9">
        <w:rPr>
          <w:rtl/>
        </w:rPr>
        <w:t xml:space="preserve">، </w:t>
      </w:r>
      <w:r>
        <w:rPr>
          <w:rtl/>
        </w:rPr>
        <w:t>رفتن حضرت ز</w:t>
      </w:r>
      <w:r w:rsidR="00E275C9">
        <w:rPr>
          <w:rtl/>
        </w:rPr>
        <w:t>ی</w:t>
      </w:r>
      <w:r>
        <w:rPr>
          <w:rtl/>
        </w:rPr>
        <w:t>نب به شام را رد مى كنند و مى گو</w:t>
      </w:r>
      <w:r w:rsidR="00E275C9">
        <w:rPr>
          <w:rtl/>
        </w:rPr>
        <w:t>ی</w:t>
      </w:r>
      <w:r>
        <w:rPr>
          <w:rtl/>
        </w:rPr>
        <w:t>ند</w:t>
      </w:r>
      <w:r w:rsidR="00E275C9">
        <w:rPr>
          <w:rtl/>
        </w:rPr>
        <w:t xml:space="preserve">: </w:t>
      </w:r>
      <w:r>
        <w:rPr>
          <w:rtl/>
        </w:rPr>
        <w:t>با وجود د</w:t>
      </w:r>
      <w:r w:rsidR="00E275C9">
        <w:rPr>
          <w:rtl/>
        </w:rPr>
        <w:t>ی</w:t>
      </w:r>
      <w:r>
        <w:rPr>
          <w:rtl/>
        </w:rPr>
        <w:t>دن آن همه مصا</w:t>
      </w:r>
      <w:r w:rsidR="00E275C9">
        <w:rPr>
          <w:rtl/>
        </w:rPr>
        <w:t>ی</w:t>
      </w:r>
      <w:r>
        <w:rPr>
          <w:rtl/>
        </w:rPr>
        <w:t>ب</w:t>
      </w:r>
      <w:r w:rsidR="00E275C9">
        <w:rPr>
          <w:rtl/>
        </w:rPr>
        <w:t xml:space="preserve">، </w:t>
      </w:r>
      <w:r>
        <w:rPr>
          <w:rtl/>
        </w:rPr>
        <w:t>امكان نداشته آن حضرت رغبت رفتن به شام را كند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گروه د</w:t>
      </w:r>
      <w:r w:rsidR="00E275C9">
        <w:rPr>
          <w:rtl/>
        </w:rPr>
        <w:t>ی</w:t>
      </w:r>
      <w:r>
        <w:rPr>
          <w:rtl/>
        </w:rPr>
        <w:t>گرى ن</w:t>
      </w:r>
      <w:r w:rsidR="00E275C9">
        <w:rPr>
          <w:rtl/>
        </w:rPr>
        <w:t>ی</w:t>
      </w:r>
      <w:r>
        <w:rPr>
          <w:rtl/>
        </w:rPr>
        <w:t>ز بر ا</w:t>
      </w:r>
      <w:r w:rsidR="00E275C9">
        <w:rPr>
          <w:rtl/>
        </w:rPr>
        <w:t>ی</w:t>
      </w:r>
      <w:r>
        <w:rPr>
          <w:rtl/>
        </w:rPr>
        <w:t>ن عق</w:t>
      </w:r>
      <w:r w:rsidR="00E275C9">
        <w:rPr>
          <w:rtl/>
        </w:rPr>
        <w:t>ی</w:t>
      </w:r>
      <w:r>
        <w:rPr>
          <w:rtl/>
        </w:rPr>
        <w:t>ده اند كه بعد از «واقعه حرّه» و نهب و غارت و كشتار مردم مد</w:t>
      </w:r>
      <w:r w:rsidR="00E275C9">
        <w:rPr>
          <w:rtl/>
        </w:rPr>
        <w:t>ی</w:t>
      </w:r>
      <w:r>
        <w:rPr>
          <w:rtl/>
        </w:rPr>
        <w:t xml:space="preserve">نه در سال </w:t>
      </w:r>
      <w:r w:rsidR="00883263">
        <w:rPr>
          <w:rtl/>
        </w:rPr>
        <w:t>63</w:t>
      </w:r>
      <w:r>
        <w:rPr>
          <w:rtl/>
        </w:rPr>
        <w:t xml:space="preserve"> هجرى</w:t>
      </w:r>
      <w:r w:rsidR="00E275C9">
        <w:rPr>
          <w:rtl/>
        </w:rPr>
        <w:t xml:space="preserve">، </w:t>
      </w:r>
      <w:r>
        <w:rPr>
          <w:rtl/>
        </w:rPr>
        <w:t>جناب «عبداللّه بن جعفر» شوهر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وقتى د</w:t>
      </w:r>
      <w:r w:rsidR="00E275C9">
        <w:rPr>
          <w:rtl/>
        </w:rPr>
        <w:t>ی</w:t>
      </w:r>
      <w:r>
        <w:rPr>
          <w:rtl/>
        </w:rPr>
        <w:t>د كه جناب</w:t>
      </w:r>
      <w:r w:rsidR="00E275C9">
        <w:rPr>
          <w:rtl/>
        </w:rPr>
        <w:t xml:space="preserve">، </w:t>
      </w:r>
      <w:r>
        <w:rPr>
          <w:rtl/>
        </w:rPr>
        <w:t>سخت متاءلم است و از سو</w:t>
      </w:r>
      <w:r w:rsidR="00E275C9">
        <w:rPr>
          <w:rtl/>
        </w:rPr>
        <w:t>ی</w:t>
      </w:r>
      <w:r>
        <w:rPr>
          <w:rtl/>
        </w:rPr>
        <w:t>ى در مد</w:t>
      </w:r>
      <w:r w:rsidR="00E275C9">
        <w:rPr>
          <w:rtl/>
        </w:rPr>
        <w:t>ی</w:t>
      </w:r>
      <w:r>
        <w:rPr>
          <w:rtl/>
        </w:rPr>
        <w:t>نه هم وبا و طاعون پ</w:t>
      </w:r>
      <w:r w:rsidR="00E275C9">
        <w:rPr>
          <w:rtl/>
        </w:rPr>
        <w:t>ی</w:t>
      </w:r>
      <w:r>
        <w:rPr>
          <w:rtl/>
        </w:rPr>
        <w:t>دا شده بود</w:t>
      </w:r>
      <w:r w:rsidR="00E275C9">
        <w:rPr>
          <w:rtl/>
        </w:rPr>
        <w:t xml:space="preserve">، </w:t>
      </w:r>
      <w:r>
        <w:rPr>
          <w:rtl/>
        </w:rPr>
        <w:t>با خانواده خو</w:t>
      </w:r>
      <w:r w:rsidR="00E275C9">
        <w:rPr>
          <w:rtl/>
        </w:rPr>
        <w:t>ی</w:t>
      </w:r>
      <w:r>
        <w:rPr>
          <w:rtl/>
        </w:rPr>
        <w:t xml:space="preserve">ش به </w:t>
      </w:r>
      <w:r w:rsidR="00E275C9">
        <w:rPr>
          <w:rtl/>
        </w:rPr>
        <w:t>یی</w:t>
      </w:r>
      <w:r>
        <w:rPr>
          <w:rtl/>
        </w:rPr>
        <w:t>لاقى كه در شام داشت</w:t>
      </w:r>
      <w:r w:rsidR="00E275C9">
        <w:rPr>
          <w:rtl/>
        </w:rPr>
        <w:t xml:space="preserve">، </w:t>
      </w:r>
      <w:r>
        <w:rPr>
          <w:rtl/>
        </w:rPr>
        <w:t>رفت</w:t>
      </w:r>
      <w:r w:rsidR="00E275C9">
        <w:rPr>
          <w:rtl/>
        </w:rPr>
        <w:t xml:space="preserve">. </w:t>
      </w:r>
      <w:r>
        <w:rPr>
          <w:rtl/>
        </w:rPr>
        <w:t>حضرت ز</w:t>
      </w:r>
      <w:r w:rsidR="00E275C9">
        <w:rPr>
          <w:rtl/>
        </w:rPr>
        <w:t>ی</w:t>
      </w:r>
      <w:r>
        <w:rPr>
          <w:rtl/>
        </w:rPr>
        <w:t>نب در آنجا مر</w:t>
      </w:r>
      <w:r w:rsidR="00E275C9">
        <w:rPr>
          <w:rtl/>
        </w:rPr>
        <w:t>ی</w:t>
      </w:r>
      <w:r>
        <w:rPr>
          <w:rtl/>
        </w:rPr>
        <w:t>ض شد و در هفت ك</w:t>
      </w:r>
      <w:r w:rsidR="00E275C9">
        <w:rPr>
          <w:rtl/>
        </w:rPr>
        <w:t>ی</w:t>
      </w:r>
      <w:r>
        <w:rPr>
          <w:rtl/>
        </w:rPr>
        <w:t>لومترى دمشق</w:t>
      </w:r>
      <w:r w:rsidR="00E275C9">
        <w:rPr>
          <w:rtl/>
        </w:rPr>
        <w:t xml:space="preserve">، </w:t>
      </w:r>
      <w:r>
        <w:rPr>
          <w:rtl/>
        </w:rPr>
        <w:t xml:space="preserve">در همان </w:t>
      </w:r>
      <w:r w:rsidR="00E275C9">
        <w:rPr>
          <w:rtl/>
        </w:rPr>
        <w:t>یی</w:t>
      </w:r>
      <w:r>
        <w:rPr>
          <w:rtl/>
        </w:rPr>
        <w:t>لاق كه اكنون «ز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ه» است</w:t>
      </w:r>
      <w:r w:rsidR="00E275C9">
        <w:rPr>
          <w:rtl/>
        </w:rPr>
        <w:t xml:space="preserve">، </w:t>
      </w:r>
      <w:r>
        <w:rPr>
          <w:rtl/>
        </w:rPr>
        <w:t>از دن</w:t>
      </w:r>
      <w:r w:rsidR="00E275C9">
        <w:rPr>
          <w:rtl/>
        </w:rPr>
        <w:t>ی</w:t>
      </w:r>
      <w:r>
        <w:rPr>
          <w:rtl/>
        </w:rPr>
        <w:t>ا رفت و همانجا به خاك سپرده شد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93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گروهى هم كه «مد</w:t>
      </w:r>
      <w:r w:rsidR="00E275C9">
        <w:rPr>
          <w:rtl/>
        </w:rPr>
        <w:t>ی</w:t>
      </w:r>
      <w:r>
        <w:rPr>
          <w:rtl/>
        </w:rPr>
        <w:t>نه» را محل دفن مى پسندند</w:t>
      </w:r>
      <w:r w:rsidR="00E275C9">
        <w:rPr>
          <w:rtl/>
        </w:rPr>
        <w:t xml:space="preserve">، </w:t>
      </w:r>
      <w:r>
        <w:rPr>
          <w:rtl/>
        </w:rPr>
        <w:t>مى گو</w:t>
      </w:r>
      <w:r w:rsidR="00E275C9">
        <w:rPr>
          <w:rtl/>
        </w:rPr>
        <w:t>ی</w:t>
      </w:r>
      <w:r>
        <w:rPr>
          <w:rtl/>
        </w:rPr>
        <w:t>ند</w:t>
      </w:r>
      <w:r w:rsidR="00E275C9">
        <w:rPr>
          <w:rtl/>
        </w:rPr>
        <w:t xml:space="preserve">: </w:t>
      </w:r>
      <w:r>
        <w:rPr>
          <w:rtl/>
        </w:rPr>
        <w:t>او بعد از «واقعه دلخراش كربلا» و ورود به مد</w:t>
      </w:r>
      <w:r w:rsidR="00E275C9">
        <w:rPr>
          <w:rtl/>
        </w:rPr>
        <w:t>ی</w:t>
      </w:r>
      <w:r>
        <w:rPr>
          <w:rtl/>
        </w:rPr>
        <w:t>نه</w:t>
      </w:r>
      <w:r w:rsidR="00E275C9">
        <w:rPr>
          <w:rtl/>
        </w:rPr>
        <w:t xml:space="preserve">، </w:t>
      </w:r>
      <w:r>
        <w:rPr>
          <w:rtl/>
        </w:rPr>
        <w:t>مدت ز</w:t>
      </w:r>
      <w:r w:rsidR="00E275C9">
        <w:rPr>
          <w:rtl/>
        </w:rPr>
        <w:t>ی</w:t>
      </w:r>
      <w:r>
        <w:rPr>
          <w:rtl/>
        </w:rPr>
        <w:t>ادى زندگى نكرده و از مد</w:t>
      </w:r>
      <w:r w:rsidR="00E275C9">
        <w:rPr>
          <w:rtl/>
        </w:rPr>
        <w:t>ی</w:t>
      </w:r>
      <w:r>
        <w:rPr>
          <w:rtl/>
        </w:rPr>
        <w:t>نه هم خارج نشده است و مخفى بودن قبرش را هم نظ</w:t>
      </w:r>
      <w:r w:rsidR="00E275C9">
        <w:rPr>
          <w:rtl/>
        </w:rPr>
        <w:t>ی</w:t>
      </w:r>
      <w:r>
        <w:rPr>
          <w:rtl/>
        </w:rPr>
        <w:t xml:space="preserve">ر اختفاى قبر مادرش حضرت زهرا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مى دانند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اما آنچه در ا</w:t>
      </w:r>
      <w:r w:rsidR="00E275C9">
        <w:rPr>
          <w:rtl/>
        </w:rPr>
        <w:t>ی</w:t>
      </w:r>
      <w:r>
        <w:rPr>
          <w:rtl/>
        </w:rPr>
        <w:t>ن م</w:t>
      </w:r>
      <w:r w:rsidR="00E275C9">
        <w:rPr>
          <w:rtl/>
        </w:rPr>
        <w:t>ی</w:t>
      </w:r>
      <w:r>
        <w:rPr>
          <w:rtl/>
        </w:rPr>
        <w:t>ان جالب مى نما</w:t>
      </w:r>
      <w:r w:rsidR="00E275C9">
        <w:rPr>
          <w:rtl/>
        </w:rPr>
        <w:t>ی</w:t>
      </w:r>
      <w:r>
        <w:rPr>
          <w:rtl/>
        </w:rPr>
        <w:t>د ا</w:t>
      </w:r>
      <w:r w:rsidR="00E275C9">
        <w:rPr>
          <w:rtl/>
        </w:rPr>
        <w:t>ی</w:t>
      </w:r>
      <w:r>
        <w:rPr>
          <w:rtl/>
        </w:rPr>
        <w:t xml:space="preserve">نكه همان طور كه خود او در سخنانش به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فرمود</w:t>
      </w:r>
      <w:r w:rsidR="00E275C9">
        <w:rPr>
          <w:rtl/>
        </w:rPr>
        <w:t xml:space="preserve">: </w:t>
      </w:r>
      <w:r>
        <w:rPr>
          <w:rtl/>
        </w:rPr>
        <w:t>«تو نمى توانى نام و آوازه ما را محو و نابود كنى»</w:t>
      </w:r>
      <w:r w:rsidR="00E275C9">
        <w:rPr>
          <w:rtl/>
        </w:rPr>
        <w:t xml:space="preserve">، </w:t>
      </w:r>
      <w:r>
        <w:rPr>
          <w:rtl/>
        </w:rPr>
        <w:t>عظمت مقام ا</w:t>
      </w:r>
      <w:r w:rsidR="00E275C9">
        <w:rPr>
          <w:rtl/>
        </w:rPr>
        <w:t>ی</w:t>
      </w:r>
      <w:r>
        <w:rPr>
          <w:rtl/>
        </w:rPr>
        <w:t>ن خاندان تا بدان پا</w:t>
      </w:r>
      <w:r w:rsidR="00E275C9">
        <w:rPr>
          <w:rtl/>
        </w:rPr>
        <w:t>ی</w:t>
      </w:r>
      <w:r>
        <w:rPr>
          <w:rtl/>
        </w:rPr>
        <w:t>ه است كه مردم هر مكانى مى كوشند آنان را به خود منصوب و نزد</w:t>
      </w:r>
      <w:r w:rsidR="00E275C9">
        <w:rPr>
          <w:rtl/>
        </w:rPr>
        <w:t>ی</w:t>
      </w:r>
      <w:r>
        <w:rPr>
          <w:rtl/>
        </w:rPr>
        <w:t>ك جلوه دهند</w:t>
      </w:r>
      <w:r w:rsidR="00E275C9">
        <w:rPr>
          <w:rtl/>
        </w:rPr>
        <w:t xml:space="preserve">. </w:t>
      </w:r>
      <w:r>
        <w:rPr>
          <w:rtl/>
        </w:rPr>
        <w:t>امروز</w:t>
      </w:r>
      <w:r w:rsidR="00E275C9">
        <w:rPr>
          <w:rtl/>
        </w:rPr>
        <w:t xml:space="preserve">، </w:t>
      </w:r>
      <w:r>
        <w:rPr>
          <w:rtl/>
        </w:rPr>
        <w:t>سه محل به نام مزار حضرت ز</w:t>
      </w:r>
      <w:r w:rsidR="00E275C9">
        <w:rPr>
          <w:rtl/>
        </w:rPr>
        <w:t>ی</w:t>
      </w:r>
      <w:r>
        <w:rPr>
          <w:rtl/>
        </w:rPr>
        <w:t>نب حدس زده مى شود كه دو مكان از آنها را روزانه</w:t>
      </w:r>
      <w:r w:rsidR="00E275C9">
        <w:rPr>
          <w:rtl/>
        </w:rPr>
        <w:t xml:space="preserve">، </w:t>
      </w:r>
      <w:r>
        <w:rPr>
          <w:rtl/>
        </w:rPr>
        <w:t>صدها و هزاران نفر</w:t>
      </w:r>
      <w:r w:rsidR="00E275C9">
        <w:rPr>
          <w:rtl/>
        </w:rPr>
        <w:t xml:space="preserve">، </w:t>
      </w:r>
      <w:r>
        <w:rPr>
          <w:rtl/>
        </w:rPr>
        <w:t>تبركا ز</w:t>
      </w:r>
      <w:r w:rsidR="00E275C9">
        <w:rPr>
          <w:rtl/>
        </w:rPr>
        <w:t>ی</w:t>
      </w:r>
      <w:r>
        <w:rPr>
          <w:rtl/>
        </w:rPr>
        <w:t>ارت مى كنند</w:t>
      </w:r>
      <w:r w:rsidR="00E275C9">
        <w:rPr>
          <w:rtl/>
        </w:rPr>
        <w:t xml:space="preserve">، </w:t>
      </w:r>
      <w:r>
        <w:rPr>
          <w:rtl/>
        </w:rPr>
        <w:t xml:space="preserve">ولى از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و پدرش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اثرى 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. </w:t>
      </w:r>
      <w:r>
        <w:rPr>
          <w:rtl/>
        </w:rPr>
        <w:t>و «مقام راءس الحس</w:t>
      </w:r>
      <w:r w:rsidR="00E275C9">
        <w:rPr>
          <w:rtl/>
        </w:rPr>
        <w:t>ی</w:t>
      </w:r>
      <w:r>
        <w:rPr>
          <w:rtl/>
        </w:rPr>
        <w:t>ن» را كودكان خردسال بوسه ارادت مى زنند و جا</w:t>
      </w:r>
      <w:r w:rsidR="00E275C9">
        <w:rPr>
          <w:rtl/>
        </w:rPr>
        <w:t>ی</w:t>
      </w:r>
      <w:r>
        <w:rPr>
          <w:rtl/>
        </w:rPr>
        <w:t xml:space="preserve">ى را كه روزى امام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آنجا سخنرانى كرده</w:t>
      </w:r>
      <w:r w:rsidR="00E275C9">
        <w:rPr>
          <w:rtl/>
        </w:rPr>
        <w:t xml:space="preserve">، </w:t>
      </w:r>
      <w:r>
        <w:rPr>
          <w:rtl/>
        </w:rPr>
        <w:t>محترم داشته</w:t>
      </w:r>
      <w:r w:rsidR="00E275C9">
        <w:rPr>
          <w:rtl/>
        </w:rPr>
        <w:t xml:space="preserve">، </w:t>
      </w:r>
      <w:r>
        <w:rPr>
          <w:rtl/>
        </w:rPr>
        <w:t>نگهدارى مى كنند و آثار مجد و عظمت خاندان رسالت</w:t>
      </w:r>
      <w:r w:rsidR="00E275C9">
        <w:rPr>
          <w:rtl/>
        </w:rPr>
        <w:t xml:space="preserve">، </w:t>
      </w:r>
      <w:r>
        <w:rPr>
          <w:rtl/>
        </w:rPr>
        <w:t>هر روز ب</w:t>
      </w:r>
      <w:r w:rsidR="00E275C9">
        <w:rPr>
          <w:rtl/>
        </w:rPr>
        <w:t>ی</w:t>
      </w:r>
      <w:r>
        <w:rPr>
          <w:rtl/>
        </w:rPr>
        <w:t>شتر از روز قبل است</w:t>
      </w:r>
      <w:r w:rsidR="00E275C9">
        <w:rPr>
          <w:rtl/>
        </w:rPr>
        <w:t xml:space="preserve">. 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t>من بس</w:t>
      </w:r>
      <w:r w:rsidR="00E275C9">
        <w:rPr>
          <w:rtl/>
        </w:rPr>
        <w:t>ی</w:t>
      </w:r>
      <w:r>
        <w:rPr>
          <w:rtl/>
        </w:rPr>
        <w:t>ار علاقه مند بودم كه بتوانم ثابت كنم مرقد مطهر وى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 اطراف دمشق است</w:t>
      </w:r>
      <w:r w:rsidR="00E275C9">
        <w:rPr>
          <w:rtl/>
        </w:rPr>
        <w:t xml:space="preserve">، </w:t>
      </w:r>
      <w:r>
        <w:rPr>
          <w:rtl/>
        </w:rPr>
        <w:t>ولى هنوز در اظهار نظر قطعى خود</w:t>
      </w:r>
      <w:r w:rsidR="00E275C9">
        <w:rPr>
          <w:rtl/>
        </w:rPr>
        <w:t xml:space="preserve">، </w:t>
      </w:r>
      <w:r>
        <w:rPr>
          <w:rtl/>
        </w:rPr>
        <w:t>ترد</w:t>
      </w:r>
      <w:r w:rsidR="00E275C9">
        <w:rPr>
          <w:rtl/>
        </w:rPr>
        <w:t>ی</w:t>
      </w:r>
      <w:r>
        <w:rPr>
          <w:rtl/>
        </w:rPr>
        <w:t>د دارم</w:t>
      </w:r>
      <w:r w:rsidR="00E275C9">
        <w:rPr>
          <w:rtl/>
        </w:rPr>
        <w:t xml:space="preserve">، </w:t>
      </w:r>
      <w:r>
        <w:rPr>
          <w:rtl/>
        </w:rPr>
        <w:t>لذا اى خواننده عز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 xml:space="preserve">! </w:t>
      </w:r>
      <w:r>
        <w:rPr>
          <w:rtl/>
        </w:rPr>
        <w:t>تو هركدام از ا</w:t>
      </w:r>
      <w:r w:rsidR="00E275C9">
        <w:rPr>
          <w:rtl/>
        </w:rPr>
        <w:t>ی</w:t>
      </w:r>
      <w:r>
        <w:rPr>
          <w:rtl/>
        </w:rPr>
        <w:t>ن سه مكان را كه مى خواهى مزار مطهرش بدان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«بعد منزل نبود در سفر روحانى»</w:t>
      </w:r>
      <w:r w:rsidR="00E275C9">
        <w:rPr>
          <w:rtl/>
        </w:rPr>
        <w:t xml:space="preserve">. </w:t>
      </w:r>
    </w:p>
    <w:p w:rsidR="00134B66" w:rsidRDefault="00342FB8" w:rsidP="000C2D46">
      <w:pPr>
        <w:pStyle w:val="Heading2"/>
        <w:rPr>
          <w:rtl/>
        </w:rPr>
      </w:pPr>
      <w:r>
        <w:rPr>
          <w:rtl/>
          <w:lang w:bidi="fa-IR"/>
        </w:rPr>
        <w:br w:type="page"/>
      </w:r>
      <w:bookmarkStart w:id="12" w:name="_Toc425238181"/>
      <w:r w:rsidR="00134B66">
        <w:rPr>
          <w:rtl/>
        </w:rPr>
        <w:lastRenderedPageBreak/>
        <w:t>فرجام جنا</w:t>
      </w:r>
      <w:r w:rsidR="00E275C9">
        <w:rPr>
          <w:rtl/>
        </w:rPr>
        <w:t>ی</w:t>
      </w:r>
      <w:r w:rsidR="00134B66">
        <w:rPr>
          <w:rtl/>
        </w:rPr>
        <w:t>تكاران</w:t>
      </w:r>
      <w:bookmarkEnd w:id="12"/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 صفحات گذشته 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م كه بعد از شهادت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</w:t>
      </w:r>
      <w:r w:rsidR="00E275C9">
        <w:rPr>
          <w:rtl/>
        </w:rPr>
        <w:t>ی</w:t>
      </w:r>
      <w:r>
        <w:rPr>
          <w:rtl/>
        </w:rPr>
        <w:t>اران فداكارش</w:t>
      </w:r>
      <w:r w:rsidR="00E275C9">
        <w:rPr>
          <w:rtl/>
        </w:rPr>
        <w:t xml:space="preserve">، </w:t>
      </w:r>
      <w:r>
        <w:rPr>
          <w:rtl/>
        </w:rPr>
        <w:t>اهل ب</w:t>
      </w:r>
      <w:r w:rsidR="00E275C9">
        <w:rPr>
          <w:rtl/>
        </w:rPr>
        <w:t>ی</w:t>
      </w:r>
      <w:r>
        <w:rPr>
          <w:rtl/>
        </w:rPr>
        <w:t xml:space="preserve">ت طهارت </w:t>
      </w:r>
      <w:r w:rsidR="0020655A" w:rsidRPr="0020655A">
        <w:rPr>
          <w:rStyle w:val="libAlaemChar"/>
          <w:rtl/>
        </w:rPr>
        <w:t>عليهم‌السلام</w:t>
      </w:r>
      <w:r>
        <w:rPr>
          <w:rtl/>
        </w:rPr>
        <w:t xml:space="preserve"> را به حالت اس</w:t>
      </w:r>
      <w:r w:rsidR="00E275C9">
        <w:rPr>
          <w:rtl/>
        </w:rPr>
        <w:t>ی</w:t>
      </w:r>
      <w:r>
        <w:rPr>
          <w:rtl/>
        </w:rPr>
        <w:t>رى از كربلا به كوفه و سپس به شام بردند و بعد از آزادى</w:t>
      </w:r>
      <w:r w:rsidR="00E275C9">
        <w:rPr>
          <w:rtl/>
        </w:rPr>
        <w:t xml:space="preserve">، </w:t>
      </w:r>
      <w:r>
        <w:rPr>
          <w:rtl/>
        </w:rPr>
        <w:t>از طر</w:t>
      </w:r>
      <w:r w:rsidR="00E275C9">
        <w:rPr>
          <w:rtl/>
        </w:rPr>
        <w:t>ی</w:t>
      </w:r>
      <w:r>
        <w:rPr>
          <w:rtl/>
        </w:rPr>
        <w:t>ق كربلا</w:t>
      </w:r>
      <w:r w:rsidR="00E275C9">
        <w:rPr>
          <w:rtl/>
        </w:rPr>
        <w:t xml:space="preserve">، </w:t>
      </w:r>
      <w:r>
        <w:rPr>
          <w:rtl/>
        </w:rPr>
        <w:t>راهى مد</w:t>
      </w:r>
      <w:r w:rsidR="00E275C9">
        <w:rPr>
          <w:rtl/>
        </w:rPr>
        <w:t>ی</w:t>
      </w:r>
      <w:r>
        <w:rPr>
          <w:rtl/>
        </w:rPr>
        <w:t>نه شدند و در ا</w:t>
      </w:r>
      <w:r w:rsidR="00E275C9">
        <w:rPr>
          <w:rtl/>
        </w:rPr>
        <w:t>ی</w:t>
      </w:r>
      <w:r>
        <w:rPr>
          <w:rtl/>
        </w:rPr>
        <w:t>ن سفر</w:t>
      </w:r>
      <w:r w:rsidR="00E275C9">
        <w:rPr>
          <w:rtl/>
        </w:rPr>
        <w:t xml:space="preserve">، </w:t>
      </w:r>
      <w:r>
        <w:rPr>
          <w:rtl/>
        </w:rPr>
        <w:t xml:space="preserve">تنى چند از بازماندگان خاندان رسالت از جمله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جهت افشاى مظالم بنى ام</w:t>
      </w:r>
      <w:r w:rsidR="00E275C9">
        <w:rPr>
          <w:rtl/>
        </w:rPr>
        <w:t>ی</w:t>
      </w:r>
      <w:r>
        <w:rPr>
          <w:rtl/>
        </w:rPr>
        <w:t>ه و ب</w:t>
      </w:r>
      <w:r w:rsidR="00E275C9">
        <w:rPr>
          <w:rtl/>
        </w:rPr>
        <w:t>ی</w:t>
      </w:r>
      <w:r>
        <w:rPr>
          <w:rtl/>
        </w:rPr>
        <w:t>دارى مردم</w:t>
      </w:r>
      <w:r w:rsidR="00E275C9">
        <w:rPr>
          <w:rtl/>
        </w:rPr>
        <w:t xml:space="preserve">، </w:t>
      </w:r>
      <w:r>
        <w:rPr>
          <w:rtl/>
        </w:rPr>
        <w:t>خطبه هاى آتش</w:t>
      </w:r>
      <w:r w:rsidR="00E275C9">
        <w:rPr>
          <w:rtl/>
        </w:rPr>
        <w:t>ی</w:t>
      </w:r>
      <w:r>
        <w:rPr>
          <w:rtl/>
        </w:rPr>
        <w:t>نى ا</w:t>
      </w:r>
      <w:r w:rsidR="00E275C9">
        <w:rPr>
          <w:rtl/>
        </w:rPr>
        <w:t>ی</w:t>
      </w:r>
      <w:r>
        <w:rPr>
          <w:rtl/>
        </w:rPr>
        <w:t>راد فرمودند</w:t>
      </w:r>
      <w:r w:rsidR="00E275C9">
        <w:rPr>
          <w:rtl/>
        </w:rPr>
        <w:t xml:space="preserve">. </w:t>
      </w:r>
      <w:r>
        <w:rPr>
          <w:rtl/>
        </w:rPr>
        <w:t>حال خوب است بررسى كن</w:t>
      </w:r>
      <w:r w:rsidR="00E275C9">
        <w:rPr>
          <w:rtl/>
        </w:rPr>
        <w:t>ی</w:t>
      </w:r>
      <w:r>
        <w:rPr>
          <w:rtl/>
        </w:rPr>
        <w:t>م و به داورى بنش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>ی</w:t>
      </w:r>
      <w:r>
        <w:rPr>
          <w:rtl/>
        </w:rPr>
        <w:t>م كه ا</w:t>
      </w:r>
      <w:r w:rsidR="00E275C9">
        <w:rPr>
          <w:rtl/>
        </w:rPr>
        <w:t>ی</w:t>
      </w:r>
      <w:r>
        <w:rPr>
          <w:rtl/>
        </w:rPr>
        <w:t>ن كاروان</w:t>
      </w:r>
      <w:r w:rsidR="00E275C9">
        <w:rPr>
          <w:rtl/>
        </w:rPr>
        <w:t xml:space="preserve">، </w:t>
      </w:r>
      <w:r>
        <w:rPr>
          <w:rtl/>
        </w:rPr>
        <w:t>رسالت خود را چگونه به انجام 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؟ </w:t>
      </w:r>
      <w:r>
        <w:rPr>
          <w:rtl/>
        </w:rPr>
        <w:t>و بو</w:t>
      </w:r>
      <w:r w:rsidR="00E275C9">
        <w:rPr>
          <w:rtl/>
        </w:rPr>
        <w:t>ی</w:t>
      </w:r>
      <w:r>
        <w:rPr>
          <w:rtl/>
        </w:rPr>
        <w:t>ژه نقش حضرت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چگونه بود</w:t>
      </w:r>
      <w:r w:rsidR="00E275C9">
        <w:rPr>
          <w:rtl/>
        </w:rPr>
        <w:t xml:space="preserve">؟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ا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توانست </w:t>
      </w:r>
      <w:r w:rsidR="00640024">
        <w:rPr>
          <w:rtl/>
        </w:rPr>
        <w:t>مأمور</w:t>
      </w:r>
      <w:r w:rsidR="00E275C9">
        <w:rPr>
          <w:rtl/>
        </w:rPr>
        <w:t>ی</w:t>
      </w:r>
      <w:r>
        <w:rPr>
          <w:rtl/>
        </w:rPr>
        <w:t>تى را كه در آن برهه خاص به عهده اش گذاشته شده بود</w:t>
      </w:r>
      <w:r w:rsidR="00E275C9">
        <w:rPr>
          <w:rtl/>
        </w:rPr>
        <w:t xml:space="preserve">، </w:t>
      </w:r>
      <w:r>
        <w:rPr>
          <w:rtl/>
        </w:rPr>
        <w:t>به خوبى انجام دهد</w:t>
      </w:r>
      <w:r w:rsidR="00E275C9">
        <w:rPr>
          <w:rtl/>
        </w:rPr>
        <w:t xml:space="preserve">؟ </w:t>
      </w:r>
      <w:r>
        <w:rPr>
          <w:rtl/>
        </w:rPr>
        <w:t>و آ</w:t>
      </w:r>
      <w:r w:rsidR="00E275C9">
        <w:rPr>
          <w:rtl/>
        </w:rPr>
        <w:t>ی</w:t>
      </w:r>
      <w:r>
        <w:rPr>
          <w:rtl/>
        </w:rPr>
        <w:t>ا او فقط از كربلا به شام و از شام به مد</w:t>
      </w:r>
      <w:r w:rsidR="00E275C9">
        <w:rPr>
          <w:rtl/>
        </w:rPr>
        <w:t>ی</w:t>
      </w:r>
      <w:r>
        <w:rPr>
          <w:rtl/>
        </w:rPr>
        <w:t>نه همراه بازماندگان اهل ب</w:t>
      </w:r>
      <w:r w:rsidR="00E275C9">
        <w:rPr>
          <w:rtl/>
        </w:rPr>
        <w:t>ی</w:t>
      </w:r>
      <w:r>
        <w:rPr>
          <w:rtl/>
        </w:rPr>
        <w:t>ت</w:t>
      </w:r>
      <w:r w:rsidR="00E275C9">
        <w:rPr>
          <w:rtl/>
        </w:rPr>
        <w:t xml:space="preserve">، </w:t>
      </w:r>
      <w:r>
        <w:rPr>
          <w:rtl/>
        </w:rPr>
        <w:t>سفرى غم انگ</w:t>
      </w:r>
      <w:r w:rsidR="00E275C9">
        <w:rPr>
          <w:rtl/>
        </w:rPr>
        <w:t>ی</w:t>
      </w:r>
      <w:r>
        <w:rPr>
          <w:rtl/>
        </w:rPr>
        <w:t>ز و سراسر رنج و زحمت را سپرى كرد و با ا</w:t>
      </w:r>
      <w:r w:rsidR="00E275C9">
        <w:rPr>
          <w:rtl/>
        </w:rPr>
        <w:t>ی</w:t>
      </w:r>
      <w:r>
        <w:rPr>
          <w:rtl/>
        </w:rPr>
        <w:t>راد چند خطبه به طور موقت</w:t>
      </w:r>
      <w:r w:rsidR="00E275C9">
        <w:rPr>
          <w:rtl/>
        </w:rPr>
        <w:t xml:space="preserve">، </w:t>
      </w:r>
      <w:r>
        <w:rPr>
          <w:rtl/>
        </w:rPr>
        <w:t>مردم چند شهر را متاءثر كرد و هم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>؟ ی</w:t>
      </w:r>
      <w:r>
        <w:rPr>
          <w:rtl/>
        </w:rPr>
        <w:t>ا ا</w:t>
      </w:r>
      <w:r w:rsidR="00E275C9">
        <w:rPr>
          <w:rtl/>
        </w:rPr>
        <w:t>ی</w:t>
      </w:r>
      <w:r>
        <w:rPr>
          <w:rtl/>
        </w:rPr>
        <w:t>نكه عظمت رسالت او ب</w:t>
      </w:r>
      <w:r w:rsidR="00E275C9">
        <w:rPr>
          <w:rtl/>
        </w:rPr>
        <w:t>ی</w:t>
      </w:r>
      <w:r>
        <w:rPr>
          <w:rtl/>
        </w:rPr>
        <w:t>شتر از ا</w:t>
      </w:r>
      <w:r w:rsidR="00E275C9">
        <w:rPr>
          <w:rtl/>
        </w:rPr>
        <w:t>ی</w:t>
      </w:r>
      <w:r>
        <w:rPr>
          <w:rtl/>
        </w:rPr>
        <w:t>نهاست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د گفت كه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ا</w:t>
      </w:r>
      <w:r w:rsidR="00E275C9">
        <w:rPr>
          <w:rtl/>
        </w:rPr>
        <w:t>ی</w:t>
      </w:r>
      <w:r>
        <w:rPr>
          <w:rtl/>
        </w:rPr>
        <w:t>ن پ</w:t>
      </w:r>
      <w:r w:rsidR="00E275C9">
        <w:rPr>
          <w:rtl/>
        </w:rPr>
        <w:t>ی</w:t>
      </w:r>
      <w:r>
        <w:rPr>
          <w:rtl/>
        </w:rPr>
        <w:t>امبر خون شه</w:t>
      </w:r>
      <w:r w:rsidR="00E275C9">
        <w:rPr>
          <w:rtl/>
        </w:rPr>
        <w:t>ی</w:t>
      </w:r>
      <w:r>
        <w:rPr>
          <w:rtl/>
        </w:rPr>
        <w:t>دان</w:t>
      </w:r>
      <w:r w:rsidR="00E275C9">
        <w:rPr>
          <w:rtl/>
        </w:rPr>
        <w:t xml:space="preserve">، </w:t>
      </w:r>
      <w:r>
        <w:rPr>
          <w:rtl/>
        </w:rPr>
        <w:t>ادامه دهنده راه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اح</w:t>
      </w:r>
      <w:r w:rsidR="00E275C9">
        <w:rPr>
          <w:rtl/>
        </w:rPr>
        <w:t>ی</w:t>
      </w:r>
      <w:r>
        <w:rPr>
          <w:rtl/>
        </w:rPr>
        <w:t>اى اسلام است</w:t>
      </w:r>
      <w:r w:rsidR="00E275C9">
        <w:rPr>
          <w:rtl/>
        </w:rPr>
        <w:t xml:space="preserve">.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نشان داد كه زن مى تواند به موازات مرد</w:t>
      </w:r>
      <w:r w:rsidR="00E275C9">
        <w:rPr>
          <w:rtl/>
        </w:rPr>
        <w:t xml:space="preserve">، </w:t>
      </w:r>
      <w:r>
        <w:rPr>
          <w:rtl/>
        </w:rPr>
        <w:t>در سازندگى جامعه</w:t>
      </w:r>
      <w:r w:rsidR="00E275C9">
        <w:rPr>
          <w:rtl/>
        </w:rPr>
        <w:t xml:space="preserve">، </w:t>
      </w:r>
      <w:r>
        <w:rPr>
          <w:rtl/>
        </w:rPr>
        <w:t>نقشى داشته باشد</w:t>
      </w:r>
      <w:r w:rsidR="00E275C9">
        <w:rPr>
          <w:rtl/>
        </w:rPr>
        <w:t xml:space="preserve">. </w:t>
      </w: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ن و</w:t>
      </w:r>
      <w:r w:rsidR="00E275C9">
        <w:rPr>
          <w:rtl/>
        </w:rPr>
        <w:t>ی</w:t>
      </w:r>
      <w:r>
        <w:rPr>
          <w:rtl/>
        </w:rPr>
        <w:t>ژگى</w:t>
      </w:r>
      <w:r w:rsidR="0020655A">
        <w:rPr>
          <w:rtl/>
        </w:rPr>
        <w:t xml:space="preserve"> </w:t>
      </w:r>
      <w:r>
        <w:rPr>
          <w:rtl/>
        </w:rPr>
        <w:t>از آن اسلام است كه هم</w:t>
      </w:r>
      <w:r w:rsidR="00E275C9">
        <w:rPr>
          <w:rtl/>
        </w:rPr>
        <w:t>ی</w:t>
      </w:r>
      <w:r>
        <w:rPr>
          <w:rtl/>
        </w:rPr>
        <w:t>شه زنهاى بزرگى در كنار مردان بزرگ تار</w:t>
      </w:r>
      <w:r w:rsidR="00E275C9">
        <w:rPr>
          <w:rtl/>
        </w:rPr>
        <w:t>ی</w:t>
      </w:r>
      <w:r>
        <w:rPr>
          <w:rtl/>
        </w:rPr>
        <w:t>خ اسلام</w:t>
      </w:r>
      <w:r w:rsidR="00E275C9">
        <w:rPr>
          <w:rtl/>
        </w:rPr>
        <w:t xml:space="preserve">، </w:t>
      </w:r>
      <w:r>
        <w:rPr>
          <w:rtl/>
        </w:rPr>
        <w:t>قرار داشته اند</w:t>
      </w:r>
      <w:r w:rsidR="00E275C9">
        <w:rPr>
          <w:rtl/>
        </w:rPr>
        <w:t xml:space="preserve">. </w:t>
      </w:r>
    </w:p>
    <w:p w:rsidR="00134B66" w:rsidRDefault="00134B66" w:rsidP="000C2D46">
      <w:pPr>
        <w:pStyle w:val="libNormal"/>
        <w:rPr>
          <w:rtl/>
        </w:rPr>
      </w:pPr>
      <w:r>
        <w:rPr>
          <w:rtl/>
        </w:rPr>
        <w:t>اول</w:t>
      </w:r>
      <w:r w:rsidR="00E275C9">
        <w:rPr>
          <w:rtl/>
        </w:rPr>
        <w:t>ی</w:t>
      </w:r>
      <w:r>
        <w:rPr>
          <w:rtl/>
        </w:rPr>
        <w:t>ن ا</w:t>
      </w:r>
      <w:r w:rsidR="00E275C9">
        <w:rPr>
          <w:rtl/>
        </w:rPr>
        <w:t>ی</w:t>
      </w:r>
      <w:r>
        <w:rPr>
          <w:rtl/>
        </w:rPr>
        <w:t xml:space="preserve">مان آورنده به اسلام </w:t>
      </w:r>
      <w:r w:rsidR="00E275C9">
        <w:rPr>
          <w:rtl/>
        </w:rPr>
        <w:t>ی</w:t>
      </w:r>
      <w:r>
        <w:rPr>
          <w:rtl/>
        </w:rPr>
        <w:t>عنى خد</w:t>
      </w:r>
      <w:r w:rsidR="00E275C9">
        <w:rPr>
          <w:rtl/>
        </w:rPr>
        <w:t>ی</w:t>
      </w:r>
      <w:r>
        <w:rPr>
          <w:rtl/>
        </w:rPr>
        <w:t xml:space="preserve">جه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در كنار محمد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فاطمه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در كنار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ادامه دهنده راه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>
        <w:rPr>
          <w:rtl/>
        </w:rPr>
        <w:t>اول</w:t>
      </w:r>
      <w:r w:rsidR="00E275C9">
        <w:rPr>
          <w:rtl/>
        </w:rPr>
        <w:t>ی</w:t>
      </w:r>
      <w:r>
        <w:rPr>
          <w:rtl/>
        </w:rPr>
        <w:t>ن شه</w:t>
      </w:r>
      <w:r w:rsidR="00E275C9">
        <w:rPr>
          <w:rtl/>
        </w:rPr>
        <w:t>ی</w:t>
      </w:r>
      <w:r>
        <w:rPr>
          <w:rtl/>
        </w:rPr>
        <w:t>ده اسلام</w:t>
      </w:r>
      <w:r w:rsidR="00E275C9">
        <w:rPr>
          <w:rtl/>
        </w:rPr>
        <w:t xml:space="preserve">، </w:t>
      </w:r>
      <w:r>
        <w:rPr>
          <w:rtl/>
        </w:rPr>
        <w:t>سم</w:t>
      </w:r>
      <w:r w:rsidR="00E275C9">
        <w:rPr>
          <w:rtl/>
        </w:rPr>
        <w:t>ی</w:t>
      </w:r>
      <w:r>
        <w:rPr>
          <w:rtl/>
        </w:rPr>
        <w:t xml:space="preserve">ه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94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در كنار همسرش </w:t>
      </w:r>
      <w:r w:rsidR="00E275C9">
        <w:rPr>
          <w:rtl/>
        </w:rPr>
        <w:t>ی</w:t>
      </w:r>
      <w:r>
        <w:rPr>
          <w:rtl/>
        </w:rPr>
        <w:t>اسر</w:t>
      </w:r>
      <w:r w:rsidR="00E275C9">
        <w:rPr>
          <w:rtl/>
        </w:rPr>
        <w:t xml:space="preserve">، </w:t>
      </w:r>
      <w:r>
        <w:rPr>
          <w:rtl/>
        </w:rPr>
        <w:t>اول</w:t>
      </w:r>
      <w:r w:rsidR="00E275C9">
        <w:rPr>
          <w:rtl/>
        </w:rPr>
        <w:t>ی</w:t>
      </w:r>
      <w:r>
        <w:rPr>
          <w:rtl/>
        </w:rPr>
        <w:t>ن شه</w:t>
      </w:r>
      <w:r w:rsidR="00E275C9">
        <w:rPr>
          <w:rtl/>
        </w:rPr>
        <w:t>ی</w:t>
      </w:r>
      <w:r>
        <w:rPr>
          <w:rtl/>
        </w:rPr>
        <w:t>د اسلام</w:t>
      </w:r>
      <w:r w:rsidR="00E275C9">
        <w:rPr>
          <w:rtl/>
        </w:rPr>
        <w:t xml:space="preserve">، </w:t>
      </w:r>
      <w:r>
        <w:rPr>
          <w:rtl/>
        </w:rPr>
        <w:t xml:space="preserve">عكرشه بنت اطرش بن رواحه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95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ن</w:t>
      </w:r>
      <w:r w:rsidR="00E275C9">
        <w:rPr>
          <w:rtl/>
        </w:rPr>
        <w:t>ی</w:t>
      </w:r>
      <w:r>
        <w:rPr>
          <w:rtl/>
        </w:rPr>
        <w:t xml:space="preserve">ز در شجاعت و اظهار حق و دفاع از حق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حضور مخالفى چون معاو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به پا</w:t>
      </w:r>
      <w:r w:rsidR="00E275C9">
        <w:rPr>
          <w:rtl/>
        </w:rPr>
        <w:t>ی</w:t>
      </w:r>
      <w:r>
        <w:rPr>
          <w:rtl/>
        </w:rPr>
        <w:t>ه حجربن عدى كندى</w:t>
      </w:r>
      <w:r w:rsidR="00E275C9">
        <w:rPr>
          <w:rtl/>
        </w:rPr>
        <w:t xml:space="preserve">، </w:t>
      </w:r>
      <w:r>
        <w:rPr>
          <w:rtl/>
        </w:rPr>
        <w:t>رش</w:t>
      </w:r>
      <w:r w:rsidR="00E275C9">
        <w:rPr>
          <w:rtl/>
        </w:rPr>
        <w:t>ی</w:t>
      </w:r>
      <w:r>
        <w:rPr>
          <w:rtl/>
        </w:rPr>
        <w:t>د و استوار</w:t>
      </w:r>
      <w:r w:rsidR="00E275C9">
        <w:rPr>
          <w:rtl/>
        </w:rPr>
        <w:t xml:space="preserve">، </w:t>
      </w:r>
      <w:r>
        <w:rPr>
          <w:rtl/>
        </w:rPr>
        <w:t xml:space="preserve">سلمى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96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lastRenderedPageBreak/>
        <w:t>دختر حجر بن عدى در رشادت و پا</w:t>
      </w:r>
      <w:r w:rsidR="00E275C9">
        <w:rPr>
          <w:rtl/>
        </w:rPr>
        <w:t>ی</w:t>
      </w:r>
      <w:r>
        <w:rPr>
          <w:rtl/>
        </w:rPr>
        <w:t>مردى و محبت اهل ب</w:t>
      </w:r>
      <w:r w:rsidR="00E275C9">
        <w:rPr>
          <w:rtl/>
        </w:rPr>
        <w:t>ی</w:t>
      </w:r>
      <w:r>
        <w:rPr>
          <w:rtl/>
        </w:rPr>
        <w:t xml:space="preserve">ت </w:t>
      </w:r>
      <w:r w:rsidR="0020655A" w:rsidRPr="0020655A">
        <w:rPr>
          <w:rStyle w:val="libAlaemChar"/>
          <w:rtl/>
        </w:rPr>
        <w:t>عليهم‌السلام</w:t>
      </w:r>
      <w:r>
        <w:rPr>
          <w:rtl/>
        </w:rPr>
        <w:t xml:space="preserve"> در كنار پسر عمو</w:t>
      </w:r>
      <w:r w:rsidR="00E275C9">
        <w:rPr>
          <w:rtl/>
        </w:rPr>
        <w:t>ی</w:t>
      </w:r>
      <w:r>
        <w:rPr>
          <w:rtl/>
        </w:rPr>
        <w:t xml:space="preserve">ش عبدالرحمان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97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و همسر و مادر وهب بن عبداللّه</w:t>
      </w:r>
      <w:r w:rsidR="00E275C9">
        <w:rPr>
          <w:rtl/>
        </w:rPr>
        <w:t xml:space="preserve">، </w:t>
      </w:r>
      <w:r>
        <w:rPr>
          <w:rtl/>
        </w:rPr>
        <w:t xml:space="preserve">همدوش با وهب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98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و ام عامر</w:t>
      </w:r>
      <w:r w:rsidR="00E275C9">
        <w:rPr>
          <w:rtl/>
        </w:rPr>
        <w:t xml:space="preserve">، </w:t>
      </w:r>
      <w:r>
        <w:rPr>
          <w:rtl/>
        </w:rPr>
        <w:t>دختر عبداللّه عف</w:t>
      </w:r>
      <w:r w:rsidR="00E275C9">
        <w:rPr>
          <w:rtl/>
        </w:rPr>
        <w:t>ی</w:t>
      </w:r>
      <w:r>
        <w:rPr>
          <w:rtl/>
        </w:rPr>
        <w:t xml:space="preserve">ف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99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 xml:space="preserve">در كنار پدر مجاهد و نستوه و </w:t>
      </w:r>
      <w:r w:rsidR="00B514CF">
        <w:rPr>
          <w:rtl/>
        </w:rPr>
        <w:t>بالاخره</w:t>
      </w:r>
      <w:r>
        <w:rPr>
          <w:rtl/>
        </w:rPr>
        <w:t xml:space="preserve"> بنت الهدى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100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در كنار برادر شه</w:t>
      </w:r>
      <w:r w:rsidR="00E275C9">
        <w:rPr>
          <w:rtl/>
        </w:rPr>
        <w:t>ی</w:t>
      </w:r>
      <w:r>
        <w:rPr>
          <w:rtl/>
        </w:rPr>
        <w:t>د خو</w:t>
      </w:r>
      <w:r w:rsidR="00E275C9">
        <w:rPr>
          <w:rtl/>
        </w:rPr>
        <w:t>ی</w:t>
      </w:r>
      <w:r>
        <w:rPr>
          <w:rtl/>
        </w:rPr>
        <w:t>ش جناب س</w:t>
      </w:r>
      <w:r w:rsidR="00E275C9">
        <w:rPr>
          <w:rtl/>
        </w:rPr>
        <w:t>ی</w:t>
      </w:r>
      <w:r>
        <w:rPr>
          <w:rtl/>
        </w:rPr>
        <w:t xml:space="preserve">د محمد باقر صدر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101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>در تمام احوال</w:t>
      </w:r>
      <w:r w:rsidR="00E275C9">
        <w:rPr>
          <w:rtl/>
        </w:rPr>
        <w:t xml:space="preserve">، </w:t>
      </w:r>
      <w:r>
        <w:rPr>
          <w:rtl/>
        </w:rPr>
        <w:t>ثابت قدم</w:t>
      </w:r>
      <w:r w:rsidR="00E275C9">
        <w:rPr>
          <w:rtl/>
        </w:rPr>
        <w:t xml:space="preserve"> </w:t>
      </w:r>
      <w:r>
        <w:rPr>
          <w:rtl/>
        </w:rPr>
        <w:t>مبارز</w:t>
      </w:r>
      <w:r w:rsidR="00E275C9">
        <w:rPr>
          <w:rtl/>
        </w:rPr>
        <w:t xml:space="preserve">، </w:t>
      </w:r>
      <w:r>
        <w:rPr>
          <w:rtl/>
        </w:rPr>
        <w:t>پابرجا و</w:t>
      </w:r>
      <w:r w:rsidR="00E275C9">
        <w:rPr>
          <w:rtl/>
        </w:rPr>
        <w:t xml:space="preserve">...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كه به گونه مادرش فاطمه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و مادر بزرگش خد</w:t>
      </w:r>
      <w:r w:rsidR="00E275C9">
        <w:rPr>
          <w:rtl/>
        </w:rPr>
        <w:t>ی</w:t>
      </w:r>
      <w:r>
        <w:rPr>
          <w:rtl/>
        </w:rPr>
        <w:t xml:space="preserve">جه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الگوى زن مسلمان است</w:t>
      </w:r>
      <w:r w:rsidR="00E275C9">
        <w:rPr>
          <w:rtl/>
        </w:rPr>
        <w:t xml:space="preserve">، </w:t>
      </w:r>
      <w:r>
        <w:rPr>
          <w:rtl/>
        </w:rPr>
        <w:t>در رسالت تار</w:t>
      </w:r>
      <w:r w:rsidR="00E275C9">
        <w:rPr>
          <w:rtl/>
        </w:rPr>
        <w:t>ی</w:t>
      </w:r>
      <w:r>
        <w:rPr>
          <w:rtl/>
        </w:rPr>
        <w:t>خى خو</w:t>
      </w:r>
      <w:r w:rsidR="00E275C9">
        <w:rPr>
          <w:rtl/>
        </w:rPr>
        <w:t>ی</w:t>
      </w:r>
      <w:r>
        <w:rPr>
          <w:rtl/>
        </w:rPr>
        <w:t xml:space="preserve">ش به عظمت صلح برادر بزرگش امام حسن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به بزرگى ق</w:t>
      </w:r>
      <w:r w:rsidR="00E275C9">
        <w:rPr>
          <w:rtl/>
        </w:rPr>
        <w:t>ی</w:t>
      </w:r>
      <w:r>
        <w:rPr>
          <w:rtl/>
        </w:rPr>
        <w:t>ام برادر د</w:t>
      </w:r>
      <w:r w:rsidR="00E275C9">
        <w:rPr>
          <w:rtl/>
        </w:rPr>
        <w:t>ی</w:t>
      </w:r>
      <w:r>
        <w:rPr>
          <w:rtl/>
        </w:rPr>
        <w:t>گرش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كارى بزرگ و حساب شده انجام داد كه نه تنها اسلام را اح</w:t>
      </w:r>
      <w:r w:rsidR="00E275C9">
        <w:rPr>
          <w:rtl/>
        </w:rPr>
        <w:t>ی</w:t>
      </w:r>
      <w:r>
        <w:rPr>
          <w:rtl/>
        </w:rPr>
        <w:t>ا كرد و مفاسد دستگاه حكومت بنى ام</w:t>
      </w:r>
      <w:r w:rsidR="00E275C9">
        <w:rPr>
          <w:rtl/>
        </w:rPr>
        <w:t>ی</w:t>
      </w:r>
      <w:r>
        <w:rPr>
          <w:rtl/>
        </w:rPr>
        <w:t>ه را افشا نمود</w:t>
      </w:r>
      <w:r w:rsidR="00E275C9">
        <w:rPr>
          <w:rtl/>
        </w:rPr>
        <w:t xml:space="preserve">، </w:t>
      </w:r>
      <w:r>
        <w:rPr>
          <w:rtl/>
        </w:rPr>
        <w:t>بلكه راه ز</w:t>
      </w:r>
      <w:r w:rsidR="00E275C9">
        <w:rPr>
          <w:rtl/>
        </w:rPr>
        <w:t>ی</w:t>
      </w:r>
      <w:r>
        <w:rPr>
          <w:rtl/>
        </w:rPr>
        <w:t>ستن را به حقجو</w:t>
      </w:r>
      <w:r w:rsidR="00E275C9">
        <w:rPr>
          <w:rtl/>
        </w:rPr>
        <w:t>ی</w:t>
      </w:r>
      <w:r>
        <w:rPr>
          <w:rtl/>
        </w:rPr>
        <w:t>ان جامعه بشر</w:t>
      </w:r>
      <w:r w:rsidR="00E275C9">
        <w:rPr>
          <w:rtl/>
        </w:rPr>
        <w:t>ی</w:t>
      </w:r>
      <w:r>
        <w:rPr>
          <w:rtl/>
        </w:rPr>
        <w:t>ت نشان داد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كاروان اهل ب</w:t>
      </w:r>
      <w:r w:rsidR="00E275C9">
        <w:rPr>
          <w:rtl/>
        </w:rPr>
        <w:t>ی</w:t>
      </w:r>
      <w:r>
        <w:rPr>
          <w:rtl/>
        </w:rPr>
        <w:t xml:space="preserve">ت رسالت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در سفر سرنوشت ساز خود</w:t>
      </w:r>
      <w:r w:rsidR="00E275C9">
        <w:rPr>
          <w:rtl/>
        </w:rPr>
        <w:t xml:space="preserve">، </w:t>
      </w:r>
      <w:r>
        <w:rPr>
          <w:rtl/>
        </w:rPr>
        <w:t>مسلمانان به خواب رفته را از خواب غفلت ب</w:t>
      </w:r>
      <w:r w:rsidR="00E275C9">
        <w:rPr>
          <w:rtl/>
        </w:rPr>
        <w:t>ی</w:t>
      </w:r>
      <w:r>
        <w:rPr>
          <w:rtl/>
        </w:rPr>
        <w:t>دار كرد</w:t>
      </w:r>
      <w:r w:rsidR="00E275C9">
        <w:rPr>
          <w:rtl/>
        </w:rPr>
        <w:t xml:space="preserve">. </w:t>
      </w:r>
      <w:r>
        <w:rPr>
          <w:rtl/>
        </w:rPr>
        <w:t>و مفاسد دستگاه بنى ام</w:t>
      </w:r>
      <w:r w:rsidR="00E275C9">
        <w:rPr>
          <w:rtl/>
        </w:rPr>
        <w:t>ی</w:t>
      </w:r>
      <w:r>
        <w:rPr>
          <w:rtl/>
        </w:rPr>
        <w:t>ه را براى همه مردم از مسلمان و غ</w:t>
      </w:r>
      <w:r w:rsidR="00E275C9">
        <w:rPr>
          <w:rtl/>
        </w:rPr>
        <w:t>ی</w:t>
      </w:r>
      <w:r>
        <w:rPr>
          <w:rtl/>
        </w:rPr>
        <w:t>رمسلمان برملا نمود</w:t>
      </w:r>
      <w:r w:rsidR="00E275C9">
        <w:rPr>
          <w:rtl/>
        </w:rPr>
        <w:t xml:space="preserve">. </w:t>
      </w:r>
      <w:r>
        <w:rPr>
          <w:rtl/>
        </w:rPr>
        <w:t>و كار به جا</w:t>
      </w:r>
      <w:r w:rsidR="00E275C9">
        <w:rPr>
          <w:rtl/>
        </w:rPr>
        <w:t>ی</w:t>
      </w:r>
      <w:r>
        <w:rPr>
          <w:rtl/>
        </w:rPr>
        <w:t>ى رس</w:t>
      </w:r>
      <w:r w:rsidR="00E275C9">
        <w:rPr>
          <w:rtl/>
        </w:rPr>
        <w:t>ی</w:t>
      </w:r>
      <w:r>
        <w:rPr>
          <w:rtl/>
        </w:rPr>
        <w:t>د كه مردم شام همه فهم</w:t>
      </w:r>
      <w:r w:rsidR="00E275C9">
        <w:rPr>
          <w:rtl/>
        </w:rPr>
        <w:t>ی</w:t>
      </w:r>
      <w:r>
        <w:rPr>
          <w:rtl/>
        </w:rPr>
        <w:t>دند كه اسلام پ</w:t>
      </w:r>
      <w:r w:rsidR="00E275C9">
        <w:rPr>
          <w:rtl/>
        </w:rPr>
        <w:t>ی</w:t>
      </w:r>
      <w:r>
        <w:rPr>
          <w:rtl/>
        </w:rPr>
        <w:t xml:space="preserve">امبر و على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غ</w:t>
      </w:r>
      <w:r w:rsidR="00E275C9">
        <w:rPr>
          <w:rtl/>
        </w:rPr>
        <w:t>ی</w:t>
      </w:r>
      <w:r>
        <w:rPr>
          <w:rtl/>
        </w:rPr>
        <w:t>ر از اسلام خاندان ام</w:t>
      </w:r>
      <w:r w:rsidR="00E275C9">
        <w:rPr>
          <w:rtl/>
        </w:rPr>
        <w:t>ی</w:t>
      </w:r>
      <w:r>
        <w:rPr>
          <w:rtl/>
        </w:rPr>
        <w:t>ه است</w:t>
      </w:r>
      <w:r w:rsidR="00E275C9">
        <w:rPr>
          <w:rtl/>
        </w:rPr>
        <w:t xml:space="preserve">. </w:t>
      </w:r>
      <w:r>
        <w:rPr>
          <w:rtl/>
        </w:rPr>
        <w:t>مردم شام كه حد شناختشان تا بدان پا</w:t>
      </w:r>
      <w:r w:rsidR="00E275C9">
        <w:rPr>
          <w:rtl/>
        </w:rPr>
        <w:t>ی</w:t>
      </w:r>
      <w:r>
        <w:rPr>
          <w:rtl/>
        </w:rPr>
        <w:t>ه كم بود كه به قول معاو</w:t>
      </w:r>
      <w:r w:rsidR="00E275C9">
        <w:rPr>
          <w:rtl/>
        </w:rPr>
        <w:t>ی</w:t>
      </w:r>
      <w:r>
        <w:rPr>
          <w:rtl/>
        </w:rPr>
        <w:t>ه ب</w:t>
      </w:r>
      <w:r w:rsidR="00E275C9">
        <w:rPr>
          <w:rtl/>
        </w:rPr>
        <w:t>ی</w:t>
      </w:r>
      <w:r>
        <w:rPr>
          <w:rtl/>
        </w:rPr>
        <w:t>ن شتر ماده و نر</w:t>
      </w:r>
      <w:r w:rsidR="00E275C9">
        <w:rPr>
          <w:rtl/>
        </w:rPr>
        <w:t xml:space="preserve">، </w:t>
      </w:r>
      <w:r>
        <w:rPr>
          <w:rtl/>
        </w:rPr>
        <w:t>تم</w:t>
      </w:r>
      <w:r w:rsidR="00E275C9">
        <w:rPr>
          <w:rtl/>
        </w:rPr>
        <w:t>ی</w:t>
      </w:r>
      <w:r>
        <w:rPr>
          <w:rtl/>
        </w:rPr>
        <w:t>ز نمى دادند چه برسد به مساءله رهبرى و امامت</w:t>
      </w:r>
      <w:r w:rsidR="00E275C9">
        <w:rPr>
          <w:rtl/>
        </w:rPr>
        <w:t xml:space="preserve">. </w:t>
      </w:r>
      <w:r>
        <w:rPr>
          <w:rtl/>
        </w:rPr>
        <w:t>و اصولاً اسلام آنجا</w:t>
      </w:r>
      <w:r w:rsidR="00E275C9">
        <w:rPr>
          <w:rtl/>
        </w:rPr>
        <w:t xml:space="preserve">، </w:t>
      </w:r>
      <w:r>
        <w:rPr>
          <w:rtl/>
        </w:rPr>
        <w:t>با تمام دن</w:t>
      </w:r>
      <w:r w:rsidR="00E275C9">
        <w:rPr>
          <w:rtl/>
        </w:rPr>
        <w:t>ی</w:t>
      </w:r>
      <w:r>
        <w:rPr>
          <w:rtl/>
        </w:rPr>
        <w:t>اى اسلام فرق مى كرد و نه تنها از قوان</w:t>
      </w:r>
      <w:r w:rsidR="00E275C9">
        <w:rPr>
          <w:rtl/>
        </w:rPr>
        <w:t>ی</w:t>
      </w:r>
      <w:r>
        <w:rPr>
          <w:rtl/>
        </w:rPr>
        <w:t>ن نجات دهنده اسلام</w:t>
      </w:r>
      <w:r w:rsidR="00E275C9">
        <w:rPr>
          <w:rtl/>
        </w:rPr>
        <w:t xml:space="preserve">، </w:t>
      </w:r>
      <w:r>
        <w:rPr>
          <w:rtl/>
        </w:rPr>
        <w:t>بهره اى نبرده بودند</w:t>
      </w:r>
      <w:r w:rsidR="00E275C9">
        <w:rPr>
          <w:rtl/>
        </w:rPr>
        <w:t xml:space="preserve">، </w:t>
      </w:r>
      <w:r>
        <w:rPr>
          <w:rtl/>
        </w:rPr>
        <w:t>بلكه در اثر تبل</w:t>
      </w:r>
      <w:r w:rsidR="00E275C9">
        <w:rPr>
          <w:rtl/>
        </w:rPr>
        <w:t>ی</w:t>
      </w:r>
      <w:r>
        <w:rPr>
          <w:rtl/>
        </w:rPr>
        <w:t>غات سوء و فاسد معاو</w:t>
      </w:r>
      <w:r w:rsidR="00E275C9">
        <w:rPr>
          <w:rtl/>
        </w:rPr>
        <w:t>ی</w:t>
      </w:r>
      <w:r>
        <w:rPr>
          <w:rtl/>
        </w:rPr>
        <w:t>ه و اطراف</w:t>
      </w:r>
      <w:r w:rsidR="00E275C9">
        <w:rPr>
          <w:rtl/>
        </w:rPr>
        <w:t>ی</w:t>
      </w:r>
      <w:r>
        <w:rPr>
          <w:rtl/>
        </w:rPr>
        <w:t>انش</w:t>
      </w:r>
      <w:r w:rsidR="00E275C9">
        <w:rPr>
          <w:rtl/>
        </w:rPr>
        <w:t xml:space="preserve">، </w:t>
      </w:r>
      <w:r>
        <w:rPr>
          <w:rtl/>
        </w:rPr>
        <w:t>تصورى غ</w:t>
      </w:r>
      <w:r w:rsidR="00E275C9">
        <w:rPr>
          <w:rtl/>
        </w:rPr>
        <w:t>ی</w:t>
      </w:r>
      <w:r>
        <w:rPr>
          <w:rtl/>
        </w:rPr>
        <w:t xml:space="preserve">ر واقعى در مورد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داشتند تا آنجا كه وقتى خبر شهادت مولاى متق</w:t>
      </w:r>
      <w:r w:rsidR="00E275C9">
        <w:rPr>
          <w:rtl/>
        </w:rPr>
        <w:t>ی</w:t>
      </w:r>
      <w:r>
        <w:rPr>
          <w:rtl/>
        </w:rPr>
        <w:t>ان على بن اب</w:t>
      </w:r>
      <w:r w:rsidR="00E275C9">
        <w:rPr>
          <w:rtl/>
        </w:rPr>
        <w:t>ی</w:t>
      </w:r>
      <w:r>
        <w:rPr>
          <w:rtl/>
        </w:rPr>
        <w:t xml:space="preserve">طالب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شن</w:t>
      </w:r>
      <w:r w:rsidR="00E275C9">
        <w:rPr>
          <w:rtl/>
        </w:rPr>
        <w:t>ی</w:t>
      </w:r>
      <w:r>
        <w:rPr>
          <w:rtl/>
        </w:rPr>
        <w:t xml:space="preserve">دند و به آنان گفته شد كه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محراب مسجد كوفه به شهادت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با تعجب و ح</w:t>
      </w:r>
      <w:r w:rsidR="00E275C9">
        <w:rPr>
          <w:rtl/>
        </w:rPr>
        <w:t>ی</w:t>
      </w:r>
      <w:r>
        <w:rPr>
          <w:rtl/>
        </w:rPr>
        <w:t>رت مى پرس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: </w:t>
      </w:r>
      <w:r>
        <w:rPr>
          <w:rtl/>
        </w:rPr>
        <w:t xml:space="preserve">مگر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م نماز مى خواند كه به مسجد رفته بود</w:t>
      </w:r>
      <w:r w:rsidR="00E275C9">
        <w:rPr>
          <w:rtl/>
        </w:rPr>
        <w:t xml:space="preserve">؟ </w:t>
      </w:r>
      <w:r>
        <w:rPr>
          <w:rtl/>
        </w:rPr>
        <w:t>او در محراب مسجد چه مى كرد</w:t>
      </w:r>
      <w:r w:rsidR="00E275C9">
        <w:rPr>
          <w:rtl/>
        </w:rPr>
        <w:t xml:space="preserve">؟!!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هم</w:t>
      </w:r>
      <w:r w:rsidR="00E275C9">
        <w:rPr>
          <w:rtl/>
        </w:rPr>
        <w:t>ی</w:t>
      </w:r>
      <w:r>
        <w:rPr>
          <w:rtl/>
        </w:rPr>
        <w:t>ن مردم شام كه به واسطه تبل</w:t>
      </w:r>
      <w:r w:rsidR="00E275C9">
        <w:rPr>
          <w:rtl/>
        </w:rPr>
        <w:t>ی</w:t>
      </w:r>
      <w:r>
        <w:rPr>
          <w:rtl/>
        </w:rPr>
        <w:t>غات سوء آل ام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ناسزاگو</w:t>
      </w:r>
      <w:r w:rsidR="00E275C9">
        <w:rPr>
          <w:rtl/>
        </w:rPr>
        <w:t>ی</w:t>
      </w:r>
      <w:r>
        <w:rPr>
          <w:rtl/>
        </w:rPr>
        <w:t xml:space="preserve">ى به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سبب نزد</w:t>
      </w:r>
      <w:r w:rsidR="00E275C9">
        <w:rPr>
          <w:rtl/>
        </w:rPr>
        <w:t>ی</w:t>
      </w:r>
      <w:r>
        <w:rPr>
          <w:rtl/>
        </w:rPr>
        <w:t>كى به خدا مى دانستند</w:t>
      </w:r>
      <w:r w:rsidR="00E275C9">
        <w:rPr>
          <w:rtl/>
        </w:rPr>
        <w:t xml:space="preserve">، </w:t>
      </w:r>
      <w:r>
        <w:rPr>
          <w:rtl/>
        </w:rPr>
        <w:t>با افشاگر</w:t>
      </w:r>
      <w:r w:rsidR="00E275C9">
        <w:rPr>
          <w:rtl/>
        </w:rPr>
        <w:t>ی</w:t>
      </w:r>
      <w:r>
        <w:rPr>
          <w:rtl/>
        </w:rPr>
        <w:t xml:space="preserve">هاى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قدرى به خود آمدند و آگاهى </w:t>
      </w:r>
      <w:r w:rsidR="00E275C9">
        <w:rPr>
          <w:rtl/>
        </w:rPr>
        <w:t>ی</w:t>
      </w:r>
      <w:r>
        <w:rPr>
          <w:rtl/>
        </w:rPr>
        <w:t>افتند و متوجه شدند كه بنى ام</w:t>
      </w:r>
      <w:r w:rsidR="00E275C9">
        <w:rPr>
          <w:rtl/>
        </w:rPr>
        <w:t>ی</w:t>
      </w:r>
      <w:r>
        <w:rPr>
          <w:rtl/>
        </w:rPr>
        <w:t>ه اسلام را باز</w:t>
      </w:r>
      <w:r w:rsidR="00E275C9">
        <w:rPr>
          <w:rtl/>
        </w:rPr>
        <w:t>ی</w:t>
      </w:r>
      <w:r>
        <w:rPr>
          <w:rtl/>
        </w:rPr>
        <w:t>چه اغراض شوم خو</w:t>
      </w:r>
      <w:r w:rsidR="00E275C9">
        <w:rPr>
          <w:rtl/>
        </w:rPr>
        <w:t>ی</w:t>
      </w:r>
      <w:r>
        <w:rPr>
          <w:rtl/>
        </w:rPr>
        <w:t>ش قرار داده اند</w:t>
      </w:r>
      <w:r w:rsidR="00E275C9">
        <w:rPr>
          <w:rtl/>
        </w:rPr>
        <w:t xml:space="preserve">. </w:t>
      </w:r>
      <w:r>
        <w:rPr>
          <w:rtl/>
        </w:rPr>
        <w:t>و قوان</w:t>
      </w:r>
      <w:r w:rsidR="00E275C9">
        <w:rPr>
          <w:rtl/>
        </w:rPr>
        <w:t>ی</w:t>
      </w:r>
      <w:r>
        <w:rPr>
          <w:rtl/>
        </w:rPr>
        <w:t>ن اسلام</w:t>
      </w:r>
      <w:r w:rsidR="00E275C9">
        <w:rPr>
          <w:rtl/>
        </w:rPr>
        <w:t xml:space="preserve">، </w:t>
      </w:r>
      <w:r>
        <w:rPr>
          <w:rtl/>
        </w:rPr>
        <w:t>غ</w:t>
      </w:r>
      <w:r w:rsidR="00E275C9">
        <w:rPr>
          <w:rtl/>
        </w:rPr>
        <w:t>ی</w:t>
      </w:r>
      <w:r>
        <w:rPr>
          <w:rtl/>
        </w:rPr>
        <w:t>ر از آن است كه در شام به مورد اجرا گذاشته مى شود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و به هم</w:t>
      </w:r>
      <w:r w:rsidR="00E275C9">
        <w:rPr>
          <w:rtl/>
        </w:rPr>
        <w:t>ی</w:t>
      </w:r>
      <w:r>
        <w:rPr>
          <w:rtl/>
        </w:rPr>
        <w:t>ن منوال كل</w:t>
      </w:r>
      <w:r w:rsidR="00E275C9">
        <w:rPr>
          <w:rtl/>
        </w:rPr>
        <w:t>ی</w:t>
      </w:r>
      <w:r>
        <w:rPr>
          <w:rtl/>
        </w:rPr>
        <w:t>ه مردم شهر و روستاهاى مس</w:t>
      </w:r>
      <w:r w:rsidR="00E275C9">
        <w:rPr>
          <w:rtl/>
        </w:rPr>
        <w:t>ی</w:t>
      </w:r>
      <w:r>
        <w:rPr>
          <w:rtl/>
        </w:rPr>
        <w:t>ر حركت بازماندگان اهل ب</w:t>
      </w:r>
      <w:r w:rsidR="00E275C9">
        <w:rPr>
          <w:rtl/>
        </w:rPr>
        <w:t>ی</w:t>
      </w:r>
      <w:r>
        <w:rPr>
          <w:rtl/>
        </w:rPr>
        <w:t xml:space="preserve">ت </w:t>
      </w:r>
      <w:r w:rsidR="0020655A" w:rsidRPr="0020655A">
        <w:rPr>
          <w:rStyle w:val="libAlaemChar"/>
          <w:rtl/>
        </w:rPr>
        <w:t>عليهم‌السلام</w:t>
      </w:r>
      <w:r>
        <w:rPr>
          <w:rtl/>
        </w:rPr>
        <w:t xml:space="preserve"> از كربلا به كوفه و از كوفه به شام و از شام به كربلا و از كربلا به مد</w:t>
      </w:r>
      <w:r w:rsidR="00E275C9">
        <w:rPr>
          <w:rtl/>
        </w:rPr>
        <w:t>ی</w:t>
      </w:r>
      <w:r>
        <w:rPr>
          <w:rtl/>
        </w:rPr>
        <w:t>نه</w:t>
      </w:r>
      <w:r w:rsidR="00E275C9">
        <w:rPr>
          <w:rtl/>
        </w:rPr>
        <w:t xml:space="preserve">، </w:t>
      </w:r>
      <w:r>
        <w:rPr>
          <w:rtl/>
        </w:rPr>
        <w:t>همه و همه آگاه شدند كه بنى ام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غاصب مقام خلافت وامامت جامعه اسلام هستند و در حق</w:t>
      </w:r>
      <w:r w:rsidR="00E275C9">
        <w:rPr>
          <w:rtl/>
        </w:rPr>
        <w:t>ی</w:t>
      </w:r>
      <w:r>
        <w:rPr>
          <w:rtl/>
        </w:rPr>
        <w:t>قت خاندان ام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گرگى در لباس م</w:t>
      </w:r>
      <w:r w:rsidR="00E275C9">
        <w:rPr>
          <w:rtl/>
        </w:rPr>
        <w:t>ی</w:t>
      </w:r>
      <w:r>
        <w:rPr>
          <w:rtl/>
        </w:rPr>
        <w:t>ش هستند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قبلاً گفت</w:t>
      </w:r>
      <w:r w:rsidR="00E275C9">
        <w:rPr>
          <w:rtl/>
        </w:rPr>
        <w:t>ی</w:t>
      </w:r>
      <w:r>
        <w:rPr>
          <w:rtl/>
        </w:rPr>
        <w:t>م نخست</w:t>
      </w:r>
      <w:r w:rsidR="00E275C9">
        <w:rPr>
          <w:rtl/>
        </w:rPr>
        <w:t>ی</w:t>
      </w:r>
      <w:r>
        <w:rPr>
          <w:rtl/>
        </w:rPr>
        <w:t>ن اثرات ق</w:t>
      </w:r>
      <w:r w:rsidR="00E275C9">
        <w:rPr>
          <w:rtl/>
        </w:rPr>
        <w:t>ی</w:t>
      </w:r>
      <w:r>
        <w:rPr>
          <w:rtl/>
        </w:rPr>
        <w:t>ام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اسارت اهل ب</w:t>
      </w:r>
      <w:r w:rsidR="00E275C9">
        <w:rPr>
          <w:rtl/>
        </w:rPr>
        <w:t>ی</w:t>
      </w:r>
      <w:r>
        <w:rPr>
          <w:rtl/>
        </w:rPr>
        <w:t>ت محترم آن جناب</w:t>
      </w:r>
      <w:r w:rsidR="00E275C9">
        <w:rPr>
          <w:rtl/>
        </w:rPr>
        <w:t xml:space="preserve">، </w:t>
      </w:r>
      <w:r>
        <w:rPr>
          <w:rtl/>
        </w:rPr>
        <w:t xml:space="preserve">به فاصله اى كمتر از دو روز بعد از واقعه عاشوراى </w:t>
      </w:r>
      <w:r w:rsidR="00883263">
        <w:rPr>
          <w:rtl/>
        </w:rPr>
        <w:t>61</w:t>
      </w:r>
      <w:r>
        <w:rPr>
          <w:rtl/>
        </w:rPr>
        <w:t xml:space="preserve"> هجرى در كوفه شروع شد و رفته رفته دامنه آن اوج گرفت و بر تعداد ناراض</w:t>
      </w:r>
      <w:r w:rsidR="00E275C9">
        <w:rPr>
          <w:rtl/>
        </w:rPr>
        <w:t>ی</w:t>
      </w:r>
      <w:r>
        <w:rPr>
          <w:rtl/>
        </w:rPr>
        <w:t>ان از حكومت بنى ام</w:t>
      </w:r>
      <w:r w:rsidR="00E275C9">
        <w:rPr>
          <w:rtl/>
        </w:rPr>
        <w:t>ی</w:t>
      </w:r>
      <w:r>
        <w:rPr>
          <w:rtl/>
        </w:rPr>
        <w:t>ه روز به روز اضافه شد</w:t>
      </w:r>
      <w:r w:rsidR="00E275C9">
        <w:rPr>
          <w:rtl/>
        </w:rPr>
        <w:t xml:space="preserve">. </w:t>
      </w:r>
      <w:r>
        <w:rPr>
          <w:rtl/>
        </w:rPr>
        <w:t>و هنوز دوسال از شهادت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اسارت اهل ب</w:t>
      </w:r>
      <w:r w:rsidR="00E275C9">
        <w:rPr>
          <w:rtl/>
        </w:rPr>
        <w:t>ی</w:t>
      </w:r>
      <w:r>
        <w:rPr>
          <w:rtl/>
        </w:rPr>
        <w:t>ت آن جناب نگذشته بود كه مبارزات علنى و ق</w:t>
      </w:r>
      <w:r w:rsidR="00E275C9">
        <w:rPr>
          <w:rtl/>
        </w:rPr>
        <w:t>ی</w:t>
      </w:r>
      <w:r>
        <w:rPr>
          <w:rtl/>
        </w:rPr>
        <w:t>ام مسلحانه در سراسر سرزم</w:t>
      </w:r>
      <w:r w:rsidR="00E275C9">
        <w:rPr>
          <w:rtl/>
        </w:rPr>
        <w:t>ی</w:t>
      </w:r>
      <w:r>
        <w:rPr>
          <w:rtl/>
        </w:rPr>
        <w:t>نهاى اسلامى بخصوص عراق و حجاز و بو</w:t>
      </w:r>
      <w:r w:rsidR="00E275C9">
        <w:rPr>
          <w:rtl/>
        </w:rPr>
        <w:t>ی</w:t>
      </w:r>
      <w:r>
        <w:rPr>
          <w:rtl/>
        </w:rPr>
        <w:t>ژه در شهرهاى مد</w:t>
      </w:r>
      <w:r w:rsidR="00E275C9">
        <w:rPr>
          <w:rtl/>
        </w:rPr>
        <w:t>ی</w:t>
      </w:r>
      <w:r>
        <w:rPr>
          <w:rtl/>
        </w:rPr>
        <w:t>نه و مكه و كوفه بالا گرفت</w:t>
      </w:r>
      <w:r w:rsidR="00E275C9">
        <w:rPr>
          <w:rtl/>
        </w:rPr>
        <w:t xml:space="preserve">. </w:t>
      </w:r>
      <w:r>
        <w:rPr>
          <w:rtl/>
        </w:rPr>
        <w:t>و حكام بنى ام</w:t>
      </w:r>
      <w:r w:rsidR="00E275C9">
        <w:rPr>
          <w:rtl/>
        </w:rPr>
        <w:t>ی</w:t>
      </w:r>
      <w:r>
        <w:rPr>
          <w:rtl/>
        </w:rPr>
        <w:t>ه با دسپاچگى مى كوش</w:t>
      </w:r>
      <w:r w:rsidR="00E275C9">
        <w:rPr>
          <w:rtl/>
        </w:rPr>
        <w:t>ی</w:t>
      </w:r>
      <w:r>
        <w:rPr>
          <w:rtl/>
        </w:rPr>
        <w:t>دند هرطور كه شده</w:t>
      </w:r>
      <w:r w:rsidR="00E275C9">
        <w:rPr>
          <w:rtl/>
        </w:rPr>
        <w:t xml:space="preserve">، </w:t>
      </w:r>
      <w:r>
        <w:rPr>
          <w:rtl/>
        </w:rPr>
        <w:t xml:space="preserve">شورش و انقلاب را خاموش كنند و حكومتِ رو به سقوط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را از نابودى حتمى نجات دهند</w:t>
      </w:r>
      <w:r w:rsidR="00E275C9">
        <w:rPr>
          <w:rtl/>
        </w:rPr>
        <w:t xml:space="preserve">، </w:t>
      </w:r>
      <w:r>
        <w:rPr>
          <w:rtl/>
        </w:rPr>
        <w:t>ولى هرچه ب</w:t>
      </w:r>
      <w:r w:rsidR="00E275C9">
        <w:rPr>
          <w:rtl/>
        </w:rPr>
        <w:t>ی</w:t>
      </w:r>
      <w:r>
        <w:rPr>
          <w:rtl/>
        </w:rPr>
        <w:t>شتر تلاش مى كردند كمتر به نت</w:t>
      </w:r>
      <w:r w:rsidR="00E275C9">
        <w:rPr>
          <w:rtl/>
        </w:rPr>
        <w:t>ی</w:t>
      </w:r>
      <w:r>
        <w:rPr>
          <w:rtl/>
        </w:rPr>
        <w:t>جه مى رس</w:t>
      </w:r>
      <w:r w:rsidR="00E275C9">
        <w:rPr>
          <w:rtl/>
        </w:rPr>
        <w:t>ی</w:t>
      </w:r>
      <w:r>
        <w:rPr>
          <w:rtl/>
        </w:rPr>
        <w:t>دند</w:t>
      </w:r>
      <w:r w:rsidR="00E275C9">
        <w:rPr>
          <w:rtl/>
        </w:rPr>
        <w:t xml:space="preserve">، </w:t>
      </w:r>
      <w:r>
        <w:rPr>
          <w:rtl/>
        </w:rPr>
        <w:t>ش</w:t>
      </w:r>
      <w:r w:rsidR="00E275C9">
        <w:rPr>
          <w:rtl/>
        </w:rPr>
        <w:t>ی</w:t>
      </w:r>
      <w:r>
        <w:rPr>
          <w:rtl/>
        </w:rPr>
        <w:t>ع</w:t>
      </w:r>
      <w:r w:rsidR="00E275C9">
        <w:rPr>
          <w:rtl/>
        </w:rPr>
        <w:t>ی</w:t>
      </w:r>
      <w:r>
        <w:rPr>
          <w:rtl/>
        </w:rPr>
        <w:t>ان ن</w:t>
      </w:r>
      <w:r w:rsidR="00E275C9">
        <w:rPr>
          <w:rtl/>
        </w:rPr>
        <w:t>ی</w:t>
      </w:r>
      <w:r>
        <w:rPr>
          <w:rtl/>
        </w:rPr>
        <w:t>ز از هر فرصتى استفاده كرده و در نابودى قدرت امو</w:t>
      </w:r>
      <w:r w:rsidR="00E275C9">
        <w:rPr>
          <w:rtl/>
        </w:rPr>
        <w:t>ی</w:t>
      </w:r>
      <w:r>
        <w:rPr>
          <w:rtl/>
        </w:rPr>
        <w:t>ان تلاش مى كردند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در مد</w:t>
      </w:r>
      <w:r w:rsidR="00E275C9">
        <w:rPr>
          <w:rtl/>
        </w:rPr>
        <w:t>ی</w:t>
      </w:r>
      <w:r>
        <w:rPr>
          <w:rtl/>
        </w:rPr>
        <w:t>نه روز به روز بر تعداد مردمِ ناراضى اضافه مى شد</w:t>
      </w:r>
      <w:r w:rsidR="00E275C9">
        <w:rPr>
          <w:rtl/>
        </w:rPr>
        <w:t xml:space="preserve">. </w:t>
      </w:r>
      <w:r>
        <w:rPr>
          <w:rtl/>
        </w:rPr>
        <w:t>مردم علنا در كوچه ها و م</w:t>
      </w:r>
      <w:r w:rsidR="00E275C9">
        <w:rPr>
          <w:rtl/>
        </w:rPr>
        <w:t>ی</w:t>
      </w:r>
      <w:r>
        <w:rPr>
          <w:rtl/>
        </w:rPr>
        <w:t>دانهاى شهر</w:t>
      </w:r>
      <w:r w:rsidR="00E275C9">
        <w:rPr>
          <w:rtl/>
        </w:rPr>
        <w:t xml:space="preserve">، </w:t>
      </w:r>
      <w:r>
        <w:rPr>
          <w:rtl/>
        </w:rPr>
        <w:t xml:space="preserve">به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لَعن مى فرستادند و لعنت فرستادن بر عاملان</w:t>
      </w:r>
      <w:r w:rsidR="0020655A">
        <w:rPr>
          <w:rtl/>
        </w:rPr>
        <w:t xml:space="preserve"> </w:t>
      </w:r>
      <w:r>
        <w:rPr>
          <w:rtl/>
        </w:rPr>
        <w:t>واقعه كربلا</w:t>
      </w:r>
      <w:r w:rsidR="00E275C9">
        <w:rPr>
          <w:rtl/>
        </w:rPr>
        <w:t xml:space="preserve">، </w:t>
      </w:r>
      <w:r>
        <w:rPr>
          <w:rtl/>
        </w:rPr>
        <w:t>چ</w:t>
      </w:r>
      <w:r w:rsidR="00E275C9">
        <w:rPr>
          <w:rtl/>
        </w:rPr>
        <w:t>ی</w:t>
      </w:r>
      <w:r>
        <w:rPr>
          <w:rtl/>
        </w:rPr>
        <w:t>ز عادى شد</w:t>
      </w:r>
      <w:r w:rsidR="00E275C9">
        <w:rPr>
          <w:rtl/>
        </w:rPr>
        <w:t xml:space="preserve">. </w:t>
      </w:r>
      <w:r>
        <w:rPr>
          <w:rtl/>
        </w:rPr>
        <w:t>دامنه تشنج روزافزون بود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والى جد</w:t>
      </w:r>
      <w:r w:rsidR="00E275C9">
        <w:rPr>
          <w:rtl/>
        </w:rPr>
        <w:t>ی</w:t>
      </w:r>
      <w:r>
        <w:rPr>
          <w:rtl/>
        </w:rPr>
        <w:t>د مد</w:t>
      </w:r>
      <w:r w:rsidR="00E275C9">
        <w:rPr>
          <w:rtl/>
        </w:rPr>
        <w:t>ی</w:t>
      </w:r>
      <w:r>
        <w:rPr>
          <w:rtl/>
        </w:rPr>
        <w:t>نه كه «عتبة بن ول</w:t>
      </w:r>
      <w:r w:rsidR="00E275C9">
        <w:rPr>
          <w:rtl/>
        </w:rPr>
        <w:t>ی</w:t>
      </w:r>
      <w:r>
        <w:rPr>
          <w:rtl/>
        </w:rPr>
        <w:t>د» نام داشت</w:t>
      </w:r>
      <w:r w:rsidR="00E275C9">
        <w:rPr>
          <w:rtl/>
        </w:rPr>
        <w:t xml:space="preserve">، </w:t>
      </w:r>
      <w:r>
        <w:rPr>
          <w:rtl/>
        </w:rPr>
        <w:t>با نها</w:t>
      </w:r>
      <w:r w:rsidR="00E275C9">
        <w:rPr>
          <w:rtl/>
        </w:rPr>
        <w:t>ی</w:t>
      </w:r>
      <w:r>
        <w:rPr>
          <w:rtl/>
        </w:rPr>
        <w:t>ت تلاش و كوشش سعى كرد</w:t>
      </w:r>
      <w:r w:rsidR="00E275C9">
        <w:rPr>
          <w:rtl/>
        </w:rPr>
        <w:t xml:space="preserve">، </w:t>
      </w:r>
      <w:r>
        <w:rPr>
          <w:rtl/>
        </w:rPr>
        <w:t>هرطور شده مردم مد</w:t>
      </w:r>
      <w:r w:rsidR="00E275C9">
        <w:rPr>
          <w:rtl/>
        </w:rPr>
        <w:t>ی</w:t>
      </w:r>
      <w:r>
        <w:rPr>
          <w:rtl/>
        </w:rPr>
        <w:t>نه را از ق</w:t>
      </w:r>
      <w:r w:rsidR="00E275C9">
        <w:rPr>
          <w:rtl/>
        </w:rPr>
        <w:t>ی</w:t>
      </w:r>
      <w:r>
        <w:rPr>
          <w:rtl/>
        </w:rPr>
        <w:t>ام باز دارد</w:t>
      </w:r>
      <w:r w:rsidR="00E275C9">
        <w:rPr>
          <w:rtl/>
        </w:rPr>
        <w:t xml:space="preserve">. </w:t>
      </w:r>
      <w:r w:rsidR="00B514CF">
        <w:rPr>
          <w:rtl/>
        </w:rPr>
        <w:t>بالاخره</w:t>
      </w:r>
      <w:r>
        <w:rPr>
          <w:rtl/>
        </w:rPr>
        <w:t xml:space="preserve"> به نحوى توانست عده اى را وادار كند به شام بروند تا شا</w:t>
      </w:r>
      <w:r w:rsidR="00E275C9">
        <w:rPr>
          <w:rtl/>
        </w:rPr>
        <w:t>ی</w:t>
      </w:r>
      <w:r>
        <w:rPr>
          <w:rtl/>
        </w:rPr>
        <w:t>د با تطم</w:t>
      </w:r>
      <w:r w:rsidR="00E275C9">
        <w:rPr>
          <w:rtl/>
        </w:rPr>
        <w:t>ی</w:t>
      </w:r>
      <w:r>
        <w:rPr>
          <w:rtl/>
        </w:rPr>
        <w:t>ع بتواند آنان را بخرد</w:t>
      </w:r>
      <w:r w:rsidR="00E275C9">
        <w:rPr>
          <w:rtl/>
        </w:rPr>
        <w:t xml:space="preserve">. </w:t>
      </w:r>
      <w:r>
        <w:rPr>
          <w:rtl/>
        </w:rPr>
        <w:t>و از سوى د</w:t>
      </w:r>
      <w:r w:rsidR="00E275C9">
        <w:rPr>
          <w:rtl/>
        </w:rPr>
        <w:t>ی</w:t>
      </w:r>
      <w:r>
        <w:rPr>
          <w:rtl/>
        </w:rPr>
        <w:t xml:space="preserve">گر به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رسان</w:t>
      </w:r>
      <w:r w:rsidR="00E275C9">
        <w:rPr>
          <w:rtl/>
        </w:rPr>
        <w:t>ی</w:t>
      </w:r>
      <w:r>
        <w:rPr>
          <w:rtl/>
        </w:rPr>
        <w:t>د كه به نحوى با دادن انعام و هدا</w:t>
      </w:r>
      <w:r w:rsidR="00E275C9">
        <w:rPr>
          <w:rtl/>
        </w:rPr>
        <w:t>ی</w:t>
      </w:r>
      <w:r>
        <w:rPr>
          <w:rtl/>
        </w:rPr>
        <w:t>ا از ا</w:t>
      </w:r>
      <w:r w:rsidR="00E275C9">
        <w:rPr>
          <w:rtl/>
        </w:rPr>
        <w:t>ی</w:t>
      </w:r>
      <w:r>
        <w:rPr>
          <w:rtl/>
        </w:rPr>
        <w:t>شان دلجو</w:t>
      </w:r>
      <w:r w:rsidR="00E275C9">
        <w:rPr>
          <w:rtl/>
        </w:rPr>
        <w:t>ی</w:t>
      </w:r>
      <w:r>
        <w:rPr>
          <w:rtl/>
        </w:rPr>
        <w:t>ى كند</w:t>
      </w:r>
      <w:r w:rsidR="00E275C9">
        <w:rPr>
          <w:rtl/>
        </w:rPr>
        <w:t xml:space="preserve">، </w:t>
      </w:r>
      <w:r>
        <w:rPr>
          <w:rtl/>
        </w:rPr>
        <w:t>باشد تا جلو انقلاب به شكلى گرفته شود</w:t>
      </w:r>
      <w:r w:rsidR="00E275C9">
        <w:rPr>
          <w:rtl/>
        </w:rPr>
        <w:t>.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هم براى ا</w:t>
      </w:r>
      <w:r w:rsidR="00E275C9">
        <w:rPr>
          <w:rtl/>
        </w:rPr>
        <w:t>ی</w:t>
      </w:r>
      <w:r>
        <w:rPr>
          <w:rtl/>
        </w:rPr>
        <w:t>شان نها</w:t>
      </w:r>
      <w:r w:rsidR="00E275C9">
        <w:rPr>
          <w:rtl/>
        </w:rPr>
        <w:t>ی</w:t>
      </w:r>
      <w:r>
        <w:rPr>
          <w:rtl/>
        </w:rPr>
        <w:t>ت احترام را قائل شد و آنان را مورد نوازش قرار داد</w:t>
      </w:r>
      <w:r w:rsidR="00E275C9">
        <w:rPr>
          <w:rtl/>
        </w:rPr>
        <w:t xml:space="preserve">. </w:t>
      </w:r>
      <w:r>
        <w:rPr>
          <w:rtl/>
        </w:rPr>
        <w:t>ولى ا</w:t>
      </w:r>
      <w:r w:rsidR="00E275C9">
        <w:rPr>
          <w:rtl/>
        </w:rPr>
        <w:t>ی</w:t>
      </w:r>
      <w:r>
        <w:rPr>
          <w:rtl/>
        </w:rPr>
        <w:t>ن عده كه در شام با حقا</w:t>
      </w:r>
      <w:r w:rsidR="00E275C9">
        <w:rPr>
          <w:rtl/>
        </w:rPr>
        <w:t>ی</w:t>
      </w:r>
      <w:r>
        <w:rPr>
          <w:rtl/>
        </w:rPr>
        <w:t xml:space="preserve">ق زندگى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و آنچه در شام مى گذشت آشنا شده بودند</w:t>
      </w:r>
      <w:r w:rsidR="00E275C9">
        <w:rPr>
          <w:rtl/>
        </w:rPr>
        <w:t xml:space="preserve">، </w:t>
      </w:r>
      <w:r>
        <w:rPr>
          <w:rtl/>
        </w:rPr>
        <w:t>زندگى ننگ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و ع</w:t>
      </w:r>
      <w:r w:rsidR="00E275C9">
        <w:rPr>
          <w:rtl/>
        </w:rPr>
        <w:t>ی</w:t>
      </w:r>
      <w:r>
        <w:rPr>
          <w:rtl/>
        </w:rPr>
        <w:t>اش</w:t>
      </w:r>
      <w:r w:rsidR="00E275C9">
        <w:rPr>
          <w:rtl/>
        </w:rPr>
        <w:t>ی</w:t>
      </w:r>
      <w:r>
        <w:rPr>
          <w:rtl/>
        </w:rPr>
        <w:t>هاى او را براى مردم بازگو كردند</w:t>
      </w:r>
      <w:r w:rsidR="00E275C9">
        <w:rPr>
          <w:rtl/>
        </w:rPr>
        <w:t xml:space="preserve">. </w:t>
      </w:r>
      <w:r>
        <w:rPr>
          <w:rtl/>
        </w:rPr>
        <w:t xml:space="preserve">آنان براى مردم شرح دادند كه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سگ بازى مى كند و با مردم معاشرت بدى دارد</w:t>
      </w:r>
      <w:r w:rsidR="00E275C9">
        <w:rPr>
          <w:rtl/>
        </w:rPr>
        <w:t xml:space="preserve">، </w:t>
      </w:r>
      <w:r>
        <w:rPr>
          <w:rtl/>
        </w:rPr>
        <w:t>م</w:t>
      </w:r>
      <w:r w:rsidR="00E275C9">
        <w:rPr>
          <w:rtl/>
        </w:rPr>
        <w:t>ی</w:t>
      </w:r>
      <w:r>
        <w:rPr>
          <w:rtl/>
        </w:rPr>
        <w:t>گسارى مى نما</w:t>
      </w:r>
      <w:r w:rsidR="00E275C9">
        <w:rPr>
          <w:rtl/>
        </w:rPr>
        <w:t>ی</w:t>
      </w:r>
      <w:r>
        <w:rPr>
          <w:rtl/>
        </w:rPr>
        <w:t xml:space="preserve">د و در مجلس او نوازشگران به نوازندگى مشغولند و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مردى بى د</w:t>
      </w:r>
      <w:r w:rsidR="00E275C9">
        <w:rPr>
          <w:rtl/>
        </w:rPr>
        <w:t>ی</w:t>
      </w:r>
      <w:r>
        <w:rPr>
          <w:rtl/>
        </w:rPr>
        <w:t>ن و خوشگذران است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مردم مد</w:t>
      </w:r>
      <w:r w:rsidR="00E275C9">
        <w:rPr>
          <w:rtl/>
        </w:rPr>
        <w:t>ی</w:t>
      </w:r>
      <w:r>
        <w:rPr>
          <w:rtl/>
        </w:rPr>
        <w:t>نه كه با حقا</w:t>
      </w:r>
      <w:r w:rsidR="00E275C9">
        <w:rPr>
          <w:rtl/>
        </w:rPr>
        <w:t>ی</w:t>
      </w:r>
      <w:r>
        <w:rPr>
          <w:rtl/>
        </w:rPr>
        <w:t>ق اسلام آشنا</w:t>
      </w:r>
      <w:r w:rsidR="00E275C9">
        <w:rPr>
          <w:rtl/>
        </w:rPr>
        <w:t>ی</w:t>
      </w:r>
      <w:r>
        <w:rPr>
          <w:rtl/>
        </w:rPr>
        <w:t>ى كامل داشتند و مى دانستند كه ا</w:t>
      </w:r>
      <w:r w:rsidR="00E275C9">
        <w:rPr>
          <w:rtl/>
        </w:rPr>
        <w:t>ی</w:t>
      </w:r>
      <w:r>
        <w:rPr>
          <w:rtl/>
        </w:rPr>
        <w:t xml:space="preserve">ن گونه اعمال از </w:t>
      </w:r>
      <w:r w:rsidR="00E275C9">
        <w:rPr>
          <w:rtl/>
        </w:rPr>
        <w:t>ی</w:t>
      </w:r>
      <w:r>
        <w:rPr>
          <w:rtl/>
        </w:rPr>
        <w:t>ك فرد مسلمان عادى بع</w:t>
      </w:r>
      <w:r w:rsidR="00E275C9">
        <w:rPr>
          <w:rtl/>
        </w:rPr>
        <w:t>ی</w:t>
      </w:r>
      <w:r>
        <w:rPr>
          <w:rtl/>
        </w:rPr>
        <w:t>د است تا چه برسد به كسى كه دعوى خلافت و رهبرى مسلم</w:t>
      </w:r>
      <w:r w:rsidR="00E275C9">
        <w:rPr>
          <w:rtl/>
        </w:rPr>
        <w:t>ی</w:t>
      </w:r>
      <w:r>
        <w:rPr>
          <w:rtl/>
        </w:rPr>
        <w:t>ن را دارد</w:t>
      </w:r>
      <w:r w:rsidR="00E275C9">
        <w:rPr>
          <w:rtl/>
        </w:rPr>
        <w:t xml:space="preserve">، </w:t>
      </w:r>
      <w:r>
        <w:rPr>
          <w:rtl/>
        </w:rPr>
        <w:t>با شن</w:t>
      </w:r>
      <w:r w:rsidR="00E275C9">
        <w:rPr>
          <w:rtl/>
        </w:rPr>
        <w:t>ی</w:t>
      </w:r>
      <w:r>
        <w:rPr>
          <w:rtl/>
        </w:rPr>
        <w:t>دن ا</w:t>
      </w:r>
      <w:r w:rsidR="00E275C9">
        <w:rPr>
          <w:rtl/>
        </w:rPr>
        <w:t>ی</w:t>
      </w:r>
      <w:r>
        <w:rPr>
          <w:rtl/>
        </w:rPr>
        <w:t>ن اخبار تكان دهنده</w:t>
      </w:r>
      <w:r w:rsidR="00E275C9">
        <w:rPr>
          <w:rtl/>
        </w:rPr>
        <w:t xml:space="preserve">، </w:t>
      </w:r>
      <w:r>
        <w:rPr>
          <w:rtl/>
        </w:rPr>
        <w:t>به ناگاه مردم مد</w:t>
      </w:r>
      <w:r w:rsidR="00E275C9">
        <w:rPr>
          <w:rtl/>
        </w:rPr>
        <w:t>ی</w:t>
      </w:r>
      <w:r>
        <w:rPr>
          <w:rtl/>
        </w:rPr>
        <w:t>نه ق</w:t>
      </w:r>
      <w:r w:rsidR="00E275C9">
        <w:rPr>
          <w:rtl/>
        </w:rPr>
        <w:t>ی</w:t>
      </w:r>
      <w:r>
        <w:rPr>
          <w:rtl/>
        </w:rPr>
        <w:t>ام كردند و «عبداللّه بن حنظله انصارى» را به ر</w:t>
      </w:r>
      <w:r w:rsidR="00E275C9">
        <w:rPr>
          <w:rtl/>
        </w:rPr>
        <w:t>ی</w:t>
      </w:r>
      <w:r>
        <w:rPr>
          <w:rtl/>
        </w:rPr>
        <w:t>است برگز</w:t>
      </w:r>
      <w:r w:rsidR="00E275C9">
        <w:rPr>
          <w:rtl/>
        </w:rPr>
        <w:t>ی</w:t>
      </w:r>
      <w:r>
        <w:rPr>
          <w:rtl/>
        </w:rPr>
        <w:t>دند و به تعق</w:t>
      </w:r>
      <w:r w:rsidR="00E275C9">
        <w:rPr>
          <w:rtl/>
        </w:rPr>
        <w:t>ی</w:t>
      </w:r>
      <w:r>
        <w:rPr>
          <w:rtl/>
        </w:rPr>
        <w:t>ب امو</w:t>
      </w:r>
      <w:r w:rsidR="00E275C9">
        <w:rPr>
          <w:rtl/>
        </w:rPr>
        <w:t>ی</w:t>
      </w:r>
      <w:r>
        <w:rPr>
          <w:rtl/>
        </w:rPr>
        <w:t>ان شهر پرداختند و آنان در محله «مروان بن حكم» كه سمت ر</w:t>
      </w:r>
      <w:r w:rsidR="00E275C9">
        <w:rPr>
          <w:rtl/>
        </w:rPr>
        <w:t>ی</w:t>
      </w:r>
      <w:r>
        <w:rPr>
          <w:rtl/>
        </w:rPr>
        <w:t>است بنى ام</w:t>
      </w:r>
      <w:r w:rsidR="00E275C9">
        <w:rPr>
          <w:rtl/>
        </w:rPr>
        <w:t>ی</w:t>
      </w:r>
      <w:r>
        <w:rPr>
          <w:rtl/>
        </w:rPr>
        <w:t>ه را در مد</w:t>
      </w:r>
      <w:r w:rsidR="00E275C9">
        <w:rPr>
          <w:rtl/>
        </w:rPr>
        <w:t>ی</w:t>
      </w:r>
      <w:r>
        <w:rPr>
          <w:rtl/>
        </w:rPr>
        <w:t>نه دارا بود</w:t>
      </w:r>
      <w:r w:rsidR="00E275C9">
        <w:rPr>
          <w:rtl/>
        </w:rPr>
        <w:t xml:space="preserve">، </w:t>
      </w:r>
      <w:r>
        <w:rPr>
          <w:rtl/>
        </w:rPr>
        <w:t>گرد آمده و متحصن شدند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از شام لشكرى به فرماندهى «مسلم بن عقبه المرى» به كمك امو</w:t>
      </w:r>
      <w:r w:rsidR="00E275C9">
        <w:rPr>
          <w:rtl/>
        </w:rPr>
        <w:t>ی</w:t>
      </w:r>
      <w:r>
        <w:rPr>
          <w:rtl/>
        </w:rPr>
        <w:t>ان فرستاد و به او دستور داد كه هرطور هست شورش را بخواباند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مردم مد</w:t>
      </w:r>
      <w:r w:rsidR="00E275C9">
        <w:rPr>
          <w:rtl/>
        </w:rPr>
        <w:t>ی</w:t>
      </w:r>
      <w:r>
        <w:rPr>
          <w:rtl/>
        </w:rPr>
        <w:t>نه خندق زمان پ</w:t>
      </w:r>
      <w:r w:rsidR="00E275C9">
        <w:rPr>
          <w:rtl/>
        </w:rPr>
        <w:t>ی</w:t>
      </w:r>
      <w:r>
        <w:rPr>
          <w:rtl/>
        </w:rPr>
        <w:t>غمر را دوباره ساختند و در شهر محصور شدند</w:t>
      </w:r>
      <w:r w:rsidR="00E275C9">
        <w:rPr>
          <w:rtl/>
        </w:rPr>
        <w:t xml:space="preserve">، </w:t>
      </w:r>
      <w:r>
        <w:rPr>
          <w:rtl/>
        </w:rPr>
        <w:t>اما شام</w:t>
      </w:r>
      <w:r w:rsidR="00E275C9">
        <w:rPr>
          <w:rtl/>
        </w:rPr>
        <w:t>ی</w:t>
      </w:r>
      <w:r>
        <w:rPr>
          <w:rtl/>
        </w:rPr>
        <w:t>ان با دور زدن خندق و خ</w:t>
      </w:r>
      <w:r w:rsidR="00E275C9">
        <w:rPr>
          <w:rtl/>
        </w:rPr>
        <w:t>ی</w:t>
      </w:r>
      <w:r>
        <w:rPr>
          <w:rtl/>
        </w:rPr>
        <w:t>انت بعضى از عوامل بنى ام</w:t>
      </w:r>
      <w:r w:rsidR="00E275C9">
        <w:rPr>
          <w:rtl/>
        </w:rPr>
        <w:t>ی</w:t>
      </w:r>
      <w:r>
        <w:rPr>
          <w:rtl/>
        </w:rPr>
        <w:t>ه در شهر توانستند از قسمت عقب وارد شهر شوند و مدافع</w:t>
      </w:r>
      <w:r w:rsidR="00E275C9">
        <w:rPr>
          <w:rtl/>
        </w:rPr>
        <w:t>ی</w:t>
      </w:r>
      <w:r>
        <w:rPr>
          <w:rtl/>
        </w:rPr>
        <w:t>ن مد</w:t>
      </w:r>
      <w:r w:rsidR="00E275C9">
        <w:rPr>
          <w:rtl/>
        </w:rPr>
        <w:t>ی</w:t>
      </w:r>
      <w:r>
        <w:rPr>
          <w:rtl/>
        </w:rPr>
        <w:t>نه را از پاى درآورند</w:t>
      </w:r>
      <w:r w:rsidR="00E275C9">
        <w:rPr>
          <w:rtl/>
        </w:rPr>
        <w:t xml:space="preserve">. </w:t>
      </w:r>
      <w:r>
        <w:rPr>
          <w:rtl/>
        </w:rPr>
        <w:t xml:space="preserve">«عبداللّه بن حنظله» در </w:t>
      </w:r>
      <w:r w:rsidR="00883263">
        <w:rPr>
          <w:rtl/>
        </w:rPr>
        <w:t>26</w:t>
      </w:r>
      <w:r>
        <w:rPr>
          <w:rtl/>
        </w:rPr>
        <w:t xml:space="preserve"> ذ</w:t>
      </w:r>
      <w:r w:rsidR="00E275C9">
        <w:rPr>
          <w:rtl/>
        </w:rPr>
        <w:t>ی</w:t>
      </w:r>
      <w:r>
        <w:rPr>
          <w:rtl/>
        </w:rPr>
        <w:t xml:space="preserve">حجه </w:t>
      </w:r>
      <w:r w:rsidR="00883263">
        <w:rPr>
          <w:rtl/>
        </w:rPr>
        <w:t>63</w:t>
      </w:r>
      <w:r>
        <w:rPr>
          <w:rtl/>
        </w:rPr>
        <w:t xml:space="preserve"> كشته شد و مردم مد</w:t>
      </w:r>
      <w:r w:rsidR="00E275C9">
        <w:rPr>
          <w:rtl/>
        </w:rPr>
        <w:t>ی</w:t>
      </w:r>
      <w:r>
        <w:rPr>
          <w:rtl/>
        </w:rPr>
        <w:t>نه به وس</w:t>
      </w:r>
      <w:r w:rsidR="00E275C9">
        <w:rPr>
          <w:rtl/>
        </w:rPr>
        <w:t>ی</w:t>
      </w:r>
      <w:r>
        <w:rPr>
          <w:rtl/>
        </w:rPr>
        <w:t xml:space="preserve">له عوامل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قتل و غارت شدند</w:t>
      </w:r>
      <w:r w:rsidR="00E275C9">
        <w:rPr>
          <w:rtl/>
        </w:rPr>
        <w:t xml:space="preserve">. </w:t>
      </w: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ن واقعه كه در تار</w:t>
      </w:r>
      <w:r w:rsidR="00E275C9">
        <w:rPr>
          <w:rtl/>
        </w:rPr>
        <w:t>ی</w:t>
      </w:r>
      <w:r>
        <w:rPr>
          <w:rtl/>
        </w:rPr>
        <w:t xml:space="preserve">خ اسلام به «واقعه حرّه»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102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معروف است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103</w:t>
      </w:r>
      <w:r w:rsidRPr="00B52B2E">
        <w:rPr>
          <w:rStyle w:val="libFootnotenumChar"/>
          <w:rtl/>
        </w:rPr>
        <w:t>)</w:t>
      </w:r>
      <w:r>
        <w:rPr>
          <w:rtl/>
        </w:rPr>
        <w:t xml:space="preserve"> خود عاملى د</w:t>
      </w:r>
      <w:r w:rsidR="00E275C9">
        <w:rPr>
          <w:rtl/>
        </w:rPr>
        <w:t>ی</w:t>
      </w:r>
      <w:r>
        <w:rPr>
          <w:rtl/>
        </w:rPr>
        <w:t>گر براى سرنگونى حكومت اموى و افشاى مظالم آنان شد</w:t>
      </w:r>
      <w:r w:rsidR="00E275C9">
        <w:rPr>
          <w:rtl/>
        </w:rPr>
        <w:t xml:space="preserve">. </w:t>
      </w:r>
      <w:r>
        <w:rPr>
          <w:rtl/>
        </w:rPr>
        <w:t>و گروه هاى د</w:t>
      </w:r>
      <w:r w:rsidR="00E275C9">
        <w:rPr>
          <w:rtl/>
        </w:rPr>
        <w:t>ی</w:t>
      </w:r>
      <w:r>
        <w:rPr>
          <w:rtl/>
        </w:rPr>
        <w:t>گرى از مردم را به خود آورد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بعد از ا</w:t>
      </w:r>
      <w:r w:rsidR="00E275C9">
        <w:rPr>
          <w:rtl/>
        </w:rPr>
        <w:t>ی</w:t>
      </w:r>
      <w:r>
        <w:rPr>
          <w:rtl/>
        </w:rPr>
        <w:t>ن واقعه</w:t>
      </w:r>
      <w:r w:rsidR="00E275C9">
        <w:rPr>
          <w:rtl/>
        </w:rPr>
        <w:t xml:space="preserve">، </w:t>
      </w:r>
      <w:r>
        <w:rPr>
          <w:rtl/>
        </w:rPr>
        <w:t>بنى ام</w:t>
      </w:r>
      <w:r w:rsidR="00E275C9">
        <w:rPr>
          <w:rtl/>
        </w:rPr>
        <w:t>ی</w:t>
      </w:r>
      <w:r>
        <w:rPr>
          <w:rtl/>
        </w:rPr>
        <w:t>ه در مكه ن</w:t>
      </w:r>
      <w:r w:rsidR="00E275C9">
        <w:rPr>
          <w:rtl/>
        </w:rPr>
        <w:t>ی</w:t>
      </w:r>
      <w:r>
        <w:rPr>
          <w:rtl/>
        </w:rPr>
        <w:t>ز چهره كر</w:t>
      </w:r>
      <w:r w:rsidR="00E275C9">
        <w:rPr>
          <w:rtl/>
        </w:rPr>
        <w:t>ی</w:t>
      </w:r>
      <w:r>
        <w:rPr>
          <w:rtl/>
        </w:rPr>
        <w:t>ه خود را نشان دادند و هرچه ب</w:t>
      </w:r>
      <w:r w:rsidR="00E275C9">
        <w:rPr>
          <w:rtl/>
        </w:rPr>
        <w:t>ی</w:t>
      </w:r>
      <w:r>
        <w:rPr>
          <w:rtl/>
        </w:rPr>
        <w:t>شتر سعى در آرام كردن مردم نمودند و هر اقدامى كه كردند</w:t>
      </w:r>
      <w:r w:rsidR="00E275C9">
        <w:rPr>
          <w:rtl/>
        </w:rPr>
        <w:t xml:space="preserve">، </w:t>
      </w:r>
      <w:r>
        <w:rPr>
          <w:rtl/>
        </w:rPr>
        <w:t>ب</w:t>
      </w:r>
      <w:r w:rsidR="00E275C9">
        <w:rPr>
          <w:rtl/>
        </w:rPr>
        <w:t>ی</w:t>
      </w:r>
      <w:r>
        <w:rPr>
          <w:rtl/>
        </w:rPr>
        <w:t>شتر از گذشته</w:t>
      </w:r>
      <w:r w:rsidR="00E275C9">
        <w:rPr>
          <w:rtl/>
        </w:rPr>
        <w:t xml:space="preserve">، </w:t>
      </w:r>
      <w:r>
        <w:rPr>
          <w:rtl/>
        </w:rPr>
        <w:t>آبروى نداشته خود را بر باد دادند</w:t>
      </w:r>
      <w:r w:rsidR="00E275C9">
        <w:rPr>
          <w:rtl/>
        </w:rPr>
        <w:t xml:space="preserve">. </w:t>
      </w:r>
      <w:r>
        <w:rPr>
          <w:rtl/>
        </w:rPr>
        <w:t>تا آنجا كه نسبت به خانه مباركه كعبه و حرم شر</w:t>
      </w:r>
      <w:r w:rsidR="00E275C9">
        <w:rPr>
          <w:rtl/>
        </w:rPr>
        <w:t>ی</w:t>
      </w:r>
      <w:r>
        <w:rPr>
          <w:rtl/>
        </w:rPr>
        <w:t>ف ن</w:t>
      </w:r>
      <w:r w:rsidR="00E275C9">
        <w:rPr>
          <w:rtl/>
        </w:rPr>
        <w:t>ی</w:t>
      </w:r>
      <w:r>
        <w:rPr>
          <w:rtl/>
        </w:rPr>
        <w:t>ز اهانتها</w:t>
      </w:r>
      <w:r w:rsidR="00E275C9">
        <w:rPr>
          <w:rtl/>
        </w:rPr>
        <w:t>ی</w:t>
      </w:r>
      <w:r>
        <w:rPr>
          <w:rtl/>
        </w:rPr>
        <w:t>ى روا داشتند و اسباب نارضا</w:t>
      </w:r>
      <w:r w:rsidR="00E275C9">
        <w:rPr>
          <w:rtl/>
        </w:rPr>
        <w:t>ی</w:t>
      </w:r>
      <w:r>
        <w:rPr>
          <w:rtl/>
        </w:rPr>
        <w:t>تى جهان اسلام را فراهم آوردند</w:t>
      </w:r>
      <w:r w:rsidR="00E275C9">
        <w:rPr>
          <w:rtl/>
        </w:rPr>
        <w:t xml:space="preserve">. </w:t>
      </w:r>
      <w:r>
        <w:rPr>
          <w:rtl/>
        </w:rPr>
        <w:t xml:space="preserve">تا </w:t>
      </w:r>
      <w:r w:rsidR="00B514CF">
        <w:rPr>
          <w:rtl/>
        </w:rPr>
        <w:t>بالاخره</w:t>
      </w:r>
      <w:r>
        <w:rPr>
          <w:rtl/>
        </w:rPr>
        <w:t xml:space="preserve"> در رب</w:t>
      </w:r>
      <w:r w:rsidR="00E275C9">
        <w:rPr>
          <w:rtl/>
        </w:rPr>
        <w:t>ی</w:t>
      </w:r>
      <w:r>
        <w:rPr>
          <w:rtl/>
        </w:rPr>
        <w:t xml:space="preserve">ع الاول </w:t>
      </w:r>
      <w:r w:rsidR="00883263">
        <w:rPr>
          <w:rtl/>
        </w:rPr>
        <w:t>64</w:t>
      </w:r>
      <w:r>
        <w:rPr>
          <w:rtl/>
        </w:rPr>
        <w:t xml:space="preserve"> هجرى قمرى</w:t>
      </w:r>
      <w:r w:rsidR="00E275C9">
        <w:rPr>
          <w:rtl/>
        </w:rPr>
        <w:t>،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مُرد و ننگى ابدى با خود به همراه برد</w:t>
      </w:r>
      <w:r w:rsidR="00E275C9">
        <w:rPr>
          <w:rtl/>
        </w:rPr>
        <w:t xml:space="preserve">. 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t xml:space="preserve">علت مرگ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 به درستى روشن 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، </w:t>
      </w:r>
      <w:r>
        <w:rPr>
          <w:rtl/>
        </w:rPr>
        <w:t>ولى چن</w:t>
      </w:r>
      <w:r w:rsidR="00E275C9">
        <w:rPr>
          <w:rtl/>
        </w:rPr>
        <w:t>ی</w:t>
      </w:r>
      <w:r>
        <w:rPr>
          <w:rtl/>
        </w:rPr>
        <w:t>ن برمى آ</w:t>
      </w:r>
      <w:r w:rsidR="00E275C9">
        <w:rPr>
          <w:rtl/>
        </w:rPr>
        <w:t>ی</w:t>
      </w:r>
      <w:r>
        <w:rPr>
          <w:rtl/>
        </w:rPr>
        <w:t>د كه به وس</w:t>
      </w:r>
      <w:r w:rsidR="00E275C9">
        <w:rPr>
          <w:rtl/>
        </w:rPr>
        <w:t>ی</w:t>
      </w:r>
      <w:r>
        <w:rPr>
          <w:rtl/>
        </w:rPr>
        <w:t>له «سلمى» دختر «حجر بن عدى كندى» و با همكارى «عبدالرحمان» برادرزاده حجر</w:t>
      </w:r>
      <w:r w:rsidR="00E275C9">
        <w:rPr>
          <w:rtl/>
        </w:rPr>
        <w:t xml:space="preserve">، </w:t>
      </w:r>
      <w:r>
        <w:rPr>
          <w:rtl/>
        </w:rPr>
        <w:t>مسموم شد و براى هم</w:t>
      </w:r>
      <w:r w:rsidR="00E275C9">
        <w:rPr>
          <w:rtl/>
        </w:rPr>
        <w:t>ی</w:t>
      </w:r>
      <w:r>
        <w:rPr>
          <w:rtl/>
        </w:rPr>
        <w:t>شه دن</w:t>
      </w:r>
      <w:r w:rsidR="00E275C9">
        <w:rPr>
          <w:rtl/>
        </w:rPr>
        <w:t>ی</w:t>
      </w:r>
      <w:r>
        <w:rPr>
          <w:rtl/>
        </w:rPr>
        <w:t>اى اسلام از لوث وجود ناپاكش تطه</w:t>
      </w:r>
      <w:r w:rsidR="00E275C9">
        <w:rPr>
          <w:rtl/>
        </w:rPr>
        <w:t>ی</w:t>
      </w:r>
      <w:r>
        <w:rPr>
          <w:rtl/>
        </w:rPr>
        <w:t>ر شد</w:t>
      </w:r>
      <w:r w:rsidR="00E275C9">
        <w:rPr>
          <w:rtl/>
        </w:rPr>
        <w:t xml:space="preserve">. </w:t>
      </w:r>
      <w:r>
        <w:rPr>
          <w:rtl/>
        </w:rPr>
        <w:t>و د</w:t>
      </w:r>
      <w:r w:rsidR="00E275C9">
        <w:rPr>
          <w:rtl/>
        </w:rPr>
        <w:t>ی</w:t>
      </w:r>
      <w:r>
        <w:rPr>
          <w:rtl/>
        </w:rPr>
        <w:t>رى نگذشت</w:t>
      </w:r>
      <w:r w:rsidR="0020655A">
        <w:rPr>
          <w:rtl/>
        </w:rPr>
        <w:t xml:space="preserve"> </w:t>
      </w:r>
      <w:r>
        <w:rPr>
          <w:rtl/>
        </w:rPr>
        <w:t>كه موج انتقام جو</w:t>
      </w:r>
      <w:r w:rsidR="00E275C9">
        <w:rPr>
          <w:rtl/>
        </w:rPr>
        <w:t>ی</w:t>
      </w:r>
      <w:r>
        <w:rPr>
          <w:rtl/>
        </w:rPr>
        <w:t>ى مردم از كل</w:t>
      </w:r>
      <w:r w:rsidR="00E275C9">
        <w:rPr>
          <w:rtl/>
        </w:rPr>
        <w:t>ی</w:t>
      </w:r>
      <w:r>
        <w:rPr>
          <w:rtl/>
        </w:rPr>
        <w:t>ه جنا</w:t>
      </w:r>
      <w:r w:rsidR="00E275C9">
        <w:rPr>
          <w:rtl/>
        </w:rPr>
        <w:t>ی</w:t>
      </w:r>
      <w:r>
        <w:rPr>
          <w:rtl/>
        </w:rPr>
        <w:t>تكاران واقعه كربلا به حركت درآمد</w:t>
      </w:r>
      <w:r w:rsidR="00E275C9">
        <w:rPr>
          <w:rtl/>
        </w:rPr>
        <w:t xml:space="preserve">. </w:t>
      </w:r>
    </w:p>
    <w:p w:rsidR="0019546D" w:rsidRDefault="0019546D" w:rsidP="0019546D">
      <w:pPr>
        <w:pStyle w:val="Heading2"/>
        <w:rPr>
          <w:rFonts w:hint="cs"/>
          <w:rtl/>
        </w:rPr>
      </w:pPr>
      <w:r>
        <w:rPr>
          <w:rtl/>
        </w:rPr>
        <w:br w:type="page"/>
      </w:r>
      <w:bookmarkStart w:id="13" w:name="_Toc425238182"/>
      <w:r w:rsidR="00134B66">
        <w:rPr>
          <w:rtl/>
        </w:rPr>
        <w:lastRenderedPageBreak/>
        <w:t>ق</w:t>
      </w:r>
      <w:r w:rsidR="00E275C9">
        <w:rPr>
          <w:rtl/>
        </w:rPr>
        <w:t>ی</w:t>
      </w:r>
      <w:r w:rsidR="00134B66">
        <w:rPr>
          <w:rtl/>
        </w:rPr>
        <w:t>ام توّاب</w:t>
      </w:r>
      <w:r w:rsidR="00E275C9">
        <w:rPr>
          <w:rtl/>
        </w:rPr>
        <w:t>ی</w:t>
      </w:r>
      <w:r w:rsidR="00134B66">
        <w:rPr>
          <w:rtl/>
        </w:rPr>
        <w:t>ن</w:t>
      </w:r>
      <w:bookmarkEnd w:id="13"/>
      <w:r w:rsidR="00134B66">
        <w:rPr>
          <w:rtl/>
        </w:rPr>
        <w:t xml:space="preserve">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 مردم كوفه بعد از شهادت حضرت س</w:t>
      </w:r>
      <w:r w:rsidR="00E275C9">
        <w:rPr>
          <w:rtl/>
        </w:rPr>
        <w:t>ی</w:t>
      </w:r>
      <w:r>
        <w:rPr>
          <w:rtl/>
        </w:rPr>
        <w:t>دالشهدا و ق</w:t>
      </w:r>
      <w:r w:rsidR="00E275C9">
        <w:rPr>
          <w:rtl/>
        </w:rPr>
        <w:t>ی</w:t>
      </w:r>
      <w:r>
        <w:rPr>
          <w:rtl/>
        </w:rPr>
        <w:t>ام عبداللّه عف</w:t>
      </w:r>
      <w:r w:rsidR="00E275C9">
        <w:rPr>
          <w:rtl/>
        </w:rPr>
        <w:t>ی</w:t>
      </w:r>
      <w:r>
        <w:rPr>
          <w:rtl/>
        </w:rPr>
        <w:t>ف و شهادت او</w:t>
      </w:r>
      <w:r w:rsidR="00E275C9">
        <w:rPr>
          <w:rtl/>
        </w:rPr>
        <w:t xml:space="preserve">، </w:t>
      </w:r>
      <w:r>
        <w:rPr>
          <w:rtl/>
        </w:rPr>
        <w:t>هرگز آرام نگرفتند و كوفه بعد از واقعه كربلا</w:t>
      </w:r>
      <w:r w:rsidR="00E275C9">
        <w:rPr>
          <w:rtl/>
        </w:rPr>
        <w:t xml:space="preserve">، </w:t>
      </w:r>
      <w:r>
        <w:rPr>
          <w:rtl/>
        </w:rPr>
        <w:t>شاهد حوادث فراوانى بود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هنوز از حادثه جانگداز كربلا د</w:t>
      </w:r>
      <w:r w:rsidR="00E275C9">
        <w:rPr>
          <w:rtl/>
        </w:rPr>
        <w:t>ی</w:t>
      </w:r>
      <w:r>
        <w:rPr>
          <w:rtl/>
        </w:rPr>
        <w:t>رى نگذشته بود كه مردم كوفه</w:t>
      </w:r>
      <w:r w:rsidR="00E275C9">
        <w:rPr>
          <w:rtl/>
        </w:rPr>
        <w:t>؛ ی</w:t>
      </w:r>
      <w:r>
        <w:rPr>
          <w:rtl/>
        </w:rPr>
        <w:t xml:space="preserve">عنى همان افرادى كه ابتدا حضرت ابى عبداللّه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دعوت كرده و سپس تنها</w:t>
      </w:r>
      <w:r w:rsidR="00E275C9">
        <w:rPr>
          <w:rtl/>
        </w:rPr>
        <w:t>ی</w:t>
      </w:r>
      <w:r>
        <w:rPr>
          <w:rtl/>
        </w:rPr>
        <w:t>ش گذاردند</w:t>
      </w:r>
      <w:r w:rsidR="00E275C9">
        <w:rPr>
          <w:rtl/>
        </w:rPr>
        <w:t xml:space="preserve">، </w:t>
      </w:r>
      <w:r>
        <w:rPr>
          <w:rtl/>
        </w:rPr>
        <w:t>در خانه «سل</w:t>
      </w:r>
      <w:r w:rsidR="00E275C9">
        <w:rPr>
          <w:rtl/>
        </w:rPr>
        <w:t>ی</w:t>
      </w:r>
      <w:r>
        <w:rPr>
          <w:rtl/>
        </w:rPr>
        <w:t>مان بن صرد» جمع شدند</w:t>
      </w:r>
      <w:r w:rsidR="00E275C9">
        <w:rPr>
          <w:rtl/>
        </w:rPr>
        <w:t xml:space="preserve">. </w:t>
      </w:r>
      <w:r>
        <w:rPr>
          <w:rtl/>
        </w:rPr>
        <w:t>و هم</w:t>
      </w:r>
      <w:r w:rsidR="00E275C9">
        <w:rPr>
          <w:rtl/>
        </w:rPr>
        <w:t>ی</w:t>
      </w:r>
      <w:r>
        <w:rPr>
          <w:rtl/>
        </w:rPr>
        <w:t>ن شخص با چهار نفر د</w:t>
      </w:r>
      <w:r w:rsidR="00E275C9">
        <w:rPr>
          <w:rtl/>
        </w:rPr>
        <w:t>ی</w:t>
      </w:r>
      <w:r>
        <w:rPr>
          <w:rtl/>
        </w:rPr>
        <w:t>گر به نامهاى «مس</w:t>
      </w:r>
      <w:r w:rsidR="00E275C9">
        <w:rPr>
          <w:rtl/>
        </w:rPr>
        <w:t>ی</w:t>
      </w:r>
      <w:r>
        <w:rPr>
          <w:rtl/>
        </w:rPr>
        <w:t>ب بن نج</w:t>
      </w:r>
      <w:r w:rsidR="00E275C9">
        <w:rPr>
          <w:rtl/>
        </w:rPr>
        <w:t>ی</w:t>
      </w:r>
      <w:r>
        <w:rPr>
          <w:rtl/>
        </w:rPr>
        <w:t>به</w:t>
      </w:r>
      <w:r w:rsidR="00E275C9">
        <w:rPr>
          <w:rtl/>
        </w:rPr>
        <w:t xml:space="preserve">، </w:t>
      </w:r>
      <w:r>
        <w:rPr>
          <w:rtl/>
        </w:rPr>
        <w:t>عبداللّه بن سعد ازدى</w:t>
      </w:r>
      <w:r w:rsidR="00E275C9">
        <w:rPr>
          <w:rtl/>
        </w:rPr>
        <w:t xml:space="preserve">، </w:t>
      </w:r>
      <w:r>
        <w:rPr>
          <w:rtl/>
        </w:rPr>
        <w:t>عبداللّه بن وال تم</w:t>
      </w:r>
      <w:r w:rsidR="00E275C9">
        <w:rPr>
          <w:rtl/>
        </w:rPr>
        <w:t>ی</w:t>
      </w:r>
      <w:r>
        <w:rPr>
          <w:rtl/>
        </w:rPr>
        <w:t>مى و رفاعة بن شداد»</w:t>
      </w:r>
      <w:r w:rsidR="00E275C9">
        <w:rPr>
          <w:rtl/>
        </w:rPr>
        <w:t xml:space="preserve">، </w:t>
      </w:r>
      <w:r>
        <w:rPr>
          <w:rtl/>
        </w:rPr>
        <w:t xml:space="preserve">با </w:t>
      </w:r>
      <w:r w:rsidR="00E275C9">
        <w:rPr>
          <w:rtl/>
        </w:rPr>
        <w:t>ی</w:t>
      </w:r>
      <w:r>
        <w:rPr>
          <w:rtl/>
        </w:rPr>
        <w:t>كد</w:t>
      </w:r>
      <w:r w:rsidR="00E275C9">
        <w:rPr>
          <w:rtl/>
        </w:rPr>
        <w:t>ی</w:t>
      </w:r>
      <w:r>
        <w:rPr>
          <w:rtl/>
        </w:rPr>
        <w:t>گر پ</w:t>
      </w:r>
      <w:r w:rsidR="00E275C9">
        <w:rPr>
          <w:rtl/>
        </w:rPr>
        <w:t>ی</w:t>
      </w:r>
      <w:r>
        <w:rPr>
          <w:rtl/>
        </w:rPr>
        <w:t>مان بسته و هم سوگند شدند كه بر عل</w:t>
      </w:r>
      <w:r w:rsidR="00E275C9">
        <w:rPr>
          <w:rtl/>
        </w:rPr>
        <w:t>ی</w:t>
      </w:r>
      <w:r>
        <w:rPr>
          <w:rtl/>
        </w:rPr>
        <w:t>ه جنا</w:t>
      </w:r>
      <w:r w:rsidR="00E275C9">
        <w:rPr>
          <w:rtl/>
        </w:rPr>
        <w:t>ی</w:t>
      </w:r>
      <w:r>
        <w:rPr>
          <w:rtl/>
        </w:rPr>
        <w:t>تكاران كربلا ق</w:t>
      </w:r>
      <w:r w:rsidR="00E275C9">
        <w:rPr>
          <w:rtl/>
        </w:rPr>
        <w:t>ی</w:t>
      </w:r>
      <w:r>
        <w:rPr>
          <w:rtl/>
        </w:rPr>
        <w:t>ام نما</w:t>
      </w:r>
      <w:r w:rsidR="00E275C9">
        <w:rPr>
          <w:rtl/>
        </w:rPr>
        <w:t>ی</w:t>
      </w:r>
      <w:r>
        <w:rPr>
          <w:rtl/>
        </w:rPr>
        <w:t>ند و انتقام خون شهدا را بگ</w:t>
      </w:r>
      <w:r w:rsidR="00E275C9">
        <w:rPr>
          <w:rtl/>
        </w:rPr>
        <w:t>ی</w:t>
      </w:r>
      <w:r>
        <w:rPr>
          <w:rtl/>
        </w:rPr>
        <w:t>رند</w:t>
      </w:r>
      <w:r w:rsidR="00E275C9">
        <w:rPr>
          <w:rtl/>
        </w:rPr>
        <w:t xml:space="preserve">.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عده</w:t>
      </w:r>
      <w:r w:rsidR="00E275C9">
        <w:rPr>
          <w:rtl/>
        </w:rPr>
        <w:t xml:space="preserve">، </w:t>
      </w:r>
      <w:r>
        <w:rPr>
          <w:rtl/>
        </w:rPr>
        <w:t>«سل</w:t>
      </w:r>
      <w:r w:rsidR="00E275C9">
        <w:rPr>
          <w:rtl/>
        </w:rPr>
        <w:t>ی</w:t>
      </w:r>
      <w:r>
        <w:rPr>
          <w:rtl/>
        </w:rPr>
        <w:t>مان» را ام</w:t>
      </w:r>
      <w:r w:rsidR="00E275C9">
        <w:rPr>
          <w:rtl/>
        </w:rPr>
        <w:t>ی</w:t>
      </w:r>
      <w:r>
        <w:rPr>
          <w:rtl/>
        </w:rPr>
        <w:t>ر قرار دادند تا طبقه ناراضى از اموى با وى ب</w:t>
      </w:r>
      <w:r w:rsidR="00E275C9">
        <w:rPr>
          <w:rtl/>
        </w:rPr>
        <w:t>ی</w:t>
      </w:r>
      <w:r>
        <w:rPr>
          <w:rtl/>
        </w:rPr>
        <w:t>عت كنند</w:t>
      </w:r>
      <w:r w:rsidR="00E275C9">
        <w:rPr>
          <w:rtl/>
        </w:rPr>
        <w:t xml:space="preserve">.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شان همچن</w:t>
      </w:r>
      <w:r w:rsidR="00E275C9">
        <w:rPr>
          <w:rtl/>
        </w:rPr>
        <w:t>ی</w:t>
      </w:r>
      <w:r>
        <w:rPr>
          <w:rtl/>
        </w:rPr>
        <w:t>ن تعهد كردند كه بعد از پاك كردن جامعه اسلام از لوث جنا</w:t>
      </w:r>
      <w:r w:rsidR="00E275C9">
        <w:rPr>
          <w:rtl/>
        </w:rPr>
        <w:t>ی</w:t>
      </w:r>
      <w:r>
        <w:rPr>
          <w:rtl/>
        </w:rPr>
        <w:t>تكاران و تسلط بر اوضاع</w:t>
      </w:r>
      <w:r w:rsidR="00E275C9">
        <w:rPr>
          <w:rtl/>
        </w:rPr>
        <w:t xml:space="preserve">، </w:t>
      </w:r>
      <w:r>
        <w:rPr>
          <w:rtl/>
        </w:rPr>
        <w:t>حضرت امام ز</w:t>
      </w:r>
      <w:r w:rsidR="00E275C9">
        <w:rPr>
          <w:rtl/>
        </w:rPr>
        <w:t>ی</w:t>
      </w:r>
      <w:r>
        <w:rPr>
          <w:rtl/>
        </w:rPr>
        <w:t>ن العابد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بر مسند خلافت مسلم</w:t>
      </w:r>
      <w:r w:rsidR="00E275C9">
        <w:rPr>
          <w:rtl/>
        </w:rPr>
        <w:t>ی</w:t>
      </w:r>
      <w:r>
        <w:rPr>
          <w:rtl/>
        </w:rPr>
        <w:t>ن بنشانند</w:t>
      </w:r>
      <w:r w:rsidR="00E275C9">
        <w:rPr>
          <w:rtl/>
        </w:rPr>
        <w:t xml:space="preserve">. </w:t>
      </w:r>
    </w:p>
    <w:p w:rsidR="00134B66" w:rsidRPr="000C2D46" w:rsidRDefault="00134B66" w:rsidP="00134B66">
      <w:pPr>
        <w:pStyle w:val="libNormal"/>
        <w:rPr>
          <w:rStyle w:val="libFootnotenumChar"/>
          <w:rtl/>
        </w:rPr>
      </w:pPr>
      <w:r>
        <w:rPr>
          <w:rtl/>
        </w:rPr>
        <w:t>بد</w:t>
      </w:r>
      <w:r w:rsidR="00E275C9">
        <w:rPr>
          <w:rtl/>
        </w:rPr>
        <w:t>ی</w:t>
      </w:r>
      <w:r>
        <w:rPr>
          <w:rtl/>
        </w:rPr>
        <w:t>ن صورت</w:t>
      </w:r>
      <w:r w:rsidR="00E275C9">
        <w:rPr>
          <w:rtl/>
        </w:rPr>
        <w:t xml:space="preserve">، </w:t>
      </w:r>
      <w:r>
        <w:rPr>
          <w:rtl/>
        </w:rPr>
        <w:t>در م</w:t>
      </w:r>
      <w:r w:rsidR="00E275C9">
        <w:rPr>
          <w:rtl/>
        </w:rPr>
        <w:t>ی</w:t>
      </w:r>
      <w:r>
        <w:rPr>
          <w:rtl/>
        </w:rPr>
        <w:t>ان مح</w:t>
      </w:r>
      <w:r w:rsidR="00E275C9">
        <w:rPr>
          <w:rtl/>
        </w:rPr>
        <w:t>ی</w:t>
      </w:r>
      <w:r>
        <w:rPr>
          <w:rtl/>
        </w:rPr>
        <w:t>ط ترس و وحشت و كنترل و تهد</w:t>
      </w:r>
      <w:r w:rsidR="00E275C9">
        <w:rPr>
          <w:rtl/>
        </w:rPr>
        <w:t>ی</w:t>
      </w:r>
      <w:r>
        <w:rPr>
          <w:rtl/>
        </w:rPr>
        <w:t>د و رعب طرفداران حكومت بنى ام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سل</w:t>
      </w:r>
      <w:r w:rsidR="00E275C9">
        <w:rPr>
          <w:rtl/>
        </w:rPr>
        <w:t>ی</w:t>
      </w:r>
      <w:r>
        <w:rPr>
          <w:rtl/>
        </w:rPr>
        <w:t>مان</w:t>
      </w:r>
      <w:r w:rsidR="00E275C9">
        <w:rPr>
          <w:rtl/>
        </w:rPr>
        <w:t xml:space="preserve">، </w:t>
      </w:r>
      <w:r>
        <w:rPr>
          <w:rtl/>
        </w:rPr>
        <w:t>نامه ها</w:t>
      </w:r>
      <w:r w:rsidR="00E275C9">
        <w:rPr>
          <w:rtl/>
        </w:rPr>
        <w:t>ی</w:t>
      </w:r>
      <w:r>
        <w:rPr>
          <w:rtl/>
        </w:rPr>
        <w:t>ى به اطراف نوشت و مردم را به ق</w:t>
      </w:r>
      <w:r w:rsidR="00E275C9">
        <w:rPr>
          <w:rtl/>
        </w:rPr>
        <w:t>ی</w:t>
      </w:r>
      <w:r>
        <w:rPr>
          <w:rtl/>
        </w:rPr>
        <w:t>ام عل</w:t>
      </w:r>
      <w:r w:rsidR="00E275C9">
        <w:rPr>
          <w:rtl/>
        </w:rPr>
        <w:t>ی</w:t>
      </w:r>
      <w:r>
        <w:rPr>
          <w:rtl/>
        </w:rPr>
        <w:t xml:space="preserve">ه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 xml:space="preserve">ان دعوت كرد تا </w:t>
      </w:r>
      <w:r w:rsidR="00B514CF">
        <w:rPr>
          <w:rtl/>
        </w:rPr>
        <w:t>بالاخره</w:t>
      </w:r>
      <w:r>
        <w:rPr>
          <w:rtl/>
        </w:rPr>
        <w:t xml:space="preserve"> پس</w:t>
      </w:r>
      <w:r w:rsidR="00E275C9">
        <w:rPr>
          <w:rtl/>
        </w:rPr>
        <w:t xml:space="preserve"> </w:t>
      </w:r>
      <w:r>
        <w:rPr>
          <w:rtl/>
        </w:rPr>
        <w:t>از چهار سال دعوت</w:t>
      </w:r>
      <w:r w:rsidR="00E275C9">
        <w:rPr>
          <w:rtl/>
        </w:rPr>
        <w:t xml:space="preserve">، </w:t>
      </w:r>
      <w:r>
        <w:rPr>
          <w:rtl/>
        </w:rPr>
        <w:t xml:space="preserve">در سال </w:t>
      </w:r>
      <w:r w:rsidR="00883263">
        <w:rPr>
          <w:rtl/>
        </w:rPr>
        <w:t>65</w:t>
      </w:r>
      <w:r>
        <w:rPr>
          <w:rtl/>
        </w:rPr>
        <w:t xml:space="preserve"> هجرى بپاخاست</w:t>
      </w:r>
      <w:r w:rsidR="00E275C9">
        <w:rPr>
          <w:rtl/>
        </w:rPr>
        <w:t xml:space="preserve">، </w:t>
      </w:r>
      <w:r>
        <w:rPr>
          <w:rtl/>
        </w:rPr>
        <w:t>در حالى كه</w:t>
      </w:r>
      <w:r w:rsidR="0020655A">
        <w:rPr>
          <w:rtl/>
        </w:rPr>
        <w:t xml:space="preserve"> </w:t>
      </w:r>
      <w:r>
        <w:rPr>
          <w:rtl/>
        </w:rPr>
        <w:t>شانزده هزار نفر با او ب</w:t>
      </w:r>
      <w:r w:rsidR="00E275C9">
        <w:rPr>
          <w:rtl/>
        </w:rPr>
        <w:t>ی</w:t>
      </w:r>
      <w:r>
        <w:rPr>
          <w:rtl/>
        </w:rPr>
        <w:t>عت كرده بودند</w:t>
      </w:r>
      <w:r w:rsidR="00E275C9">
        <w:rPr>
          <w:rtl/>
        </w:rPr>
        <w:t xml:space="preserve">. </w:t>
      </w:r>
      <w:r>
        <w:rPr>
          <w:rtl/>
        </w:rPr>
        <w:t>به اتفاق چهارهزار نفر از ا</w:t>
      </w:r>
      <w:r w:rsidR="00E275C9">
        <w:rPr>
          <w:rtl/>
        </w:rPr>
        <w:t>ی</w:t>
      </w:r>
      <w:r>
        <w:rPr>
          <w:rtl/>
        </w:rPr>
        <w:t>ن عده به طرف كربلا حركت كرد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104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بعد از گر</w:t>
      </w:r>
      <w:r w:rsidR="00E275C9">
        <w:rPr>
          <w:rtl/>
        </w:rPr>
        <w:t>ی</w:t>
      </w:r>
      <w:r>
        <w:rPr>
          <w:rtl/>
        </w:rPr>
        <w:t>ه و زارى بر قبور شهدا و پاش</w:t>
      </w:r>
      <w:r w:rsidR="00E275C9">
        <w:rPr>
          <w:rtl/>
        </w:rPr>
        <w:t>ی</w:t>
      </w:r>
      <w:r>
        <w:rPr>
          <w:rtl/>
        </w:rPr>
        <w:t>دن عطر بر مراقد مطهره و توبه و اظهار ندامت از گذشته</w:t>
      </w:r>
      <w:r w:rsidR="00E275C9">
        <w:rPr>
          <w:rtl/>
        </w:rPr>
        <w:t xml:space="preserve">، </w:t>
      </w:r>
      <w:r>
        <w:rPr>
          <w:rtl/>
        </w:rPr>
        <w:t>پس از سه روز اقامت در كربلا</w:t>
      </w:r>
      <w:r w:rsidR="00E275C9">
        <w:rPr>
          <w:rtl/>
        </w:rPr>
        <w:t xml:space="preserve">، </w:t>
      </w:r>
      <w:r>
        <w:rPr>
          <w:rtl/>
        </w:rPr>
        <w:t>به سوى دمشق</w:t>
      </w:r>
      <w:r w:rsidR="00E275C9">
        <w:rPr>
          <w:rtl/>
        </w:rPr>
        <w:t xml:space="preserve">، </w:t>
      </w:r>
      <w:r>
        <w:rPr>
          <w:rtl/>
        </w:rPr>
        <w:t>مقر حكومت امو</w:t>
      </w:r>
      <w:r w:rsidR="00E275C9">
        <w:rPr>
          <w:rtl/>
        </w:rPr>
        <w:t>ی</w:t>
      </w:r>
      <w:r>
        <w:rPr>
          <w:rtl/>
        </w:rPr>
        <w:t>ان حركت كردند</w:t>
      </w:r>
      <w:r w:rsidR="00E275C9">
        <w:rPr>
          <w:rtl/>
        </w:rPr>
        <w:t xml:space="preserve">. 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lastRenderedPageBreak/>
        <w:t>ا</w:t>
      </w:r>
      <w:r w:rsidR="00E275C9">
        <w:rPr>
          <w:rtl/>
        </w:rPr>
        <w:t>ی</w:t>
      </w:r>
      <w:r>
        <w:rPr>
          <w:rtl/>
        </w:rPr>
        <w:t>نان در ابتدا ضرباتى كارى بر پ</w:t>
      </w:r>
      <w:r w:rsidR="00E275C9">
        <w:rPr>
          <w:rtl/>
        </w:rPr>
        <w:t>ی</w:t>
      </w:r>
      <w:r>
        <w:rPr>
          <w:rtl/>
        </w:rPr>
        <w:t>كر ارتش بنى ام</w:t>
      </w:r>
      <w:r w:rsidR="00E275C9">
        <w:rPr>
          <w:rtl/>
        </w:rPr>
        <w:t>ی</w:t>
      </w:r>
      <w:r>
        <w:rPr>
          <w:rtl/>
        </w:rPr>
        <w:t>ه وارد آوردند</w:t>
      </w:r>
      <w:r w:rsidR="00E275C9">
        <w:rPr>
          <w:rtl/>
        </w:rPr>
        <w:t xml:space="preserve">، </w:t>
      </w:r>
      <w:r>
        <w:rPr>
          <w:rtl/>
        </w:rPr>
        <w:t>ولى با شهادت «سل</w:t>
      </w:r>
      <w:r w:rsidR="00E275C9">
        <w:rPr>
          <w:rtl/>
        </w:rPr>
        <w:t>ی</w:t>
      </w:r>
      <w:r>
        <w:rPr>
          <w:rtl/>
        </w:rPr>
        <w:t>مان»</w:t>
      </w:r>
      <w:r w:rsidR="00E275C9">
        <w:rPr>
          <w:rtl/>
        </w:rPr>
        <w:t xml:space="preserve">، </w:t>
      </w:r>
      <w:r>
        <w:rPr>
          <w:rtl/>
        </w:rPr>
        <w:t>موقتا گرفتن انتقام از جنا</w:t>
      </w:r>
      <w:r w:rsidR="00E275C9">
        <w:rPr>
          <w:rtl/>
        </w:rPr>
        <w:t>ی</w:t>
      </w:r>
      <w:r>
        <w:rPr>
          <w:rtl/>
        </w:rPr>
        <w:t>تكاران</w:t>
      </w:r>
      <w:r w:rsidR="00E275C9">
        <w:rPr>
          <w:rtl/>
        </w:rPr>
        <w:t xml:space="preserve">، </w:t>
      </w:r>
      <w:r>
        <w:rPr>
          <w:rtl/>
        </w:rPr>
        <w:t>چندى به تاءخ</w:t>
      </w:r>
      <w:r w:rsidR="00E275C9">
        <w:rPr>
          <w:rtl/>
        </w:rPr>
        <w:t>ی</w:t>
      </w:r>
      <w:r>
        <w:rPr>
          <w:rtl/>
        </w:rPr>
        <w:t>ر افتاد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105</w:t>
      </w:r>
      <w:r w:rsidRPr="00B52B2E">
        <w:rPr>
          <w:rStyle w:val="libFootnotenumChar"/>
          <w:rtl/>
        </w:rPr>
        <w:t>)</w:t>
      </w:r>
    </w:p>
    <w:p w:rsidR="0019546D" w:rsidRDefault="0019546D" w:rsidP="0019546D">
      <w:pPr>
        <w:pStyle w:val="Heading2"/>
        <w:rPr>
          <w:rFonts w:hint="cs"/>
          <w:rtl/>
        </w:rPr>
      </w:pPr>
      <w:r>
        <w:rPr>
          <w:rtl/>
        </w:rPr>
        <w:br w:type="page"/>
      </w:r>
      <w:bookmarkStart w:id="14" w:name="_Toc425238183"/>
      <w:r w:rsidR="00134B66">
        <w:rPr>
          <w:rtl/>
        </w:rPr>
        <w:lastRenderedPageBreak/>
        <w:t>انتقام از جنا</w:t>
      </w:r>
      <w:r w:rsidR="00E275C9">
        <w:rPr>
          <w:rtl/>
        </w:rPr>
        <w:t>ی</w:t>
      </w:r>
      <w:r w:rsidR="00134B66">
        <w:rPr>
          <w:rtl/>
        </w:rPr>
        <w:t>تكاران</w:t>
      </w:r>
      <w:bookmarkEnd w:id="14"/>
      <w:r w:rsidR="00134B66">
        <w:rPr>
          <w:rtl/>
        </w:rPr>
        <w:t xml:space="preserve">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اما د</w:t>
      </w:r>
      <w:r w:rsidR="00E275C9">
        <w:rPr>
          <w:rtl/>
        </w:rPr>
        <w:t>ی</w:t>
      </w:r>
      <w:r>
        <w:rPr>
          <w:rtl/>
        </w:rPr>
        <w:t>رى نپا</w:t>
      </w:r>
      <w:r w:rsidR="00E275C9">
        <w:rPr>
          <w:rtl/>
        </w:rPr>
        <w:t>یی</w:t>
      </w:r>
      <w:r>
        <w:rPr>
          <w:rtl/>
        </w:rPr>
        <w:t>د كه «مختار بن ابوعب</w:t>
      </w:r>
      <w:r w:rsidR="00E275C9">
        <w:rPr>
          <w:rtl/>
        </w:rPr>
        <w:t>ی</w:t>
      </w:r>
      <w:r>
        <w:rPr>
          <w:rtl/>
        </w:rPr>
        <w:t>د ثقفى» كه چندى قبل از واقعه كربلا به واسطه طرفدارى از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حما</w:t>
      </w:r>
      <w:r w:rsidR="00E275C9">
        <w:rPr>
          <w:rtl/>
        </w:rPr>
        <w:t>ی</w:t>
      </w:r>
      <w:r>
        <w:rPr>
          <w:rtl/>
        </w:rPr>
        <w:t>ت از مسلم</w:t>
      </w:r>
      <w:r w:rsidR="00E275C9">
        <w:rPr>
          <w:rtl/>
        </w:rPr>
        <w:t xml:space="preserve">، </w:t>
      </w:r>
      <w:r>
        <w:rPr>
          <w:rtl/>
        </w:rPr>
        <w:t>از سوى ابن ز</w:t>
      </w:r>
      <w:r w:rsidR="00E275C9">
        <w:rPr>
          <w:rtl/>
        </w:rPr>
        <w:t>ی</w:t>
      </w:r>
      <w:r>
        <w:rPr>
          <w:rtl/>
        </w:rPr>
        <w:t>اد زندانى شده بود و نتوانست در جر</w:t>
      </w:r>
      <w:r w:rsidR="00E275C9">
        <w:rPr>
          <w:rtl/>
        </w:rPr>
        <w:t>ی</w:t>
      </w:r>
      <w:r>
        <w:rPr>
          <w:rtl/>
        </w:rPr>
        <w:t xml:space="preserve">ان كربلا به </w:t>
      </w:r>
      <w:r w:rsidR="00E275C9">
        <w:rPr>
          <w:rtl/>
        </w:rPr>
        <w:t>ی</w:t>
      </w:r>
      <w:r>
        <w:rPr>
          <w:rtl/>
        </w:rPr>
        <w:t>ارى امام خود بشتابد</w:t>
      </w:r>
      <w:r w:rsidR="00E275C9">
        <w:rPr>
          <w:rtl/>
        </w:rPr>
        <w:t xml:space="preserve">، </w:t>
      </w:r>
      <w:r>
        <w:rPr>
          <w:rtl/>
        </w:rPr>
        <w:t>از زندان ابن ز</w:t>
      </w:r>
      <w:r w:rsidR="00E275C9">
        <w:rPr>
          <w:rtl/>
        </w:rPr>
        <w:t>ی</w:t>
      </w:r>
      <w:r>
        <w:rPr>
          <w:rtl/>
        </w:rPr>
        <w:t>اد آزاد شد و كار ناتمام «سل</w:t>
      </w:r>
      <w:r w:rsidR="00E275C9">
        <w:rPr>
          <w:rtl/>
        </w:rPr>
        <w:t>ی</w:t>
      </w:r>
      <w:r>
        <w:rPr>
          <w:rtl/>
        </w:rPr>
        <w:t>مان بن صرد» را كامل كرد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«مختار» </w:t>
      </w:r>
      <w:r w:rsidR="00E275C9">
        <w:rPr>
          <w:rtl/>
        </w:rPr>
        <w:t>ی</w:t>
      </w:r>
      <w:r>
        <w:rPr>
          <w:rtl/>
        </w:rPr>
        <w:t>كى از دلاوران نامى عرب و رش</w:t>
      </w:r>
      <w:r w:rsidR="00E275C9">
        <w:rPr>
          <w:rtl/>
        </w:rPr>
        <w:t>ی</w:t>
      </w:r>
      <w:r>
        <w:rPr>
          <w:rtl/>
        </w:rPr>
        <w:t>دان روزگار بود</w:t>
      </w:r>
      <w:r w:rsidR="00E275C9">
        <w:rPr>
          <w:rtl/>
        </w:rPr>
        <w:t xml:space="preserve">. </w:t>
      </w:r>
      <w:r>
        <w:rPr>
          <w:rtl/>
        </w:rPr>
        <w:t>وى از جمله ارادتمندان خاندان طهارت و عصمت و ش</w:t>
      </w:r>
      <w:r w:rsidR="00E275C9">
        <w:rPr>
          <w:rtl/>
        </w:rPr>
        <w:t>ی</w:t>
      </w:r>
      <w:r>
        <w:rPr>
          <w:rtl/>
        </w:rPr>
        <w:t>ع</w:t>
      </w:r>
      <w:r w:rsidR="00E275C9">
        <w:rPr>
          <w:rtl/>
        </w:rPr>
        <w:t>ی</w:t>
      </w:r>
      <w:r>
        <w:rPr>
          <w:rtl/>
        </w:rPr>
        <w:t xml:space="preserve">ان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شمار مى رفت</w:t>
      </w:r>
      <w:r w:rsidR="00E275C9">
        <w:rPr>
          <w:rtl/>
        </w:rPr>
        <w:t xml:space="preserve">. </w:t>
      </w:r>
      <w:r>
        <w:rPr>
          <w:rtl/>
        </w:rPr>
        <w:t>روزى هم</w:t>
      </w:r>
      <w:r w:rsidR="00E275C9">
        <w:rPr>
          <w:rtl/>
        </w:rPr>
        <w:t>ی</w:t>
      </w:r>
      <w:r>
        <w:rPr>
          <w:rtl/>
        </w:rPr>
        <w:t>ن مختار</w:t>
      </w:r>
      <w:r w:rsidR="00E275C9">
        <w:rPr>
          <w:rtl/>
        </w:rPr>
        <w:t xml:space="preserve">، </w:t>
      </w:r>
      <w:r>
        <w:rPr>
          <w:rtl/>
        </w:rPr>
        <w:t>دست مولى الموحد</w:t>
      </w:r>
      <w:r w:rsidR="00E275C9">
        <w:rPr>
          <w:rtl/>
        </w:rPr>
        <w:t>ی</w:t>
      </w:r>
      <w:r>
        <w:rPr>
          <w:rtl/>
        </w:rPr>
        <w:t>ن على بن اب</w:t>
      </w:r>
      <w:r w:rsidR="00E275C9">
        <w:rPr>
          <w:rtl/>
        </w:rPr>
        <w:t>ی</w:t>
      </w:r>
      <w:r>
        <w:rPr>
          <w:rtl/>
        </w:rPr>
        <w:t xml:space="preserve">طالب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را بوسه مى زد</w:t>
      </w:r>
      <w:r w:rsidR="00E275C9">
        <w:rPr>
          <w:rtl/>
        </w:rPr>
        <w:t xml:space="preserve">، </w:t>
      </w:r>
      <w:r>
        <w:rPr>
          <w:rtl/>
        </w:rPr>
        <w:t>حضرت فرمود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«پسرم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شه</w:t>
      </w:r>
      <w:r w:rsidR="00E275C9">
        <w:rPr>
          <w:rtl/>
        </w:rPr>
        <w:t>ی</w:t>
      </w:r>
      <w:r>
        <w:rPr>
          <w:rtl/>
        </w:rPr>
        <w:t>د خواهد شد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جوانى ثقفى جنا</w:t>
      </w:r>
      <w:r w:rsidR="00E275C9">
        <w:rPr>
          <w:rtl/>
        </w:rPr>
        <w:t>ی</w:t>
      </w:r>
      <w:r>
        <w:rPr>
          <w:rtl/>
        </w:rPr>
        <w:t>تكاران و قاتلان ما را نابود خواهد كرد</w:t>
      </w:r>
      <w:r w:rsidR="0020655A">
        <w:rPr>
          <w:rtl/>
        </w:rPr>
        <w:t xml:space="preserve"> </w:t>
      </w:r>
      <w:r>
        <w:rPr>
          <w:rtl/>
        </w:rPr>
        <w:t>و آن شخص</w:t>
      </w:r>
      <w:r w:rsidR="00E275C9">
        <w:rPr>
          <w:rtl/>
        </w:rPr>
        <w:t xml:space="preserve">، </w:t>
      </w:r>
      <w:r>
        <w:rPr>
          <w:rtl/>
        </w:rPr>
        <w:t>«مختار پسر ابوعب</w:t>
      </w:r>
      <w:r w:rsidR="00E275C9">
        <w:rPr>
          <w:rtl/>
        </w:rPr>
        <w:t>ی</w:t>
      </w:r>
      <w:r>
        <w:rPr>
          <w:rtl/>
        </w:rPr>
        <w:t>ده ثقفى است»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106</w:t>
      </w:r>
      <w:r w:rsidRPr="00B52B2E">
        <w:rPr>
          <w:rStyle w:val="libFootnotenumChar"/>
          <w:rtl/>
        </w:rPr>
        <w:t>)</w:t>
      </w:r>
    </w:p>
    <w:p w:rsidR="00342FB8" w:rsidRDefault="00134B66" w:rsidP="00342FB8">
      <w:pPr>
        <w:pStyle w:val="libNormal"/>
        <w:rPr>
          <w:rFonts w:hint="cs"/>
          <w:rtl/>
        </w:rPr>
      </w:pPr>
      <w:r>
        <w:rPr>
          <w:rtl/>
        </w:rPr>
        <w:t>داستان ق</w:t>
      </w:r>
      <w:r w:rsidR="00E275C9">
        <w:rPr>
          <w:rtl/>
        </w:rPr>
        <w:t>ی</w:t>
      </w:r>
      <w:r>
        <w:rPr>
          <w:rtl/>
        </w:rPr>
        <w:t>ام و ب</w:t>
      </w:r>
      <w:r w:rsidR="00E275C9">
        <w:rPr>
          <w:rtl/>
        </w:rPr>
        <w:t>ی</w:t>
      </w:r>
      <w:r>
        <w:rPr>
          <w:rtl/>
        </w:rPr>
        <w:t>ان شخص</w:t>
      </w:r>
      <w:r w:rsidR="00E275C9">
        <w:rPr>
          <w:rtl/>
        </w:rPr>
        <w:t>ی</w:t>
      </w:r>
      <w:r>
        <w:rPr>
          <w:rtl/>
        </w:rPr>
        <w:t>ت مختار و ا</w:t>
      </w:r>
      <w:r w:rsidR="00E275C9">
        <w:rPr>
          <w:rtl/>
        </w:rPr>
        <w:t>ی</w:t>
      </w:r>
      <w:r>
        <w:rPr>
          <w:rtl/>
        </w:rPr>
        <w:t>نكه چگونه از زندان آزاد شد</w:t>
      </w:r>
      <w:r w:rsidR="00E275C9">
        <w:rPr>
          <w:rtl/>
        </w:rPr>
        <w:t xml:space="preserve">، </w:t>
      </w:r>
      <w:r>
        <w:rPr>
          <w:rtl/>
        </w:rPr>
        <w:t>خود احت</w:t>
      </w:r>
      <w:r w:rsidR="00E275C9">
        <w:rPr>
          <w:rtl/>
        </w:rPr>
        <w:t>ی</w:t>
      </w:r>
      <w:r>
        <w:rPr>
          <w:rtl/>
        </w:rPr>
        <w:t>اج به كتابى مفصل دارد و در ا</w:t>
      </w:r>
      <w:r w:rsidR="00E275C9">
        <w:rPr>
          <w:rtl/>
        </w:rPr>
        <w:t>ی</w:t>
      </w:r>
      <w:r>
        <w:rPr>
          <w:rtl/>
        </w:rPr>
        <w:t>ن مختصر نگنجد</w:t>
      </w:r>
      <w:r w:rsidR="00E275C9">
        <w:rPr>
          <w:rtl/>
        </w:rPr>
        <w:t xml:space="preserve">. </w:t>
      </w:r>
      <w:r>
        <w:rPr>
          <w:rtl/>
        </w:rPr>
        <w:t xml:space="preserve">بعد از مرگ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قاتل</w:t>
      </w:r>
      <w:r w:rsidR="00E275C9">
        <w:rPr>
          <w:rtl/>
        </w:rPr>
        <w:t>ی</w:t>
      </w:r>
      <w:r>
        <w:rPr>
          <w:rtl/>
        </w:rPr>
        <w:t>ن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همچنان در مصادر امور و راءس كار بسر مى بردند تا آنكه سرانجام گرفتار پنجه عدالت شدند</w:t>
      </w:r>
      <w:r w:rsidR="00E275C9">
        <w:rPr>
          <w:rtl/>
        </w:rPr>
        <w:t xml:space="preserve">. </w:t>
      </w:r>
      <w:r>
        <w:rPr>
          <w:rtl/>
        </w:rPr>
        <w:t xml:space="preserve">پنج سال و چند ماه از شهادت پرافتخار پاكبازان كربلا مى گذشت كه سحرگاه </w:t>
      </w:r>
      <w:r w:rsidR="00E275C9">
        <w:rPr>
          <w:rtl/>
        </w:rPr>
        <w:t>ی</w:t>
      </w:r>
      <w:r>
        <w:rPr>
          <w:rtl/>
        </w:rPr>
        <w:t>ك روز</w:t>
      </w:r>
      <w:r w:rsidR="00E275C9">
        <w:rPr>
          <w:rtl/>
        </w:rPr>
        <w:t xml:space="preserve">، </w:t>
      </w:r>
      <w:r>
        <w:rPr>
          <w:rtl/>
        </w:rPr>
        <w:t xml:space="preserve">عده اى از طرفداران آل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سركردگى «مختار» و معاونت «ابراه</w:t>
      </w:r>
      <w:r w:rsidR="00E275C9">
        <w:rPr>
          <w:rtl/>
        </w:rPr>
        <w:t>ی</w:t>
      </w:r>
      <w:r>
        <w:rPr>
          <w:rtl/>
        </w:rPr>
        <w:t>م بن مالك اشتر نخعى» در كوفه</w:t>
      </w:r>
      <w:r w:rsidR="00E275C9">
        <w:rPr>
          <w:rtl/>
        </w:rPr>
        <w:t xml:space="preserve">، </w:t>
      </w:r>
      <w:r>
        <w:rPr>
          <w:rtl/>
        </w:rPr>
        <w:t>ناگهانى</w:t>
      </w:r>
      <w:r w:rsidR="00E275C9">
        <w:rPr>
          <w:rtl/>
        </w:rPr>
        <w:t xml:space="preserve">، </w:t>
      </w:r>
      <w:r>
        <w:rPr>
          <w:rtl/>
        </w:rPr>
        <w:t>كودتا</w:t>
      </w:r>
      <w:r w:rsidR="00E275C9">
        <w:rPr>
          <w:rtl/>
        </w:rPr>
        <w:t>ی</w:t>
      </w:r>
      <w:r>
        <w:rPr>
          <w:rtl/>
        </w:rPr>
        <w:t>ى خون</w:t>
      </w:r>
      <w:r w:rsidR="00E275C9">
        <w:rPr>
          <w:rtl/>
        </w:rPr>
        <w:t>ی</w:t>
      </w:r>
      <w:r>
        <w:rPr>
          <w:rtl/>
        </w:rPr>
        <w:t>ن به راه انداختند</w:t>
      </w:r>
      <w:r w:rsidR="00E275C9">
        <w:rPr>
          <w:rtl/>
        </w:rPr>
        <w:t xml:space="preserve">. </w:t>
      </w:r>
      <w:r>
        <w:rPr>
          <w:rtl/>
        </w:rPr>
        <w:t>و جهت گرفتن انتقام قتل شهداى كربلا ق</w:t>
      </w:r>
      <w:r w:rsidR="00E275C9">
        <w:rPr>
          <w:rtl/>
        </w:rPr>
        <w:t>ی</w:t>
      </w:r>
      <w:r>
        <w:rPr>
          <w:rtl/>
        </w:rPr>
        <w:t>ام كردند</w:t>
      </w:r>
      <w:r w:rsidR="00E275C9">
        <w:rPr>
          <w:rtl/>
        </w:rPr>
        <w:t xml:space="preserve">. </w:t>
      </w:r>
      <w:r>
        <w:rPr>
          <w:rtl/>
        </w:rPr>
        <w:t>هنوز ساعتى از آغاز و ابتداى نهضت آنان نگذشته بود كه جمع ز</w:t>
      </w:r>
      <w:r w:rsidR="00E275C9">
        <w:rPr>
          <w:rtl/>
        </w:rPr>
        <w:t>ی</w:t>
      </w:r>
      <w:r>
        <w:rPr>
          <w:rtl/>
        </w:rPr>
        <w:t>ادى از ظالم</w:t>
      </w:r>
      <w:r w:rsidR="00E275C9">
        <w:rPr>
          <w:rtl/>
        </w:rPr>
        <w:t>ی</w:t>
      </w:r>
      <w:r>
        <w:rPr>
          <w:rtl/>
        </w:rPr>
        <w:t>ن و جنا</w:t>
      </w:r>
      <w:r w:rsidR="00E275C9">
        <w:rPr>
          <w:rtl/>
        </w:rPr>
        <w:t>ی</w:t>
      </w:r>
      <w:r>
        <w:rPr>
          <w:rtl/>
        </w:rPr>
        <w:t>تكاران كربلا به خاك و خون كش</w:t>
      </w:r>
      <w:r w:rsidR="00E275C9">
        <w:rPr>
          <w:rtl/>
        </w:rPr>
        <w:t>ی</w:t>
      </w:r>
      <w:r>
        <w:rPr>
          <w:rtl/>
        </w:rPr>
        <w:t>ده شدند</w:t>
      </w:r>
      <w:r w:rsidR="00E275C9">
        <w:rPr>
          <w:rtl/>
        </w:rPr>
        <w:t xml:space="preserve">، </w:t>
      </w:r>
      <w:r>
        <w:rPr>
          <w:rtl/>
        </w:rPr>
        <w:t xml:space="preserve">سراسر كوفه </w:t>
      </w:r>
      <w:r>
        <w:rPr>
          <w:rtl/>
        </w:rPr>
        <w:lastRenderedPageBreak/>
        <w:t>را موج انقلاب فراگرفت</w:t>
      </w:r>
      <w:r w:rsidR="00E275C9">
        <w:rPr>
          <w:rtl/>
        </w:rPr>
        <w:t xml:space="preserve">. </w:t>
      </w:r>
      <w:r>
        <w:rPr>
          <w:rtl/>
        </w:rPr>
        <w:t>سربازان رش</w:t>
      </w:r>
      <w:r w:rsidR="00E275C9">
        <w:rPr>
          <w:rtl/>
        </w:rPr>
        <w:t>ی</w:t>
      </w:r>
      <w:r>
        <w:rPr>
          <w:rtl/>
        </w:rPr>
        <w:t>د مختار و فدائ</w:t>
      </w:r>
      <w:r w:rsidR="00E275C9">
        <w:rPr>
          <w:rtl/>
        </w:rPr>
        <w:t>ی</w:t>
      </w:r>
      <w:r>
        <w:rPr>
          <w:rtl/>
        </w:rPr>
        <w:t>ان س</w:t>
      </w:r>
      <w:r w:rsidR="00E275C9">
        <w:rPr>
          <w:rtl/>
        </w:rPr>
        <w:t>ی</w:t>
      </w:r>
      <w:r>
        <w:rPr>
          <w:rtl/>
        </w:rPr>
        <w:t xml:space="preserve">دالشهدا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فر</w:t>
      </w:r>
      <w:r w:rsidR="00E275C9">
        <w:rPr>
          <w:rtl/>
        </w:rPr>
        <w:t>ی</w:t>
      </w:r>
      <w:r>
        <w:rPr>
          <w:rtl/>
        </w:rPr>
        <w:t>اد مى زدند</w:t>
      </w:r>
      <w:r w:rsidR="00E275C9">
        <w:rPr>
          <w:rtl/>
        </w:rPr>
        <w:t xml:space="preserve">: </w:t>
      </w:r>
    </w:p>
    <w:p w:rsidR="00134B66" w:rsidRDefault="00134B66" w:rsidP="00342FB8">
      <w:pPr>
        <w:pStyle w:val="libNormal"/>
        <w:rPr>
          <w:rtl/>
        </w:rPr>
      </w:pPr>
      <w:r>
        <w:rPr>
          <w:rtl/>
        </w:rPr>
        <w:t>«ما انتقام خون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</w:t>
      </w:r>
      <w:r w:rsidR="00E275C9">
        <w:rPr>
          <w:rtl/>
        </w:rPr>
        <w:t>ی</w:t>
      </w:r>
      <w:r>
        <w:rPr>
          <w:rtl/>
        </w:rPr>
        <w:t>ارانش را از آل سف</w:t>
      </w:r>
      <w:r w:rsidR="00E275C9">
        <w:rPr>
          <w:rtl/>
        </w:rPr>
        <w:t>ی</w:t>
      </w:r>
      <w:r>
        <w:rPr>
          <w:rtl/>
        </w:rPr>
        <w:t>ان و طرفدارانشان خواه</w:t>
      </w:r>
      <w:r w:rsidR="00E275C9">
        <w:rPr>
          <w:rtl/>
        </w:rPr>
        <w:t>ی</w:t>
      </w:r>
      <w:r>
        <w:rPr>
          <w:rtl/>
        </w:rPr>
        <w:t>م گرفت»</w:t>
      </w:r>
      <w:r w:rsidR="00E275C9">
        <w:rPr>
          <w:rtl/>
        </w:rPr>
        <w:t xml:space="preserve">. </w:t>
      </w:r>
    </w:p>
    <w:p w:rsidR="00134B66" w:rsidRDefault="00134B66" w:rsidP="000C2D46">
      <w:pPr>
        <w:pStyle w:val="libNormal"/>
        <w:rPr>
          <w:rtl/>
        </w:rPr>
      </w:pPr>
      <w:r>
        <w:rPr>
          <w:rtl/>
        </w:rPr>
        <w:t xml:space="preserve">شهر كوفه مانند اطراف شهر «بستان» </w:t>
      </w:r>
      <w:r w:rsidR="00E275C9">
        <w:rPr>
          <w:rtl/>
        </w:rPr>
        <w:t>ی</w:t>
      </w:r>
      <w:r>
        <w:rPr>
          <w:rtl/>
        </w:rPr>
        <w:t xml:space="preserve">كپارچه خون شده بود و كشته هاى كفار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دى به گونه بعث</w:t>
      </w:r>
      <w:r w:rsidR="00E275C9">
        <w:rPr>
          <w:rtl/>
        </w:rPr>
        <w:t>ی</w:t>
      </w:r>
      <w:r>
        <w:rPr>
          <w:rtl/>
        </w:rPr>
        <w:t>ان روى هم انباشته شده بودند</w:t>
      </w:r>
      <w:r w:rsidR="00E275C9">
        <w:rPr>
          <w:rtl/>
        </w:rPr>
        <w:t xml:space="preserve">. </w:t>
      </w:r>
      <w:r>
        <w:rPr>
          <w:rtl/>
        </w:rPr>
        <w:t>زبانه هاى آتش جنگ از هرطرف بالا گرفته به اندرون مقر فرماندارى كوفه پ</w:t>
      </w:r>
      <w:r w:rsidR="00E275C9">
        <w:rPr>
          <w:rtl/>
        </w:rPr>
        <w:t>ی</w:t>
      </w:r>
      <w:r>
        <w:rPr>
          <w:rtl/>
        </w:rPr>
        <w:t>ش مى رفت</w:t>
      </w:r>
      <w:r w:rsidR="00E275C9">
        <w:rPr>
          <w:rtl/>
        </w:rPr>
        <w:t xml:space="preserve">. </w:t>
      </w:r>
      <w:r>
        <w:rPr>
          <w:rtl/>
        </w:rPr>
        <w:t>سر و صدا همه جا را فراگرفته بود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ظالم</w:t>
      </w:r>
      <w:r w:rsidR="00E275C9">
        <w:rPr>
          <w:rtl/>
        </w:rPr>
        <w:t>ی</w:t>
      </w:r>
      <w:r>
        <w:rPr>
          <w:rtl/>
        </w:rPr>
        <w:t>ن پ</w:t>
      </w:r>
      <w:r w:rsidR="00E275C9">
        <w:rPr>
          <w:rtl/>
        </w:rPr>
        <w:t>ی</w:t>
      </w:r>
      <w:r>
        <w:rPr>
          <w:rtl/>
        </w:rPr>
        <w:t>اپى به زم</w:t>
      </w:r>
      <w:r w:rsidR="00E275C9">
        <w:rPr>
          <w:rtl/>
        </w:rPr>
        <w:t>ی</w:t>
      </w:r>
      <w:r>
        <w:rPr>
          <w:rtl/>
        </w:rPr>
        <w:t>ن در مى غلط</w:t>
      </w:r>
      <w:r w:rsidR="00E275C9">
        <w:rPr>
          <w:rtl/>
        </w:rPr>
        <w:t>ی</w:t>
      </w:r>
      <w:r>
        <w:rPr>
          <w:rtl/>
        </w:rPr>
        <w:t>دند و از هرطرف صداى تكب</w:t>
      </w:r>
      <w:r w:rsidR="00E275C9">
        <w:rPr>
          <w:rtl/>
        </w:rPr>
        <w:t>ی</w:t>
      </w:r>
      <w:r>
        <w:rPr>
          <w:rtl/>
        </w:rPr>
        <w:t>ر به گوش مى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در م</w:t>
      </w:r>
      <w:r w:rsidR="00E275C9">
        <w:rPr>
          <w:rtl/>
        </w:rPr>
        <w:t>ی</w:t>
      </w:r>
      <w:r>
        <w:rPr>
          <w:rtl/>
        </w:rPr>
        <w:t>ان صداى برخورد سلاحهاى آهن</w:t>
      </w:r>
      <w:r w:rsidR="00E275C9">
        <w:rPr>
          <w:rtl/>
        </w:rPr>
        <w:t>ی</w:t>
      </w:r>
      <w:r>
        <w:rPr>
          <w:rtl/>
        </w:rPr>
        <w:t>ن از هرسو شن</w:t>
      </w:r>
      <w:r w:rsidR="00E275C9">
        <w:rPr>
          <w:rtl/>
        </w:rPr>
        <w:t>ی</w:t>
      </w:r>
      <w:r>
        <w:rPr>
          <w:rtl/>
        </w:rPr>
        <w:t>ده مى شد</w:t>
      </w:r>
      <w:r w:rsidR="00E275C9">
        <w:rPr>
          <w:rtl/>
        </w:rPr>
        <w:t xml:space="preserve">. </w:t>
      </w:r>
    </w:p>
    <w:p w:rsidR="00134B66" w:rsidRDefault="00134B66" w:rsidP="00E275C9">
      <w:pPr>
        <w:pStyle w:val="libNormal"/>
        <w:rPr>
          <w:rtl/>
        </w:rPr>
      </w:pPr>
      <w:r>
        <w:rPr>
          <w:rtl/>
        </w:rPr>
        <w:t>«اللّه اكبر</w:t>
      </w:r>
      <w:r w:rsidR="00E275C9" w:rsidRPr="0020655A">
        <w:rPr>
          <w:rtl/>
        </w:rPr>
        <w:t xml:space="preserve">، </w:t>
      </w:r>
      <w:r>
        <w:rPr>
          <w:rtl/>
        </w:rPr>
        <w:t>اللّه اكبر</w:t>
      </w:r>
      <w:r w:rsidR="00E275C9" w:rsidRPr="0020655A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مرگ بر آل سف</w:t>
      </w:r>
      <w:r w:rsidR="00E275C9">
        <w:rPr>
          <w:rtl/>
        </w:rPr>
        <w:t>ی</w:t>
      </w:r>
      <w:r>
        <w:rPr>
          <w:rtl/>
        </w:rPr>
        <w:t>ان</w:t>
      </w:r>
      <w:r w:rsidR="00E275C9">
        <w:rPr>
          <w:rtl/>
        </w:rPr>
        <w:t xml:space="preserve">، </w:t>
      </w:r>
      <w:r>
        <w:rPr>
          <w:rtl/>
        </w:rPr>
        <w:t>مرگ بر طرفداران بنى ام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مرده باد دشمنان خاندان على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اى خونخواهان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</w:t>
      </w:r>
      <w:r w:rsidR="00E275C9">
        <w:rPr>
          <w:rtl/>
        </w:rPr>
        <w:t>ی</w:t>
      </w:r>
      <w:r>
        <w:rPr>
          <w:rtl/>
        </w:rPr>
        <w:t>كنفر از بدخواهان على نبا</w:t>
      </w:r>
      <w:r w:rsidR="00E275C9">
        <w:rPr>
          <w:rtl/>
        </w:rPr>
        <w:t>ی</w:t>
      </w:r>
      <w:r>
        <w:rPr>
          <w:rtl/>
        </w:rPr>
        <w:t>د زنده بماند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ما انتقام مى 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هركس در صحراى كربلا به روى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شمش</w:t>
      </w:r>
      <w:r w:rsidR="00E275C9">
        <w:rPr>
          <w:rtl/>
        </w:rPr>
        <w:t>ی</w:t>
      </w:r>
      <w:r>
        <w:rPr>
          <w:rtl/>
        </w:rPr>
        <w:t>ر كش</w:t>
      </w:r>
      <w:r w:rsidR="00E275C9">
        <w:rPr>
          <w:rtl/>
        </w:rPr>
        <w:t>ی</w:t>
      </w:r>
      <w:r>
        <w:rPr>
          <w:rtl/>
        </w:rPr>
        <w:t>ده باشد</w:t>
      </w:r>
      <w:r w:rsidR="00E275C9">
        <w:rPr>
          <w:rtl/>
        </w:rPr>
        <w:t xml:space="preserve">، </w:t>
      </w: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د نابود شود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درود بر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سلام بر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</w:t>
      </w:r>
      <w:r w:rsidR="00E275C9">
        <w:rPr>
          <w:rtl/>
        </w:rPr>
        <w:t>ی</w:t>
      </w:r>
      <w:r>
        <w:rPr>
          <w:rtl/>
        </w:rPr>
        <w:t>ارانش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نگذار</w:t>
      </w:r>
      <w:r w:rsidR="00E275C9">
        <w:rPr>
          <w:rtl/>
        </w:rPr>
        <w:t>ی</w:t>
      </w:r>
      <w:r>
        <w:rPr>
          <w:rtl/>
        </w:rPr>
        <w:t>د كسى فرار كند</w:t>
      </w:r>
      <w:r w:rsidR="00E275C9">
        <w:rPr>
          <w:rtl/>
        </w:rPr>
        <w:t xml:space="preserve">، </w:t>
      </w:r>
    </w:p>
    <w:p w:rsidR="00134B66" w:rsidRDefault="00E275C9" w:rsidP="00134B66">
      <w:pPr>
        <w:pStyle w:val="libNormal"/>
        <w:rPr>
          <w:rtl/>
        </w:rPr>
      </w:pPr>
      <w:r>
        <w:rPr>
          <w:rtl/>
        </w:rPr>
        <w:t>ی</w:t>
      </w:r>
      <w:r w:rsidR="00134B66">
        <w:rPr>
          <w:rtl/>
        </w:rPr>
        <w:t>ا حس</w:t>
      </w:r>
      <w:r>
        <w:rPr>
          <w:rtl/>
        </w:rPr>
        <w:t>ی</w:t>
      </w:r>
      <w:r w:rsidR="00134B66">
        <w:rPr>
          <w:rtl/>
        </w:rPr>
        <w:t>ن</w:t>
      </w:r>
      <w:r>
        <w:rPr>
          <w:rtl/>
        </w:rPr>
        <w:t>! ی</w:t>
      </w:r>
      <w:r w:rsidR="00134B66">
        <w:rPr>
          <w:rtl/>
        </w:rPr>
        <w:t>ا حس</w:t>
      </w:r>
      <w:r>
        <w:rPr>
          <w:rtl/>
        </w:rPr>
        <w:t>ی</w:t>
      </w:r>
      <w:r w:rsidR="00134B66">
        <w:rPr>
          <w:rtl/>
        </w:rPr>
        <w:t>ن</w:t>
      </w:r>
      <w:r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 w:rsidRPr="00E275C9">
        <w:rPr>
          <w:rFonts w:eastAsia="KFGQPC Uthman Taha Naskh"/>
          <w:rtl/>
        </w:rPr>
        <w:t>نَصْرٌ مِنَ اللّهِ وَفَتْحٌ قَر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بٌ</w:t>
      </w:r>
      <w:r w:rsidR="00E275C9" w:rsidRPr="00E275C9">
        <w:rPr>
          <w:rFonts w:eastAsia="KFGQPC Uthman Taha Naskh"/>
          <w:rtl/>
        </w:rPr>
        <w:t xml:space="preserve">، </w:t>
      </w:r>
      <w:r w:rsidRPr="00E275C9">
        <w:rPr>
          <w:rFonts w:eastAsia="KFGQPC Uthman Taha Naskh"/>
          <w:rtl/>
        </w:rPr>
        <w:t>لَبَّ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 xml:space="preserve">كَ 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ا حُسَ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نْ</w:t>
      </w:r>
      <w:r w:rsidR="00E275C9" w:rsidRPr="00E275C9">
        <w:rPr>
          <w:rFonts w:eastAsia="KFGQPC Uthman Taha Naskh"/>
          <w:rtl/>
        </w:rPr>
        <w:t xml:space="preserve">! </w:t>
      </w:r>
      <w:r w:rsidRPr="00E275C9">
        <w:rPr>
          <w:rFonts w:eastAsia="KFGQPC Uthman Taha Naskh"/>
          <w:rtl/>
        </w:rPr>
        <w:t>لَبَّ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 xml:space="preserve">كَ 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ا حُسَ</w:t>
      </w:r>
      <w:r w:rsidR="00E275C9">
        <w:rPr>
          <w:rFonts w:eastAsia="KFGQPC Uthman Taha Naskh"/>
          <w:rtl/>
        </w:rPr>
        <w:t>ی</w:t>
      </w:r>
      <w:r w:rsidRPr="00E275C9">
        <w:rPr>
          <w:rFonts w:eastAsia="KFGQPC Uthman Taha Naskh"/>
          <w:rtl/>
        </w:rPr>
        <w:t>ن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 xml:space="preserve">ما به </w:t>
      </w:r>
      <w:r w:rsidR="00E275C9">
        <w:rPr>
          <w:rtl/>
        </w:rPr>
        <w:t>ی</w:t>
      </w:r>
      <w:r>
        <w:rPr>
          <w:rtl/>
        </w:rPr>
        <w:t>ار</w:t>
      </w:r>
      <w:r w:rsidR="00E275C9">
        <w:rPr>
          <w:rtl/>
        </w:rPr>
        <w:t>ی</w:t>
      </w:r>
      <w:r>
        <w:rPr>
          <w:rtl/>
        </w:rPr>
        <w:t>ت برخاسته ا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... </w:t>
      </w:r>
      <w:r>
        <w:rPr>
          <w:rtl/>
        </w:rPr>
        <w:t>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لحظه به لحظه و ثان</w:t>
      </w:r>
      <w:r w:rsidR="00E275C9">
        <w:rPr>
          <w:rtl/>
        </w:rPr>
        <w:t>ی</w:t>
      </w:r>
      <w:r>
        <w:rPr>
          <w:rtl/>
        </w:rPr>
        <w:t>ه به ثان</w:t>
      </w:r>
      <w:r w:rsidR="00E275C9">
        <w:rPr>
          <w:rtl/>
        </w:rPr>
        <w:t>ی</w:t>
      </w:r>
      <w:r>
        <w:rPr>
          <w:rtl/>
        </w:rPr>
        <w:t xml:space="preserve">ه بر تعداد </w:t>
      </w:r>
      <w:r w:rsidR="00E275C9">
        <w:rPr>
          <w:rtl/>
        </w:rPr>
        <w:t>ی</w:t>
      </w:r>
      <w:r>
        <w:rPr>
          <w:rtl/>
        </w:rPr>
        <w:t>اران مختار اضافه مى شد</w:t>
      </w:r>
      <w:r w:rsidR="00E275C9">
        <w:rPr>
          <w:rtl/>
        </w:rPr>
        <w:t xml:space="preserve">، </w:t>
      </w:r>
      <w:r>
        <w:rPr>
          <w:rtl/>
        </w:rPr>
        <w:t>و به همانگونه كه طرفداران او رو بفزونى مى نهادند دشمنان و مخالف</w:t>
      </w:r>
      <w:r w:rsidR="00E275C9">
        <w:rPr>
          <w:rtl/>
        </w:rPr>
        <w:t>ی</w:t>
      </w:r>
      <w:r>
        <w:rPr>
          <w:rtl/>
        </w:rPr>
        <w:t>ن وى ن</w:t>
      </w:r>
      <w:r w:rsidR="00E275C9">
        <w:rPr>
          <w:rtl/>
        </w:rPr>
        <w:t>ی</w:t>
      </w:r>
      <w:r>
        <w:rPr>
          <w:rtl/>
        </w:rPr>
        <w:t>ز به سوى كمى و قلّت و نابودى مى رفتند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به گونه لشگر رو به زوال صدام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دى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107</w:t>
      </w:r>
      <w:r w:rsidRPr="00B52B2E">
        <w:rPr>
          <w:rStyle w:val="libFootnotenumChar"/>
          <w:rtl/>
        </w:rPr>
        <w:t>)</w:t>
      </w:r>
      <w:r w:rsidR="00E275C9">
        <w:rPr>
          <w:rtl/>
        </w:rPr>
        <w:t xml:space="preserve">، </w:t>
      </w:r>
      <w:r>
        <w:rPr>
          <w:rtl/>
        </w:rPr>
        <w:t>طرفداران آل سف</w:t>
      </w:r>
      <w:r w:rsidR="00E275C9">
        <w:rPr>
          <w:rtl/>
        </w:rPr>
        <w:t>ی</w:t>
      </w:r>
      <w:r>
        <w:rPr>
          <w:rtl/>
        </w:rPr>
        <w:t>ان در كوفه به سوى ن</w:t>
      </w:r>
      <w:r w:rsidR="00E275C9">
        <w:rPr>
          <w:rtl/>
        </w:rPr>
        <w:t>ی</w:t>
      </w:r>
      <w:r>
        <w:rPr>
          <w:rtl/>
        </w:rPr>
        <w:t xml:space="preserve">ستى مى رفتند و مانند «سپاه حزب اللّه» هرلحظه بر عده </w:t>
      </w:r>
      <w:r w:rsidR="00E275C9">
        <w:rPr>
          <w:rtl/>
        </w:rPr>
        <w:t>ی</w:t>
      </w:r>
      <w:r>
        <w:rPr>
          <w:rtl/>
        </w:rPr>
        <w:t xml:space="preserve">اران مختار اضافه مى شد تا </w:t>
      </w:r>
      <w:r w:rsidR="00B514CF">
        <w:rPr>
          <w:rtl/>
        </w:rPr>
        <w:t>بالاخره</w:t>
      </w:r>
      <w:r>
        <w:rPr>
          <w:rtl/>
        </w:rPr>
        <w:t xml:space="preserve"> پس از سه روز كشتار و جنگ</w:t>
      </w:r>
      <w:r w:rsidR="00E275C9">
        <w:rPr>
          <w:rtl/>
        </w:rPr>
        <w:t xml:space="preserve">، </w:t>
      </w:r>
      <w:r>
        <w:rPr>
          <w:rtl/>
        </w:rPr>
        <w:t>ق</w:t>
      </w:r>
      <w:r w:rsidR="00E275C9">
        <w:rPr>
          <w:rtl/>
        </w:rPr>
        <w:t>ی</w:t>
      </w:r>
      <w:r>
        <w:rPr>
          <w:rtl/>
        </w:rPr>
        <w:t>ام مختار به ثمر رس</w:t>
      </w:r>
      <w:r w:rsidR="00E275C9">
        <w:rPr>
          <w:rtl/>
        </w:rPr>
        <w:t>ی</w:t>
      </w:r>
      <w:r>
        <w:rPr>
          <w:rtl/>
        </w:rPr>
        <w:t>د و جنا</w:t>
      </w:r>
      <w:r w:rsidR="00E275C9">
        <w:rPr>
          <w:rtl/>
        </w:rPr>
        <w:t>ی</w:t>
      </w:r>
      <w:r>
        <w:rPr>
          <w:rtl/>
        </w:rPr>
        <w:t>تكاران سقوط كردند</w:t>
      </w:r>
      <w:r w:rsidR="00E275C9">
        <w:rPr>
          <w:rtl/>
        </w:rPr>
        <w:t>.</w:t>
      </w:r>
      <w:r w:rsidR="0020655A">
        <w:rPr>
          <w:rtl/>
        </w:rPr>
        <w:t xml:space="preserve"> </w:t>
      </w:r>
      <w:r>
        <w:rPr>
          <w:rtl/>
        </w:rPr>
        <w:t>مختار دارالاماره را به تصرف در آورده بر اوضاع كوفه مسلط شد</w:t>
      </w:r>
      <w:r w:rsidR="00E275C9">
        <w:rPr>
          <w:rtl/>
        </w:rPr>
        <w:t xml:space="preserve">. </w:t>
      </w:r>
      <w:r>
        <w:rPr>
          <w:rtl/>
        </w:rPr>
        <w:t>سرداران و افسران و سربازان او دق</w:t>
      </w:r>
      <w:r w:rsidR="00E275C9">
        <w:rPr>
          <w:rtl/>
        </w:rPr>
        <w:t>ی</w:t>
      </w:r>
      <w:r>
        <w:rPr>
          <w:rtl/>
        </w:rPr>
        <w:t>قه به دق</w:t>
      </w:r>
      <w:r w:rsidR="00E275C9">
        <w:rPr>
          <w:rtl/>
        </w:rPr>
        <w:t>ی</w:t>
      </w:r>
      <w:r>
        <w:rPr>
          <w:rtl/>
        </w:rPr>
        <w:t>قه و ثان</w:t>
      </w:r>
      <w:r w:rsidR="00E275C9">
        <w:rPr>
          <w:rtl/>
        </w:rPr>
        <w:t>ی</w:t>
      </w:r>
      <w:r>
        <w:rPr>
          <w:rtl/>
        </w:rPr>
        <w:t>ه به ثان</w:t>
      </w:r>
      <w:r w:rsidR="00E275C9">
        <w:rPr>
          <w:rtl/>
        </w:rPr>
        <w:t>ی</w:t>
      </w:r>
      <w:r>
        <w:rPr>
          <w:rtl/>
        </w:rPr>
        <w:t xml:space="preserve">ه </w:t>
      </w:r>
      <w:r w:rsidR="00E275C9">
        <w:rPr>
          <w:rtl/>
        </w:rPr>
        <w:t>ی</w:t>
      </w:r>
      <w:r>
        <w:rPr>
          <w:rtl/>
        </w:rPr>
        <w:t>كى از قاتل</w:t>
      </w:r>
      <w:r w:rsidR="00E275C9">
        <w:rPr>
          <w:rtl/>
        </w:rPr>
        <w:t>ی</w:t>
      </w:r>
      <w:r>
        <w:rPr>
          <w:rtl/>
        </w:rPr>
        <w:t>ن شهدا را دستگ</w:t>
      </w:r>
      <w:r w:rsidR="00E275C9">
        <w:rPr>
          <w:rtl/>
        </w:rPr>
        <w:t>ی</w:t>
      </w:r>
      <w:r>
        <w:rPr>
          <w:rtl/>
        </w:rPr>
        <w:t>ر كرده به حضورش مى آوردند</w:t>
      </w:r>
      <w:r w:rsidR="00E275C9">
        <w:rPr>
          <w:rtl/>
        </w:rPr>
        <w:t xml:space="preserve">. </w:t>
      </w:r>
      <w:r>
        <w:rPr>
          <w:rtl/>
        </w:rPr>
        <w:t xml:space="preserve">لحظه اى نبود كه به او خبر ندهند فلان ظالم را كشته و </w:t>
      </w:r>
      <w:r w:rsidR="00E275C9">
        <w:rPr>
          <w:rtl/>
        </w:rPr>
        <w:t>ی</w:t>
      </w:r>
      <w:r>
        <w:rPr>
          <w:rtl/>
        </w:rPr>
        <w:t>ا اس</w:t>
      </w:r>
      <w:r w:rsidR="00E275C9">
        <w:rPr>
          <w:rtl/>
        </w:rPr>
        <w:t>ی</w:t>
      </w:r>
      <w:r>
        <w:rPr>
          <w:rtl/>
        </w:rPr>
        <w:t>ر كرده ا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. </w:t>
      </w:r>
      <w:r>
        <w:rPr>
          <w:rtl/>
        </w:rPr>
        <w:t>او دستور داد ل</w:t>
      </w:r>
      <w:r w:rsidR="00E275C9">
        <w:rPr>
          <w:rtl/>
        </w:rPr>
        <w:t>ی</w:t>
      </w:r>
      <w:r>
        <w:rPr>
          <w:rtl/>
        </w:rPr>
        <w:t>ستى ترت</w:t>
      </w:r>
      <w:r w:rsidR="00E275C9">
        <w:rPr>
          <w:rtl/>
        </w:rPr>
        <w:t>ی</w:t>
      </w:r>
      <w:r>
        <w:rPr>
          <w:rtl/>
        </w:rPr>
        <w:t>ب بدهند و هركس را كه مى كشند نام او را بنو</w:t>
      </w:r>
      <w:r w:rsidR="00E275C9">
        <w:rPr>
          <w:rtl/>
        </w:rPr>
        <w:t>ی</w:t>
      </w:r>
      <w:r>
        <w:rPr>
          <w:rtl/>
        </w:rPr>
        <w:t>سند تا مبادا كسى از پنجه انتقام بگر</w:t>
      </w:r>
      <w:r w:rsidR="00E275C9">
        <w:rPr>
          <w:rtl/>
        </w:rPr>
        <w:t>ی</w:t>
      </w:r>
      <w:r>
        <w:rPr>
          <w:rtl/>
        </w:rPr>
        <w:t>زد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سرانجام</w:t>
      </w:r>
      <w:r w:rsidR="00E275C9">
        <w:rPr>
          <w:rtl/>
        </w:rPr>
        <w:t xml:space="preserve">، </w:t>
      </w:r>
      <w:r>
        <w:rPr>
          <w:rtl/>
        </w:rPr>
        <w:t>در مدت كوتاهى</w:t>
      </w:r>
      <w:r w:rsidR="00E275C9">
        <w:rPr>
          <w:rtl/>
        </w:rPr>
        <w:t xml:space="preserve">، </w:t>
      </w:r>
      <w:r>
        <w:rPr>
          <w:rtl/>
        </w:rPr>
        <w:t>دن</w:t>
      </w:r>
      <w:r w:rsidR="00E275C9">
        <w:rPr>
          <w:rtl/>
        </w:rPr>
        <w:t>ی</w:t>
      </w:r>
      <w:r>
        <w:rPr>
          <w:rtl/>
        </w:rPr>
        <w:t>اى اسلام از لوث آنان پاك شد</w:t>
      </w:r>
      <w:r w:rsidR="00E275C9">
        <w:rPr>
          <w:rtl/>
        </w:rPr>
        <w:t xml:space="preserve">. </w:t>
      </w:r>
      <w:r>
        <w:rPr>
          <w:rtl/>
        </w:rPr>
        <w:t xml:space="preserve">و همانطور كه حتى </w:t>
      </w:r>
      <w:r w:rsidR="00E275C9">
        <w:rPr>
          <w:rtl/>
        </w:rPr>
        <w:t>ی</w:t>
      </w:r>
      <w:r>
        <w:rPr>
          <w:rtl/>
        </w:rPr>
        <w:t>ك نفر بعثى براى نمونه در شرق كارون باقى نماند و همه به سزاى اعمال ننگ</w:t>
      </w:r>
      <w:r w:rsidR="00E275C9">
        <w:rPr>
          <w:rtl/>
        </w:rPr>
        <w:t>ی</w:t>
      </w:r>
      <w:r>
        <w:rPr>
          <w:rtl/>
        </w:rPr>
        <w:t>ن خو</w:t>
      </w:r>
      <w:r w:rsidR="00E275C9">
        <w:rPr>
          <w:rtl/>
        </w:rPr>
        <w:t>ی</w:t>
      </w:r>
      <w:r>
        <w:rPr>
          <w:rtl/>
        </w:rPr>
        <w:t>ش رس</w:t>
      </w:r>
      <w:r w:rsidR="00E275C9">
        <w:rPr>
          <w:rtl/>
        </w:rPr>
        <w:t>ی</w:t>
      </w:r>
      <w:r>
        <w:rPr>
          <w:rtl/>
        </w:rPr>
        <w:t>دند و اطراف آبادان</w:t>
      </w:r>
      <w:r w:rsidR="00E275C9">
        <w:rPr>
          <w:rtl/>
        </w:rPr>
        <w:t xml:space="preserve">، </w:t>
      </w:r>
      <w:r>
        <w:rPr>
          <w:rtl/>
        </w:rPr>
        <w:t>گورستان بعث</w:t>
      </w:r>
      <w:r w:rsidR="00E275C9">
        <w:rPr>
          <w:rtl/>
        </w:rPr>
        <w:t>ی</w:t>
      </w:r>
      <w:r>
        <w:rPr>
          <w:rtl/>
        </w:rPr>
        <w:t>ان شد</w:t>
      </w:r>
      <w:r w:rsidR="00E275C9">
        <w:rPr>
          <w:rtl/>
        </w:rPr>
        <w:t xml:space="preserve">، </w:t>
      </w:r>
      <w:r>
        <w:rPr>
          <w:rtl/>
        </w:rPr>
        <w:t>كوچه هاى كوفه ن</w:t>
      </w:r>
      <w:r w:rsidR="00E275C9">
        <w:rPr>
          <w:rtl/>
        </w:rPr>
        <w:t>ی</w:t>
      </w:r>
      <w:r>
        <w:rPr>
          <w:rtl/>
        </w:rPr>
        <w:t>ز از اجساد متعفن كفار و جنا</w:t>
      </w:r>
      <w:r w:rsidR="00E275C9">
        <w:rPr>
          <w:rtl/>
        </w:rPr>
        <w:t>ی</w:t>
      </w:r>
      <w:r>
        <w:rPr>
          <w:rtl/>
        </w:rPr>
        <w:t>تكاران كربلا انباشته شد</w:t>
      </w:r>
      <w:r w:rsidR="00E275C9">
        <w:rPr>
          <w:rtl/>
        </w:rPr>
        <w:t xml:space="preserve">. </w:t>
      </w:r>
      <w:r>
        <w:rPr>
          <w:rtl/>
        </w:rPr>
        <w:t>و مختار دستور داد هركدام از لشگر</w:t>
      </w:r>
      <w:r w:rsidR="00E275C9">
        <w:rPr>
          <w:rtl/>
        </w:rPr>
        <w:t>ی</w:t>
      </w:r>
      <w:r>
        <w:rPr>
          <w:rtl/>
        </w:rPr>
        <w:t>ان ابن سعد</w:t>
      </w:r>
      <w:r w:rsidR="00E275C9">
        <w:rPr>
          <w:rtl/>
        </w:rPr>
        <w:t xml:space="preserve">، </w:t>
      </w:r>
      <w:r>
        <w:rPr>
          <w:rtl/>
        </w:rPr>
        <w:t>متناسب با ظلمى كه بر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</w:t>
      </w:r>
      <w:r w:rsidR="00E275C9">
        <w:rPr>
          <w:rtl/>
        </w:rPr>
        <w:t>ی</w:t>
      </w:r>
      <w:r>
        <w:rPr>
          <w:rtl/>
        </w:rPr>
        <w:t>اران وفادارش رواداشته بودند به عقوبت برسند و سپس سر از تن آنان جدا كنند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108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«مختار» در اندك مدتى موفق شد دمار از روزگار قاتل</w:t>
      </w:r>
      <w:r w:rsidR="00E275C9">
        <w:rPr>
          <w:rtl/>
        </w:rPr>
        <w:t>ی</w:t>
      </w:r>
      <w:r>
        <w:rPr>
          <w:rtl/>
        </w:rPr>
        <w:t>ن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رآورده</w:t>
      </w:r>
      <w:r w:rsidR="00E275C9">
        <w:rPr>
          <w:rtl/>
        </w:rPr>
        <w:t xml:space="preserve">، </w:t>
      </w:r>
      <w:r>
        <w:rPr>
          <w:rtl/>
        </w:rPr>
        <w:t>همه را نابود كند و سرهاى آنان را بار كرده با نامه اى بد</w:t>
      </w:r>
      <w:r w:rsidR="00E275C9">
        <w:rPr>
          <w:rtl/>
        </w:rPr>
        <w:t>ی</w:t>
      </w:r>
      <w:r>
        <w:rPr>
          <w:rtl/>
        </w:rPr>
        <w:t>ن مضمون براى برادر گرامى حضرت س</w:t>
      </w:r>
      <w:r w:rsidR="00E275C9">
        <w:rPr>
          <w:rtl/>
        </w:rPr>
        <w:t>ی</w:t>
      </w:r>
      <w:r>
        <w:rPr>
          <w:rtl/>
        </w:rPr>
        <w:t xml:space="preserve">دالشهداء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>
        <w:rPr>
          <w:rtl/>
        </w:rPr>
        <w:t>محمد بن حنف</w:t>
      </w:r>
      <w:r w:rsidR="00E275C9">
        <w:rPr>
          <w:rtl/>
        </w:rPr>
        <w:t>ی</w:t>
      </w:r>
      <w:r>
        <w:rPr>
          <w:rtl/>
        </w:rPr>
        <w:t>ه بفرستد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lastRenderedPageBreak/>
        <w:t>«به دشمنان خدا از هرطرف حمله كردم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مسبب</w:t>
      </w:r>
      <w:r w:rsidR="00E275C9">
        <w:rPr>
          <w:rtl/>
        </w:rPr>
        <w:t>ی</w:t>
      </w:r>
      <w:r>
        <w:rPr>
          <w:rtl/>
        </w:rPr>
        <w:t>ن جر</w:t>
      </w:r>
      <w:r w:rsidR="00E275C9">
        <w:rPr>
          <w:rtl/>
        </w:rPr>
        <w:t>ی</w:t>
      </w:r>
      <w:r>
        <w:rPr>
          <w:rtl/>
        </w:rPr>
        <w:t>ان كربلا و قاتل</w:t>
      </w:r>
      <w:r w:rsidR="00E275C9">
        <w:rPr>
          <w:rtl/>
        </w:rPr>
        <w:t>ی</w:t>
      </w:r>
      <w:r>
        <w:rPr>
          <w:rtl/>
        </w:rPr>
        <w:t>ن</w:t>
      </w:r>
      <w:r w:rsidR="0020655A">
        <w:rPr>
          <w:rtl/>
        </w:rPr>
        <w:t xml:space="preserve"> </w:t>
      </w:r>
      <w:r>
        <w:rPr>
          <w:rtl/>
        </w:rPr>
        <w:t>برادر بزرگوارتان را دستگ</w:t>
      </w:r>
      <w:r w:rsidR="00E275C9">
        <w:rPr>
          <w:rtl/>
        </w:rPr>
        <w:t>ی</w:t>
      </w:r>
      <w:r>
        <w:rPr>
          <w:rtl/>
        </w:rPr>
        <w:t>ر و به ك</w:t>
      </w:r>
      <w:r w:rsidR="00E275C9">
        <w:rPr>
          <w:rtl/>
        </w:rPr>
        <w:t>ی</w:t>
      </w:r>
      <w:r>
        <w:rPr>
          <w:rtl/>
        </w:rPr>
        <w:t>فر اعمالشان رسان</w:t>
      </w:r>
      <w:r w:rsidR="00E275C9">
        <w:rPr>
          <w:rtl/>
        </w:rPr>
        <w:t>ی</w:t>
      </w:r>
      <w:r>
        <w:rPr>
          <w:rtl/>
        </w:rPr>
        <w:t>دم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با ا</w:t>
      </w:r>
      <w:r w:rsidR="00E275C9">
        <w:rPr>
          <w:rtl/>
        </w:rPr>
        <w:t>ی</w:t>
      </w:r>
      <w:r>
        <w:rPr>
          <w:rtl/>
        </w:rPr>
        <w:t>ن نامه كه تقد</w:t>
      </w:r>
      <w:r w:rsidR="00E275C9">
        <w:rPr>
          <w:rtl/>
        </w:rPr>
        <w:t>ی</w:t>
      </w:r>
      <w:r>
        <w:rPr>
          <w:rtl/>
        </w:rPr>
        <w:t>م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سر ابن ز</w:t>
      </w:r>
      <w:r w:rsidR="00E275C9">
        <w:rPr>
          <w:rtl/>
        </w:rPr>
        <w:t>ی</w:t>
      </w:r>
      <w:r>
        <w:rPr>
          <w:rtl/>
        </w:rPr>
        <w:t>اد</w:t>
      </w:r>
      <w:r w:rsidR="00E275C9">
        <w:rPr>
          <w:rtl/>
        </w:rPr>
        <w:t xml:space="preserve">، </w:t>
      </w:r>
      <w:r>
        <w:rPr>
          <w:rtl/>
        </w:rPr>
        <w:t>عمر سعد</w:t>
      </w:r>
      <w:r w:rsidR="00E275C9">
        <w:rPr>
          <w:rtl/>
        </w:rPr>
        <w:t xml:space="preserve">، </w:t>
      </w:r>
      <w:r>
        <w:rPr>
          <w:rtl/>
        </w:rPr>
        <w:t>شمر بن ذى الجوشن و سا</w:t>
      </w:r>
      <w:r w:rsidR="00E275C9">
        <w:rPr>
          <w:rtl/>
        </w:rPr>
        <w:t>ی</w:t>
      </w:r>
      <w:r>
        <w:rPr>
          <w:rtl/>
        </w:rPr>
        <w:t>ر قاتل</w:t>
      </w:r>
      <w:r w:rsidR="00E275C9">
        <w:rPr>
          <w:rtl/>
        </w:rPr>
        <w:t>ی</w:t>
      </w:r>
      <w:r>
        <w:rPr>
          <w:rtl/>
        </w:rPr>
        <w:t>ن را به خدمت شما فرستادم</w:t>
      </w:r>
      <w:r w:rsidR="00E275C9">
        <w:rPr>
          <w:rtl/>
        </w:rPr>
        <w:t xml:space="preserve">... </w:t>
      </w:r>
      <w:r>
        <w:rPr>
          <w:rtl/>
        </w:rPr>
        <w:t>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 xml:space="preserve">آنگاه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ن</w:t>
      </w:r>
      <w:r w:rsidR="00E275C9">
        <w:rPr>
          <w:rtl/>
        </w:rPr>
        <w:t>ی</w:t>
      </w:r>
      <w:r>
        <w:rPr>
          <w:rtl/>
        </w:rPr>
        <w:t>ز در حق مختار دعا كرد</w:t>
      </w:r>
      <w:r w:rsidR="00E275C9">
        <w:rPr>
          <w:rtl/>
        </w:rPr>
        <w:t xml:space="preserve">. </w:t>
      </w:r>
      <w:r w:rsidRPr="00B52B2E">
        <w:rPr>
          <w:rStyle w:val="libFootnotenumChar"/>
          <w:rtl/>
        </w:rPr>
        <w:t>(</w:t>
      </w:r>
      <w:r w:rsidR="00883263" w:rsidRPr="00B52B2E">
        <w:rPr>
          <w:rStyle w:val="libFootnotenumChar"/>
          <w:rtl/>
        </w:rPr>
        <w:t>109</w:t>
      </w:r>
      <w:r w:rsidRPr="00B52B2E">
        <w:rPr>
          <w:rStyle w:val="libFootnotenumChar"/>
          <w:rtl/>
        </w:rPr>
        <w:t>)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نو</w:t>
      </w:r>
      <w:r w:rsidR="00E275C9">
        <w:rPr>
          <w:rtl/>
        </w:rPr>
        <w:t>ی</w:t>
      </w:r>
      <w:r>
        <w:rPr>
          <w:rtl/>
        </w:rPr>
        <w:t xml:space="preserve">سنده «روضة الصفا» نقل مى كند كه </w:t>
      </w:r>
      <w:r w:rsidR="00E275C9">
        <w:rPr>
          <w:rtl/>
        </w:rPr>
        <w:t>ی</w:t>
      </w:r>
      <w:r>
        <w:rPr>
          <w:rtl/>
        </w:rPr>
        <w:t>ك مسافر ناشناس</w:t>
      </w:r>
      <w:r w:rsidR="00E275C9">
        <w:rPr>
          <w:rtl/>
        </w:rPr>
        <w:t xml:space="preserve">، </w:t>
      </w:r>
      <w:r>
        <w:rPr>
          <w:rtl/>
        </w:rPr>
        <w:t>نامه اى به دست مختار داد و گفت</w:t>
      </w:r>
      <w:r w:rsidR="00E275C9">
        <w:rPr>
          <w:rtl/>
        </w:rPr>
        <w:t xml:space="preserve">: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 xml:space="preserve">ن نامه را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من داده بود كه به تو بدهم اما تاكنون تو را ند</w:t>
      </w:r>
      <w:r w:rsidR="00E275C9">
        <w:rPr>
          <w:rtl/>
        </w:rPr>
        <w:t>ی</w:t>
      </w:r>
      <w:r>
        <w:rPr>
          <w:rtl/>
        </w:rPr>
        <w:t>دم</w:t>
      </w:r>
      <w:r w:rsidR="00E275C9">
        <w:rPr>
          <w:rtl/>
        </w:rPr>
        <w:t xml:space="preserve">. </w:t>
      </w:r>
      <w:r>
        <w:rPr>
          <w:rtl/>
        </w:rPr>
        <w:t>مختار</w:t>
      </w:r>
      <w:r w:rsidR="00E275C9">
        <w:rPr>
          <w:rtl/>
        </w:rPr>
        <w:t xml:space="preserve">، </w:t>
      </w:r>
      <w:r>
        <w:rPr>
          <w:rtl/>
        </w:rPr>
        <w:t>نامه را گرفت و د</w:t>
      </w:r>
      <w:r w:rsidR="00E275C9">
        <w:rPr>
          <w:rtl/>
        </w:rPr>
        <w:t>ی</w:t>
      </w:r>
      <w:r>
        <w:rPr>
          <w:rtl/>
        </w:rPr>
        <w:t>د در آن امر شده كه</w:t>
      </w:r>
      <w:r w:rsidR="00E275C9">
        <w:rPr>
          <w:rtl/>
        </w:rPr>
        <w:t xml:space="preserve">: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«اى مختار</w:t>
      </w:r>
      <w:r w:rsidR="00E275C9">
        <w:rPr>
          <w:rtl/>
        </w:rPr>
        <w:t xml:space="preserve">!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خون ما را از اهل بغى و طغ</w:t>
      </w:r>
      <w:r w:rsidR="00E275C9">
        <w:rPr>
          <w:rtl/>
        </w:rPr>
        <w:t>ی</w:t>
      </w:r>
      <w:r>
        <w:rPr>
          <w:rtl/>
        </w:rPr>
        <w:t>ان بگ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،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د كه دل مطمئن دارى و دغدغه و تشو</w:t>
      </w:r>
      <w:r w:rsidR="00E275C9">
        <w:rPr>
          <w:rtl/>
        </w:rPr>
        <w:t>ی</w:t>
      </w:r>
      <w:r>
        <w:rPr>
          <w:rtl/>
        </w:rPr>
        <w:t>ش به خود راه ندهى كه موفق خواهى شد»</w:t>
      </w:r>
      <w:r w:rsidR="00E275C9">
        <w:rPr>
          <w:rtl/>
        </w:rPr>
        <w:t xml:space="preserve">. </w:t>
      </w:r>
    </w:p>
    <w:p w:rsidR="00134B66" w:rsidRDefault="00134B66" w:rsidP="00134B66">
      <w:pPr>
        <w:pStyle w:val="libNormal"/>
        <w:rPr>
          <w:rtl/>
        </w:rPr>
      </w:pP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ن نامه وقتى به دست مختار رس</w:t>
      </w:r>
      <w:r w:rsidR="00E275C9">
        <w:rPr>
          <w:rtl/>
        </w:rPr>
        <w:t>ی</w:t>
      </w:r>
      <w:r>
        <w:rPr>
          <w:rtl/>
        </w:rPr>
        <w:t>د كه هنوز ترد</w:t>
      </w:r>
      <w:r w:rsidR="00E275C9">
        <w:rPr>
          <w:rtl/>
        </w:rPr>
        <w:t>ی</w:t>
      </w:r>
      <w:r>
        <w:rPr>
          <w:rtl/>
        </w:rPr>
        <w:t>د داشت ق</w:t>
      </w:r>
      <w:r w:rsidR="00E275C9">
        <w:rPr>
          <w:rtl/>
        </w:rPr>
        <w:t>ی</w:t>
      </w:r>
      <w:r>
        <w:rPr>
          <w:rtl/>
        </w:rPr>
        <w:t xml:space="preserve">ام كند </w:t>
      </w:r>
      <w:r w:rsidR="00E275C9">
        <w:rPr>
          <w:rtl/>
        </w:rPr>
        <w:t>ی</w:t>
      </w:r>
      <w:r>
        <w:rPr>
          <w:rtl/>
        </w:rPr>
        <w:t>ا نكند و ا</w:t>
      </w:r>
      <w:r w:rsidR="00E275C9">
        <w:rPr>
          <w:rtl/>
        </w:rPr>
        <w:t>ی</w:t>
      </w:r>
      <w:r>
        <w:rPr>
          <w:rtl/>
        </w:rPr>
        <w:t>ن نامه او را ن</w:t>
      </w:r>
      <w:r w:rsidR="00E275C9">
        <w:rPr>
          <w:rtl/>
        </w:rPr>
        <w:t>ی</w:t>
      </w:r>
      <w:r>
        <w:rPr>
          <w:rtl/>
        </w:rPr>
        <w:t>رو بخش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E275C9" w:rsidRDefault="00134B66" w:rsidP="00134B66">
      <w:pPr>
        <w:pStyle w:val="libNormal"/>
        <w:rPr>
          <w:rtl/>
        </w:rPr>
      </w:pPr>
      <w:r>
        <w:rPr>
          <w:rtl/>
        </w:rPr>
        <w:t>به هرحال</w:t>
      </w:r>
      <w:r w:rsidR="00E275C9">
        <w:rPr>
          <w:rtl/>
        </w:rPr>
        <w:t xml:space="preserve">، </w:t>
      </w:r>
      <w:r>
        <w:rPr>
          <w:rtl/>
        </w:rPr>
        <w:t>خطبه هاى آتش</w:t>
      </w:r>
      <w:r w:rsidR="00E275C9">
        <w:rPr>
          <w:rtl/>
        </w:rPr>
        <w:t>ی</w:t>
      </w:r>
      <w:r>
        <w:rPr>
          <w:rtl/>
        </w:rPr>
        <w:t>ن ز</w:t>
      </w:r>
      <w:r w:rsidR="00E275C9">
        <w:rPr>
          <w:rtl/>
        </w:rPr>
        <w:t>ی</w:t>
      </w:r>
      <w:r>
        <w:rPr>
          <w:rtl/>
        </w:rPr>
        <w:t>نب و د</w:t>
      </w:r>
      <w:r w:rsidR="00E275C9">
        <w:rPr>
          <w:rtl/>
        </w:rPr>
        <w:t>ی</w:t>
      </w:r>
      <w:r>
        <w:rPr>
          <w:rtl/>
        </w:rPr>
        <w:t>گران</w:t>
      </w:r>
      <w:r w:rsidR="00E275C9">
        <w:rPr>
          <w:rtl/>
        </w:rPr>
        <w:t xml:space="preserve">، </w:t>
      </w:r>
      <w:r>
        <w:rPr>
          <w:rtl/>
        </w:rPr>
        <w:t>كار خود را كرد و دست انتقام از آست</w:t>
      </w:r>
      <w:r w:rsidR="00E275C9">
        <w:rPr>
          <w:rtl/>
        </w:rPr>
        <w:t>ی</w:t>
      </w:r>
      <w:r>
        <w:rPr>
          <w:rtl/>
        </w:rPr>
        <w:t>ن مختار به درآمد و جنا</w:t>
      </w:r>
      <w:r w:rsidR="00E275C9">
        <w:rPr>
          <w:rtl/>
        </w:rPr>
        <w:t>ی</w:t>
      </w:r>
      <w:r>
        <w:rPr>
          <w:rtl/>
        </w:rPr>
        <w:t>تكاران را به ك</w:t>
      </w:r>
      <w:r w:rsidR="00E275C9">
        <w:rPr>
          <w:rtl/>
        </w:rPr>
        <w:t>ی</w:t>
      </w:r>
      <w:r>
        <w:rPr>
          <w:rtl/>
        </w:rPr>
        <w:t>فر رسان</w:t>
      </w:r>
      <w:r w:rsidR="00E275C9">
        <w:rPr>
          <w:rtl/>
        </w:rPr>
        <w:t>ی</w:t>
      </w:r>
      <w:r>
        <w:rPr>
          <w:rtl/>
        </w:rPr>
        <w:t>د و ا</w:t>
      </w:r>
      <w:r w:rsidR="00E275C9">
        <w:rPr>
          <w:rtl/>
        </w:rPr>
        <w:t>ی</w:t>
      </w:r>
      <w:r>
        <w:rPr>
          <w:rtl/>
        </w:rPr>
        <w:t>ن نخست</w:t>
      </w:r>
      <w:r w:rsidR="00E275C9">
        <w:rPr>
          <w:rtl/>
        </w:rPr>
        <w:t>ی</w:t>
      </w:r>
      <w:r>
        <w:rPr>
          <w:rtl/>
        </w:rPr>
        <w:t>ن اثرات ق</w:t>
      </w:r>
      <w:r w:rsidR="00E275C9">
        <w:rPr>
          <w:rtl/>
        </w:rPr>
        <w:t>ی</w:t>
      </w:r>
      <w:r>
        <w:rPr>
          <w:rtl/>
        </w:rPr>
        <w:t>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پ</w:t>
      </w:r>
      <w:r w:rsidR="00E275C9">
        <w:rPr>
          <w:rtl/>
        </w:rPr>
        <w:t>ی</w:t>
      </w:r>
      <w:r>
        <w:rPr>
          <w:rtl/>
        </w:rPr>
        <w:t xml:space="preserve">امدهاى سخنان كوبنده حضرت سجاد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بود</w:t>
      </w:r>
      <w:r w:rsidR="00E275C9">
        <w:rPr>
          <w:rtl/>
        </w:rPr>
        <w:t xml:space="preserve">. </w:t>
      </w:r>
    </w:p>
    <w:p w:rsidR="00134B66" w:rsidRDefault="00342FB8" w:rsidP="00524C7E">
      <w:pPr>
        <w:pStyle w:val="Heading2"/>
        <w:rPr>
          <w:rtl/>
        </w:rPr>
      </w:pPr>
      <w:r>
        <w:rPr>
          <w:rtl/>
        </w:rPr>
        <w:br w:type="page"/>
      </w:r>
      <w:bookmarkStart w:id="15" w:name="_Toc425238184"/>
      <w:r w:rsidR="00134B66">
        <w:rPr>
          <w:rtl/>
        </w:rPr>
        <w:lastRenderedPageBreak/>
        <w:t>فهرست منابع و مآخذ</w:t>
      </w:r>
      <w:bookmarkEnd w:id="15"/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</w:t>
      </w:r>
      <w:r w:rsidR="00E275C9">
        <w:rPr>
          <w:rtl/>
        </w:rPr>
        <w:t xml:space="preserve"> </w:t>
      </w:r>
      <w:r w:rsidR="00134B66">
        <w:rPr>
          <w:rtl/>
        </w:rPr>
        <w:t>آثارالباق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ابور</w:t>
      </w:r>
      <w:r w:rsidR="00E275C9">
        <w:rPr>
          <w:rtl/>
        </w:rPr>
        <w:t>ی</w:t>
      </w:r>
      <w:r w:rsidR="00134B66">
        <w:rPr>
          <w:rtl/>
        </w:rPr>
        <w:t>حان ب</w:t>
      </w:r>
      <w:r w:rsidR="00E275C9">
        <w:rPr>
          <w:rtl/>
        </w:rPr>
        <w:t>ی</w:t>
      </w:r>
      <w:r w:rsidR="00134B66">
        <w:rPr>
          <w:rtl/>
        </w:rPr>
        <w:t>رونى</w:t>
      </w:r>
      <w:r w:rsidR="00E275C9">
        <w:rPr>
          <w:rtl/>
        </w:rPr>
        <w:t xml:space="preserve">، </w:t>
      </w:r>
      <w:r w:rsidR="00134B66">
        <w:rPr>
          <w:rtl/>
        </w:rPr>
        <w:t>ترجمه اكبر دانا سرشت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</w:t>
      </w:r>
      <w:r w:rsidR="00E275C9">
        <w:rPr>
          <w:rtl/>
        </w:rPr>
        <w:t xml:space="preserve"> </w:t>
      </w:r>
      <w:r w:rsidR="00134B66">
        <w:rPr>
          <w:rtl/>
        </w:rPr>
        <w:t>اسدالغابه فى معرفة الصحابه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عزالد</w:t>
      </w:r>
      <w:r w:rsidR="00E275C9">
        <w:rPr>
          <w:rtl/>
        </w:rPr>
        <w:t>ی</w:t>
      </w:r>
      <w:r w:rsidR="00134B66">
        <w:rPr>
          <w:rtl/>
        </w:rPr>
        <w:t>ن الاث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3</w:t>
      </w:r>
      <w:r w:rsidR="00E275C9">
        <w:rPr>
          <w:rtl/>
        </w:rPr>
        <w:t xml:space="preserve"> </w:t>
      </w:r>
      <w:r w:rsidR="00134B66">
        <w:rPr>
          <w:rtl/>
        </w:rPr>
        <w:t>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امام س</w:t>
      </w:r>
      <w:r w:rsidR="00E275C9">
        <w:rPr>
          <w:rtl/>
        </w:rPr>
        <w:t>ی</w:t>
      </w:r>
      <w:r w:rsidR="00134B66">
        <w:rPr>
          <w:rtl/>
        </w:rPr>
        <w:t>د محسن ام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به تحق</w:t>
      </w:r>
      <w:r w:rsidR="00E275C9">
        <w:rPr>
          <w:rtl/>
        </w:rPr>
        <w:t>ی</w:t>
      </w:r>
      <w:r w:rsidR="00134B66">
        <w:rPr>
          <w:rtl/>
        </w:rPr>
        <w:t>ق حسن ام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دارالتعارف للمطبوعات</w:t>
      </w:r>
      <w:r w:rsidR="00E275C9">
        <w:rPr>
          <w:rtl/>
        </w:rPr>
        <w:t xml:space="preserve"> </w:t>
      </w:r>
      <w:r w:rsidR="00134B66">
        <w:rPr>
          <w:rtl/>
        </w:rPr>
        <w:t>ب</w:t>
      </w:r>
      <w:r w:rsidR="00E275C9">
        <w:rPr>
          <w:rtl/>
        </w:rPr>
        <w:t>ی</w:t>
      </w:r>
      <w:r w:rsidR="00134B66">
        <w:rPr>
          <w:rtl/>
        </w:rPr>
        <w:t>روت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4</w:t>
      </w:r>
      <w:r w:rsidR="00E275C9">
        <w:rPr>
          <w:rtl/>
        </w:rPr>
        <w:t xml:space="preserve"> </w:t>
      </w:r>
      <w:r w:rsidR="00134B66">
        <w:rPr>
          <w:rtl/>
        </w:rPr>
        <w:t>بانوى شجاع اسلام</w:t>
      </w:r>
      <w:r w:rsidR="00E275C9">
        <w:rPr>
          <w:rtl/>
        </w:rPr>
        <w:t xml:space="preserve">، 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استاد محمد جواد مغن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>ترجمه احمد صادقى اردستانى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5</w:t>
      </w:r>
      <w:r w:rsidR="00E275C9">
        <w:rPr>
          <w:rtl/>
        </w:rPr>
        <w:t xml:space="preserve">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علاّ مه مجلسى</w:t>
      </w:r>
      <w:r w:rsidR="00E275C9">
        <w:rPr>
          <w:rtl/>
        </w:rPr>
        <w:t xml:space="preserve">، </w:t>
      </w:r>
      <w:r w:rsidR="00134B66">
        <w:rPr>
          <w:rtl/>
        </w:rPr>
        <w:t>المكتبة الاسلام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>تهران</w:t>
      </w:r>
      <w:r w:rsidR="00E275C9">
        <w:rPr>
          <w:rtl/>
        </w:rPr>
        <w:t xml:space="preserve">، </w:t>
      </w:r>
      <w:r w:rsidR="00134B66">
        <w:rPr>
          <w:rtl/>
        </w:rPr>
        <w:t>خ</w:t>
      </w:r>
      <w:r w:rsidR="00E275C9">
        <w:rPr>
          <w:rtl/>
        </w:rPr>
        <w:t>ی</w:t>
      </w:r>
      <w:r w:rsidR="00134B66">
        <w:rPr>
          <w:rtl/>
        </w:rPr>
        <w:t>ابان بوذرجمهرى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6</w:t>
      </w:r>
      <w:r w:rsidR="00E275C9">
        <w:rPr>
          <w:rtl/>
        </w:rPr>
        <w:t xml:space="preserve"> </w:t>
      </w:r>
      <w:r w:rsidR="00134B66">
        <w:rPr>
          <w:rtl/>
        </w:rPr>
        <w:t>پ</w:t>
      </w:r>
      <w:r w:rsidR="00E275C9">
        <w:rPr>
          <w:rtl/>
        </w:rPr>
        <w:t>ی</w:t>
      </w:r>
      <w:r w:rsidR="00134B66">
        <w:rPr>
          <w:rtl/>
        </w:rPr>
        <w:t>ام آوران عاشورا</w:t>
      </w:r>
      <w:r w:rsidR="00E275C9">
        <w:rPr>
          <w:rtl/>
        </w:rPr>
        <w:t xml:space="preserve">، </w:t>
      </w:r>
      <w:r w:rsidR="00134B66">
        <w:rPr>
          <w:rtl/>
        </w:rPr>
        <w:t>دكتر عطاءاللّه مهاجرانى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7</w:t>
      </w:r>
      <w:r w:rsidR="00E275C9">
        <w:rPr>
          <w:rtl/>
        </w:rPr>
        <w:t xml:space="preserve">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اسلام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دكتر على اكبر ف</w:t>
      </w:r>
      <w:r w:rsidR="00E275C9">
        <w:rPr>
          <w:rtl/>
        </w:rPr>
        <w:t>ی</w:t>
      </w:r>
      <w:r w:rsidR="00134B66">
        <w:rPr>
          <w:rtl/>
        </w:rPr>
        <w:t>اض</w:t>
      </w:r>
      <w:r w:rsidR="00E275C9">
        <w:rPr>
          <w:rtl/>
        </w:rPr>
        <w:t xml:space="preserve">، </w:t>
      </w:r>
      <w:r w:rsidR="00134B66">
        <w:rPr>
          <w:rtl/>
        </w:rPr>
        <w:t>از انتشارات كتابفروشى باستان مشهد</w:t>
      </w:r>
      <w:r w:rsidR="00E275C9">
        <w:rPr>
          <w:rtl/>
        </w:rPr>
        <w:t xml:space="preserve">، </w:t>
      </w:r>
      <w:r w:rsidR="00134B66">
        <w:rPr>
          <w:rtl/>
        </w:rPr>
        <w:t xml:space="preserve">چاپ </w:t>
      </w:r>
      <w:r>
        <w:rPr>
          <w:rtl/>
        </w:rPr>
        <w:t>1339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8</w:t>
      </w:r>
      <w:r w:rsidR="00E275C9">
        <w:rPr>
          <w:rtl/>
        </w:rPr>
        <w:t xml:space="preserve">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روضة الصفا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م</w:t>
      </w:r>
      <w:r w:rsidR="00E275C9">
        <w:rPr>
          <w:rtl/>
        </w:rPr>
        <w:t>ی</w:t>
      </w:r>
      <w:r w:rsidR="00134B66">
        <w:rPr>
          <w:rtl/>
        </w:rPr>
        <w:t>رمحمد بن س</w:t>
      </w:r>
      <w:r w:rsidR="00E275C9">
        <w:rPr>
          <w:rtl/>
        </w:rPr>
        <w:t>ی</w:t>
      </w:r>
      <w:r w:rsidR="00134B66">
        <w:rPr>
          <w:rtl/>
        </w:rPr>
        <w:t>د برهان الد</w:t>
      </w:r>
      <w:r w:rsidR="00E275C9">
        <w:rPr>
          <w:rtl/>
        </w:rPr>
        <w:t>ی</w:t>
      </w:r>
      <w:r w:rsidR="00134B66">
        <w:rPr>
          <w:rtl/>
        </w:rPr>
        <w:t>ن خواند شاه</w:t>
      </w:r>
      <w:r w:rsidR="00E275C9">
        <w:rPr>
          <w:rtl/>
        </w:rPr>
        <w:t xml:space="preserve">، </w:t>
      </w:r>
      <w:r w:rsidR="00134B66">
        <w:rPr>
          <w:rtl/>
        </w:rPr>
        <w:t>معروف به «خواندم</w:t>
      </w:r>
      <w:r w:rsidR="00E275C9">
        <w:rPr>
          <w:rtl/>
        </w:rPr>
        <w:t>ی</w:t>
      </w:r>
      <w:r w:rsidR="00134B66">
        <w:rPr>
          <w:rtl/>
        </w:rPr>
        <w:t>ر»</w:t>
      </w:r>
      <w:r w:rsidR="00E275C9">
        <w:rPr>
          <w:rtl/>
        </w:rPr>
        <w:t xml:space="preserve">، </w:t>
      </w:r>
      <w:r w:rsidR="00134B66">
        <w:rPr>
          <w:rtl/>
        </w:rPr>
        <w:t>كتابفروشى خ</w:t>
      </w:r>
      <w:r w:rsidR="00E275C9">
        <w:rPr>
          <w:rtl/>
        </w:rPr>
        <w:t>ی</w:t>
      </w:r>
      <w:r w:rsidR="00134B66">
        <w:rPr>
          <w:rtl/>
        </w:rPr>
        <w:t>ام</w:t>
      </w:r>
      <w:r w:rsidR="00E275C9">
        <w:rPr>
          <w:rtl/>
        </w:rPr>
        <w:t xml:space="preserve">، </w:t>
      </w:r>
      <w:r w:rsidR="00134B66">
        <w:rPr>
          <w:rtl/>
        </w:rPr>
        <w:t>چاپخانه پ</w:t>
      </w:r>
      <w:r w:rsidR="00E275C9">
        <w:rPr>
          <w:rtl/>
        </w:rPr>
        <w:t>ی</w:t>
      </w:r>
      <w:r w:rsidR="00134B66">
        <w:rPr>
          <w:rtl/>
        </w:rPr>
        <w:t>روز</w:t>
      </w:r>
      <w:r w:rsidR="00E275C9">
        <w:rPr>
          <w:rtl/>
        </w:rPr>
        <w:t xml:space="preserve">، </w:t>
      </w:r>
      <w:r w:rsidR="00134B66">
        <w:rPr>
          <w:rtl/>
        </w:rPr>
        <w:t>چاپ فرورد</w:t>
      </w:r>
      <w:r w:rsidR="00E275C9">
        <w:rPr>
          <w:rtl/>
        </w:rPr>
        <w:t>ی</w:t>
      </w:r>
      <w:r w:rsidR="00134B66">
        <w:rPr>
          <w:rtl/>
        </w:rPr>
        <w:t xml:space="preserve">ن سال </w:t>
      </w:r>
      <w:r>
        <w:rPr>
          <w:rtl/>
        </w:rPr>
        <w:t>1339</w:t>
      </w:r>
      <w:r w:rsidR="00134B66">
        <w:rPr>
          <w:rtl/>
        </w:rPr>
        <w:t xml:space="preserve"> شمسى</w:t>
      </w:r>
      <w:r w:rsidR="00E275C9">
        <w:rPr>
          <w:rtl/>
        </w:rPr>
        <w:t xml:space="preserve">، </w:t>
      </w:r>
      <w:r w:rsidR="00134B66">
        <w:rPr>
          <w:rtl/>
        </w:rPr>
        <w:t xml:space="preserve">مطابق با </w:t>
      </w:r>
      <w:r>
        <w:rPr>
          <w:rtl/>
        </w:rPr>
        <w:t>1379</w:t>
      </w:r>
      <w:r w:rsidR="00134B66">
        <w:rPr>
          <w:rtl/>
        </w:rPr>
        <w:t xml:space="preserve"> قمرى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9</w:t>
      </w:r>
      <w:r w:rsidR="00E275C9">
        <w:rPr>
          <w:rtl/>
        </w:rPr>
        <w:t xml:space="preserve">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طبرى</w:t>
      </w:r>
      <w:r w:rsidR="00E275C9">
        <w:rPr>
          <w:rtl/>
        </w:rPr>
        <w:t>، ی</w:t>
      </w:r>
      <w:r w:rsidR="00134B66">
        <w:rPr>
          <w:rtl/>
        </w:rPr>
        <w:t>ا تار</w:t>
      </w:r>
      <w:r w:rsidR="00E275C9">
        <w:rPr>
          <w:rtl/>
        </w:rPr>
        <w:t>ی</w:t>
      </w:r>
      <w:r w:rsidR="00134B66">
        <w:rPr>
          <w:rtl/>
        </w:rPr>
        <w:t>خ الرسل والملوك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محمد بن جر</w:t>
      </w:r>
      <w:r w:rsidR="00E275C9">
        <w:rPr>
          <w:rtl/>
        </w:rPr>
        <w:t>ی</w:t>
      </w:r>
      <w:r w:rsidR="00134B66">
        <w:rPr>
          <w:rtl/>
        </w:rPr>
        <w:t>ر طبرى</w:t>
      </w:r>
      <w:r w:rsidR="00E275C9">
        <w:rPr>
          <w:rtl/>
        </w:rPr>
        <w:t xml:space="preserve">، </w:t>
      </w:r>
      <w:r w:rsidR="00134B66">
        <w:rPr>
          <w:rtl/>
        </w:rPr>
        <w:t>ترجمه پا</w:t>
      </w:r>
      <w:r w:rsidR="00E275C9">
        <w:rPr>
          <w:rtl/>
        </w:rPr>
        <w:t>ی</w:t>
      </w:r>
      <w:r w:rsidR="00134B66">
        <w:rPr>
          <w:rtl/>
        </w:rPr>
        <w:t>نده</w:t>
      </w:r>
      <w:r w:rsidR="00E275C9">
        <w:rPr>
          <w:rtl/>
        </w:rPr>
        <w:t xml:space="preserve">، </w:t>
      </w:r>
      <w:r w:rsidR="00134B66">
        <w:rPr>
          <w:rtl/>
        </w:rPr>
        <w:t>از انتشارات بن</w:t>
      </w:r>
      <w:r w:rsidR="00E275C9">
        <w:rPr>
          <w:rtl/>
        </w:rPr>
        <w:t>ی</w:t>
      </w:r>
      <w:r w:rsidR="00134B66">
        <w:rPr>
          <w:rtl/>
        </w:rPr>
        <w:t>اد فرهنگ ا</w:t>
      </w:r>
      <w:r w:rsidR="00E275C9">
        <w:rPr>
          <w:rtl/>
        </w:rPr>
        <w:t>ی</w:t>
      </w:r>
      <w:r w:rsidR="00134B66">
        <w:rPr>
          <w:rtl/>
        </w:rPr>
        <w:t>ران</w:t>
      </w:r>
      <w:r w:rsidR="00E275C9">
        <w:rPr>
          <w:rtl/>
        </w:rPr>
        <w:t xml:space="preserve">، </w:t>
      </w:r>
      <w:r w:rsidR="00134B66">
        <w:rPr>
          <w:rtl/>
        </w:rPr>
        <w:t xml:space="preserve">چاپ سال </w:t>
      </w:r>
      <w:r>
        <w:rPr>
          <w:rtl/>
        </w:rPr>
        <w:t>1352</w:t>
      </w:r>
      <w:r w:rsidR="00134B66">
        <w:rPr>
          <w:rtl/>
        </w:rPr>
        <w:t xml:space="preserve"> شمسى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10</w:t>
      </w:r>
      <w:r w:rsidR="00E275C9">
        <w:rPr>
          <w:rtl/>
        </w:rPr>
        <w:t xml:space="preserve"> </w:t>
      </w:r>
      <w:r w:rsidR="00134B66">
        <w:rPr>
          <w:rtl/>
        </w:rPr>
        <w:t>ترجمه و شرح لهوف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س</w:t>
      </w:r>
      <w:r w:rsidR="00E275C9">
        <w:rPr>
          <w:rtl/>
        </w:rPr>
        <w:t>ی</w:t>
      </w:r>
      <w:r w:rsidR="00134B66">
        <w:rPr>
          <w:rtl/>
        </w:rPr>
        <w:t>د بن طاووس</w:t>
      </w:r>
      <w:r w:rsidR="00E275C9">
        <w:rPr>
          <w:rtl/>
        </w:rPr>
        <w:t xml:space="preserve">، </w:t>
      </w:r>
      <w:r w:rsidR="00134B66">
        <w:rPr>
          <w:rtl/>
        </w:rPr>
        <w:t>ترجمه س</w:t>
      </w:r>
      <w:r w:rsidR="00E275C9">
        <w:rPr>
          <w:rtl/>
        </w:rPr>
        <w:t>ی</w:t>
      </w:r>
      <w:r w:rsidR="00134B66">
        <w:rPr>
          <w:rtl/>
        </w:rPr>
        <w:t>د محمد صحفى</w:t>
      </w:r>
      <w:r w:rsidR="00E275C9">
        <w:rPr>
          <w:rtl/>
        </w:rPr>
        <w:t xml:space="preserve">، </w:t>
      </w:r>
      <w:r w:rsidR="00134B66">
        <w:rPr>
          <w:rtl/>
        </w:rPr>
        <w:t>تحت عنوان «زندگانى اباعبداللّه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>» از انتشارات كتابفروشى علمى قم</w:t>
      </w:r>
      <w:r w:rsidR="00E275C9">
        <w:rPr>
          <w:rtl/>
        </w:rPr>
        <w:t xml:space="preserve">، </w:t>
      </w:r>
      <w:r w:rsidR="00134B66">
        <w:rPr>
          <w:rtl/>
        </w:rPr>
        <w:t>چاپ چهارم</w:t>
      </w:r>
      <w:r w:rsidR="00E275C9">
        <w:rPr>
          <w:rtl/>
        </w:rPr>
        <w:t xml:space="preserve">، </w:t>
      </w:r>
      <w:r w:rsidR="00134B66">
        <w:rPr>
          <w:rtl/>
        </w:rPr>
        <w:t>د</w:t>
      </w:r>
      <w:r w:rsidR="00E275C9">
        <w:rPr>
          <w:rtl/>
        </w:rPr>
        <w:t>ی</w:t>
      </w:r>
      <w:r w:rsidR="00134B66">
        <w:rPr>
          <w:rtl/>
        </w:rPr>
        <w:t xml:space="preserve">ماه </w:t>
      </w:r>
      <w:r>
        <w:rPr>
          <w:rtl/>
        </w:rPr>
        <w:t>1341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11</w:t>
      </w:r>
      <w:r w:rsidR="00E275C9">
        <w:rPr>
          <w:rtl/>
        </w:rPr>
        <w:t xml:space="preserve"> </w:t>
      </w:r>
      <w:r w:rsidR="00134B66">
        <w:rPr>
          <w:rtl/>
        </w:rPr>
        <w:t>ترجمه الشه</w:t>
      </w:r>
      <w:r w:rsidR="00E275C9">
        <w:rPr>
          <w:rtl/>
        </w:rPr>
        <w:t>ی</w:t>
      </w:r>
      <w:r w:rsidR="00134B66">
        <w:rPr>
          <w:rtl/>
        </w:rPr>
        <w:t>د الخالد الحس</w:t>
      </w:r>
      <w:r w:rsidR="00E275C9">
        <w:rPr>
          <w:rtl/>
        </w:rPr>
        <w:t>ی</w:t>
      </w:r>
      <w:r w:rsidR="00134B66">
        <w:rPr>
          <w:rtl/>
        </w:rPr>
        <w:t xml:space="preserve">ن بن على </w:t>
      </w:r>
      <w:r w:rsidR="00DC0423" w:rsidRPr="00DC0423">
        <w:rPr>
          <w:rStyle w:val="libAlaemChar"/>
          <w:rtl/>
        </w:rPr>
        <w:t>عليهما‌السلام</w:t>
      </w:r>
      <w:r w:rsidR="00134B66">
        <w:rPr>
          <w:rtl/>
        </w:rPr>
        <w:t xml:space="preserve"> تاءل</w:t>
      </w:r>
      <w:r w:rsidR="00E275C9">
        <w:rPr>
          <w:rtl/>
        </w:rPr>
        <w:t>ی</w:t>
      </w:r>
      <w:r w:rsidR="00134B66">
        <w:rPr>
          <w:rtl/>
        </w:rPr>
        <w:t>ف استاد حسن احمد لطفى</w:t>
      </w:r>
      <w:r w:rsidR="00E275C9">
        <w:rPr>
          <w:rtl/>
        </w:rPr>
        <w:t xml:space="preserve">، </w:t>
      </w:r>
      <w:r w:rsidR="00134B66">
        <w:rPr>
          <w:rtl/>
        </w:rPr>
        <w:t>ترجمه دانا</w:t>
      </w:r>
      <w:r w:rsidR="00E275C9">
        <w:rPr>
          <w:rtl/>
        </w:rPr>
        <w:t>ی</w:t>
      </w:r>
      <w:r w:rsidR="00134B66">
        <w:rPr>
          <w:rtl/>
        </w:rPr>
        <w:t>ى</w:t>
      </w:r>
      <w:r w:rsidR="00E275C9">
        <w:rPr>
          <w:rtl/>
        </w:rPr>
        <w:t xml:space="preserve">، </w:t>
      </w:r>
      <w:r w:rsidR="00134B66">
        <w:rPr>
          <w:rtl/>
        </w:rPr>
        <w:t>تحت عنوان «شه</w:t>
      </w:r>
      <w:r w:rsidR="00E275C9">
        <w:rPr>
          <w:rtl/>
        </w:rPr>
        <w:t>ی</w:t>
      </w:r>
      <w:r w:rsidR="00134B66">
        <w:rPr>
          <w:rtl/>
        </w:rPr>
        <w:t>د جاو</w:t>
      </w:r>
      <w:r w:rsidR="00E275C9">
        <w:rPr>
          <w:rtl/>
        </w:rPr>
        <w:t>ی</w:t>
      </w:r>
      <w:r w:rsidR="00134B66">
        <w:rPr>
          <w:rtl/>
        </w:rPr>
        <w:t>د»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lastRenderedPageBreak/>
        <w:t>12</w:t>
      </w:r>
      <w:r w:rsidR="00E275C9">
        <w:rPr>
          <w:rtl/>
        </w:rPr>
        <w:t xml:space="preserve"> </w:t>
      </w:r>
      <w:r w:rsidR="00134B66">
        <w:rPr>
          <w:rtl/>
        </w:rPr>
        <w:t>تفس</w:t>
      </w:r>
      <w:r w:rsidR="00E275C9">
        <w:rPr>
          <w:rtl/>
        </w:rPr>
        <w:t>ی</w:t>
      </w:r>
      <w:r w:rsidR="00134B66">
        <w:rPr>
          <w:rtl/>
        </w:rPr>
        <w:t>ر الصافى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ف</w:t>
      </w:r>
      <w:r w:rsidR="00E275C9">
        <w:rPr>
          <w:rtl/>
        </w:rPr>
        <w:t>ی</w:t>
      </w:r>
      <w:r w:rsidR="00134B66">
        <w:rPr>
          <w:rtl/>
        </w:rPr>
        <w:t>لسوف الفقهاء و فق</w:t>
      </w:r>
      <w:r w:rsidR="00E275C9">
        <w:rPr>
          <w:rtl/>
        </w:rPr>
        <w:t>ی</w:t>
      </w:r>
      <w:r w:rsidR="00134B66">
        <w:rPr>
          <w:rtl/>
        </w:rPr>
        <w:t>ه الفلاسفه</w:t>
      </w:r>
      <w:r w:rsidR="00E275C9">
        <w:rPr>
          <w:rtl/>
        </w:rPr>
        <w:t xml:space="preserve">، </w:t>
      </w:r>
      <w:r w:rsidR="00134B66">
        <w:rPr>
          <w:rtl/>
        </w:rPr>
        <w:t>استاد عصر</w:t>
      </w:r>
      <w:r w:rsidR="00E275C9">
        <w:rPr>
          <w:rtl/>
        </w:rPr>
        <w:t xml:space="preserve">، </w:t>
      </w:r>
      <w:r w:rsidR="00134B66">
        <w:rPr>
          <w:rtl/>
        </w:rPr>
        <w:t>ملاّ محسن</w:t>
      </w:r>
      <w:r w:rsidR="00E275C9">
        <w:rPr>
          <w:rtl/>
        </w:rPr>
        <w:t xml:space="preserve">، </w:t>
      </w:r>
      <w:r w:rsidR="00134B66">
        <w:rPr>
          <w:rtl/>
        </w:rPr>
        <w:t>ملقب به ف</w:t>
      </w:r>
      <w:r w:rsidR="00E275C9">
        <w:rPr>
          <w:rtl/>
        </w:rPr>
        <w:t>ی</w:t>
      </w:r>
      <w:r w:rsidR="00134B66">
        <w:rPr>
          <w:rtl/>
        </w:rPr>
        <w:t>ض كاشانى</w:t>
      </w:r>
      <w:r w:rsidR="00E275C9">
        <w:rPr>
          <w:rtl/>
        </w:rPr>
        <w:t xml:space="preserve">، </w:t>
      </w:r>
      <w:r w:rsidR="00134B66">
        <w:rPr>
          <w:rtl/>
        </w:rPr>
        <w:t xml:space="preserve">متوفاى سنه </w:t>
      </w:r>
      <w:r>
        <w:rPr>
          <w:rtl/>
        </w:rPr>
        <w:t>1091</w:t>
      </w:r>
      <w:r w:rsidR="00134B66">
        <w:rPr>
          <w:rtl/>
        </w:rPr>
        <w:t xml:space="preserve"> ه</w:t>
      </w:r>
      <w:r w:rsidR="00E275C9">
        <w:rPr>
          <w:rtl/>
        </w:rPr>
        <w:t xml:space="preserve">، </w:t>
      </w:r>
      <w:r w:rsidR="00134B66">
        <w:rPr>
          <w:rtl/>
        </w:rPr>
        <w:t>(چاپ ب</w:t>
      </w:r>
      <w:r w:rsidR="00E275C9">
        <w:rPr>
          <w:rtl/>
        </w:rPr>
        <w:t>ی</w:t>
      </w:r>
      <w:r w:rsidR="00134B66">
        <w:rPr>
          <w:rtl/>
        </w:rPr>
        <w:t xml:space="preserve">روت) ج </w:t>
      </w:r>
      <w:r>
        <w:rPr>
          <w:rtl/>
        </w:rPr>
        <w:t>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13</w:t>
      </w:r>
      <w:r w:rsidR="00E275C9">
        <w:rPr>
          <w:rtl/>
        </w:rPr>
        <w:t xml:space="preserve"> </w:t>
      </w:r>
      <w:r w:rsidR="00134B66">
        <w:rPr>
          <w:rtl/>
        </w:rPr>
        <w:t>حب</w:t>
      </w:r>
      <w:r w:rsidR="00E275C9">
        <w:rPr>
          <w:rtl/>
        </w:rPr>
        <w:t>ی</w:t>
      </w:r>
      <w:r w:rsidR="00134B66">
        <w:rPr>
          <w:rtl/>
        </w:rPr>
        <w:t>ب الس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خواند م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14</w:t>
      </w:r>
      <w:r w:rsidR="00E275C9">
        <w:rPr>
          <w:rtl/>
        </w:rPr>
        <w:t xml:space="preserve"> </w:t>
      </w:r>
      <w:r w:rsidR="00134B66">
        <w:rPr>
          <w:rtl/>
        </w:rPr>
        <w:t>حضرت 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عمادالد</w:t>
      </w:r>
      <w:r w:rsidR="00E275C9">
        <w:rPr>
          <w:rtl/>
        </w:rPr>
        <w:t>ی</w:t>
      </w:r>
      <w:r w:rsidR="00134B66">
        <w:rPr>
          <w:rtl/>
        </w:rPr>
        <w:t>ن حسنى اصفهانى (عمادزاده)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15</w:t>
      </w:r>
      <w:r w:rsidR="00E275C9">
        <w:rPr>
          <w:rtl/>
        </w:rPr>
        <w:t xml:space="preserve"> </w:t>
      </w:r>
      <w:r w:rsidR="00134B66">
        <w:rPr>
          <w:rtl/>
        </w:rPr>
        <w:t>روا</w:t>
      </w:r>
      <w:r w:rsidR="00E275C9">
        <w:rPr>
          <w:rtl/>
        </w:rPr>
        <w:t>ی</w:t>
      </w:r>
      <w:r w:rsidR="00134B66">
        <w:rPr>
          <w:rtl/>
        </w:rPr>
        <w:t>ات تار</w:t>
      </w:r>
      <w:r w:rsidR="00E275C9">
        <w:rPr>
          <w:rtl/>
        </w:rPr>
        <w:t>ی</w:t>
      </w:r>
      <w:r w:rsidR="00134B66">
        <w:rPr>
          <w:rtl/>
        </w:rPr>
        <w:t>خ الاسلام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جرجى ز</w:t>
      </w:r>
      <w:r w:rsidR="00E275C9">
        <w:rPr>
          <w:rtl/>
        </w:rPr>
        <w:t>ی</w:t>
      </w:r>
      <w:r w:rsidR="00134B66">
        <w:rPr>
          <w:rtl/>
        </w:rPr>
        <w:t>دان الكامله</w:t>
      </w:r>
      <w:r w:rsidR="00E275C9">
        <w:rPr>
          <w:rtl/>
        </w:rPr>
        <w:t xml:space="preserve"> </w:t>
      </w:r>
      <w:r w:rsidR="00134B66">
        <w:rPr>
          <w:rtl/>
        </w:rPr>
        <w:t>چاپ ب</w:t>
      </w:r>
      <w:r w:rsidR="00E275C9">
        <w:rPr>
          <w:rtl/>
        </w:rPr>
        <w:t>ی</w:t>
      </w:r>
      <w:r w:rsidR="00134B66">
        <w:rPr>
          <w:rtl/>
        </w:rPr>
        <w:t>روت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16</w:t>
      </w:r>
      <w:r w:rsidR="00E275C9">
        <w:rPr>
          <w:rtl/>
        </w:rPr>
        <w:t xml:space="preserve"> </w:t>
      </w:r>
      <w:r w:rsidR="00134B66">
        <w:rPr>
          <w:rtl/>
        </w:rPr>
        <w:t>ر</w:t>
      </w:r>
      <w:r w:rsidR="00E275C9">
        <w:rPr>
          <w:rtl/>
        </w:rPr>
        <w:t>ی</w:t>
      </w:r>
      <w:r w:rsidR="00134B66">
        <w:rPr>
          <w:rtl/>
        </w:rPr>
        <w:t>اح</w:t>
      </w:r>
      <w:r w:rsidR="00E275C9">
        <w:rPr>
          <w:rtl/>
        </w:rPr>
        <w:t>ی</w:t>
      </w:r>
      <w:r w:rsidR="00134B66">
        <w:rPr>
          <w:rtl/>
        </w:rPr>
        <w:t>ن الشر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>در ترجمه دانشمندان بانوان 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آقاى ش</w:t>
      </w:r>
      <w:r w:rsidR="00E275C9">
        <w:rPr>
          <w:rtl/>
        </w:rPr>
        <w:t>ی</w:t>
      </w:r>
      <w:r w:rsidR="00134B66">
        <w:rPr>
          <w:rtl/>
        </w:rPr>
        <w:t>خ ذب</w:t>
      </w:r>
      <w:r w:rsidR="00E275C9">
        <w:rPr>
          <w:rtl/>
        </w:rPr>
        <w:t>ی</w:t>
      </w:r>
      <w:r w:rsidR="00134B66">
        <w:rPr>
          <w:rtl/>
        </w:rPr>
        <w:t>ح اللّه محلاتى (منظور بانوان دانشمند است)</w:t>
      </w:r>
      <w:r w:rsidR="00E275C9">
        <w:rPr>
          <w:rtl/>
        </w:rPr>
        <w:t xml:space="preserve">، </w:t>
      </w:r>
      <w:r w:rsidR="00134B66">
        <w:rPr>
          <w:rtl/>
        </w:rPr>
        <w:t>از انتشارات دارالكتب الاسلام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>بازار سلطانى تهران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17</w:t>
      </w:r>
      <w:r w:rsidR="00E275C9">
        <w:rPr>
          <w:rtl/>
        </w:rPr>
        <w:t xml:space="preserve"> </w:t>
      </w:r>
      <w:r w:rsidR="00134B66">
        <w:rPr>
          <w:rtl/>
        </w:rPr>
        <w:t>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>اقتباس و نگارش عمادالد</w:t>
      </w:r>
      <w:r w:rsidR="00E275C9">
        <w:rPr>
          <w:rtl/>
        </w:rPr>
        <w:t>ی</w:t>
      </w:r>
      <w:r w:rsidR="00134B66">
        <w:rPr>
          <w:rtl/>
        </w:rPr>
        <w:t>ن حس</w:t>
      </w:r>
      <w:r w:rsidR="00E275C9">
        <w:rPr>
          <w:rtl/>
        </w:rPr>
        <w:t>ی</w:t>
      </w:r>
      <w:r w:rsidR="00134B66">
        <w:rPr>
          <w:rtl/>
        </w:rPr>
        <w:t>نى اصفهانى</w:t>
      </w:r>
      <w:r w:rsidR="00E275C9">
        <w:rPr>
          <w:rtl/>
        </w:rPr>
        <w:t xml:space="preserve">، </w:t>
      </w:r>
      <w:r w:rsidR="00134B66">
        <w:rPr>
          <w:rtl/>
        </w:rPr>
        <w:t>مشهور به «عمادزاده»</w:t>
      </w:r>
      <w:r w:rsidR="00E275C9">
        <w:rPr>
          <w:rtl/>
        </w:rPr>
        <w:t xml:space="preserve">، </w:t>
      </w:r>
      <w:r w:rsidR="00134B66">
        <w:rPr>
          <w:rtl/>
        </w:rPr>
        <w:t>از انتشارات شركت سهامى طبع كتاب</w:t>
      </w:r>
      <w:r w:rsidR="00E275C9">
        <w:rPr>
          <w:rtl/>
        </w:rPr>
        <w:t xml:space="preserve">، </w:t>
      </w:r>
      <w:r w:rsidR="00134B66">
        <w:rPr>
          <w:rtl/>
        </w:rPr>
        <w:t xml:space="preserve">چاپ سال </w:t>
      </w:r>
      <w:r>
        <w:rPr>
          <w:rtl/>
        </w:rPr>
        <w:t>1337</w:t>
      </w:r>
      <w:r w:rsidR="00134B66">
        <w:rPr>
          <w:rtl/>
        </w:rPr>
        <w:t xml:space="preserve"> شمسى</w:t>
      </w:r>
      <w:r w:rsidR="00E275C9">
        <w:rPr>
          <w:rtl/>
        </w:rPr>
        <w:t xml:space="preserve">، </w:t>
      </w:r>
      <w:r>
        <w:rPr>
          <w:rtl/>
        </w:rPr>
        <w:t>1377</w:t>
      </w:r>
      <w:r w:rsidR="00134B66">
        <w:rPr>
          <w:rtl/>
        </w:rPr>
        <w:t xml:space="preserve"> قمرى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18</w:t>
      </w:r>
      <w:r w:rsidR="00E275C9">
        <w:rPr>
          <w:rtl/>
        </w:rPr>
        <w:t xml:space="preserve"> </w:t>
      </w:r>
      <w:r w:rsidR="00134B66">
        <w:rPr>
          <w:rtl/>
        </w:rPr>
        <w:t>سخنان حضرت س</w:t>
      </w:r>
      <w:r w:rsidR="00E275C9">
        <w:rPr>
          <w:rtl/>
        </w:rPr>
        <w:t>ی</w:t>
      </w:r>
      <w:r w:rsidR="00134B66">
        <w:rPr>
          <w:rtl/>
        </w:rPr>
        <w:t xml:space="preserve">دالشهداء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ترجمه جواد فاضل</w:t>
      </w:r>
      <w:r w:rsidR="00E275C9">
        <w:rPr>
          <w:rtl/>
        </w:rPr>
        <w:t xml:space="preserve">، </w:t>
      </w:r>
      <w:r w:rsidR="00134B66">
        <w:rPr>
          <w:rtl/>
        </w:rPr>
        <w:t>از انتشارات كتابفروشى و چاپخانه على اكبر علمى</w:t>
      </w:r>
      <w:r w:rsidR="00E275C9">
        <w:rPr>
          <w:rtl/>
        </w:rPr>
        <w:t xml:space="preserve">،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چاپ</w:t>
      </w:r>
      <w:r w:rsidR="00E275C9">
        <w:rPr>
          <w:rtl/>
        </w:rPr>
        <w:t xml:space="preserve">، </w:t>
      </w:r>
      <w:r w:rsidR="00134B66">
        <w:rPr>
          <w:rtl/>
        </w:rPr>
        <w:t xml:space="preserve">سال </w:t>
      </w:r>
      <w:r>
        <w:rPr>
          <w:rtl/>
        </w:rPr>
        <w:t>1339</w:t>
      </w:r>
      <w:r w:rsidR="00134B66">
        <w:rPr>
          <w:rtl/>
        </w:rPr>
        <w:t xml:space="preserve"> تهران</w:t>
      </w:r>
      <w:r w:rsidR="00E275C9">
        <w:rPr>
          <w:rtl/>
        </w:rPr>
        <w:t xml:space="preserve">. </w:t>
      </w:r>
      <w:r w:rsidR="00134B66">
        <w:rPr>
          <w:rtl/>
        </w:rPr>
        <w:t>اصل كتاب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جناب مصطفى محسن موسوى حائرى است كه «بلاغة الحس</w:t>
      </w:r>
      <w:r w:rsidR="00E275C9">
        <w:rPr>
          <w:rtl/>
        </w:rPr>
        <w:t>ی</w:t>
      </w:r>
      <w:r w:rsidR="00134B66">
        <w:rPr>
          <w:rtl/>
        </w:rPr>
        <w:t>ن» نام داشته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19</w:t>
      </w:r>
      <w:r w:rsidR="00E275C9">
        <w:rPr>
          <w:rtl/>
        </w:rPr>
        <w:t xml:space="preserve"> </w:t>
      </w:r>
      <w:r w:rsidR="00134B66">
        <w:rPr>
          <w:rtl/>
        </w:rPr>
        <w:t>سر مطهر در د</w:t>
      </w:r>
      <w:r w:rsidR="00E275C9">
        <w:rPr>
          <w:rtl/>
        </w:rPr>
        <w:t>ی</w:t>
      </w:r>
      <w:r w:rsidR="00134B66">
        <w:rPr>
          <w:rtl/>
        </w:rPr>
        <w:t>ر راهب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مرحوم عبدالحس</w:t>
      </w:r>
      <w:r w:rsidR="00E275C9">
        <w:rPr>
          <w:rtl/>
        </w:rPr>
        <w:t>ی</w:t>
      </w:r>
      <w:r w:rsidR="00134B66">
        <w:rPr>
          <w:rtl/>
        </w:rPr>
        <w:t>ن آ</w:t>
      </w:r>
      <w:r w:rsidR="00E275C9">
        <w:rPr>
          <w:rtl/>
        </w:rPr>
        <w:t>ی</w:t>
      </w:r>
      <w:r w:rsidR="00134B66">
        <w:rPr>
          <w:rtl/>
        </w:rPr>
        <w:t>تى</w:t>
      </w:r>
      <w:r w:rsidR="00E275C9">
        <w:rPr>
          <w:rtl/>
        </w:rPr>
        <w:t xml:space="preserve">، </w:t>
      </w:r>
      <w:r w:rsidR="00134B66">
        <w:rPr>
          <w:rtl/>
        </w:rPr>
        <w:t>ناشر و مد</w:t>
      </w:r>
      <w:r w:rsidR="00E275C9">
        <w:rPr>
          <w:rtl/>
        </w:rPr>
        <w:t>ی</w:t>
      </w:r>
      <w:r w:rsidR="00134B66">
        <w:rPr>
          <w:rtl/>
        </w:rPr>
        <w:t>ر روزنامه آ</w:t>
      </w:r>
      <w:r w:rsidR="00E275C9">
        <w:rPr>
          <w:rtl/>
        </w:rPr>
        <w:t>یی</w:t>
      </w:r>
      <w:r w:rsidR="00134B66">
        <w:rPr>
          <w:rtl/>
        </w:rPr>
        <w:t>ن اسلام (جزوه اى است در مورد تمثال مبارك سر مطهر حضرت س</w:t>
      </w:r>
      <w:r w:rsidR="00E275C9">
        <w:rPr>
          <w:rtl/>
        </w:rPr>
        <w:t>ی</w:t>
      </w:r>
      <w:r w:rsidR="00134B66">
        <w:rPr>
          <w:rtl/>
        </w:rPr>
        <w:t xml:space="preserve">دالشهداء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كه مرحوم آ</w:t>
      </w:r>
      <w:r w:rsidR="00E275C9">
        <w:rPr>
          <w:rtl/>
        </w:rPr>
        <w:t>ی</w:t>
      </w:r>
      <w:r w:rsidR="00134B66">
        <w:rPr>
          <w:rtl/>
        </w:rPr>
        <w:t>تى از روى س</w:t>
      </w:r>
      <w:r w:rsidR="00E275C9">
        <w:rPr>
          <w:rtl/>
        </w:rPr>
        <w:t>ی</w:t>
      </w:r>
      <w:r w:rsidR="00134B66">
        <w:rPr>
          <w:rtl/>
        </w:rPr>
        <w:t>اه قلم منسوب به راهب ته</w:t>
      </w:r>
      <w:r w:rsidR="00E275C9">
        <w:rPr>
          <w:rtl/>
        </w:rPr>
        <w:t>ی</w:t>
      </w:r>
      <w:r w:rsidR="00134B66">
        <w:rPr>
          <w:rtl/>
        </w:rPr>
        <w:t>ه كرده اند و همراه عكس مى باشد)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20</w:t>
      </w:r>
      <w:r w:rsidR="00E275C9">
        <w:rPr>
          <w:rtl/>
        </w:rPr>
        <w:t xml:space="preserve"> </w:t>
      </w:r>
      <w:r w:rsidR="00134B66">
        <w:rPr>
          <w:rtl/>
        </w:rPr>
        <w:t>شه</w:t>
      </w:r>
      <w:r w:rsidR="00E275C9">
        <w:rPr>
          <w:rtl/>
        </w:rPr>
        <w:t>ی</w:t>
      </w:r>
      <w:r w:rsidR="00134B66">
        <w:rPr>
          <w:rtl/>
        </w:rPr>
        <w:t>د صدر بر بلنداى اند</w:t>
      </w:r>
      <w:r w:rsidR="00E275C9">
        <w:rPr>
          <w:rtl/>
        </w:rPr>
        <w:t>ی</w:t>
      </w:r>
      <w:r w:rsidR="00134B66">
        <w:rPr>
          <w:rtl/>
        </w:rPr>
        <w:t>شه و جهاد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مصطفى قلى زاده</w:t>
      </w:r>
      <w:r w:rsidR="00E275C9">
        <w:rPr>
          <w:rtl/>
        </w:rPr>
        <w:t xml:space="preserve">، </w:t>
      </w:r>
      <w:r w:rsidR="00134B66">
        <w:rPr>
          <w:rtl/>
        </w:rPr>
        <w:t>از انتشارات سازمان تبل</w:t>
      </w:r>
      <w:r w:rsidR="00E275C9">
        <w:rPr>
          <w:rtl/>
        </w:rPr>
        <w:t>ی</w:t>
      </w:r>
      <w:r w:rsidR="00134B66">
        <w:rPr>
          <w:rtl/>
        </w:rPr>
        <w:t>غات اسلامى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21</w:t>
      </w:r>
      <w:r w:rsidR="00E275C9">
        <w:rPr>
          <w:rtl/>
        </w:rPr>
        <w:t xml:space="preserve"> </w:t>
      </w:r>
      <w:r w:rsidR="00134B66">
        <w:rPr>
          <w:rtl/>
        </w:rPr>
        <w:t>قرآن مج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lastRenderedPageBreak/>
        <w:t>22</w:t>
      </w:r>
      <w:r w:rsidR="00E275C9">
        <w:rPr>
          <w:rtl/>
        </w:rPr>
        <w:t xml:space="preserve"> </w:t>
      </w:r>
      <w:r w:rsidR="00134B66">
        <w:rPr>
          <w:rtl/>
        </w:rPr>
        <w:t>كامل بهائى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حسن بن على بن محمد</w:t>
      </w:r>
      <w:r w:rsidR="00E275C9">
        <w:rPr>
          <w:rtl/>
        </w:rPr>
        <w:t xml:space="preserve">، </w:t>
      </w:r>
      <w:r w:rsidR="00134B66">
        <w:rPr>
          <w:rtl/>
        </w:rPr>
        <w:t>مشهور به عمادالد</w:t>
      </w:r>
      <w:r w:rsidR="00E275C9">
        <w:rPr>
          <w:rtl/>
        </w:rPr>
        <w:t>ی</w:t>
      </w:r>
      <w:r w:rsidR="00134B66">
        <w:rPr>
          <w:rtl/>
        </w:rPr>
        <w:t>ن طبرى</w:t>
      </w:r>
      <w:r w:rsidR="00E275C9">
        <w:rPr>
          <w:rtl/>
        </w:rPr>
        <w:t xml:space="preserve">، </w:t>
      </w:r>
      <w:r w:rsidR="00134B66">
        <w:rPr>
          <w:rtl/>
        </w:rPr>
        <w:t>مكتب مرتضوى</w:t>
      </w:r>
      <w:r w:rsidR="00E275C9">
        <w:rPr>
          <w:rtl/>
        </w:rPr>
        <w:t xml:space="preserve">، </w:t>
      </w:r>
      <w:r w:rsidR="00134B66">
        <w:rPr>
          <w:rtl/>
        </w:rPr>
        <w:t>بازار ب</w:t>
      </w:r>
      <w:r w:rsidR="00E275C9">
        <w:rPr>
          <w:rtl/>
        </w:rPr>
        <w:t>ی</w:t>
      </w:r>
      <w:r w:rsidR="00134B66">
        <w:rPr>
          <w:rtl/>
        </w:rPr>
        <w:t>ن الحرم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پاساژ مهتاش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23</w:t>
      </w:r>
      <w:r w:rsidR="00E275C9">
        <w:rPr>
          <w:rtl/>
        </w:rPr>
        <w:t xml:space="preserve"> </w:t>
      </w:r>
      <w:r w:rsidR="00134B66">
        <w:rPr>
          <w:rtl/>
        </w:rPr>
        <w:t>الكامل</w:t>
      </w:r>
      <w:r w:rsidR="00E275C9">
        <w:rPr>
          <w:rtl/>
        </w:rPr>
        <w:t xml:space="preserve">،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بزرگ اسلام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عزالد</w:t>
      </w:r>
      <w:r w:rsidR="00E275C9">
        <w:rPr>
          <w:rtl/>
        </w:rPr>
        <w:t>ی</w:t>
      </w:r>
      <w:r w:rsidR="00134B66">
        <w:rPr>
          <w:rtl/>
        </w:rPr>
        <w:t>ن على 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>ترجمه عباس خل</w:t>
      </w:r>
      <w:r w:rsidR="00E275C9">
        <w:rPr>
          <w:rtl/>
        </w:rPr>
        <w:t>ی</w:t>
      </w:r>
      <w:r w:rsidR="00134B66">
        <w:rPr>
          <w:rtl/>
        </w:rPr>
        <w:t>لى</w:t>
      </w:r>
      <w:r w:rsidR="00E275C9">
        <w:rPr>
          <w:rtl/>
        </w:rPr>
        <w:t xml:space="preserve">، </w:t>
      </w:r>
      <w:r w:rsidR="00134B66">
        <w:rPr>
          <w:rtl/>
        </w:rPr>
        <w:t>تصح</w:t>
      </w:r>
      <w:r w:rsidR="00E275C9">
        <w:rPr>
          <w:rtl/>
        </w:rPr>
        <w:t>ی</w:t>
      </w:r>
      <w:r w:rsidR="00134B66">
        <w:rPr>
          <w:rtl/>
        </w:rPr>
        <w:t>ح سادات ناصرى و د</w:t>
      </w:r>
      <w:r w:rsidR="00E275C9">
        <w:rPr>
          <w:rtl/>
        </w:rPr>
        <w:t>ی</w:t>
      </w:r>
      <w:r w:rsidR="00134B66">
        <w:rPr>
          <w:rtl/>
        </w:rPr>
        <w:t>گرى از انتشارات شركت سهامى چاپ و انتشار كتب ا</w:t>
      </w:r>
      <w:r w:rsidR="00E275C9">
        <w:rPr>
          <w:rtl/>
        </w:rPr>
        <w:t>ی</w:t>
      </w:r>
      <w:r w:rsidR="00134B66">
        <w:rPr>
          <w:rtl/>
        </w:rPr>
        <w:t>ران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24</w:t>
      </w:r>
      <w:r w:rsidR="00E275C9">
        <w:rPr>
          <w:rtl/>
        </w:rPr>
        <w:t xml:space="preserve"> </w:t>
      </w:r>
      <w:r w:rsidR="00134B66">
        <w:rPr>
          <w:rtl/>
        </w:rPr>
        <w:t>لغتنامه دهخدا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25</w:t>
      </w:r>
      <w:r w:rsidR="00E275C9">
        <w:rPr>
          <w:rtl/>
        </w:rPr>
        <w:t xml:space="preserve"> </w:t>
      </w:r>
      <w:r w:rsidR="00134B66">
        <w:rPr>
          <w:rtl/>
        </w:rPr>
        <w:t>مختارنامه (چاپ سنگى)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26</w:t>
      </w:r>
      <w:r w:rsidR="00E275C9">
        <w:rPr>
          <w:rtl/>
        </w:rPr>
        <w:t xml:space="preserve"> </w:t>
      </w:r>
      <w:r w:rsidR="00134B66">
        <w:rPr>
          <w:rtl/>
        </w:rPr>
        <w:t>مرد نامتناهى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حسن صدر</w:t>
      </w:r>
      <w:r w:rsidR="00E275C9">
        <w:rPr>
          <w:rtl/>
        </w:rPr>
        <w:t xml:space="preserve">، </w:t>
      </w:r>
      <w:r w:rsidR="00134B66">
        <w:rPr>
          <w:rtl/>
        </w:rPr>
        <w:t>مؤ سسه چاپ و انتشار ام</w:t>
      </w:r>
      <w:r w:rsidR="00E275C9">
        <w:rPr>
          <w:rtl/>
        </w:rPr>
        <w:t>ی</w:t>
      </w:r>
      <w:r w:rsidR="00134B66">
        <w:rPr>
          <w:rtl/>
        </w:rPr>
        <w:t>ركب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رمضان </w:t>
      </w:r>
      <w:r>
        <w:rPr>
          <w:rtl/>
        </w:rPr>
        <w:t>1379</w:t>
      </w:r>
      <w:r w:rsidR="00134B66">
        <w:rPr>
          <w:rtl/>
        </w:rPr>
        <w:t xml:space="preserve"> هجرى قمرى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اسفند </w:t>
      </w:r>
      <w:r>
        <w:rPr>
          <w:rtl/>
        </w:rPr>
        <w:t>1338</w:t>
      </w:r>
      <w:r w:rsidR="00134B66">
        <w:rPr>
          <w:rtl/>
        </w:rPr>
        <w:t xml:space="preserve"> هجرى شمسى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27</w:t>
      </w:r>
      <w:r w:rsidR="00E275C9">
        <w:rPr>
          <w:rtl/>
        </w:rPr>
        <w:t xml:space="preserve"> </w:t>
      </w:r>
      <w:r w:rsidR="00134B66">
        <w:rPr>
          <w:rtl/>
        </w:rPr>
        <w:t>مروج الذهب مسعودى</w:t>
      </w:r>
      <w:r w:rsidR="00E275C9">
        <w:rPr>
          <w:rtl/>
        </w:rPr>
        <w:t xml:space="preserve">، </w:t>
      </w:r>
      <w:r w:rsidR="00134B66">
        <w:rPr>
          <w:rtl/>
        </w:rPr>
        <w:t>ترجمه ابوالقاسم پا</w:t>
      </w:r>
      <w:r w:rsidR="00E275C9">
        <w:rPr>
          <w:rtl/>
        </w:rPr>
        <w:t>ی</w:t>
      </w:r>
      <w:r w:rsidR="00134B66">
        <w:rPr>
          <w:rtl/>
        </w:rPr>
        <w:t>نده</w:t>
      </w:r>
      <w:r w:rsidR="00E275C9">
        <w:rPr>
          <w:rtl/>
        </w:rPr>
        <w:t xml:space="preserve">، </w:t>
      </w:r>
      <w:r w:rsidR="00134B66">
        <w:rPr>
          <w:rtl/>
        </w:rPr>
        <w:t>از انتشارات بنگاه ترجمه و نشر كتاب</w:t>
      </w:r>
      <w:r w:rsidR="00E275C9">
        <w:rPr>
          <w:rtl/>
        </w:rPr>
        <w:t xml:space="preserve">، </w:t>
      </w:r>
      <w:r w:rsidR="00134B66">
        <w:rPr>
          <w:rtl/>
        </w:rPr>
        <w:t>تهران</w:t>
      </w:r>
      <w:r w:rsidR="00E275C9">
        <w:rPr>
          <w:rtl/>
        </w:rPr>
        <w:t xml:space="preserve">، </w:t>
      </w:r>
      <w:r>
        <w:rPr>
          <w:rtl/>
        </w:rPr>
        <w:t>1347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28</w:t>
      </w:r>
      <w:r w:rsidR="00E275C9">
        <w:rPr>
          <w:rtl/>
        </w:rPr>
        <w:t xml:space="preserve"> </w:t>
      </w:r>
      <w:r w:rsidR="00134B66">
        <w:rPr>
          <w:rtl/>
        </w:rPr>
        <w:t>المصباح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كفعمى فى ادع</w:t>
      </w:r>
      <w:r w:rsidR="00E275C9">
        <w:rPr>
          <w:rtl/>
        </w:rPr>
        <w:t>ی</w:t>
      </w:r>
      <w:r w:rsidR="00134B66">
        <w:rPr>
          <w:rtl/>
        </w:rPr>
        <w:t>ة والصلوات والز</w:t>
      </w:r>
      <w:r w:rsidR="00E275C9">
        <w:rPr>
          <w:rtl/>
        </w:rPr>
        <w:t>ی</w:t>
      </w:r>
      <w:r w:rsidR="00134B66">
        <w:rPr>
          <w:rtl/>
        </w:rPr>
        <w:t>ارات والحراز والعوذات</w:t>
      </w:r>
      <w:r w:rsidR="00E275C9">
        <w:rPr>
          <w:rtl/>
        </w:rPr>
        <w:t xml:space="preserve">، </w:t>
      </w:r>
      <w:r w:rsidR="00134B66">
        <w:rPr>
          <w:rtl/>
        </w:rPr>
        <w:t>مؤ سسة الاعلمى</w:t>
      </w:r>
      <w:r w:rsidR="00E275C9">
        <w:rPr>
          <w:rtl/>
        </w:rPr>
        <w:t xml:space="preserve"> </w:t>
      </w:r>
      <w:r w:rsidR="00134B66">
        <w:rPr>
          <w:rtl/>
        </w:rPr>
        <w:t>ب</w:t>
      </w:r>
      <w:r w:rsidR="00E275C9">
        <w:rPr>
          <w:rtl/>
        </w:rPr>
        <w:t>ی</w:t>
      </w:r>
      <w:r w:rsidR="00134B66">
        <w:rPr>
          <w:rtl/>
        </w:rPr>
        <w:t>روت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29</w:t>
      </w:r>
      <w:r w:rsidR="00E275C9">
        <w:rPr>
          <w:rtl/>
        </w:rPr>
        <w:t xml:space="preserve">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س</w:t>
      </w:r>
      <w:r w:rsidR="00E275C9">
        <w:rPr>
          <w:rtl/>
        </w:rPr>
        <w:t>ی</w:t>
      </w:r>
      <w:r w:rsidR="00134B66">
        <w:rPr>
          <w:rtl/>
        </w:rPr>
        <w:t>د بن طاووس (ا</w:t>
      </w:r>
      <w:r w:rsidR="00E275C9">
        <w:rPr>
          <w:rtl/>
        </w:rPr>
        <w:t>ی</w:t>
      </w:r>
      <w:r w:rsidR="00134B66">
        <w:rPr>
          <w:rtl/>
        </w:rPr>
        <w:t>ن كتاب به نامهاى د</w:t>
      </w:r>
      <w:r w:rsidR="00E275C9">
        <w:rPr>
          <w:rtl/>
        </w:rPr>
        <w:t>ی</w:t>
      </w:r>
      <w:r w:rsidR="00134B66">
        <w:rPr>
          <w:rtl/>
        </w:rPr>
        <w:t>گرى ن</w:t>
      </w:r>
      <w:r w:rsidR="00E275C9">
        <w:rPr>
          <w:rtl/>
        </w:rPr>
        <w:t>ی</w:t>
      </w:r>
      <w:r w:rsidR="00134B66">
        <w:rPr>
          <w:rtl/>
        </w:rPr>
        <w:t>ز معروف است از جمله «اللهوف»)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30</w:t>
      </w:r>
      <w:r w:rsidR="00E275C9">
        <w:rPr>
          <w:rtl/>
        </w:rPr>
        <w:t xml:space="preserve"> </w:t>
      </w:r>
      <w:r w:rsidR="00134B66">
        <w:rPr>
          <w:rtl/>
        </w:rPr>
        <w:t>مناقب اهل الب</w:t>
      </w:r>
      <w:r w:rsidR="00E275C9">
        <w:rPr>
          <w:rtl/>
        </w:rPr>
        <w:t>ی</w:t>
      </w:r>
      <w:r w:rsidR="00134B66">
        <w:rPr>
          <w:rtl/>
        </w:rPr>
        <w:t>ت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ح</w:t>
      </w:r>
      <w:r w:rsidR="00E275C9">
        <w:rPr>
          <w:rtl/>
        </w:rPr>
        <w:t>ی</w:t>
      </w:r>
      <w:r w:rsidR="00134B66">
        <w:rPr>
          <w:rtl/>
        </w:rPr>
        <w:t>درعلى بن محمد شروانى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31</w:t>
      </w:r>
      <w:r w:rsidR="00E275C9">
        <w:rPr>
          <w:rtl/>
        </w:rPr>
        <w:t xml:space="preserve"> </w:t>
      </w:r>
      <w:r w:rsidR="00134B66">
        <w:rPr>
          <w:rtl/>
        </w:rPr>
        <w:t>متنهى الا مال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حاج ش</w:t>
      </w:r>
      <w:r w:rsidR="00E275C9">
        <w:rPr>
          <w:rtl/>
        </w:rPr>
        <w:t>ی</w:t>
      </w:r>
      <w:r w:rsidR="00134B66">
        <w:rPr>
          <w:rtl/>
        </w:rPr>
        <w:t>خ عباس محدث قمى</w:t>
      </w:r>
      <w:r w:rsidR="00E275C9">
        <w:rPr>
          <w:rtl/>
        </w:rPr>
        <w:t xml:space="preserve">، </w:t>
      </w:r>
      <w:r w:rsidR="00134B66">
        <w:rPr>
          <w:rtl/>
        </w:rPr>
        <w:t>سازمان انتشارات جاو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t>32</w:t>
      </w:r>
      <w:r w:rsidR="00E275C9">
        <w:rPr>
          <w:rtl/>
        </w:rPr>
        <w:t xml:space="preserve"> </w:t>
      </w:r>
      <w:r w:rsidR="00134B66">
        <w:rPr>
          <w:rtl/>
        </w:rPr>
        <w:t>وقعة الطف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 xml:space="preserve">ف ابى مخنف لوط بن </w:t>
      </w:r>
      <w:r w:rsidR="00E275C9">
        <w:rPr>
          <w:rtl/>
        </w:rPr>
        <w:t>ی</w:t>
      </w:r>
      <w:r w:rsidR="00134B66">
        <w:rPr>
          <w:rtl/>
        </w:rPr>
        <w:t>ح</w:t>
      </w:r>
      <w:r w:rsidR="00E275C9">
        <w:rPr>
          <w:rtl/>
        </w:rPr>
        <w:t>ی</w:t>
      </w:r>
      <w:r w:rsidR="00134B66">
        <w:rPr>
          <w:rtl/>
        </w:rPr>
        <w:t>ى</w:t>
      </w:r>
      <w:r w:rsidR="00E275C9">
        <w:rPr>
          <w:rtl/>
        </w:rPr>
        <w:t xml:space="preserve">، </w:t>
      </w:r>
      <w:r w:rsidR="00134B66">
        <w:rPr>
          <w:rtl/>
        </w:rPr>
        <w:t xml:space="preserve">متوفاى </w:t>
      </w:r>
      <w:r>
        <w:rPr>
          <w:rtl/>
        </w:rPr>
        <w:t>158</w:t>
      </w:r>
      <w:r w:rsidR="00134B66">
        <w:rPr>
          <w:rtl/>
        </w:rPr>
        <w:t xml:space="preserve"> ه</w:t>
      </w:r>
      <w:r w:rsidR="00E275C9">
        <w:rPr>
          <w:rtl/>
        </w:rPr>
        <w:t xml:space="preserve">. </w:t>
      </w:r>
      <w:r w:rsidR="00134B66">
        <w:rPr>
          <w:rtl/>
        </w:rPr>
        <w:t>ق</w:t>
      </w:r>
      <w:r w:rsidR="00E275C9">
        <w:rPr>
          <w:rtl/>
        </w:rPr>
        <w:t xml:space="preserve">، </w:t>
      </w:r>
      <w:r w:rsidR="00134B66">
        <w:rPr>
          <w:rtl/>
        </w:rPr>
        <w:t>تحق</w:t>
      </w:r>
      <w:r w:rsidR="00E275C9">
        <w:rPr>
          <w:rtl/>
        </w:rPr>
        <w:t>ی</w:t>
      </w:r>
      <w:r w:rsidR="00134B66">
        <w:rPr>
          <w:rtl/>
        </w:rPr>
        <w:t>ق ش</w:t>
      </w:r>
      <w:r w:rsidR="00E275C9">
        <w:rPr>
          <w:rtl/>
        </w:rPr>
        <w:t>ی</w:t>
      </w:r>
      <w:r w:rsidR="00134B66">
        <w:rPr>
          <w:rtl/>
        </w:rPr>
        <w:t xml:space="preserve">خ محمد هادى </w:t>
      </w:r>
      <w:r w:rsidR="00E275C9">
        <w:rPr>
          <w:rtl/>
        </w:rPr>
        <w:t>ی</w:t>
      </w:r>
      <w:r w:rsidR="00134B66">
        <w:rPr>
          <w:rtl/>
        </w:rPr>
        <w:t>وسفى غروى</w:t>
      </w:r>
      <w:r w:rsidR="00E275C9">
        <w:rPr>
          <w:rtl/>
        </w:rPr>
        <w:t xml:space="preserve">، </w:t>
      </w:r>
      <w:r w:rsidR="00134B66">
        <w:rPr>
          <w:rtl/>
        </w:rPr>
        <w:t>مؤ سسه دفتر انتشارات اسلامى</w:t>
      </w:r>
      <w:r w:rsidR="00E275C9">
        <w:rPr>
          <w:rtl/>
        </w:rPr>
        <w:t xml:space="preserve">، </w:t>
      </w:r>
      <w:r w:rsidR="00134B66">
        <w:rPr>
          <w:rtl/>
        </w:rPr>
        <w:t>وابسته به جامعه مدرس</w:t>
      </w:r>
      <w:r w:rsidR="00E275C9">
        <w:rPr>
          <w:rtl/>
        </w:rPr>
        <w:t>ی</w:t>
      </w:r>
      <w:r w:rsidR="00134B66">
        <w:rPr>
          <w:rtl/>
        </w:rPr>
        <w:t>ن حوزه علم</w:t>
      </w:r>
      <w:r w:rsidR="00E275C9">
        <w:rPr>
          <w:rtl/>
        </w:rPr>
        <w:t>ی</w:t>
      </w:r>
      <w:r w:rsidR="00134B66">
        <w:rPr>
          <w:rtl/>
        </w:rPr>
        <w:t>ه قم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Normal"/>
        <w:rPr>
          <w:rtl/>
        </w:rPr>
      </w:pPr>
      <w:r>
        <w:rPr>
          <w:rtl/>
        </w:rPr>
        <w:lastRenderedPageBreak/>
        <w:t>33</w:t>
      </w:r>
      <w:r w:rsidR="00E275C9">
        <w:rPr>
          <w:rtl/>
        </w:rPr>
        <w:t xml:space="preserve"> </w:t>
      </w:r>
      <w:r w:rsidR="00134B66">
        <w:rPr>
          <w:rtl/>
        </w:rPr>
        <w:t>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تاءل</w:t>
      </w:r>
      <w:r w:rsidR="00E275C9">
        <w:rPr>
          <w:rtl/>
        </w:rPr>
        <w:t>ی</w:t>
      </w:r>
      <w:r w:rsidR="00134B66">
        <w:rPr>
          <w:rtl/>
        </w:rPr>
        <w:t>ف سپهر</w:t>
      </w:r>
      <w:r w:rsidR="00E275C9">
        <w:rPr>
          <w:rtl/>
        </w:rPr>
        <w:t xml:space="preserve">، </w:t>
      </w:r>
      <w:r w:rsidR="00134B66">
        <w:rPr>
          <w:rtl/>
        </w:rPr>
        <w:t>به تصح</w:t>
      </w:r>
      <w:r w:rsidR="00E275C9">
        <w:rPr>
          <w:rtl/>
        </w:rPr>
        <w:t>ی</w:t>
      </w:r>
      <w:r w:rsidR="00134B66">
        <w:rPr>
          <w:rtl/>
        </w:rPr>
        <w:t>ح محمد باقر بهبودى</w:t>
      </w:r>
      <w:r w:rsidR="00E275C9">
        <w:rPr>
          <w:rtl/>
        </w:rPr>
        <w:t xml:space="preserve">، </w:t>
      </w:r>
      <w:r w:rsidR="00134B66">
        <w:rPr>
          <w:rtl/>
        </w:rPr>
        <w:t>از انتشارات كتابفروشى اسلام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 xml:space="preserve">چاپ سال </w:t>
      </w:r>
      <w:r>
        <w:rPr>
          <w:rtl/>
        </w:rPr>
        <w:t>1398</w:t>
      </w:r>
      <w:r w:rsidR="00134B66">
        <w:rPr>
          <w:rtl/>
        </w:rPr>
        <w:t xml:space="preserve"> هجرى قمرى</w:t>
      </w:r>
      <w:r w:rsidR="00E275C9">
        <w:rPr>
          <w:rtl/>
        </w:rPr>
        <w:t xml:space="preserve">. </w:t>
      </w:r>
    </w:p>
    <w:p w:rsidR="00E275C9" w:rsidRDefault="00883263" w:rsidP="00342FB8">
      <w:pPr>
        <w:pStyle w:val="libNormal"/>
        <w:rPr>
          <w:rtl/>
        </w:rPr>
      </w:pPr>
      <w:r>
        <w:rPr>
          <w:rtl/>
        </w:rPr>
        <w:t>34</w:t>
      </w:r>
      <w:r w:rsidR="00E275C9">
        <w:rPr>
          <w:rtl/>
        </w:rPr>
        <w:t xml:space="preserve"> </w:t>
      </w:r>
      <w:r w:rsidR="00134B66">
        <w:rPr>
          <w:rtl/>
        </w:rPr>
        <w:t>نهج البلاغه</w:t>
      </w:r>
      <w:r w:rsidR="00E275C9">
        <w:rPr>
          <w:rtl/>
        </w:rPr>
        <w:t xml:space="preserve">، </w:t>
      </w:r>
      <w:r w:rsidR="00134B66">
        <w:rPr>
          <w:rtl/>
        </w:rPr>
        <w:t>ترجمه و شرح حاج س</w:t>
      </w:r>
      <w:r w:rsidR="00E275C9">
        <w:rPr>
          <w:rtl/>
        </w:rPr>
        <w:t>ی</w:t>
      </w:r>
      <w:r w:rsidR="00134B66">
        <w:rPr>
          <w:rtl/>
        </w:rPr>
        <w:t>د عل</w:t>
      </w:r>
      <w:r w:rsidR="00E275C9">
        <w:rPr>
          <w:rtl/>
        </w:rPr>
        <w:t>ی</w:t>
      </w:r>
      <w:r w:rsidR="00134B66">
        <w:rPr>
          <w:rtl/>
        </w:rPr>
        <w:t>نقى ف</w:t>
      </w:r>
      <w:r w:rsidR="00E275C9">
        <w:rPr>
          <w:rtl/>
        </w:rPr>
        <w:t>ی</w:t>
      </w:r>
      <w:r w:rsidR="00134B66">
        <w:rPr>
          <w:rtl/>
        </w:rPr>
        <w:t>ض الاسلام</w:t>
      </w:r>
      <w:r w:rsidR="00E275C9">
        <w:rPr>
          <w:rtl/>
        </w:rPr>
        <w:t xml:space="preserve">، </w:t>
      </w:r>
      <w:r w:rsidR="00134B66">
        <w:rPr>
          <w:rtl/>
        </w:rPr>
        <w:t>به خط طاهر خوشنو</w:t>
      </w:r>
      <w:r w:rsidR="00E275C9">
        <w:rPr>
          <w:rtl/>
        </w:rPr>
        <w:t>ی</w:t>
      </w:r>
      <w:r w:rsidR="00134B66">
        <w:rPr>
          <w:rtl/>
        </w:rPr>
        <w:t>س</w:t>
      </w:r>
      <w:r w:rsidR="00E275C9">
        <w:rPr>
          <w:rtl/>
        </w:rPr>
        <w:t xml:space="preserve">، </w:t>
      </w:r>
      <w:r>
        <w:rPr>
          <w:rtl/>
        </w:rPr>
        <w:t>1326</w:t>
      </w:r>
      <w:r w:rsidR="00134B66">
        <w:rPr>
          <w:rtl/>
        </w:rPr>
        <w:t xml:space="preserve"> شمسى</w:t>
      </w:r>
      <w:r w:rsidR="00E275C9">
        <w:rPr>
          <w:rtl/>
        </w:rPr>
        <w:t xml:space="preserve">، </w:t>
      </w:r>
      <w:r w:rsidR="00134B66">
        <w:rPr>
          <w:rtl/>
        </w:rPr>
        <w:t>تهران</w:t>
      </w:r>
      <w:r w:rsidR="00E275C9">
        <w:rPr>
          <w:rtl/>
        </w:rPr>
        <w:t xml:space="preserve">، </w:t>
      </w:r>
      <w:r w:rsidR="00134B66">
        <w:rPr>
          <w:rtl/>
        </w:rPr>
        <w:t>چاپخانه آفتاب</w:t>
      </w:r>
      <w:r w:rsidR="00E275C9">
        <w:rPr>
          <w:rtl/>
        </w:rPr>
        <w:t xml:space="preserve">. </w:t>
      </w:r>
    </w:p>
    <w:p w:rsidR="00524C7E" w:rsidRDefault="00342FB8" w:rsidP="00342FB8">
      <w:pPr>
        <w:pStyle w:val="Heading2"/>
        <w:rPr>
          <w:rFonts w:hint="cs"/>
          <w:rtl/>
        </w:rPr>
      </w:pPr>
      <w:r>
        <w:rPr>
          <w:rtl/>
        </w:rPr>
        <w:br w:type="page"/>
      </w:r>
      <w:bookmarkStart w:id="16" w:name="_Toc425238185"/>
      <w:r w:rsidR="00134B66" w:rsidRPr="00342FB8">
        <w:rPr>
          <w:rtl/>
        </w:rPr>
        <w:lastRenderedPageBreak/>
        <w:t>پ</w:t>
      </w:r>
      <w:r w:rsidR="00E275C9" w:rsidRPr="00342FB8">
        <w:rPr>
          <w:rtl/>
        </w:rPr>
        <w:t>ی</w:t>
      </w:r>
      <w:r w:rsidR="00134B66" w:rsidRPr="00342FB8">
        <w:rPr>
          <w:rtl/>
        </w:rPr>
        <w:t xml:space="preserve"> نوشت ها</w:t>
      </w:r>
      <w:r w:rsidR="00E275C9" w:rsidRPr="00342FB8">
        <w:rPr>
          <w:rtl/>
        </w:rPr>
        <w:t>:</w:t>
      </w:r>
      <w:bookmarkEnd w:id="16"/>
      <w:r w:rsidR="00E275C9" w:rsidRPr="00342FB8">
        <w:rPr>
          <w:rtl/>
        </w:rPr>
        <w:t xml:space="preserve"> </w:t>
      </w:r>
    </w:p>
    <w:p w:rsidR="00342FB8" w:rsidRPr="00342FB8" w:rsidRDefault="00342FB8" w:rsidP="00342FB8">
      <w:pPr>
        <w:pStyle w:val="libNormal"/>
        <w:rPr>
          <w:rtl/>
        </w:rPr>
      </w:pP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 xml:space="preserve"> </w:t>
      </w:r>
      <w:r w:rsidR="00883263">
        <w:rPr>
          <w:rtl/>
        </w:rPr>
        <w:t>1</w:t>
      </w:r>
      <w:r>
        <w:rPr>
          <w:rtl/>
        </w:rPr>
        <w:t xml:space="preserve"> «اسماء بنت عم</w:t>
      </w:r>
      <w:r w:rsidR="00E275C9">
        <w:rPr>
          <w:rtl/>
        </w:rPr>
        <w:t>ی</w:t>
      </w:r>
      <w:r>
        <w:rPr>
          <w:rtl/>
        </w:rPr>
        <w:t>س» ابتدا همسر «جعفر ط</w:t>
      </w:r>
      <w:r w:rsidR="00E275C9">
        <w:rPr>
          <w:rtl/>
        </w:rPr>
        <w:t>ی</w:t>
      </w:r>
      <w:r>
        <w:rPr>
          <w:rtl/>
        </w:rPr>
        <w:t>ار» بود و براى او سه پسر به نامهاى «عبداللّه</w:t>
      </w:r>
      <w:r w:rsidR="00E275C9">
        <w:rPr>
          <w:rtl/>
        </w:rPr>
        <w:t xml:space="preserve">، </w:t>
      </w:r>
      <w:r>
        <w:rPr>
          <w:rtl/>
        </w:rPr>
        <w:t>عون و محمَّد» آورد و چون «جعفر ط</w:t>
      </w:r>
      <w:r w:rsidR="00E275C9">
        <w:rPr>
          <w:rtl/>
        </w:rPr>
        <w:t>ی</w:t>
      </w:r>
      <w:r>
        <w:rPr>
          <w:rtl/>
        </w:rPr>
        <w:t>ار» در «جنگ موته» به شهادت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همسر «ابوبكر» شد و «محمَّد بن ابوبكر» را از او به دن</w:t>
      </w:r>
      <w:r w:rsidR="00E275C9">
        <w:rPr>
          <w:rtl/>
        </w:rPr>
        <w:t>ی</w:t>
      </w:r>
      <w:r>
        <w:rPr>
          <w:rtl/>
        </w:rPr>
        <w:t>ا آورد</w:t>
      </w:r>
      <w:r w:rsidR="00E275C9">
        <w:rPr>
          <w:rtl/>
        </w:rPr>
        <w:t xml:space="preserve">. </w:t>
      </w:r>
      <w:r>
        <w:rPr>
          <w:rtl/>
        </w:rPr>
        <w:t>بعد از فوت ابوبكر ن</w:t>
      </w:r>
      <w:r w:rsidR="00E275C9">
        <w:rPr>
          <w:rtl/>
        </w:rPr>
        <w:t>ی</w:t>
      </w:r>
      <w:r>
        <w:rPr>
          <w:rtl/>
        </w:rPr>
        <w:t>ز همسر «على بن اب</w:t>
      </w:r>
      <w:r w:rsidR="00E275C9">
        <w:rPr>
          <w:rtl/>
        </w:rPr>
        <w:t>ی</w:t>
      </w:r>
      <w:r>
        <w:rPr>
          <w:rtl/>
        </w:rPr>
        <w:t>طالب (ع»)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(ر</w:t>
      </w:r>
      <w:r w:rsidR="00E275C9">
        <w:rPr>
          <w:rtl/>
        </w:rPr>
        <w:t>ی</w:t>
      </w:r>
      <w:r>
        <w:rPr>
          <w:rtl/>
        </w:rPr>
        <w:t>اح</w:t>
      </w:r>
      <w:r w:rsidR="00E275C9">
        <w:rPr>
          <w:rtl/>
        </w:rPr>
        <w:t>ی</w:t>
      </w:r>
      <w:r>
        <w:rPr>
          <w:rtl/>
        </w:rPr>
        <w:t>ن الشر</w:t>
      </w:r>
      <w:r w:rsidR="00E275C9">
        <w:rPr>
          <w:rtl/>
        </w:rPr>
        <w:t>ی</w:t>
      </w:r>
      <w:r>
        <w:rPr>
          <w:rtl/>
        </w:rPr>
        <w:t>عه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2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304</w:t>
      </w:r>
      <w:r w:rsidR="00E275C9">
        <w:rPr>
          <w:rtl/>
        </w:rPr>
        <w:t xml:space="preserve">. </w:t>
      </w:r>
      <w:r>
        <w:rPr>
          <w:rtl/>
        </w:rPr>
        <w:t>ناسخ التوار</w:t>
      </w:r>
      <w:r w:rsidR="00E275C9">
        <w:rPr>
          <w:rtl/>
        </w:rPr>
        <w:t>ی</w:t>
      </w:r>
      <w:r>
        <w:rPr>
          <w:rtl/>
        </w:rPr>
        <w:t>خ)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 xml:space="preserve">از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هم داراى پسرى به نام «</w:t>
      </w:r>
      <w:r w:rsidR="00E275C9">
        <w:rPr>
          <w:rtl/>
        </w:rPr>
        <w:t>ی</w:t>
      </w:r>
      <w:r>
        <w:rPr>
          <w:rtl/>
        </w:rPr>
        <w:t>ح</w:t>
      </w:r>
      <w:r w:rsidR="00E275C9">
        <w:rPr>
          <w:rtl/>
        </w:rPr>
        <w:t>ی</w:t>
      </w:r>
      <w:r>
        <w:rPr>
          <w:rtl/>
        </w:rPr>
        <w:t>ى» شد (بانوى شجاع</w:t>
      </w:r>
      <w:r w:rsidR="00E275C9">
        <w:rPr>
          <w:rtl/>
        </w:rPr>
        <w:t xml:space="preserve">،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كبرى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75</w:t>
      </w:r>
      <w:r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 xml:space="preserve">محمَّد بن ابوبكر در خانه على بزرگ شد و از جمله </w:t>
      </w:r>
      <w:r w:rsidR="00E275C9">
        <w:rPr>
          <w:rtl/>
        </w:rPr>
        <w:t>ی</w:t>
      </w:r>
      <w:r>
        <w:rPr>
          <w:rtl/>
        </w:rPr>
        <w:t>اران او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  <w:r>
        <w:rPr>
          <w:rtl/>
        </w:rPr>
        <w:t>در «جنگ جمل و صف</w:t>
      </w:r>
      <w:r w:rsidR="00E275C9">
        <w:rPr>
          <w:rtl/>
        </w:rPr>
        <w:t>ی</w:t>
      </w:r>
      <w:r>
        <w:rPr>
          <w:rtl/>
        </w:rPr>
        <w:t xml:space="preserve">ن» به </w:t>
      </w:r>
      <w:r w:rsidR="00E275C9">
        <w:rPr>
          <w:rtl/>
        </w:rPr>
        <w:t>ی</w:t>
      </w:r>
      <w:r>
        <w:rPr>
          <w:rtl/>
        </w:rPr>
        <w:t>ارى امام خو</w:t>
      </w:r>
      <w:r w:rsidR="00E275C9">
        <w:rPr>
          <w:rtl/>
        </w:rPr>
        <w:t>ی</w:t>
      </w:r>
      <w:r>
        <w:rPr>
          <w:rtl/>
        </w:rPr>
        <w:t>ش با سپاه معاو</w:t>
      </w:r>
      <w:r w:rsidR="00E275C9">
        <w:rPr>
          <w:rtl/>
        </w:rPr>
        <w:t>ی</w:t>
      </w:r>
      <w:r>
        <w:rPr>
          <w:rtl/>
        </w:rPr>
        <w:t>ه جنگ</w:t>
      </w:r>
      <w:r w:rsidR="00E275C9">
        <w:rPr>
          <w:rtl/>
        </w:rPr>
        <w:t>ی</w:t>
      </w:r>
      <w:r>
        <w:rPr>
          <w:rtl/>
        </w:rPr>
        <w:t>د و سپس از طرف حضرت على</w:t>
      </w:r>
      <w:r w:rsidR="00E275C9">
        <w:rPr>
          <w:rtl/>
        </w:rPr>
        <w:t xml:space="preserve">، </w:t>
      </w:r>
      <w:r>
        <w:rPr>
          <w:rtl/>
        </w:rPr>
        <w:t xml:space="preserve">به حكومت مصر منصوب شد و در سال </w:t>
      </w:r>
      <w:r w:rsidR="00883263">
        <w:rPr>
          <w:rtl/>
        </w:rPr>
        <w:t>38</w:t>
      </w:r>
      <w:r>
        <w:rPr>
          <w:rtl/>
        </w:rPr>
        <w:t xml:space="preserve"> هجرى در حمله «عمرو بن عاص» به آن سامان</w:t>
      </w:r>
      <w:r w:rsidR="00E275C9">
        <w:rPr>
          <w:rtl/>
        </w:rPr>
        <w:t xml:space="preserve">، </w:t>
      </w:r>
      <w:r>
        <w:rPr>
          <w:rtl/>
        </w:rPr>
        <w:t>شربت شهادت نوش</w:t>
      </w:r>
      <w:r w:rsidR="00E275C9">
        <w:rPr>
          <w:rtl/>
        </w:rPr>
        <w:t>ی</w:t>
      </w:r>
      <w:r>
        <w:rPr>
          <w:rtl/>
        </w:rPr>
        <w:t xml:space="preserve">د (لغتنامه دهخدا) </w:t>
      </w:r>
      <w:r w:rsidR="00E275C9">
        <w:rPr>
          <w:rtl/>
        </w:rPr>
        <w:t>ی</w:t>
      </w:r>
      <w:r>
        <w:rPr>
          <w:rtl/>
        </w:rPr>
        <w:t>كى از خواهران او همسر حضرت «حمزه س</w:t>
      </w:r>
      <w:r w:rsidR="00E275C9">
        <w:rPr>
          <w:rtl/>
        </w:rPr>
        <w:t>ی</w:t>
      </w:r>
      <w:r>
        <w:rPr>
          <w:rtl/>
        </w:rPr>
        <w:t>دالشهدا» بود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</w:t>
      </w:r>
      <w:r w:rsidR="00134B66">
        <w:rPr>
          <w:rtl/>
        </w:rPr>
        <w:t xml:space="preserve"> حضرت 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>عمادزاده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164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</w:t>
      </w:r>
      <w:r w:rsidR="00134B66">
        <w:rPr>
          <w:rtl/>
        </w:rPr>
        <w:t xml:space="preserve"> بانوى شجاع</w:t>
      </w:r>
      <w:r w:rsidR="00E275C9">
        <w:rPr>
          <w:rtl/>
        </w:rPr>
        <w:t xml:space="preserve">، 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32</w:t>
      </w:r>
      <w:r w:rsidR="00E275C9">
        <w:rPr>
          <w:rtl/>
        </w:rPr>
        <w:t xml:space="preserve">. </w:t>
      </w:r>
      <w:r w:rsidR="00134B66">
        <w:rPr>
          <w:rtl/>
        </w:rPr>
        <w:t>ر</w:t>
      </w:r>
      <w:r w:rsidR="00E275C9">
        <w:rPr>
          <w:rtl/>
        </w:rPr>
        <w:t>ی</w:t>
      </w:r>
      <w:r w:rsidR="00134B66">
        <w:rPr>
          <w:rtl/>
        </w:rPr>
        <w:t>اح</w:t>
      </w:r>
      <w:r w:rsidR="00E275C9">
        <w:rPr>
          <w:rtl/>
        </w:rPr>
        <w:t>ی</w:t>
      </w:r>
      <w:r w:rsidR="00134B66">
        <w:rPr>
          <w:rtl/>
        </w:rPr>
        <w:t>ن الشر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57</w:t>
      </w:r>
      <w:r w:rsidR="00134B66">
        <w:rPr>
          <w:rtl/>
        </w:rPr>
        <w:t xml:space="preserve"> به نقل از</w:t>
      </w:r>
      <w:r w:rsidR="00E275C9">
        <w:rPr>
          <w:rtl/>
        </w:rPr>
        <w:t xml:space="preserve">: </w:t>
      </w:r>
      <w:r w:rsidR="00134B66">
        <w:rPr>
          <w:rtl/>
        </w:rPr>
        <w:t xml:space="preserve">بحر المصائب (چاپ </w:t>
      </w:r>
      <w:r>
        <w:rPr>
          <w:rtl/>
        </w:rPr>
        <w:t>1295</w:t>
      </w:r>
      <w:r w:rsidR="00134B66">
        <w:rPr>
          <w:rtl/>
        </w:rPr>
        <w:t xml:space="preserve"> تبر</w:t>
      </w:r>
      <w:r w:rsidR="00E275C9">
        <w:rPr>
          <w:rtl/>
        </w:rPr>
        <w:t>ی</w:t>
      </w:r>
      <w:r w:rsidR="00134B66">
        <w:rPr>
          <w:rtl/>
        </w:rPr>
        <w:t>ز)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</w:t>
      </w:r>
      <w:r w:rsidR="00134B66">
        <w:rPr>
          <w:rtl/>
        </w:rPr>
        <w:t xml:space="preserve"> ر</w:t>
      </w:r>
      <w:r w:rsidR="00E275C9">
        <w:rPr>
          <w:rtl/>
        </w:rPr>
        <w:t>ی</w:t>
      </w:r>
      <w:r w:rsidR="00134B66">
        <w:rPr>
          <w:rtl/>
        </w:rPr>
        <w:t>اح</w:t>
      </w:r>
      <w:r w:rsidR="00E275C9">
        <w:rPr>
          <w:rtl/>
        </w:rPr>
        <w:t>ی</w:t>
      </w:r>
      <w:r w:rsidR="00134B66">
        <w:rPr>
          <w:rtl/>
        </w:rPr>
        <w:t>ن الشر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57</w:t>
      </w:r>
      <w:r w:rsidR="00134B66">
        <w:rPr>
          <w:rtl/>
        </w:rPr>
        <w:t xml:space="preserve"> وخصائص ز</w:t>
      </w:r>
      <w:r w:rsidR="00E275C9">
        <w:rPr>
          <w:rtl/>
        </w:rPr>
        <w:t>ی</w:t>
      </w:r>
      <w:r w:rsidR="00134B66">
        <w:rPr>
          <w:rtl/>
        </w:rPr>
        <w:t>نب</w:t>
      </w:r>
      <w:r w:rsidR="00E275C9">
        <w:rPr>
          <w:rtl/>
        </w:rPr>
        <w:t xml:space="preserve">، </w:t>
      </w:r>
      <w:r w:rsidR="00134B66">
        <w:rPr>
          <w:rtl/>
        </w:rPr>
        <w:t>جزا</w:t>
      </w:r>
      <w:r w:rsidR="00E275C9">
        <w:rPr>
          <w:rtl/>
        </w:rPr>
        <w:t>ی</w:t>
      </w:r>
      <w:r w:rsidR="00134B66">
        <w:rPr>
          <w:rtl/>
        </w:rPr>
        <w:t>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27</w:t>
      </w:r>
      <w:r w:rsidR="00E275C9">
        <w:rPr>
          <w:rtl/>
        </w:rPr>
        <w:t xml:space="preserve">، </w:t>
      </w:r>
      <w:r w:rsidR="00134B66">
        <w:rPr>
          <w:rtl/>
        </w:rPr>
        <w:t>تفس</w:t>
      </w:r>
      <w:r w:rsidR="00E275C9">
        <w:rPr>
          <w:rtl/>
        </w:rPr>
        <w:t>ی</w:t>
      </w:r>
      <w:r w:rsidR="00134B66">
        <w:rPr>
          <w:rtl/>
        </w:rPr>
        <w:t>ر صافى ذ</w:t>
      </w:r>
      <w:r w:rsidR="00E275C9">
        <w:rPr>
          <w:rtl/>
        </w:rPr>
        <w:t>ی</w:t>
      </w:r>
      <w:r w:rsidR="00134B66">
        <w:rPr>
          <w:rtl/>
        </w:rPr>
        <w:t>ل آ</w:t>
      </w:r>
      <w:r w:rsidR="00E275C9">
        <w:rPr>
          <w:rtl/>
        </w:rPr>
        <w:t>ی</w:t>
      </w:r>
      <w:r w:rsidR="00134B66">
        <w:rPr>
          <w:rtl/>
        </w:rPr>
        <w:t>ه شر</w:t>
      </w:r>
      <w:r w:rsidR="00E275C9">
        <w:rPr>
          <w:rtl/>
        </w:rPr>
        <w:t>ی</w:t>
      </w:r>
      <w:r w:rsidR="00134B66">
        <w:rPr>
          <w:rtl/>
        </w:rPr>
        <w:t>فه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شا</w:t>
      </w:r>
      <w:r w:rsidR="00E275C9">
        <w:rPr>
          <w:rtl/>
        </w:rPr>
        <w:t>ی</w:t>
      </w:r>
      <w:r>
        <w:rPr>
          <w:rtl/>
        </w:rPr>
        <w:t>د سخن امام ناظر بر ا</w:t>
      </w:r>
      <w:r w:rsidR="00E275C9">
        <w:rPr>
          <w:rtl/>
        </w:rPr>
        <w:t>ی</w:t>
      </w:r>
      <w:r>
        <w:rPr>
          <w:rtl/>
        </w:rPr>
        <w:t>ن حد</w:t>
      </w:r>
      <w:r w:rsidR="00E275C9">
        <w:rPr>
          <w:rtl/>
        </w:rPr>
        <w:t>ی</w:t>
      </w:r>
      <w:r>
        <w:rPr>
          <w:rtl/>
        </w:rPr>
        <w:t>ث است كه گفته اند</w:t>
      </w:r>
      <w:r w:rsidR="00E275C9">
        <w:rPr>
          <w:rtl/>
        </w:rPr>
        <w:t xml:space="preserve">: </w:t>
      </w:r>
      <w:r>
        <w:rPr>
          <w:rtl/>
        </w:rPr>
        <w:t>«كه</w:t>
      </w:r>
      <w:r w:rsidR="00E275C9">
        <w:rPr>
          <w:rtl/>
        </w:rPr>
        <w:t>ی</w:t>
      </w:r>
      <w:r>
        <w:rPr>
          <w:rtl/>
        </w:rPr>
        <w:t>عص» اشاره به واقعه كربلا دارد و در آن</w:t>
      </w:r>
      <w:r w:rsidR="00E275C9">
        <w:rPr>
          <w:rtl/>
        </w:rPr>
        <w:t xml:space="preserve">: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«ك»</w:t>
      </w:r>
      <w:r w:rsidR="00E275C9">
        <w:rPr>
          <w:rtl/>
        </w:rPr>
        <w:t xml:space="preserve">، </w:t>
      </w:r>
      <w:r>
        <w:rPr>
          <w:rtl/>
        </w:rPr>
        <w:t>اشاره به «كربلا»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«ها»</w:t>
      </w:r>
      <w:r w:rsidR="00E275C9">
        <w:rPr>
          <w:rtl/>
        </w:rPr>
        <w:t xml:space="preserve">، </w:t>
      </w:r>
      <w:r>
        <w:rPr>
          <w:rtl/>
        </w:rPr>
        <w:t>به «هلاكت»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«ى»</w:t>
      </w:r>
      <w:r w:rsidR="00E275C9">
        <w:rPr>
          <w:rtl/>
        </w:rPr>
        <w:t xml:space="preserve">، </w:t>
      </w:r>
      <w:r>
        <w:rPr>
          <w:rtl/>
        </w:rPr>
        <w:t>به «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د»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«ع»</w:t>
      </w:r>
      <w:r w:rsidR="00E275C9">
        <w:rPr>
          <w:rtl/>
        </w:rPr>
        <w:t xml:space="preserve">، </w:t>
      </w:r>
      <w:r>
        <w:rPr>
          <w:rtl/>
        </w:rPr>
        <w:t>به «عطش»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و «ص» به «صبر» امام 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اشاره دارد چنانكه در «تفس</w:t>
      </w:r>
      <w:r w:rsidR="00E275C9">
        <w:rPr>
          <w:rtl/>
        </w:rPr>
        <w:t>ی</w:t>
      </w:r>
      <w:r>
        <w:rPr>
          <w:rtl/>
        </w:rPr>
        <w:t>ر صافى»</w:t>
      </w:r>
      <w:r w:rsidR="00E275C9">
        <w:rPr>
          <w:rtl/>
        </w:rPr>
        <w:t xml:space="preserve">، </w:t>
      </w:r>
      <w:r>
        <w:rPr>
          <w:rtl/>
        </w:rPr>
        <w:t>ذ</w:t>
      </w:r>
      <w:r w:rsidR="00E275C9">
        <w:rPr>
          <w:rtl/>
        </w:rPr>
        <w:t>ی</w:t>
      </w:r>
      <w:r>
        <w:rPr>
          <w:rtl/>
        </w:rPr>
        <w:t>ل آ</w:t>
      </w:r>
      <w:r w:rsidR="00E275C9">
        <w:rPr>
          <w:rtl/>
        </w:rPr>
        <w:t>ی</w:t>
      </w:r>
      <w:r>
        <w:rPr>
          <w:rtl/>
        </w:rPr>
        <w:t>ه «كه</w:t>
      </w:r>
      <w:r w:rsidR="00E275C9">
        <w:rPr>
          <w:rtl/>
        </w:rPr>
        <w:t>ی</w:t>
      </w:r>
      <w:r>
        <w:rPr>
          <w:rtl/>
        </w:rPr>
        <w:t>عص» آمده است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«كه</w:t>
      </w:r>
      <w:r w:rsidR="00E275C9">
        <w:rPr>
          <w:rtl/>
        </w:rPr>
        <w:t>ی</w:t>
      </w:r>
      <w:r>
        <w:rPr>
          <w:rtl/>
        </w:rPr>
        <w:t>عص»</w:t>
      </w:r>
      <w:r w:rsidR="00E275C9">
        <w:rPr>
          <w:rtl/>
        </w:rPr>
        <w:t xml:space="preserve">، </w:t>
      </w:r>
      <w:r>
        <w:rPr>
          <w:rtl/>
        </w:rPr>
        <w:t xml:space="preserve">فى الاكمال عن الحجة القائم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فى حد</w:t>
      </w:r>
      <w:r w:rsidR="00E275C9">
        <w:rPr>
          <w:rtl/>
        </w:rPr>
        <w:t>ی</w:t>
      </w:r>
      <w:r>
        <w:rPr>
          <w:rtl/>
        </w:rPr>
        <w:t>ث انه سئل من تأ و</w:t>
      </w:r>
      <w:r w:rsidR="00E275C9">
        <w:rPr>
          <w:rtl/>
        </w:rPr>
        <w:t>ی</w:t>
      </w:r>
      <w:r>
        <w:rPr>
          <w:rtl/>
        </w:rPr>
        <w:t>لها فقال هذه الحروف من انباء الغ</w:t>
      </w:r>
      <w:r w:rsidR="00E275C9">
        <w:rPr>
          <w:rtl/>
        </w:rPr>
        <w:t>ی</w:t>
      </w:r>
      <w:r>
        <w:rPr>
          <w:rtl/>
        </w:rPr>
        <w:t>ب اطلع اللّه عبده زكر</w:t>
      </w:r>
      <w:r w:rsidR="00E275C9">
        <w:rPr>
          <w:rtl/>
        </w:rPr>
        <w:t>ی</w:t>
      </w:r>
      <w:r>
        <w:rPr>
          <w:rtl/>
        </w:rPr>
        <w:t>ا عل</w:t>
      </w:r>
      <w:r w:rsidR="00E275C9">
        <w:rPr>
          <w:rtl/>
        </w:rPr>
        <w:t>ی</w:t>
      </w:r>
      <w:r>
        <w:rPr>
          <w:rtl/>
        </w:rPr>
        <w:t xml:space="preserve">ها ثمّ قصّها على محمَّد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وذلك ان زكر</w:t>
      </w:r>
      <w:r w:rsidR="00E275C9">
        <w:rPr>
          <w:rtl/>
        </w:rPr>
        <w:t>ی</w:t>
      </w:r>
      <w:r>
        <w:rPr>
          <w:rtl/>
        </w:rPr>
        <w:t xml:space="preserve">ا سأ ل ربه ان </w:t>
      </w:r>
      <w:r w:rsidR="00E275C9">
        <w:rPr>
          <w:rtl/>
        </w:rPr>
        <w:t>ی</w:t>
      </w:r>
      <w:r>
        <w:rPr>
          <w:rtl/>
        </w:rPr>
        <w:t>علّمه اسماء الخمسة فاهبط اللّه عل</w:t>
      </w:r>
      <w:r w:rsidR="00E275C9">
        <w:rPr>
          <w:rtl/>
        </w:rPr>
        <w:t>ی</w:t>
      </w:r>
      <w:r>
        <w:rPr>
          <w:rtl/>
        </w:rPr>
        <w:t>ه جبرئ</w:t>
      </w:r>
      <w:r w:rsidR="00E275C9">
        <w:rPr>
          <w:rtl/>
        </w:rPr>
        <w:t>ی</w:t>
      </w:r>
      <w:r>
        <w:rPr>
          <w:rtl/>
        </w:rPr>
        <w:t>ل فعلّمه ا</w:t>
      </w:r>
      <w:r w:rsidR="00E275C9">
        <w:rPr>
          <w:rtl/>
        </w:rPr>
        <w:t>ی</w:t>
      </w:r>
      <w:r>
        <w:rPr>
          <w:rtl/>
        </w:rPr>
        <w:t>اها فكان زكر</w:t>
      </w:r>
      <w:r w:rsidR="00E275C9">
        <w:rPr>
          <w:rtl/>
        </w:rPr>
        <w:t>ی</w:t>
      </w:r>
      <w:r>
        <w:rPr>
          <w:rtl/>
        </w:rPr>
        <w:t>ا اذا ذكر محمَّداً وعل</w:t>
      </w:r>
      <w:r w:rsidR="00E275C9">
        <w:rPr>
          <w:rtl/>
        </w:rPr>
        <w:t>ی</w:t>
      </w:r>
      <w:r>
        <w:rPr>
          <w:rtl/>
        </w:rPr>
        <w:t xml:space="preserve">اً </w:t>
      </w:r>
      <w:r>
        <w:rPr>
          <w:rtl/>
        </w:rPr>
        <w:lastRenderedPageBreak/>
        <w:t xml:space="preserve">وفاطمة والحسن </w:t>
      </w:r>
      <w:r w:rsidR="0020655A" w:rsidRPr="0020655A">
        <w:rPr>
          <w:rStyle w:val="libAlaemChar"/>
          <w:rtl/>
        </w:rPr>
        <w:t>عليهم‌السلام</w:t>
      </w:r>
      <w:r>
        <w:rPr>
          <w:rtl/>
        </w:rPr>
        <w:t>رى عنه همه وانجلى كربه واذ اذكر الحس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خنقته العبرة ووقعت عل</w:t>
      </w:r>
      <w:r w:rsidR="00E275C9">
        <w:rPr>
          <w:rtl/>
        </w:rPr>
        <w:t>ی</w:t>
      </w:r>
      <w:r>
        <w:rPr>
          <w:rtl/>
        </w:rPr>
        <w:t xml:space="preserve">ه البهره فقال ذات </w:t>
      </w:r>
      <w:r w:rsidR="00E275C9">
        <w:rPr>
          <w:rtl/>
        </w:rPr>
        <w:t>ی</w:t>
      </w:r>
      <w:r>
        <w:rPr>
          <w:rtl/>
        </w:rPr>
        <w:t>وم</w:t>
      </w:r>
      <w:r w:rsidR="00E275C9">
        <w:rPr>
          <w:rtl/>
        </w:rPr>
        <w:t xml:space="preserve">: </w:t>
      </w:r>
      <w:r>
        <w:rPr>
          <w:rtl/>
        </w:rPr>
        <w:t>الهى ما بالى اذا ذكرت اربعاً منهم تسل</w:t>
      </w:r>
      <w:r w:rsidR="00E275C9">
        <w:rPr>
          <w:rtl/>
        </w:rPr>
        <w:t>ی</w:t>
      </w:r>
      <w:r>
        <w:rPr>
          <w:rtl/>
        </w:rPr>
        <w:t>ت باسمائهم من همومى و اذ اذكرت الحس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تدمع ع</w:t>
      </w:r>
      <w:r w:rsidR="00E275C9">
        <w:rPr>
          <w:rtl/>
        </w:rPr>
        <w:t>ی</w:t>
      </w:r>
      <w:r>
        <w:rPr>
          <w:rtl/>
        </w:rPr>
        <w:t>نى وتثور زفرتى فانباه تبارك وتعالى عن قصّته فقال</w:t>
      </w:r>
      <w:r w:rsidR="00E275C9">
        <w:rPr>
          <w:rtl/>
        </w:rPr>
        <w:t xml:space="preserve">: </w:t>
      </w:r>
      <w:r>
        <w:rPr>
          <w:rtl/>
        </w:rPr>
        <w:t>«كه</w:t>
      </w:r>
      <w:r w:rsidR="00E275C9">
        <w:rPr>
          <w:rtl/>
        </w:rPr>
        <w:t>ی</w:t>
      </w:r>
      <w:r>
        <w:rPr>
          <w:rtl/>
        </w:rPr>
        <w:t>عص»</w:t>
      </w:r>
      <w:r w:rsidR="00E275C9">
        <w:rPr>
          <w:rtl/>
        </w:rPr>
        <w:t xml:space="preserve">، </w:t>
      </w:r>
      <w:r>
        <w:rPr>
          <w:rtl/>
        </w:rPr>
        <w:t>فالكاف اسم كربلا</w:t>
      </w:r>
      <w:r w:rsidR="00E275C9">
        <w:rPr>
          <w:rtl/>
        </w:rPr>
        <w:t xml:space="preserve">، </w:t>
      </w:r>
      <w:r>
        <w:rPr>
          <w:rtl/>
        </w:rPr>
        <w:t>والهاء هلاك العترة</w:t>
      </w:r>
      <w:r w:rsidR="00E275C9">
        <w:rPr>
          <w:rtl/>
        </w:rPr>
        <w:t xml:space="preserve">، </w:t>
      </w:r>
      <w:r>
        <w:rPr>
          <w:rtl/>
        </w:rPr>
        <w:t>وال</w:t>
      </w:r>
      <w:r w:rsidR="00E275C9">
        <w:rPr>
          <w:rtl/>
        </w:rPr>
        <w:t>ی</w:t>
      </w:r>
      <w:r>
        <w:rPr>
          <w:rtl/>
        </w:rPr>
        <w:t>اء</w:t>
      </w:r>
      <w:r w:rsidR="00E275C9">
        <w:rPr>
          <w:rtl/>
        </w:rPr>
        <w:t>، 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 </w:t>
      </w:r>
      <w:r>
        <w:rPr>
          <w:rtl/>
        </w:rPr>
        <w:t>لعنه اللّه</w:t>
      </w:r>
      <w:r w:rsidR="00E275C9">
        <w:rPr>
          <w:rtl/>
        </w:rPr>
        <w:t xml:space="preserve"> </w:t>
      </w:r>
      <w:r>
        <w:rPr>
          <w:rtl/>
        </w:rPr>
        <w:t>وهو ظالم الحس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والع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عطشه</w:t>
      </w:r>
      <w:r w:rsidR="00E275C9">
        <w:rPr>
          <w:rtl/>
        </w:rPr>
        <w:t xml:space="preserve">، </w:t>
      </w:r>
      <w:r>
        <w:rPr>
          <w:rtl/>
        </w:rPr>
        <w:t>والصّاد</w:t>
      </w:r>
      <w:r w:rsidR="00E275C9">
        <w:rPr>
          <w:rtl/>
        </w:rPr>
        <w:t xml:space="preserve">، </w:t>
      </w:r>
      <w:r>
        <w:rPr>
          <w:rtl/>
        </w:rPr>
        <w:t>صبره»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فلما سمع بذلك زكر</w:t>
      </w:r>
      <w:r w:rsidR="00E275C9">
        <w:rPr>
          <w:rtl/>
        </w:rPr>
        <w:t>ی</w:t>
      </w:r>
      <w:r>
        <w:rPr>
          <w:rtl/>
        </w:rPr>
        <w:t xml:space="preserve">ا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لم </w:t>
      </w:r>
      <w:r w:rsidR="00E275C9">
        <w:rPr>
          <w:rtl/>
        </w:rPr>
        <w:t>ی</w:t>
      </w:r>
      <w:r>
        <w:rPr>
          <w:rtl/>
        </w:rPr>
        <w:t>فارق مسجده ثلاثة ا</w:t>
      </w:r>
      <w:r w:rsidR="00E275C9">
        <w:rPr>
          <w:rtl/>
        </w:rPr>
        <w:t>ی</w:t>
      </w:r>
      <w:r>
        <w:rPr>
          <w:rtl/>
        </w:rPr>
        <w:t>ام ومنع ف</w:t>
      </w:r>
      <w:r w:rsidR="00E275C9">
        <w:rPr>
          <w:rtl/>
        </w:rPr>
        <w:t>ی</w:t>
      </w:r>
      <w:r>
        <w:rPr>
          <w:rtl/>
        </w:rPr>
        <w:t>ها النّاس من الدّخول عل</w:t>
      </w:r>
      <w:r w:rsidR="00E275C9">
        <w:rPr>
          <w:rtl/>
        </w:rPr>
        <w:t>ی</w:t>
      </w:r>
      <w:r>
        <w:rPr>
          <w:rtl/>
        </w:rPr>
        <w:t>ه واقبل على البكاء والنّح</w:t>
      </w:r>
      <w:r w:rsidR="00E275C9">
        <w:rPr>
          <w:rtl/>
        </w:rPr>
        <w:t>ی</w:t>
      </w:r>
      <w:r>
        <w:rPr>
          <w:rtl/>
        </w:rPr>
        <w:t>ب وكانت ندبته</w:t>
      </w:r>
      <w:r w:rsidR="00E275C9">
        <w:rPr>
          <w:rtl/>
        </w:rPr>
        <w:t xml:space="preserve">: </w:t>
      </w:r>
      <w:r>
        <w:rPr>
          <w:rtl/>
        </w:rPr>
        <w:t>الهى اتفجع خ</w:t>
      </w:r>
      <w:r w:rsidR="00E275C9">
        <w:rPr>
          <w:rtl/>
        </w:rPr>
        <w:t>ی</w:t>
      </w:r>
      <w:r>
        <w:rPr>
          <w:rtl/>
        </w:rPr>
        <w:t>ر خلقك بولده اتنزّل بلوى هذه الزرّ</w:t>
      </w:r>
      <w:r w:rsidR="00E275C9">
        <w:rPr>
          <w:rtl/>
        </w:rPr>
        <w:t>ی</w:t>
      </w:r>
      <w:r>
        <w:rPr>
          <w:rtl/>
        </w:rPr>
        <w:t>ة بفنائه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اِل هى اتلبس عل</w:t>
      </w:r>
      <w:r w:rsidR="00E275C9">
        <w:rPr>
          <w:rtl/>
        </w:rPr>
        <w:t>ی</w:t>
      </w:r>
      <w:r>
        <w:rPr>
          <w:rtl/>
        </w:rPr>
        <w:t xml:space="preserve">ا وفاطمة </w:t>
      </w:r>
      <w:r w:rsidR="00DC0423" w:rsidRPr="00DC0423">
        <w:rPr>
          <w:rStyle w:val="libAlaemChar"/>
          <w:rtl/>
        </w:rPr>
        <w:t>عليهما‌السلام</w:t>
      </w:r>
      <w:r>
        <w:rPr>
          <w:rtl/>
        </w:rPr>
        <w:t xml:space="preserve"> ث</w:t>
      </w:r>
      <w:r w:rsidR="00E275C9">
        <w:rPr>
          <w:rtl/>
        </w:rPr>
        <w:t>ی</w:t>
      </w:r>
      <w:r>
        <w:rPr>
          <w:rtl/>
        </w:rPr>
        <w:t>اب هذه المص</w:t>
      </w:r>
      <w:r w:rsidR="00E275C9">
        <w:rPr>
          <w:rtl/>
        </w:rPr>
        <w:t>ی</w:t>
      </w:r>
      <w:r>
        <w:rPr>
          <w:rtl/>
        </w:rPr>
        <w:t>بة</w:t>
      </w:r>
      <w:r w:rsidR="00E275C9">
        <w:rPr>
          <w:rtl/>
        </w:rPr>
        <w:t xml:space="preserve">. </w:t>
      </w:r>
      <w:r>
        <w:rPr>
          <w:rtl/>
        </w:rPr>
        <w:t>اِل هى اتحل كرب هذه الفج</w:t>
      </w:r>
      <w:r w:rsidR="00E275C9">
        <w:rPr>
          <w:rtl/>
        </w:rPr>
        <w:t>ی</w:t>
      </w:r>
      <w:r>
        <w:rPr>
          <w:rtl/>
        </w:rPr>
        <w:t>عة بساحتها</w:t>
      </w:r>
      <w:r w:rsidR="00E275C9">
        <w:rPr>
          <w:rtl/>
        </w:rPr>
        <w:t xml:space="preserve">. </w:t>
      </w:r>
      <w:r>
        <w:rPr>
          <w:rtl/>
        </w:rPr>
        <w:t xml:space="preserve">ثمّ كان </w:t>
      </w:r>
      <w:r w:rsidR="00E275C9">
        <w:rPr>
          <w:rtl/>
        </w:rPr>
        <w:t>ی</w:t>
      </w:r>
      <w:r>
        <w:rPr>
          <w:rtl/>
        </w:rPr>
        <w:t>قول</w:t>
      </w:r>
      <w:r w:rsidR="00E275C9">
        <w:rPr>
          <w:rtl/>
        </w:rPr>
        <w:t xml:space="preserve">: </w:t>
      </w:r>
      <w:r>
        <w:rPr>
          <w:rtl/>
        </w:rPr>
        <w:t>اِل هى ارزقنى اتقربه ع</w:t>
      </w:r>
      <w:r w:rsidR="00E275C9">
        <w:rPr>
          <w:rtl/>
        </w:rPr>
        <w:t>ی</w:t>
      </w:r>
      <w:r>
        <w:rPr>
          <w:rtl/>
        </w:rPr>
        <w:t>نى عند الكبر واجعله وارثا وص</w:t>
      </w:r>
      <w:r w:rsidR="00E275C9">
        <w:rPr>
          <w:rtl/>
        </w:rPr>
        <w:t>ی</w:t>
      </w:r>
      <w:r>
        <w:rPr>
          <w:rtl/>
        </w:rPr>
        <w:t>ا واجعل محّله منّى محل الحس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فاذا رزقتن</w:t>
      </w:r>
      <w:r w:rsidR="00E275C9">
        <w:rPr>
          <w:rtl/>
        </w:rPr>
        <w:t>ی</w:t>
      </w:r>
      <w:r>
        <w:rPr>
          <w:rtl/>
        </w:rPr>
        <w:t xml:space="preserve">ه فافتنّى بحبّه ثمّ افجعنى به كما تفجع محمّد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حب</w:t>
      </w:r>
      <w:r w:rsidR="00E275C9">
        <w:rPr>
          <w:rtl/>
        </w:rPr>
        <w:t>ی</w:t>
      </w:r>
      <w:r>
        <w:rPr>
          <w:rtl/>
        </w:rPr>
        <w:t xml:space="preserve">بك بولده فرزقه اللّه </w:t>
      </w:r>
      <w:r w:rsidR="00E275C9">
        <w:rPr>
          <w:rtl/>
        </w:rPr>
        <w:t>ی</w:t>
      </w:r>
      <w:r>
        <w:rPr>
          <w:rtl/>
        </w:rPr>
        <w:t>ح</w:t>
      </w:r>
      <w:r w:rsidR="00E275C9">
        <w:rPr>
          <w:rtl/>
        </w:rPr>
        <w:t>ی</w:t>
      </w:r>
      <w:r>
        <w:rPr>
          <w:rtl/>
        </w:rPr>
        <w:t xml:space="preserve">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وفجعه به وكان حمل </w:t>
      </w:r>
      <w:r w:rsidR="00E275C9">
        <w:rPr>
          <w:rtl/>
        </w:rPr>
        <w:t>ی</w:t>
      </w:r>
      <w:r>
        <w:rPr>
          <w:rtl/>
        </w:rPr>
        <w:t>ح</w:t>
      </w:r>
      <w:r w:rsidR="00E275C9">
        <w:rPr>
          <w:rtl/>
        </w:rPr>
        <w:t>ی</w:t>
      </w:r>
      <w:r>
        <w:rPr>
          <w:rtl/>
        </w:rPr>
        <w:t xml:space="preserve">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ستة اشهر وحمل الحس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كذلك»</w:t>
      </w:r>
      <w:r w:rsidR="00E275C9">
        <w:rPr>
          <w:rtl/>
        </w:rPr>
        <w:t xml:space="preserve">، </w:t>
      </w:r>
      <w:r>
        <w:rPr>
          <w:rtl/>
        </w:rPr>
        <w:t>(تفس</w:t>
      </w:r>
      <w:r w:rsidR="00E275C9">
        <w:rPr>
          <w:rtl/>
        </w:rPr>
        <w:t>ی</w:t>
      </w:r>
      <w:r>
        <w:rPr>
          <w:rtl/>
        </w:rPr>
        <w:t>ر الصافى</w:t>
      </w:r>
      <w:r w:rsidR="00E275C9">
        <w:rPr>
          <w:rtl/>
        </w:rPr>
        <w:t xml:space="preserve">، </w:t>
      </w:r>
      <w:r>
        <w:rPr>
          <w:rtl/>
        </w:rPr>
        <w:t>تاءل</w:t>
      </w:r>
      <w:r w:rsidR="00E275C9">
        <w:rPr>
          <w:rtl/>
        </w:rPr>
        <w:t>ی</w:t>
      </w:r>
      <w:r>
        <w:rPr>
          <w:rtl/>
        </w:rPr>
        <w:t>ف مرحوم ملا محسن ف</w:t>
      </w:r>
      <w:r w:rsidR="00E275C9">
        <w:rPr>
          <w:rtl/>
        </w:rPr>
        <w:t>ی</w:t>
      </w:r>
      <w:r>
        <w:rPr>
          <w:rtl/>
        </w:rPr>
        <w:t>ض كاشانى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3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272</w:t>
      </w:r>
      <w:r>
        <w:rPr>
          <w:rtl/>
        </w:rPr>
        <w:t>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</w:t>
      </w:r>
      <w:r w:rsidR="00134B66">
        <w:rPr>
          <w:rtl/>
        </w:rPr>
        <w:t xml:space="preserve"> خصومت پدر معاو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>«ابوسف</w:t>
      </w:r>
      <w:r w:rsidR="00E275C9">
        <w:rPr>
          <w:rtl/>
        </w:rPr>
        <w:t>ی</w:t>
      </w:r>
      <w:r w:rsidR="00134B66">
        <w:rPr>
          <w:rtl/>
        </w:rPr>
        <w:t>ان» با اسلام</w:t>
      </w:r>
      <w:r w:rsidR="00E275C9">
        <w:rPr>
          <w:rtl/>
        </w:rPr>
        <w:t xml:space="preserve">، </w:t>
      </w:r>
      <w:r w:rsidR="00134B66">
        <w:rPr>
          <w:rtl/>
        </w:rPr>
        <w:t>تا به آن حد بود كه به قصد گرفتن انتقام كسانى از بستگان خود و همسرش كه در «بدر» كشته شده بودند</w:t>
      </w:r>
      <w:r w:rsidR="00E275C9">
        <w:rPr>
          <w:rtl/>
        </w:rPr>
        <w:t xml:space="preserve">، </w:t>
      </w:r>
      <w:r w:rsidR="00134B66">
        <w:rPr>
          <w:rtl/>
        </w:rPr>
        <w:t>جنگ «احد و احزاب» را به راه انداخت و تا آن هنگام كه پ</w:t>
      </w:r>
      <w:r w:rsidR="00E275C9">
        <w:rPr>
          <w:rtl/>
        </w:rPr>
        <w:t>ی</w:t>
      </w:r>
      <w:r w:rsidR="00134B66">
        <w:rPr>
          <w:rtl/>
        </w:rPr>
        <w:t xml:space="preserve">امبر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مكه را فتح كرد</w:t>
      </w:r>
      <w:r w:rsidR="00E275C9">
        <w:rPr>
          <w:rtl/>
        </w:rPr>
        <w:t xml:space="preserve">، </w:t>
      </w:r>
      <w:r w:rsidR="00134B66">
        <w:rPr>
          <w:rtl/>
        </w:rPr>
        <w:t>او و هند</w:t>
      </w:r>
      <w:r w:rsidR="00E275C9">
        <w:rPr>
          <w:rtl/>
        </w:rPr>
        <w:t xml:space="preserve">، </w:t>
      </w:r>
      <w:r w:rsidR="00134B66">
        <w:rPr>
          <w:rtl/>
        </w:rPr>
        <w:t>همچنان در كفر باقى بودند و در فتح مكه هم ناگز</w:t>
      </w:r>
      <w:r w:rsidR="00E275C9">
        <w:rPr>
          <w:rtl/>
        </w:rPr>
        <w:t>ی</w:t>
      </w:r>
      <w:r w:rsidR="00134B66">
        <w:rPr>
          <w:rtl/>
        </w:rPr>
        <w:t>ر به تسل</w:t>
      </w:r>
      <w:r w:rsidR="00E275C9">
        <w:rPr>
          <w:rtl/>
        </w:rPr>
        <w:t>ی</w:t>
      </w:r>
      <w:r w:rsidR="00134B66">
        <w:rPr>
          <w:rtl/>
        </w:rPr>
        <w:t>م شدند</w:t>
      </w:r>
      <w:r w:rsidR="00E275C9">
        <w:rPr>
          <w:rtl/>
        </w:rPr>
        <w:t xml:space="preserve">. </w:t>
      </w:r>
      <w:r w:rsidR="00134B66">
        <w:rPr>
          <w:rtl/>
        </w:rPr>
        <w:t>همسرش ن</w:t>
      </w:r>
      <w:r w:rsidR="00E275C9">
        <w:rPr>
          <w:rtl/>
        </w:rPr>
        <w:t>ی</w:t>
      </w:r>
      <w:r w:rsidR="00134B66">
        <w:rPr>
          <w:rtl/>
        </w:rPr>
        <w:t>ز كه در جنگ احد</w:t>
      </w:r>
      <w:r w:rsidR="00E275C9">
        <w:rPr>
          <w:rtl/>
        </w:rPr>
        <w:t xml:space="preserve">، </w:t>
      </w:r>
      <w:r w:rsidR="00134B66">
        <w:rPr>
          <w:rtl/>
        </w:rPr>
        <w:t>به غلام خود «وحشى» دستور داد پس از شهادت «حمزه س</w:t>
      </w:r>
      <w:r w:rsidR="00E275C9">
        <w:rPr>
          <w:rtl/>
        </w:rPr>
        <w:t>ی</w:t>
      </w:r>
      <w:r w:rsidR="00134B66">
        <w:rPr>
          <w:rtl/>
        </w:rPr>
        <w:t>دالشهداء»</w:t>
      </w:r>
      <w:r w:rsidR="00E275C9">
        <w:rPr>
          <w:rtl/>
        </w:rPr>
        <w:t xml:space="preserve">، </w:t>
      </w:r>
      <w:r w:rsidR="00134B66">
        <w:rPr>
          <w:rtl/>
        </w:rPr>
        <w:t>جگر او را از س</w:t>
      </w:r>
      <w:r w:rsidR="00E275C9">
        <w:rPr>
          <w:rtl/>
        </w:rPr>
        <w:t>ی</w:t>
      </w:r>
      <w:r w:rsidR="00134B66">
        <w:rPr>
          <w:rtl/>
        </w:rPr>
        <w:t>نه مباركش ب</w:t>
      </w:r>
      <w:r w:rsidR="00E275C9">
        <w:rPr>
          <w:rtl/>
        </w:rPr>
        <w:t>ی</w:t>
      </w:r>
      <w:r w:rsidR="00134B66">
        <w:rPr>
          <w:rtl/>
        </w:rPr>
        <w:t>رون بكشد و سپس هند آن جگر را جو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به «آكلة الاكباد» ملقب گرد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</w:t>
      </w:r>
      <w:r w:rsidR="00134B66">
        <w:rPr>
          <w:rtl/>
        </w:rPr>
        <w:t xml:space="preserve"> ا</w:t>
      </w:r>
      <w:r w:rsidR="00E275C9">
        <w:rPr>
          <w:rtl/>
        </w:rPr>
        <w:t>ی</w:t>
      </w:r>
      <w:r w:rsidR="00134B66">
        <w:rPr>
          <w:rtl/>
        </w:rPr>
        <w:t>ن حد</w:t>
      </w:r>
      <w:r w:rsidR="00E275C9">
        <w:rPr>
          <w:rtl/>
        </w:rPr>
        <w:t>ی</w:t>
      </w:r>
      <w:r w:rsidR="00134B66">
        <w:rPr>
          <w:rtl/>
        </w:rPr>
        <w:t>ث به گونه هاى ذ</w:t>
      </w:r>
      <w:r w:rsidR="00E275C9">
        <w:rPr>
          <w:rtl/>
        </w:rPr>
        <w:t>ی</w:t>
      </w:r>
      <w:r w:rsidR="00134B66">
        <w:rPr>
          <w:rtl/>
        </w:rPr>
        <w:t>ل ن</w:t>
      </w:r>
      <w:r w:rsidR="00E275C9">
        <w:rPr>
          <w:rtl/>
        </w:rPr>
        <w:t>ی</w:t>
      </w:r>
      <w:r w:rsidR="00134B66">
        <w:rPr>
          <w:rtl/>
        </w:rPr>
        <w:t>ز آمده است</w:t>
      </w:r>
      <w:r w:rsidR="00E275C9">
        <w:rPr>
          <w:rtl/>
        </w:rPr>
        <w:t xml:space="preserve">: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«لمبارزة على بن ابى طالب صلوات عل</w:t>
      </w:r>
      <w:r w:rsidR="00E275C9">
        <w:rPr>
          <w:rtl/>
        </w:rPr>
        <w:t>ی</w:t>
      </w:r>
      <w:r>
        <w:rPr>
          <w:rtl/>
        </w:rPr>
        <w:t xml:space="preserve">ه واله </w:t>
      </w:r>
      <w:r w:rsidR="00E275C9">
        <w:rPr>
          <w:rtl/>
        </w:rPr>
        <w:t>ی</w:t>
      </w:r>
      <w:r>
        <w:rPr>
          <w:rtl/>
        </w:rPr>
        <w:t xml:space="preserve">وم الخندق افضل من اعمال امتى الى </w:t>
      </w:r>
      <w:r w:rsidR="00E275C9">
        <w:rPr>
          <w:rtl/>
        </w:rPr>
        <w:t>ی</w:t>
      </w:r>
      <w:r>
        <w:rPr>
          <w:rtl/>
        </w:rPr>
        <w:t>وم الق</w:t>
      </w:r>
      <w:r w:rsidR="00E275C9">
        <w:rPr>
          <w:rtl/>
        </w:rPr>
        <w:t>ی</w:t>
      </w:r>
      <w:r>
        <w:rPr>
          <w:rtl/>
        </w:rPr>
        <w:t>امه»</w:t>
      </w:r>
      <w:r w:rsidR="00E275C9">
        <w:rPr>
          <w:rtl/>
        </w:rPr>
        <w:t xml:space="preserve">، </w:t>
      </w:r>
      <w:r>
        <w:rPr>
          <w:rtl/>
        </w:rPr>
        <w:t>(مناقب اهل الب</w:t>
      </w:r>
      <w:r w:rsidR="00E275C9">
        <w:rPr>
          <w:rtl/>
        </w:rPr>
        <w:t>ی</w:t>
      </w:r>
      <w:r>
        <w:rPr>
          <w:rtl/>
        </w:rPr>
        <w:t>ت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145</w:t>
      </w:r>
      <w:r w:rsidR="00E275C9">
        <w:rPr>
          <w:rtl/>
        </w:rPr>
        <w:t xml:space="preserve">. </w:t>
      </w:r>
      <w:r>
        <w:rPr>
          <w:rtl/>
        </w:rPr>
        <w:t>منتهى الامال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1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152</w:t>
      </w:r>
      <w:r w:rsidR="00E275C9">
        <w:rPr>
          <w:rtl/>
        </w:rPr>
        <w:t xml:space="preserve">. </w:t>
      </w:r>
      <w:r>
        <w:rPr>
          <w:rtl/>
        </w:rPr>
        <w:t>اع</w:t>
      </w:r>
      <w:r w:rsidR="00E275C9">
        <w:rPr>
          <w:rtl/>
        </w:rPr>
        <w:t>ی</w:t>
      </w:r>
      <w:r>
        <w:rPr>
          <w:rtl/>
        </w:rPr>
        <w:t>ان الش</w:t>
      </w:r>
      <w:r w:rsidR="00E275C9">
        <w:rPr>
          <w:rtl/>
        </w:rPr>
        <w:t>ی</w:t>
      </w:r>
      <w:r>
        <w:rPr>
          <w:rtl/>
        </w:rPr>
        <w:t>عه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1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164</w:t>
      </w:r>
      <w:r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ضمنا در هم</w:t>
      </w:r>
      <w:r w:rsidR="00E275C9">
        <w:rPr>
          <w:rtl/>
        </w:rPr>
        <w:t>ی</w:t>
      </w:r>
      <w:r>
        <w:rPr>
          <w:rtl/>
        </w:rPr>
        <w:t>ن صفحه اع</w:t>
      </w:r>
      <w:r w:rsidR="00E275C9">
        <w:rPr>
          <w:rtl/>
        </w:rPr>
        <w:t>ی</w:t>
      </w:r>
      <w:r>
        <w:rPr>
          <w:rtl/>
        </w:rPr>
        <w:t>ان الش</w:t>
      </w:r>
      <w:r w:rsidR="00E275C9">
        <w:rPr>
          <w:rtl/>
        </w:rPr>
        <w:t>ی</w:t>
      </w:r>
      <w:r>
        <w:rPr>
          <w:rtl/>
        </w:rPr>
        <w:t>عه</w:t>
      </w:r>
      <w:r w:rsidR="00E275C9">
        <w:rPr>
          <w:rtl/>
        </w:rPr>
        <w:t xml:space="preserve">، </w:t>
      </w:r>
      <w:r>
        <w:rPr>
          <w:rtl/>
        </w:rPr>
        <w:t>حد</w:t>
      </w:r>
      <w:r w:rsidR="00E275C9">
        <w:rPr>
          <w:rtl/>
        </w:rPr>
        <w:t>ی</w:t>
      </w:r>
      <w:r>
        <w:rPr>
          <w:rtl/>
        </w:rPr>
        <w:t>ث مذكور</w:t>
      </w:r>
      <w:r w:rsidR="00E275C9">
        <w:rPr>
          <w:rtl/>
        </w:rPr>
        <w:t xml:space="preserve">، </w:t>
      </w:r>
      <w:r>
        <w:rPr>
          <w:rtl/>
        </w:rPr>
        <w:t>به شكل ذ</w:t>
      </w:r>
      <w:r w:rsidR="00E275C9">
        <w:rPr>
          <w:rtl/>
        </w:rPr>
        <w:t>ی</w:t>
      </w:r>
      <w:r>
        <w:rPr>
          <w:rtl/>
        </w:rPr>
        <w:t>ل هم نقل شده است</w:t>
      </w:r>
      <w:r w:rsidR="00E275C9">
        <w:rPr>
          <w:rtl/>
        </w:rPr>
        <w:t xml:space="preserve">: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«قتل على لعمرو بن عبدود افضل من عبادة الثقل</w:t>
      </w:r>
      <w:r w:rsidR="00E275C9">
        <w:rPr>
          <w:rtl/>
        </w:rPr>
        <w:t>ی</w:t>
      </w:r>
      <w:r>
        <w:rPr>
          <w:rtl/>
        </w:rPr>
        <w:t>ن»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</w:t>
      </w:r>
      <w:r w:rsidR="00134B66">
        <w:rPr>
          <w:rtl/>
        </w:rPr>
        <w:t xml:space="preserve"> «حجر بن عدى»</w:t>
      </w:r>
      <w:r w:rsidR="00E275C9">
        <w:rPr>
          <w:rtl/>
        </w:rPr>
        <w:t xml:space="preserve">: </w:t>
      </w:r>
      <w:r w:rsidR="00134B66">
        <w:rPr>
          <w:rtl/>
        </w:rPr>
        <w:t xml:space="preserve">از </w:t>
      </w:r>
      <w:r w:rsidR="00E275C9">
        <w:rPr>
          <w:rtl/>
        </w:rPr>
        <w:t>ی</w:t>
      </w:r>
      <w:r w:rsidR="00134B66">
        <w:rPr>
          <w:rtl/>
        </w:rPr>
        <w:t xml:space="preserve">اران رسول خدا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و على بن اب</w:t>
      </w:r>
      <w:r w:rsidR="00E275C9">
        <w:rPr>
          <w:rtl/>
        </w:rPr>
        <w:t>ی</w:t>
      </w:r>
      <w:r w:rsidR="00134B66">
        <w:rPr>
          <w:rtl/>
        </w:rPr>
        <w:t xml:space="preserve">طالب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ست</w:t>
      </w:r>
      <w:r w:rsidR="00E275C9">
        <w:rPr>
          <w:rtl/>
        </w:rPr>
        <w:t xml:space="preserve">. </w:t>
      </w:r>
      <w:r w:rsidR="00134B66">
        <w:rPr>
          <w:rtl/>
        </w:rPr>
        <w:t>و مردى زاهد</w:t>
      </w:r>
      <w:r w:rsidR="00E275C9">
        <w:rPr>
          <w:rtl/>
        </w:rPr>
        <w:t xml:space="preserve">، </w:t>
      </w:r>
      <w:r w:rsidR="00134B66">
        <w:rPr>
          <w:rtl/>
        </w:rPr>
        <w:t>پره</w:t>
      </w:r>
      <w:r w:rsidR="00E275C9">
        <w:rPr>
          <w:rtl/>
        </w:rPr>
        <w:t>ی</w:t>
      </w:r>
      <w:r w:rsidR="00134B66">
        <w:rPr>
          <w:rtl/>
        </w:rPr>
        <w:t>زگار</w:t>
      </w:r>
      <w:r w:rsidR="00E275C9">
        <w:rPr>
          <w:rtl/>
        </w:rPr>
        <w:t xml:space="preserve">، </w:t>
      </w:r>
      <w:r w:rsidR="00134B66">
        <w:rPr>
          <w:rtl/>
        </w:rPr>
        <w:t>اهل ورع و تقوا و مستجاب الدعوه بوده</w:t>
      </w:r>
      <w:r w:rsidR="00E275C9">
        <w:rPr>
          <w:rtl/>
        </w:rPr>
        <w:t xml:space="preserve">. </w:t>
      </w:r>
      <w:r w:rsidR="00134B66">
        <w:rPr>
          <w:rtl/>
        </w:rPr>
        <w:t>او در «جنگ قادس</w:t>
      </w:r>
      <w:r w:rsidR="00E275C9">
        <w:rPr>
          <w:rtl/>
        </w:rPr>
        <w:t>ی</w:t>
      </w:r>
      <w:r w:rsidR="00134B66">
        <w:rPr>
          <w:rtl/>
        </w:rPr>
        <w:t>ه» حضور داشت</w:t>
      </w:r>
      <w:r w:rsidR="00E275C9">
        <w:rPr>
          <w:rtl/>
        </w:rPr>
        <w:t xml:space="preserve">. </w:t>
      </w:r>
      <w:r w:rsidR="00134B66">
        <w:rPr>
          <w:rtl/>
        </w:rPr>
        <w:t>«مرج العذراءِ شام» را براى اسلام فتح كرد</w:t>
      </w:r>
      <w:r w:rsidR="00E275C9">
        <w:rPr>
          <w:rtl/>
        </w:rPr>
        <w:t xml:space="preserve">. </w:t>
      </w:r>
      <w:r w:rsidR="00134B66">
        <w:rPr>
          <w:rtl/>
        </w:rPr>
        <w:t>در جنگهاى جمل</w:t>
      </w:r>
      <w:r w:rsidR="00E275C9">
        <w:rPr>
          <w:rtl/>
        </w:rPr>
        <w:t xml:space="preserve">، </w:t>
      </w:r>
      <w:r w:rsidR="00134B66">
        <w:rPr>
          <w:rtl/>
        </w:rPr>
        <w:t>صف</w:t>
      </w:r>
      <w:r w:rsidR="00E275C9">
        <w:rPr>
          <w:rtl/>
        </w:rPr>
        <w:t>ی</w:t>
      </w:r>
      <w:r w:rsidR="00134B66">
        <w:rPr>
          <w:rtl/>
        </w:rPr>
        <w:t>ن و نهروان</w:t>
      </w:r>
      <w:r w:rsidR="00E275C9">
        <w:rPr>
          <w:rtl/>
        </w:rPr>
        <w:t xml:space="preserve">، </w:t>
      </w:r>
      <w:r w:rsidR="00134B66">
        <w:rPr>
          <w:rtl/>
        </w:rPr>
        <w:t xml:space="preserve">در ركاب مولاى خود </w:t>
      </w:r>
      <w:r w:rsidR="00134B66">
        <w:rPr>
          <w:rtl/>
        </w:rPr>
        <w:lastRenderedPageBreak/>
        <w:t xml:space="preserve">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شمش</w:t>
      </w:r>
      <w:r w:rsidR="00E275C9">
        <w:rPr>
          <w:rtl/>
        </w:rPr>
        <w:t>ی</w:t>
      </w:r>
      <w:r w:rsidR="00134B66">
        <w:rPr>
          <w:rtl/>
        </w:rPr>
        <w:t>ر زد</w:t>
      </w:r>
      <w:r w:rsidR="00E275C9">
        <w:rPr>
          <w:rtl/>
        </w:rPr>
        <w:t xml:space="preserve">. </w:t>
      </w:r>
      <w:r w:rsidR="00134B66">
        <w:rPr>
          <w:rtl/>
        </w:rPr>
        <w:t xml:space="preserve">پس از شهادت 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در كوفه با امراى اموى به مخالفت پرداخت</w:t>
      </w:r>
      <w:r w:rsidR="00E275C9">
        <w:rPr>
          <w:rtl/>
        </w:rPr>
        <w:t xml:space="preserve">. </w:t>
      </w:r>
      <w:r w:rsidR="00134B66">
        <w:rPr>
          <w:rtl/>
        </w:rPr>
        <w:t>«ابن ز</w:t>
      </w:r>
      <w:r w:rsidR="00E275C9">
        <w:rPr>
          <w:rtl/>
        </w:rPr>
        <w:t>ی</w:t>
      </w:r>
      <w:r w:rsidR="00134B66">
        <w:rPr>
          <w:rtl/>
        </w:rPr>
        <w:t xml:space="preserve">اد» او و گروهى از </w:t>
      </w:r>
      <w:r w:rsidR="00E275C9">
        <w:rPr>
          <w:rtl/>
        </w:rPr>
        <w:t>ی</w:t>
      </w:r>
      <w:r w:rsidR="00134B66">
        <w:rPr>
          <w:rtl/>
        </w:rPr>
        <w:t>ارانش را به امر معاو</w:t>
      </w:r>
      <w:r w:rsidR="00E275C9">
        <w:rPr>
          <w:rtl/>
        </w:rPr>
        <w:t>ی</w:t>
      </w:r>
      <w:r w:rsidR="00134B66">
        <w:rPr>
          <w:rtl/>
        </w:rPr>
        <w:t>ه دستگ</w:t>
      </w:r>
      <w:r w:rsidR="00E275C9">
        <w:rPr>
          <w:rtl/>
        </w:rPr>
        <w:t>ی</w:t>
      </w:r>
      <w:r w:rsidR="00134B66">
        <w:rPr>
          <w:rtl/>
        </w:rPr>
        <w:t>ر كرد و به شام فرستاد</w:t>
      </w:r>
      <w:r w:rsidR="00E275C9">
        <w:rPr>
          <w:rtl/>
        </w:rPr>
        <w:t xml:space="preserve">، </w:t>
      </w:r>
      <w:r w:rsidR="00134B66">
        <w:rPr>
          <w:rtl/>
        </w:rPr>
        <w:t>در آنجا معاو</w:t>
      </w:r>
      <w:r w:rsidR="00E275C9">
        <w:rPr>
          <w:rtl/>
        </w:rPr>
        <w:t>ی</w:t>
      </w:r>
      <w:r w:rsidR="00134B66">
        <w:rPr>
          <w:rtl/>
        </w:rPr>
        <w:t>ه دستور داد همه آنان را ب</w:t>
      </w:r>
      <w:r w:rsidR="00E275C9">
        <w:rPr>
          <w:rtl/>
        </w:rPr>
        <w:t>ی</w:t>
      </w:r>
      <w:r w:rsidR="00134B66">
        <w:rPr>
          <w:rtl/>
        </w:rPr>
        <w:t xml:space="preserve">ن سب كردن 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و كشته شدن مخ</w:t>
      </w:r>
      <w:r w:rsidR="00E275C9">
        <w:rPr>
          <w:rtl/>
        </w:rPr>
        <w:t>ی</w:t>
      </w:r>
      <w:r w:rsidR="00134B66">
        <w:rPr>
          <w:rtl/>
        </w:rPr>
        <w:t>ر كنند</w:t>
      </w:r>
      <w:r w:rsidR="00E275C9">
        <w:rPr>
          <w:rtl/>
        </w:rPr>
        <w:t xml:space="preserve">، </w:t>
      </w:r>
      <w:r w:rsidR="00134B66">
        <w:rPr>
          <w:rtl/>
        </w:rPr>
        <w:t>تمام آنان مرگ را انتخاب كردند و در همان «مرج العذرا</w:t>
      </w:r>
      <w:r w:rsidR="00E275C9">
        <w:rPr>
          <w:rtl/>
        </w:rPr>
        <w:t>ی</w:t>
      </w:r>
      <w:r w:rsidR="00134B66">
        <w:rPr>
          <w:rtl/>
        </w:rPr>
        <w:t>ى» كه «حجر» آنجا را براى اسلام فتح كرده بود</w:t>
      </w:r>
      <w:r w:rsidR="00E275C9">
        <w:rPr>
          <w:rtl/>
        </w:rPr>
        <w:t xml:space="preserve">، </w:t>
      </w:r>
      <w:r w:rsidR="00134B66">
        <w:rPr>
          <w:rtl/>
        </w:rPr>
        <w:t xml:space="preserve">همگى را به سال </w:t>
      </w:r>
      <w:r>
        <w:rPr>
          <w:rtl/>
        </w:rPr>
        <w:t>51</w:t>
      </w:r>
      <w:r w:rsidR="00134B66">
        <w:rPr>
          <w:rtl/>
        </w:rPr>
        <w:t xml:space="preserve"> هجرى به شهادت رساندند (اع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569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و لغتنامه دهخدا)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از جمله كسانى كه با «حجر» شه</w:t>
      </w:r>
      <w:r w:rsidR="00E275C9">
        <w:rPr>
          <w:rtl/>
        </w:rPr>
        <w:t>ی</w:t>
      </w:r>
      <w:r>
        <w:rPr>
          <w:rtl/>
        </w:rPr>
        <w:t>د شدند</w:t>
      </w:r>
      <w:r w:rsidR="00E275C9">
        <w:rPr>
          <w:rtl/>
        </w:rPr>
        <w:t>، ی</w:t>
      </w:r>
      <w:r>
        <w:rPr>
          <w:rtl/>
        </w:rPr>
        <w:t>كى «وائل بن حجر خضرمى» بود</w:t>
      </w:r>
      <w:r w:rsidR="00E275C9">
        <w:rPr>
          <w:rtl/>
        </w:rPr>
        <w:t xml:space="preserve">. </w:t>
      </w:r>
      <w:r>
        <w:rPr>
          <w:rtl/>
        </w:rPr>
        <w:t>حجر</w:t>
      </w:r>
      <w:r w:rsidR="00E275C9">
        <w:rPr>
          <w:rtl/>
        </w:rPr>
        <w:t xml:space="preserve">، </w:t>
      </w:r>
      <w:r>
        <w:rPr>
          <w:rtl/>
        </w:rPr>
        <w:t>قبل از شهادت</w:t>
      </w:r>
      <w:r w:rsidR="00E275C9">
        <w:rPr>
          <w:rtl/>
        </w:rPr>
        <w:t xml:space="preserve">، </w:t>
      </w:r>
      <w:r>
        <w:rPr>
          <w:rtl/>
        </w:rPr>
        <w:t>دو ركعت نماز گزارد و گفت</w:t>
      </w:r>
      <w:r w:rsidR="00E275C9">
        <w:rPr>
          <w:rtl/>
        </w:rPr>
        <w:t xml:space="preserve">: </w:t>
      </w:r>
      <w:r>
        <w:rPr>
          <w:rtl/>
        </w:rPr>
        <w:t>«اگر به من سوءظن نمى بردند كه در ا</w:t>
      </w:r>
      <w:r w:rsidR="00E275C9">
        <w:rPr>
          <w:rtl/>
        </w:rPr>
        <w:t>ی</w:t>
      </w:r>
      <w:r>
        <w:rPr>
          <w:rtl/>
        </w:rPr>
        <w:t>ن هنگام نمازم را طولانى مى كردم</w:t>
      </w:r>
      <w:r w:rsidR="00E275C9">
        <w:rPr>
          <w:rtl/>
        </w:rPr>
        <w:t xml:space="preserve">، </w:t>
      </w:r>
      <w:r>
        <w:rPr>
          <w:rtl/>
        </w:rPr>
        <w:t>نمازم را طولانى مى خواندم»</w:t>
      </w:r>
      <w:r w:rsidR="00E275C9">
        <w:rPr>
          <w:rtl/>
        </w:rPr>
        <w:t xml:space="preserve">، </w:t>
      </w:r>
      <w:r>
        <w:rPr>
          <w:rtl/>
        </w:rPr>
        <w:t>(اسدالغابه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1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461</w:t>
      </w:r>
      <w:r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جلاد به حجر گفت</w:t>
      </w:r>
      <w:r w:rsidR="00E275C9">
        <w:rPr>
          <w:rtl/>
        </w:rPr>
        <w:t xml:space="preserve">: </w:t>
      </w:r>
      <w:r>
        <w:rPr>
          <w:rtl/>
        </w:rPr>
        <w:t xml:space="preserve">اول تو را بكشم </w:t>
      </w:r>
      <w:r w:rsidR="00E275C9">
        <w:rPr>
          <w:rtl/>
        </w:rPr>
        <w:t>ی</w:t>
      </w:r>
      <w:r>
        <w:rPr>
          <w:rtl/>
        </w:rPr>
        <w:t>ا پسرت را</w:t>
      </w:r>
      <w:r w:rsidR="00E275C9">
        <w:rPr>
          <w:rtl/>
        </w:rPr>
        <w:t xml:space="preserve">؟ </w:t>
      </w:r>
      <w:r>
        <w:rPr>
          <w:rtl/>
        </w:rPr>
        <w:t>گفت</w:t>
      </w:r>
      <w:r w:rsidR="00E275C9">
        <w:rPr>
          <w:rtl/>
        </w:rPr>
        <w:t xml:space="preserve">: </w:t>
      </w:r>
      <w:r>
        <w:rPr>
          <w:rtl/>
        </w:rPr>
        <w:t>اوّل پسرم را به قتل برسان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؛ </w:t>
      </w:r>
      <w:r>
        <w:rPr>
          <w:rtl/>
        </w:rPr>
        <w:t>چون پسرش را شه</w:t>
      </w:r>
      <w:r w:rsidR="00E275C9">
        <w:rPr>
          <w:rtl/>
        </w:rPr>
        <w:t>ی</w:t>
      </w:r>
      <w:r>
        <w:rPr>
          <w:rtl/>
        </w:rPr>
        <w:t>د كردند</w:t>
      </w:r>
      <w:r w:rsidR="00E275C9">
        <w:rPr>
          <w:rtl/>
        </w:rPr>
        <w:t xml:space="preserve">، </w:t>
      </w:r>
      <w:r>
        <w:rPr>
          <w:rtl/>
        </w:rPr>
        <w:t>گفت</w:t>
      </w:r>
      <w:r w:rsidR="00E275C9">
        <w:rPr>
          <w:rtl/>
        </w:rPr>
        <w:t xml:space="preserve">: </w:t>
      </w:r>
      <w:r>
        <w:rPr>
          <w:rtl/>
        </w:rPr>
        <w:t>مى ترس</w:t>
      </w:r>
      <w:r w:rsidR="00E275C9">
        <w:rPr>
          <w:rtl/>
        </w:rPr>
        <w:t>ی</w:t>
      </w:r>
      <w:r>
        <w:rPr>
          <w:rtl/>
        </w:rPr>
        <w:t>دم كه با كشته شدن من او مرعوب شود و از روى تق</w:t>
      </w:r>
      <w:r w:rsidR="00E275C9">
        <w:rPr>
          <w:rtl/>
        </w:rPr>
        <w:t>ی</w:t>
      </w:r>
      <w:r>
        <w:rPr>
          <w:rtl/>
        </w:rPr>
        <w:t>ه على را سب كند</w:t>
      </w:r>
      <w:r w:rsidR="00E275C9">
        <w:rPr>
          <w:rtl/>
        </w:rPr>
        <w:t xml:space="preserve">، </w:t>
      </w:r>
      <w:r>
        <w:rPr>
          <w:rtl/>
        </w:rPr>
        <w:t>شكر خدا را كه حتى به زبان هم تق</w:t>
      </w:r>
      <w:r w:rsidR="00E275C9">
        <w:rPr>
          <w:rtl/>
        </w:rPr>
        <w:t>ی</w:t>
      </w:r>
      <w:r>
        <w:rPr>
          <w:rtl/>
        </w:rPr>
        <w:t>ه نكرد</w:t>
      </w:r>
      <w:r w:rsidR="00E275C9">
        <w:rPr>
          <w:rtl/>
        </w:rPr>
        <w:t xml:space="preserve">، </w:t>
      </w:r>
      <w:r>
        <w:rPr>
          <w:rtl/>
        </w:rPr>
        <w:t>حال خ</w:t>
      </w:r>
      <w:r w:rsidR="00E275C9">
        <w:rPr>
          <w:rtl/>
        </w:rPr>
        <w:t>ی</w:t>
      </w:r>
      <w:r>
        <w:rPr>
          <w:rtl/>
        </w:rPr>
        <w:t>الم راحت شد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</w:t>
      </w:r>
      <w:r w:rsidR="00134B66">
        <w:rPr>
          <w:rtl/>
        </w:rPr>
        <w:t xml:space="preserve"> «عمرو بن حمق بن كامل خزاعى»</w:t>
      </w:r>
      <w:r w:rsidR="00E275C9">
        <w:rPr>
          <w:rtl/>
        </w:rPr>
        <w:t xml:space="preserve">: </w:t>
      </w:r>
      <w:r w:rsidR="00134B66">
        <w:rPr>
          <w:rtl/>
        </w:rPr>
        <w:t xml:space="preserve">وى </w:t>
      </w:r>
      <w:r w:rsidR="00E275C9">
        <w:rPr>
          <w:rtl/>
        </w:rPr>
        <w:t>ی</w:t>
      </w:r>
      <w:r w:rsidR="00134B66">
        <w:rPr>
          <w:rtl/>
        </w:rPr>
        <w:t xml:space="preserve">كى از </w:t>
      </w:r>
      <w:r w:rsidR="00E275C9">
        <w:rPr>
          <w:rtl/>
        </w:rPr>
        <w:t>ی</w:t>
      </w:r>
      <w:r w:rsidR="00134B66">
        <w:rPr>
          <w:rtl/>
        </w:rPr>
        <w:t xml:space="preserve">اران رسول خدا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على بن اب</w:t>
      </w:r>
      <w:r w:rsidR="00E275C9">
        <w:rPr>
          <w:rtl/>
        </w:rPr>
        <w:t>ی</w:t>
      </w:r>
      <w:r w:rsidR="00134B66">
        <w:rPr>
          <w:rtl/>
        </w:rPr>
        <w:t xml:space="preserve">طالب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و مردى زاهد و باتقوا بود</w:t>
      </w:r>
      <w:r w:rsidR="00E275C9">
        <w:rPr>
          <w:rtl/>
        </w:rPr>
        <w:t xml:space="preserve">. </w:t>
      </w:r>
      <w:r w:rsidR="00134B66">
        <w:rPr>
          <w:rtl/>
        </w:rPr>
        <w:t>اوا</w:t>
      </w:r>
      <w:r w:rsidR="00E275C9">
        <w:rPr>
          <w:rtl/>
        </w:rPr>
        <w:t>ی</w:t>
      </w:r>
      <w:r w:rsidR="00134B66">
        <w:rPr>
          <w:rtl/>
        </w:rPr>
        <w:t>ل در شام سكونت داشت و از آنجا به عراق رفت</w:t>
      </w:r>
      <w:r w:rsidR="00E275C9">
        <w:rPr>
          <w:rtl/>
        </w:rPr>
        <w:t xml:space="preserve">. </w:t>
      </w:r>
      <w:r w:rsidR="00134B66">
        <w:rPr>
          <w:rtl/>
        </w:rPr>
        <w:t>او در جنگ جمل</w:t>
      </w:r>
      <w:r w:rsidR="00E275C9">
        <w:rPr>
          <w:rtl/>
        </w:rPr>
        <w:t xml:space="preserve">، </w:t>
      </w:r>
      <w:r w:rsidR="00134B66">
        <w:rPr>
          <w:rtl/>
        </w:rPr>
        <w:t>صف</w:t>
      </w:r>
      <w:r w:rsidR="00E275C9">
        <w:rPr>
          <w:rtl/>
        </w:rPr>
        <w:t>ی</w:t>
      </w:r>
      <w:r w:rsidR="00134B66">
        <w:rPr>
          <w:rtl/>
        </w:rPr>
        <w:t>ن و نهروان</w:t>
      </w:r>
      <w:r w:rsidR="00E275C9">
        <w:rPr>
          <w:rtl/>
        </w:rPr>
        <w:t xml:space="preserve">، </w:t>
      </w:r>
      <w:r w:rsidR="00134B66">
        <w:rPr>
          <w:rtl/>
        </w:rPr>
        <w:t>به حما</w:t>
      </w:r>
      <w:r w:rsidR="00E275C9">
        <w:rPr>
          <w:rtl/>
        </w:rPr>
        <w:t>ی</w:t>
      </w:r>
      <w:r w:rsidR="00134B66">
        <w:rPr>
          <w:rtl/>
        </w:rPr>
        <w:t>ت از مولا</w:t>
      </w:r>
      <w:r w:rsidR="00E275C9">
        <w:rPr>
          <w:rtl/>
        </w:rPr>
        <w:t>ی</w:t>
      </w:r>
      <w:r w:rsidR="00134B66">
        <w:rPr>
          <w:rtl/>
        </w:rPr>
        <w:t>ش شمش</w:t>
      </w:r>
      <w:r w:rsidR="00E275C9">
        <w:rPr>
          <w:rtl/>
        </w:rPr>
        <w:t>ی</w:t>
      </w:r>
      <w:r w:rsidR="00134B66">
        <w:rPr>
          <w:rtl/>
        </w:rPr>
        <w:t>ر زد</w:t>
      </w:r>
      <w:r w:rsidR="00E275C9">
        <w:rPr>
          <w:rtl/>
        </w:rPr>
        <w:t xml:space="preserve">، </w:t>
      </w:r>
      <w:r w:rsidR="00134B66">
        <w:rPr>
          <w:rtl/>
        </w:rPr>
        <w:t xml:space="preserve">وقتى 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به شهادت رس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از جمله كسانى كه معاو</w:t>
      </w:r>
      <w:r w:rsidR="00E275C9">
        <w:rPr>
          <w:rtl/>
        </w:rPr>
        <w:t>ی</w:t>
      </w:r>
      <w:r w:rsidR="00134B66">
        <w:rPr>
          <w:rtl/>
        </w:rPr>
        <w:t>ه حكم بازداشت آنان را صادر كرد</w:t>
      </w:r>
      <w:r w:rsidR="00E275C9">
        <w:rPr>
          <w:rtl/>
        </w:rPr>
        <w:t>، ی</w:t>
      </w:r>
      <w:r w:rsidR="00134B66">
        <w:rPr>
          <w:rtl/>
        </w:rPr>
        <w:t>كى هم «عمرو بن حمق» بود</w:t>
      </w:r>
      <w:r w:rsidR="00E275C9">
        <w:rPr>
          <w:rtl/>
        </w:rPr>
        <w:t xml:space="preserve">، </w:t>
      </w:r>
      <w:r w:rsidR="00134B66">
        <w:rPr>
          <w:rtl/>
        </w:rPr>
        <w:t>چون او را نتوانستند دستگ</w:t>
      </w:r>
      <w:r w:rsidR="00E275C9">
        <w:rPr>
          <w:rtl/>
        </w:rPr>
        <w:t>ی</w:t>
      </w:r>
      <w:r w:rsidR="00134B66">
        <w:rPr>
          <w:rtl/>
        </w:rPr>
        <w:t>ر كنند</w:t>
      </w:r>
      <w:r w:rsidR="00E275C9">
        <w:rPr>
          <w:rtl/>
        </w:rPr>
        <w:t xml:space="preserve">، </w:t>
      </w:r>
      <w:r w:rsidR="00134B66">
        <w:rPr>
          <w:rtl/>
        </w:rPr>
        <w:t>همسرش «آمنه بنت الشر</w:t>
      </w:r>
      <w:r w:rsidR="00E275C9">
        <w:rPr>
          <w:rtl/>
        </w:rPr>
        <w:t>ی</w:t>
      </w:r>
      <w:r w:rsidR="00134B66">
        <w:rPr>
          <w:rtl/>
        </w:rPr>
        <w:t>د» را زندانى كردند و تا دو سال او را در زندان نگهداشتند</w:t>
      </w:r>
      <w:r w:rsidR="00E275C9">
        <w:rPr>
          <w:rtl/>
        </w:rPr>
        <w:t xml:space="preserve">. </w:t>
      </w:r>
      <w:r w:rsidR="00134B66">
        <w:rPr>
          <w:rtl/>
        </w:rPr>
        <w:t>معاو</w:t>
      </w:r>
      <w:r w:rsidR="00E275C9">
        <w:rPr>
          <w:rtl/>
        </w:rPr>
        <w:t>ی</w:t>
      </w:r>
      <w:r w:rsidR="00134B66">
        <w:rPr>
          <w:rtl/>
        </w:rPr>
        <w:t>ه به ظاهر عمرو را امان داده بود</w:t>
      </w:r>
      <w:r w:rsidR="00E275C9">
        <w:rPr>
          <w:rtl/>
        </w:rPr>
        <w:t xml:space="preserve">، </w:t>
      </w:r>
      <w:r w:rsidR="00134B66">
        <w:rPr>
          <w:rtl/>
        </w:rPr>
        <w:t>ولى جاسوسانش همچنان در تعق</w:t>
      </w:r>
      <w:r w:rsidR="00E275C9">
        <w:rPr>
          <w:rtl/>
        </w:rPr>
        <w:t>ی</w:t>
      </w:r>
      <w:r w:rsidR="00134B66">
        <w:rPr>
          <w:rtl/>
        </w:rPr>
        <w:t>ب عمرو بودند تا ا</w:t>
      </w:r>
      <w:r w:rsidR="00E275C9">
        <w:rPr>
          <w:rtl/>
        </w:rPr>
        <w:t>ی</w:t>
      </w:r>
      <w:r w:rsidR="00134B66">
        <w:rPr>
          <w:rtl/>
        </w:rPr>
        <w:t>نكه سرانجام خواهرزاده معاو</w:t>
      </w:r>
      <w:r w:rsidR="00E275C9">
        <w:rPr>
          <w:rtl/>
        </w:rPr>
        <w:t>ی</w:t>
      </w:r>
      <w:r w:rsidR="00134B66">
        <w:rPr>
          <w:rtl/>
        </w:rPr>
        <w:t>ه به نام «عبدالرحمن بن حكم» كه حاكم موصل بود</w:t>
      </w:r>
      <w:r w:rsidR="00E275C9">
        <w:rPr>
          <w:rtl/>
        </w:rPr>
        <w:t xml:space="preserve">، </w:t>
      </w:r>
      <w:r w:rsidR="00134B66">
        <w:rPr>
          <w:rtl/>
        </w:rPr>
        <w:t xml:space="preserve">در سال </w:t>
      </w:r>
      <w:r>
        <w:rPr>
          <w:rtl/>
        </w:rPr>
        <w:t>50</w:t>
      </w:r>
      <w:r w:rsidR="00134B66">
        <w:rPr>
          <w:rtl/>
        </w:rPr>
        <w:t xml:space="preserve"> هجرى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عمرو را </w:t>
      </w:r>
      <w:r w:rsidR="00E275C9">
        <w:rPr>
          <w:rtl/>
        </w:rPr>
        <w:t>ی</w:t>
      </w:r>
      <w:r w:rsidR="00134B66">
        <w:rPr>
          <w:rtl/>
        </w:rPr>
        <w:t>افت و سر از تنش جدا كرد و او را به شهادت رسان</w:t>
      </w:r>
      <w:r w:rsidR="00E275C9">
        <w:rPr>
          <w:rtl/>
        </w:rPr>
        <w:t>ی</w:t>
      </w:r>
      <w:r w:rsidR="00134B66">
        <w:rPr>
          <w:rtl/>
        </w:rPr>
        <w:t>د و سر وى را براى معاو</w:t>
      </w:r>
      <w:r w:rsidR="00E275C9">
        <w:rPr>
          <w:rtl/>
        </w:rPr>
        <w:t>ی</w:t>
      </w:r>
      <w:r w:rsidR="00134B66">
        <w:rPr>
          <w:rtl/>
        </w:rPr>
        <w:t>ه فرستاد</w:t>
      </w:r>
      <w:r w:rsidR="00E275C9">
        <w:rPr>
          <w:rtl/>
        </w:rPr>
        <w:t xml:space="preserve">. </w:t>
      </w:r>
      <w:r w:rsidR="00134B66">
        <w:rPr>
          <w:rtl/>
        </w:rPr>
        <w:t>ا</w:t>
      </w:r>
      <w:r w:rsidR="00E275C9">
        <w:rPr>
          <w:rtl/>
        </w:rPr>
        <w:t>ی</w:t>
      </w:r>
      <w:r w:rsidR="00134B66">
        <w:rPr>
          <w:rtl/>
        </w:rPr>
        <w:t>ن اول</w:t>
      </w:r>
      <w:r w:rsidR="00E275C9">
        <w:rPr>
          <w:rtl/>
        </w:rPr>
        <w:t>ی</w:t>
      </w:r>
      <w:r w:rsidR="00134B66">
        <w:rPr>
          <w:rtl/>
        </w:rPr>
        <w:t>ن سرى بود كه در اسلام از جا</w:t>
      </w:r>
      <w:r w:rsidR="00E275C9">
        <w:rPr>
          <w:rtl/>
        </w:rPr>
        <w:t>ی</w:t>
      </w:r>
      <w:r w:rsidR="00134B66">
        <w:rPr>
          <w:rtl/>
        </w:rPr>
        <w:t>ى به جاى د</w:t>
      </w:r>
      <w:r w:rsidR="00E275C9">
        <w:rPr>
          <w:rtl/>
        </w:rPr>
        <w:t>ی</w:t>
      </w:r>
      <w:r w:rsidR="00134B66">
        <w:rPr>
          <w:rtl/>
        </w:rPr>
        <w:t>گر فرستاده شد</w:t>
      </w:r>
      <w:r w:rsidR="00E275C9">
        <w:rPr>
          <w:rtl/>
        </w:rPr>
        <w:t xml:space="preserve">. </w:t>
      </w:r>
      <w:r w:rsidR="00134B66">
        <w:rPr>
          <w:rtl/>
        </w:rPr>
        <w:t>بعد از آن</w:t>
      </w:r>
      <w:r w:rsidR="00E275C9">
        <w:rPr>
          <w:rtl/>
        </w:rPr>
        <w:t xml:space="preserve">، </w:t>
      </w:r>
      <w:r w:rsidR="00134B66">
        <w:rPr>
          <w:rtl/>
        </w:rPr>
        <w:t>همسرش را آزاد كردند (اع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8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376</w:t>
      </w:r>
      <w:r w:rsidR="00E275C9">
        <w:rPr>
          <w:rtl/>
        </w:rPr>
        <w:t xml:space="preserve">. </w:t>
      </w:r>
      <w:r w:rsidR="00134B66">
        <w:rPr>
          <w:rtl/>
        </w:rPr>
        <w:t>اسدالغابه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217</w:t>
      </w:r>
      <w:r w:rsidR="00134B66">
        <w:rPr>
          <w:rtl/>
        </w:rPr>
        <w:t xml:space="preserve"> به بعد)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</w:t>
      </w:r>
      <w:r w:rsidR="00134B66">
        <w:rPr>
          <w:rtl/>
        </w:rPr>
        <w:t xml:space="preserve"> «حضرم</w:t>
      </w:r>
      <w:r w:rsidR="00E275C9">
        <w:rPr>
          <w:rtl/>
        </w:rPr>
        <w:t>ی</w:t>
      </w:r>
      <w:r w:rsidR="00134B66">
        <w:rPr>
          <w:rtl/>
        </w:rPr>
        <w:t>ان»</w:t>
      </w:r>
      <w:r w:rsidR="00E275C9">
        <w:rPr>
          <w:rtl/>
        </w:rPr>
        <w:t xml:space="preserve">: </w:t>
      </w:r>
      <w:r w:rsidR="00134B66">
        <w:rPr>
          <w:rtl/>
        </w:rPr>
        <w:t>«حضرم» چاه پرآب را گو</w:t>
      </w:r>
      <w:r w:rsidR="00E275C9">
        <w:rPr>
          <w:rtl/>
        </w:rPr>
        <w:t>ی</w:t>
      </w:r>
      <w:r w:rsidR="00134B66">
        <w:rPr>
          <w:rtl/>
        </w:rPr>
        <w:t>ند</w:t>
      </w:r>
      <w:r w:rsidR="00E275C9">
        <w:rPr>
          <w:rtl/>
        </w:rPr>
        <w:t xml:space="preserve">. </w:t>
      </w:r>
      <w:r w:rsidR="00134B66">
        <w:rPr>
          <w:rtl/>
        </w:rPr>
        <w:t xml:space="preserve">«حضارمه </w:t>
      </w:r>
      <w:r w:rsidR="00E275C9">
        <w:rPr>
          <w:rtl/>
        </w:rPr>
        <w:t>ی</w:t>
      </w:r>
      <w:r w:rsidR="00134B66">
        <w:rPr>
          <w:rtl/>
        </w:rPr>
        <w:t>ا حضرمى»</w:t>
      </w:r>
      <w:r w:rsidR="00E275C9">
        <w:rPr>
          <w:rtl/>
        </w:rPr>
        <w:t xml:space="preserve">، </w:t>
      </w:r>
      <w:r w:rsidR="00134B66">
        <w:rPr>
          <w:rtl/>
        </w:rPr>
        <w:t>قومى از مردم ا</w:t>
      </w:r>
      <w:r w:rsidR="00E275C9">
        <w:rPr>
          <w:rtl/>
        </w:rPr>
        <w:t>ی</w:t>
      </w:r>
      <w:r w:rsidR="00134B66">
        <w:rPr>
          <w:rtl/>
        </w:rPr>
        <w:t>ران را گو</w:t>
      </w:r>
      <w:r w:rsidR="00E275C9">
        <w:rPr>
          <w:rtl/>
        </w:rPr>
        <w:t>ی</w:t>
      </w:r>
      <w:r w:rsidR="00134B66">
        <w:rPr>
          <w:rtl/>
        </w:rPr>
        <w:t>ند كه در اوا</w:t>
      </w:r>
      <w:r w:rsidR="00E275C9">
        <w:rPr>
          <w:rtl/>
        </w:rPr>
        <w:t>ی</w:t>
      </w:r>
      <w:r w:rsidR="00134B66">
        <w:rPr>
          <w:rtl/>
        </w:rPr>
        <w:t>ل اسلام</w:t>
      </w:r>
      <w:r w:rsidR="00E275C9">
        <w:rPr>
          <w:rtl/>
        </w:rPr>
        <w:t xml:space="preserve">، </w:t>
      </w:r>
      <w:r w:rsidR="00134B66">
        <w:rPr>
          <w:rtl/>
        </w:rPr>
        <w:t>هجرت كردند و در شام و عراق ساكن شدند</w:t>
      </w:r>
      <w:r w:rsidR="00E275C9">
        <w:rPr>
          <w:rtl/>
        </w:rPr>
        <w:t xml:space="preserve">، </w:t>
      </w:r>
      <w:r w:rsidR="00134B66">
        <w:rPr>
          <w:rtl/>
        </w:rPr>
        <w:t>از ا</w:t>
      </w:r>
      <w:r w:rsidR="00E275C9">
        <w:rPr>
          <w:rtl/>
        </w:rPr>
        <w:t>ی</w:t>
      </w:r>
      <w:r w:rsidR="00134B66">
        <w:rPr>
          <w:rtl/>
        </w:rPr>
        <w:t>ن قومند</w:t>
      </w:r>
      <w:r w:rsidR="00E275C9">
        <w:rPr>
          <w:rtl/>
        </w:rPr>
        <w:t xml:space="preserve">: </w:t>
      </w:r>
      <w:r w:rsidR="00134B66">
        <w:rPr>
          <w:rtl/>
        </w:rPr>
        <w:t>«عبدالكر</w:t>
      </w:r>
      <w:r w:rsidR="00E275C9">
        <w:rPr>
          <w:rtl/>
        </w:rPr>
        <w:t>ی</w:t>
      </w:r>
      <w:r w:rsidR="00134B66">
        <w:rPr>
          <w:rtl/>
        </w:rPr>
        <w:t>م حضرمى بن مالك</w:t>
      </w:r>
      <w:r w:rsidR="00E275C9">
        <w:rPr>
          <w:rtl/>
        </w:rPr>
        <w:t xml:space="preserve">، </w:t>
      </w:r>
      <w:r w:rsidR="00134B66">
        <w:rPr>
          <w:rtl/>
        </w:rPr>
        <w:t>هبار حضرمى بن عق</w:t>
      </w:r>
      <w:r w:rsidR="00E275C9">
        <w:rPr>
          <w:rtl/>
        </w:rPr>
        <w:t>ی</w:t>
      </w:r>
      <w:r w:rsidR="00134B66">
        <w:rPr>
          <w:rtl/>
        </w:rPr>
        <w:t>ل و عباس حضرمى بن حسن»</w:t>
      </w:r>
      <w:r w:rsidR="00E275C9">
        <w:rPr>
          <w:rtl/>
        </w:rPr>
        <w:t xml:space="preserve">، </w:t>
      </w:r>
      <w:r w:rsidR="00134B66">
        <w:rPr>
          <w:rtl/>
        </w:rPr>
        <w:t>(لغتنامه دهخدا</w:t>
      </w:r>
      <w:r w:rsidR="00E275C9">
        <w:rPr>
          <w:rtl/>
        </w:rPr>
        <w:t xml:space="preserve">، </w:t>
      </w:r>
      <w:r w:rsidR="00134B66">
        <w:rPr>
          <w:rtl/>
        </w:rPr>
        <w:t>حرف «خ»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606</w:t>
      </w:r>
      <w:r w:rsidR="00134B66"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در «اسدالغابه» آمده است كه «وائل بن حجر حضرمى» را همراه «حجر بن عدى كندى» شه</w:t>
      </w:r>
      <w:r w:rsidR="00E275C9">
        <w:rPr>
          <w:rtl/>
        </w:rPr>
        <w:t>ی</w:t>
      </w:r>
      <w:r>
        <w:rPr>
          <w:rtl/>
        </w:rPr>
        <w:t>د كردند (اسدالغابه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1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461</w:t>
      </w:r>
      <w:r>
        <w:rPr>
          <w:rtl/>
        </w:rPr>
        <w:t xml:space="preserve">) مسلّما او </w:t>
      </w:r>
      <w:r w:rsidR="00E275C9">
        <w:rPr>
          <w:rtl/>
        </w:rPr>
        <w:t>ی</w:t>
      </w:r>
      <w:r>
        <w:rPr>
          <w:rtl/>
        </w:rPr>
        <w:t>كى از ا</w:t>
      </w:r>
      <w:r w:rsidR="00E275C9">
        <w:rPr>
          <w:rtl/>
        </w:rPr>
        <w:t>ی</w:t>
      </w:r>
      <w:r>
        <w:rPr>
          <w:rtl/>
        </w:rPr>
        <w:t>شان بوده است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lastRenderedPageBreak/>
        <w:t>در مورد ا</w:t>
      </w:r>
      <w:r w:rsidR="00E275C9">
        <w:rPr>
          <w:rtl/>
        </w:rPr>
        <w:t>ی</w:t>
      </w:r>
      <w:r>
        <w:rPr>
          <w:rtl/>
        </w:rPr>
        <w:t>شان نتوانستم اطلاعات ب</w:t>
      </w:r>
      <w:r w:rsidR="00E275C9">
        <w:rPr>
          <w:rtl/>
        </w:rPr>
        <w:t>ی</w:t>
      </w:r>
      <w:r>
        <w:rPr>
          <w:rtl/>
        </w:rPr>
        <w:t>شترى به دست آورم</w:t>
      </w:r>
      <w:r w:rsidR="00E275C9">
        <w:rPr>
          <w:rtl/>
        </w:rPr>
        <w:t xml:space="preserve">، </w:t>
      </w:r>
      <w:r>
        <w:rPr>
          <w:rtl/>
        </w:rPr>
        <w:t>آنچه مسلّم است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ران</w:t>
      </w:r>
      <w:r w:rsidR="00E275C9">
        <w:rPr>
          <w:rtl/>
        </w:rPr>
        <w:t>ی</w:t>
      </w:r>
      <w:r>
        <w:rPr>
          <w:rtl/>
        </w:rPr>
        <w:t xml:space="preserve">ان طرفدار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بوده اند</w:t>
      </w:r>
      <w:r w:rsidR="00E275C9">
        <w:rPr>
          <w:rtl/>
        </w:rPr>
        <w:t xml:space="preserve">؛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را معاو</w:t>
      </w:r>
      <w:r w:rsidR="00E275C9">
        <w:rPr>
          <w:rtl/>
        </w:rPr>
        <w:t>ی</w:t>
      </w:r>
      <w:r>
        <w:rPr>
          <w:rtl/>
        </w:rPr>
        <w:t>ه به پسر ز</w:t>
      </w:r>
      <w:r w:rsidR="00E275C9">
        <w:rPr>
          <w:rtl/>
        </w:rPr>
        <w:t>ی</w:t>
      </w:r>
      <w:r>
        <w:rPr>
          <w:rtl/>
        </w:rPr>
        <w:t>اد مى نو</w:t>
      </w:r>
      <w:r w:rsidR="00E275C9">
        <w:rPr>
          <w:rtl/>
        </w:rPr>
        <w:t>ی</w:t>
      </w:r>
      <w:r>
        <w:rPr>
          <w:rtl/>
        </w:rPr>
        <w:t>سد</w:t>
      </w:r>
      <w:r w:rsidR="00E275C9">
        <w:rPr>
          <w:rtl/>
        </w:rPr>
        <w:t xml:space="preserve">: </w:t>
      </w:r>
      <w:r>
        <w:rPr>
          <w:rtl/>
        </w:rPr>
        <w:t>«نسبت به ا</w:t>
      </w:r>
      <w:r w:rsidR="00E275C9">
        <w:rPr>
          <w:rtl/>
        </w:rPr>
        <w:t>ی</w:t>
      </w:r>
      <w:r>
        <w:rPr>
          <w:rtl/>
        </w:rPr>
        <w:t>ران</w:t>
      </w:r>
      <w:r w:rsidR="00E275C9">
        <w:rPr>
          <w:rtl/>
        </w:rPr>
        <w:t>ی</w:t>
      </w:r>
      <w:r>
        <w:rPr>
          <w:rtl/>
        </w:rPr>
        <w:t>ان سختگ</w:t>
      </w:r>
      <w:r w:rsidR="00E275C9">
        <w:rPr>
          <w:rtl/>
        </w:rPr>
        <w:t>ی</w:t>
      </w:r>
      <w:r>
        <w:rPr>
          <w:rtl/>
        </w:rPr>
        <w:t>رى كن</w:t>
      </w:r>
      <w:r w:rsidR="00E275C9">
        <w:rPr>
          <w:rtl/>
        </w:rPr>
        <w:t xml:space="preserve">، </w:t>
      </w:r>
      <w:r>
        <w:rPr>
          <w:rtl/>
        </w:rPr>
        <w:t>موالى و آنانكه از ا</w:t>
      </w:r>
      <w:r w:rsidR="00E275C9">
        <w:rPr>
          <w:rtl/>
        </w:rPr>
        <w:t>ی</w:t>
      </w:r>
      <w:r>
        <w:rPr>
          <w:rtl/>
        </w:rPr>
        <w:t>ران</w:t>
      </w:r>
      <w:r w:rsidR="00E275C9">
        <w:rPr>
          <w:rtl/>
        </w:rPr>
        <w:t>ی</w:t>
      </w:r>
      <w:r>
        <w:rPr>
          <w:rtl/>
        </w:rPr>
        <w:t>ان و عجم هستند را تحت نظر بگ</w:t>
      </w:r>
      <w:r w:rsidR="00E275C9">
        <w:rPr>
          <w:rtl/>
        </w:rPr>
        <w:t>ی</w:t>
      </w:r>
      <w:r>
        <w:rPr>
          <w:rtl/>
        </w:rPr>
        <w:t>ر و خوار و پست بشمار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ران</w:t>
      </w:r>
      <w:r w:rsidR="00E275C9">
        <w:rPr>
          <w:rtl/>
        </w:rPr>
        <w:t>ی</w:t>
      </w:r>
      <w:r>
        <w:rPr>
          <w:rtl/>
        </w:rPr>
        <w:t>ان نبا</w:t>
      </w:r>
      <w:r w:rsidR="00E275C9">
        <w:rPr>
          <w:rtl/>
        </w:rPr>
        <w:t>ی</w:t>
      </w:r>
      <w:r>
        <w:rPr>
          <w:rtl/>
        </w:rPr>
        <w:t>د از عرب زن بگ</w:t>
      </w:r>
      <w:r w:rsidR="00E275C9">
        <w:rPr>
          <w:rtl/>
        </w:rPr>
        <w:t>ی</w:t>
      </w:r>
      <w:r>
        <w:rPr>
          <w:rtl/>
        </w:rPr>
        <w:t>رند</w:t>
      </w:r>
      <w:r w:rsidR="00E275C9">
        <w:rPr>
          <w:rtl/>
        </w:rPr>
        <w:t xml:space="preserve">! </w:t>
      </w:r>
      <w:r>
        <w:rPr>
          <w:rtl/>
        </w:rPr>
        <w:t>ه</w:t>
      </w:r>
      <w:r w:rsidR="00E275C9">
        <w:rPr>
          <w:rtl/>
        </w:rPr>
        <w:t>ی</w:t>
      </w:r>
      <w:r>
        <w:rPr>
          <w:rtl/>
        </w:rPr>
        <w:t>چ</w:t>
      </w:r>
      <w:r w:rsidR="00E275C9">
        <w:rPr>
          <w:rtl/>
        </w:rPr>
        <w:t>ی</w:t>
      </w:r>
      <w:r>
        <w:rPr>
          <w:rtl/>
        </w:rPr>
        <w:t>ك نبا</w:t>
      </w:r>
      <w:r w:rsidR="00E275C9">
        <w:rPr>
          <w:rtl/>
        </w:rPr>
        <w:t>ی</w:t>
      </w:r>
      <w:r>
        <w:rPr>
          <w:rtl/>
        </w:rPr>
        <w:t>د در نماز جماعت بر عرب امامت كنند</w:t>
      </w:r>
      <w:r w:rsidR="00E275C9">
        <w:rPr>
          <w:rtl/>
        </w:rPr>
        <w:t xml:space="preserve">! </w:t>
      </w:r>
      <w:r>
        <w:rPr>
          <w:rtl/>
        </w:rPr>
        <w:t>و</w:t>
      </w:r>
      <w:r w:rsidR="00E275C9">
        <w:rPr>
          <w:rtl/>
        </w:rPr>
        <w:t xml:space="preserve">... </w:t>
      </w:r>
      <w:r>
        <w:rPr>
          <w:rtl/>
        </w:rPr>
        <w:t>»</w:t>
      </w:r>
      <w:r w:rsidR="00E275C9">
        <w:rPr>
          <w:rtl/>
        </w:rPr>
        <w:t xml:space="preserve">، </w:t>
      </w:r>
      <w:r>
        <w:rPr>
          <w:rtl/>
        </w:rPr>
        <w:t>(زندگى حضرت ابى عبداللّه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1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192</w:t>
      </w:r>
      <w:r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 xml:space="preserve">در مورد سر مبارك حضرت ابى عبداللّه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در خانه خولى</w:t>
      </w:r>
      <w:r w:rsidR="00E275C9">
        <w:rPr>
          <w:rtl/>
        </w:rPr>
        <w:t xml:space="preserve">، </w:t>
      </w:r>
      <w:r>
        <w:rPr>
          <w:rtl/>
        </w:rPr>
        <w:t>نوشته اند</w:t>
      </w:r>
      <w:r w:rsidR="00E275C9">
        <w:rPr>
          <w:rtl/>
        </w:rPr>
        <w:t xml:space="preserve">: </w:t>
      </w:r>
      <w:r>
        <w:rPr>
          <w:rtl/>
        </w:rPr>
        <w:t>وقتى زن حضرم</w:t>
      </w:r>
      <w:r w:rsidR="00E275C9">
        <w:rPr>
          <w:rtl/>
        </w:rPr>
        <w:t>ی</w:t>
      </w:r>
      <w:r>
        <w:rPr>
          <w:rtl/>
        </w:rPr>
        <w:t>ه او براى نماز شب از حجره ب</w:t>
      </w:r>
      <w:r w:rsidR="00E275C9">
        <w:rPr>
          <w:rtl/>
        </w:rPr>
        <w:t>ی</w:t>
      </w:r>
      <w:r>
        <w:rPr>
          <w:rtl/>
        </w:rPr>
        <w:t>رون رفت</w:t>
      </w:r>
      <w:r w:rsidR="00E275C9">
        <w:rPr>
          <w:rtl/>
        </w:rPr>
        <w:t xml:space="preserve">، </w:t>
      </w:r>
      <w:r>
        <w:rPr>
          <w:rtl/>
        </w:rPr>
        <w:t>نورى در خانه د</w:t>
      </w:r>
      <w:r w:rsidR="00E275C9">
        <w:rPr>
          <w:rtl/>
        </w:rPr>
        <w:t>ی</w:t>
      </w:r>
      <w:r>
        <w:rPr>
          <w:rtl/>
        </w:rPr>
        <w:t>د كه مرغان سف</w:t>
      </w:r>
      <w:r w:rsidR="00E275C9">
        <w:rPr>
          <w:rtl/>
        </w:rPr>
        <w:t>ی</w:t>
      </w:r>
      <w:r>
        <w:rPr>
          <w:rtl/>
        </w:rPr>
        <w:t>د در اطراف آن در حركتند</w:t>
      </w:r>
      <w:r w:rsidR="00E275C9">
        <w:rPr>
          <w:rtl/>
        </w:rPr>
        <w:t xml:space="preserve">، </w:t>
      </w:r>
      <w:r>
        <w:rPr>
          <w:rtl/>
        </w:rPr>
        <w:t>نزد</w:t>
      </w:r>
      <w:r w:rsidR="00E275C9">
        <w:rPr>
          <w:rtl/>
        </w:rPr>
        <w:t>ی</w:t>
      </w:r>
      <w:r>
        <w:rPr>
          <w:rtl/>
        </w:rPr>
        <w:t>ك رفت</w:t>
      </w:r>
      <w:r w:rsidR="00E275C9">
        <w:rPr>
          <w:rtl/>
        </w:rPr>
        <w:t xml:space="preserve">، </w:t>
      </w:r>
      <w:r>
        <w:rPr>
          <w:rtl/>
        </w:rPr>
        <w:t>سر را برداشت و بوس</w:t>
      </w:r>
      <w:r w:rsidR="00E275C9">
        <w:rPr>
          <w:rtl/>
        </w:rPr>
        <w:t>ی</w:t>
      </w:r>
      <w:r>
        <w:rPr>
          <w:rtl/>
        </w:rPr>
        <w:t>د و احترام كرد آن زن به شوهرش گفت</w:t>
      </w:r>
      <w:r w:rsidR="00E275C9">
        <w:rPr>
          <w:rtl/>
        </w:rPr>
        <w:t xml:space="preserve">: </w:t>
      </w:r>
      <w:r>
        <w:rPr>
          <w:rtl/>
        </w:rPr>
        <w:t>واى بر تو</w:t>
      </w:r>
      <w:r w:rsidR="00E275C9">
        <w:rPr>
          <w:rtl/>
        </w:rPr>
        <w:t xml:space="preserve">! </w:t>
      </w:r>
      <w:r>
        <w:rPr>
          <w:rtl/>
        </w:rPr>
        <w:t>با سر بر</w:t>
      </w:r>
      <w:r w:rsidR="00E275C9">
        <w:rPr>
          <w:rtl/>
        </w:rPr>
        <w:t>ی</w:t>
      </w:r>
      <w:r>
        <w:rPr>
          <w:rtl/>
        </w:rPr>
        <w:t>ده پسر پ</w:t>
      </w:r>
      <w:r w:rsidR="00E275C9">
        <w:rPr>
          <w:rtl/>
        </w:rPr>
        <w:t>ی</w:t>
      </w:r>
      <w:r>
        <w:rPr>
          <w:rtl/>
        </w:rPr>
        <w:t>غمبر خدا آمده اى</w:t>
      </w:r>
      <w:r w:rsidR="00E275C9">
        <w:rPr>
          <w:rtl/>
        </w:rPr>
        <w:t xml:space="preserve">! </w:t>
      </w:r>
      <w:r>
        <w:rPr>
          <w:rtl/>
        </w:rPr>
        <w:t>آنگاه</w:t>
      </w:r>
      <w:r w:rsidR="00E275C9">
        <w:rPr>
          <w:rtl/>
        </w:rPr>
        <w:t xml:space="preserve">، </w:t>
      </w:r>
      <w:r>
        <w:rPr>
          <w:rtl/>
        </w:rPr>
        <w:t>سر را تا صبح كنار سجاده خود نهاد و بر او اشك ر</w:t>
      </w:r>
      <w:r w:rsidR="00E275C9">
        <w:rPr>
          <w:rtl/>
        </w:rPr>
        <w:t>ی</w:t>
      </w:r>
      <w:r>
        <w:rPr>
          <w:rtl/>
        </w:rPr>
        <w:t>خت</w:t>
      </w:r>
      <w:r w:rsidR="00E275C9">
        <w:rPr>
          <w:rtl/>
        </w:rPr>
        <w:t xml:space="preserve">، </w:t>
      </w:r>
      <w:r>
        <w:rPr>
          <w:rtl/>
        </w:rPr>
        <w:t>روز بعد هم از آن خانه ب</w:t>
      </w:r>
      <w:r w:rsidR="00E275C9">
        <w:rPr>
          <w:rtl/>
        </w:rPr>
        <w:t>ی</w:t>
      </w:r>
      <w:r>
        <w:rPr>
          <w:rtl/>
        </w:rPr>
        <w:t>رون رفت و د</w:t>
      </w:r>
      <w:r w:rsidR="00E275C9">
        <w:rPr>
          <w:rtl/>
        </w:rPr>
        <w:t>ی</w:t>
      </w:r>
      <w:r>
        <w:rPr>
          <w:rtl/>
        </w:rPr>
        <w:t>گر برنگشت</w:t>
      </w:r>
      <w:r w:rsidR="00E275C9">
        <w:rPr>
          <w:rtl/>
        </w:rPr>
        <w:t xml:space="preserve">. </w:t>
      </w:r>
      <w:r>
        <w:rPr>
          <w:rtl/>
        </w:rPr>
        <w:t>(زندگانى حضرت ابى عبداللّه الحس</w:t>
      </w:r>
      <w:r w:rsidR="00E275C9">
        <w:rPr>
          <w:rtl/>
        </w:rPr>
        <w:t>ی</w:t>
      </w:r>
      <w:r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1</w:t>
      </w:r>
      <w:r w:rsidR="00E275C9">
        <w:rPr>
          <w:rtl/>
        </w:rPr>
        <w:t xml:space="preserve">، </w:t>
      </w:r>
      <w:r>
        <w:rPr>
          <w:rtl/>
        </w:rPr>
        <w:t>ص</w:t>
      </w:r>
      <w:r w:rsidR="00E275C9">
        <w:rPr>
          <w:rtl/>
        </w:rPr>
        <w:t xml:space="preserve"> </w:t>
      </w:r>
      <w:r w:rsidR="00883263">
        <w:rPr>
          <w:rtl/>
        </w:rPr>
        <w:t>130</w:t>
      </w:r>
      <w:r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از ا</w:t>
      </w:r>
      <w:r w:rsidR="00E275C9">
        <w:rPr>
          <w:rtl/>
        </w:rPr>
        <w:t>ی</w:t>
      </w:r>
      <w:r>
        <w:rPr>
          <w:rtl/>
        </w:rPr>
        <w:t>ن قض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، </w:t>
      </w:r>
      <w:r>
        <w:rPr>
          <w:rtl/>
        </w:rPr>
        <w:t>چن</w:t>
      </w:r>
      <w:r w:rsidR="00E275C9">
        <w:rPr>
          <w:rtl/>
        </w:rPr>
        <w:t>ی</w:t>
      </w:r>
      <w:r>
        <w:rPr>
          <w:rtl/>
        </w:rPr>
        <w:t>ن برمى آ</w:t>
      </w:r>
      <w:r w:rsidR="00E275C9">
        <w:rPr>
          <w:rtl/>
        </w:rPr>
        <w:t>ی</w:t>
      </w:r>
      <w:r>
        <w:rPr>
          <w:rtl/>
        </w:rPr>
        <w:t>د كه «حضرم</w:t>
      </w:r>
      <w:r w:rsidR="00E275C9">
        <w:rPr>
          <w:rtl/>
        </w:rPr>
        <w:t>ی</w:t>
      </w:r>
      <w:r>
        <w:rPr>
          <w:rtl/>
        </w:rPr>
        <w:t>ان» داراى ا</w:t>
      </w:r>
      <w:r w:rsidR="00E275C9">
        <w:rPr>
          <w:rtl/>
        </w:rPr>
        <w:t>ی</w:t>
      </w:r>
      <w:r>
        <w:rPr>
          <w:rtl/>
        </w:rPr>
        <w:t>مانى سرشار و ولا</w:t>
      </w:r>
      <w:r w:rsidR="00E275C9">
        <w:rPr>
          <w:rtl/>
        </w:rPr>
        <w:t>ی</w:t>
      </w:r>
      <w:r>
        <w:rPr>
          <w:rtl/>
        </w:rPr>
        <w:t>تى قوى بوده اند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10</w:t>
      </w:r>
      <w:r w:rsidR="00134B66">
        <w:rPr>
          <w:rtl/>
        </w:rPr>
        <w:t xml:space="preserve"> «م</w:t>
      </w:r>
      <w:r w:rsidR="00E275C9">
        <w:rPr>
          <w:rtl/>
        </w:rPr>
        <w:t>ی</w:t>
      </w:r>
      <w:r w:rsidR="00134B66">
        <w:rPr>
          <w:rtl/>
        </w:rPr>
        <w:t xml:space="preserve">ثم بن </w:t>
      </w:r>
      <w:r w:rsidR="00E275C9">
        <w:rPr>
          <w:rtl/>
        </w:rPr>
        <w:t>ی</w:t>
      </w:r>
      <w:r w:rsidR="00134B66">
        <w:rPr>
          <w:rtl/>
        </w:rPr>
        <w:t>ح</w:t>
      </w:r>
      <w:r w:rsidR="00E275C9">
        <w:rPr>
          <w:rtl/>
        </w:rPr>
        <w:t>ی</w:t>
      </w:r>
      <w:r w:rsidR="00134B66">
        <w:rPr>
          <w:rtl/>
        </w:rPr>
        <w:t>ى التمار»</w:t>
      </w:r>
      <w:r w:rsidR="00E275C9">
        <w:rPr>
          <w:rtl/>
        </w:rPr>
        <w:t xml:space="preserve">: </w:t>
      </w:r>
      <w:r w:rsidR="00134B66">
        <w:rPr>
          <w:rtl/>
        </w:rPr>
        <w:t>او خط</w:t>
      </w:r>
      <w:r w:rsidR="00E275C9">
        <w:rPr>
          <w:rtl/>
        </w:rPr>
        <w:t>ی</w:t>
      </w:r>
      <w:r w:rsidR="00134B66">
        <w:rPr>
          <w:rtl/>
        </w:rPr>
        <w:t>ب و متكلم ش</w:t>
      </w:r>
      <w:r w:rsidR="00E275C9">
        <w:rPr>
          <w:rtl/>
        </w:rPr>
        <w:t>ی</w:t>
      </w:r>
      <w:r w:rsidR="00134B66">
        <w:rPr>
          <w:rtl/>
        </w:rPr>
        <w:t xml:space="preserve">عه در كوفه و از </w:t>
      </w:r>
      <w:r w:rsidR="00E275C9">
        <w:rPr>
          <w:rtl/>
        </w:rPr>
        <w:t>ی</w:t>
      </w:r>
      <w:r w:rsidR="00134B66">
        <w:rPr>
          <w:rtl/>
        </w:rPr>
        <w:t xml:space="preserve">اران حضرت 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بود</w:t>
      </w:r>
      <w:r w:rsidR="00E275C9">
        <w:rPr>
          <w:rtl/>
        </w:rPr>
        <w:t xml:space="preserve">. </w:t>
      </w:r>
      <w:r w:rsidR="00134B66">
        <w:rPr>
          <w:rtl/>
        </w:rPr>
        <w:t>تفس</w:t>
      </w:r>
      <w:r w:rsidR="00E275C9">
        <w:rPr>
          <w:rtl/>
        </w:rPr>
        <w:t>ی</w:t>
      </w:r>
      <w:r w:rsidR="00134B66">
        <w:rPr>
          <w:rtl/>
        </w:rPr>
        <w:t>ر قرآن را از مولاى خو</w:t>
      </w:r>
      <w:r w:rsidR="00E275C9">
        <w:rPr>
          <w:rtl/>
        </w:rPr>
        <w:t>ی</w:t>
      </w:r>
      <w:r w:rsidR="00134B66">
        <w:rPr>
          <w:rtl/>
        </w:rPr>
        <w:t>ش</w:t>
      </w:r>
      <w:r w:rsidR="00E275C9">
        <w:rPr>
          <w:rtl/>
        </w:rPr>
        <w:t xml:space="preserve"> </w:t>
      </w:r>
      <w:r w:rsidR="00134B66">
        <w:rPr>
          <w:rtl/>
        </w:rPr>
        <w:t>آموخت</w:t>
      </w:r>
      <w:r w:rsidR="00E275C9">
        <w:rPr>
          <w:rtl/>
        </w:rPr>
        <w:t xml:space="preserve">. </w:t>
      </w:r>
      <w:r w:rsidR="00134B66">
        <w:rPr>
          <w:rtl/>
        </w:rPr>
        <w:t>وى در همان سالى كه او را به شهادت رسان</w:t>
      </w:r>
      <w:r w:rsidR="00E275C9">
        <w:rPr>
          <w:rtl/>
        </w:rPr>
        <w:t>ی</w:t>
      </w:r>
      <w:r w:rsidR="00134B66">
        <w:rPr>
          <w:rtl/>
        </w:rPr>
        <w:t>دند</w:t>
      </w:r>
      <w:r w:rsidR="00E275C9">
        <w:rPr>
          <w:rtl/>
        </w:rPr>
        <w:t xml:space="preserve">، </w:t>
      </w:r>
      <w:r w:rsidR="00134B66">
        <w:rPr>
          <w:rtl/>
        </w:rPr>
        <w:t>به مكه رفت</w:t>
      </w:r>
      <w:r w:rsidR="00E275C9">
        <w:rPr>
          <w:rtl/>
        </w:rPr>
        <w:t xml:space="preserve">، </w:t>
      </w:r>
      <w:r w:rsidR="00134B66">
        <w:rPr>
          <w:rtl/>
        </w:rPr>
        <w:t>وقتى «ام سلمه» او را د</w:t>
      </w:r>
      <w:r w:rsidR="00E275C9">
        <w:rPr>
          <w:rtl/>
        </w:rPr>
        <w:t>ی</w:t>
      </w:r>
      <w:r w:rsidR="00134B66">
        <w:rPr>
          <w:rtl/>
        </w:rPr>
        <w:t>د و شناخت</w:t>
      </w:r>
      <w:r w:rsidR="00E275C9">
        <w:rPr>
          <w:rtl/>
        </w:rPr>
        <w:t xml:space="preserve">، </w:t>
      </w:r>
      <w:r w:rsidR="00134B66">
        <w:rPr>
          <w:rtl/>
        </w:rPr>
        <w:t>گفت</w:t>
      </w:r>
      <w:r w:rsidR="00E275C9">
        <w:rPr>
          <w:rtl/>
        </w:rPr>
        <w:t xml:space="preserve">: </w:t>
      </w:r>
      <w:r w:rsidR="00134B66">
        <w:rPr>
          <w:rtl/>
        </w:rPr>
        <w:t>«سبحان اللّه</w:t>
      </w:r>
      <w:r w:rsidR="00E275C9">
        <w:rPr>
          <w:rtl/>
        </w:rPr>
        <w:t xml:space="preserve">! </w:t>
      </w:r>
      <w:r w:rsidR="00134B66">
        <w:rPr>
          <w:rtl/>
        </w:rPr>
        <w:t>به خدا سوگند</w:t>
      </w:r>
      <w:r w:rsidR="00E275C9">
        <w:rPr>
          <w:rtl/>
        </w:rPr>
        <w:t xml:space="preserve">! </w:t>
      </w:r>
      <w:r w:rsidR="00134B66">
        <w:rPr>
          <w:rtl/>
        </w:rPr>
        <w:t>شب هنگام بود كه شن</w:t>
      </w:r>
      <w:r w:rsidR="00E275C9">
        <w:rPr>
          <w:rtl/>
        </w:rPr>
        <w:t>ی</w:t>
      </w:r>
      <w:r w:rsidR="00134B66">
        <w:rPr>
          <w:rtl/>
        </w:rPr>
        <w:t xml:space="preserve">دم رسول خدا </w:t>
      </w:r>
      <w:r>
        <w:rPr>
          <w:rtl/>
        </w:rPr>
        <w:t>9</w:t>
      </w:r>
      <w:r w:rsidR="00134B66">
        <w:rPr>
          <w:rtl/>
        </w:rPr>
        <w:t xml:space="preserve"> سفارش تو را به على مى كرد»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وقتى به عراق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ابن ز</w:t>
      </w:r>
      <w:r w:rsidR="00E275C9">
        <w:rPr>
          <w:rtl/>
        </w:rPr>
        <w:t>ی</w:t>
      </w:r>
      <w:r>
        <w:rPr>
          <w:rtl/>
        </w:rPr>
        <w:t>اد</w:t>
      </w:r>
      <w:r w:rsidR="00E275C9">
        <w:rPr>
          <w:rtl/>
        </w:rPr>
        <w:t xml:space="preserve">، </w:t>
      </w:r>
      <w:r>
        <w:rPr>
          <w:rtl/>
        </w:rPr>
        <w:t>او و مختار بن ابوعب</w:t>
      </w:r>
      <w:r w:rsidR="00E275C9">
        <w:rPr>
          <w:rtl/>
        </w:rPr>
        <w:t>ی</w:t>
      </w:r>
      <w:r>
        <w:rPr>
          <w:rtl/>
        </w:rPr>
        <w:t>د ثقفى را زندانى كرد</w:t>
      </w:r>
      <w:r w:rsidR="00E275C9">
        <w:rPr>
          <w:rtl/>
        </w:rPr>
        <w:t xml:space="preserve">، </w:t>
      </w:r>
      <w:r>
        <w:rPr>
          <w:rtl/>
        </w:rPr>
        <w:t>اندكى قبل از واقعه كربلا</w:t>
      </w:r>
      <w:r w:rsidR="00E275C9">
        <w:rPr>
          <w:rtl/>
        </w:rPr>
        <w:t xml:space="preserve">، </w:t>
      </w:r>
      <w:r>
        <w:rPr>
          <w:rtl/>
        </w:rPr>
        <w:t>ابن ز</w:t>
      </w:r>
      <w:r w:rsidR="00E275C9">
        <w:rPr>
          <w:rtl/>
        </w:rPr>
        <w:t>ی</w:t>
      </w:r>
      <w:r>
        <w:rPr>
          <w:rtl/>
        </w:rPr>
        <w:t>اد</w:t>
      </w:r>
      <w:r w:rsidR="00E275C9">
        <w:rPr>
          <w:rtl/>
        </w:rPr>
        <w:t xml:space="preserve">، </w:t>
      </w:r>
      <w:r>
        <w:rPr>
          <w:rtl/>
        </w:rPr>
        <w:t>دستور داد «م</w:t>
      </w:r>
      <w:r w:rsidR="00E275C9">
        <w:rPr>
          <w:rtl/>
        </w:rPr>
        <w:t>ی</w:t>
      </w:r>
      <w:r>
        <w:rPr>
          <w:rtl/>
        </w:rPr>
        <w:t>ثم» را با مصلوب كردن به نخله خرما و قطع ب</w:t>
      </w:r>
      <w:r w:rsidR="00E275C9">
        <w:rPr>
          <w:rtl/>
        </w:rPr>
        <w:t>ی</w:t>
      </w:r>
      <w:r>
        <w:rPr>
          <w:rtl/>
        </w:rPr>
        <w:t>نى و زبان</w:t>
      </w:r>
      <w:r w:rsidR="00E275C9">
        <w:rPr>
          <w:rtl/>
        </w:rPr>
        <w:t xml:space="preserve">، </w:t>
      </w:r>
      <w:r>
        <w:rPr>
          <w:rtl/>
        </w:rPr>
        <w:t>شه</w:t>
      </w:r>
      <w:r w:rsidR="00E275C9">
        <w:rPr>
          <w:rtl/>
        </w:rPr>
        <w:t>ی</w:t>
      </w:r>
      <w:r>
        <w:rPr>
          <w:rtl/>
        </w:rPr>
        <w:t>د كردند (اع</w:t>
      </w:r>
      <w:r w:rsidR="00E275C9">
        <w:rPr>
          <w:rtl/>
        </w:rPr>
        <w:t>ی</w:t>
      </w:r>
      <w:r>
        <w:rPr>
          <w:rtl/>
        </w:rPr>
        <w:t>ان الش</w:t>
      </w:r>
      <w:r w:rsidR="00E275C9">
        <w:rPr>
          <w:rtl/>
        </w:rPr>
        <w:t>ی</w:t>
      </w:r>
      <w:r>
        <w:rPr>
          <w:rtl/>
        </w:rPr>
        <w:t>عه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10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198</w:t>
      </w:r>
      <w:r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«معروف است كه او از ك</w:t>
      </w:r>
      <w:r w:rsidR="00E275C9">
        <w:rPr>
          <w:rtl/>
        </w:rPr>
        <w:t>ی</w:t>
      </w:r>
      <w:r>
        <w:rPr>
          <w:rtl/>
        </w:rPr>
        <w:t>ف</w:t>
      </w:r>
      <w:r w:rsidR="00E275C9">
        <w:rPr>
          <w:rtl/>
        </w:rPr>
        <w:t>ی</w:t>
      </w:r>
      <w:r>
        <w:rPr>
          <w:rtl/>
        </w:rPr>
        <w:t xml:space="preserve">ت شهادت خود بر اساس فرموده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خبر داده بود»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11</w:t>
      </w:r>
      <w:r w:rsidR="00134B66">
        <w:rPr>
          <w:rtl/>
        </w:rPr>
        <w:t xml:space="preserve"> ز</w:t>
      </w:r>
      <w:r w:rsidR="00E275C9">
        <w:rPr>
          <w:rtl/>
        </w:rPr>
        <w:t>ی</w:t>
      </w:r>
      <w:r w:rsidR="00134B66">
        <w:rPr>
          <w:rtl/>
        </w:rPr>
        <w:t>اد پسر سم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>كن</w:t>
      </w:r>
      <w:r w:rsidR="00E275C9">
        <w:rPr>
          <w:rtl/>
        </w:rPr>
        <w:t>ی</w:t>
      </w:r>
      <w:r w:rsidR="00134B66">
        <w:rPr>
          <w:rtl/>
        </w:rPr>
        <w:t>ز حارث بن كلده طائفى است و چون سم</w:t>
      </w:r>
      <w:r w:rsidR="00E275C9">
        <w:rPr>
          <w:rtl/>
        </w:rPr>
        <w:t>ی</w:t>
      </w:r>
      <w:r w:rsidR="00134B66">
        <w:rPr>
          <w:rtl/>
        </w:rPr>
        <w:t>ه به تبهكارى</w:t>
      </w:r>
      <w:r w:rsidR="00E275C9">
        <w:rPr>
          <w:rtl/>
        </w:rPr>
        <w:t xml:space="preserve">، </w:t>
      </w:r>
      <w:r w:rsidR="00134B66">
        <w:rPr>
          <w:rtl/>
        </w:rPr>
        <w:t>شناخته شده بود</w:t>
      </w:r>
      <w:r w:rsidR="00E275C9">
        <w:rPr>
          <w:rtl/>
        </w:rPr>
        <w:t xml:space="preserve">، </w:t>
      </w:r>
      <w:r w:rsidR="00134B66">
        <w:rPr>
          <w:rtl/>
        </w:rPr>
        <w:t>دو پسر او ز</w:t>
      </w:r>
      <w:r w:rsidR="00E275C9">
        <w:rPr>
          <w:rtl/>
        </w:rPr>
        <w:t>ی</w:t>
      </w:r>
      <w:r w:rsidR="00134B66">
        <w:rPr>
          <w:rtl/>
        </w:rPr>
        <w:t>اد و ابوبكر را حارث به فرزندى نپذ</w:t>
      </w:r>
      <w:r w:rsidR="00E275C9">
        <w:rPr>
          <w:rtl/>
        </w:rPr>
        <w:t>ی</w:t>
      </w:r>
      <w:r w:rsidR="00134B66">
        <w:rPr>
          <w:rtl/>
        </w:rPr>
        <w:t>رفت و از ا</w:t>
      </w:r>
      <w:r w:rsidR="00E275C9">
        <w:rPr>
          <w:rtl/>
        </w:rPr>
        <w:t>ی</w:t>
      </w:r>
      <w:r w:rsidR="00134B66">
        <w:rPr>
          <w:rtl/>
        </w:rPr>
        <w:t>ن رو ز</w:t>
      </w:r>
      <w:r w:rsidR="00E275C9">
        <w:rPr>
          <w:rtl/>
        </w:rPr>
        <w:t>ی</w:t>
      </w:r>
      <w:r w:rsidR="00134B66">
        <w:rPr>
          <w:rtl/>
        </w:rPr>
        <w:t>اد را ز</w:t>
      </w:r>
      <w:r w:rsidR="00E275C9">
        <w:rPr>
          <w:rtl/>
        </w:rPr>
        <w:t>ی</w:t>
      </w:r>
      <w:r w:rsidR="00134B66">
        <w:rPr>
          <w:rtl/>
        </w:rPr>
        <w:t>اد بن اب</w:t>
      </w:r>
      <w:r w:rsidR="00E275C9">
        <w:rPr>
          <w:rtl/>
        </w:rPr>
        <w:t>ی</w:t>
      </w:r>
      <w:r w:rsidR="00134B66">
        <w:rPr>
          <w:rtl/>
        </w:rPr>
        <w:t>ه گفتند</w:t>
      </w:r>
      <w:r w:rsidR="00E275C9">
        <w:rPr>
          <w:rtl/>
        </w:rPr>
        <w:t xml:space="preserve">: </w:t>
      </w:r>
      <w:r w:rsidR="00134B66">
        <w:rPr>
          <w:rtl/>
        </w:rPr>
        <w:t xml:space="preserve">به سال </w:t>
      </w:r>
      <w:r>
        <w:rPr>
          <w:rtl/>
        </w:rPr>
        <w:t>44</w:t>
      </w:r>
      <w:r w:rsidR="00134B66">
        <w:rPr>
          <w:rtl/>
        </w:rPr>
        <w:t xml:space="preserve"> هجرى معاو</w:t>
      </w:r>
      <w:r w:rsidR="00E275C9">
        <w:rPr>
          <w:rtl/>
        </w:rPr>
        <w:t>ی</w:t>
      </w:r>
      <w:r w:rsidR="00134B66">
        <w:rPr>
          <w:rtl/>
        </w:rPr>
        <w:t>ه او را پسر پدر خود خواند و امارت بصره و كوفه را به او داد</w:t>
      </w:r>
      <w:r w:rsidR="00E275C9">
        <w:rPr>
          <w:rtl/>
        </w:rPr>
        <w:t xml:space="preserve">. </w:t>
      </w:r>
      <w:r w:rsidR="00134B66">
        <w:rPr>
          <w:rtl/>
        </w:rPr>
        <w:t>او مردى سفاك بود و بس</w:t>
      </w:r>
      <w:r w:rsidR="00E275C9">
        <w:rPr>
          <w:rtl/>
        </w:rPr>
        <w:t>ی</w:t>
      </w:r>
      <w:r w:rsidR="00134B66">
        <w:rPr>
          <w:rtl/>
        </w:rPr>
        <w:t>ارى از ش</w:t>
      </w:r>
      <w:r w:rsidR="00E275C9">
        <w:rPr>
          <w:rtl/>
        </w:rPr>
        <w:t>ی</w:t>
      </w:r>
      <w:r w:rsidR="00134B66">
        <w:rPr>
          <w:rtl/>
        </w:rPr>
        <w:t>ع</w:t>
      </w:r>
      <w:r w:rsidR="00E275C9">
        <w:rPr>
          <w:rtl/>
        </w:rPr>
        <w:t>ی</w:t>
      </w:r>
      <w:r w:rsidR="00134B66">
        <w:rPr>
          <w:rtl/>
        </w:rPr>
        <w:t>ان را شه</w:t>
      </w:r>
      <w:r w:rsidR="00E275C9">
        <w:rPr>
          <w:rtl/>
        </w:rPr>
        <w:t>ی</w:t>
      </w:r>
      <w:r w:rsidR="00134B66">
        <w:rPr>
          <w:rtl/>
        </w:rPr>
        <w:t>د كرد</w:t>
      </w:r>
      <w:r w:rsidR="00E275C9">
        <w:rPr>
          <w:rtl/>
        </w:rPr>
        <w:t xml:space="preserve">، </w:t>
      </w:r>
      <w:r w:rsidR="00134B66">
        <w:rPr>
          <w:rtl/>
        </w:rPr>
        <w:t xml:space="preserve">او به سال </w:t>
      </w:r>
      <w:r>
        <w:rPr>
          <w:rtl/>
        </w:rPr>
        <w:t>53</w:t>
      </w:r>
      <w:r w:rsidR="00134B66">
        <w:rPr>
          <w:rtl/>
        </w:rPr>
        <w:t xml:space="preserve"> هجرى مرد</w:t>
      </w:r>
      <w:r w:rsidR="00E275C9">
        <w:rPr>
          <w:rtl/>
        </w:rPr>
        <w:t xml:space="preserve">. </w:t>
      </w:r>
      <w:r w:rsidR="00134B66">
        <w:rPr>
          <w:rtl/>
        </w:rPr>
        <w:t>(مروج الذهب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10</w:t>
      </w:r>
      <w:r w:rsidR="00134B66">
        <w:rPr>
          <w:rtl/>
        </w:rPr>
        <w:t>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12</w:t>
      </w:r>
      <w:r w:rsidR="00134B66">
        <w:rPr>
          <w:rtl/>
        </w:rPr>
        <w:t xml:space="preserve"> بحارالا 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10</w:t>
      </w:r>
      <w:r w:rsidR="00E275C9">
        <w:rPr>
          <w:rtl/>
        </w:rPr>
        <w:t xml:space="preserve">، </w:t>
      </w:r>
      <w:r w:rsidR="00134B66">
        <w:rPr>
          <w:rtl/>
        </w:rPr>
        <w:t xml:space="preserve">بخش </w:t>
      </w:r>
      <w:r>
        <w:rPr>
          <w:rtl/>
        </w:rPr>
        <w:t>27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212</w:t>
      </w:r>
      <w:r w:rsidR="00134B66">
        <w:rPr>
          <w:rtl/>
        </w:rPr>
        <w:t>به بعد</w:t>
      </w:r>
      <w:r w:rsidR="00E275C9">
        <w:rPr>
          <w:rtl/>
        </w:rPr>
        <w:t xml:space="preserve">. </w:t>
      </w:r>
      <w:r w:rsidR="00134B66">
        <w:rPr>
          <w:rtl/>
        </w:rPr>
        <w:t>چاپ جد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44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212</w:t>
      </w:r>
      <w:r w:rsidR="00134B66">
        <w:rPr>
          <w:rtl/>
        </w:rPr>
        <w:t>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13</w:t>
      </w:r>
      <w:r w:rsidR="00134B66">
        <w:rPr>
          <w:rtl/>
        </w:rPr>
        <w:t xml:space="preserve"> 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211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14</w:t>
      </w:r>
      <w:r w:rsidR="00134B66">
        <w:rPr>
          <w:rtl/>
        </w:rPr>
        <w:t xml:space="preserve"> 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44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213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lastRenderedPageBreak/>
        <w:t>15</w:t>
      </w:r>
      <w:r w:rsidR="00134B66">
        <w:rPr>
          <w:rtl/>
        </w:rPr>
        <w:t xml:space="preserve"> پ</w:t>
      </w:r>
      <w:r w:rsidR="00E275C9">
        <w:rPr>
          <w:rtl/>
        </w:rPr>
        <w:t>ی</w:t>
      </w:r>
      <w:r w:rsidR="00134B66">
        <w:rPr>
          <w:rtl/>
        </w:rPr>
        <w:t>داست كه سكوت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در قبال معاو</w:t>
      </w:r>
      <w:r w:rsidR="00E275C9">
        <w:rPr>
          <w:rtl/>
        </w:rPr>
        <w:t>ی</w:t>
      </w:r>
      <w:r w:rsidR="00134B66">
        <w:rPr>
          <w:rtl/>
        </w:rPr>
        <w:t xml:space="preserve">ه به احترام امضاى امام مجتبى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است در ترك مخاصمه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16</w:t>
      </w:r>
      <w:r w:rsidR="00134B66">
        <w:rPr>
          <w:rtl/>
        </w:rPr>
        <w:t xml:space="preserve"> سگبازى و م</w:t>
      </w:r>
      <w:r w:rsidR="00E275C9">
        <w:rPr>
          <w:rtl/>
        </w:rPr>
        <w:t>ی</w:t>
      </w:r>
      <w:r w:rsidR="00134B66">
        <w:rPr>
          <w:rtl/>
        </w:rPr>
        <w:t xml:space="preserve">مون بازى و باده گسارى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را بس</w:t>
      </w:r>
      <w:r w:rsidR="00E275C9">
        <w:rPr>
          <w:rtl/>
        </w:rPr>
        <w:t>ی</w:t>
      </w:r>
      <w:r w:rsidR="00134B66">
        <w:rPr>
          <w:rtl/>
        </w:rPr>
        <w:t>ارى از مورخ</w:t>
      </w:r>
      <w:r w:rsidR="00E275C9">
        <w:rPr>
          <w:rtl/>
        </w:rPr>
        <w:t>ی</w:t>
      </w:r>
      <w:r w:rsidR="00134B66">
        <w:rPr>
          <w:rtl/>
        </w:rPr>
        <w:t>ن در كتب خود ذكر كرده اند كه از آن جمله است مروج الذهب مسعودى</w:t>
      </w:r>
      <w:r w:rsidR="00E275C9">
        <w:rPr>
          <w:rtl/>
        </w:rPr>
        <w:t xml:space="preserve">، </w:t>
      </w:r>
      <w:r w:rsidR="00134B66">
        <w:rPr>
          <w:rtl/>
        </w:rPr>
        <w:t>جلد سوم</w:t>
      </w:r>
      <w:r w:rsidR="00E275C9">
        <w:rPr>
          <w:rtl/>
        </w:rPr>
        <w:t xml:space="preserve">، 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17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اوّل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256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10</w:t>
      </w:r>
      <w:r w:rsidR="00E275C9">
        <w:rPr>
          <w:rtl/>
        </w:rPr>
        <w:t xml:space="preserve">، </w:t>
      </w:r>
      <w:r w:rsidR="00134B66">
        <w:rPr>
          <w:rtl/>
        </w:rPr>
        <w:t>بخش هفتم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226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18</w:t>
      </w:r>
      <w:r w:rsidR="00134B66">
        <w:rPr>
          <w:rtl/>
        </w:rPr>
        <w:t xml:space="preserve"> مادر محمد بنا به نوشته مرحوم محدث قمى</w:t>
      </w:r>
      <w:r w:rsidR="00E275C9">
        <w:rPr>
          <w:rtl/>
        </w:rPr>
        <w:t xml:space="preserve">، </w:t>
      </w:r>
      <w:r w:rsidR="00134B66">
        <w:rPr>
          <w:rtl/>
        </w:rPr>
        <w:t>«خوصاء بنت حفص» از بكر بن وائل است (منتهى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455</w:t>
      </w:r>
      <w:r w:rsidR="00134B66"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و ابن اث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: </w:t>
      </w:r>
      <w:r>
        <w:rPr>
          <w:rtl/>
        </w:rPr>
        <w:t>مادر وى را دختر «خفصة بن ت</w:t>
      </w:r>
      <w:r w:rsidR="00E275C9">
        <w:rPr>
          <w:rtl/>
        </w:rPr>
        <w:t>ی</w:t>
      </w:r>
      <w:r>
        <w:rPr>
          <w:rtl/>
        </w:rPr>
        <w:t>م» مى داند</w:t>
      </w:r>
      <w:r w:rsidR="00E275C9">
        <w:rPr>
          <w:rtl/>
        </w:rPr>
        <w:t xml:space="preserve">. </w:t>
      </w:r>
      <w:r>
        <w:rPr>
          <w:rtl/>
        </w:rPr>
        <w:t>«منتهى الا مال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1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454</w:t>
      </w:r>
      <w:r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ضمنا محمد بن جر</w:t>
      </w:r>
      <w:r w:rsidR="00E275C9">
        <w:rPr>
          <w:rtl/>
        </w:rPr>
        <w:t>ی</w:t>
      </w:r>
      <w:r>
        <w:rPr>
          <w:rtl/>
        </w:rPr>
        <w:t>ر طبرى ن</w:t>
      </w:r>
      <w:r w:rsidR="00E275C9">
        <w:rPr>
          <w:rtl/>
        </w:rPr>
        <w:t>ی</w:t>
      </w:r>
      <w:r>
        <w:rPr>
          <w:rtl/>
        </w:rPr>
        <w:t>ز مادر محمد بن عبداللّه بن جعفر را «خوصاء بنت حفصة بن ثق</w:t>
      </w:r>
      <w:r w:rsidR="00E275C9">
        <w:rPr>
          <w:rtl/>
        </w:rPr>
        <w:t>ی</w:t>
      </w:r>
      <w:r>
        <w:rPr>
          <w:rtl/>
        </w:rPr>
        <w:t>ف» مى داند (تار</w:t>
      </w:r>
      <w:r w:rsidR="00E275C9">
        <w:rPr>
          <w:rtl/>
        </w:rPr>
        <w:t>ی</w:t>
      </w:r>
      <w:r>
        <w:rPr>
          <w:rtl/>
        </w:rPr>
        <w:t>خ طبرى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7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3084</w:t>
      </w:r>
      <w:r w:rsidR="00E275C9">
        <w:rPr>
          <w:rtl/>
        </w:rPr>
        <w:t xml:space="preserve">. </w:t>
      </w:r>
      <w:r>
        <w:rPr>
          <w:rtl/>
        </w:rPr>
        <w:t>زندگانى ابى عبداللّه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2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98</w:t>
      </w:r>
      <w:r>
        <w:rPr>
          <w:rtl/>
        </w:rPr>
        <w:t>) اما در اع</w:t>
      </w:r>
      <w:r w:rsidR="00E275C9">
        <w:rPr>
          <w:rtl/>
        </w:rPr>
        <w:t>ی</w:t>
      </w:r>
      <w:r>
        <w:rPr>
          <w:rtl/>
        </w:rPr>
        <w:t>ان الش</w:t>
      </w:r>
      <w:r w:rsidR="00E275C9">
        <w:rPr>
          <w:rtl/>
        </w:rPr>
        <w:t>ی</w:t>
      </w:r>
      <w:r>
        <w:rPr>
          <w:rtl/>
        </w:rPr>
        <w:t>عه</w:t>
      </w:r>
      <w:r w:rsidR="00E275C9">
        <w:rPr>
          <w:rtl/>
        </w:rPr>
        <w:t xml:space="preserve">، </w:t>
      </w:r>
      <w:r>
        <w:rPr>
          <w:rtl/>
        </w:rPr>
        <w:t>جلد اوّل</w:t>
      </w:r>
      <w:r w:rsidR="00E275C9">
        <w:rPr>
          <w:rtl/>
        </w:rPr>
        <w:t xml:space="preserve">،، </w:t>
      </w:r>
      <w:r>
        <w:rPr>
          <w:rtl/>
        </w:rPr>
        <w:t>هم عون و هم محمّد</w:t>
      </w:r>
      <w:r w:rsidR="00E275C9">
        <w:rPr>
          <w:rtl/>
        </w:rPr>
        <w:t xml:space="preserve">، </w:t>
      </w:r>
      <w:r>
        <w:rPr>
          <w:rtl/>
        </w:rPr>
        <w:t>هردو از فرزندان حضرت ز</w:t>
      </w:r>
      <w:r w:rsidR="00E275C9">
        <w:rPr>
          <w:rtl/>
        </w:rPr>
        <w:t>ی</w:t>
      </w:r>
      <w:r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معرفى شده اند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19</w:t>
      </w:r>
      <w:r w:rsidR="00134B66">
        <w:rPr>
          <w:rtl/>
        </w:rPr>
        <w:t xml:space="preserve"> ابن ز</w:t>
      </w:r>
      <w:r w:rsidR="00E275C9">
        <w:rPr>
          <w:rtl/>
        </w:rPr>
        <w:t>ی</w:t>
      </w:r>
      <w:r w:rsidR="00134B66">
        <w:rPr>
          <w:rtl/>
        </w:rPr>
        <w:t>اد</w:t>
      </w:r>
      <w:r w:rsidR="00E275C9">
        <w:rPr>
          <w:rtl/>
        </w:rPr>
        <w:t xml:space="preserve">، </w:t>
      </w:r>
      <w:r w:rsidR="00134B66">
        <w:rPr>
          <w:rtl/>
        </w:rPr>
        <w:t>عب</w:t>
      </w:r>
      <w:r w:rsidR="00E275C9">
        <w:rPr>
          <w:rtl/>
        </w:rPr>
        <w:t>ی</w:t>
      </w:r>
      <w:r w:rsidR="00134B66">
        <w:rPr>
          <w:rtl/>
        </w:rPr>
        <w:t>داللّه پسر ز</w:t>
      </w:r>
      <w:r w:rsidR="00E275C9">
        <w:rPr>
          <w:rtl/>
        </w:rPr>
        <w:t>ی</w:t>
      </w:r>
      <w:r w:rsidR="00134B66">
        <w:rPr>
          <w:rtl/>
        </w:rPr>
        <w:t>اد بن اب</w:t>
      </w:r>
      <w:r w:rsidR="00E275C9">
        <w:rPr>
          <w:rtl/>
        </w:rPr>
        <w:t>ی</w:t>
      </w:r>
      <w:r w:rsidR="00134B66">
        <w:rPr>
          <w:rtl/>
        </w:rPr>
        <w:t xml:space="preserve">ه است وى به سال </w:t>
      </w:r>
      <w:r>
        <w:rPr>
          <w:rtl/>
        </w:rPr>
        <w:t>54</w:t>
      </w:r>
      <w:r w:rsidR="00134B66">
        <w:rPr>
          <w:rtl/>
        </w:rPr>
        <w:t xml:space="preserve"> هجرى از سوى معاو</w:t>
      </w:r>
      <w:r w:rsidR="00E275C9">
        <w:rPr>
          <w:rtl/>
        </w:rPr>
        <w:t>ی</w:t>
      </w:r>
      <w:r w:rsidR="00134B66">
        <w:rPr>
          <w:rtl/>
        </w:rPr>
        <w:t xml:space="preserve">ه به حكومت خراسان و به سال </w:t>
      </w:r>
      <w:r>
        <w:rPr>
          <w:rtl/>
        </w:rPr>
        <w:t>56</w:t>
      </w:r>
      <w:r w:rsidR="00134B66">
        <w:rPr>
          <w:rtl/>
        </w:rPr>
        <w:t xml:space="preserve"> به حكومت عراق منصوب شد و در سال </w:t>
      </w:r>
      <w:r>
        <w:rPr>
          <w:rtl/>
        </w:rPr>
        <w:t>61</w:t>
      </w:r>
      <w:r w:rsidR="00134B66">
        <w:rPr>
          <w:rtl/>
        </w:rPr>
        <w:t xml:space="preserve"> به دستور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با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جنگ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20</w:t>
      </w:r>
      <w:r w:rsidR="00134B66">
        <w:rPr>
          <w:rtl/>
        </w:rPr>
        <w:t xml:space="preserve"> اگرچه مشهور است كه </w:t>
      </w:r>
      <w:r w:rsidR="00E275C9">
        <w:rPr>
          <w:rtl/>
        </w:rPr>
        <w:t>ی</w:t>
      </w:r>
      <w:r w:rsidR="00134B66">
        <w:rPr>
          <w:rtl/>
        </w:rPr>
        <w:t>اران شه</w:t>
      </w:r>
      <w:r w:rsidR="00E275C9">
        <w:rPr>
          <w:rtl/>
        </w:rPr>
        <w:t>ی</w:t>
      </w:r>
      <w:r w:rsidR="00134B66">
        <w:rPr>
          <w:rtl/>
        </w:rPr>
        <w:t xml:space="preserve">د امام </w:t>
      </w:r>
      <w:r>
        <w:rPr>
          <w:rtl/>
        </w:rPr>
        <w:t>7</w:t>
      </w:r>
      <w:r w:rsidR="00134B66">
        <w:rPr>
          <w:rtl/>
        </w:rPr>
        <w:t xml:space="preserve"> </w:t>
      </w:r>
      <w:r>
        <w:rPr>
          <w:rtl/>
        </w:rPr>
        <w:t>72</w:t>
      </w:r>
      <w:r w:rsidR="00134B66">
        <w:rPr>
          <w:rtl/>
        </w:rPr>
        <w:t xml:space="preserve"> تن بوده اند</w:t>
      </w:r>
      <w:r w:rsidR="00E275C9">
        <w:rPr>
          <w:rtl/>
        </w:rPr>
        <w:t xml:space="preserve">، </w:t>
      </w:r>
      <w:r w:rsidR="00134B66">
        <w:rPr>
          <w:rtl/>
        </w:rPr>
        <w:t>لكن ارباب مقاتل</w:t>
      </w:r>
      <w:r w:rsidR="00E275C9">
        <w:rPr>
          <w:rtl/>
        </w:rPr>
        <w:t xml:space="preserve">، </w:t>
      </w:r>
      <w:r w:rsidR="00134B66">
        <w:rPr>
          <w:rtl/>
        </w:rPr>
        <w:t>تعدادشهداى كربلا را متفاوت ذكر كرده اند كه حداكثر آنان</w:t>
      </w:r>
      <w:r w:rsidR="00E275C9">
        <w:rPr>
          <w:rtl/>
        </w:rPr>
        <w:t xml:space="preserve">، </w:t>
      </w:r>
      <w:r w:rsidR="00134B66">
        <w:rPr>
          <w:rtl/>
        </w:rPr>
        <w:t xml:space="preserve">حدود </w:t>
      </w:r>
      <w:r>
        <w:rPr>
          <w:rtl/>
        </w:rPr>
        <w:t>145</w:t>
      </w:r>
      <w:r w:rsidR="00134B66">
        <w:rPr>
          <w:rtl/>
        </w:rPr>
        <w:t xml:space="preserve"> نفر است</w:t>
      </w:r>
      <w:r w:rsidR="00E275C9">
        <w:rPr>
          <w:rtl/>
        </w:rPr>
        <w:t xml:space="preserve">. </w:t>
      </w:r>
      <w:r w:rsidR="00134B66">
        <w:rPr>
          <w:rtl/>
        </w:rPr>
        <w:t>به طورى كه از بعضى از منابع ن</w:t>
      </w:r>
      <w:r w:rsidR="00E275C9">
        <w:rPr>
          <w:rtl/>
        </w:rPr>
        <w:t>ی</w:t>
      </w:r>
      <w:r w:rsidR="00134B66">
        <w:rPr>
          <w:rtl/>
        </w:rPr>
        <w:t>ز اشاره رفته گو</w:t>
      </w:r>
      <w:r w:rsidR="00E275C9">
        <w:rPr>
          <w:rtl/>
        </w:rPr>
        <w:t>ی</w:t>
      </w:r>
      <w:r w:rsidR="00134B66">
        <w:rPr>
          <w:rtl/>
        </w:rPr>
        <w:t>ا سپاه ابن سعد سر</w:t>
      </w:r>
      <w:r>
        <w:rPr>
          <w:rtl/>
        </w:rPr>
        <w:t>72</w:t>
      </w:r>
      <w:r w:rsidR="00134B66">
        <w:rPr>
          <w:rtl/>
        </w:rPr>
        <w:t xml:space="preserve"> نفر از شهدا را بر ن</w:t>
      </w:r>
      <w:r w:rsidR="00E275C9">
        <w:rPr>
          <w:rtl/>
        </w:rPr>
        <w:t>ی</w:t>
      </w:r>
      <w:r w:rsidR="00134B66">
        <w:rPr>
          <w:rtl/>
        </w:rPr>
        <w:t>زه كرده باشند كه آنان از افراد نامى بوده اند</w:t>
      </w:r>
      <w:r w:rsidR="00E275C9">
        <w:rPr>
          <w:rtl/>
        </w:rPr>
        <w:t xml:space="preserve">. </w:t>
      </w:r>
      <w:r w:rsidR="00134B66">
        <w:rPr>
          <w:rtl/>
        </w:rPr>
        <w:t>«ابن اث</w:t>
      </w:r>
      <w:r w:rsidR="00E275C9">
        <w:rPr>
          <w:rtl/>
        </w:rPr>
        <w:t>ی</w:t>
      </w:r>
      <w:r w:rsidR="00134B66">
        <w:rPr>
          <w:rtl/>
        </w:rPr>
        <w:t>ر» در از جلد سوم كامل خو</w:t>
      </w:r>
      <w:r w:rsidR="00E275C9">
        <w:rPr>
          <w:rtl/>
        </w:rPr>
        <w:t>ی</w:t>
      </w:r>
      <w:r w:rsidR="00134B66">
        <w:rPr>
          <w:rtl/>
        </w:rPr>
        <w:t>ش</w:t>
      </w:r>
      <w:r w:rsidR="00E275C9">
        <w:rPr>
          <w:rtl/>
        </w:rPr>
        <w:t xml:space="preserve">، </w:t>
      </w:r>
      <w:r w:rsidR="00134B66">
        <w:rPr>
          <w:rtl/>
        </w:rPr>
        <w:t>مى نو</w:t>
      </w:r>
      <w:r w:rsidR="00E275C9">
        <w:rPr>
          <w:rtl/>
        </w:rPr>
        <w:t>ی</w:t>
      </w:r>
      <w:r w:rsidR="00134B66">
        <w:rPr>
          <w:rtl/>
        </w:rPr>
        <w:t>سد</w:t>
      </w:r>
      <w:r w:rsidR="00E275C9">
        <w:rPr>
          <w:rtl/>
        </w:rPr>
        <w:t xml:space="preserve">: </w:t>
      </w:r>
      <w:r w:rsidR="00134B66">
        <w:rPr>
          <w:rtl/>
        </w:rPr>
        <w:t xml:space="preserve">«آنان </w:t>
      </w:r>
      <w:r>
        <w:rPr>
          <w:rtl/>
        </w:rPr>
        <w:t>33</w:t>
      </w:r>
      <w:r w:rsidR="00134B66">
        <w:rPr>
          <w:rtl/>
        </w:rPr>
        <w:t xml:space="preserve"> نفر سواره و چهل نفر پ</w:t>
      </w:r>
      <w:r w:rsidR="00E275C9">
        <w:rPr>
          <w:rtl/>
        </w:rPr>
        <w:t>ی</w:t>
      </w:r>
      <w:r w:rsidR="00134B66">
        <w:rPr>
          <w:rtl/>
        </w:rPr>
        <w:t>اده بوده اند»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مسعودى در جلد دوم مروج الذهب</w:t>
      </w:r>
      <w:r w:rsidR="00E275C9">
        <w:rPr>
          <w:rtl/>
        </w:rPr>
        <w:t xml:space="preserve">، </w:t>
      </w:r>
      <w:r>
        <w:rPr>
          <w:rtl/>
        </w:rPr>
        <w:t xml:space="preserve">صفحه </w:t>
      </w:r>
      <w:r w:rsidR="00883263">
        <w:rPr>
          <w:rtl/>
        </w:rPr>
        <w:t>65</w:t>
      </w:r>
      <w:r>
        <w:rPr>
          <w:rtl/>
        </w:rPr>
        <w:t xml:space="preserve"> گو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  <w:r>
        <w:rPr>
          <w:rtl/>
        </w:rPr>
        <w:t>«همه كسانى كه در كربلا شه</w:t>
      </w:r>
      <w:r w:rsidR="00E275C9">
        <w:rPr>
          <w:rtl/>
        </w:rPr>
        <w:t>ی</w:t>
      </w:r>
      <w:r>
        <w:rPr>
          <w:rtl/>
        </w:rPr>
        <w:t>د شدند</w:t>
      </w:r>
      <w:r w:rsidR="00E275C9">
        <w:rPr>
          <w:rtl/>
        </w:rPr>
        <w:t xml:space="preserve">، </w:t>
      </w:r>
      <w:r w:rsidR="00883263">
        <w:rPr>
          <w:rtl/>
        </w:rPr>
        <w:t>87</w:t>
      </w:r>
      <w:r>
        <w:rPr>
          <w:rtl/>
        </w:rPr>
        <w:t xml:space="preserve"> تن بوده اند»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21</w:t>
      </w:r>
      <w:r w:rsidR="00134B66">
        <w:rPr>
          <w:rtl/>
        </w:rPr>
        <w:t xml:space="preserve"> تار</w:t>
      </w:r>
      <w:r w:rsidR="00E275C9">
        <w:rPr>
          <w:rtl/>
        </w:rPr>
        <w:t>ی</w:t>
      </w:r>
      <w:r w:rsidR="00134B66">
        <w:rPr>
          <w:rtl/>
        </w:rPr>
        <w:t>خ طبرى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7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3017</w:t>
      </w:r>
      <w:r w:rsidR="00E275C9">
        <w:rPr>
          <w:rtl/>
        </w:rPr>
        <w:t xml:space="preserve">. </w:t>
      </w:r>
      <w:r w:rsidR="00134B66">
        <w:rPr>
          <w:rtl/>
        </w:rPr>
        <w:t>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106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22</w:t>
      </w:r>
      <w:r w:rsidR="00134B66">
        <w:rPr>
          <w:rtl/>
        </w:rPr>
        <w:t xml:space="preserve"> الملهوف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141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23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حضرت ز</w:t>
      </w:r>
      <w:r w:rsidR="00E275C9">
        <w:rPr>
          <w:rtl/>
        </w:rPr>
        <w:t>ی</w:t>
      </w:r>
      <w:r w:rsidR="00134B66"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از ص </w:t>
      </w:r>
      <w:r>
        <w:rPr>
          <w:rtl/>
        </w:rPr>
        <w:t>208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24</w:t>
      </w:r>
      <w:r w:rsidR="00134B66">
        <w:rPr>
          <w:rtl/>
        </w:rPr>
        <w:t xml:space="preserve"> حماسه عاشورا</w:t>
      </w:r>
      <w:r w:rsidR="00E275C9">
        <w:rPr>
          <w:rtl/>
        </w:rPr>
        <w:t xml:space="preserve">، </w:t>
      </w:r>
      <w:r w:rsidR="00134B66">
        <w:rPr>
          <w:rtl/>
        </w:rPr>
        <w:t>فصل ز</w:t>
      </w:r>
      <w:r w:rsidR="00E275C9">
        <w:rPr>
          <w:rtl/>
        </w:rPr>
        <w:t>ی</w:t>
      </w:r>
      <w:r w:rsidR="00134B66">
        <w:rPr>
          <w:rtl/>
        </w:rPr>
        <w:t>نب كربلا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25</w:t>
      </w:r>
      <w:r w:rsidR="00134B66">
        <w:rPr>
          <w:rtl/>
        </w:rPr>
        <w:t xml:space="preserve"> تار</w:t>
      </w:r>
      <w:r w:rsidR="00E275C9">
        <w:rPr>
          <w:rtl/>
        </w:rPr>
        <w:t>ی</w:t>
      </w:r>
      <w:r w:rsidR="00134B66">
        <w:rPr>
          <w:rtl/>
        </w:rPr>
        <w:t>خ طبرى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7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3060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26</w:t>
      </w:r>
      <w:r w:rsidR="00134B66">
        <w:rPr>
          <w:rtl/>
        </w:rPr>
        <w:t xml:space="preserve"> همان مدرك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3062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lastRenderedPageBreak/>
        <w:t>27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حضرت ز</w:t>
      </w:r>
      <w:r w:rsidR="00E275C9">
        <w:rPr>
          <w:rtl/>
        </w:rPr>
        <w:t>ی</w:t>
      </w:r>
      <w:r w:rsidR="00134B66"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245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28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از ص </w:t>
      </w:r>
      <w:r>
        <w:rPr>
          <w:rtl/>
        </w:rPr>
        <w:t>247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29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حضرت ز</w:t>
      </w:r>
      <w:r w:rsidR="00E275C9">
        <w:rPr>
          <w:rtl/>
        </w:rPr>
        <w:t>ی</w:t>
      </w:r>
      <w:r w:rsidR="00134B66"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258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30</w:t>
      </w:r>
      <w:r w:rsidR="00134B66">
        <w:rPr>
          <w:rtl/>
        </w:rPr>
        <w:t xml:space="preserve"> حضرت 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>عمادزاده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31</w:t>
      </w:r>
      <w:r w:rsidR="00134B66">
        <w:rPr>
          <w:rtl/>
        </w:rPr>
        <w:t xml:space="preserve"> همان مدرك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52</w:t>
      </w:r>
      <w:r w:rsidR="00134B66">
        <w:rPr>
          <w:rtl/>
        </w:rPr>
        <w:t xml:space="preserve"> و </w:t>
      </w:r>
      <w:r>
        <w:rPr>
          <w:rtl/>
        </w:rPr>
        <w:t>53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32</w:t>
      </w:r>
      <w:r w:rsidR="00134B66">
        <w:rPr>
          <w:rtl/>
        </w:rPr>
        <w:t xml:space="preserve"> حضرت 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>عمادزاده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53</w:t>
      </w:r>
      <w:r w:rsidR="00134B66">
        <w:rPr>
          <w:rtl/>
        </w:rPr>
        <w:t xml:space="preserve"> و </w:t>
      </w:r>
      <w:r>
        <w:rPr>
          <w:rtl/>
        </w:rPr>
        <w:t>93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33</w:t>
      </w:r>
      <w:r w:rsidR="00134B66">
        <w:rPr>
          <w:rtl/>
        </w:rPr>
        <w:t xml:space="preserve"> حضرت 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>عمادزاده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53</w:t>
      </w:r>
      <w:r w:rsidR="00134B66">
        <w:rPr>
          <w:rtl/>
        </w:rPr>
        <w:t>و</w:t>
      </w:r>
      <w:r>
        <w:rPr>
          <w:rtl/>
        </w:rPr>
        <w:t>93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34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394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75</w:t>
      </w:r>
      <w:r w:rsidR="00134B66">
        <w:rPr>
          <w:rtl/>
        </w:rPr>
        <w:t xml:space="preserve"> در 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>جلد اول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صفحه </w:t>
      </w:r>
      <w:r>
        <w:rPr>
          <w:rtl/>
        </w:rPr>
        <w:t>610</w:t>
      </w:r>
      <w:r w:rsidR="00E275C9">
        <w:rPr>
          <w:rtl/>
        </w:rPr>
        <w:t xml:space="preserve">، </w:t>
      </w:r>
      <w:r w:rsidR="00134B66">
        <w:rPr>
          <w:rtl/>
        </w:rPr>
        <w:t>تعداد شهدا را سى نفر ذكر كرده است</w:t>
      </w:r>
      <w:r w:rsidR="00E275C9">
        <w:rPr>
          <w:rtl/>
        </w:rPr>
        <w:t xml:space="preserve">. </w:t>
      </w:r>
      <w:r w:rsidR="00134B66">
        <w:rPr>
          <w:rtl/>
        </w:rPr>
        <w:t>و ضمنا «محمد بن عبداللّه جعفر» را ن</w:t>
      </w:r>
      <w:r w:rsidR="00E275C9">
        <w:rPr>
          <w:rtl/>
        </w:rPr>
        <w:t>ی</w:t>
      </w:r>
      <w:r w:rsidR="00134B66">
        <w:rPr>
          <w:rtl/>
        </w:rPr>
        <w:t>ز فرزند حضرت ز</w:t>
      </w:r>
      <w:r w:rsidR="00E275C9">
        <w:rPr>
          <w:rtl/>
        </w:rPr>
        <w:t>ی</w:t>
      </w:r>
      <w:r w:rsidR="00134B66"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 w:rsidR="00134B66">
        <w:rPr>
          <w:rtl/>
        </w:rPr>
        <w:t xml:space="preserve"> مى داند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35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زندگانى حضرت ز</w:t>
      </w:r>
      <w:r w:rsidR="00E275C9">
        <w:rPr>
          <w:rtl/>
        </w:rPr>
        <w:t>ی</w:t>
      </w:r>
      <w:r w:rsidR="00134B66">
        <w:rPr>
          <w:rtl/>
        </w:rPr>
        <w:t>نب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281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484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>س</w:t>
      </w:r>
      <w:r w:rsidR="00E275C9">
        <w:rPr>
          <w:rtl/>
        </w:rPr>
        <w:t>ی</w:t>
      </w:r>
      <w:r w:rsidR="00134B66">
        <w:rPr>
          <w:rtl/>
        </w:rPr>
        <w:t>د بن طاووس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90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36</w:t>
      </w:r>
      <w:r w:rsidR="00134B66">
        <w:rPr>
          <w:rtl/>
        </w:rPr>
        <w:t xml:space="preserve"> مى توان گفت كه بار</w:t>
      </w:r>
      <w:r w:rsidR="00E275C9">
        <w:rPr>
          <w:rtl/>
        </w:rPr>
        <w:t>ی</w:t>
      </w:r>
      <w:r w:rsidR="00134B66">
        <w:rPr>
          <w:rtl/>
        </w:rPr>
        <w:t>دن خون از آسمان در روز شهادت حضرت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به قدرى در كتب موثق ذكر شده كه از بد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>ی</w:t>
      </w:r>
      <w:r w:rsidR="00134B66">
        <w:rPr>
          <w:rtl/>
        </w:rPr>
        <w:t>ات گرد</w:t>
      </w:r>
      <w:r w:rsidR="00E275C9">
        <w:rPr>
          <w:rtl/>
        </w:rPr>
        <w:t>ی</w:t>
      </w:r>
      <w:r w:rsidR="00134B66">
        <w:rPr>
          <w:rtl/>
        </w:rPr>
        <w:t>ده است ما در ا</w:t>
      </w:r>
      <w:r w:rsidR="00E275C9">
        <w:rPr>
          <w:rtl/>
        </w:rPr>
        <w:t>ی</w:t>
      </w:r>
      <w:r w:rsidR="00134B66">
        <w:rPr>
          <w:rtl/>
        </w:rPr>
        <w:t>نجا به چند منبع اكتفا مى كن</w:t>
      </w:r>
      <w:r w:rsidR="00E275C9">
        <w:rPr>
          <w:rtl/>
        </w:rPr>
        <w:t>ی</w:t>
      </w:r>
      <w:r w:rsidR="00134B66">
        <w:rPr>
          <w:rtl/>
        </w:rPr>
        <w:t>م</w:t>
      </w:r>
      <w:r w:rsidR="00E275C9">
        <w:rPr>
          <w:rtl/>
        </w:rPr>
        <w:t xml:space="preserve">. </w:t>
      </w:r>
      <w:r w:rsidR="00134B66">
        <w:rPr>
          <w:rtl/>
        </w:rPr>
        <w:t>مناقب اهل ب</w:t>
      </w:r>
      <w:r w:rsidR="00E275C9">
        <w:rPr>
          <w:rtl/>
        </w:rPr>
        <w:t>ی</w:t>
      </w:r>
      <w:r w:rsidR="00134B66">
        <w:rPr>
          <w:rtl/>
        </w:rPr>
        <w:t>ت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248</w:t>
      </w:r>
      <w:r w:rsidR="00E275C9">
        <w:rPr>
          <w:rtl/>
        </w:rPr>
        <w:t xml:space="preserve">.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</w:t>
      </w:r>
      <w:r w:rsidR="00E275C9">
        <w:rPr>
          <w:rtl/>
        </w:rPr>
        <w:t xml:space="preserve">، </w:t>
      </w:r>
      <w:r w:rsidR="00134B66">
        <w:rPr>
          <w:rtl/>
        </w:rPr>
        <w:t>در هم</w:t>
      </w:r>
      <w:r w:rsidR="00E275C9">
        <w:rPr>
          <w:rtl/>
        </w:rPr>
        <w:t>ی</w:t>
      </w:r>
      <w:r w:rsidR="00134B66">
        <w:rPr>
          <w:rtl/>
        </w:rPr>
        <w:t>ن كتاب</w:t>
      </w:r>
      <w:r w:rsidR="00E275C9">
        <w:rPr>
          <w:rtl/>
        </w:rPr>
        <w:t xml:space="preserve">، </w:t>
      </w:r>
      <w:r w:rsidR="00134B66">
        <w:rPr>
          <w:rtl/>
        </w:rPr>
        <w:t>محقق ارجمند در ذ</w:t>
      </w:r>
      <w:r w:rsidR="00E275C9">
        <w:rPr>
          <w:rtl/>
        </w:rPr>
        <w:t>ی</w:t>
      </w:r>
      <w:r w:rsidR="00134B66">
        <w:rPr>
          <w:rtl/>
        </w:rPr>
        <w:t xml:space="preserve">ل «مطرت السماءُ </w:t>
      </w:r>
      <w:r w:rsidR="00E275C9">
        <w:rPr>
          <w:rtl/>
        </w:rPr>
        <w:t>ی</w:t>
      </w:r>
      <w:r w:rsidR="00134B66">
        <w:rPr>
          <w:rtl/>
        </w:rPr>
        <w:t>وم شهادةَ الحس</w:t>
      </w:r>
      <w:r w:rsidR="00E275C9">
        <w:rPr>
          <w:rtl/>
        </w:rPr>
        <w:t>ی</w:t>
      </w:r>
      <w:r w:rsidR="00134B66">
        <w:rPr>
          <w:rtl/>
        </w:rPr>
        <w:t>ن دما»</w:t>
      </w:r>
      <w:r w:rsidR="00E275C9">
        <w:rPr>
          <w:rtl/>
        </w:rPr>
        <w:t xml:space="preserve">، </w:t>
      </w:r>
      <w:r w:rsidR="00134B66">
        <w:rPr>
          <w:rtl/>
        </w:rPr>
        <w:t>منابع د</w:t>
      </w:r>
      <w:r w:rsidR="00E275C9">
        <w:rPr>
          <w:rtl/>
        </w:rPr>
        <w:t>ی</w:t>
      </w:r>
      <w:r w:rsidR="00134B66">
        <w:rPr>
          <w:rtl/>
        </w:rPr>
        <w:t>گرى را ذكر كرده كه از آن جمله اند</w:t>
      </w:r>
      <w:r w:rsidR="00E275C9">
        <w:rPr>
          <w:rtl/>
        </w:rPr>
        <w:t xml:space="preserve">: </w:t>
      </w:r>
      <w:r w:rsidR="00134B66">
        <w:rPr>
          <w:rtl/>
        </w:rPr>
        <w:t>مقتل الحس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89</w:t>
      </w:r>
      <w:r w:rsidR="00E275C9">
        <w:rPr>
          <w:rtl/>
        </w:rPr>
        <w:t xml:space="preserve">. </w:t>
      </w:r>
      <w:r w:rsidR="00134B66">
        <w:rPr>
          <w:rtl/>
        </w:rPr>
        <w:t>ذخائر العقبى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144</w:t>
      </w:r>
      <w:r w:rsidR="00134B66">
        <w:rPr>
          <w:rtl/>
        </w:rPr>
        <w:t xml:space="preserve"> و </w:t>
      </w:r>
      <w:r>
        <w:rPr>
          <w:rtl/>
        </w:rPr>
        <w:t>145</w:t>
      </w:r>
      <w:r w:rsidR="00134B66">
        <w:rPr>
          <w:rtl/>
        </w:rPr>
        <w:t xml:space="preserve"> و </w:t>
      </w:r>
      <w:r>
        <w:rPr>
          <w:rtl/>
        </w:rPr>
        <w:t>150</w:t>
      </w:r>
      <w:r w:rsidR="00E275C9">
        <w:rPr>
          <w:rtl/>
        </w:rPr>
        <w:t xml:space="preserve">.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دمشق (كما فى منتجه)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339</w:t>
      </w:r>
      <w:r w:rsidR="00E275C9">
        <w:rPr>
          <w:rtl/>
        </w:rPr>
        <w:t xml:space="preserve">. </w:t>
      </w:r>
      <w:r w:rsidR="00134B66">
        <w:rPr>
          <w:rtl/>
        </w:rPr>
        <w:t>الصواعق المحرقة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116</w:t>
      </w:r>
      <w:r w:rsidR="00134B66">
        <w:rPr>
          <w:rtl/>
        </w:rPr>
        <w:t xml:space="preserve"> و </w:t>
      </w:r>
      <w:r>
        <w:rPr>
          <w:rtl/>
        </w:rPr>
        <w:t>192</w:t>
      </w:r>
      <w:r w:rsidR="00E275C9">
        <w:rPr>
          <w:rtl/>
        </w:rPr>
        <w:t xml:space="preserve">، </w:t>
      </w:r>
      <w:r w:rsidR="00134B66">
        <w:rPr>
          <w:rtl/>
        </w:rPr>
        <w:t>الخصائص الكبرى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126</w:t>
      </w:r>
      <w:r w:rsidR="00E275C9">
        <w:rPr>
          <w:rtl/>
        </w:rPr>
        <w:t xml:space="preserve">. </w:t>
      </w:r>
      <w:r w:rsidR="00134B66">
        <w:rPr>
          <w:rtl/>
        </w:rPr>
        <w:t>وس</w:t>
      </w:r>
      <w:r w:rsidR="00E275C9">
        <w:rPr>
          <w:rtl/>
        </w:rPr>
        <w:t>ی</w:t>
      </w:r>
      <w:r w:rsidR="00134B66">
        <w:rPr>
          <w:rtl/>
        </w:rPr>
        <w:t>لة الَّمال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197</w:t>
      </w:r>
      <w:r w:rsidR="00E275C9">
        <w:rPr>
          <w:rtl/>
        </w:rPr>
        <w:t>. ی</w:t>
      </w:r>
      <w:r w:rsidR="00134B66">
        <w:rPr>
          <w:rtl/>
        </w:rPr>
        <w:t>ناب</w:t>
      </w:r>
      <w:r w:rsidR="00E275C9">
        <w:rPr>
          <w:rtl/>
        </w:rPr>
        <w:t>ی</w:t>
      </w:r>
      <w:r w:rsidR="00134B66">
        <w:rPr>
          <w:rtl/>
        </w:rPr>
        <w:t>ع المودة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320</w:t>
      </w:r>
      <w:r w:rsidR="00134B66">
        <w:rPr>
          <w:rtl/>
        </w:rPr>
        <w:t xml:space="preserve"> و </w:t>
      </w:r>
      <w:r>
        <w:rPr>
          <w:rtl/>
        </w:rPr>
        <w:t>356</w:t>
      </w:r>
      <w:r w:rsidR="00E275C9">
        <w:rPr>
          <w:rtl/>
        </w:rPr>
        <w:t xml:space="preserve">. </w:t>
      </w:r>
      <w:r w:rsidR="00134B66">
        <w:rPr>
          <w:rtl/>
        </w:rPr>
        <w:t>نورالابصار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123</w:t>
      </w:r>
      <w:r w:rsidR="00E275C9">
        <w:rPr>
          <w:rtl/>
        </w:rPr>
        <w:t xml:space="preserve">. </w:t>
      </w:r>
      <w:r w:rsidR="00134B66">
        <w:rPr>
          <w:rtl/>
        </w:rPr>
        <w:t>الاتحاف بحب الاشراف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12</w:t>
      </w:r>
      <w:r w:rsidR="00E275C9">
        <w:rPr>
          <w:rtl/>
        </w:rPr>
        <w:t xml:space="preserve">. </w:t>
      </w:r>
      <w:r w:rsidR="00134B66">
        <w:rPr>
          <w:rtl/>
        </w:rPr>
        <w:t>تذكرة الخواص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284</w:t>
      </w:r>
      <w:r w:rsidR="00E275C9">
        <w:rPr>
          <w:rtl/>
        </w:rPr>
        <w:t xml:space="preserve">. </w:t>
      </w:r>
      <w:r w:rsidR="00134B66">
        <w:rPr>
          <w:rtl/>
        </w:rPr>
        <w:t>نظم دررالسمط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220</w:t>
      </w:r>
      <w:r w:rsidR="00E275C9">
        <w:rPr>
          <w:rtl/>
        </w:rPr>
        <w:t xml:space="preserve">. </w:t>
      </w:r>
      <w:r w:rsidR="00134B66">
        <w:rPr>
          <w:rtl/>
        </w:rPr>
        <w:t>احقاق الحق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458</w:t>
      </w:r>
      <w:r w:rsidR="00E275C9">
        <w:rPr>
          <w:rtl/>
        </w:rPr>
        <w:t xml:space="preserve"> </w:t>
      </w:r>
      <w:r>
        <w:rPr>
          <w:rtl/>
        </w:rPr>
        <w:t>462</w:t>
      </w:r>
      <w:r w:rsidR="00E275C9">
        <w:rPr>
          <w:rtl/>
        </w:rPr>
        <w:t xml:space="preserve">.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 </w:t>
      </w:r>
      <w:r w:rsidR="00134B66">
        <w:rPr>
          <w:rtl/>
        </w:rPr>
        <w:t>الاسلام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349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37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زندگانى حضرت ز</w:t>
      </w:r>
      <w:r w:rsidR="00E275C9">
        <w:rPr>
          <w:rtl/>
        </w:rPr>
        <w:t>ی</w:t>
      </w:r>
      <w:r w:rsidR="00134B66"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281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192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458</w:t>
      </w:r>
      <w:r w:rsidR="00E275C9">
        <w:rPr>
          <w:rtl/>
        </w:rPr>
        <w:t xml:space="preserve">. </w:t>
      </w:r>
      <w:r w:rsidR="00134B66">
        <w:rPr>
          <w:rtl/>
        </w:rPr>
        <w:t>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613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108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«س</w:t>
      </w:r>
      <w:r w:rsidR="00E275C9">
        <w:rPr>
          <w:rtl/>
        </w:rPr>
        <w:t>ی</w:t>
      </w:r>
      <w:r w:rsidR="00134B66">
        <w:rPr>
          <w:rtl/>
        </w:rPr>
        <w:t>د بن طاووس» نقل مى كند كه</w:t>
      </w:r>
      <w:r w:rsidR="00E275C9">
        <w:rPr>
          <w:rtl/>
        </w:rPr>
        <w:t xml:space="preserve">: </w:t>
      </w:r>
      <w:r w:rsidR="00134B66">
        <w:rPr>
          <w:rtl/>
        </w:rPr>
        <w:t>«بعد از شن</w:t>
      </w:r>
      <w:r w:rsidR="00E275C9">
        <w:rPr>
          <w:rtl/>
        </w:rPr>
        <w:t>ی</w:t>
      </w:r>
      <w:r w:rsidR="00134B66">
        <w:rPr>
          <w:rtl/>
        </w:rPr>
        <w:t>دن ا</w:t>
      </w:r>
      <w:r w:rsidR="00E275C9">
        <w:rPr>
          <w:rtl/>
        </w:rPr>
        <w:t>ی</w:t>
      </w:r>
      <w:r w:rsidR="00134B66">
        <w:rPr>
          <w:rtl/>
        </w:rPr>
        <w:t>ن سخنان</w:t>
      </w:r>
      <w:r w:rsidR="00E275C9">
        <w:rPr>
          <w:rtl/>
        </w:rPr>
        <w:t xml:space="preserve">، </w:t>
      </w:r>
      <w:r w:rsidR="00134B66">
        <w:rPr>
          <w:rtl/>
        </w:rPr>
        <w:t>پ</w:t>
      </w:r>
      <w:r w:rsidR="00E275C9">
        <w:rPr>
          <w:rtl/>
        </w:rPr>
        <w:t>ی</w:t>
      </w:r>
      <w:r w:rsidR="00134B66">
        <w:rPr>
          <w:rtl/>
        </w:rPr>
        <w:t>رمردى در حالى كه سخت مى گر</w:t>
      </w:r>
      <w:r w:rsidR="00E275C9">
        <w:rPr>
          <w:rtl/>
        </w:rPr>
        <w:t>ی</w:t>
      </w:r>
      <w:r w:rsidR="00134B66">
        <w:rPr>
          <w:rtl/>
        </w:rPr>
        <w:t>ست</w:t>
      </w:r>
      <w:r w:rsidR="00E275C9">
        <w:rPr>
          <w:rtl/>
        </w:rPr>
        <w:t xml:space="preserve">، </w:t>
      </w:r>
      <w:r w:rsidR="00134B66">
        <w:rPr>
          <w:rtl/>
        </w:rPr>
        <w:t>مى گفت</w:t>
      </w:r>
      <w:r w:rsidR="00E275C9">
        <w:rPr>
          <w:rtl/>
        </w:rPr>
        <w:t xml:space="preserve">: </w:t>
      </w:r>
      <w:r w:rsidR="00134B66">
        <w:rPr>
          <w:rtl/>
        </w:rPr>
        <w:t>پدر و مادرم فداى شما باد</w:t>
      </w:r>
      <w:r w:rsidR="00E275C9">
        <w:rPr>
          <w:rtl/>
        </w:rPr>
        <w:t xml:space="preserve">! </w:t>
      </w:r>
      <w:r w:rsidR="00134B66">
        <w:rPr>
          <w:rtl/>
        </w:rPr>
        <w:t>مردان شما بهتر</w:t>
      </w:r>
      <w:r w:rsidR="00E275C9">
        <w:rPr>
          <w:rtl/>
        </w:rPr>
        <w:t>ی</w:t>
      </w:r>
      <w:r w:rsidR="00134B66">
        <w:rPr>
          <w:rtl/>
        </w:rPr>
        <w:t>ن مردان</w:t>
      </w:r>
      <w:r w:rsidR="00E275C9">
        <w:rPr>
          <w:rtl/>
        </w:rPr>
        <w:t xml:space="preserve">، </w:t>
      </w:r>
      <w:r w:rsidR="00134B66">
        <w:rPr>
          <w:rtl/>
        </w:rPr>
        <w:t>جوانان شما بهتر</w:t>
      </w:r>
      <w:r w:rsidR="00E275C9">
        <w:rPr>
          <w:rtl/>
        </w:rPr>
        <w:t>ی</w:t>
      </w:r>
      <w:r w:rsidR="00134B66">
        <w:rPr>
          <w:rtl/>
        </w:rPr>
        <w:t>ن جوانان</w:t>
      </w:r>
      <w:r w:rsidR="00E275C9">
        <w:rPr>
          <w:rtl/>
        </w:rPr>
        <w:t xml:space="preserve">، </w:t>
      </w:r>
      <w:r w:rsidR="00134B66">
        <w:rPr>
          <w:rtl/>
        </w:rPr>
        <w:t>زنان شما بهتر</w:t>
      </w:r>
      <w:r w:rsidR="00E275C9">
        <w:rPr>
          <w:rtl/>
        </w:rPr>
        <w:t>ی</w:t>
      </w:r>
      <w:r w:rsidR="00134B66">
        <w:rPr>
          <w:rtl/>
        </w:rPr>
        <w:t>ن زنان و نژاد شما بهتر</w:t>
      </w:r>
      <w:r w:rsidR="00E275C9">
        <w:rPr>
          <w:rtl/>
        </w:rPr>
        <w:t>ی</w:t>
      </w:r>
      <w:r w:rsidR="00134B66">
        <w:rPr>
          <w:rtl/>
        </w:rPr>
        <w:t>ن نژادهاست»</w:t>
      </w:r>
      <w:r w:rsidR="00E275C9">
        <w:rPr>
          <w:rtl/>
        </w:rPr>
        <w:t xml:space="preserve">، </w:t>
      </w:r>
      <w:r w:rsidR="00134B66">
        <w:rPr>
          <w:rtl/>
        </w:rPr>
        <w:t>(الملهوف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194</w:t>
      </w:r>
      <w:r w:rsidR="00134B66">
        <w:rPr>
          <w:rtl/>
        </w:rPr>
        <w:t>)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بش</w:t>
      </w:r>
      <w:r w:rsidR="00E275C9">
        <w:rPr>
          <w:rtl/>
        </w:rPr>
        <w:t>ی</w:t>
      </w:r>
      <w:r>
        <w:rPr>
          <w:rtl/>
        </w:rPr>
        <w:t>ر گو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: </w:t>
      </w:r>
      <w:r>
        <w:rPr>
          <w:rtl/>
        </w:rPr>
        <w:t>«وقتى ز</w:t>
      </w:r>
      <w:r w:rsidR="00E275C9">
        <w:rPr>
          <w:rtl/>
        </w:rPr>
        <w:t>ی</w:t>
      </w:r>
      <w:r>
        <w:rPr>
          <w:rtl/>
        </w:rPr>
        <w:t>نب سخن مى گفت</w:t>
      </w:r>
      <w:r w:rsidR="00E275C9">
        <w:rPr>
          <w:rtl/>
        </w:rPr>
        <w:t xml:space="preserve">، </w:t>
      </w:r>
      <w:r>
        <w:rPr>
          <w:rtl/>
        </w:rPr>
        <w:t>گو</w:t>
      </w:r>
      <w:r w:rsidR="00E275C9">
        <w:rPr>
          <w:rtl/>
        </w:rPr>
        <w:t>ی</w:t>
      </w:r>
      <w:r>
        <w:rPr>
          <w:rtl/>
        </w:rPr>
        <w:t>ى على سخن مى گفت»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lastRenderedPageBreak/>
        <w:t>38</w:t>
      </w:r>
      <w:r w:rsidR="00134B66">
        <w:rPr>
          <w:rtl/>
        </w:rPr>
        <w:t xml:space="preserve"> 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145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39</w:t>
      </w:r>
      <w:r w:rsidR="00134B66">
        <w:rPr>
          <w:rtl/>
        </w:rPr>
        <w:t xml:space="preserve"> 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191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40</w:t>
      </w:r>
      <w:r w:rsidR="00134B66">
        <w:rPr>
          <w:rtl/>
        </w:rPr>
        <w:t xml:space="preserve"> 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146</w:t>
      </w:r>
      <w:r w:rsidR="00E275C9">
        <w:rPr>
          <w:rtl/>
        </w:rPr>
        <w:t xml:space="preserve">. </w:t>
      </w:r>
      <w:r w:rsidR="00134B66">
        <w:rPr>
          <w:rtl/>
        </w:rPr>
        <w:t>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به «حسن مثنى» مى فرما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: </w:t>
      </w:r>
      <w:r w:rsidR="00134B66">
        <w:rPr>
          <w:rtl/>
        </w:rPr>
        <w:t>«</w:t>
      </w:r>
      <w:r w:rsidR="00E275C9">
        <w:rPr>
          <w:rtl/>
        </w:rPr>
        <w:t xml:space="preserve">... </w:t>
      </w:r>
      <w:r w:rsidR="00134B66">
        <w:rPr>
          <w:rtl/>
        </w:rPr>
        <w:t xml:space="preserve">اخترتُ لك فاطمة فهى اكثرها شبها بامى فاطمه بنت رسول اللّه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واما فى الدّ</w:t>
      </w:r>
      <w:r w:rsidR="00E275C9">
        <w:rPr>
          <w:rtl/>
        </w:rPr>
        <w:t>ی</w:t>
      </w:r>
      <w:r w:rsidR="00134B66">
        <w:rPr>
          <w:rtl/>
        </w:rPr>
        <w:t>ن تقوم الل</w:t>
      </w:r>
      <w:r w:rsidR="00E275C9">
        <w:rPr>
          <w:rtl/>
        </w:rPr>
        <w:t>ی</w:t>
      </w:r>
      <w:r w:rsidR="00134B66">
        <w:rPr>
          <w:rtl/>
        </w:rPr>
        <w:t>ل كله وتصوم النّهار</w:t>
      </w:r>
      <w:r w:rsidR="00E275C9">
        <w:rPr>
          <w:rtl/>
        </w:rPr>
        <w:t xml:space="preserve">... </w:t>
      </w:r>
      <w:r w:rsidR="00134B66">
        <w:rPr>
          <w:rtl/>
        </w:rPr>
        <w:t>»</w:t>
      </w:r>
      <w:r w:rsidR="00E275C9">
        <w:rPr>
          <w:rtl/>
        </w:rPr>
        <w:t xml:space="preserve">، </w:t>
      </w:r>
      <w:r w:rsidR="00134B66">
        <w:rPr>
          <w:rtl/>
        </w:rPr>
        <w:t>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156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41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42</w:t>
      </w:r>
      <w:r w:rsidR="00134B66">
        <w:rPr>
          <w:rtl/>
        </w:rPr>
        <w:t xml:space="preserve"> به بعد 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93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42</w:t>
      </w:r>
      <w:r w:rsidR="00134B66">
        <w:rPr>
          <w:rtl/>
        </w:rPr>
        <w:t xml:space="preserve"> 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194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112</w:t>
      </w:r>
      <w:r w:rsidR="00E275C9">
        <w:rPr>
          <w:rtl/>
        </w:rPr>
        <w:t xml:space="preserve">. </w:t>
      </w:r>
      <w:r w:rsidR="00134B66">
        <w:rPr>
          <w:rtl/>
        </w:rPr>
        <w:t>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48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43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49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486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97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199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112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44</w:t>
      </w:r>
      <w:r w:rsidR="00134B66">
        <w:rPr>
          <w:rtl/>
        </w:rPr>
        <w:t xml:space="preserve"> سوره كهف</w:t>
      </w:r>
      <w:r w:rsidR="00E275C9">
        <w:rPr>
          <w:rtl/>
        </w:rPr>
        <w:t xml:space="preserve">، </w:t>
      </w:r>
      <w:r w:rsidR="00134B66">
        <w:rPr>
          <w:rtl/>
        </w:rPr>
        <w:t>آ</w:t>
      </w:r>
      <w:r w:rsidR="00E275C9">
        <w:rPr>
          <w:rtl/>
        </w:rPr>
        <w:t>ی</w:t>
      </w:r>
      <w:r w:rsidR="00134B66">
        <w:rPr>
          <w:rtl/>
        </w:rPr>
        <w:t xml:space="preserve">ه </w:t>
      </w:r>
      <w:r>
        <w:rPr>
          <w:rtl/>
        </w:rPr>
        <w:t>9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45</w:t>
      </w:r>
      <w:r w:rsidR="00134B66">
        <w:rPr>
          <w:rtl/>
        </w:rPr>
        <w:t xml:space="preserve"> حب</w:t>
      </w:r>
      <w:r w:rsidR="00E275C9">
        <w:rPr>
          <w:rtl/>
        </w:rPr>
        <w:t>ی</w:t>
      </w:r>
      <w:r w:rsidR="00134B66">
        <w:rPr>
          <w:rtl/>
        </w:rPr>
        <w:t>ب السّ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>جزء اول از مجلد دوم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59</w:t>
      </w:r>
      <w:r w:rsidR="00E275C9">
        <w:rPr>
          <w:rtl/>
        </w:rPr>
        <w:t xml:space="preserve">. </w:t>
      </w:r>
      <w:r w:rsidR="00134B66">
        <w:rPr>
          <w:rtl/>
        </w:rPr>
        <w:t>بحارالا 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121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46</w:t>
      </w:r>
      <w:r w:rsidR="00134B66">
        <w:rPr>
          <w:rtl/>
        </w:rPr>
        <w:t xml:space="preserve"> وقعة الطف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260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47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60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486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«ابن اث</w:t>
      </w:r>
      <w:r w:rsidR="00E275C9">
        <w:rPr>
          <w:rtl/>
        </w:rPr>
        <w:t>ی</w:t>
      </w:r>
      <w:r w:rsidR="00134B66">
        <w:rPr>
          <w:rtl/>
        </w:rPr>
        <w:t>ر» ن</w:t>
      </w:r>
      <w:r w:rsidR="00E275C9">
        <w:rPr>
          <w:rtl/>
        </w:rPr>
        <w:t>ی</w:t>
      </w:r>
      <w:r w:rsidR="00134B66">
        <w:rPr>
          <w:rtl/>
        </w:rPr>
        <w:t>ز از گفتگوى حضرت ز</w:t>
      </w:r>
      <w:r w:rsidR="00E275C9">
        <w:rPr>
          <w:rtl/>
        </w:rPr>
        <w:t>ی</w:t>
      </w:r>
      <w:r w:rsidR="00134B66"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 w:rsidR="00134B66">
        <w:rPr>
          <w:rtl/>
        </w:rPr>
        <w:t xml:space="preserve"> و همچن</w:t>
      </w:r>
      <w:r w:rsidR="00E275C9">
        <w:rPr>
          <w:rtl/>
        </w:rPr>
        <w:t>ی</w:t>
      </w:r>
      <w:r w:rsidR="00134B66">
        <w:rPr>
          <w:rtl/>
        </w:rPr>
        <w:t xml:space="preserve">ن امام سجاد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با ابن ز</w:t>
      </w:r>
      <w:r w:rsidR="00E275C9">
        <w:rPr>
          <w:rtl/>
        </w:rPr>
        <w:t>ی</w:t>
      </w:r>
      <w:r w:rsidR="00134B66">
        <w:rPr>
          <w:rtl/>
        </w:rPr>
        <w:t>اد در ا</w:t>
      </w:r>
      <w:r w:rsidR="00E275C9">
        <w:rPr>
          <w:rtl/>
        </w:rPr>
        <w:t>ی</w:t>
      </w:r>
      <w:r w:rsidR="00134B66">
        <w:rPr>
          <w:rtl/>
        </w:rPr>
        <w:t>ن مجلس</w:t>
      </w:r>
      <w:r w:rsidR="00E275C9">
        <w:rPr>
          <w:rtl/>
        </w:rPr>
        <w:t xml:space="preserve">، </w:t>
      </w:r>
      <w:r w:rsidR="00134B66">
        <w:rPr>
          <w:rtl/>
        </w:rPr>
        <w:t>سخن به م</w:t>
      </w:r>
      <w:r w:rsidR="00E275C9">
        <w:rPr>
          <w:rtl/>
        </w:rPr>
        <w:t>ی</w:t>
      </w:r>
      <w:r w:rsidR="00134B66">
        <w:rPr>
          <w:rtl/>
        </w:rPr>
        <w:t>ان آورده است (كامل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194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روضة الصفا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172</w:t>
      </w:r>
      <w:r w:rsidR="00E275C9">
        <w:rPr>
          <w:rtl/>
        </w:rPr>
        <w:t xml:space="preserve">. </w:t>
      </w:r>
      <w:r w:rsidR="00134B66">
        <w:rPr>
          <w:rtl/>
        </w:rPr>
        <w:t>ترجمه تار</w:t>
      </w:r>
      <w:r w:rsidR="00E275C9">
        <w:rPr>
          <w:rtl/>
        </w:rPr>
        <w:t>ی</w:t>
      </w:r>
      <w:r w:rsidR="00134B66">
        <w:rPr>
          <w:rtl/>
        </w:rPr>
        <w:t>خ طبرى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7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3066</w:t>
      </w:r>
      <w:r w:rsidR="00E275C9">
        <w:rPr>
          <w:rtl/>
        </w:rPr>
        <w:t xml:space="preserve">.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201</w:t>
      </w:r>
      <w:r w:rsidR="00134B66">
        <w:rPr>
          <w:rtl/>
        </w:rPr>
        <w:t xml:space="preserve"> به بعد)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48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63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489</w:t>
      </w:r>
      <w:r w:rsidR="00E275C9">
        <w:rPr>
          <w:rtl/>
        </w:rPr>
        <w:t xml:space="preserve">. </w:t>
      </w:r>
      <w:r w:rsidR="00134B66">
        <w:rPr>
          <w:rtl/>
        </w:rPr>
        <w:t>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194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روضة الصفا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173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101</w:t>
      </w:r>
      <w:r w:rsidR="00E275C9">
        <w:rPr>
          <w:rtl/>
        </w:rPr>
        <w:t xml:space="preserve">.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طبرى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7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369</w:t>
      </w:r>
      <w:r w:rsidR="00E275C9">
        <w:rPr>
          <w:rtl/>
        </w:rPr>
        <w:t xml:space="preserve">.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202</w:t>
      </w:r>
      <w:r w:rsidR="00E275C9">
        <w:rPr>
          <w:rtl/>
        </w:rPr>
        <w:t xml:space="preserve">. </w:t>
      </w:r>
      <w:r w:rsidR="00134B66">
        <w:rPr>
          <w:rtl/>
        </w:rPr>
        <w:t>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435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49</w:t>
      </w:r>
      <w:r w:rsidR="00134B66">
        <w:rPr>
          <w:rtl/>
        </w:rPr>
        <w:t xml:space="preserve"> 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196</w:t>
      </w:r>
      <w:r w:rsidR="00E275C9">
        <w:rPr>
          <w:rtl/>
        </w:rPr>
        <w:t xml:space="preserve">. </w:t>
      </w:r>
      <w:r w:rsidR="00134B66">
        <w:rPr>
          <w:rtl/>
        </w:rPr>
        <w:t>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65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490</w:t>
      </w:r>
      <w:r w:rsidR="00E275C9">
        <w:rPr>
          <w:rtl/>
        </w:rPr>
        <w:t xml:space="preserve">. </w:t>
      </w:r>
      <w:r w:rsidR="00134B66">
        <w:rPr>
          <w:rtl/>
        </w:rPr>
        <w:t>روضة الصفا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174</w:t>
      </w:r>
      <w:r w:rsidR="00E275C9">
        <w:rPr>
          <w:rtl/>
        </w:rPr>
        <w:t xml:space="preserve">. </w:t>
      </w:r>
      <w:r w:rsidR="00134B66">
        <w:rPr>
          <w:rtl/>
        </w:rPr>
        <w:t>به بعد</w:t>
      </w:r>
      <w:r w:rsidR="00E275C9">
        <w:rPr>
          <w:rtl/>
        </w:rPr>
        <w:t xml:space="preserve">: </w:t>
      </w:r>
      <w:r w:rsidR="00134B66">
        <w:rPr>
          <w:rtl/>
        </w:rPr>
        <w:t>زندگانى شه</w:t>
      </w:r>
      <w:r w:rsidR="00E275C9">
        <w:rPr>
          <w:rtl/>
        </w:rPr>
        <w:t>ی</w:t>
      </w:r>
      <w:r w:rsidR="00134B66">
        <w:rPr>
          <w:rtl/>
        </w:rPr>
        <w:t>د جاو</w:t>
      </w:r>
      <w:r w:rsidR="00E275C9">
        <w:rPr>
          <w:rtl/>
        </w:rPr>
        <w:t>ی</w:t>
      </w:r>
      <w:r w:rsidR="00134B66">
        <w:rPr>
          <w:rtl/>
        </w:rPr>
        <w:t>دان</w:t>
      </w:r>
      <w:r w:rsidR="00E275C9">
        <w:rPr>
          <w:rtl/>
        </w:rPr>
        <w:t xml:space="preserve">، </w:t>
      </w:r>
      <w:r w:rsidR="00134B66">
        <w:rPr>
          <w:rtl/>
        </w:rPr>
        <w:t>ترجمه</w:t>
      </w:r>
      <w:r w:rsidR="00E275C9">
        <w:rPr>
          <w:rtl/>
        </w:rPr>
        <w:t xml:space="preserve">: </w:t>
      </w:r>
      <w:r w:rsidR="00134B66">
        <w:rPr>
          <w:rtl/>
        </w:rPr>
        <w:t>الشه</w:t>
      </w:r>
      <w:r w:rsidR="00E275C9">
        <w:rPr>
          <w:rtl/>
        </w:rPr>
        <w:t>ی</w:t>
      </w:r>
      <w:r w:rsidR="00134B66">
        <w:rPr>
          <w:rtl/>
        </w:rPr>
        <w:t>د الخالد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96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101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119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lastRenderedPageBreak/>
        <w:t>50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67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 xml:space="preserve">مختارنامه (چاپ سنگى) ص </w:t>
      </w:r>
      <w:r>
        <w:rPr>
          <w:rtl/>
        </w:rPr>
        <w:t>203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الملهوف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203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وقعة الطف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265</w:t>
      </w:r>
      <w:r w:rsidR="00E275C9">
        <w:rPr>
          <w:rtl/>
        </w:rPr>
        <w:t xml:space="preserve">. </w:t>
      </w:r>
      <w:r w:rsidR="00134B66">
        <w:rPr>
          <w:rtl/>
        </w:rPr>
        <w:t>حب</w:t>
      </w:r>
      <w:r w:rsidR="00E275C9">
        <w:rPr>
          <w:rtl/>
        </w:rPr>
        <w:t>ی</w:t>
      </w:r>
      <w:r w:rsidR="00134B66">
        <w:rPr>
          <w:rtl/>
        </w:rPr>
        <w:t>ب الس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>جزء اول از مجلد دوّم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59</w:t>
      </w:r>
      <w:r w:rsidR="00E275C9">
        <w:rPr>
          <w:rtl/>
        </w:rPr>
        <w:t xml:space="preserve">. </w:t>
      </w:r>
      <w:r w:rsidR="00134B66">
        <w:rPr>
          <w:rtl/>
        </w:rPr>
        <w:t>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436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51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73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52</w:t>
      </w:r>
      <w:r w:rsidR="00134B66">
        <w:rPr>
          <w:rtl/>
        </w:rPr>
        <w:t xml:space="preserve"> جزوه مربوط به سر مطهر كه به وس</w:t>
      </w:r>
      <w:r w:rsidR="00E275C9">
        <w:rPr>
          <w:rtl/>
        </w:rPr>
        <w:t>ی</w:t>
      </w:r>
      <w:r w:rsidR="00134B66">
        <w:rPr>
          <w:rtl/>
        </w:rPr>
        <w:t>له مد</w:t>
      </w:r>
      <w:r w:rsidR="00E275C9">
        <w:rPr>
          <w:rtl/>
        </w:rPr>
        <w:t>ی</w:t>
      </w:r>
      <w:r w:rsidR="00134B66">
        <w:rPr>
          <w:rtl/>
        </w:rPr>
        <w:t>ر روزنامه آئ</w:t>
      </w:r>
      <w:r w:rsidR="00E275C9">
        <w:rPr>
          <w:rtl/>
        </w:rPr>
        <w:t>ی</w:t>
      </w:r>
      <w:r w:rsidR="00134B66">
        <w:rPr>
          <w:rtl/>
        </w:rPr>
        <w:t xml:space="preserve">ن اسلام انتشار </w:t>
      </w:r>
      <w:r w:rsidR="00E275C9">
        <w:rPr>
          <w:rtl/>
        </w:rPr>
        <w:t>ی</w:t>
      </w:r>
      <w:r w:rsidR="00134B66">
        <w:rPr>
          <w:rtl/>
        </w:rPr>
        <w:t>افته و نوشته مرحوم عبدالحس</w:t>
      </w:r>
      <w:r w:rsidR="00E275C9">
        <w:rPr>
          <w:rtl/>
        </w:rPr>
        <w:t>ی</w:t>
      </w:r>
      <w:r w:rsidR="00134B66">
        <w:rPr>
          <w:rtl/>
        </w:rPr>
        <w:t>ن آ</w:t>
      </w:r>
      <w:r w:rsidR="00E275C9">
        <w:rPr>
          <w:rtl/>
        </w:rPr>
        <w:t>ی</w:t>
      </w:r>
      <w:r w:rsidR="00134B66">
        <w:rPr>
          <w:rtl/>
        </w:rPr>
        <w:t>تى است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53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447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جزوه مربوط به سر مطهر در د</w:t>
      </w:r>
      <w:r w:rsidR="00E275C9">
        <w:rPr>
          <w:rtl/>
        </w:rPr>
        <w:t>ی</w:t>
      </w:r>
      <w:r w:rsidR="00134B66">
        <w:rPr>
          <w:rtl/>
        </w:rPr>
        <w:t>ر راهب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54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143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508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55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141</w:t>
      </w:r>
      <w:r w:rsidR="00134B66">
        <w:rPr>
          <w:rtl/>
        </w:rPr>
        <w:t xml:space="preserve"> 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199</w:t>
      </w:r>
      <w:r w:rsidR="00134B66">
        <w:rPr>
          <w:rtl/>
        </w:rPr>
        <w:t xml:space="preserve"> (گو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: </w:t>
      </w:r>
      <w:r w:rsidR="00134B66">
        <w:rPr>
          <w:rtl/>
        </w:rPr>
        <w:t xml:space="preserve">زنان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و دختران معاو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>ضجه و زارى كردند) 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113</w:t>
      </w:r>
      <w:r w:rsidR="00E275C9">
        <w:rPr>
          <w:rtl/>
        </w:rPr>
        <w:t xml:space="preserve">.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213</w:t>
      </w:r>
      <w:r w:rsidR="00E275C9">
        <w:rPr>
          <w:rtl/>
        </w:rPr>
        <w:t xml:space="preserve">. </w:t>
      </w:r>
      <w:r w:rsidR="00134B66">
        <w:rPr>
          <w:rtl/>
        </w:rPr>
        <w:t>وقعة الطف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269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56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140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509</w:t>
      </w:r>
      <w:r w:rsidR="00E275C9">
        <w:rPr>
          <w:rtl/>
        </w:rPr>
        <w:t xml:space="preserve">. </w:t>
      </w:r>
      <w:r w:rsidR="00134B66">
        <w:rPr>
          <w:rtl/>
        </w:rPr>
        <w:t>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198</w:t>
      </w:r>
      <w:r w:rsidR="00E275C9">
        <w:rPr>
          <w:rtl/>
        </w:rPr>
        <w:t xml:space="preserve">.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طبرى ن</w:t>
      </w:r>
      <w:r w:rsidR="00E275C9">
        <w:rPr>
          <w:rtl/>
        </w:rPr>
        <w:t>ی</w:t>
      </w:r>
      <w:r w:rsidR="00134B66">
        <w:rPr>
          <w:rtl/>
        </w:rPr>
        <w:t xml:space="preserve">ز در جلد هفتم از اعتراض «ابوبرزه اسلمى» نسبت به عمل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سخن به م</w:t>
      </w:r>
      <w:r w:rsidR="00E275C9">
        <w:rPr>
          <w:rtl/>
        </w:rPr>
        <w:t>ی</w:t>
      </w:r>
      <w:r w:rsidR="00134B66">
        <w:rPr>
          <w:rtl/>
        </w:rPr>
        <w:t>ان آورده مى نو</w:t>
      </w:r>
      <w:r w:rsidR="00E275C9">
        <w:rPr>
          <w:rtl/>
        </w:rPr>
        <w:t>ی</w:t>
      </w:r>
      <w:r w:rsidR="00134B66">
        <w:rPr>
          <w:rtl/>
        </w:rPr>
        <w:t>سد</w:t>
      </w:r>
      <w:r w:rsidR="00E275C9">
        <w:rPr>
          <w:rtl/>
        </w:rPr>
        <w:t xml:space="preserve">: </w:t>
      </w:r>
      <w:r w:rsidR="00134B66">
        <w:rPr>
          <w:rtl/>
        </w:rPr>
        <w:t>ابوبرزه اسلمى گفت</w:t>
      </w:r>
      <w:r w:rsidR="00E275C9">
        <w:rPr>
          <w:rtl/>
        </w:rPr>
        <w:t xml:space="preserve">: </w:t>
      </w:r>
      <w:r w:rsidR="00134B66">
        <w:rPr>
          <w:rtl/>
        </w:rPr>
        <w:t>چرا با چوبت به دهان «حس</w:t>
      </w:r>
      <w:r w:rsidR="00E275C9">
        <w:rPr>
          <w:rtl/>
        </w:rPr>
        <w:t>ی</w:t>
      </w:r>
      <w:r w:rsidR="00134B66">
        <w:rPr>
          <w:rtl/>
        </w:rPr>
        <w:t>ن» مى زنى</w:t>
      </w:r>
      <w:r w:rsidR="00E275C9">
        <w:rPr>
          <w:rtl/>
        </w:rPr>
        <w:t xml:space="preserve">، </w:t>
      </w:r>
      <w:r w:rsidR="00134B66">
        <w:rPr>
          <w:rtl/>
        </w:rPr>
        <w:t>به خدا قسم چوب تو به جا</w:t>
      </w:r>
      <w:r w:rsidR="00E275C9">
        <w:rPr>
          <w:rtl/>
        </w:rPr>
        <w:t>ی</w:t>
      </w:r>
      <w:r w:rsidR="00134B66">
        <w:rPr>
          <w:rtl/>
        </w:rPr>
        <w:t>ى مى خورد كه بارها د</w:t>
      </w:r>
      <w:r w:rsidR="00E275C9">
        <w:rPr>
          <w:rtl/>
        </w:rPr>
        <w:t>ی</w:t>
      </w:r>
      <w:r w:rsidR="00134B66">
        <w:rPr>
          <w:rtl/>
        </w:rPr>
        <w:t>ده ام پ</w:t>
      </w:r>
      <w:r w:rsidR="00E275C9">
        <w:rPr>
          <w:rtl/>
        </w:rPr>
        <w:t>ی</w:t>
      </w:r>
      <w:r w:rsidR="00134B66">
        <w:rPr>
          <w:rtl/>
        </w:rPr>
        <w:t xml:space="preserve">غمبر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لب بر آن مى نهاد</w:t>
      </w:r>
      <w:r w:rsidR="00E275C9">
        <w:rPr>
          <w:rtl/>
        </w:rPr>
        <w:t xml:space="preserve">. </w:t>
      </w:r>
      <w:r w:rsidR="00134B66">
        <w:rPr>
          <w:rtl/>
        </w:rPr>
        <w:t xml:space="preserve">اى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! </w:t>
      </w:r>
      <w:r w:rsidR="00134B66">
        <w:rPr>
          <w:rtl/>
        </w:rPr>
        <w:t>به روز رستاخ</w:t>
      </w:r>
      <w:r w:rsidR="00E275C9">
        <w:rPr>
          <w:rtl/>
        </w:rPr>
        <w:t>ی</w:t>
      </w:r>
      <w:r w:rsidR="00134B66">
        <w:rPr>
          <w:rtl/>
        </w:rPr>
        <w:t>ز مى آ</w:t>
      </w:r>
      <w:r w:rsidR="00E275C9">
        <w:rPr>
          <w:rtl/>
        </w:rPr>
        <w:t>ی</w:t>
      </w:r>
      <w:r w:rsidR="00134B66">
        <w:rPr>
          <w:rtl/>
        </w:rPr>
        <w:t>ى و شف</w:t>
      </w:r>
      <w:r w:rsidR="00E275C9">
        <w:rPr>
          <w:rtl/>
        </w:rPr>
        <w:t>ی</w:t>
      </w:r>
      <w:r w:rsidR="00134B66">
        <w:rPr>
          <w:rtl/>
        </w:rPr>
        <w:t>ع تو ابن ز</w:t>
      </w:r>
      <w:r w:rsidR="00E275C9">
        <w:rPr>
          <w:rtl/>
        </w:rPr>
        <w:t>ی</w:t>
      </w:r>
      <w:r w:rsidR="00134B66">
        <w:rPr>
          <w:rtl/>
        </w:rPr>
        <w:t>اد است و ا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روز رستاخ</w:t>
      </w:r>
      <w:r w:rsidR="00E275C9">
        <w:rPr>
          <w:rtl/>
        </w:rPr>
        <w:t>ی</w:t>
      </w:r>
      <w:r w:rsidR="00134B66">
        <w:rPr>
          <w:rtl/>
        </w:rPr>
        <w:t>ر مى آ</w:t>
      </w:r>
      <w:r w:rsidR="00E275C9">
        <w:rPr>
          <w:rtl/>
        </w:rPr>
        <w:t>ی</w:t>
      </w:r>
      <w:r w:rsidR="00134B66">
        <w:rPr>
          <w:rtl/>
        </w:rPr>
        <w:t>د و شف</w:t>
      </w:r>
      <w:r w:rsidR="00E275C9">
        <w:rPr>
          <w:rtl/>
        </w:rPr>
        <w:t>ی</w:t>
      </w:r>
      <w:r w:rsidR="00134B66">
        <w:rPr>
          <w:rtl/>
        </w:rPr>
        <w:t xml:space="preserve">ع او محمد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است</w:t>
      </w:r>
      <w:r w:rsidR="00E275C9">
        <w:rPr>
          <w:rtl/>
        </w:rPr>
        <w:t xml:space="preserve">. </w:t>
      </w:r>
      <w:r w:rsidR="00134B66">
        <w:rPr>
          <w:rtl/>
        </w:rPr>
        <w:t>گو</w:t>
      </w:r>
      <w:r w:rsidR="00E275C9">
        <w:rPr>
          <w:rtl/>
        </w:rPr>
        <w:t>ی</w:t>
      </w:r>
      <w:r w:rsidR="00134B66">
        <w:rPr>
          <w:rtl/>
        </w:rPr>
        <w:t>د آنگاه برخاست و رفت</w:t>
      </w:r>
      <w:r w:rsidR="00E275C9">
        <w:rPr>
          <w:rtl/>
        </w:rPr>
        <w:t xml:space="preserve">. </w:t>
      </w:r>
      <w:r w:rsidR="00134B66">
        <w:rPr>
          <w:rtl/>
        </w:rPr>
        <w:t>ولى در ترجمه لهوف</w:t>
      </w:r>
      <w:r w:rsidR="00E275C9">
        <w:rPr>
          <w:rtl/>
        </w:rPr>
        <w:t xml:space="preserve">، </w:t>
      </w:r>
      <w:r w:rsidR="00134B66">
        <w:rPr>
          <w:rtl/>
        </w:rPr>
        <w:t>آمده كه «ابوبرزه» را كشان كشان از مجلس ب</w:t>
      </w:r>
      <w:r w:rsidR="00E275C9">
        <w:rPr>
          <w:rtl/>
        </w:rPr>
        <w:t>ی</w:t>
      </w:r>
      <w:r w:rsidR="00134B66">
        <w:rPr>
          <w:rtl/>
        </w:rPr>
        <w:t>رون كردند</w:t>
      </w:r>
      <w:r w:rsidR="00E275C9">
        <w:rPr>
          <w:rtl/>
        </w:rPr>
        <w:t xml:space="preserve">. </w:t>
      </w:r>
      <w:r w:rsidR="00134B66">
        <w:rPr>
          <w:rtl/>
        </w:rPr>
        <w:t>وقعة الطف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269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133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57</w:t>
      </w:r>
      <w:r w:rsidR="00134B66">
        <w:rPr>
          <w:rtl/>
        </w:rPr>
        <w:t xml:space="preserve"> جده معاو</w:t>
      </w:r>
      <w:r w:rsidR="00E275C9">
        <w:rPr>
          <w:rtl/>
        </w:rPr>
        <w:t>ی</w:t>
      </w:r>
      <w:r w:rsidR="00134B66">
        <w:rPr>
          <w:rtl/>
        </w:rPr>
        <w:t xml:space="preserve">ه و </w:t>
      </w:r>
      <w:r w:rsidR="00E275C9">
        <w:rPr>
          <w:rtl/>
        </w:rPr>
        <w:t>ی</w:t>
      </w:r>
      <w:r w:rsidR="00134B66">
        <w:rPr>
          <w:rtl/>
        </w:rPr>
        <w:t>كى از زنان معروف جاهل</w:t>
      </w:r>
      <w:r w:rsidR="00E275C9">
        <w:rPr>
          <w:rtl/>
        </w:rPr>
        <w:t>ی</w:t>
      </w:r>
      <w:r w:rsidR="00134B66">
        <w:rPr>
          <w:rtl/>
        </w:rPr>
        <w:t>ت است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58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136</w:t>
      </w:r>
      <w:r w:rsidR="00E275C9">
        <w:rPr>
          <w:rtl/>
        </w:rPr>
        <w:t xml:space="preserve">. </w:t>
      </w:r>
      <w:r w:rsidR="00134B66">
        <w:rPr>
          <w:rtl/>
        </w:rPr>
        <w:t>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192</w:t>
      </w:r>
      <w:r w:rsidR="00134B66">
        <w:rPr>
          <w:rtl/>
        </w:rPr>
        <w:t xml:space="preserve"> حب</w:t>
      </w:r>
      <w:r w:rsidR="00E275C9">
        <w:rPr>
          <w:rtl/>
        </w:rPr>
        <w:t>ی</w:t>
      </w:r>
      <w:r w:rsidR="00134B66">
        <w:rPr>
          <w:rtl/>
        </w:rPr>
        <w:t>ب السّ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>جزءاوّل از مجلد دوم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60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133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59</w:t>
      </w:r>
      <w:r w:rsidR="00134B66">
        <w:rPr>
          <w:rtl/>
        </w:rPr>
        <w:t xml:space="preserve"> فرموده حضرت ز</w:t>
      </w:r>
      <w:r w:rsidR="00E275C9">
        <w:rPr>
          <w:rtl/>
        </w:rPr>
        <w:t>ی</w:t>
      </w:r>
      <w:r w:rsidR="00134B66">
        <w:rPr>
          <w:rtl/>
        </w:rPr>
        <w:t xml:space="preserve">نب </w:t>
      </w:r>
      <w:r w:rsidR="0020655A" w:rsidRPr="0020655A">
        <w:rPr>
          <w:rStyle w:val="libAlaemChar"/>
          <w:rtl/>
        </w:rPr>
        <w:t>عليها‌السلام</w:t>
      </w:r>
      <w:r w:rsidR="00134B66">
        <w:rPr>
          <w:rtl/>
        </w:rPr>
        <w:t xml:space="preserve"> به سخن رسول خدا </w:t>
      </w:r>
      <w:r w:rsidR="00DC0423" w:rsidRPr="00DC0423">
        <w:rPr>
          <w:rStyle w:val="libAlaemChar"/>
          <w:rtl/>
        </w:rPr>
        <w:t>صلى‌الله‌عليه‌وآله</w:t>
      </w:r>
      <w:r w:rsidR="00134B66">
        <w:rPr>
          <w:rtl/>
        </w:rPr>
        <w:t xml:space="preserve"> اشاره دارد كه در روز فتح مكه</w:t>
      </w:r>
      <w:r w:rsidR="00E275C9">
        <w:rPr>
          <w:rtl/>
        </w:rPr>
        <w:t xml:space="preserve">، </w:t>
      </w:r>
      <w:r w:rsidR="00134B66">
        <w:rPr>
          <w:rtl/>
        </w:rPr>
        <w:t>سال هشتم هجرى</w:t>
      </w:r>
      <w:r w:rsidR="00E275C9">
        <w:rPr>
          <w:rtl/>
        </w:rPr>
        <w:t xml:space="preserve">، </w:t>
      </w:r>
      <w:r w:rsidR="00134B66">
        <w:rPr>
          <w:rtl/>
        </w:rPr>
        <w:t>كفار قر</w:t>
      </w:r>
      <w:r w:rsidR="00E275C9">
        <w:rPr>
          <w:rtl/>
        </w:rPr>
        <w:t>ی</w:t>
      </w:r>
      <w:r w:rsidR="00134B66">
        <w:rPr>
          <w:rtl/>
        </w:rPr>
        <w:t>شِ مقهور اسلام را با عفو و گذشت</w:t>
      </w:r>
      <w:r w:rsidR="00E275C9">
        <w:rPr>
          <w:rtl/>
        </w:rPr>
        <w:t xml:space="preserve">، </w:t>
      </w:r>
      <w:r w:rsidR="00134B66">
        <w:rPr>
          <w:rtl/>
        </w:rPr>
        <w:t>مورد بخشش قرار داده</w:t>
      </w:r>
      <w:r w:rsidR="00E275C9">
        <w:rPr>
          <w:rtl/>
        </w:rPr>
        <w:t xml:space="preserve">، </w:t>
      </w:r>
      <w:r w:rsidR="00134B66">
        <w:rPr>
          <w:rtl/>
        </w:rPr>
        <w:t>فرمودند</w:t>
      </w:r>
      <w:r w:rsidR="00E275C9">
        <w:rPr>
          <w:rtl/>
        </w:rPr>
        <w:t xml:space="preserve">: </w:t>
      </w:r>
      <w:r w:rsidR="00134B66">
        <w:rPr>
          <w:rtl/>
        </w:rPr>
        <w:t>«اذهبوا وانتم الطلقاء» كه از آن جمله اند «ابوسف</w:t>
      </w:r>
      <w:r w:rsidR="00E275C9">
        <w:rPr>
          <w:rtl/>
        </w:rPr>
        <w:t>ی</w:t>
      </w:r>
      <w:r w:rsidR="00134B66">
        <w:rPr>
          <w:rtl/>
        </w:rPr>
        <w:t>ان و هند»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60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519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194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114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616</w:t>
      </w:r>
      <w:r w:rsidR="00E275C9">
        <w:rPr>
          <w:rtl/>
        </w:rPr>
        <w:t xml:space="preserve">. </w:t>
      </w:r>
      <w:r w:rsidR="00134B66">
        <w:rPr>
          <w:rtl/>
        </w:rPr>
        <w:t>حب</w:t>
      </w:r>
      <w:r w:rsidR="00E275C9">
        <w:rPr>
          <w:rtl/>
        </w:rPr>
        <w:t>ی</w:t>
      </w:r>
      <w:r w:rsidR="00134B66">
        <w:rPr>
          <w:rtl/>
        </w:rPr>
        <w:t>ب الس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>جزء اوّل از مجلد دوّم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60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133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lastRenderedPageBreak/>
        <w:t>61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522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119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62</w:t>
      </w:r>
      <w:r w:rsidR="00134B66">
        <w:rPr>
          <w:rtl/>
        </w:rPr>
        <w:t xml:space="preserve"> در صفحه </w:t>
      </w:r>
      <w:r>
        <w:rPr>
          <w:rtl/>
        </w:rPr>
        <w:t>287</w:t>
      </w:r>
      <w:r w:rsidR="00134B66">
        <w:rPr>
          <w:rtl/>
        </w:rPr>
        <w:t xml:space="preserve"> كامل بهائى آمده كه در واقعه كربلا حضرت امام ز</w:t>
      </w:r>
      <w:r w:rsidR="00E275C9">
        <w:rPr>
          <w:rtl/>
        </w:rPr>
        <w:t>ی</w:t>
      </w:r>
      <w:r w:rsidR="00134B66">
        <w:rPr>
          <w:rtl/>
        </w:rPr>
        <w:t>ن العابد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</w:t>
      </w:r>
      <w:r>
        <w:rPr>
          <w:rtl/>
        </w:rPr>
        <w:t>22</w:t>
      </w:r>
      <w:r w:rsidR="00134B66">
        <w:rPr>
          <w:rtl/>
        </w:rPr>
        <w:t xml:space="preserve"> ساله و حضرت امام باقر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چهارساله بوده است مرحوم مجلسى تولد امام باقر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را روز جمعه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اول رجب </w:t>
      </w:r>
      <w:r w:rsidR="00E275C9">
        <w:rPr>
          <w:rtl/>
        </w:rPr>
        <w:t>ی</w:t>
      </w:r>
      <w:r w:rsidR="00134B66">
        <w:rPr>
          <w:rtl/>
        </w:rPr>
        <w:t xml:space="preserve">ا سوم صفر سال </w:t>
      </w:r>
      <w:r>
        <w:rPr>
          <w:rtl/>
        </w:rPr>
        <w:t>57</w:t>
      </w:r>
      <w:r w:rsidR="00134B66">
        <w:rPr>
          <w:rtl/>
        </w:rPr>
        <w:t xml:space="preserve"> هجرى مى داند (بحارالانوار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46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212</w:t>
      </w:r>
      <w:r w:rsidR="00134B66">
        <w:rPr>
          <w:rtl/>
        </w:rPr>
        <w:t>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63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522</w:t>
      </w:r>
      <w:r w:rsidR="00E275C9">
        <w:rPr>
          <w:rtl/>
        </w:rPr>
        <w:t xml:space="preserve">؛ </w:t>
      </w:r>
      <w:r w:rsidR="00134B66">
        <w:rPr>
          <w:rtl/>
        </w:rPr>
        <w:t>با</w:t>
      </w:r>
      <w:r w:rsidR="00E275C9">
        <w:rPr>
          <w:rtl/>
        </w:rPr>
        <w:t>ی</w:t>
      </w:r>
      <w:r w:rsidR="00134B66">
        <w:rPr>
          <w:rtl/>
        </w:rPr>
        <w:t>د خاطرنشان كرد كه ا</w:t>
      </w:r>
      <w:r w:rsidR="00E275C9">
        <w:rPr>
          <w:rtl/>
        </w:rPr>
        <w:t>ی</w:t>
      </w:r>
      <w:r w:rsidR="00134B66">
        <w:rPr>
          <w:rtl/>
        </w:rPr>
        <w:t>ن اعتراض در ا</w:t>
      </w:r>
      <w:r w:rsidR="00E275C9">
        <w:rPr>
          <w:rtl/>
        </w:rPr>
        <w:t>ی</w:t>
      </w:r>
      <w:r w:rsidR="00134B66">
        <w:rPr>
          <w:rtl/>
        </w:rPr>
        <w:t>ن سن كم</w:t>
      </w:r>
      <w:r w:rsidR="00E275C9">
        <w:rPr>
          <w:rtl/>
        </w:rPr>
        <w:t xml:space="preserve">، </w:t>
      </w:r>
      <w:r w:rsidR="00134B66">
        <w:rPr>
          <w:rtl/>
        </w:rPr>
        <w:t>با چن</w:t>
      </w:r>
      <w:r w:rsidR="00E275C9">
        <w:rPr>
          <w:rtl/>
        </w:rPr>
        <w:t>ی</w:t>
      </w:r>
      <w:r w:rsidR="00134B66">
        <w:rPr>
          <w:rtl/>
        </w:rPr>
        <w:t>ن استدلالى</w:t>
      </w:r>
      <w:r w:rsidR="00E275C9">
        <w:rPr>
          <w:rtl/>
        </w:rPr>
        <w:t xml:space="preserve">، </w:t>
      </w:r>
      <w:r w:rsidR="00134B66">
        <w:rPr>
          <w:rtl/>
        </w:rPr>
        <w:t>فقط از معصوم ساخته است و لاغ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64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512</w:t>
      </w:r>
      <w:r w:rsidR="00E275C9">
        <w:rPr>
          <w:rtl/>
        </w:rPr>
        <w:t xml:space="preserve">. </w:t>
      </w:r>
      <w:r w:rsidR="00134B66">
        <w:rPr>
          <w:rtl/>
        </w:rPr>
        <w:t>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141</w:t>
      </w:r>
      <w:r w:rsidR="00134B66">
        <w:rPr>
          <w:rtl/>
        </w:rPr>
        <w:t xml:space="preserve"> و </w:t>
      </w:r>
      <w:r>
        <w:rPr>
          <w:rtl/>
        </w:rPr>
        <w:t>142</w:t>
      </w:r>
      <w:r w:rsidR="00E275C9">
        <w:rPr>
          <w:rtl/>
        </w:rPr>
        <w:t xml:space="preserve">. </w:t>
      </w:r>
      <w:r w:rsidR="00134B66">
        <w:rPr>
          <w:rtl/>
        </w:rPr>
        <w:t>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200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119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136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65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512</w:t>
      </w:r>
      <w:r w:rsidR="00E275C9">
        <w:rPr>
          <w:rtl/>
        </w:rPr>
        <w:t xml:space="preserve">. </w:t>
      </w:r>
      <w:r w:rsidR="00134B66">
        <w:rPr>
          <w:rtl/>
        </w:rPr>
        <w:t>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141</w:t>
      </w:r>
      <w:r w:rsidR="00134B66">
        <w:rPr>
          <w:rtl/>
        </w:rPr>
        <w:t xml:space="preserve"> و </w:t>
      </w:r>
      <w:r>
        <w:rPr>
          <w:rtl/>
        </w:rPr>
        <w:t>142</w:t>
      </w:r>
      <w:r w:rsidR="00E275C9">
        <w:rPr>
          <w:rtl/>
        </w:rPr>
        <w:t xml:space="preserve">،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123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66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512</w:t>
      </w:r>
      <w:r w:rsidR="00E275C9">
        <w:rPr>
          <w:rtl/>
        </w:rPr>
        <w:t xml:space="preserve">. </w:t>
      </w:r>
      <w:r w:rsidR="00134B66">
        <w:rPr>
          <w:rtl/>
        </w:rPr>
        <w:t>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141</w:t>
      </w:r>
      <w:r w:rsidR="00134B66">
        <w:rPr>
          <w:rtl/>
        </w:rPr>
        <w:t xml:space="preserve"> و </w:t>
      </w:r>
      <w:r>
        <w:rPr>
          <w:rtl/>
        </w:rPr>
        <w:t>142</w:t>
      </w:r>
      <w:r w:rsidR="00E275C9">
        <w:rPr>
          <w:rtl/>
        </w:rPr>
        <w:t xml:space="preserve">،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123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67</w:t>
      </w:r>
      <w:r w:rsidR="00134B66">
        <w:rPr>
          <w:rtl/>
        </w:rPr>
        <w:t xml:space="preserve"> 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137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68</w:t>
      </w:r>
      <w:r w:rsidR="00134B66">
        <w:rPr>
          <w:rtl/>
        </w:rPr>
        <w:t xml:space="preserve"> مكانى كه امام سجاد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در آنجا بر منبر سخن گفته است اگرچه آن منبر از ب</w:t>
      </w:r>
      <w:r w:rsidR="00E275C9">
        <w:rPr>
          <w:rtl/>
        </w:rPr>
        <w:t>ی</w:t>
      </w:r>
      <w:r w:rsidR="00134B66">
        <w:rPr>
          <w:rtl/>
        </w:rPr>
        <w:t>ن رفته</w:t>
      </w:r>
      <w:r w:rsidR="00E275C9">
        <w:rPr>
          <w:rtl/>
        </w:rPr>
        <w:t xml:space="preserve">، </w:t>
      </w:r>
      <w:r w:rsidR="00134B66">
        <w:rPr>
          <w:rtl/>
        </w:rPr>
        <w:t>ولى جاى آن را در مسجد اموى دمشق</w:t>
      </w:r>
      <w:r w:rsidR="00E275C9">
        <w:rPr>
          <w:rtl/>
        </w:rPr>
        <w:t xml:space="preserve">، </w:t>
      </w:r>
      <w:r w:rsidR="00134B66">
        <w:rPr>
          <w:rtl/>
        </w:rPr>
        <w:t>منبرى ساخته و نگهدارى مى كنند</w:t>
      </w:r>
      <w:r w:rsidR="00E275C9">
        <w:rPr>
          <w:rtl/>
        </w:rPr>
        <w:t xml:space="preserve">، </w:t>
      </w:r>
      <w:r w:rsidR="00134B66">
        <w:rPr>
          <w:rtl/>
        </w:rPr>
        <w:t>ا</w:t>
      </w:r>
      <w:r w:rsidR="00E275C9">
        <w:rPr>
          <w:rtl/>
        </w:rPr>
        <w:t>ی</w:t>
      </w:r>
      <w:r w:rsidR="00134B66">
        <w:rPr>
          <w:rtl/>
        </w:rPr>
        <w:t>ن مكان</w:t>
      </w:r>
      <w:r w:rsidR="00E275C9">
        <w:rPr>
          <w:rtl/>
        </w:rPr>
        <w:t xml:space="preserve">، </w:t>
      </w:r>
      <w:r w:rsidR="00134B66">
        <w:rPr>
          <w:rtl/>
        </w:rPr>
        <w:t>نزد</w:t>
      </w:r>
      <w:r w:rsidR="00E275C9">
        <w:rPr>
          <w:rtl/>
        </w:rPr>
        <w:t>ی</w:t>
      </w:r>
      <w:r w:rsidR="00134B66">
        <w:rPr>
          <w:rtl/>
        </w:rPr>
        <w:t xml:space="preserve">ك مزار حضرت </w:t>
      </w:r>
      <w:r w:rsidR="00E275C9">
        <w:rPr>
          <w:rtl/>
        </w:rPr>
        <w:t>ی</w:t>
      </w:r>
      <w:r w:rsidR="00134B66">
        <w:rPr>
          <w:rtl/>
        </w:rPr>
        <w:t>ح</w:t>
      </w:r>
      <w:r w:rsidR="00E275C9">
        <w:rPr>
          <w:rtl/>
        </w:rPr>
        <w:t>ی</w:t>
      </w:r>
      <w:r w:rsidR="00134B66">
        <w:rPr>
          <w:rtl/>
        </w:rPr>
        <w:t xml:space="preserve">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است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69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169</w:t>
      </w:r>
      <w:r w:rsidR="00E275C9">
        <w:rPr>
          <w:rtl/>
        </w:rPr>
        <w:t xml:space="preserve">. </w:t>
      </w:r>
      <w:r w:rsidR="00134B66">
        <w:rPr>
          <w:rtl/>
        </w:rPr>
        <w:t>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202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70</w:t>
      </w:r>
      <w:r w:rsidR="00134B66">
        <w:rPr>
          <w:rtl/>
        </w:rPr>
        <w:t xml:space="preserve"> لهوف</w:t>
      </w:r>
      <w:r w:rsidR="00E275C9">
        <w:rPr>
          <w:rtl/>
        </w:rPr>
        <w:t xml:space="preserve">، </w:t>
      </w:r>
      <w:r w:rsidR="00134B66">
        <w:rPr>
          <w:rtl/>
        </w:rPr>
        <w:t>س</w:t>
      </w:r>
      <w:r w:rsidR="00E275C9">
        <w:rPr>
          <w:rtl/>
        </w:rPr>
        <w:t>ی</w:t>
      </w:r>
      <w:r w:rsidR="00134B66">
        <w:rPr>
          <w:rtl/>
        </w:rPr>
        <w:t>د بن طاووس</w:t>
      </w:r>
      <w:r w:rsidR="00E275C9">
        <w:rPr>
          <w:rtl/>
        </w:rPr>
        <w:t xml:space="preserve">، </w:t>
      </w:r>
      <w:r w:rsidR="00134B66">
        <w:rPr>
          <w:rtl/>
        </w:rPr>
        <w:t>ترجمه س</w:t>
      </w:r>
      <w:r w:rsidR="00E275C9">
        <w:rPr>
          <w:rtl/>
        </w:rPr>
        <w:t>ی</w:t>
      </w:r>
      <w:r w:rsidR="00134B66">
        <w:rPr>
          <w:rtl/>
        </w:rPr>
        <w:t>د احمد فهرى زنجانى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195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71</w:t>
      </w:r>
      <w:r w:rsidR="00134B66">
        <w:rPr>
          <w:rtl/>
        </w:rPr>
        <w:t xml:space="preserve"> المصباح كفعمى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648</w:t>
      </w:r>
      <w:r w:rsidR="00E275C9">
        <w:rPr>
          <w:rtl/>
        </w:rPr>
        <w:t xml:space="preserve">.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225</w:t>
      </w:r>
      <w:r w:rsidR="00134B66">
        <w:rPr>
          <w:rtl/>
        </w:rPr>
        <w:t xml:space="preserve"> ترجمه آثارالباق</w:t>
      </w:r>
      <w:r w:rsidR="00E275C9">
        <w:rPr>
          <w:rtl/>
        </w:rPr>
        <w:t>ی</w:t>
      </w:r>
      <w:r w:rsidR="00134B66">
        <w:rPr>
          <w:rtl/>
        </w:rPr>
        <w:t>ه ب</w:t>
      </w:r>
      <w:r w:rsidR="00E275C9">
        <w:rPr>
          <w:rtl/>
        </w:rPr>
        <w:t>ی</w:t>
      </w:r>
      <w:r w:rsidR="00134B66">
        <w:rPr>
          <w:rtl/>
        </w:rPr>
        <w:t>رونى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454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146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72</w:t>
      </w:r>
      <w:r w:rsidR="00134B66">
        <w:rPr>
          <w:rtl/>
        </w:rPr>
        <w:t xml:space="preserve"> 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146</w:t>
      </w:r>
      <w:r w:rsidR="00E275C9">
        <w:rPr>
          <w:rtl/>
        </w:rPr>
        <w:t xml:space="preserve">. </w:t>
      </w:r>
      <w:r w:rsidR="00134B66">
        <w:rPr>
          <w:rtl/>
        </w:rPr>
        <w:t>زندگانى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218</w:t>
      </w:r>
      <w:r w:rsidR="00E275C9">
        <w:rPr>
          <w:rtl/>
        </w:rPr>
        <w:t xml:space="preserve">. </w:t>
      </w:r>
      <w:r>
        <w:rPr>
          <w:rtl/>
        </w:rPr>
        <w:t>73</w:t>
      </w:r>
      <w:r w:rsidR="00134B66">
        <w:rPr>
          <w:rtl/>
        </w:rPr>
        <w:t xml:space="preserve"> 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146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525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74</w:t>
      </w:r>
      <w:r w:rsidR="00134B66">
        <w:rPr>
          <w:rtl/>
        </w:rPr>
        <w:t xml:space="preserve"> 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176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75</w:t>
      </w:r>
      <w:r w:rsidR="00134B66">
        <w:rPr>
          <w:rtl/>
        </w:rPr>
        <w:t xml:space="preserve"> بانوى شجاع</w:t>
      </w:r>
      <w:r w:rsidR="00E275C9">
        <w:rPr>
          <w:rtl/>
        </w:rPr>
        <w:t xml:space="preserve">، 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نب كبرى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209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76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445</w:t>
      </w:r>
      <w:r w:rsidR="00E275C9">
        <w:rPr>
          <w:rtl/>
        </w:rPr>
        <w:t xml:space="preserve"> </w:t>
      </w:r>
      <w:r>
        <w:rPr>
          <w:rtl/>
        </w:rPr>
        <w:t>446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77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445</w:t>
      </w:r>
      <w:r w:rsidR="00E275C9">
        <w:rPr>
          <w:rtl/>
        </w:rPr>
        <w:t xml:space="preserve"> </w:t>
      </w:r>
      <w:r>
        <w:rPr>
          <w:rtl/>
        </w:rPr>
        <w:t>446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78</w:t>
      </w:r>
      <w:r w:rsidR="00134B66">
        <w:rPr>
          <w:rtl/>
        </w:rPr>
        <w:t xml:space="preserve"> آثارالباق</w:t>
      </w:r>
      <w:r w:rsidR="00E275C9">
        <w:rPr>
          <w:rtl/>
        </w:rPr>
        <w:t>ی</w:t>
      </w:r>
      <w:r w:rsidR="00134B66">
        <w:rPr>
          <w:rtl/>
        </w:rPr>
        <w:t>ه ابور</w:t>
      </w:r>
      <w:r w:rsidR="00E275C9">
        <w:rPr>
          <w:rtl/>
        </w:rPr>
        <w:t>ی</w:t>
      </w:r>
      <w:r w:rsidR="00134B66">
        <w:rPr>
          <w:rtl/>
        </w:rPr>
        <w:t>حان ب</w:t>
      </w:r>
      <w:r w:rsidR="00E275C9">
        <w:rPr>
          <w:rtl/>
        </w:rPr>
        <w:t>ی</w:t>
      </w:r>
      <w:r w:rsidR="00134B66">
        <w:rPr>
          <w:rtl/>
        </w:rPr>
        <w:t>رونى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454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lastRenderedPageBreak/>
        <w:t>79</w:t>
      </w:r>
      <w:r w:rsidR="00134B66">
        <w:rPr>
          <w:rtl/>
        </w:rPr>
        <w:t xml:space="preserve"> وقتى به ز</w:t>
      </w:r>
      <w:r w:rsidR="00E275C9">
        <w:rPr>
          <w:rtl/>
        </w:rPr>
        <w:t>ی</w:t>
      </w:r>
      <w:r w:rsidR="00134B66">
        <w:rPr>
          <w:rtl/>
        </w:rPr>
        <w:t xml:space="preserve">ارت قبر «حجر بن عدى» و </w:t>
      </w:r>
      <w:r w:rsidR="00E275C9">
        <w:rPr>
          <w:rtl/>
        </w:rPr>
        <w:t>ی</w:t>
      </w:r>
      <w:r w:rsidR="00134B66">
        <w:rPr>
          <w:rtl/>
        </w:rPr>
        <w:t>ارانش به «مرج العذرى» در سى و چند ك</w:t>
      </w:r>
      <w:r w:rsidR="00E275C9">
        <w:rPr>
          <w:rtl/>
        </w:rPr>
        <w:t>ی</w:t>
      </w:r>
      <w:r w:rsidR="00134B66">
        <w:rPr>
          <w:rtl/>
        </w:rPr>
        <w:t>لومترى دمشق رفته بودم</w:t>
      </w:r>
      <w:r w:rsidR="00E275C9">
        <w:rPr>
          <w:rtl/>
        </w:rPr>
        <w:t xml:space="preserve">، </w:t>
      </w:r>
      <w:r w:rsidR="00134B66">
        <w:rPr>
          <w:rtl/>
        </w:rPr>
        <w:t>راهنماى كاروان مى گفت از ا</w:t>
      </w:r>
      <w:r w:rsidR="00E275C9">
        <w:rPr>
          <w:rtl/>
        </w:rPr>
        <w:t>ی</w:t>
      </w:r>
      <w:r w:rsidR="00134B66">
        <w:rPr>
          <w:rtl/>
        </w:rPr>
        <w:t xml:space="preserve">نجا تا كربلا </w:t>
      </w:r>
      <w:r>
        <w:rPr>
          <w:rtl/>
        </w:rPr>
        <w:t>480</w:t>
      </w:r>
      <w:r w:rsidR="00134B66">
        <w:rPr>
          <w:rtl/>
        </w:rPr>
        <w:t xml:space="preserve"> ك</w:t>
      </w:r>
      <w:r w:rsidR="00E275C9">
        <w:rPr>
          <w:rtl/>
        </w:rPr>
        <w:t>ی</w:t>
      </w:r>
      <w:r w:rsidR="00134B66">
        <w:rPr>
          <w:rtl/>
        </w:rPr>
        <w:t>لومتر است و بع</w:t>
      </w:r>
      <w:r w:rsidR="00E275C9">
        <w:rPr>
          <w:rtl/>
        </w:rPr>
        <w:t>ی</w:t>
      </w:r>
      <w:r w:rsidR="00134B66">
        <w:rPr>
          <w:rtl/>
        </w:rPr>
        <w:t>د هم ن</w:t>
      </w:r>
      <w:r w:rsidR="00E275C9">
        <w:rPr>
          <w:rtl/>
        </w:rPr>
        <w:t>ی</w:t>
      </w:r>
      <w:r w:rsidR="00134B66">
        <w:rPr>
          <w:rtl/>
        </w:rPr>
        <w:t>ست</w:t>
      </w:r>
      <w:r w:rsidR="00E275C9">
        <w:rPr>
          <w:rtl/>
        </w:rPr>
        <w:t xml:space="preserve">، </w:t>
      </w:r>
      <w:r w:rsidR="00134B66">
        <w:rPr>
          <w:rtl/>
        </w:rPr>
        <w:t xml:space="preserve">ولى من با محاسبه از روى نقشه كه مربوط به ده </w:t>
      </w:r>
      <w:r w:rsidR="00E275C9">
        <w:rPr>
          <w:rtl/>
        </w:rPr>
        <w:t>ی</w:t>
      </w:r>
      <w:r w:rsidR="00134B66">
        <w:rPr>
          <w:rtl/>
        </w:rPr>
        <w:t>ا دوازده سال پ</w:t>
      </w:r>
      <w:r w:rsidR="00E275C9">
        <w:rPr>
          <w:rtl/>
        </w:rPr>
        <w:t>ی</w:t>
      </w:r>
      <w:r w:rsidR="00134B66">
        <w:rPr>
          <w:rtl/>
        </w:rPr>
        <w:t>ش است از راه اسفالته حدود ششصد ك</w:t>
      </w:r>
      <w:r w:rsidR="00E275C9">
        <w:rPr>
          <w:rtl/>
        </w:rPr>
        <w:t>ی</w:t>
      </w:r>
      <w:r w:rsidR="00134B66">
        <w:rPr>
          <w:rtl/>
        </w:rPr>
        <w:t>لومتر</w:t>
      </w:r>
      <w:r w:rsidR="00E275C9">
        <w:rPr>
          <w:rtl/>
        </w:rPr>
        <w:t xml:space="preserve">، </w:t>
      </w:r>
      <w:r w:rsidR="00134B66">
        <w:rPr>
          <w:rtl/>
        </w:rPr>
        <w:t>قدرى ب</w:t>
      </w:r>
      <w:r w:rsidR="00E275C9">
        <w:rPr>
          <w:rtl/>
        </w:rPr>
        <w:t>ی</w:t>
      </w:r>
      <w:r w:rsidR="00134B66">
        <w:rPr>
          <w:rtl/>
        </w:rPr>
        <w:t>شتر محاسبه كرده ام</w:t>
      </w:r>
      <w:r w:rsidR="00E275C9">
        <w:rPr>
          <w:rtl/>
        </w:rPr>
        <w:t xml:space="preserve">، </w:t>
      </w:r>
      <w:r w:rsidR="00134B66">
        <w:rPr>
          <w:rtl/>
        </w:rPr>
        <w:t>شا</w:t>
      </w:r>
      <w:r w:rsidR="00E275C9">
        <w:rPr>
          <w:rtl/>
        </w:rPr>
        <w:t>ی</w:t>
      </w:r>
      <w:r w:rsidR="00134B66">
        <w:rPr>
          <w:rtl/>
        </w:rPr>
        <w:t>د از راه م</w:t>
      </w:r>
      <w:r w:rsidR="00E275C9">
        <w:rPr>
          <w:rtl/>
        </w:rPr>
        <w:t>ی</w:t>
      </w:r>
      <w:r w:rsidR="00134B66">
        <w:rPr>
          <w:rtl/>
        </w:rPr>
        <w:t>انبر گفته ا</w:t>
      </w:r>
      <w:r w:rsidR="00E275C9">
        <w:rPr>
          <w:rtl/>
        </w:rPr>
        <w:t>ی</w:t>
      </w:r>
      <w:r w:rsidR="00134B66">
        <w:rPr>
          <w:rtl/>
        </w:rPr>
        <w:t>شان درست باشد</w:t>
      </w:r>
      <w:r w:rsidR="00E275C9">
        <w:rPr>
          <w:rtl/>
        </w:rPr>
        <w:t xml:space="preserve">، </w:t>
      </w:r>
      <w:r w:rsidR="00134B66">
        <w:rPr>
          <w:rtl/>
        </w:rPr>
        <w:t>به ام</w:t>
      </w:r>
      <w:r w:rsidR="00E275C9">
        <w:rPr>
          <w:rtl/>
        </w:rPr>
        <w:t>ی</w:t>
      </w:r>
      <w:r w:rsidR="00134B66">
        <w:rPr>
          <w:rtl/>
        </w:rPr>
        <w:t>د آنكه روزى بتوان</w:t>
      </w:r>
      <w:r w:rsidR="00E275C9">
        <w:rPr>
          <w:rtl/>
        </w:rPr>
        <w:t>ی</w:t>
      </w:r>
      <w:r w:rsidR="00134B66">
        <w:rPr>
          <w:rtl/>
        </w:rPr>
        <w:t>م با عبور از ا</w:t>
      </w:r>
      <w:r w:rsidR="00E275C9">
        <w:rPr>
          <w:rtl/>
        </w:rPr>
        <w:t>ی</w:t>
      </w:r>
      <w:r w:rsidR="00134B66">
        <w:rPr>
          <w:rtl/>
        </w:rPr>
        <w:t>ن مس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>ضمن بررسى آن</w:t>
      </w:r>
      <w:r w:rsidR="00E275C9">
        <w:rPr>
          <w:rtl/>
        </w:rPr>
        <w:t xml:space="preserve">، </w:t>
      </w:r>
      <w:r w:rsidR="00134B66">
        <w:rPr>
          <w:rtl/>
        </w:rPr>
        <w:t>به قدس آزاد شده برو</w:t>
      </w:r>
      <w:r w:rsidR="00E275C9">
        <w:rPr>
          <w:rtl/>
        </w:rPr>
        <w:t>ی</w:t>
      </w:r>
      <w:r w:rsidR="00134B66">
        <w:rPr>
          <w:rtl/>
        </w:rPr>
        <w:t>م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80</w:t>
      </w:r>
      <w:r w:rsidR="00134B66">
        <w:rPr>
          <w:rtl/>
        </w:rPr>
        <w:t xml:space="preserve"> 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198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81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182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>جلد اول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528</w:t>
      </w:r>
      <w:r w:rsidR="00134B66">
        <w:rPr>
          <w:rtl/>
        </w:rPr>
        <w:t xml:space="preserve"> و </w:t>
      </w:r>
      <w:r>
        <w:rPr>
          <w:rtl/>
        </w:rPr>
        <w:t>529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128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82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528</w:t>
      </w:r>
      <w:r w:rsidR="00134B66">
        <w:rPr>
          <w:rtl/>
        </w:rPr>
        <w:t xml:space="preserve"> و </w:t>
      </w:r>
      <w:r>
        <w:rPr>
          <w:rtl/>
        </w:rPr>
        <w:t>529</w:t>
      </w:r>
      <w:r w:rsidR="00E275C9">
        <w:rPr>
          <w:rtl/>
        </w:rPr>
        <w:t xml:space="preserve">. </w:t>
      </w:r>
      <w:r w:rsidR="00134B66">
        <w:rPr>
          <w:rtl/>
        </w:rPr>
        <w:t>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183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129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83</w:t>
      </w:r>
      <w:r w:rsidR="00134B66">
        <w:rPr>
          <w:rtl/>
        </w:rPr>
        <w:t xml:space="preserve"> همان مدرك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84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183</w:t>
      </w:r>
      <w:r w:rsidR="00E275C9">
        <w:rPr>
          <w:rtl/>
        </w:rPr>
        <w:t xml:space="preserve">. </w:t>
      </w:r>
      <w:r w:rsidR="00134B66">
        <w:rPr>
          <w:rtl/>
        </w:rPr>
        <w:t>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528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130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85</w:t>
      </w:r>
      <w:r w:rsidR="00134B66">
        <w:rPr>
          <w:rtl/>
        </w:rPr>
        <w:t xml:space="preserve"> 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جلد سوم 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185</w:t>
      </w:r>
      <w:r w:rsidR="00E275C9">
        <w:rPr>
          <w:rtl/>
        </w:rPr>
        <w:t xml:space="preserve">. </w:t>
      </w:r>
      <w:r w:rsidR="00134B66">
        <w:rPr>
          <w:rtl/>
        </w:rPr>
        <w:t>ترجمه لهوف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130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86</w:t>
      </w:r>
      <w:r w:rsidR="00134B66">
        <w:rPr>
          <w:rtl/>
        </w:rPr>
        <w:t xml:space="preserve">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475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87</w:t>
      </w:r>
      <w:r w:rsidR="00134B66">
        <w:rPr>
          <w:rtl/>
        </w:rPr>
        <w:t xml:space="preserve"> ان شاءاللّه در ق</w:t>
      </w:r>
      <w:r w:rsidR="00E275C9">
        <w:rPr>
          <w:rtl/>
        </w:rPr>
        <w:t>ی</w:t>
      </w:r>
      <w:r w:rsidR="00134B66">
        <w:rPr>
          <w:rtl/>
        </w:rPr>
        <w:t>ام توّاب</w:t>
      </w:r>
      <w:r w:rsidR="00E275C9">
        <w:rPr>
          <w:rtl/>
        </w:rPr>
        <w:t>ی</w:t>
      </w:r>
      <w:r w:rsidR="00134B66">
        <w:rPr>
          <w:rtl/>
        </w:rPr>
        <w:t>ن از «سل</w:t>
      </w:r>
      <w:r w:rsidR="00E275C9">
        <w:rPr>
          <w:rtl/>
        </w:rPr>
        <w:t>ی</w:t>
      </w:r>
      <w:r w:rsidR="00134B66">
        <w:rPr>
          <w:rtl/>
        </w:rPr>
        <w:t xml:space="preserve">مان بن صرد» </w:t>
      </w:r>
      <w:r w:rsidR="00E275C9">
        <w:rPr>
          <w:rtl/>
        </w:rPr>
        <w:t>ی</w:t>
      </w:r>
      <w:r w:rsidR="00134B66">
        <w:rPr>
          <w:rtl/>
        </w:rPr>
        <w:t>اد خواهد شد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88</w:t>
      </w:r>
      <w:r w:rsidR="00134B66">
        <w:rPr>
          <w:rtl/>
        </w:rPr>
        <w:t xml:space="preserve"> «مختار» پسر «ابوعب</w:t>
      </w:r>
      <w:r w:rsidR="00E275C9">
        <w:rPr>
          <w:rtl/>
        </w:rPr>
        <w:t>ی</w:t>
      </w:r>
      <w:r w:rsidR="00134B66">
        <w:rPr>
          <w:rtl/>
        </w:rPr>
        <w:t>د ثقفى» است كه فرماندهى سپاه اسلام را در جنگ با سپاه</w:t>
      </w:r>
      <w:r w:rsidR="00E275C9">
        <w:rPr>
          <w:rtl/>
        </w:rPr>
        <w:t>ی</w:t>
      </w:r>
      <w:r w:rsidR="00134B66">
        <w:rPr>
          <w:rtl/>
        </w:rPr>
        <w:t>ان ساسانى عهده دار بود و در ز</w:t>
      </w:r>
      <w:r w:rsidR="00E275C9">
        <w:rPr>
          <w:rtl/>
        </w:rPr>
        <w:t>ی</w:t>
      </w:r>
      <w:r w:rsidR="00134B66">
        <w:rPr>
          <w:rtl/>
        </w:rPr>
        <w:t>ر پاى ف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 xml:space="preserve">، </w:t>
      </w:r>
      <w:r w:rsidR="00134B66">
        <w:rPr>
          <w:rtl/>
        </w:rPr>
        <w:t>شه</w:t>
      </w:r>
      <w:r w:rsidR="00E275C9">
        <w:rPr>
          <w:rtl/>
        </w:rPr>
        <w:t>ی</w:t>
      </w:r>
      <w:r w:rsidR="00134B66">
        <w:rPr>
          <w:rtl/>
        </w:rPr>
        <w:t>د شد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89</w:t>
      </w:r>
      <w:r w:rsidR="00134B66">
        <w:rPr>
          <w:rtl/>
        </w:rPr>
        <w:t xml:space="preserve"> «ابراه</w:t>
      </w:r>
      <w:r w:rsidR="00E275C9">
        <w:rPr>
          <w:rtl/>
        </w:rPr>
        <w:t>ی</w:t>
      </w:r>
      <w:r w:rsidR="00134B66">
        <w:rPr>
          <w:rtl/>
        </w:rPr>
        <w:t xml:space="preserve">م» پسر «مالك اشتر بن حارث نخعى» است كه </w:t>
      </w:r>
      <w:r w:rsidR="00E275C9">
        <w:rPr>
          <w:rtl/>
        </w:rPr>
        <w:t>ی</w:t>
      </w:r>
      <w:r w:rsidR="00134B66">
        <w:rPr>
          <w:rtl/>
        </w:rPr>
        <w:t>كى از امراى شجاع سپاه اسلام بود</w:t>
      </w:r>
      <w:r w:rsidR="00E275C9">
        <w:rPr>
          <w:rtl/>
        </w:rPr>
        <w:t xml:space="preserve">. </w:t>
      </w:r>
      <w:r w:rsidR="00134B66">
        <w:rPr>
          <w:rtl/>
        </w:rPr>
        <w:t>در جنگ «</w:t>
      </w:r>
      <w:r w:rsidR="00E275C9">
        <w:rPr>
          <w:rtl/>
        </w:rPr>
        <w:t>ی</w:t>
      </w:r>
      <w:r w:rsidR="00134B66">
        <w:rPr>
          <w:rtl/>
        </w:rPr>
        <w:t>رموك» چشمش پاره شد</w:t>
      </w:r>
      <w:r w:rsidR="00E275C9">
        <w:rPr>
          <w:rtl/>
        </w:rPr>
        <w:t xml:space="preserve">، </w:t>
      </w:r>
      <w:r w:rsidR="00134B66">
        <w:rPr>
          <w:rtl/>
        </w:rPr>
        <w:t>لذا «اشتر» لقب گرفت</w:t>
      </w:r>
      <w:r w:rsidR="00E275C9">
        <w:rPr>
          <w:rtl/>
        </w:rPr>
        <w:t xml:space="preserve">. </w:t>
      </w:r>
      <w:r w:rsidR="00134B66">
        <w:rPr>
          <w:rtl/>
        </w:rPr>
        <w:t>در جنگهاى جمل و صف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از بزرگتر</w:t>
      </w:r>
      <w:r w:rsidR="00E275C9">
        <w:rPr>
          <w:rtl/>
        </w:rPr>
        <w:t>ی</w:t>
      </w:r>
      <w:r w:rsidR="00134B66">
        <w:rPr>
          <w:rtl/>
        </w:rPr>
        <w:t xml:space="preserve">ن فرماندهان سپاه على </w:t>
      </w:r>
      <w:r>
        <w:rPr>
          <w:rtl/>
        </w:rPr>
        <w:t>7</w:t>
      </w:r>
      <w:r w:rsidR="00134B66">
        <w:rPr>
          <w:rtl/>
        </w:rPr>
        <w:t xml:space="preserve"> بود</w:t>
      </w:r>
      <w:r w:rsidR="00E275C9">
        <w:rPr>
          <w:rtl/>
        </w:rPr>
        <w:t xml:space="preserve">. </w:t>
      </w:r>
      <w:r w:rsidR="00134B66">
        <w:rPr>
          <w:rtl/>
        </w:rPr>
        <w:t>بعد از جنگ صف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 xml:space="preserve">على </w:t>
      </w:r>
      <w:r>
        <w:rPr>
          <w:rtl/>
        </w:rPr>
        <w:t>7</w:t>
      </w:r>
      <w:r w:rsidR="00134B66">
        <w:rPr>
          <w:rtl/>
        </w:rPr>
        <w:t xml:space="preserve"> او را به حكومت مصر برگز</w:t>
      </w:r>
      <w:r w:rsidR="00E275C9">
        <w:rPr>
          <w:rtl/>
        </w:rPr>
        <w:t>ی</w:t>
      </w:r>
      <w:r w:rsidR="00134B66">
        <w:rPr>
          <w:rtl/>
        </w:rPr>
        <w:t>د و با فرمان معروف خو</w:t>
      </w:r>
      <w:r w:rsidR="00E275C9">
        <w:rPr>
          <w:rtl/>
        </w:rPr>
        <w:t>ی</w:t>
      </w:r>
      <w:r w:rsidR="00134B66">
        <w:rPr>
          <w:rtl/>
        </w:rPr>
        <w:t>ش كه عال</w:t>
      </w:r>
      <w:r w:rsidR="00E275C9">
        <w:rPr>
          <w:rtl/>
        </w:rPr>
        <w:t>ی</w:t>
      </w:r>
      <w:r w:rsidR="00134B66">
        <w:rPr>
          <w:rtl/>
        </w:rPr>
        <w:t>تر</w:t>
      </w:r>
      <w:r w:rsidR="00E275C9">
        <w:rPr>
          <w:rtl/>
        </w:rPr>
        <w:t>ی</w:t>
      </w:r>
      <w:r w:rsidR="00134B66">
        <w:rPr>
          <w:rtl/>
        </w:rPr>
        <w:t>ن آ</w:t>
      </w:r>
      <w:r w:rsidR="00E275C9">
        <w:rPr>
          <w:rtl/>
        </w:rPr>
        <w:t>یی</w:t>
      </w:r>
      <w:r w:rsidR="00134B66">
        <w:rPr>
          <w:rtl/>
        </w:rPr>
        <w:t>ن ملكدارى است</w:t>
      </w:r>
      <w:r w:rsidR="00E275C9">
        <w:rPr>
          <w:rtl/>
        </w:rPr>
        <w:t xml:space="preserve">، </w:t>
      </w:r>
      <w:r w:rsidR="00134B66">
        <w:rPr>
          <w:rtl/>
        </w:rPr>
        <w:t>او را روانه آن د</w:t>
      </w:r>
      <w:r w:rsidR="00E275C9">
        <w:rPr>
          <w:rtl/>
        </w:rPr>
        <w:t>ی</w:t>
      </w:r>
      <w:r w:rsidR="00134B66">
        <w:rPr>
          <w:rtl/>
        </w:rPr>
        <w:t>ار كرد</w:t>
      </w:r>
      <w:r w:rsidR="00E275C9">
        <w:rPr>
          <w:rtl/>
        </w:rPr>
        <w:t xml:space="preserve">، </w:t>
      </w:r>
      <w:r w:rsidR="00134B66">
        <w:rPr>
          <w:rtl/>
        </w:rPr>
        <w:t>ولى در ب</w:t>
      </w:r>
      <w:r w:rsidR="00E275C9">
        <w:rPr>
          <w:rtl/>
        </w:rPr>
        <w:t>ی</w:t>
      </w:r>
      <w:r w:rsidR="00134B66">
        <w:rPr>
          <w:rtl/>
        </w:rPr>
        <w:t xml:space="preserve">ن راه به سال </w:t>
      </w:r>
      <w:r>
        <w:rPr>
          <w:rtl/>
        </w:rPr>
        <w:t>37</w:t>
      </w:r>
      <w:r w:rsidR="00134B66">
        <w:rPr>
          <w:rtl/>
        </w:rPr>
        <w:t xml:space="preserve"> هجرى به دست ا</w:t>
      </w:r>
      <w:r w:rsidR="00E275C9">
        <w:rPr>
          <w:rtl/>
        </w:rPr>
        <w:t>ی</w:t>
      </w:r>
      <w:r w:rsidR="00134B66">
        <w:rPr>
          <w:rtl/>
        </w:rPr>
        <w:t>ادى معاو</w:t>
      </w:r>
      <w:r w:rsidR="00E275C9">
        <w:rPr>
          <w:rtl/>
        </w:rPr>
        <w:t>ی</w:t>
      </w:r>
      <w:r w:rsidR="00134B66">
        <w:rPr>
          <w:rtl/>
        </w:rPr>
        <w:t>ه</w:t>
      </w:r>
      <w:r w:rsidR="00E275C9">
        <w:rPr>
          <w:rtl/>
        </w:rPr>
        <w:t xml:space="preserve">، </w:t>
      </w:r>
      <w:r w:rsidR="00134B66">
        <w:rPr>
          <w:rtl/>
        </w:rPr>
        <w:t>شه</w:t>
      </w:r>
      <w:r w:rsidR="00E275C9">
        <w:rPr>
          <w:rtl/>
        </w:rPr>
        <w:t>ی</w:t>
      </w:r>
      <w:r w:rsidR="00134B66">
        <w:rPr>
          <w:rtl/>
        </w:rPr>
        <w:t>د شد</w:t>
      </w:r>
      <w:r w:rsidR="00E275C9">
        <w:rPr>
          <w:rtl/>
        </w:rPr>
        <w:t xml:space="preserve">. </w:t>
      </w:r>
      <w:r w:rsidR="00134B66">
        <w:rPr>
          <w:rtl/>
        </w:rPr>
        <w:t xml:space="preserve">وقتى خبر شهادت او به على </w:t>
      </w:r>
      <w:r>
        <w:rPr>
          <w:rtl/>
        </w:rPr>
        <w:t>7</w:t>
      </w:r>
      <w:r w:rsidR="00134B66">
        <w:rPr>
          <w:rtl/>
        </w:rPr>
        <w:t xml:space="preserve"> رس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فرمود</w:t>
      </w:r>
      <w:r w:rsidR="00E275C9">
        <w:rPr>
          <w:rtl/>
        </w:rPr>
        <w:t xml:space="preserve">: </w:t>
      </w:r>
      <w:r w:rsidR="00134B66">
        <w:rPr>
          <w:rtl/>
        </w:rPr>
        <w:t>«خداوند</w:t>
      </w:r>
      <w:r w:rsidR="00E275C9">
        <w:rPr>
          <w:rtl/>
        </w:rPr>
        <w:t xml:space="preserve">، </w:t>
      </w:r>
      <w:r w:rsidR="00134B66">
        <w:rPr>
          <w:rtl/>
        </w:rPr>
        <w:t>مالك را رحمت كند</w:t>
      </w:r>
      <w:r w:rsidR="00E275C9">
        <w:rPr>
          <w:rtl/>
        </w:rPr>
        <w:t xml:space="preserve">، </w:t>
      </w:r>
      <w:r w:rsidR="00134B66">
        <w:rPr>
          <w:rtl/>
        </w:rPr>
        <w:t xml:space="preserve">او براى من آن چنان بود كه من براى رسول خدا </w:t>
      </w:r>
      <w:r>
        <w:rPr>
          <w:rtl/>
        </w:rPr>
        <w:t>9</w:t>
      </w:r>
      <w:r w:rsidR="00134B66">
        <w:rPr>
          <w:rtl/>
        </w:rPr>
        <w:t xml:space="preserve"> بودم</w:t>
      </w:r>
      <w:r w:rsidR="00E275C9">
        <w:rPr>
          <w:rtl/>
        </w:rPr>
        <w:t xml:space="preserve">. </w:t>
      </w:r>
      <w:r w:rsidR="00134B66">
        <w:rPr>
          <w:rtl/>
        </w:rPr>
        <w:t>با مرگ مالك</w:t>
      </w:r>
      <w:r w:rsidR="00E275C9">
        <w:rPr>
          <w:rtl/>
        </w:rPr>
        <w:t>، ی</w:t>
      </w:r>
      <w:r w:rsidR="00134B66">
        <w:rPr>
          <w:rtl/>
        </w:rPr>
        <w:t>ك دست از پ</w:t>
      </w:r>
      <w:r w:rsidR="00E275C9">
        <w:rPr>
          <w:rtl/>
        </w:rPr>
        <w:t>ی</w:t>
      </w:r>
      <w:r w:rsidR="00134B66">
        <w:rPr>
          <w:rtl/>
        </w:rPr>
        <w:t>كرم جدا شد»</w:t>
      </w:r>
      <w:r w:rsidR="00E275C9">
        <w:rPr>
          <w:rtl/>
        </w:rPr>
        <w:t xml:space="preserve">، </w:t>
      </w:r>
      <w:r w:rsidR="00134B66">
        <w:rPr>
          <w:rtl/>
        </w:rPr>
        <w:t>(درنهج البلاغه ف</w:t>
      </w:r>
      <w:r w:rsidR="00E275C9">
        <w:rPr>
          <w:rtl/>
        </w:rPr>
        <w:t>ی</w:t>
      </w:r>
      <w:r w:rsidR="00134B66">
        <w:rPr>
          <w:rtl/>
        </w:rPr>
        <w:t>ض الاسلام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مرگ وى در سال </w:t>
      </w:r>
      <w:r>
        <w:rPr>
          <w:rtl/>
        </w:rPr>
        <w:t>38</w:t>
      </w:r>
      <w:r w:rsidR="00134B66">
        <w:rPr>
          <w:rtl/>
        </w:rPr>
        <w:t>هجرى ذكر شده است</w:t>
      </w:r>
      <w:r w:rsidR="00E275C9">
        <w:rPr>
          <w:rtl/>
        </w:rPr>
        <w:t xml:space="preserve">. </w:t>
      </w:r>
      <w:r w:rsidR="00134B66">
        <w:rPr>
          <w:rtl/>
        </w:rPr>
        <w:t>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90</w:t>
      </w:r>
      <w:r w:rsidR="00134B66">
        <w:rPr>
          <w:rtl/>
        </w:rPr>
        <w:t xml:space="preserve"> در سال </w:t>
      </w:r>
      <w:r>
        <w:rPr>
          <w:rtl/>
        </w:rPr>
        <w:t>63</w:t>
      </w:r>
      <w:r w:rsidR="00134B66">
        <w:rPr>
          <w:rtl/>
        </w:rPr>
        <w:t xml:space="preserve"> هجرى</w:t>
      </w:r>
      <w:r w:rsidR="00E275C9">
        <w:rPr>
          <w:rtl/>
        </w:rPr>
        <w:t xml:space="preserve">، </w:t>
      </w:r>
      <w:r w:rsidR="00134B66">
        <w:rPr>
          <w:rtl/>
        </w:rPr>
        <w:t xml:space="preserve">«مسلم بن عقبه المرى» به دستور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بر مردم مد</w:t>
      </w:r>
      <w:r w:rsidR="00E275C9">
        <w:rPr>
          <w:rtl/>
        </w:rPr>
        <w:t>ی</w:t>
      </w:r>
      <w:r w:rsidR="00134B66">
        <w:rPr>
          <w:rtl/>
        </w:rPr>
        <w:t>نه تاخت</w:t>
      </w:r>
      <w:r w:rsidR="00E275C9">
        <w:rPr>
          <w:rtl/>
        </w:rPr>
        <w:t xml:space="preserve">، </w:t>
      </w:r>
      <w:r w:rsidR="00134B66">
        <w:rPr>
          <w:rtl/>
        </w:rPr>
        <w:t>اهالى شهر</w:t>
      </w:r>
      <w:r w:rsidR="00E275C9">
        <w:rPr>
          <w:rtl/>
        </w:rPr>
        <w:t xml:space="preserve">، </w:t>
      </w:r>
      <w:r w:rsidR="00134B66">
        <w:rPr>
          <w:rtl/>
        </w:rPr>
        <w:t>خندق زمان پ</w:t>
      </w:r>
      <w:r w:rsidR="00E275C9">
        <w:rPr>
          <w:rtl/>
        </w:rPr>
        <w:t>ی</w:t>
      </w:r>
      <w:r w:rsidR="00134B66">
        <w:rPr>
          <w:rtl/>
        </w:rPr>
        <w:t>غمبر را دوباره ساختند</w:t>
      </w:r>
      <w:r w:rsidR="00E275C9">
        <w:rPr>
          <w:rtl/>
        </w:rPr>
        <w:t xml:space="preserve">، </w:t>
      </w:r>
      <w:r w:rsidR="00134B66">
        <w:rPr>
          <w:rtl/>
        </w:rPr>
        <w:t>ولى مسلم</w:t>
      </w:r>
      <w:r w:rsidR="00E275C9">
        <w:rPr>
          <w:rtl/>
        </w:rPr>
        <w:t xml:space="preserve">، </w:t>
      </w:r>
      <w:r w:rsidR="00134B66">
        <w:rPr>
          <w:rtl/>
        </w:rPr>
        <w:t>با خ</w:t>
      </w:r>
      <w:r w:rsidR="00E275C9">
        <w:rPr>
          <w:rtl/>
        </w:rPr>
        <w:t>ی</w:t>
      </w:r>
      <w:r w:rsidR="00134B66">
        <w:rPr>
          <w:rtl/>
        </w:rPr>
        <w:t>انت طا</w:t>
      </w:r>
      <w:r w:rsidR="00E275C9">
        <w:rPr>
          <w:rtl/>
        </w:rPr>
        <w:t>ی</w:t>
      </w:r>
      <w:r w:rsidR="00134B66">
        <w:rPr>
          <w:rtl/>
        </w:rPr>
        <w:t>فه بنى حارث</w:t>
      </w:r>
      <w:r w:rsidR="00E275C9">
        <w:rPr>
          <w:rtl/>
        </w:rPr>
        <w:t xml:space="preserve">، </w:t>
      </w:r>
      <w:r w:rsidR="00134B66">
        <w:rPr>
          <w:rtl/>
        </w:rPr>
        <w:t xml:space="preserve">وارد شهر شد </w:t>
      </w:r>
      <w:r w:rsidR="00134B66">
        <w:rPr>
          <w:rtl/>
        </w:rPr>
        <w:lastRenderedPageBreak/>
        <w:t>و در محلى به نام «حرّه» ق</w:t>
      </w:r>
      <w:r w:rsidR="00E275C9">
        <w:rPr>
          <w:rtl/>
        </w:rPr>
        <w:t>ی</w:t>
      </w:r>
      <w:r w:rsidR="00134B66">
        <w:rPr>
          <w:rtl/>
        </w:rPr>
        <w:t>ام مردم را سركوب كرد</w:t>
      </w:r>
      <w:r w:rsidR="00E275C9">
        <w:rPr>
          <w:rtl/>
        </w:rPr>
        <w:t xml:space="preserve">. </w:t>
      </w:r>
      <w:r w:rsidR="00134B66">
        <w:rPr>
          <w:rtl/>
        </w:rPr>
        <w:t>سركرده مخالفان كه «عبداللّه بن حنظله غس</w:t>
      </w:r>
      <w:r w:rsidR="00E275C9">
        <w:rPr>
          <w:rtl/>
        </w:rPr>
        <w:t>ی</w:t>
      </w:r>
      <w:r w:rsidR="00134B66">
        <w:rPr>
          <w:rtl/>
        </w:rPr>
        <w:t>ل الملائكه» بود</w:t>
      </w:r>
      <w:r w:rsidR="00E275C9">
        <w:rPr>
          <w:rtl/>
        </w:rPr>
        <w:t xml:space="preserve">، </w:t>
      </w:r>
      <w:r w:rsidR="00134B66">
        <w:rPr>
          <w:rtl/>
        </w:rPr>
        <w:t>با عده بس</w:t>
      </w:r>
      <w:r w:rsidR="00E275C9">
        <w:rPr>
          <w:rtl/>
        </w:rPr>
        <w:t>ی</w:t>
      </w:r>
      <w:r w:rsidR="00134B66">
        <w:rPr>
          <w:rtl/>
        </w:rPr>
        <w:t>ارى از مردم شهر</w:t>
      </w:r>
      <w:r w:rsidR="00E275C9">
        <w:rPr>
          <w:rtl/>
        </w:rPr>
        <w:t xml:space="preserve">، </w:t>
      </w:r>
      <w:r w:rsidR="00134B66">
        <w:rPr>
          <w:rtl/>
        </w:rPr>
        <w:t>شه</w:t>
      </w:r>
      <w:r w:rsidR="00E275C9">
        <w:rPr>
          <w:rtl/>
        </w:rPr>
        <w:t>ی</w:t>
      </w:r>
      <w:r w:rsidR="00134B66">
        <w:rPr>
          <w:rtl/>
        </w:rPr>
        <w:t>د شدند و به وس</w:t>
      </w:r>
      <w:r w:rsidR="00E275C9">
        <w:rPr>
          <w:rtl/>
        </w:rPr>
        <w:t>ی</w:t>
      </w:r>
      <w:r w:rsidR="00134B66">
        <w:rPr>
          <w:rtl/>
        </w:rPr>
        <w:t>له سپاه اموى</w:t>
      </w:r>
      <w:r w:rsidR="00E275C9">
        <w:rPr>
          <w:rtl/>
        </w:rPr>
        <w:t xml:space="preserve">، </w:t>
      </w:r>
      <w:r w:rsidR="00134B66">
        <w:rPr>
          <w:rtl/>
        </w:rPr>
        <w:t>جنا</w:t>
      </w:r>
      <w:r w:rsidR="00E275C9">
        <w:rPr>
          <w:rtl/>
        </w:rPr>
        <w:t>ی</w:t>
      </w:r>
      <w:r w:rsidR="00134B66">
        <w:rPr>
          <w:rtl/>
        </w:rPr>
        <w:t>ات فراوانى انجام گرفت (تار</w:t>
      </w:r>
      <w:r w:rsidR="00E275C9">
        <w:rPr>
          <w:rtl/>
        </w:rPr>
        <w:t>ی</w:t>
      </w:r>
      <w:r w:rsidR="00134B66">
        <w:rPr>
          <w:rtl/>
        </w:rPr>
        <w:t>خ اسلام</w:t>
      </w:r>
      <w:r w:rsidR="00E275C9">
        <w:rPr>
          <w:rtl/>
        </w:rPr>
        <w:t xml:space="preserve">، </w:t>
      </w:r>
      <w:r w:rsidR="00134B66">
        <w:rPr>
          <w:rtl/>
        </w:rPr>
        <w:t>دكتر ف</w:t>
      </w:r>
      <w:r w:rsidR="00E275C9">
        <w:rPr>
          <w:rtl/>
        </w:rPr>
        <w:t>ی</w:t>
      </w:r>
      <w:r w:rsidR="00134B66">
        <w:rPr>
          <w:rtl/>
        </w:rPr>
        <w:t>اض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193</w:t>
      </w:r>
      <w:r w:rsidR="00134B66">
        <w:rPr>
          <w:rtl/>
        </w:rPr>
        <w:t>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91</w:t>
      </w:r>
      <w:r w:rsidR="00134B66">
        <w:rPr>
          <w:rtl/>
        </w:rPr>
        <w:t xml:space="preserve"> 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7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140</w:t>
      </w:r>
      <w:r w:rsidR="00134B66">
        <w:rPr>
          <w:rtl/>
        </w:rPr>
        <w:t xml:space="preserve"> و </w:t>
      </w:r>
      <w:r>
        <w:rPr>
          <w:rtl/>
        </w:rPr>
        <w:t>141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92</w:t>
      </w:r>
      <w:r w:rsidR="00134B66">
        <w:rPr>
          <w:rtl/>
        </w:rPr>
        <w:t xml:space="preserve"> پ</w:t>
      </w:r>
      <w:r w:rsidR="00E275C9">
        <w:rPr>
          <w:rtl/>
        </w:rPr>
        <w:t>ی</w:t>
      </w:r>
      <w:r w:rsidR="00134B66">
        <w:rPr>
          <w:rtl/>
        </w:rPr>
        <w:t>ام آوران عاشورا</w:t>
      </w:r>
      <w:r w:rsidR="00E275C9">
        <w:rPr>
          <w:rtl/>
        </w:rPr>
        <w:t xml:space="preserve">، </w:t>
      </w:r>
      <w:r w:rsidR="00134B66">
        <w:rPr>
          <w:rtl/>
        </w:rPr>
        <w:t>س</w:t>
      </w:r>
      <w:r w:rsidR="00E275C9">
        <w:rPr>
          <w:rtl/>
        </w:rPr>
        <w:t>ی</w:t>
      </w:r>
      <w:r w:rsidR="00134B66">
        <w:rPr>
          <w:rtl/>
        </w:rPr>
        <w:t>د عطااللّه مهاجرانى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356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از قول آ</w:t>
      </w:r>
      <w:r w:rsidR="00E275C9">
        <w:rPr>
          <w:rtl/>
        </w:rPr>
        <w:t>ی</w:t>
      </w:r>
      <w:r w:rsidR="00134B66">
        <w:rPr>
          <w:rtl/>
        </w:rPr>
        <w:t>ت اللّه قاضى طباطبائى در كتاب اوّل اربع</w:t>
      </w:r>
      <w:r w:rsidR="00E275C9">
        <w:rPr>
          <w:rtl/>
        </w:rPr>
        <w:t>ی</w:t>
      </w:r>
      <w:r w:rsidR="00134B66">
        <w:rPr>
          <w:rtl/>
        </w:rPr>
        <w:t>ن حضرت س</w:t>
      </w:r>
      <w:r w:rsidR="00E275C9">
        <w:rPr>
          <w:rtl/>
        </w:rPr>
        <w:t>ی</w:t>
      </w:r>
      <w:r w:rsidR="00134B66">
        <w:rPr>
          <w:rtl/>
        </w:rPr>
        <w:t>دالشهداء مى نو</w:t>
      </w:r>
      <w:r w:rsidR="00E275C9">
        <w:rPr>
          <w:rtl/>
        </w:rPr>
        <w:t>ی</w:t>
      </w:r>
      <w:r w:rsidR="00134B66">
        <w:rPr>
          <w:rtl/>
        </w:rPr>
        <w:t>سد كه منابع نامبرده ذ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 xml:space="preserve">، </w:t>
      </w:r>
      <w:r w:rsidR="00134B66">
        <w:rPr>
          <w:rtl/>
        </w:rPr>
        <w:t>در گذشت حضرت ز</w:t>
      </w:r>
      <w:r w:rsidR="00E275C9">
        <w:rPr>
          <w:rtl/>
        </w:rPr>
        <w:t>ی</w:t>
      </w:r>
      <w:r w:rsidR="00134B66">
        <w:rPr>
          <w:rtl/>
        </w:rPr>
        <w:t xml:space="preserve">نب در قاهره را </w:t>
      </w:r>
      <w:r w:rsidR="00324332">
        <w:rPr>
          <w:rtl/>
        </w:rPr>
        <w:t>تأئید</w:t>
      </w:r>
      <w:r w:rsidR="00134B66">
        <w:rPr>
          <w:rtl/>
        </w:rPr>
        <w:t xml:space="preserve"> كرده اند</w:t>
      </w:r>
      <w:r w:rsidR="00E275C9">
        <w:rPr>
          <w:rtl/>
        </w:rPr>
        <w:t xml:space="preserve">: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ابن عساكر دمشقى در تار</w:t>
      </w:r>
      <w:r w:rsidR="00E275C9">
        <w:rPr>
          <w:rtl/>
        </w:rPr>
        <w:t>ی</w:t>
      </w:r>
      <w:r>
        <w:rPr>
          <w:rtl/>
        </w:rPr>
        <w:t>خ كب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 xml:space="preserve">. </w:t>
      </w:r>
      <w:r>
        <w:rPr>
          <w:rtl/>
        </w:rPr>
        <w:t>ابن طولون دمشقى در رساله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. </w:t>
      </w:r>
      <w:r>
        <w:rPr>
          <w:rtl/>
        </w:rPr>
        <w:t>شعرانى در لواقع الانوار</w:t>
      </w:r>
      <w:r w:rsidR="00E275C9">
        <w:rPr>
          <w:rtl/>
        </w:rPr>
        <w:t xml:space="preserve">. </w:t>
      </w:r>
      <w:r>
        <w:rPr>
          <w:rtl/>
        </w:rPr>
        <w:t>ش</w:t>
      </w:r>
      <w:r w:rsidR="00E275C9">
        <w:rPr>
          <w:rtl/>
        </w:rPr>
        <w:t>ی</w:t>
      </w:r>
      <w:r>
        <w:rPr>
          <w:rtl/>
        </w:rPr>
        <w:t>خ محمد صبان در كتاب اسعاف الراغب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. </w:t>
      </w:r>
      <w:r>
        <w:rPr>
          <w:rtl/>
        </w:rPr>
        <w:t>شبلنجى در نورالابصار</w:t>
      </w:r>
      <w:r w:rsidR="00E275C9">
        <w:rPr>
          <w:rtl/>
        </w:rPr>
        <w:t xml:space="preserve">. </w:t>
      </w:r>
      <w:r>
        <w:rPr>
          <w:rtl/>
        </w:rPr>
        <w:t>مناوى در طبقات</w:t>
      </w:r>
      <w:r w:rsidR="00E275C9">
        <w:rPr>
          <w:rtl/>
        </w:rPr>
        <w:t xml:space="preserve">. </w:t>
      </w:r>
      <w:r>
        <w:rPr>
          <w:rtl/>
        </w:rPr>
        <w:t>شبراوى در الاتحاف</w:t>
      </w:r>
      <w:r w:rsidR="00E275C9">
        <w:rPr>
          <w:rtl/>
        </w:rPr>
        <w:t xml:space="preserve">، </w:t>
      </w:r>
      <w:r>
        <w:rPr>
          <w:rtl/>
        </w:rPr>
        <w:t>ش</w:t>
      </w:r>
      <w:r w:rsidR="00E275C9">
        <w:rPr>
          <w:rtl/>
        </w:rPr>
        <w:t>ی</w:t>
      </w:r>
      <w:r>
        <w:rPr>
          <w:rtl/>
        </w:rPr>
        <w:t>خ حسن عدوى در مشارق الانوار</w:t>
      </w:r>
      <w:r w:rsidR="00E275C9">
        <w:rPr>
          <w:rtl/>
        </w:rPr>
        <w:t xml:space="preserve">. </w:t>
      </w:r>
      <w:r>
        <w:rPr>
          <w:rtl/>
        </w:rPr>
        <w:t>س</w:t>
      </w:r>
      <w:r w:rsidR="00E275C9">
        <w:rPr>
          <w:rtl/>
        </w:rPr>
        <w:t>ی</w:t>
      </w:r>
      <w:r>
        <w:rPr>
          <w:rtl/>
        </w:rPr>
        <w:t>وطى در رساله ز</w:t>
      </w:r>
      <w:r w:rsidR="00E275C9">
        <w:rPr>
          <w:rtl/>
        </w:rPr>
        <w:t>ی</w:t>
      </w:r>
      <w:r>
        <w:rPr>
          <w:rtl/>
        </w:rPr>
        <w:t>نب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. </w:t>
      </w:r>
      <w:r>
        <w:rPr>
          <w:rtl/>
        </w:rPr>
        <w:t>اجهورى در رساله مسلسل عاشورا</w:t>
      </w:r>
      <w:r w:rsidR="00E275C9">
        <w:rPr>
          <w:rtl/>
        </w:rPr>
        <w:t xml:space="preserve">. 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>نب فواز در الدرالمنثور</w:t>
      </w:r>
      <w:r w:rsidR="00E275C9">
        <w:rPr>
          <w:rtl/>
        </w:rPr>
        <w:t xml:space="preserve">. </w:t>
      </w:r>
      <w:r>
        <w:rPr>
          <w:rtl/>
        </w:rPr>
        <w:t>فر</w:t>
      </w:r>
      <w:r w:rsidR="00E275C9">
        <w:rPr>
          <w:rtl/>
        </w:rPr>
        <w:t>ی</w:t>
      </w:r>
      <w:r>
        <w:rPr>
          <w:rtl/>
        </w:rPr>
        <w:t>د وجدى در دائرة المعارف</w:t>
      </w:r>
      <w:r w:rsidR="00E275C9">
        <w:rPr>
          <w:rtl/>
        </w:rPr>
        <w:t xml:space="preserve">. </w:t>
      </w:r>
      <w:r>
        <w:rPr>
          <w:rtl/>
        </w:rPr>
        <w:t xml:space="preserve">وى بعد علاوه بر كتابهاى </w:t>
      </w:r>
      <w:r w:rsidR="00E275C9">
        <w:rPr>
          <w:rtl/>
        </w:rPr>
        <w:t>ی</w:t>
      </w:r>
      <w:r>
        <w:rPr>
          <w:rtl/>
        </w:rPr>
        <w:t>اد شده در فوق</w:t>
      </w:r>
      <w:r w:rsidR="00E275C9">
        <w:rPr>
          <w:rtl/>
        </w:rPr>
        <w:t xml:space="preserve">، </w:t>
      </w:r>
      <w:r>
        <w:rPr>
          <w:rtl/>
        </w:rPr>
        <w:t>تعدادى كتاب د</w:t>
      </w:r>
      <w:r w:rsidR="00E275C9">
        <w:rPr>
          <w:rtl/>
        </w:rPr>
        <w:t>ی</w:t>
      </w:r>
      <w:r>
        <w:rPr>
          <w:rtl/>
        </w:rPr>
        <w:t>گر را نام مى برد كه رفتن حضرت ز</w:t>
      </w:r>
      <w:r w:rsidR="00E275C9">
        <w:rPr>
          <w:rtl/>
        </w:rPr>
        <w:t>ی</w:t>
      </w:r>
      <w:r>
        <w:rPr>
          <w:rtl/>
        </w:rPr>
        <w:t>نب را به مصر</w:t>
      </w:r>
      <w:r w:rsidR="00E275C9">
        <w:rPr>
          <w:rtl/>
        </w:rPr>
        <w:t xml:space="preserve">، </w:t>
      </w:r>
      <w:r w:rsidR="00324332">
        <w:rPr>
          <w:rtl/>
        </w:rPr>
        <w:t>تأئید</w:t>
      </w:r>
      <w:r>
        <w:rPr>
          <w:rtl/>
        </w:rPr>
        <w:t xml:space="preserve"> مى كنند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احتمال د</w:t>
      </w:r>
      <w:r w:rsidR="00E275C9">
        <w:rPr>
          <w:rtl/>
        </w:rPr>
        <w:t>ی</w:t>
      </w:r>
      <w:r>
        <w:rPr>
          <w:rtl/>
        </w:rPr>
        <w:t>گرى هم هست كه آن جناب و كسانى از اهل ب</w:t>
      </w:r>
      <w:r w:rsidR="00E275C9">
        <w:rPr>
          <w:rtl/>
        </w:rPr>
        <w:t>ی</w:t>
      </w:r>
      <w:r>
        <w:rPr>
          <w:rtl/>
        </w:rPr>
        <w:t>ت و صحابه كه قبرشان در محل «باب الصغ</w:t>
      </w:r>
      <w:r w:rsidR="00E275C9">
        <w:rPr>
          <w:rtl/>
        </w:rPr>
        <w:t>ی</w:t>
      </w:r>
      <w:r>
        <w:rPr>
          <w:rtl/>
        </w:rPr>
        <w:t>ر دمشق» قرار دارد</w:t>
      </w:r>
      <w:r w:rsidR="00E275C9">
        <w:rPr>
          <w:rtl/>
        </w:rPr>
        <w:t xml:space="preserve">، </w:t>
      </w:r>
      <w:r>
        <w:rPr>
          <w:rtl/>
        </w:rPr>
        <w:t>بعد از واقعه حرّه در مد</w:t>
      </w:r>
      <w:r w:rsidR="00E275C9">
        <w:rPr>
          <w:rtl/>
        </w:rPr>
        <w:t>ی</w:t>
      </w:r>
      <w:r>
        <w:rPr>
          <w:rtl/>
        </w:rPr>
        <w:t>نه</w:t>
      </w:r>
      <w:r w:rsidR="00E275C9">
        <w:rPr>
          <w:rtl/>
        </w:rPr>
        <w:t xml:space="preserve">، </w:t>
      </w:r>
      <w:r>
        <w:rPr>
          <w:rtl/>
        </w:rPr>
        <w:t>به صورت اسارت به آنجا برده شده باشند كه حضرت ز</w:t>
      </w:r>
      <w:r w:rsidR="00E275C9">
        <w:rPr>
          <w:rtl/>
        </w:rPr>
        <w:t>ی</w:t>
      </w:r>
      <w:r>
        <w:rPr>
          <w:rtl/>
        </w:rPr>
        <w:t xml:space="preserve">نب كبرى </w:t>
      </w:r>
      <w:r w:rsidR="0020655A" w:rsidRPr="0020655A">
        <w:rPr>
          <w:rStyle w:val="libAlaemChar"/>
          <w:rtl/>
        </w:rPr>
        <w:t>عليها‌السلام</w:t>
      </w:r>
      <w:r>
        <w:rPr>
          <w:rtl/>
        </w:rPr>
        <w:t xml:space="preserve"> هم جزءِ آنان بوده و در نزد</w:t>
      </w:r>
      <w:r w:rsidR="00E275C9">
        <w:rPr>
          <w:rtl/>
        </w:rPr>
        <w:t>ی</w:t>
      </w:r>
      <w:r>
        <w:rPr>
          <w:rtl/>
        </w:rPr>
        <w:t>كى دمشق درگذشته و همانجا مدفون شده است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93</w:t>
      </w:r>
      <w:r w:rsidR="00134B66">
        <w:rPr>
          <w:rtl/>
        </w:rPr>
        <w:t xml:space="preserve"> حضرت ز</w:t>
      </w:r>
      <w:r w:rsidR="00E275C9">
        <w:rPr>
          <w:rtl/>
        </w:rPr>
        <w:t>ی</w:t>
      </w:r>
      <w:r w:rsidR="00134B66">
        <w:rPr>
          <w:rtl/>
        </w:rPr>
        <w:t>نب</w:t>
      </w:r>
      <w:r w:rsidR="00E275C9">
        <w:rPr>
          <w:rtl/>
        </w:rPr>
        <w:t xml:space="preserve">، </w:t>
      </w:r>
      <w:r w:rsidR="00134B66">
        <w:rPr>
          <w:rtl/>
        </w:rPr>
        <w:t>عمادزاده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270</w:t>
      </w:r>
      <w:r w:rsidR="00E275C9">
        <w:rPr>
          <w:rtl/>
        </w:rPr>
        <w:t xml:space="preserve">. </w:t>
      </w:r>
      <w:r w:rsidR="00134B66">
        <w:rPr>
          <w:rtl/>
        </w:rPr>
        <w:t>ناگفته نماند كه در جلد دوّم</w:t>
      </w:r>
      <w:r w:rsidR="00E275C9">
        <w:rPr>
          <w:rtl/>
        </w:rPr>
        <w:t xml:space="preserve">، </w:t>
      </w:r>
      <w:r w:rsidR="00134B66">
        <w:rPr>
          <w:rtl/>
        </w:rPr>
        <w:t>مروج الذهب مسعودى آمده است كه «عبداللّه بن جعفر» در «واقعه حرّه» شه</w:t>
      </w:r>
      <w:r w:rsidR="00E275C9">
        <w:rPr>
          <w:rtl/>
        </w:rPr>
        <w:t>ی</w:t>
      </w:r>
      <w:r w:rsidR="00134B66">
        <w:rPr>
          <w:rtl/>
        </w:rPr>
        <w:t>د شد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94</w:t>
      </w:r>
      <w:r w:rsidR="00134B66">
        <w:rPr>
          <w:rtl/>
        </w:rPr>
        <w:t xml:space="preserve"> «سم</w:t>
      </w:r>
      <w:r w:rsidR="00E275C9">
        <w:rPr>
          <w:rtl/>
        </w:rPr>
        <w:t>ی</w:t>
      </w:r>
      <w:r w:rsidR="00134B66">
        <w:rPr>
          <w:rtl/>
        </w:rPr>
        <w:t>ه» مادر و «</w:t>
      </w:r>
      <w:r w:rsidR="00E275C9">
        <w:rPr>
          <w:rtl/>
        </w:rPr>
        <w:t>ی</w:t>
      </w:r>
      <w:r w:rsidR="00134B66">
        <w:rPr>
          <w:rtl/>
        </w:rPr>
        <w:t>اسر» پدر «عمار» از نخست</w:t>
      </w:r>
      <w:r w:rsidR="00E275C9">
        <w:rPr>
          <w:rtl/>
        </w:rPr>
        <w:t>ی</w:t>
      </w:r>
      <w:r w:rsidR="00134B66">
        <w:rPr>
          <w:rtl/>
        </w:rPr>
        <w:t>ن كسانى هستند كه اسلام آوردند</w:t>
      </w:r>
      <w:r w:rsidR="00E275C9">
        <w:rPr>
          <w:rtl/>
        </w:rPr>
        <w:t xml:space="preserve">. </w:t>
      </w:r>
      <w:r w:rsidR="00134B66">
        <w:rPr>
          <w:rtl/>
        </w:rPr>
        <w:t>كفار قر</w:t>
      </w:r>
      <w:r w:rsidR="00E275C9">
        <w:rPr>
          <w:rtl/>
        </w:rPr>
        <w:t>ی</w:t>
      </w:r>
      <w:r w:rsidR="00134B66">
        <w:rPr>
          <w:rtl/>
        </w:rPr>
        <w:t>ش با زجر و شكنجه دادن آن دو</w:t>
      </w:r>
      <w:r w:rsidR="00E275C9">
        <w:rPr>
          <w:rtl/>
        </w:rPr>
        <w:t xml:space="preserve">، </w:t>
      </w:r>
      <w:r w:rsidR="00134B66">
        <w:rPr>
          <w:rtl/>
        </w:rPr>
        <w:t>سعى مى كردند آنان را از اسلام برگردانند</w:t>
      </w:r>
      <w:r w:rsidR="00E275C9">
        <w:rPr>
          <w:rtl/>
        </w:rPr>
        <w:t xml:space="preserve">، </w:t>
      </w:r>
      <w:r w:rsidR="00134B66">
        <w:rPr>
          <w:rtl/>
        </w:rPr>
        <w:t>ولى آن دو با تحمل انواع شكنجه ها</w:t>
      </w:r>
      <w:r w:rsidR="00E275C9">
        <w:rPr>
          <w:rtl/>
        </w:rPr>
        <w:t xml:space="preserve">، </w:t>
      </w:r>
      <w:r w:rsidR="00134B66">
        <w:rPr>
          <w:rtl/>
        </w:rPr>
        <w:t>ا</w:t>
      </w:r>
      <w:r w:rsidR="00E275C9">
        <w:rPr>
          <w:rtl/>
        </w:rPr>
        <w:t>ی</w:t>
      </w:r>
      <w:r w:rsidR="00134B66">
        <w:rPr>
          <w:rtl/>
        </w:rPr>
        <w:t>مان خو</w:t>
      </w:r>
      <w:r w:rsidR="00E275C9">
        <w:rPr>
          <w:rtl/>
        </w:rPr>
        <w:t>ی</w:t>
      </w:r>
      <w:r w:rsidR="00134B66">
        <w:rPr>
          <w:rtl/>
        </w:rPr>
        <w:t>ش را نگهداشتند</w:t>
      </w:r>
      <w:r w:rsidR="00E275C9">
        <w:rPr>
          <w:rtl/>
        </w:rPr>
        <w:t xml:space="preserve">. </w:t>
      </w:r>
      <w:r w:rsidR="00134B66">
        <w:rPr>
          <w:rtl/>
        </w:rPr>
        <w:t>«ابوجهل» كه مقاومت آنان را د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با حربه اى به قلب سم</w:t>
      </w:r>
      <w:r w:rsidR="00E275C9">
        <w:rPr>
          <w:rtl/>
        </w:rPr>
        <w:t>ی</w:t>
      </w:r>
      <w:r w:rsidR="00134B66">
        <w:rPr>
          <w:rtl/>
        </w:rPr>
        <w:t xml:space="preserve">ه و </w:t>
      </w:r>
      <w:r w:rsidR="00E275C9">
        <w:rPr>
          <w:rtl/>
        </w:rPr>
        <w:t>ی</w:t>
      </w:r>
      <w:r w:rsidR="00134B66">
        <w:rPr>
          <w:rtl/>
        </w:rPr>
        <w:t>اسر ضربه اى زد و آن دو را شه</w:t>
      </w:r>
      <w:r w:rsidR="00E275C9">
        <w:rPr>
          <w:rtl/>
        </w:rPr>
        <w:t>ی</w:t>
      </w:r>
      <w:r w:rsidR="00134B66">
        <w:rPr>
          <w:rtl/>
        </w:rPr>
        <w:t>د كرد</w:t>
      </w:r>
      <w:r w:rsidR="00E275C9">
        <w:rPr>
          <w:rtl/>
        </w:rPr>
        <w:t xml:space="preserve">. </w:t>
      </w:r>
      <w:r w:rsidR="00134B66">
        <w:rPr>
          <w:rtl/>
        </w:rPr>
        <w:t>(اع</w:t>
      </w:r>
      <w:r w:rsidR="00E275C9">
        <w:rPr>
          <w:rtl/>
        </w:rPr>
        <w:t>ی</w:t>
      </w:r>
      <w:r w:rsidR="00134B66">
        <w:rPr>
          <w:rtl/>
        </w:rPr>
        <w:t>ان الش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7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319</w:t>
      </w:r>
      <w:r w:rsidR="00E275C9">
        <w:rPr>
          <w:rtl/>
        </w:rPr>
        <w:t xml:space="preserve">. </w:t>
      </w:r>
      <w:r w:rsidR="00134B66">
        <w:rPr>
          <w:rtl/>
        </w:rPr>
        <w:t>ر</w:t>
      </w:r>
      <w:r w:rsidR="00E275C9">
        <w:rPr>
          <w:rtl/>
        </w:rPr>
        <w:t>ی</w:t>
      </w:r>
      <w:r w:rsidR="00134B66">
        <w:rPr>
          <w:rtl/>
        </w:rPr>
        <w:t>اح</w:t>
      </w:r>
      <w:r w:rsidR="00E275C9">
        <w:rPr>
          <w:rtl/>
        </w:rPr>
        <w:t>ی</w:t>
      </w:r>
      <w:r w:rsidR="00134B66">
        <w:rPr>
          <w:rtl/>
        </w:rPr>
        <w:t>ن الشر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353</w:t>
      </w:r>
      <w:r w:rsidR="00134B66"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بنابرا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>اول</w:t>
      </w:r>
      <w:r w:rsidR="00E275C9">
        <w:rPr>
          <w:rtl/>
        </w:rPr>
        <w:t>ی</w:t>
      </w:r>
      <w:r>
        <w:rPr>
          <w:rtl/>
        </w:rPr>
        <w:t>ن شهداى اسلام</w:t>
      </w:r>
      <w:r w:rsidR="00E275C9">
        <w:rPr>
          <w:rtl/>
        </w:rPr>
        <w:t xml:space="preserve">، </w:t>
      </w:r>
      <w:r>
        <w:rPr>
          <w:rtl/>
        </w:rPr>
        <w:t>«سم</w:t>
      </w:r>
      <w:r w:rsidR="00E275C9">
        <w:rPr>
          <w:rtl/>
        </w:rPr>
        <w:t>ی</w:t>
      </w:r>
      <w:r>
        <w:rPr>
          <w:rtl/>
        </w:rPr>
        <w:t xml:space="preserve">ه و </w:t>
      </w:r>
      <w:r w:rsidR="00E275C9">
        <w:rPr>
          <w:rtl/>
        </w:rPr>
        <w:t>ی</w:t>
      </w:r>
      <w:r>
        <w:rPr>
          <w:rtl/>
        </w:rPr>
        <w:t>اسر»</w:t>
      </w:r>
      <w:r w:rsidR="00E275C9">
        <w:rPr>
          <w:rtl/>
        </w:rPr>
        <w:t xml:space="preserve">، </w:t>
      </w:r>
      <w:r>
        <w:rPr>
          <w:rtl/>
        </w:rPr>
        <w:t>پدر و مادر «عمار» بودند كه به وس</w:t>
      </w:r>
      <w:r w:rsidR="00E275C9">
        <w:rPr>
          <w:rtl/>
        </w:rPr>
        <w:t>ی</w:t>
      </w:r>
      <w:r>
        <w:rPr>
          <w:rtl/>
        </w:rPr>
        <w:t>له پسرشان عمار به اسلام دعوت شدند</w:t>
      </w:r>
      <w:r w:rsidR="00E275C9">
        <w:rPr>
          <w:rtl/>
        </w:rPr>
        <w:t xml:space="preserve">. </w:t>
      </w:r>
      <w:r>
        <w:rPr>
          <w:rtl/>
        </w:rPr>
        <w:t>پ</w:t>
      </w:r>
      <w:r w:rsidR="00E275C9">
        <w:rPr>
          <w:rtl/>
        </w:rPr>
        <w:t>ی</w:t>
      </w:r>
      <w:r>
        <w:rPr>
          <w:rtl/>
        </w:rPr>
        <w:t xml:space="preserve">امبر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به عمار مژده داد كه تو را گروه سركش امت</w:t>
      </w:r>
      <w:r w:rsidR="00E275C9">
        <w:rPr>
          <w:rtl/>
        </w:rPr>
        <w:t xml:space="preserve">، </w:t>
      </w:r>
      <w:r>
        <w:rPr>
          <w:rtl/>
        </w:rPr>
        <w:t>شه</w:t>
      </w:r>
      <w:r w:rsidR="00E275C9">
        <w:rPr>
          <w:rtl/>
        </w:rPr>
        <w:t>ی</w:t>
      </w:r>
      <w:r>
        <w:rPr>
          <w:rtl/>
        </w:rPr>
        <w:t>د خواهند كرد</w:t>
      </w:r>
      <w:r w:rsidR="00E275C9">
        <w:rPr>
          <w:rtl/>
        </w:rPr>
        <w:t xml:space="preserve">. </w:t>
      </w:r>
      <w:r>
        <w:rPr>
          <w:rtl/>
        </w:rPr>
        <w:t>عمار در جنگ صف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 xml:space="preserve">در ركاب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ه دست سپاه معاو</w:t>
      </w:r>
      <w:r w:rsidR="00E275C9">
        <w:rPr>
          <w:rtl/>
        </w:rPr>
        <w:t>ی</w:t>
      </w:r>
      <w:r>
        <w:rPr>
          <w:rtl/>
        </w:rPr>
        <w:t>ه شه</w:t>
      </w:r>
      <w:r w:rsidR="00E275C9">
        <w:rPr>
          <w:rtl/>
        </w:rPr>
        <w:t>ی</w:t>
      </w:r>
      <w:r>
        <w:rPr>
          <w:rtl/>
        </w:rPr>
        <w:t>د شد و چون لشگر</w:t>
      </w:r>
      <w:r w:rsidR="00E275C9">
        <w:rPr>
          <w:rtl/>
        </w:rPr>
        <w:t>ی</w:t>
      </w:r>
      <w:r>
        <w:rPr>
          <w:rtl/>
        </w:rPr>
        <w:t>ان معاو</w:t>
      </w:r>
      <w:r w:rsidR="00E275C9">
        <w:rPr>
          <w:rtl/>
        </w:rPr>
        <w:t>ی</w:t>
      </w:r>
      <w:r>
        <w:rPr>
          <w:rtl/>
        </w:rPr>
        <w:t>ه گفته پ</w:t>
      </w:r>
      <w:r w:rsidR="00E275C9">
        <w:rPr>
          <w:rtl/>
        </w:rPr>
        <w:t>ی</w:t>
      </w:r>
      <w:r>
        <w:rPr>
          <w:rtl/>
        </w:rPr>
        <w:t xml:space="preserve">غمبر </w:t>
      </w:r>
      <w:r w:rsidR="00DC0423" w:rsidRPr="00DC0423">
        <w:rPr>
          <w:rStyle w:val="libAlaemChar"/>
          <w:rtl/>
        </w:rPr>
        <w:t>صلى‌الله‌عليه‌وآله</w:t>
      </w:r>
      <w:r>
        <w:rPr>
          <w:rtl/>
        </w:rPr>
        <w:t xml:space="preserve"> را متذكر شدند</w:t>
      </w:r>
      <w:r w:rsidR="00E275C9">
        <w:rPr>
          <w:rtl/>
        </w:rPr>
        <w:t xml:space="preserve">، </w:t>
      </w:r>
      <w:r>
        <w:rPr>
          <w:rtl/>
        </w:rPr>
        <w:t xml:space="preserve">در جنگ با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سستى و ترد</w:t>
      </w:r>
      <w:r w:rsidR="00E275C9">
        <w:rPr>
          <w:rtl/>
        </w:rPr>
        <w:t>ی</w:t>
      </w:r>
      <w:r>
        <w:rPr>
          <w:rtl/>
        </w:rPr>
        <w:t xml:space="preserve">د نشان </w:t>
      </w:r>
      <w:r>
        <w:rPr>
          <w:rtl/>
        </w:rPr>
        <w:lastRenderedPageBreak/>
        <w:t>دادند</w:t>
      </w:r>
      <w:r w:rsidR="00E275C9">
        <w:rPr>
          <w:rtl/>
        </w:rPr>
        <w:t xml:space="preserve">، </w:t>
      </w:r>
      <w:r>
        <w:rPr>
          <w:rtl/>
        </w:rPr>
        <w:t>ولى «عمروعاص» گفت</w:t>
      </w:r>
      <w:r w:rsidR="00E275C9">
        <w:rPr>
          <w:rtl/>
        </w:rPr>
        <w:t xml:space="preserve">: </w:t>
      </w:r>
      <w:r>
        <w:rPr>
          <w:rtl/>
        </w:rPr>
        <w:t>قاتل عمار</w:t>
      </w:r>
      <w:r w:rsidR="00E275C9">
        <w:rPr>
          <w:rtl/>
        </w:rPr>
        <w:t xml:space="preserve">، </w:t>
      </w:r>
      <w:r>
        <w:rPr>
          <w:rtl/>
        </w:rPr>
        <w:t>على است كه او را همراه خود به جنگ آورده و به كشتن داده است</w:t>
      </w:r>
      <w:r w:rsidR="00E275C9">
        <w:rPr>
          <w:rtl/>
        </w:rPr>
        <w:t xml:space="preserve">. </w:t>
      </w:r>
      <w:r>
        <w:rPr>
          <w:rtl/>
        </w:rPr>
        <w:t>آن بى خردان ن</w:t>
      </w:r>
      <w:r w:rsidR="00E275C9">
        <w:rPr>
          <w:rtl/>
        </w:rPr>
        <w:t>ی</w:t>
      </w:r>
      <w:r>
        <w:rPr>
          <w:rtl/>
        </w:rPr>
        <w:t>ز ا</w:t>
      </w:r>
      <w:r w:rsidR="00E275C9">
        <w:rPr>
          <w:rtl/>
        </w:rPr>
        <w:t>ی</w:t>
      </w:r>
      <w:r>
        <w:rPr>
          <w:rtl/>
        </w:rPr>
        <w:t>ن عذر احمقانه را از او پذ</w:t>
      </w:r>
      <w:r w:rsidR="00E275C9">
        <w:rPr>
          <w:rtl/>
        </w:rPr>
        <w:t>ی</w:t>
      </w:r>
      <w:r>
        <w:rPr>
          <w:rtl/>
        </w:rPr>
        <w:t>رفتند (مرد نامتناهى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26</w:t>
      </w:r>
      <w:r>
        <w:rPr>
          <w:rtl/>
        </w:rPr>
        <w:t>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95</w:t>
      </w:r>
      <w:r w:rsidR="00134B66">
        <w:rPr>
          <w:rtl/>
        </w:rPr>
        <w:t xml:space="preserve"> «عكرشه»</w:t>
      </w:r>
      <w:r w:rsidR="00E275C9">
        <w:rPr>
          <w:rtl/>
        </w:rPr>
        <w:t xml:space="preserve">، </w:t>
      </w:r>
      <w:r w:rsidR="00134B66">
        <w:rPr>
          <w:rtl/>
        </w:rPr>
        <w:t>دختر «اطرش» از زنان فص</w:t>
      </w:r>
      <w:r w:rsidR="00E275C9">
        <w:rPr>
          <w:rtl/>
        </w:rPr>
        <w:t>ی</w:t>
      </w:r>
      <w:r w:rsidR="00134B66">
        <w:rPr>
          <w:rtl/>
        </w:rPr>
        <w:t>ح و بل</w:t>
      </w:r>
      <w:r w:rsidR="00E275C9">
        <w:rPr>
          <w:rtl/>
        </w:rPr>
        <w:t>ی</w:t>
      </w:r>
      <w:r w:rsidR="00134B66">
        <w:rPr>
          <w:rtl/>
        </w:rPr>
        <w:t>غ عرب بود و او را با معاو</w:t>
      </w:r>
      <w:r w:rsidR="00E275C9">
        <w:rPr>
          <w:rtl/>
        </w:rPr>
        <w:t>ی</w:t>
      </w:r>
      <w:r w:rsidR="00134B66">
        <w:rPr>
          <w:rtl/>
        </w:rPr>
        <w:t>ه در دفاع از على بن اب</w:t>
      </w:r>
      <w:r w:rsidR="00E275C9">
        <w:rPr>
          <w:rtl/>
        </w:rPr>
        <w:t>ی</w:t>
      </w:r>
      <w:r w:rsidR="00134B66">
        <w:rPr>
          <w:rtl/>
        </w:rPr>
        <w:t xml:space="preserve">طالب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داستانى است كه در اعلام النساء</w:t>
      </w:r>
      <w:r w:rsidR="00E275C9">
        <w:rPr>
          <w:rtl/>
        </w:rPr>
        <w:t xml:space="preserve">، </w:t>
      </w:r>
      <w:r w:rsidR="00134B66">
        <w:rPr>
          <w:rtl/>
        </w:rPr>
        <w:t>بلاغات النساء</w:t>
      </w:r>
      <w:r w:rsidR="00E275C9">
        <w:rPr>
          <w:rtl/>
        </w:rPr>
        <w:t xml:space="preserve">،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ابن عساكر</w:t>
      </w:r>
      <w:r w:rsidR="00E275C9">
        <w:rPr>
          <w:rtl/>
        </w:rPr>
        <w:t xml:space="preserve">، </w:t>
      </w:r>
      <w:r w:rsidR="00134B66">
        <w:rPr>
          <w:rtl/>
        </w:rPr>
        <w:t>صبح الاعشى و عقدالفر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به آن اشاره رفته است (لغتنامه دهخدا</w:t>
      </w:r>
      <w:r w:rsidR="00E275C9">
        <w:rPr>
          <w:rtl/>
        </w:rPr>
        <w:t xml:space="preserve">، </w:t>
      </w:r>
      <w:r w:rsidR="00134B66">
        <w:rPr>
          <w:rtl/>
        </w:rPr>
        <w:t>حرف "ع "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392</w:t>
      </w:r>
      <w:r w:rsidR="00134B66"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در عقدالفر</w:t>
      </w:r>
      <w:r w:rsidR="00E275C9">
        <w:rPr>
          <w:rtl/>
        </w:rPr>
        <w:t>ی</w:t>
      </w:r>
      <w:r>
        <w:rPr>
          <w:rtl/>
        </w:rPr>
        <w:t xml:space="preserve">د آمده است كه او پس از شهادت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به شام نزد معاو</w:t>
      </w:r>
      <w:r w:rsidR="00E275C9">
        <w:rPr>
          <w:rtl/>
        </w:rPr>
        <w:t>ی</w:t>
      </w:r>
      <w:r>
        <w:rPr>
          <w:rtl/>
        </w:rPr>
        <w:t>ه رفت و معاو</w:t>
      </w:r>
      <w:r w:rsidR="00E275C9">
        <w:rPr>
          <w:rtl/>
        </w:rPr>
        <w:t>ی</w:t>
      </w:r>
      <w:r>
        <w:rPr>
          <w:rtl/>
        </w:rPr>
        <w:t>ه را وادار كرد كه صدقات مردم عراق را در عراق مصرف كند</w:t>
      </w:r>
      <w:r w:rsidR="00E275C9">
        <w:rPr>
          <w:rtl/>
        </w:rPr>
        <w:t xml:space="preserve">. </w:t>
      </w:r>
      <w:r>
        <w:rPr>
          <w:rtl/>
        </w:rPr>
        <w:t>معاو</w:t>
      </w:r>
      <w:r w:rsidR="00E275C9">
        <w:rPr>
          <w:rtl/>
        </w:rPr>
        <w:t>ی</w:t>
      </w:r>
      <w:r>
        <w:rPr>
          <w:rtl/>
        </w:rPr>
        <w:t>ه از او پرس</w:t>
      </w:r>
      <w:r w:rsidR="00E275C9">
        <w:rPr>
          <w:rtl/>
        </w:rPr>
        <w:t>ی</w:t>
      </w:r>
      <w:r>
        <w:rPr>
          <w:rtl/>
        </w:rPr>
        <w:t>د مگر تو آن كس ن</w:t>
      </w:r>
      <w:r w:rsidR="00E275C9">
        <w:rPr>
          <w:rtl/>
        </w:rPr>
        <w:t>ی</w:t>
      </w:r>
      <w:r>
        <w:rPr>
          <w:rtl/>
        </w:rPr>
        <w:t>ستى كه در جنگ صف</w:t>
      </w:r>
      <w:r w:rsidR="00E275C9">
        <w:rPr>
          <w:rtl/>
        </w:rPr>
        <w:t>ی</w:t>
      </w:r>
      <w:r>
        <w:rPr>
          <w:rtl/>
        </w:rPr>
        <w:t>ن به حما</w:t>
      </w:r>
      <w:r w:rsidR="00E275C9">
        <w:rPr>
          <w:rtl/>
        </w:rPr>
        <w:t>ی</w:t>
      </w:r>
      <w:r>
        <w:rPr>
          <w:rtl/>
        </w:rPr>
        <w:t>ت از على شمش</w:t>
      </w:r>
      <w:r w:rsidR="00E275C9">
        <w:rPr>
          <w:rtl/>
        </w:rPr>
        <w:t>ی</w:t>
      </w:r>
      <w:r>
        <w:rPr>
          <w:rtl/>
        </w:rPr>
        <w:t>ر حما</w:t>
      </w:r>
      <w:r w:rsidR="00E275C9">
        <w:rPr>
          <w:rtl/>
        </w:rPr>
        <w:t>ی</w:t>
      </w:r>
      <w:r>
        <w:rPr>
          <w:rtl/>
        </w:rPr>
        <w:t>ل كرده بودى و مى گفتى</w:t>
      </w:r>
      <w:r w:rsidR="00E275C9">
        <w:rPr>
          <w:rtl/>
        </w:rPr>
        <w:t xml:space="preserve">: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«اى مردم</w:t>
      </w:r>
      <w:r w:rsidR="00E275C9">
        <w:rPr>
          <w:rtl/>
        </w:rPr>
        <w:t xml:space="preserve">! </w:t>
      </w:r>
      <w:r>
        <w:rPr>
          <w:rtl/>
        </w:rPr>
        <w:t>مواظب د</w:t>
      </w:r>
      <w:r w:rsidR="00E275C9">
        <w:rPr>
          <w:rtl/>
        </w:rPr>
        <w:t>ی</w:t>
      </w:r>
      <w:r>
        <w:rPr>
          <w:rtl/>
        </w:rPr>
        <w:t>نتان باش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حال كه هدا</w:t>
      </w:r>
      <w:r w:rsidR="00E275C9">
        <w:rPr>
          <w:rtl/>
        </w:rPr>
        <w:t>ی</w:t>
      </w:r>
      <w:r>
        <w:rPr>
          <w:rtl/>
        </w:rPr>
        <w:t xml:space="preserve">ت </w:t>
      </w:r>
      <w:r w:rsidR="00E275C9">
        <w:rPr>
          <w:rtl/>
        </w:rPr>
        <w:t>ی</w:t>
      </w:r>
      <w:r>
        <w:rPr>
          <w:rtl/>
        </w:rPr>
        <w:t>افته ا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معاو</w:t>
      </w:r>
      <w:r w:rsidR="00E275C9">
        <w:rPr>
          <w:rtl/>
        </w:rPr>
        <w:t>ی</w:t>
      </w:r>
      <w:r>
        <w:rPr>
          <w:rtl/>
        </w:rPr>
        <w:t>ه گمراه شما را گمراه نكند</w:t>
      </w:r>
      <w:r w:rsidR="00E275C9">
        <w:rPr>
          <w:rtl/>
        </w:rPr>
        <w:t xml:space="preserve">. </w:t>
      </w:r>
      <w:r>
        <w:rPr>
          <w:rtl/>
        </w:rPr>
        <w:t>هركس در بهشت سكونت كند از آن ب</w:t>
      </w:r>
      <w:r w:rsidR="00E275C9">
        <w:rPr>
          <w:rtl/>
        </w:rPr>
        <w:t>ی</w:t>
      </w:r>
      <w:r>
        <w:rPr>
          <w:rtl/>
        </w:rPr>
        <w:t>رون نشود</w:t>
      </w:r>
      <w:r w:rsidR="00E275C9">
        <w:rPr>
          <w:rtl/>
        </w:rPr>
        <w:t xml:space="preserve">، </w:t>
      </w:r>
      <w:r>
        <w:rPr>
          <w:rtl/>
        </w:rPr>
        <w:t>ساكن بهشت را پ</w:t>
      </w:r>
      <w:r w:rsidR="00E275C9">
        <w:rPr>
          <w:rtl/>
        </w:rPr>
        <w:t>ی</w:t>
      </w:r>
      <w:r>
        <w:rPr>
          <w:rtl/>
        </w:rPr>
        <w:t>رى و مرگ ن</w:t>
      </w:r>
      <w:r w:rsidR="00E275C9">
        <w:rPr>
          <w:rtl/>
        </w:rPr>
        <w:t>ی</w:t>
      </w:r>
      <w:r>
        <w:rPr>
          <w:rtl/>
        </w:rPr>
        <w:t>ست</w:t>
      </w:r>
      <w:r w:rsidR="00E275C9">
        <w:rPr>
          <w:rtl/>
        </w:rPr>
        <w:t xml:space="preserve">، </w:t>
      </w:r>
      <w:r>
        <w:rPr>
          <w:rtl/>
        </w:rPr>
        <w:t>بهشت را با دن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ى كه پا</w:t>
      </w:r>
      <w:r w:rsidR="00E275C9">
        <w:rPr>
          <w:rtl/>
        </w:rPr>
        <w:t>ی</w:t>
      </w:r>
      <w:r>
        <w:rPr>
          <w:rtl/>
        </w:rPr>
        <w:t>دار ن</w:t>
      </w:r>
      <w:r w:rsidR="00E275C9">
        <w:rPr>
          <w:rtl/>
        </w:rPr>
        <w:t>ی</w:t>
      </w:r>
      <w:r>
        <w:rPr>
          <w:rtl/>
        </w:rPr>
        <w:t>ست و جاى اندوه است</w:t>
      </w:r>
      <w:r w:rsidR="00E275C9">
        <w:rPr>
          <w:rtl/>
        </w:rPr>
        <w:t xml:space="preserve">، </w:t>
      </w:r>
      <w:r>
        <w:rPr>
          <w:rtl/>
        </w:rPr>
        <w:t>خر</w:t>
      </w:r>
      <w:r w:rsidR="00E275C9">
        <w:rPr>
          <w:rtl/>
        </w:rPr>
        <w:t>ی</w:t>
      </w:r>
      <w:r>
        <w:rPr>
          <w:rtl/>
        </w:rPr>
        <w:t>دارى كن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از جمله كسانى باش</w:t>
      </w:r>
      <w:r w:rsidR="00E275C9">
        <w:rPr>
          <w:rtl/>
        </w:rPr>
        <w:t>ی</w:t>
      </w:r>
      <w:r>
        <w:rPr>
          <w:rtl/>
        </w:rPr>
        <w:t>د كه با ب</w:t>
      </w:r>
      <w:r w:rsidR="00E275C9">
        <w:rPr>
          <w:rtl/>
        </w:rPr>
        <w:t>ی</w:t>
      </w:r>
      <w:r>
        <w:rPr>
          <w:rtl/>
        </w:rPr>
        <w:t>نش و شك</w:t>
      </w:r>
      <w:r w:rsidR="00E275C9">
        <w:rPr>
          <w:rtl/>
        </w:rPr>
        <w:t>ی</w:t>
      </w:r>
      <w:r>
        <w:rPr>
          <w:rtl/>
        </w:rPr>
        <w:t>با</w:t>
      </w:r>
      <w:r w:rsidR="00E275C9">
        <w:rPr>
          <w:rtl/>
        </w:rPr>
        <w:t>ی</w:t>
      </w:r>
      <w:r>
        <w:rPr>
          <w:rtl/>
        </w:rPr>
        <w:t>ى در طلب حق</w:t>
      </w:r>
      <w:r w:rsidR="00E275C9">
        <w:rPr>
          <w:rtl/>
        </w:rPr>
        <w:t xml:space="preserve">، </w:t>
      </w:r>
      <w:r>
        <w:rPr>
          <w:rtl/>
        </w:rPr>
        <w:t>از د</w:t>
      </w:r>
      <w:r w:rsidR="00E275C9">
        <w:rPr>
          <w:rtl/>
        </w:rPr>
        <w:t>ی</w:t>
      </w:r>
      <w:r>
        <w:rPr>
          <w:rtl/>
        </w:rPr>
        <w:t>ن خود دفاع مى كنند</w:t>
      </w:r>
      <w:r w:rsidR="00E275C9">
        <w:rPr>
          <w:rtl/>
        </w:rPr>
        <w:t xml:space="preserve">، </w:t>
      </w:r>
      <w:r>
        <w:rPr>
          <w:rtl/>
        </w:rPr>
        <w:t>معاو</w:t>
      </w:r>
      <w:r w:rsidR="00E275C9">
        <w:rPr>
          <w:rtl/>
        </w:rPr>
        <w:t>ی</w:t>
      </w:r>
      <w:r>
        <w:rPr>
          <w:rtl/>
        </w:rPr>
        <w:t>ه گروهى را به سوى شما حركت داده كه از ا</w:t>
      </w:r>
      <w:r w:rsidR="00E275C9">
        <w:rPr>
          <w:rtl/>
        </w:rPr>
        <w:t>ی</w:t>
      </w:r>
      <w:r>
        <w:rPr>
          <w:rtl/>
        </w:rPr>
        <w:t>مان چ</w:t>
      </w:r>
      <w:r w:rsidR="00E275C9">
        <w:rPr>
          <w:rtl/>
        </w:rPr>
        <w:t>ی</w:t>
      </w:r>
      <w:r>
        <w:rPr>
          <w:rtl/>
        </w:rPr>
        <w:t>زى نمى فهمند و از حكمت بى خبرند</w:t>
      </w:r>
      <w:r w:rsidR="00E275C9">
        <w:rPr>
          <w:rtl/>
        </w:rPr>
        <w:t xml:space="preserve">، </w:t>
      </w:r>
      <w:r>
        <w:rPr>
          <w:rtl/>
        </w:rPr>
        <w:t>او آنان را به دن</w:t>
      </w:r>
      <w:r w:rsidR="00E275C9">
        <w:rPr>
          <w:rtl/>
        </w:rPr>
        <w:t>ی</w:t>
      </w:r>
      <w:r>
        <w:rPr>
          <w:rtl/>
        </w:rPr>
        <w:t>ا و باطل خواند</w:t>
      </w:r>
      <w:r w:rsidR="00E275C9">
        <w:rPr>
          <w:rtl/>
        </w:rPr>
        <w:t xml:space="preserve">، </w:t>
      </w:r>
      <w:r>
        <w:rPr>
          <w:rtl/>
        </w:rPr>
        <w:t>لذا به وى لب</w:t>
      </w:r>
      <w:r w:rsidR="00E275C9">
        <w:rPr>
          <w:rtl/>
        </w:rPr>
        <w:t>ی</w:t>
      </w:r>
      <w:r>
        <w:rPr>
          <w:rtl/>
        </w:rPr>
        <w:t>ك گفتند</w:t>
      </w:r>
      <w:r w:rsidR="00E275C9">
        <w:rPr>
          <w:rtl/>
        </w:rPr>
        <w:t xml:space="preserve">، </w:t>
      </w:r>
      <w:r>
        <w:rPr>
          <w:rtl/>
        </w:rPr>
        <w:t>خدا را</w:t>
      </w:r>
      <w:r w:rsidR="00E275C9">
        <w:rPr>
          <w:rtl/>
        </w:rPr>
        <w:t xml:space="preserve">! </w:t>
      </w:r>
      <w:r>
        <w:rPr>
          <w:rtl/>
        </w:rPr>
        <w:t>خدا را</w:t>
      </w:r>
      <w:r w:rsidR="00E275C9">
        <w:rPr>
          <w:rtl/>
        </w:rPr>
        <w:t xml:space="preserve">! </w:t>
      </w:r>
      <w:r>
        <w:rPr>
          <w:rtl/>
        </w:rPr>
        <w:t>اى بندگان خدا</w:t>
      </w:r>
      <w:r w:rsidR="00E275C9">
        <w:rPr>
          <w:rtl/>
        </w:rPr>
        <w:t xml:space="preserve">!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>ن خود را حفظ كن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! </w:t>
      </w:r>
      <w:r>
        <w:rPr>
          <w:rtl/>
        </w:rPr>
        <w:t>»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«عكرشه» گفت</w:t>
      </w:r>
      <w:r w:rsidR="00E275C9">
        <w:rPr>
          <w:rtl/>
        </w:rPr>
        <w:t xml:space="preserve">: </w:t>
      </w:r>
      <w:r>
        <w:rPr>
          <w:rtl/>
        </w:rPr>
        <w:t>بلى من همانم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معاو</w:t>
      </w:r>
      <w:r w:rsidR="00E275C9">
        <w:rPr>
          <w:rtl/>
        </w:rPr>
        <w:t>ی</w:t>
      </w:r>
      <w:r>
        <w:rPr>
          <w:rtl/>
        </w:rPr>
        <w:t>ه گفت</w:t>
      </w:r>
      <w:r w:rsidR="00E275C9">
        <w:rPr>
          <w:rtl/>
        </w:rPr>
        <w:t xml:space="preserve">: </w:t>
      </w:r>
      <w:r>
        <w:rPr>
          <w:rtl/>
        </w:rPr>
        <w:t>پس چطور شد كه نزد ما آمدى</w:t>
      </w:r>
      <w:r w:rsidR="00E275C9">
        <w:rPr>
          <w:rtl/>
        </w:rPr>
        <w:t xml:space="preserve">؟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گفت</w:t>
      </w:r>
      <w:r w:rsidR="00E275C9">
        <w:rPr>
          <w:rtl/>
        </w:rPr>
        <w:t xml:space="preserve">: </w:t>
      </w:r>
      <w:r>
        <w:rPr>
          <w:rtl/>
        </w:rPr>
        <w:t xml:space="preserve">چون على </w:t>
      </w:r>
      <w:r w:rsidR="0020655A" w:rsidRPr="0020655A">
        <w:rPr>
          <w:rStyle w:val="libAlaemChar"/>
          <w:rtl/>
        </w:rPr>
        <w:t>عليه‌السلام</w:t>
      </w:r>
      <w:r>
        <w:rPr>
          <w:rtl/>
        </w:rPr>
        <w:t xml:space="preserve"> از دن</w:t>
      </w:r>
      <w:r w:rsidR="00E275C9">
        <w:rPr>
          <w:rtl/>
        </w:rPr>
        <w:t>ی</w:t>
      </w:r>
      <w:r>
        <w:rPr>
          <w:rtl/>
        </w:rPr>
        <w:t>ا رفته است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او با معاو</w:t>
      </w:r>
      <w:r w:rsidR="00E275C9">
        <w:rPr>
          <w:rtl/>
        </w:rPr>
        <w:t>ی</w:t>
      </w:r>
      <w:r>
        <w:rPr>
          <w:rtl/>
        </w:rPr>
        <w:t>ه بحث مى كند</w:t>
      </w:r>
      <w:r w:rsidR="00E275C9">
        <w:rPr>
          <w:rtl/>
        </w:rPr>
        <w:t xml:space="preserve">، </w:t>
      </w:r>
      <w:r>
        <w:rPr>
          <w:rtl/>
        </w:rPr>
        <w:t>سرانجام معاو</w:t>
      </w:r>
      <w:r w:rsidR="00E275C9">
        <w:rPr>
          <w:rtl/>
        </w:rPr>
        <w:t>ی</w:t>
      </w:r>
      <w:r>
        <w:rPr>
          <w:rtl/>
        </w:rPr>
        <w:t>ه مى گو</w:t>
      </w:r>
      <w:r w:rsidR="00E275C9">
        <w:rPr>
          <w:rtl/>
        </w:rPr>
        <w:t>ی</w:t>
      </w:r>
      <w:r>
        <w:rPr>
          <w:rtl/>
        </w:rPr>
        <w:t>د كه على مردم عراق را ب</w:t>
      </w:r>
      <w:r w:rsidR="00E275C9">
        <w:rPr>
          <w:rtl/>
        </w:rPr>
        <w:t>ی</w:t>
      </w:r>
      <w:r>
        <w:rPr>
          <w:rtl/>
        </w:rPr>
        <w:t>دار كرده است و قبول مى كند كه صدقات مردم عراق در همانجا تقس</w:t>
      </w:r>
      <w:r w:rsidR="00E275C9">
        <w:rPr>
          <w:rtl/>
        </w:rPr>
        <w:t>ی</w:t>
      </w:r>
      <w:r>
        <w:rPr>
          <w:rtl/>
        </w:rPr>
        <w:t>م شود (ر</w:t>
      </w:r>
      <w:r w:rsidR="00E275C9">
        <w:rPr>
          <w:rtl/>
        </w:rPr>
        <w:t>ی</w:t>
      </w:r>
      <w:r>
        <w:rPr>
          <w:rtl/>
        </w:rPr>
        <w:t>اح</w:t>
      </w:r>
      <w:r w:rsidR="00E275C9">
        <w:rPr>
          <w:rtl/>
        </w:rPr>
        <w:t>ی</w:t>
      </w:r>
      <w:r>
        <w:rPr>
          <w:rtl/>
        </w:rPr>
        <w:t>ن الشر</w:t>
      </w:r>
      <w:r w:rsidR="00E275C9">
        <w:rPr>
          <w:rtl/>
        </w:rPr>
        <w:t>ی</w:t>
      </w:r>
      <w:r>
        <w:rPr>
          <w:rtl/>
        </w:rPr>
        <w:t>عه</w:t>
      </w:r>
      <w:r w:rsidR="00E275C9">
        <w:rPr>
          <w:rtl/>
        </w:rPr>
        <w:t xml:space="preserve">، </w:t>
      </w:r>
      <w:r>
        <w:rPr>
          <w:rtl/>
        </w:rPr>
        <w:t xml:space="preserve">ج </w:t>
      </w:r>
      <w:r w:rsidR="00883263">
        <w:rPr>
          <w:rtl/>
        </w:rPr>
        <w:t>4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383</w:t>
      </w:r>
      <w:r>
        <w:rPr>
          <w:rtl/>
        </w:rPr>
        <w:t xml:space="preserve"> به بعد</w:t>
      </w:r>
      <w:r w:rsidR="00E275C9">
        <w:rPr>
          <w:rtl/>
        </w:rPr>
        <w:t xml:space="preserve">. </w:t>
      </w:r>
      <w:r>
        <w:rPr>
          <w:rtl/>
        </w:rPr>
        <w:t>اصول النحو</w:t>
      </w:r>
      <w:r w:rsidR="00E275C9">
        <w:rPr>
          <w:rtl/>
        </w:rPr>
        <w:t xml:space="preserve">، </w:t>
      </w:r>
      <w:r>
        <w:rPr>
          <w:rtl/>
        </w:rPr>
        <w:t>شهابى</w:t>
      </w:r>
      <w:r w:rsidR="00E275C9">
        <w:rPr>
          <w:rtl/>
        </w:rPr>
        <w:t xml:space="preserve">، </w:t>
      </w:r>
      <w:r>
        <w:rPr>
          <w:rtl/>
        </w:rPr>
        <w:t xml:space="preserve">ص </w:t>
      </w:r>
      <w:r w:rsidR="00883263">
        <w:rPr>
          <w:rtl/>
        </w:rPr>
        <w:t>33</w:t>
      </w:r>
      <w:r>
        <w:rPr>
          <w:rtl/>
        </w:rPr>
        <w:t xml:space="preserve"> و </w:t>
      </w:r>
      <w:r w:rsidR="00883263">
        <w:rPr>
          <w:rtl/>
        </w:rPr>
        <w:t>34</w:t>
      </w:r>
      <w:r>
        <w:rPr>
          <w:rtl/>
        </w:rPr>
        <w:t>)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96</w:t>
      </w:r>
      <w:r w:rsidR="00134B66">
        <w:rPr>
          <w:rtl/>
        </w:rPr>
        <w:t xml:space="preserve"> «جرجى ز</w:t>
      </w:r>
      <w:r w:rsidR="00E275C9">
        <w:rPr>
          <w:rtl/>
        </w:rPr>
        <w:t>ی</w:t>
      </w:r>
      <w:r w:rsidR="00134B66">
        <w:rPr>
          <w:rtl/>
        </w:rPr>
        <w:t>دان» در جلد سوم روا</w:t>
      </w:r>
      <w:r w:rsidR="00E275C9">
        <w:rPr>
          <w:rtl/>
        </w:rPr>
        <w:t>ی</w:t>
      </w:r>
      <w:r w:rsidR="00134B66">
        <w:rPr>
          <w:rtl/>
        </w:rPr>
        <w:t>ات تار</w:t>
      </w:r>
      <w:r w:rsidR="00E275C9">
        <w:rPr>
          <w:rtl/>
        </w:rPr>
        <w:t>ی</w:t>
      </w:r>
      <w:r w:rsidR="00134B66">
        <w:rPr>
          <w:rtl/>
        </w:rPr>
        <w:t>خ اسلامِ خودش</w:t>
      </w:r>
      <w:r w:rsidR="00E275C9">
        <w:rPr>
          <w:rtl/>
        </w:rPr>
        <w:t xml:space="preserve">، </w:t>
      </w:r>
      <w:r w:rsidR="00134B66">
        <w:rPr>
          <w:rtl/>
        </w:rPr>
        <w:t xml:space="preserve">از آغاز كتاب تا صفحه </w:t>
      </w:r>
      <w:r>
        <w:rPr>
          <w:rtl/>
        </w:rPr>
        <w:t>263</w:t>
      </w:r>
      <w:r w:rsidR="00E275C9">
        <w:rPr>
          <w:rtl/>
        </w:rPr>
        <w:t xml:space="preserve">، </w:t>
      </w:r>
      <w:r w:rsidR="00134B66">
        <w:rPr>
          <w:rtl/>
        </w:rPr>
        <w:t>ضمن طرح شهادت حجربن عدى و ق</w:t>
      </w:r>
      <w:r w:rsidR="00E275C9">
        <w:rPr>
          <w:rtl/>
        </w:rPr>
        <w:t>ی</w:t>
      </w:r>
      <w:r w:rsidR="00134B66">
        <w:rPr>
          <w:rtl/>
        </w:rPr>
        <w:t>ام و شهادت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اسارت اهل ب</w:t>
      </w:r>
      <w:r w:rsidR="00E275C9">
        <w:rPr>
          <w:rtl/>
        </w:rPr>
        <w:t>ی</w:t>
      </w:r>
      <w:r w:rsidR="00134B66">
        <w:rPr>
          <w:rtl/>
        </w:rPr>
        <w:t>ت مطهر</w:t>
      </w:r>
      <w:r w:rsidR="00E275C9">
        <w:rPr>
          <w:rtl/>
        </w:rPr>
        <w:t xml:space="preserve">، </w:t>
      </w:r>
      <w:r w:rsidR="00134B66">
        <w:rPr>
          <w:rtl/>
        </w:rPr>
        <w:t>ا</w:t>
      </w:r>
      <w:r w:rsidR="00E275C9">
        <w:rPr>
          <w:rtl/>
        </w:rPr>
        <w:t>ی</w:t>
      </w:r>
      <w:r w:rsidR="00134B66">
        <w:rPr>
          <w:rtl/>
        </w:rPr>
        <w:t>ن مساءله را عنوان مى كند كه «سلمى» دختر حجر بن عدى</w:t>
      </w:r>
      <w:r w:rsidR="00E275C9">
        <w:rPr>
          <w:rtl/>
        </w:rPr>
        <w:t xml:space="preserve">، </w:t>
      </w:r>
      <w:r w:rsidR="00134B66">
        <w:rPr>
          <w:rtl/>
        </w:rPr>
        <w:t>به همكارى پسرعمو و نامزدش عبدالرحمن</w:t>
      </w:r>
      <w:r w:rsidR="00E275C9">
        <w:rPr>
          <w:rtl/>
        </w:rPr>
        <w:t xml:space="preserve">، </w:t>
      </w:r>
      <w:r w:rsidR="00134B66">
        <w:rPr>
          <w:rtl/>
        </w:rPr>
        <w:t xml:space="preserve">قتل </w:t>
      </w:r>
      <w:r w:rsidR="00E275C9">
        <w:rPr>
          <w:rtl/>
        </w:rPr>
        <w:t>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را طرّاحى مى كنند و عبدالرحمن</w:t>
      </w:r>
      <w:r w:rsidR="00E275C9">
        <w:rPr>
          <w:rtl/>
        </w:rPr>
        <w:t>، ی</w:t>
      </w:r>
      <w:r w:rsidR="00134B66">
        <w:rPr>
          <w:rtl/>
        </w:rPr>
        <w:t>ك بار دستگ</w:t>
      </w:r>
      <w:r w:rsidR="00E275C9">
        <w:rPr>
          <w:rtl/>
        </w:rPr>
        <w:t>ی</w:t>
      </w:r>
      <w:r w:rsidR="00134B66">
        <w:rPr>
          <w:rtl/>
        </w:rPr>
        <w:t>ر مى شود و مى گر</w:t>
      </w:r>
      <w:r w:rsidR="00E275C9">
        <w:rPr>
          <w:rtl/>
        </w:rPr>
        <w:t>ی</w:t>
      </w:r>
      <w:r w:rsidR="00134B66">
        <w:rPr>
          <w:rtl/>
        </w:rPr>
        <w:t>زد</w:t>
      </w:r>
      <w:r w:rsidR="00E275C9">
        <w:rPr>
          <w:rtl/>
        </w:rPr>
        <w:t xml:space="preserve">، </w:t>
      </w:r>
      <w:r w:rsidR="00134B66">
        <w:rPr>
          <w:rtl/>
        </w:rPr>
        <w:t>سرانجام سلمى موفق مى گردد</w:t>
      </w:r>
      <w:r w:rsidR="00E275C9">
        <w:rPr>
          <w:rtl/>
        </w:rPr>
        <w:t xml:space="preserve">، 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ر پوشش</w:t>
      </w:r>
      <w:r w:rsidR="00E275C9">
        <w:rPr>
          <w:rtl/>
        </w:rPr>
        <w:t xml:space="preserve"> </w:t>
      </w:r>
      <w:r w:rsidR="00134B66">
        <w:rPr>
          <w:rtl/>
        </w:rPr>
        <w:t>لباس راهبه هاى نصرانى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در </w:t>
      </w:r>
      <w:r w:rsidR="00E275C9">
        <w:rPr>
          <w:rtl/>
        </w:rPr>
        <w:t>ی</w:t>
      </w:r>
      <w:r w:rsidR="00134B66">
        <w:rPr>
          <w:rtl/>
        </w:rPr>
        <w:t>ك فرصت مناسب</w:t>
      </w:r>
      <w:r w:rsidR="00E275C9">
        <w:rPr>
          <w:rtl/>
        </w:rPr>
        <w:t>، ی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د را با شربت عسل مسموم كند و خود را به نامزدش عبدالرحمن برساند (روا</w:t>
      </w:r>
      <w:r w:rsidR="00E275C9">
        <w:rPr>
          <w:rtl/>
        </w:rPr>
        <w:t>ی</w:t>
      </w:r>
      <w:r w:rsidR="00134B66">
        <w:rPr>
          <w:rtl/>
        </w:rPr>
        <w:t>ات تار</w:t>
      </w:r>
      <w:r w:rsidR="00E275C9">
        <w:rPr>
          <w:rtl/>
        </w:rPr>
        <w:t>ی</w:t>
      </w:r>
      <w:r w:rsidR="00134B66">
        <w:rPr>
          <w:rtl/>
        </w:rPr>
        <w:t>خ اسلام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3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250</w:t>
      </w:r>
      <w:r w:rsidR="00134B66"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lastRenderedPageBreak/>
        <w:t>متاءسفانه جرجى ز</w:t>
      </w:r>
      <w:r w:rsidR="00E275C9">
        <w:rPr>
          <w:rtl/>
        </w:rPr>
        <w:t>ی</w:t>
      </w:r>
      <w:r>
        <w:rPr>
          <w:rtl/>
        </w:rPr>
        <w:t>دان مراجع كار خود را مشخص نمى كند</w:t>
      </w:r>
      <w:r w:rsidR="00E275C9">
        <w:rPr>
          <w:rtl/>
        </w:rPr>
        <w:t xml:space="preserve">، </w:t>
      </w:r>
      <w:r>
        <w:rPr>
          <w:rtl/>
        </w:rPr>
        <w:t xml:space="preserve">حال تا چه اندازه مى توان به سخن او اعتماد كرد و </w:t>
      </w:r>
      <w:r w:rsidR="00E275C9">
        <w:rPr>
          <w:rtl/>
        </w:rPr>
        <w:t>ی</w:t>
      </w:r>
      <w:r>
        <w:rPr>
          <w:rtl/>
        </w:rPr>
        <w:t xml:space="preserve">ا واقعا «سلمى و عبدالرحمن» موفق به كشتن </w:t>
      </w:r>
      <w:r w:rsidR="00E275C9">
        <w:rPr>
          <w:rtl/>
        </w:rPr>
        <w:t>ی</w:t>
      </w:r>
      <w:r>
        <w:rPr>
          <w:rtl/>
        </w:rPr>
        <w:t>ز</w:t>
      </w:r>
      <w:r w:rsidR="00E275C9">
        <w:rPr>
          <w:rtl/>
        </w:rPr>
        <w:t>ی</w:t>
      </w:r>
      <w:r>
        <w:rPr>
          <w:rtl/>
        </w:rPr>
        <w:t xml:space="preserve">د شده اند </w:t>
      </w:r>
      <w:r w:rsidR="00E275C9">
        <w:rPr>
          <w:rtl/>
        </w:rPr>
        <w:t>ی</w:t>
      </w:r>
      <w:r>
        <w:rPr>
          <w:rtl/>
        </w:rPr>
        <w:t xml:space="preserve">ا چنانچه معروف است با «ذات الجنب» و </w:t>
      </w:r>
      <w:r w:rsidR="00E275C9">
        <w:rPr>
          <w:rtl/>
        </w:rPr>
        <w:t>ی</w:t>
      </w:r>
      <w:r>
        <w:rPr>
          <w:rtl/>
        </w:rPr>
        <w:t>ا علت د</w:t>
      </w:r>
      <w:r w:rsidR="00E275C9">
        <w:rPr>
          <w:rtl/>
        </w:rPr>
        <w:t>ی</w:t>
      </w:r>
      <w:r>
        <w:rPr>
          <w:rtl/>
        </w:rPr>
        <w:t>گرى مرده است</w:t>
      </w:r>
      <w:r w:rsidR="00E275C9">
        <w:rPr>
          <w:rtl/>
        </w:rPr>
        <w:t xml:space="preserve">، </w:t>
      </w:r>
      <w:r>
        <w:rPr>
          <w:rtl/>
        </w:rPr>
        <w:t>خدا بهتر مى داند</w:t>
      </w:r>
      <w:r w:rsidR="00E275C9">
        <w:rPr>
          <w:rtl/>
        </w:rPr>
        <w:t xml:space="preserve">، </w:t>
      </w:r>
      <w:r>
        <w:rPr>
          <w:rtl/>
        </w:rPr>
        <w:t>لذا به هم</w:t>
      </w:r>
      <w:r w:rsidR="00E275C9">
        <w:rPr>
          <w:rtl/>
        </w:rPr>
        <w:t>ی</w:t>
      </w:r>
      <w:r>
        <w:rPr>
          <w:rtl/>
        </w:rPr>
        <w:t>ن منظور</w:t>
      </w:r>
      <w:r w:rsidR="00E275C9">
        <w:rPr>
          <w:rtl/>
        </w:rPr>
        <w:t xml:space="preserve">، </w:t>
      </w:r>
      <w:r>
        <w:rPr>
          <w:rtl/>
        </w:rPr>
        <w:t>ما تحق</w:t>
      </w:r>
      <w:r w:rsidR="00E275C9">
        <w:rPr>
          <w:rtl/>
        </w:rPr>
        <w:t>ی</w:t>
      </w:r>
      <w:r>
        <w:rPr>
          <w:rtl/>
        </w:rPr>
        <w:t>ق در صحت و سقم گفته او را به عهده خود خوانندگان محترم مى گذار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 xml:space="preserve">. </w:t>
      </w:r>
    </w:p>
    <w:p w:rsidR="00134B66" w:rsidRPr="00B52B2E" w:rsidRDefault="00883263" w:rsidP="00B52B2E">
      <w:pPr>
        <w:pStyle w:val="libFootnote"/>
        <w:rPr>
          <w:rtl/>
        </w:rPr>
      </w:pPr>
      <w:r w:rsidRPr="00B52B2E">
        <w:rPr>
          <w:rtl/>
        </w:rPr>
        <w:t>97</w:t>
      </w:r>
      <w:r w:rsidR="00134B66" w:rsidRPr="00B52B2E">
        <w:rPr>
          <w:rtl/>
        </w:rPr>
        <w:t xml:space="preserve"> ر</w:t>
      </w:r>
      <w:r w:rsidR="00E275C9" w:rsidRPr="00B52B2E">
        <w:rPr>
          <w:rtl/>
        </w:rPr>
        <w:t xml:space="preserve">. </w:t>
      </w:r>
      <w:r w:rsidR="00134B66" w:rsidRPr="00B52B2E">
        <w:rPr>
          <w:rtl/>
        </w:rPr>
        <w:t>ك</w:t>
      </w:r>
      <w:r w:rsidR="00E275C9" w:rsidRPr="00B52B2E">
        <w:rPr>
          <w:rtl/>
        </w:rPr>
        <w:t xml:space="preserve">: </w:t>
      </w:r>
      <w:r w:rsidR="00134B66" w:rsidRPr="00B52B2E">
        <w:rPr>
          <w:rtl/>
        </w:rPr>
        <w:t>به پاورقى شمار (</w:t>
      </w:r>
      <w:r w:rsidRPr="00B52B2E">
        <w:rPr>
          <w:rFonts w:eastAsia="B Badr"/>
          <w:rtl/>
        </w:rPr>
        <w:t>1</w:t>
      </w:r>
      <w:r w:rsidR="00134B66" w:rsidRPr="00B52B2E">
        <w:rPr>
          <w:rtl/>
        </w:rPr>
        <w:t xml:space="preserve">) ص </w:t>
      </w:r>
      <w:r w:rsidRPr="00B52B2E">
        <w:rPr>
          <w:rtl/>
        </w:rPr>
        <w:t>95</w:t>
      </w:r>
      <w:r w:rsidR="00E275C9" w:rsidRPr="00B52B2E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98</w:t>
      </w:r>
      <w:r w:rsidR="00134B66">
        <w:rPr>
          <w:rtl/>
        </w:rPr>
        <w:t xml:space="preserve"> «وهب بن عبداللّه بن حباب كلبى»</w:t>
      </w:r>
      <w:r w:rsidR="00E275C9">
        <w:rPr>
          <w:rtl/>
        </w:rPr>
        <w:t xml:space="preserve">، </w:t>
      </w:r>
      <w:r w:rsidR="00134B66">
        <w:rPr>
          <w:rtl/>
        </w:rPr>
        <w:t>با «مادر و همسرش» در لشكر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حضور داشت</w:t>
      </w:r>
      <w:r w:rsidR="00E275C9">
        <w:rPr>
          <w:rtl/>
        </w:rPr>
        <w:t xml:space="preserve">، </w:t>
      </w:r>
      <w:r w:rsidR="00134B66">
        <w:rPr>
          <w:rtl/>
        </w:rPr>
        <w:t>او با تشو</w:t>
      </w:r>
      <w:r w:rsidR="00E275C9">
        <w:rPr>
          <w:rtl/>
        </w:rPr>
        <w:t>ی</w:t>
      </w:r>
      <w:r w:rsidR="00134B66">
        <w:rPr>
          <w:rtl/>
        </w:rPr>
        <w:t>ق مادرش به م</w:t>
      </w:r>
      <w:r w:rsidR="00E275C9">
        <w:rPr>
          <w:rtl/>
        </w:rPr>
        <w:t>ی</w:t>
      </w:r>
      <w:r w:rsidR="00134B66">
        <w:rPr>
          <w:rtl/>
        </w:rPr>
        <w:t>دان رفت</w:t>
      </w:r>
      <w:r w:rsidR="00E275C9">
        <w:rPr>
          <w:rtl/>
        </w:rPr>
        <w:t xml:space="preserve">، </w:t>
      </w:r>
      <w:r w:rsidR="00134B66">
        <w:rPr>
          <w:rtl/>
        </w:rPr>
        <w:t>جنگى نما</w:t>
      </w:r>
      <w:r w:rsidR="00E275C9">
        <w:rPr>
          <w:rtl/>
        </w:rPr>
        <w:t>ی</w:t>
      </w:r>
      <w:r w:rsidR="00134B66">
        <w:rPr>
          <w:rtl/>
        </w:rPr>
        <w:t>ان كرد و بازگشت</w:t>
      </w:r>
      <w:r w:rsidR="00E275C9">
        <w:rPr>
          <w:rtl/>
        </w:rPr>
        <w:t xml:space="preserve">، </w:t>
      </w:r>
      <w:r w:rsidR="00134B66">
        <w:rPr>
          <w:rtl/>
        </w:rPr>
        <w:t>ولى مادرش به او گفت</w:t>
      </w:r>
      <w:r w:rsidR="00E275C9">
        <w:rPr>
          <w:rtl/>
        </w:rPr>
        <w:t xml:space="preserve">: </w:t>
      </w:r>
      <w:r w:rsidR="00134B66">
        <w:rPr>
          <w:rtl/>
        </w:rPr>
        <w:t>«بجنگ تا در ركاب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ه</w:t>
      </w:r>
      <w:r w:rsidR="00E275C9">
        <w:rPr>
          <w:rtl/>
        </w:rPr>
        <w:t>ی</w:t>
      </w:r>
      <w:r w:rsidR="00134B66">
        <w:rPr>
          <w:rtl/>
        </w:rPr>
        <w:t>د شوى»</w:t>
      </w:r>
      <w:r w:rsidR="00E275C9">
        <w:rPr>
          <w:rtl/>
        </w:rPr>
        <w:t xml:space="preserve">. </w:t>
      </w:r>
      <w:r w:rsidR="00134B66">
        <w:rPr>
          <w:rtl/>
        </w:rPr>
        <w:t>مجددا بازگشت و جنگ</w:t>
      </w:r>
      <w:r w:rsidR="00E275C9">
        <w:rPr>
          <w:rtl/>
        </w:rPr>
        <w:t>ی</w:t>
      </w:r>
      <w:r w:rsidR="00134B66">
        <w:rPr>
          <w:rtl/>
        </w:rPr>
        <w:t>د تا دو دستش را قطع كردند</w:t>
      </w:r>
      <w:r w:rsidR="00E275C9">
        <w:rPr>
          <w:rtl/>
        </w:rPr>
        <w:t xml:space="preserve">. </w:t>
      </w:r>
      <w:r w:rsidR="00134B66">
        <w:rPr>
          <w:rtl/>
        </w:rPr>
        <w:t>مادرش ستون خ</w:t>
      </w:r>
      <w:r w:rsidR="00E275C9">
        <w:rPr>
          <w:rtl/>
        </w:rPr>
        <w:t>ی</w:t>
      </w:r>
      <w:r w:rsidR="00134B66">
        <w:rPr>
          <w:rtl/>
        </w:rPr>
        <w:t>مه را برداشت و به كمك پسر شتافت و گفت</w:t>
      </w:r>
      <w:r w:rsidR="00E275C9">
        <w:rPr>
          <w:rtl/>
        </w:rPr>
        <w:t xml:space="preserve">: </w:t>
      </w:r>
      <w:r w:rsidR="00134B66">
        <w:rPr>
          <w:rtl/>
        </w:rPr>
        <w:t>مقاومت كن تا با هم شه</w:t>
      </w:r>
      <w:r w:rsidR="00E275C9">
        <w:rPr>
          <w:rtl/>
        </w:rPr>
        <w:t>ی</w:t>
      </w:r>
      <w:r w:rsidR="00134B66">
        <w:rPr>
          <w:rtl/>
        </w:rPr>
        <w:t>د شو</w:t>
      </w:r>
      <w:r w:rsidR="00E275C9">
        <w:rPr>
          <w:rtl/>
        </w:rPr>
        <w:t>ی</w:t>
      </w:r>
      <w:r w:rsidR="00134B66">
        <w:rPr>
          <w:rtl/>
        </w:rPr>
        <w:t>م</w:t>
      </w:r>
      <w:r w:rsidR="00E275C9">
        <w:rPr>
          <w:rtl/>
        </w:rPr>
        <w:t xml:space="preserve">، </w:t>
      </w:r>
      <w:r w:rsidR="00134B66">
        <w:rPr>
          <w:rtl/>
        </w:rPr>
        <w:t>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به مادر او فرمود</w:t>
      </w:r>
      <w:r w:rsidR="00E275C9">
        <w:rPr>
          <w:rtl/>
        </w:rPr>
        <w:t xml:space="preserve">: </w:t>
      </w:r>
      <w:r w:rsidR="00134B66">
        <w:rPr>
          <w:rtl/>
        </w:rPr>
        <w:t>خدا تو را جزاى خ</w:t>
      </w:r>
      <w:r w:rsidR="00E275C9">
        <w:rPr>
          <w:rtl/>
        </w:rPr>
        <w:t>ی</w:t>
      </w:r>
      <w:r w:rsidR="00134B66">
        <w:rPr>
          <w:rtl/>
        </w:rPr>
        <w:t>ر دهد</w:t>
      </w:r>
      <w:r w:rsidR="00E275C9">
        <w:rPr>
          <w:rtl/>
        </w:rPr>
        <w:t xml:space="preserve">، </w:t>
      </w:r>
      <w:r w:rsidR="00134B66">
        <w:rPr>
          <w:rtl/>
        </w:rPr>
        <w:t>برگرد</w:t>
      </w:r>
      <w:r w:rsidR="00E275C9">
        <w:rPr>
          <w:rtl/>
        </w:rPr>
        <w:t xml:space="preserve">. </w:t>
      </w:r>
      <w:r w:rsidR="00134B66">
        <w:rPr>
          <w:rtl/>
        </w:rPr>
        <w:t>او ن</w:t>
      </w:r>
      <w:r w:rsidR="00E275C9">
        <w:rPr>
          <w:rtl/>
        </w:rPr>
        <w:t>ی</w:t>
      </w:r>
      <w:r w:rsidR="00134B66">
        <w:rPr>
          <w:rtl/>
        </w:rPr>
        <w:t>ز برگشت</w:t>
      </w:r>
      <w:r w:rsidR="00E275C9">
        <w:rPr>
          <w:rtl/>
        </w:rPr>
        <w:t xml:space="preserve">. </w:t>
      </w:r>
      <w:r w:rsidR="00134B66">
        <w:rPr>
          <w:rtl/>
        </w:rPr>
        <w:t>چون «وهب» به خاك درغلت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همسرش خود را به او رسان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. </w:t>
      </w:r>
      <w:r w:rsidR="00134B66">
        <w:rPr>
          <w:rtl/>
        </w:rPr>
        <w:t>شمر به غلام خود گفت</w:t>
      </w:r>
      <w:r w:rsidR="00E275C9">
        <w:rPr>
          <w:rtl/>
        </w:rPr>
        <w:t xml:space="preserve">: </w:t>
      </w:r>
      <w:r w:rsidR="00134B66">
        <w:rPr>
          <w:rtl/>
        </w:rPr>
        <w:t>او را به شوهرش ملحق كن</w:t>
      </w:r>
      <w:r w:rsidR="00E275C9">
        <w:rPr>
          <w:rtl/>
        </w:rPr>
        <w:t xml:space="preserve">، </w:t>
      </w:r>
      <w:r w:rsidR="00134B66">
        <w:rPr>
          <w:rtl/>
        </w:rPr>
        <w:t>او ن</w:t>
      </w:r>
      <w:r w:rsidR="00E275C9">
        <w:rPr>
          <w:rtl/>
        </w:rPr>
        <w:t>ی</w:t>
      </w:r>
      <w:r w:rsidR="00134B66">
        <w:rPr>
          <w:rtl/>
        </w:rPr>
        <w:t>ز گرزى بر فرق وى كوفت و شه</w:t>
      </w:r>
      <w:r w:rsidR="00E275C9">
        <w:rPr>
          <w:rtl/>
        </w:rPr>
        <w:t>ی</w:t>
      </w:r>
      <w:r w:rsidR="00134B66">
        <w:rPr>
          <w:rtl/>
        </w:rPr>
        <w:t>دش كرد (منتهى الامال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1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379</w:t>
      </w:r>
      <w:r w:rsidR="00134B66">
        <w:rPr>
          <w:rtl/>
        </w:rPr>
        <w:t>)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و ا</w:t>
      </w:r>
      <w:r w:rsidR="00E275C9">
        <w:rPr>
          <w:rtl/>
        </w:rPr>
        <w:t>ی</w:t>
      </w:r>
      <w:r>
        <w:rPr>
          <w:rtl/>
        </w:rPr>
        <w:t>ن تنها زنى بود كه در كربلا به شهادت رس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99</w:t>
      </w:r>
      <w:r w:rsidR="00134B66">
        <w:rPr>
          <w:rtl/>
        </w:rPr>
        <w:t xml:space="preserve"> «عبداللّه عف</w:t>
      </w:r>
      <w:r w:rsidR="00E275C9">
        <w:rPr>
          <w:rtl/>
        </w:rPr>
        <w:t>ی</w:t>
      </w:r>
      <w:r w:rsidR="00134B66">
        <w:rPr>
          <w:rtl/>
        </w:rPr>
        <w:t>ف»</w:t>
      </w:r>
      <w:r w:rsidR="00E275C9">
        <w:rPr>
          <w:rtl/>
        </w:rPr>
        <w:t xml:space="preserve">، </w:t>
      </w:r>
      <w:r w:rsidR="00134B66">
        <w:rPr>
          <w:rtl/>
        </w:rPr>
        <w:t>از ش</w:t>
      </w:r>
      <w:r w:rsidR="00E275C9">
        <w:rPr>
          <w:rtl/>
        </w:rPr>
        <w:t>ی</w:t>
      </w:r>
      <w:r w:rsidR="00134B66">
        <w:rPr>
          <w:rtl/>
        </w:rPr>
        <w:t>ع</w:t>
      </w:r>
      <w:r w:rsidR="00E275C9">
        <w:rPr>
          <w:rtl/>
        </w:rPr>
        <w:t>ی</w:t>
      </w:r>
      <w:r w:rsidR="00134B66">
        <w:rPr>
          <w:rtl/>
        </w:rPr>
        <w:t xml:space="preserve">ان على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در كوفه و از جمله پره</w:t>
      </w:r>
      <w:r w:rsidR="00E275C9">
        <w:rPr>
          <w:rtl/>
        </w:rPr>
        <w:t>ی</w:t>
      </w:r>
      <w:r w:rsidR="00134B66">
        <w:rPr>
          <w:rtl/>
        </w:rPr>
        <w:t>زگاران بود</w:t>
      </w:r>
      <w:r w:rsidR="00E275C9">
        <w:rPr>
          <w:rtl/>
        </w:rPr>
        <w:t xml:space="preserve">. </w:t>
      </w:r>
      <w:r w:rsidR="00134B66">
        <w:rPr>
          <w:rtl/>
        </w:rPr>
        <w:t xml:space="preserve">او </w:t>
      </w:r>
      <w:r w:rsidR="00E275C9">
        <w:rPr>
          <w:rtl/>
        </w:rPr>
        <w:t>ی</w:t>
      </w:r>
      <w:r w:rsidR="00134B66">
        <w:rPr>
          <w:rtl/>
        </w:rPr>
        <w:t>ك چشم خود را در جنگ جمل و د</w:t>
      </w:r>
      <w:r w:rsidR="00E275C9">
        <w:rPr>
          <w:rtl/>
        </w:rPr>
        <w:t>ی</w:t>
      </w:r>
      <w:r w:rsidR="00134B66">
        <w:rPr>
          <w:rtl/>
        </w:rPr>
        <w:t>گرى را در صف</w:t>
      </w:r>
      <w:r w:rsidR="00E275C9">
        <w:rPr>
          <w:rtl/>
        </w:rPr>
        <w:t>ی</w:t>
      </w:r>
      <w:r w:rsidR="00134B66">
        <w:rPr>
          <w:rtl/>
        </w:rPr>
        <w:t>ن از دست داد</w:t>
      </w:r>
      <w:r w:rsidR="00E275C9">
        <w:rPr>
          <w:rtl/>
        </w:rPr>
        <w:t xml:space="preserve">. </w:t>
      </w:r>
      <w:r w:rsidR="00134B66">
        <w:rPr>
          <w:rtl/>
        </w:rPr>
        <w:t>بعد از شهادت امام 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او در مسجد كوفه بر سخنان نارواى ابن ز</w:t>
      </w:r>
      <w:r w:rsidR="00E275C9">
        <w:rPr>
          <w:rtl/>
        </w:rPr>
        <w:t>ی</w:t>
      </w:r>
      <w:r w:rsidR="00134B66">
        <w:rPr>
          <w:rtl/>
        </w:rPr>
        <w:t>اد اعتراض كرد</w:t>
      </w:r>
      <w:r w:rsidR="00E275C9">
        <w:rPr>
          <w:rtl/>
        </w:rPr>
        <w:t xml:space="preserve">، </w:t>
      </w:r>
      <w:r w:rsidR="00134B66">
        <w:rPr>
          <w:rtl/>
        </w:rPr>
        <w:t xml:space="preserve">سپس با كمك </w:t>
      </w:r>
      <w:r w:rsidR="00E275C9">
        <w:rPr>
          <w:rtl/>
        </w:rPr>
        <w:t>ی</w:t>
      </w:r>
      <w:r w:rsidR="00134B66">
        <w:rPr>
          <w:rtl/>
        </w:rPr>
        <w:t>ارانش</w:t>
      </w:r>
      <w:r w:rsidR="00E275C9">
        <w:rPr>
          <w:rtl/>
        </w:rPr>
        <w:t xml:space="preserve"> </w:t>
      </w:r>
      <w:r w:rsidR="00134B66">
        <w:rPr>
          <w:rtl/>
        </w:rPr>
        <w:t>گر</w:t>
      </w:r>
      <w:r w:rsidR="00E275C9">
        <w:rPr>
          <w:rtl/>
        </w:rPr>
        <w:t>ی</w:t>
      </w:r>
      <w:r w:rsidR="00134B66">
        <w:rPr>
          <w:rtl/>
        </w:rPr>
        <w:t>خت</w:t>
      </w:r>
      <w:r w:rsidR="00E275C9">
        <w:rPr>
          <w:rtl/>
        </w:rPr>
        <w:t xml:space="preserve">، </w:t>
      </w:r>
      <w:r w:rsidR="00134B66">
        <w:rPr>
          <w:rtl/>
        </w:rPr>
        <w:t>وقتى خواستند دستگ</w:t>
      </w:r>
      <w:r w:rsidR="00E275C9">
        <w:rPr>
          <w:rtl/>
        </w:rPr>
        <w:t>ی</w:t>
      </w:r>
      <w:r w:rsidR="00134B66">
        <w:rPr>
          <w:rtl/>
        </w:rPr>
        <w:t>رش كنند</w:t>
      </w:r>
      <w:r w:rsidR="00E275C9">
        <w:rPr>
          <w:rtl/>
        </w:rPr>
        <w:t xml:space="preserve">، </w:t>
      </w:r>
      <w:r w:rsidR="00134B66">
        <w:rPr>
          <w:rtl/>
        </w:rPr>
        <w:t>با گروهى از ش</w:t>
      </w:r>
      <w:r w:rsidR="00E275C9">
        <w:rPr>
          <w:rtl/>
        </w:rPr>
        <w:t>ی</w:t>
      </w:r>
      <w:r w:rsidR="00134B66">
        <w:rPr>
          <w:rtl/>
        </w:rPr>
        <w:t>ع</w:t>
      </w:r>
      <w:r w:rsidR="00E275C9">
        <w:rPr>
          <w:rtl/>
        </w:rPr>
        <w:t>ی</w:t>
      </w:r>
      <w:r w:rsidR="00134B66">
        <w:rPr>
          <w:rtl/>
        </w:rPr>
        <w:t>ان كوفه ق</w:t>
      </w:r>
      <w:r w:rsidR="00E275C9">
        <w:rPr>
          <w:rtl/>
        </w:rPr>
        <w:t>ی</w:t>
      </w:r>
      <w:r w:rsidR="00134B66">
        <w:rPr>
          <w:rtl/>
        </w:rPr>
        <w:t>ام كرد و جنگ</w:t>
      </w:r>
      <w:r w:rsidR="00E275C9">
        <w:rPr>
          <w:rtl/>
        </w:rPr>
        <w:t>ی</w:t>
      </w:r>
      <w:r w:rsidR="00134B66">
        <w:rPr>
          <w:rtl/>
        </w:rPr>
        <w:t xml:space="preserve">د تا </w:t>
      </w:r>
      <w:r w:rsidR="00B514CF">
        <w:rPr>
          <w:rtl/>
        </w:rPr>
        <w:t>بالاخره</w:t>
      </w:r>
      <w:r w:rsidR="00134B66">
        <w:rPr>
          <w:rtl/>
        </w:rPr>
        <w:t xml:space="preserve"> او را گرفتند و به نزد ابن ز</w:t>
      </w:r>
      <w:r w:rsidR="00E275C9">
        <w:rPr>
          <w:rtl/>
        </w:rPr>
        <w:t>ی</w:t>
      </w:r>
      <w:r w:rsidR="00134B66">
        <w:rPr>
          <w:rtl/>
        </w:rPr>
        <w:t>اد بردند</w:t>
      </w:r>
      <w:r w:rsidR="00E275C9">
        <w:rPr>
          <w:rtl/>
        </w:rPr>
        <w:t xml:space="preserve">، </w:t>
      </w:r>
      <w:r w:rsidR="00134B66">
        <w:rPr>
          <w:rtl/>
        </w:rPr>
        <w:t>در آنجا به ابن ز</w:t>
      </w:r>
      <w:r w:rsidR="00E275C9">
        <w:rPr>
          <w:rtl/>
        </w:rPr>
        <w:t>ی</w:t>
      </w:r>
      <w:r w:rsidR="00134B66">
        <w:rPr>
          <w:rtl/>
        </w:rPr>
        <w:t>اد گفت</w:t>
      </w:r>
      <w:r w:rsidR="00E275C9">
        <w:rPr>
          <w:rtl/>
        </w:rPr>
        <w:t xml:space="preserve">: </w:t>
      </w:r>
      <w:r w:rsidR="00134B66">
        <w:rPr>
          <w:rtl/>
        </w:rPr>
        <w:t>از خدا خواسته بودم كه مرا به دست بدتر</w:t>
      </w:r>
      <w:r w:rsidR="00E275C9">
        <w:rPr>
          <w:rtl/>
        </w:rPr>
        <w:t>ی</w:t>
      </w:r>
      <w:r w:rsidR="00134B66">
        <w:rPr>
          <w:rtl/>
        </w:rPr>
        <w:t>ن خلق</w:t>
      </w:r>
      <w:r w:rsidR="00E275C9">
        <w:rPr>
          <w:rtl/>
        </w:rPr>
        <w:t xml:space="preserve">، </w:t>
      </w:r>
      <w:r w:rsidR="00134B66">
        <w:rPr>
          <w:rtl/>
        </w:rPr>
        <w:t>شه</w:t>
      </w:r>
      <w:r w:rsidR="00E275C9">
        <w:rPr>
          <w:rtl/>
        </w:rPr>
        <w:t>ی</w:t>
      </w:r>
      <w:r w:rsidR="00134B66">
        <w:rPr>
          <w:rtl/>
        </w:rPr>
        <w:t>دكند</w:t>
      </w:r>
      <w:r w:rsidR="00E275C9">
        <w:rPr>
          <w:rtl/>
        </w:rPr>
        <w:t xml:space="preserve">، </w:t>
      </w:r>
      <w:r w:rsidR="00134B66">
        <w:rPr>
          <w:rtl/>
        </w:rPr>
        <w:t>وقتى ناب</w:t>
      </w:r>
      <w:r w:rsidR="00E275C9">
        <w:rPr>
          <w:rtl/>
        </w:rPr>
        <w:t>ی</w:t>
      </w:r>
      <w:r w:rsidR="00134B66">
        <w:rPr>
          <w:rtl/>
        </w:rPr>
        <w:t>ناشدم ازشهادت</w:t>
      </w:r>
      <w:r w:rsidR="00E275C9">
        <w:rPr>
          <w:rtl/>
        </w:rPr>
        <w:t xml:space="preserve">، </w:t>
      </w:r>
      <w:r w:rsidR="00134B66">
        <w:rPr>
          <w:rtl/>
        </w:rPr>
        <w:t>ماء</w:t>
      </w:r>
      <w:r w:rsidR="00E275C9">
        <w:rPr>
          <w:rtl/>
        </w:rPr>
        <w:t>ی</w:t>
      </w:r>
      <w:r w:rsidR="00134B66">
        <w:rPr>
          <w:rtl/>
        </w:rPr>
        <w:t>وس شده بودم ام</w:t>
      </w:r>
      <w:r w:rsidR="00E275C9">
        <w:rPr>
          <w:rtl/>
        </w:rPr>
        <w:t>ی</w:t>
      </w:r>
      <w:r w:rsidR="00134B66">
        <w:rPr>
          <w:rtl/>
        </w:rPr>
        <w:t>دوارم كه به دست تو شه</w:t>
      </w:r>
      <w:r w:rsidR="00E275C9">
        <w:rPr>
          <w:rtl/>
        </w:rPr>
        <w:t>ی</w:t>
      </w:r>
      <w:r w:rsidR="00134B66">
        <w:rPr>
          <w:rtl/>
        </w:rPr>
        <w:t>د شوم</w:t>
      </w:r>
      <w:r w:rsidR="00E275C9">
        <w:rPr>
          <w:rtl/>
        </w:rPr>
        <w:t xml:space="preserve">. </w:t>
      </w:r>
      <w:r w:rsidR="00134B66">
        <w:rPr>
          <w:rtl/>
        </w:rPr>
        <w:t>در ا</w:t>
      </w:r>
      <w:r w:rsidR="00E275C9">
        <w:rPr>
          <w:rtl/>
        </w:rPr>
        <w:t>ی</w:t>
      </w:r>
      <w:r w:rsidR="00134B66">
        <w:rPr>
          <w:rtl/>
        </w:rPr>
        <w:t>ن نبرد</w:t>
      </w:r>
      <w:r w:rsidR="00E275C9">
        <w:rPr>
          <w:rtl/>
        </w:rPr>
        <w:t xml:space="preserve">، </w:t>
      </w:r>
      <w:r w:rsidR="00134B66">
        <w:rPr>
          <w:rtl/>
        </w:rPr>
        <w:t>دخترش «ام عامر (صف</w:t>
      </w:r>
      <w:r w:rsidR="00E275C9">
        <w:rPr>
          <w:rtl/>
        </w:rPr>
        <w:t>ی</w:t>
      </w:r>
      <w:r w:rsidR="00134B66">
        <w:rPr>
          <w:rtl/>
        </w:rPr>
        <w:t>ه»)</w:t>
      </w:r>
      <w:r w:rsidR="00E275C9">
        <w:rPr>
          <w:rtl/>
        </w:rPr>
        <w:t xml:space="preserve">، </w:t>
      </w:r>
      <w:r w:rsidR="00134B66">
        <w:rPr>
          <w:rtl/>
        </w:rPr>
        <w:t>قصد جنگ</w:t>
      </w:r>
      <w:r w:rsidR="00E275C9">
        <w:rPr>
          <w:rtl/>
        </w:rPr>
        <w:t>ی</w:t>
      </w:r>
      <w:r w:rsidR="00134B66">
        <w:rPr>
          <w:rtl/>
        </w:rPr>
        <w:t>دن داشت كه پدرش او را منع كرد</w:t>
      </w:r>
      <w:r w:rsidR="00E275C9">
        <w:rPr>
          <w:rtl/>
        </w:rPr>
        <w:t xml:space="preserve">، </w:t>
      </w:r>
      <w:r w:rsidR="00134B66">
        <w:rPr>
          <w:rtl/>
        </w:rPr>
        <w:t>ولى او به جاى چشم پدر</w:t>
      </w:r>
      <w:r w:rsidR="00E275C9">
        <w:rPr>
          <w:rtl/>
        </w:rPr>
        <w:t xml:space="preserve">، </w:t>
      </w:r>
      <w:r w:rsidR="00134B66">
        <w:rPr>
          <w:rtl/>
        </w:rPr>
        <w:t>كار مى كرد</w:t>
      </w:r>
      <w:r w:rsidR="00E275C9">
        <w:rPr>
          <w:rtl/>
        </w:rPr>
        <w:t xml:space="preserve">، </w:t>
      </w:r>
      <w:r w:rsidR="00134B66">
        <w:rPr>
          <w:rtl/>
        </w:rPr>
        <w:t>دشمن از هرسو كه حمله مى كرد</w:t>
      </w:r>
      <w:r w:rsidR="00E275C9">
        <w:rPr>
          <w:rtl/>
        </w:rPr>
        <w:t xml:space="preserve">، </w:t>
      </w:r>
      <w:r w:rsidR="00134B66">
        <w:rPr>
          <w:rtl/>
        </w:rPr>
        <w:t xml:space="preserve">او به پدر خبر مى داد تا </w:t>
      </w:r>
      <w:r w:rsidR="00B514CF">
        <w:rPr>
          <w:rtl/>
        </w:rPr>
        <w:t>بالاخره</w:t>
      </w:r>
      <w:r w:rsidR="00134B66">
        <w:rPr>
          <w:rtl/>
        </w:rPr>
        <w:t xml:space="preserve"> هردو را اس</w:t>
      </w:r>
      <w:r w:rsidR="00E275C9">
        <w:rPr>
          <w:rtl/>
        </w:rPr>
        <w:t>ی</w:t>
      </w:r>
      <w:r w:rsidR="00134B66">
        <w:rPr>
          <w:rtl/>
        </w:rPr>
        <w:t>ر كردند و نزد ابن ز</w:t>
      </w:r>
      <w:r w:rsidR="00E275C9">
        <w:rPr>
          <w:rtl/>
        </w:rPr>
        <w:t>ی</w:t>
      </w:r>
      <w:r w:rsidR="00134B66">
        <w:rPr>
          <w:rtl/>
        </w:rPr>
        <w:t>اد بردند و او</w:t>
      </w:r>
      <w:r w:rsidR="00E275C9">
        <w:rPr>
          <w:rtl/>
        </w:rPr>
        <w:t xml:space="preserve">، </w:t>
      </w:r>
      <w:r w:rsidR="00134B66">
        <w:rPr>
          <w:rtl/>
        </w:rPr>
        <w:t>عبداللّه را شه</w:t>
      </w:r>
      <w:r w:rsidR="00E275C9">
        <w:rPr>
          <w:rtl/>
        </w:rPr>
        <w:t>ی</w:t>
      </w:r>
      <w:r w:rsidR="00134B66">
        <w:rPr>
          <w:rtl/>
        </w:rPr>
        <w:t>د كرد</w:t>
      </w:r>
      <w:r w:rsidR="00E275C9">
        <w:rPr>
          <w:rtl/>
        </w:rPr>
        <w:t xml:space="preserve">، </w:t>
      </w:r>
      <w:r w:rsidR="00134B66">
        <w:rPr>
          <w:rtl/>
        </w:rPr>
        <w:t>اما ام عامر به كمك شخصى به نام «طارق» آزاد شد و به «سل</w:t>
      </w:r>
      <w:r w:rsidR="00E275C9">
        <w:rPr>
          <w:rtl/>
        </w:rPr>
        <w:t>ی</w:t>
      </w:r>
      <w:r w:rsidR="00134B66">
        <w:rPr>
          <w:rtl/>
        </w:rPr>
        <w:t>مان بن صرد» پ</w:t>
      </w:r>
      <w:r w:rsidR="00E275C9">
        <w:rPr>
          <w:rtl/>
        </w:rPr>
        <w:t>ی</w:t>
      </w:r>
      <w:r w:rsidR="00134B66">
        <w:rPr>
          <w:rtl/>
        </w:rPr>
        <w:t>وست و بعد از شهادت توّاب</w:t>
      </w:r>
      <w:r w:rsidR="00E275C9">
        <w:rPr>
          <w:rtl/>
        </w:rPr>
        <w:t>ی</w:t>
      </w:r>
      <w:r w:rsidR="00134B66">
        <w:rPr>
          <w:rtl/>
        </w:rPr>
        <w:t>ن</w:t>
      </w:r>
      <w:r w:rsidR="00E275C9">
        <w:rPr>
          <w:rtl/>
        </w:rPr>
        <w:t xml:space="preserve">، </w:t>
      </w:r>
      <w:r w:rsidR="00134B66">
        <w:rPr>
          <w:rtl/>
        </w:rPr>
        <w:t>با «محمد بن سل</w:t>
      </w:r>
      <w:r w:rsidR="00E275C9">
        <w:rPr>
          <w:rtl/>
        </w:rPr>
        <w:t>ی</w:t>
      </w:r>
      <w:r w:rsidR="00134B66">
        <w:rPr>
          <w:rtl/>
        </w:rPr>
        <w:t>مان بن صرد» ازدواج كرد</w:t>
      </w:r>
      <w:r w:rsidR="00E275C9">
        <w:rPr>
          <w:rtl/>
        </w:rPr>
        <w:t xml:space="preserve">. </w:t>
      </w:r>
      <w:r w:rsidR="00134B66">
        <w:rPr>
          <w:rtl/>
        </w:rPr>
        <w:t>در مختارنامه آمده است كه «عبداللّه» را تعدادى غلام زنگى بود كه در ا</w:t>
      </w:r>
      <w:r w:rsidR="00E275C9">
        <w:rPr>
          <w:rtl/>
        </w:rPr>
        <w:t>ی</w:t>
      </w:r>
      <w:r w:rsidR="00134B66">
        <w:rPr>
          <w:rtl/>
        </w:rPr>
        <w:t>ن جهاد</w:t>
      </w:r>
      <w:r w:rsidR="00E275C9">
        <w:rPr>
          <w:rtl/>
        </w:rPr>
        <w:t xml:space="preserve">، </w:t>
      </w:r>
      <w:r w:rsidR="00134B66">
        <w:rPr>
          <w:rtl/>
        </w:rPr>
        <w:t>آنان ن</w:t>
      </w:r>
      <w:r w:rsidR="00E275C9">
        <w:rPr>
          <w:rtl/>
        </w:rPr>
        <w:t>ی</w:t>
      </w:r>
      <w:r w:rsidR="00134B66">
        <w:rPr>
          <w:rtl/>
        </w:rPr>
        <w:t>ز شركت داشتند</w:t>
      </w:r>
      <w:r w:rsidR="00E275C9">
        <w:rPr>
          <w:rtl/>
        </w:rPr>
        <w:t xml:space="preserve">. </w:t>
      </w:r>
      <w:r w:rsidR="00134B66">
        <w:rPr>
          <w:rtl/>
        </w:rPr>
        <w:t>در مورد ق</w:t>
      </w:r>
      <w:r w:rsidR="00E275C9">
        <w:rPr>
          <w:rtl/>
        </w:rPr>
        <w:t>ی</w:t>
      </w:r>
      <w:r w:rsidR="00134B66">
        <w:rPr>
          <w:rtl/>
        </w:rPr>
        <w:t>ام «عبداللّه عف</w:t>
      </w:r>
      <w:r w:rsidR="00E275C9">
        <w:rPr>
          <w:rtl/>
        </w:rPr>
        <w:t>ی</w:t>
      </w:r>
      <w:r w:rsidR="00134B66">
        <w:rPr>
          <w:rtl/>
        </w:rPr>
        <w:t>ف»</w:t>
      </w:r>
      <w:r w:rsidR="00E275C9">
        <w:rPr>
          <w:rtl/>
        </w:rPr>
        <w:t xml:space="preserve">، </w:t>
      </w:r>
      <w:r w:rsidR="00134B66">
        <w:rPr>
          <w:rtl/>
        </w:rPr>
        <w:t>مراجعه شود به</w:t>
      </w:r>
      <w:r w:rsidR="00E275C9">
        <w:rPr>
          <w:rtl/>
        </w:rPr>
        <w:t xml:space="preserve">: </w:t>
      </w:r>
      <w:r w:rsidR="00134B66">
        <w:rPr>
          <w:rtl/>
        </w:rPr>
        <w:t>كامل ابن اث</w:t>
      </w:r>
      <w:r w:rsidR="00E275C9">
        <w:rPr>
          <w:rtl/>
        </w:rPr>
        <w:t>ی</w:t>
      </w:r>
      <w:r w:rsidR="00134B66">
        <w:rPr>
          <w:rtl/>
        </w:rPr>
        <w:t>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196</w:t>
      </w:r>
      <w:r w:rsidR="00E275C9">
        <w:rPr>
          <w:rtl/>
        </w:rPr>
        <w:t xml:space="preserve">. </w:t>
      </w:r>
      <w:r w:rsidR="00134B66">
        <w:rPr>
          <w:rtl/>
        </w:rPr>
        <w:t>ناسخ</w:t>
      </w:r>
      <w:r w:rsidR="00E275C9">
        <w:rPr>
          <w:rtl/>
        </w:rPr>
        <w:t xml:space="preserve"> </w:t>
      </w:r>
      <w:r w:rsidR="00134B66">
        <w:rPr>
          <w:rtl/>
        </w:rPr>
        <w:t>التوار</w:t>
      </w:r>
      <w:r w:rsidR="00E275C9">
        <w:rPr>
          <w:rtl/>
        </w:rPr>
        <w:t>ی</w:t>
      </w:r>
      <w:r w:rsidR="00134B66">
        <w:rPr>
          <w:rtl/>
        </w:rPr>
        <w:t>خ</w:t>
      </w:r>
      <w:r w:rsidR="00E275C9">
        <w:rPr>
          <w:rtl/>
        </w:rPr>
        <w:t xml:space="preserve">، </w:t>
      </w:r>
      <w:r w:rsidR="00134B66">
        <w:rPr>
          <w:rtl/>
        </w:rPr>
        <w:t>از جلد ششم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65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بحارالانوار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45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119</w:t>
      </w:r>
      <w:r w:rsidR="00E275C9">
        <w:rPr>
          <w:rtl/>
        </w:rPr>
        <w:t xml:space="preserve">. </w:t>
      </w:r>
      <w:r w:rsidR="00134B66">
        <w:rPr>
          <w:rtl/>
        </w:rPr>
        <w:t>الملهوف على قتلى الطفوف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203</w:t>
      </w:r>
      <w:r w:rsidR="00E275C9">
        <w:rPr>
          <w:rtl/>
        </w:rPr>
        <w:t xml:space="preserve">. </w:t>
      </w:r>
      <w:r w:rsidR="00134B66">
        <w:rPr>
          <w:rtl/>
        </w:rPr>
        <w:t>ر</w:t>
      </w:r>
      <w:r w:rsidR="00E275C9">
        <w:rPr>
          <w:rtl/>
        </w:rPr>
        <w:t>ی</w:t>
      </w:r>
      <w:r w:rsidR="00134B66">
        <w:rPr>
          <w:rtl/>
        </w:rPr>
        <w:t>اح</w:t>
      </w:r>
      <w:r w:rsidR="00E275C9">
        <w:rPr>
          <w:rtl/>
        </w:rPr>
        <w:t>ی</w:t>
      </w:r>
      <w:r w:rsidR="00134B66">
        <w:rPr>
          <w:rtl/>
        </w:rPr>
        <w:t>ن الشر</w:t>
      </w:r>
      <w:r w:rsidR="00E275C9">
        <w:rPr>
          <w:rtl/>
        </w:rPr>
        <w:t>ی</w:t>
      </w:r>
      <w:r w:rsidR="00134B66">
        <w:rPr>
          <w:rtl/>
        </w:rPr>
        <w:t>عه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4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365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lastRenderedPageBreak/>
        <w:t>100</w:t>
      </w:r>
      <w:r w:rsidR="00134B66">
        <w:rPr>
          <w:rtl/>
        </w:rPr>
        <w:t xml:space="preserve"> «آ</w:t>
      </w:r>
      <w:r w:rsidR="00E275C9">
        <w:rPr>
          <w:rtl/>
        </w:rPr>
        <w:t>ی</w:t>
      </w:r>
      <w:r w:rsidR="00134B66">
        <w:rPr>
          <w:rtl/>
        </w:rPr>
        <w:t>ت اللّه شه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 xml:space="preserve">، </w:t>
      </w:r>
      <w:r w:rsidR="00134B66">
        <w:rPr>
          <w:rtl/>
        </w:rPr>
        <w:t>س</w:t>
      </w:r>
      <w:r w:rsidR="00E275C9">
        <w:rPr>
          <w:rtl/>
        </w:rPr>
        <w:t>ی</w:t>
      </w:r>
      <w:r w:rsidR="00134B66">
        <w:rPr>
          <w:rtl/>
        </w:rPr>
        <w:t>د محمد باقر صدر»</w:t>
      </w:r>
      <w:r w:rsidR="00E275C9">
        <w:rPr>
          <w:rtl/>
        </w:rPr>
        <w:t xml:space="preserve">، </w:t>
      </w:r>
      <w:r w:rsidR="00134B66">
        <w:rPr>
          <w:rtl/>
        </w:rPr>
        <w:t>به تار</w:t>
      </w:r>
      <w:r w:rsidR="00E275C9">
        <w:rPr>
          <w:rtl/>
        </w:rPr>
        <w:t>ی</w:t>
      </w:r>
      <w:r w:rsidR="00134B66">
        <w:rPr>
          <w:rtl/>
        </w:rPr>
        <w:t xml:space="preserve">خ </w:t>
      </w:r>
      <w:r>
        <w:rPr>
          <w:rtl/>
        </w:rPr>
        <w:t>25</w:t>
      </w:r>
      <w:r w:rsidR="00134B66">
        <w:rPr>
          <w:rtl/>
        </w:rPr>
        <w:t xml:space="preserve"> ذ</w:t>
      </w:r>
      <w:r w:rsidR="00E275C9">
        <w:rPr>
          <w:rtl/>
        </w:rPr>
        <w:t>ی</w:t>
      </w:r>
      <w:r w:rsidR="00134B66">
        <w:rPr>
          <w:rtl/>
        </w:rPr>
        <w:t xml:space="preserve">قعده </w:t>
      </w:r>
      <w:r>
        <w:rPr>
          <w:rtl/>
        </w:rPr>
        <w:t>1353</w:t>
      </w:r>
      <w:r w:rsidR="00134B66">
        <w:rPr>
          <w:rtl/>
        </w:rPr>
        <w:t xml:space="preserve"> هجرى قمرى در كاظم</w:t>
      </w:r>
      <w:r w:rsidR="00E275C9">
        <w:rPr>
          <w:rtl/>
        </w:rPr>
        <w:t>ی</w:t>
      </w:r>
      <w:r w:rsidR="00134B66">
        <w:rPr>
          <w:rtl/>
        </w:rPr>
        <w:t>ن به دن</w:t>
      </w:r>
      <w:r w:rsidR="00E275C9">
        <w:rPr>
          <w:rtl/>
        </w:rPr>
        <w:t>ی</w:t>
      </w:r>
      <w:r w:rsidR="00134B66">
        <w:rPr>
          <w:rtl/>
        </w:rPr>
        <w:t>ا آمد</w:t>
      </w:r>
      <w:r w:rsidR="00E275C9">
        <w:rPr>
          <w:rtl/>
        </w:rPr>
        <w:t xml:space="preserve">. </w:t>
      </w:r>
      <w:r w:rsidR="00134B66">
        <w:rPr>
          <w:rtl/>
        </w:rPr>
        <w:t>پدرش «س</w:t>
      </w:r>
      <w:r w:rsidR="00E275C9">
        <w:rPr>
          <w:rtl/>
        </w:rPr>
        <w:t>ی</w:t>
      </w:r>
      <w:r w:rsidR="00134B66">
        <w:rPr>
          <w:rtl/>
        </w:rPr>
        <w:t>د ح</w:t>
      </w:r>
      <w:r w:rsidR="00E275C9">
        <w:rPr>
          <w:rtl/>
        </w:rPr>
        <w:t>ی</w:t>
      </w:r>
      <w:r w:rsidR="00134B66">
        <w:rPr>
          <w:rtl/>
        </w:rPr>
        <w:t>در» و مادرش دختر دانشمند «آ</w:t>
      </w:r>
      <w:r w:rsidR="00E275C9">
        <w:rPr>
          <w:rtl/>
        </w:rPr>
        <w:t>ی</w:t>
      </w:r>
      <w:r w:rsidR="00134B66">
        <w:rPr>
          <w:rtl/>
        </w:rPr>
        <w:t>ت اللّه ش</w:t>
      </w:r>
      <w:r w:rsidR="00E275C9">
        <w:rPr>
          <w:rtl/>
        </w:rPr>
        <w:t>ی</w:t>
      </w:r>
      <w:r w:rsidR="00134B66">
        <w:rPr>
          <w:rtl/>
        </w:rPr>
        <w:t>خ عبدالحس</w:t>
      </w:r>
      <w:r w:rsidR="00E275C9">
        <w:rPr>
          <w:rtl/>
        </w:rPr>
        <w:t>ی</w:t>
      </w:r>
      <w:r w:rsidR="00134B66">
        <w:rPr>
          <w:rtl/>
        </w:rPr>
        <w:t xml:space="preserve">ن آل </w:t>
      </w:r>
      <w:r w:rsidR="00E275C9">
        <w:rPr>
          <w:rtl/>
        </w:rPr>
        <w:t>ی</w:t>
      </w:r>
      <w:r w:rsidR="00134B66">
        <w:rPr>
          <w:rtl/>
        </w:rPr>
        <w:t>اس</w:t>
      </w:r>
      <w:r w:rsidR="00E275C9">
        <w:rPr>
          <w:rtl/>
        </w:rPr>
        <w:t>ی</w:t>
      </w:r>
      <w:r w:rsidR="00134B66">
        <w:rPr>
          <w:rtl/>
        </w:rPr>
        <w:t>ن» بود</w:t>
      </w:r>
      <w:r w:rsidR="00E275C9">
        <w:rPr>
          <w:rtl/>
        </w:rPr>
        <w:t xml:space="preserve">. </w:t>
      </w:r>
      <w:r w:rsidR="00134B66">
        <w:rPr>
          <w:rtl/>
        </w:rPr>
        <w:t xml:space="preserve">وى </w:t>
      </w:r>
      <w:r w:rsidR="00E275C9">
        <w:rPr>
          <w:rtl/>
        </w:rPr>
        <w:t>ی</w:t>
      </w:r>
      <w:r w:rsidR="00134B66">
        <w:rPr>
          <w:rtl/>
        </w:rPr>
        <w:t>ك برادر از خود بزرگتر به نام «اسماع</w:t>
      </w:r>
      <w:r w:rsidR="00E275C9">
        <w:rPr>
          <w:rtl/>
        </w:rPr>
        <w:t>ی</w:t>
      </w:r>
      <w:r w:rsidR="00134B66">
        <w:rPr>
          <w:rtl/>
        </w:rPr>
        <w:t xml:space="preserve">ل» و </w:t>
      </w:r>
      <w:r w:rsidR="00E275C9">
        <w:rPr>
          <w:rtl/>
        </w:rPr>
        <w:t>ی</w:t>
      </w:r>
      <w:r w:rsidR="00134B66">
        <w:rPr>
          <w:rtl/>
        </w:rPr>
        <w:t>ك خواهر به نام «آمنه (بنت الهدى») داشت كه چهار سال از خودش كوچكتر بود</w:t>
      </w:r>
      <w:r w:rsidR="00E275C9">
        <w:rPr>
          <w:rtl/>
        </w:rPr>
        <w:t xml:space="preserve">. </w:t>
      </w:r>
      <w:r w:rsidR="00134B66">
        <w:rPr>
          <w:rtl/>
        </w:rPr>
        <w:t>«س</w:t>
      </w:r>
      <w:r w:rsidR="00E275C9">
        <w:rPr>
          <w:rtl/>
        </w:rPr>
        <w:t>ی</w:t>
      </w:r>
      <w:r w:rsidR="00134B66">
        <w:rPr>
          <w:rtl/>
        </w:rPr>
        <w:t>د محمد باقر»</w:t>
      </w:r>
      <w:r w:rsidR="00E275C9">
        <w:rPr>
          <w:rtl/>
        </w:rPr>
        <w:t xml:space="preserve">، </w:t>
      </w:r>
      <w:r w:rsidR="00134B66">
        <w:rPr>
          <w:rtl/>
        </w:rPr>
        <w:t>از خردسالى</w:t>
      </w:r>
      <w:r w:rsidR="00E275C9">
        <w:rPr>
          <w:rtl/>
        </w:rPr>
        <w:t xml:space="preserve">، </w:t>
      </w:r>
      <w:r w:rsidR="00134B66">
        <w:rPr>
          <w:rtl/>
        </w:rPr>
        <w:t>هوش و استعداد فوق العاده اى از خود نشان داد</w:t>
      </w:r>
      <w:r w:rsidR="00E275C9">
        <w:rPr>
          <w:rtl/>
        </w:rPr>
        <w:t xml:space="preserve">، </w:t>
      </w:r>
      <w:r w:rsidR="00134B66">
        <w:rPr>
          <w:rtl/>
        </w:rPr>
        <w:t>لذا در دوران تحص</w:t>
      </w:r>
      <w:r w:rsidR="00E275C9">
        <w:rPr>
          <w:rtl/>
        </w:rPr>
        <w:t>ی</w:t>
      </w:r>
      <w:r w:rsidR="00134B66">
        <w:rPr>
          <w:rtl/>
        </w:rPr>
        <w:t>ل</w:t>
      </w:r>
      <w:r w:rsidR="00E275C9">
        <w:rPr>
          <w:rtl/>
        </w:rPr>
        <w:t xml:space="preserve">، </w:t>
      </w:r>
      <w:r w:rsidR="00134B66">
        <w:rPr>
          <w:rtl/>
        </w:rPr>
        <w:t>بس</w:t>
      </w:r>
      <w:r w:rsidR="00E275C9">
        <w:rPr>
          <w:rtl/>
        </w:rPr>
        <w:t>ی</w:t>
      </w:r>
      <w:r w:rsidR="00134B66">
        <w:rPr>
          <w:rtl/>
        </w:rPr>
        <w:t>ار سر</w:t>
      </w:r>
      <w:r w:rsidR="00E275C9">
        <w:rPr>
          <w:rtl/>
        </w:rPr>
        <w:t>ی</w:t>
      </w:r>
      <w:r w:rsidR="00134B66">
        <w:rPr>
          <w:rtl/>
        </w:rPr>
        <w:t>ع توانست به درجه اجتهاد و مرجع</w:t>
      </w:r>
      <w:r w:rsidR="00E275C9">
        <w:rPr>
          <w:rtl/>
        </w:rPr>
        <w:t>ی</w:t>
      </w:r>
      <w:r w:rsidR="00134B66">
        <w:rPr>
          <w:rtl/>
        </w:rPr>
        <w:t>ت برسد</w:t>
      </w:r>
      <w:r w:rsidR="00E275C9">
        <w:rPr>
          <w:rtl/>
        </w:rPr>
        <w:t xml:space="preserve">. </w:t>
      </w:r>
      <w:r w:rsidR="00134B66">
        <w:rPr>
          <w:rtl/>
        </w:rPr>
        <w:t>او از جمله كسانى بود كه به مسائل روز و جهان و اسلام بس</w:t>
      </w:r>
      <w:r w:rsidR="00E275C9">
        <w:rPr>
          <w:rtl/>
        </w:rPr>
        <w:t>ی</w:t>
      </w:r>
      <w:r w:rsidR="00134B66">
        <w:rPr>
          <w:rtl/>
        </w:rPr>
        <w:t>ار آگاه بود و روى هم</w:t>
      </w:r>
      <w:r w:rsidR="00E275C9">
        <w:rPr>
          <w:rtl/>
        </w:rPr>
        <w:t>ی</w:t>
      </w:r>
      <w:r w:rsidR="00134B66">
        <w:rPr>
          <w:rtl/>
        </w:rPr>
        <w:t>ن اصل</w:t>
      </w:r>
      <w:r w:rsidR="00E275C9">
        <w:rPr>
          <w:rtl/>
        </w:rPr>
        <w:t xml:space="preserve">، </w:t>
      </w:r>
      <w:r w:rsidR="00134B66">
        <w:rPr>
          <w:rtl/>
        </w:rPr>
        <w:t>كتابهاى «فلسفه ما و اقتصاد ما» را كه ن</w:t>
      </w:r>
      <w:r w:rsidR="00E275C9">
        <w:rPr>
          <w:rtl/>
        </w:rPr>
        <w:t>ی</w:t>
      </w:r>
      <w:r w:rsidR="00134B66">
        <w:rPr>
          <w:rtl/>
        </w:rPr>
        <w:t>از زمان بود</w:t>
      </w:r>
      <w:r w:rsidR="00E275C9">
        <w:rPr>
          <w:rtl/>
        </w:rPr>
        <w:t xml:space="preserve">، </w:t>
      </w:r>
      <w:r w:rsidR="00134B66">
        <w:rPr>
          <w:rtl/>
        </w:rPr>
        <w:t>به رشته تحر</w:t>
      </w:r>
      <w:r w:rsidR="00E275C9">
        <w:rPr>
          <w:rtl/>
        </w:rPr>
        <w:t>ی</w:t>
      </w:r>
      <w:r w:rsidR="00134B66">
        <w:rPr>
          <w:rtl/>
        </w:rPr>
        <w:t>ر درآورد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نسبت به امام خم</w:t>
      </w:r>
      <w:r w:rsidR="00E275C9">
        <w:rPr>
          <w:rtl/>
        </w:rPr>
        <w:t>ی</w:t>
      </w:r>
      <w:r>
        <w:rPr>
          <w:rtl/>
        </w:rPr>
        <w:t>نى</w:t>
      </w:r>
      <w:r w:rsidR="00E275C9">
        <w:rPr>
          <w:rtl/>
        </w:rPr>
        <w:t xml:space="preserve">؛ </w:t>
      </w:r>
      <w:r>
        <w:rPr>
          <w:rtl/>
        </w:rPr>
        <w:t>علاقه خاصى داشت و از همان اوا</w:t>
      </w:r>
      <w:r w:rsidR="00E275C9">
        <w:rPr>
          <w:rtl/>
        </w:rPr>
        <w:t>ی</w:t>
      </w:r>
      <w:r>
        <w:rPr>
          <w:rtl/>
        </w:rPr>
        <w:t>ل نهضت</w:t>
      </w:r>
      <w:r w:rsidR="00E275C9">
        <w:rPr>
          <w:rtl/>
        </w:rPr>
        <w:t xml:space="preserve">،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شان همسو با امام حركت مى كرد</w:t>
      </w:r>
      <w:r w:rsidR="00E275C9">
        <w:rPr>
          <w:rtl/>
        </w:rPr>
        <w:t xml:space="preserve">. </w:t>
      </w:r>
      <w:r>
        <w:rPr>
          <w:rtl/>
        </w:rPr>
        <w:t xml:space="preserve">وقتى در نهم جمادى الثانى </w:t>
      </w:r>
      <w:r w:rsidR="00883263">
        <w:rPr>
          <w:rtl/>
        </w:rPr>
        <w:t>1385</w:t>
      </w:r>
      <w:r>
        <w:rPr>
          <w:rtl/>
        </w:rPr>
        <w:t xml:space="preserve"> مطابق با س</w:t>
      </w:r>
      <w:r w:rsidR="00E275C9">
        <w:rPr>
          <w:rtl/>
        </w:rPr>
        <w:t>ی</w:t>
      </w:r>
      <w:r>
        <w:rPr>
          <w:rtl/>
        </w:rPr>
        <w:t xml:space="preserve">زدهم مهر </w:t>
      </w:r>
      <w:r w:rsidR="00883263">
        <w:rPr>
          <w:rtl/>
        </w:rPr>
        <w:t>1344</w:t>
      </w:r>
      <w:r>
        <w:rPr>
          <w:rtl/>
        </w:rPr>
        <w:t xml:space="preserve"> حضرت امام</w:t>
      </w:r>
      <w:r w:rsidR="00E275C9">
        <w:rPr>
          <w:rtl/>
        </w:rPr>
        <w:t xml:space="preserve"> </w:t>
      </w:r>
      <w:r>
        <w:rPr>
          <w:rtl/>
        </w:rPr>
        <w:t>رحمت اللّه عل</w:t>
      </w:r>
      <w:r w:rsidR="00E275C9">
        <w:rPr>
          <w:rtl/>
        </w:rPr>
        <w:t>ی</w:t>
      </w:r>
      <w:r>
        <w:rPr>
          <w:rtl/>
        </w:rPr>
        <w:t>ه</w:t>
      </w:r>
      <w:r w:rsidR="00E275C9">
        <w:rPr>
          <w:rtl/>
        </w:rPr>
        <w:t xml:space="preserve"> </w:t>
      </w:r>
      <w:r>
        <w:rPr>
          <w:rtl/>
        </w:rPr>
        <w:t>را از ترك</w:t>
      </w:r>
      <w:r w:rsidR="00E275C9">
        <w:rPr>
          <w:rtl/>
        </w:rPr>
        <w:t>ی</w:t>
      </w:r>
      <w:r>
        <w:rPr>
          <w:rtl/>
        </w:rPr>
        <w:t>ه به عراق منتقل كردند</w:t>
      </w:r>
      <w:r w:rsidR="00E275C9">
        <w:rPr>
          <w:rtl/>
        </w:rPr>
        <w:t xml:space="preserve">، </w:t>
      </w:r>
      <w:r>
        <w:rPr>
          <w:rtl/>
        </w:rPr>
        <w:t>آ</w:t>
      </w:r>
      <w:r w:rsidR="00E275C9">
        <w:rPr>
          <w:rtl/>
        </w:rPr>
        <w:t>ی</w:t>
      </w:r>
      <w:r>
        <w:rPr>
          <w:rtl/>
        </w:rPr>
        <w:t>ت اللّه صدر</w:t>
      </w:r>
      <w:r w:rsidR="00E275C9">
        <w:rPr>
          <w:rtl/>
        </w:rPr>
        <w:t xml:space="preserve">، </w:t>
      </w:r>
      <w:r>
        <w:rPr>
          <w:rtl/>
        </w:rPr>
        <w:t>همراه شاگردان و مر</w:t>
      </w:r>
      <w:r w:rsidR="00E275C9">
        <w:rPr>
          <w:rtl/>
        </w:rPr>
        <w:t>ی</w:t>
      </w:r>
      <w:r>
        <w:rPr>
          <w:rtl/>
        </w:rPr>
        <w:t>دان خو</w:t>
      </w:r>
      <w:r w:rsidR="00E275C9">
        <w:rPr>
          <w:rtl/>
        </w:rPr>
        <w:t>ی</w:t>
      </w:r>
      <w:r>
        <w:rPr>
          <w:rtl/>
        </w:rPr>
        <w:t>ش</w:t>
      </w:r>
      <w:r w:rsidR="00E275C9">
        <w:rPr>
          <w:rtl/>
        </w:rPr>
        <w:t xml:space="preserve">، </w:t>
      </w:r>
      <w:r>
        <w:rPr>
          <w:rtl/>
        </w:rPr>
        <w:t>از جناب ا</w:t>
      </w:r>
      <w:r w:rsidR="00E275C9">
        <w:rPr>
          <w:rtl/>
        </w:rPr>
        <w:t>ی</w:t>
      </w:r>
      <w:r>
        <w:rPr>
          <w:rtl/>
        </w:rPr>
        <w:t>شان استقبال شا</w:t>
      </w:r>
      <w:r w:rsidR="00E275C9">
        <w:rPr>
          <w:rtl/>
        </w:rPr>
        <w:t>ی</w:t>
      </w:r>
      <w:r>
        <w:rPr>
          <w:rtl/>
        </w:rPr>
        <w:t>سته اى به عمل آوردند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آگاهى آ</w:t>
      </w:r>
      <w:r w:rsidR="00E275C9">
        <w:rPr>
          <w:rtl/>
        </w:rPr>
        <w:t>ی</w:t>
      </w:r>
      <w:r>
        <w:rPr>
          <w:rtl/>
        </w:rPr>
        <w:t>ت اللّه شه</w:t>
      </w:r>
      <w:r w:rsidR="00E275C9">
        <w:rPr>
          <w:rtl/>
        </w:rPr>
        <w:t>ی</w:t>
      </w:r>
      <w:r>
        <w:rPr>
          <w:rtl/>
        </w:rPr>
        <w:t>د صدر به مسائل روز</w:t>
      </w:r>
      <w:r w:rsidR="00E275C9">
        <w:rPr>
          <w:rtl/>
        </w:rPr>
        <w:t xml:space="preserve">، </w:t>
      </w:r>
      <w:r>
        <w:rPr>
          <w:rtl/>
        </w:rPr>
        <w:t>موجب شد كه رژ</w:t>
      </w:r>
      <w:r w:rsidR="00E275C9">
        <w:rPr>
          <w:rtl/>
        </w:rPr>
        <w:t>ی</w:t>
      </w:r>
      <w:r>
        <w:rPr>
          <w:rtl/>
        </w:rPr>
        <w:t>م بعثى</w:t>
      </w:r>
      <w:r w:rsidR="00E275C9">
        <w:rPr>
          <w:rtl/>
        </w:rPr>
        <w:t xml:space="preserve">، </w:t>
      </w:r>
      <w:r>
        <w:rPr>
          <w:rtl/>
        </w:rPr>
        <w:t>چند</w:t>
      </w:r>
      <w:r w:rsidR="00E275C9">
        <w:rPr>
          <w:rtl/>
        </w:rPr>
        <w:t>ی</w:t>
      </w:r>
      <w:r>
        <w:rPr>
          <w:rtl/>
        </w:rPr>
        <w:t>ن بار اقدام به دستگ</w:t>
      </w:r>
      <w:r w:rsidR="00E275C9">
        <w:rPr>
          <w:rtl/>
        </w:rPr>
        <w:t>ی</w:t>
      </w:r>
      <w:r>
        <w:rPr>
          <w:rtl/>
        </w:rPr>
        <w:t>رى ا</w:t>
      </w:r>
      <w:r w:rsidR="00E275C9">
        <w:rPr>
          <w:rtl/>
        </w:rPr>
        <w:t>ی</w:t>
      </w:r>
      <w:r>
        <w:rPr>
          <w:rtl/>
        </w:rPr>
        <w:t>شان كند</w:t>
      </w:r>
      <w:r w:rsidR="00E275C9">
        <w:rPr>
          <w:rtl/>
        </w:rPr>
        <w:t xml:space="preserve">، </w:t>
      </w:r>
      <w:r>
        <w:rPr>
          <w:rtl/>
        </w:rPr>
        <w:t xml:space="preserve">از جمله در سال </w:t>
      </w:r>
      <w:r w:rsidR="00883263">
        <w:rPr>
          <w:rtl/>
        </w:rPr>
        <w:t>1392</w:t>
      </w:r>
      <w:r>
        <w:rPr>
          <w:rtl/>
        </w:rPr>
        <w:t xml:space="preserve"> و </w:t>
      </w:r>
      <w:r w:rsidR="00883263">
        <w:rPr>
          <w:rtl/>
        </w:rPr>
        <w:t>17</w:t>
      </w:r>
      <w:r>
        <w:rPr>
          <w:rtl/>
        </w:rPr>
        <w:t xml:space="preserve"> رجب </w:t>
      </w:r>
      <w:r w:rsidR="00883263">
        <w:rPr>
          <w:rtl/>
        </w:rPr>
        <w:t>1399</w:t>
      </w:r>
      <w:r>
        <w:rPr>
          <w:rtl/>
        </w:rPr>
        <w:t xml:space="preserve"> هجرى قمرى كه به دنبال ا</w:t>
      </w:r>
      <w:r w:rsidR="00E275C9">
        <w:rPr>
          <w:rtl/>
        </w:rPr>
        <w:t>ی</w:t>
      </w:r>
      <w:r>
        <w:rPr>
          <w:rtl/>
        </w:rPr>
        <w:t>ن دستگ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ها</w:t>
      </w:r>
      <w:r w:rsidR="00E275C9">
        <w:rPr>
          <w:rtl/>
        </w:rPr>
        <w:t xml:space="preserve">، </w:t>
      </w:r>
      <w:r>
        <w:rPr>
          <w:rtl/>
        </w:rPr>
        <w:t>خواهرش «بنت الهدى» جاى خالى او را پر مى كرد و با فر</w:t>
      </w:r>
      <w:r w:rsidR="00E275C9">
        <w:rPr>
          <w:rtl/>
        </w:rPr>
        <w:t>ی</w:t>
      </w:r>
      <w:r>
        <w:rPr>
          <w:rtl/>
        </w:rPr>
        <w:t>اد اعتراض و سر دادن نداى جانبخش «اللّه اكبر»</w:t>
      </w:r>
      <w:r w:rsidR="00E275C9">
        <w:rPr>
          <w:rtl/>
        </w:rPr>
        <w:t xml:space="preserve">، </w:t>
      </w:r>
      <w:r>
        <w:rPr>
          <w:rtl/>
        </w:rPr>
        <w:t>موجب حركت و ق</w:t>
      </w:r>
      <w:r w:rsidR="00E275C9">
        <w:rPr>
          <w:rtl/>
        </w:rPr>
        <w:t>ی</w:t>
      </w:r>
      <w:r>
        <w:rPr>
          <w:rtl/>
        </w:rPr>
        <w:t>ام مردم و از پا درآوردن رژ</w:t>
      </w:r>
      <w:r w:rsidR="00E275C9">
        <w:rPr>
          <w:rtl/>
        </w:rPr>
        <w:t>ی</w:t>
      </w:r>
      <w:r>
        <w:rPr>
          <w:rtl/>
        </w:rPr>
        <w:t>م بعثى و در نت</w:t>
      </w:r>
      <w:r w:rsidR="00E275C9">
        <w:rPr>
          <w:rtl/>
        </w:rPr>
        <w:t>ی</w:t>
      </w:r>
      <w:r>
        <w:rPr>
          <w:rtl/>
        </w:rPr>
        <w:t>جه آزادى برادر مى شد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رژ</w:t>
      </w:r>
      <w:r w:rsidR="00E275C9">
        <w:rPr>
          <w:rtl/>
        </w:rPr>
        <w:t>ی</w:t>
      </w:r>
      <w:r>
        <w:rPr>
          <w:rtl/>
        </w:rPr>
        <w:t>م بعثى سعى داشت به هر نحوى كه شده (حتى با تهد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فشار و ارعاب) شه</w:t>
      </w:r>
      <w:r w:rsidR="00E275C9">
        <w:rPr>
          <w:rtl/>
        </w:rPr>
        <w:t>ی</w:t>
      </w:r>
      <w:r>
        <w:rPr>
          <w:rtl/>
        </w:rPr>
        <w:t>د صدر را وادار كند تا اعلام</w:t>
      </w:r>
      <w:r w:rsidR="00E275C9">
        <w:rPr>
          <w:rtl/>
        </w:rPr>
        <w:t>ی</w:t>
      </w:r>
      <w:r>
        <w:rPr>
          <w:rtl/>
        </w:rPr>
        <w:t>ه اى هرچند كمرنگ هم كه باشد</w:t>
      </w:r>
      <w:r w:rsidR="00E275C9">
        <w:rPr>
          <w:rtl/>
        </w:rPr>
        <w:t xml:space="preserve">، </w:t>
      </w:r>
      <w:r>
        <w:rPr>
          <w:rtl/>
        </w:rPr>
        <w:t>بر عل</w:t>
      </w:r>
      <w:r w:rsidR="00E275C9">
        <w:rPr>
          <w:rtl/>
        </w:rPr>
        <w:t>ی</w:t>
      </w:r>
      <w:r>
        <w:rPr>
          <w:rtl/>
        </w:rPr>
        <w:t>ه جمهورى اسلامى ا</w:t>
      </w:r>
      <w:r w:rsidR="00E275C9">
        <w:rPr>
          <w:rtl/>
        </w:rPr>
        <w:t>ی</w:t>
      </w:r>
      <w:r>
        <w:rPr>
          <w:rtl/>
        </w:rPr>
        <w:t>ران صادر كند</w:t>
      </w:r>
      <w:r w:rsidR="00E275C9">
        <w:rPr>
          <w:rtl/>
        </w:rPr>
        <w:t xml:space="preserve">، </w:t>
      </w:r>
      <w:r>
        <w:rPr>
          <w:rtl/>
        </w:rPr>
        <w:t>ولى ا</w:t>
      </w:r>
      <w:r w:rsidR="00E275C9">
        <w:rPr>
          <w:rtl/>
        </w:rPr>
        <w:t>ی</w:t>
      </w:r>
      <w:r>
        <w:rPr>
          <w:rtl/>
        </w:rPr>
        <w:t>شان در پاسخ تهد</w:t>
      </w:r>
      <w:r w:rsidR="00E275C9">
        <w:rPr>
          <w:rtl/>
        </w:rPr>
        <w:t>ی</w:t>
      </w:r>
      <w:r>
        <w:rPr>
          <w:rtl/>
        </w:rPr>
        <w:t xml:space="preserve">د </w:t>
      </w:r>
      <w:r w:rsidR="00E275C9">
        <w:rPr>
          <w:rtl/>
        </w:rPr>
        <w:t>ی</w:t>
      </w:r>
      <w:r>
        <w:rPr>
          <w:rtl/>
        </w:rPr>
        <w:t>كى از بعثى ها مى فرمود</w:t>
      </w:r>
      <w:r w:rsidR="00E275C9">
        <w:rPr>
          <w:rtl/>
        </w:rPr>
        <w:t xml:space="preserve">: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«مرا از مرگ نترسان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برو به صدام بگو من در انتظار چن</w:t>
      </w:r>
      <w:r w:rsidR="00E275C9">
        <w:rPr>
          <w:rtl/>
        </w:rPr>
        <w:t>ی</w:t>
      </w:r>
      <w:r>
        <w:rPr>
          <w:rtl/>
        </w:rPr>
        <w:t>ن روزى هستم و هرگز تسل</w:t>
      </w:r>
      <w:r w:rsidR="00E275C9">
        <w:rPr>
          <w:rtl/>
        </w:rPr>
        <w:t>ی</w:t>
      </w:r>
      <w:r>
        <w:rPr>
          <w:rtl/>
        </w:rPr>
        <w:t>م زورگو</w:t>
      </w:r>
      <w:r w:rsidR="00E275C9">
        <w:rPr>
          <w:rtl/>
        </w:rPr>
        <w:t>ی</w:t>
      </w:r>
      <w:r>
        <w:rPr>
          <w:rtl/>
        </w:rPr>
        <w:t>ى شما نخواهم شد</w:t>
      </w:r>
      <w:r w:rsidR="00E275C9">
        <w:rPr>
          <w:rtl/>
        </w:rPr>
        <w:t xml:space="preserve">! 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ن حق</w:t>
      </w:r>
      <w:r w:rsidR="00E275C9">
        <w:rPr>
          <w:rtl/>
        </w:rPr>
        <w:t>ی</w:t>
      </w:r>
      <w:r>
        <w:rPr>
          <w:rtl/>
        </w:rPr>
        <w:t>قت را تو و همه اربابانت بدان</w:t>
      </w:r>
      <w:r w:rsidR="00E275C9">
        <w:rPr>
          <w:rtl/>
        </w:rPr>
        <w:t>ی</w:t>
      </w:r>
      <w:r>
        <w:rPr>
          <w:rtl/>
        </w:rPr>
        <w:t>د كه من در طول زندگى در آرزوى برپا</w:t>
      </w:r>
      <w:r w:rsidR="00E275C9">
        <w:rPr>
          <w:rtl/>
        </w:rPr>
        <w:t>ی</w:t>
      </w:r>
      <w:r>
        <w:rPr>
          <w:rtl/>
        </w:rPr>
        <w:t>ى حكومت اسلامى و اجراى احكام خدا در زم</w:t>
      </w:r>
      <w:r w:rsidR="00E275C9">
        <w:rPr>
          <w:rtl/>
        </w:rPr>
        <w:t>ی</w:t>
      </w:r>
      <w:r>
        <w:rPr>
          <w:rtl/>
        </w:rPr>
        <w:t>ن بوده ام و اكنون چن</w:t>
      </w:r>
      <w:r w:rsidR="00E275C9">
        <w:rPr>
          <w:rtl/>
        </w:rPr>
        <w:t>ی</w:t>
      </w:r>
      <w:r>
        <w:rPr>
          <w:rtl/>
        </w:rPr>
        <w:t>ن حكومتى در ا</w:t>
      </w:r>
      <w:r w:rsidR="00E275C9">
        <w:rPr>
          <w:rtl/>
        </w:rPr>
        <w:t>ی</w:t>
      </w:r>
      <w:r>
        <w:rPr>
          <w:rtl/>
        </w:rPr>
        <w:t xml:space="preserve">ران به رهبرى </w:t>
      </w:r>
      <w:r w:rsidR="00E275C9">
        <w:rPr>
          <w:rtl/>
        </w:rPr>
        <w:t>ی</w:t>
      </w:r>
      <w:r>
        <w:rPr>
          <w:rtl/>
        </w:rPr>
        <w:t>گانه پ</w:t>
      </w:r>
      <w:r w:rsidR="00E275C9">
        <w:rPr>
          <w:rtl/>
        </w:rPr>
        <w:t>ی</w:t>
      </w:r>
      <w:r>
        <w:rPr>
          <w:rtl/>
        </w:rPr>
        <w:t>شواى بزرگ همه مسلم</w:t>
      </w:r>
      <w:r w:rsidR="00E275C9">
        <w:rPr>
          <w:rtl/>
        </w:rPr>
        <w:t>ی</w:t>
      </w:r>
      <w:r>
        <w:rPr>
          <w:rtl/>
        </w:rPr>
        <w:t>ن جهان</w:t>
      </w:r>
      <w:r w:rsidR="00E275C9">
        <w:rPr>
          <w:rtl/>
        </w:rPr>
        <w:t>؛ ی</w:t>
      </w:r>
      <w:r>
        <w:rPr>
          <w:rtl/>
        </w:rPr>
        <w:t>عنى حضرت امام خم</w:t>
      </w:r>
      <w:r w:rsidR="00E275C9">
        <w:rPr>
          <w:rtl/>
        </w:rPr>
        <w:t>ی</w:t>
      </w:r>
      <w:r>
        <w:rPr>
          <w:rtl/>
        </w:rPr>
        <w:t>نى و به همّت ملت غ</w:t>
      </w:r>
      <w:r w:rsidR="00E275C9">
        <w:rPr>
          <w:rtl/>
        </w:rPr>
        <w:t>ی</w:t>
      </w:r>
      <w:r>
        <w:rPr>
          <w:rtl/>
        </w:rPr>
        <w:t>ور و مسلمان آن سرزم</w:t>
      </w:r>
      <w:r w:rsidR="00E275C9">
        <w:rPr>
          <w:rtl/>
        </w:rPr>
        <w:t>ی</w:t>
      </w:r>
      <w:r>
        <w:rPr>
          <w:rtl/>
        </w:rPr>
        <w:t>ن</w:t>
      </w:r>
      <w:r w:rsidR="00E275C9">
        <w:rPr>
          <w:rtl/>
        </w:rPr>
        <w:t xml:space="preserve">، </w:t>
      </w:r>
      <w:r>
        <w:rPr>
          <w:rtl/>
        </w:rPr>
        <w:t xml:space="preserve">استقرار </w:t>
      </w:r>
      <w:r w:rsidR="00E275C9">
        <w:rPr>
          <w:rtl/>
        </w:rPr>
        <w:t>ی</w:t>
      </w:r>
      <w:r>
        <w:rPr>
          <w:rtl/>
        </w:rPr>
        <w:t>افته است</w:t>
      </w:r>
      <w:r w:rsidR="00E275C9">
        <w:rPr>
          <w:rtl/>
        </w:rPr>
        <w:t xml:space="preserve">، </w:t>
      </w:r>
      <w:r>
        <w:rPr>
          <w:rtl/>
        </w:rPr>
        <w:t>سپاس خداوند را كه من با تحقق ا</w:t>
      </w:r>
      <w:r w:rsidR="00E275C9">
        <w:rPr>
          <w:rtl/>
        </w:rPr>
        <w:t>ی</w:t>
      </w:r>
      <w:r>
        <w:rPr>
          <w:rtl/>
        </w:rPr>
        <w:t>ن حكومت</w:t>
      </w:r>
      <w:r w:rsidR="00E275C9">
        <w:rPr>
          <w:rtl/>
        </w:rPr>
        <w:t xml:space="preserve">، </w:t>
      </w:r>
      <w:r>
        <w:rPr>
          <w:rtl/>
        </w:rPr>
        <w:t>به آرزوى د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نه خود رس</w:t>
      </w:r>
      <w:r w:rsidR="00E275C9">
        <w:rPr>
          <w:rtl/>
        </w:rPr>
        <w:t>ی</w:t>
      </w:r>
      <w:r>
        <w:rPr>
          <w:rtl/>
        </w:rPr>
        <w:t>ده ام</w:t>
      </w:r>
      <w:r w:rsidR="00E275C9">
        <w:rPr>
          <w:rtl/>
        </w:rPr>
        <w:t xml:space="preserve">، </w:t>
      </w:r>
      <w:r>
        <w:rPr>
          <w:rtl/>
        </w:rPr>
        <w:t>د</w:t>
      </w:r>
      <w:r w:rsidR="00E275C9">
        <w:rPr>
          <w:rtl/>
        </w:rPr>
        <w:t>ی</w:t>
      </w:r>
      <w:r>
        <w:rPr>
          <w:rtl/>
        </w:rPr>
        <w:t xml:space="preserve">گر مرگ و زندگى در نظرم </w:t>
      </w:r>
      <w:r w:rsidR="00E275C9">
        <w:rPr>
          <w:rtl/>
        </w:rPr>
        <w:t>ی</w:t>
      </w:r>
      <w:r>
        <w:rPr>
          <w:rtl/>
        </w:rPr>
        <w:t>كسان است»</w:t>
      </w:r>
      <w:r w:rsidR="00E275C9">
        <w:rPr>
          <w:rtl/>
        </w:rPr>
        <w:t xml:space="preserve">. </w:t>
      </w:r>
      <w:r>
        <w:rPr>
          <w:rtl/>
        </w:rPr>
        <w:cr/>
      </w:r>
    </w:p>
    <w:p w:rsidR="00134B66" w:rsidRDefault="00883263" w:rsidP="00B52B2E">
      <w:pPr>
        <w:pStyle w:val="libFootnote"/>
        <w:rPr>
          <w:rtl/>
        </w:rPr>
      </w:pPr>
      <w:r>
        <w:rPr>
          <w:rtl/>
        </w:rPr>
        <w:t>101</w:t>
      </w:r>
      <w:r w:rsidR="00134B66">
        <w:rPr>
          <w:rtl/>
        </w:rPr>
        <w:t xml:space="preserve"> ر</w:t>
      </w:r>
      <w:r w:rsidR="00E275C9">
        <w:rPr>
          <w:rtl/>
        </w:rPr>
        <w:t xml:space="preserve">. </w:t>
      </w:r>
      <w:r w:rsidR="00134B66">
        <w:rPr>
          <w:rtl/>
        </w:rPr>
        <w:t>ك</w:t>
      </w:r>
      <w:r w:rsidR="00E275C9">
        <w:rPr>
          <w:rtl/>
        </w:rPr>
        <w:t xml:space="preserve">: </w:t>
      </w:r>
      <w:r w:rsidR="00134B66">
        <w:rPr>
          <w:rtl/>
        </w:rPr>
        <w:t xml:space="preserve">به پاورقى </w:t>
      </w:r>
      <w:r w:rsidR="00134B66" w:rsidRPr="00B52B2E">
        <w:rPr>
          <w:rtl/>
        </w:rPr>
        <w:t xml:space="preserve">شماره </w:t>
      </w:r>
      <w:r w:rsidR="00134B66" w:rsidRPr="00B52B2E">
        <w:rPr>
          <w:rFonts w:eastAsia="B Badr"/>
          <w:rtl/>
        </w:rPr>
        <w:t>(</w:t>
      </w:r>
      <w:r w:rsidRPr="00B52B2E">
        <w:rPr>
          <w:rFonts w:eastAsia="B Badr"/>
          <w:rtl/>
        </w:rPr>
        <w:t>1</w:t>
      </w:r>
      <w:r w:rsidR="00134B66" w:rsidRPr="00B52B2E">
        <w:rPr>
          <w:rFonts w:eastAsia="B Badr"/>
          <w:rtl/>
        </w:rPr>
        <w:t>)</w:t>
      </w:r>
      <w:r w:rsidR="00E275C9" w:rsidRPr="00B52B2E">
        <w:rPr>
          <w:rtl/>
        </w:rPr>
        <w:t>،</w:t>
      </w:r>
      <w:r w:rsidR="00E275C9">
        <w:rPr>
          <w:rtl/>
        </w:rPr>
        <w:t xml:space="preserve"> </w:t>
      </w:r>
      <w:r w:rsidR="00134B66">
        <w:rPr>
          <w:rtl/>
        </w:rPr>
        <w:t xml:space="preserve">ص </w:t>
      </w:r>
      <w:r>
        <w:rPr>
          <w:rtl/>
        </w:rPr>
        <w:t>97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102</w:t>
      </w:r>
      <w:r w:rsidR="00134B66">
        <w:rPr>
          <w:rtl/>
        </w:rPr>
        <w:t xml:space="preserve"> «حرّه» نام محلى در مد</w:t>
      </w:r>
      <w:r w:rsidR="00E275C9">
        <w:rPr>
          <w:rtl/>
        </w:rPr>
        <w:t>ی</w:t>
      </w:r>
      <w:r w:rsidR="00134B66">
        <w:rPr>
          <w:rtl/>
        </w:rPr>
        <w:t>نه است كه ا</w:t>
      </w:r>
      <w:r w:rsidR="00E275C9">
        <w:rPr>
          <w:rtl/>
        </w:rPr>
        <w:t>ی</w:t>
      </w:r>
      <w:r w:rsidR="00134B66">
        <w:rPr>
          <w:rtl/>
        </w:rPr>
        <w:t>ن جنا</w:t>
      </w:r>
      <w:r w:rsidR="00E275C9">
        <w:rPr>
          <w:rtl/>
        </w:rPr>
        <w:t>ی</w:t>
      </w:r>
      <w:r w:rsidR="00134B66">
        <w:rPr>
          <w:rtl/>
        </w:rPr>
        <w:t>ت فج</w:t>
      </w:r>
      <w:r w:rsidR="00E275C9">
        <w:rPr>
          <w:rtl/>
        </w:rPr>
        <w:t>ی</w:t>
      </w:r>
      <w:r w:rsidR="00134B66">
        <w:rPr>
          <w:rtl/>
        </w:rPr>
        <w:t>ع در آنجا به وقوع پ</w:t>
      </w:r>
      <w:r w:rsidR="00E275C9">
        <w:rPr>
          <w:rtl/>
        </w:rPr>
        <w:t>ی</w:t>
      </w:r>
      <w:r w:rsidR="00134B66">
        <w:rPr>
          <w:rtl/>
        </w:rPr>
        <w:t>وست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lastRenderedPageBreak/>
        <w:t>103</w:t>
      </w:r>
      <w:r w:rsidR="00134B66">
        <w:rPr>
          <w:rtl/>
        </w:rPr>
        <w:t xml:space="preserve"> زندگانى حضرت ابى عبداللّه</w:t>
      </w:r>
      <w:r w:rsidR="00E275C9">
        <w:rPr>
          <w:rtl/>
        </w:rPr>
        <w:t xml:space="preserve">، </w:t>
      </w:r>
      <w:r w:rsidR="00134B66">
        <w:rPr>
          <w:rtl/>
        </w:rPr>
        <w:t xml:space="preserve">از ص </w:t>
      </w:r>
      <w:r>
        <w:rPr>
          <w:rtl/>
        </w:rPr>
        <w:t>291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  <w:r w:rsidR="00134B66">
        <w:rPr>
          <w:rtl/>
        </w:rPr>
        <w:t>تار</w:t>
      </w:r>
      <w:r w:rsidR="00E275C9">
        <w:rPr>
          <w:rtl/>
        </w:rPr>
        <w:t>ی</w:t>
      </w:r>
      <w:r w:rsidR="00134B66">
        <w:rPr>
          <w:rtl/>
        </w:rPr>
        <w:t>خ اسلام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191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104</w:t>
      </w:r>
      <w:r w:rsidR="00134B66">
        <w:rPr>
          <w:rtl/>
        </w:rPr>
        <w:t xml:space="preserve"> تار</w:t>
      </w:r>
      <w:r w:rsidR="00E275C9">
        <w:rPr>
          <w:rtl/>
        </w:rPr>
        <w:t>ی</w:t>
      </w:r>
      <w:r w:rsidR="00134B66">
        <w:rPr>
          <w:rtl/>
        </w:rPr>
        <w:t>خ طبرى</w:t>
      </w:r>
      <w:r w:rsidR="00E275C9">
        <w:rPr>
          <w:rtl/>
        </w:rPr>
        <w:t xml:space="preserve">، </w:t>
      </w:r>
      <w:r w:rsidR="00134B66">
        <w:rPr>
          <w:rtl/>
        </w:rPr>
        <w:t>جلد هفتم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3219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105</w:t>
      </w:r>
      <w:r w:rsidR="00134B66">
        <w:rPr>
          <w:rtl/>
        </w:rPr>
        <w:t xml:space="preserve"> 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242</w:t>
      </w:r>
      <w:r w:rsidR="00134B66">
        <w:rPr>
          <w:rtl/>
        </w:rPr>
        <w:t xml:space="preserve"> به بعد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106</w:t>
      </w:r>
      <w:r w:rsidR="00134B66">
        <w:rPr>
          <w:rtl/>
        </w:rPr>
        <w:t xml:space="preserve"> زندگانى حضرت ابى عبداللّه الحس</w:t>
      </w:r>
      <w:r w:rsidR="00E275C9"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E275C9">
        <w:rPr>
          <w:rtl/>
        </w:rPr>
        <w:t xml:space="preserve">، </w:t>
      </w:r>
      <w:r w:rsidR="00134B66">
        <w:rPr>
          <w:rtl/>
        </w:rPr>
        <w:t>ص</w:t>
      </w:r>
      <w:r w:rsidR="00E275C9">
        <w:rPr>
          <w:rtl/>
        </w:rPr>
        <w:t xml:space="preserve"> </w:t>
      </w:r>
      <w:r>
        <w:rPr>
          <w:rtl/>
        </w:rPr>
        <w:t>244</w:t>
      </w:r>
      <w:r w:rsidR="00E275C9"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107</w:t>
      </w:r>
      <w:r w:rsidR="00134B66">
        <w:rPr>
          <w:rtl/>
        </w:rPr>
        <w:t xml:space="preserve"> د</w:t>
      </w:r>
      <w:r w:rsidR="00E275C9">
        <w:rPr>
          <w:rtl/>
        </w:rPr>
        <w:t>ی</w:t>
      </w:r>
      <w:r w:rsidR="00134B66">
        <w:rPr>
          <w:rtl/>
        </w:rPr>
        <w:t>د</w:t>
      </w:r>
      <w:r w:rsidR="00E275C9">
        <w:rPr>
          <w:rtl/>
        </w:rPr>
        <w:t>ی</w:t>
      </w:r>
      <w:r w:rsidR="00134B66">
        <w:rPr>
          <w:rtl/>
        </w:rPr>
        <w:t>م كه صدام حس</w:t>
      </w:r>
      <w:r w:rsidR="00E275C9">
        <w:rPr>
          <w:rtl/>
        </w:rPr>
        <w:t>ی</w:t>
      </w:r>
      <w:r w:rsidR="00134B66">
        <w:rPr>
          <w:rtl/>
        </w:rPr>
        <w:t>ن تكر</w:t>
      </w:r>
      <w:r w:rsidR="00E275C9">
        <w:rPr>
          <w:rtl/>
        </w:rPr>
        <w:t>ی</w:t>
      </w:r>
      <w:r w:rsidR="00134B66">
        <w:rPr>
          <w:rtl/>
        </w:rPr>
        <w:t>تى</w:t>
      </w:r>
      <w:r w:rsidR="00E275C9">
        <w:rPr>
          <w:rtl/>
        </w:rPr>
        <w:t xml:space="preserve">، </w:t>
      </w:r>
      <w:r w:rsidR="00134B66">
        <w:rPr>
          <w:rtl/>
        </w:rPr>
        <w:t xml:space="preserve">در </w:t>
      </w:r>
      <w:r>
        <w:rPr>
          <w:rtl/>
        </w:rPr>
        <w:t>31</w:t>
      </w:r>
      <w:r w:rsidR="00134B66">
        <w:rPr>
          <w:rtl/>
        </w:rPr>
        <w:t xml:space="preserve"> شهر</w:t>
      </w:r>
      <w:r w:rsidR="00E275C9">
        <w:rPr>
          <w:rtl/>
        </w:rPr>
        <w:t>ی</w:t>
      </w:r>
      <w:r w:rsidR="00134B66">
        <w:rPr>
          <w:rtl/>
        </w:rPr>
        <w:t xml:space="preserve">ور </w:t>
      </w:r>
      <w:r>
        <w:rPr>
          <w:rtl/>
        </w:rPr>
        <w:t>1359</w:t>
      </w:r>
      <w:r w:rsidR="00134B66">
        <w:rPr>
          <w:rtl/>
        </w:rPr>
        <w:t xml:space="preserve"> به قصد دست</w:t>
      </w:r>
      <w:r w:rsidR="00E275C9">
        <w:rPr>
          <w:rtl/>
        </w:rPr>
        <w:t>ی</w:t>
      </w:r>
      <w:r w:rsidR="00134B66">
        <w:rPr>
          <w:rtl/>
        </w:rPr>
        <w:t>ابى بر خوزستان و در صورت امكان</w:t>
      </w:r>
      <w:r w:rsidR="00E275C9">
        <w:rPr>
          <w:rtl/>
        </w:rPr>
        <w:t xml:space="preserve">، </w:t>
      </w:r>
      <w:r w:rsidR="00134B66">
        <w:rPr>
          <w:rtl/>
        </w:rPr>
        <w:t>بر بخش وس</w:t>
      </w:r>
      <w:r w:rsidR="00E275C9">
        <w:rPr>
          <w:rtl/>
        </w:rPr>
        <w:t>ی</w:t>
      </w:r>
      <w:r w:rsidR="00134B66">
        <w:rPr>
          <w:rtl/>
        </w:rPr>
        <w:t>عى از خاك پهناور ا</w:t>
      </w:r>
      <w:r w:rsidR="00E275C9">
        <w:rPr>
          <w:rtl/>
        </w:rPr>
        <w:t>ی</w:t>
      </w:r>
      <w:r w:rsidR="00134B66">
        <w:rPr>
          <w:rtl/>
        </w:rPr>
        <w:t>ران</w:t>
      </w:r>
      <w:r w:rsidR="00E275C9">
        <w:rPr>
          <w:rtl/>
        </w:rPr>
        <w:t xml:space="preserve">، </w:t>
      </w:r>
      <w:r w:rsidR="00134B66">
        <w:rPr>
          <w:rtl/>
        </w:rPr>
        <w:t>از زم</w:t>
      </w:r>
      <w:r w:rsidR="00E275C9">
        <w:rPr>
          <w:rtl/>
        </w:rPr>
        <w:t>ی</w:t>
      </w:r>
      <w:r w:rsidR="00134B66">
        <w:rPr>
          <w:rtl/>
        </w:rPr>
        <w:t>ن و در</w:t>
      </w:r>
      <w:r w:rsidR="00E275C9">
        <w:rPr>
          <w:rtl/>
        </w:rPr>
        <w:t>ی</w:t>
      </w:r>
      <w:r w:rsidR="00134B66">
        <w:rPr>
          <w:rtl/>
        </w:rPr>
        <w:t>ا و خشكى</w:t>
      </w:r>
      <w:r w:rsidR="00E275C9">
        <w:rPr>
          <w:rtl/>
        </w:rPr>
        <w:t xml:space="preserve">، </w:t>
      </w:r>
      <w:r w:rsidR="00134B66">
        <w:rPr>
          <w:rtl/>
        </w:rPr>
        <w:t>به كشور عز</w:t>
      </w:r>
      <w:r w:rsidR="00E275C9">
        <w:rPr>
          <w:rtl/>
        </w:rPr>
        <w:t>ی</w:t>
      </w:r>
      <w:r w:rsidR="00134B66">
        <w:rPr>
          <w:rtl/>
        </w:rPr>
        <w:t>ز ما حمله گسترده اى را آغاز كرد</w:t>
      </w:r>
      <w:r w:rsidR="00E275C9">
        <w:rPr>
          <w:rtl/>
        </w:rPr>
        <w:t xml:space="preserve">. </w:t>
      </w:r>
      <w:r w:rsidR="00134B66">
        <w:rPr>
          <w:rtl/>
        </w:rPr>
        <w:t>و در همان روزهاى نخست</w:t>
      </w:r>
      <w:r w:rsidR="00E275C9">
        <w:rPr>
          <w:rtl/>
        </w:rPr>
        <w:t>ی</w:t>
      </w:r>
      <w:r w:rsidR="00134B66">
        <w:rPr>
          <w:rtl/>
        </w:rPr>
        <w:t>ن با توجه به غافلگ</w:t>
      </w:r>
      <w:r w:rsidR="00E275C9">
        <w:rPr>
          <w:rtl/>
        </w:rPr>
        <w:t>ی</w:t>
      </w:r>
      <w:r w:rsidR="00134B66">
        <w:rPr>
          <w:rtl/>
        </w:rPr>
        <w:t>ر شدن ن</w:t>
      </w:r>
      <w:r w:rsidR="00E275C9">
        <w:rPr>
          <w:rtl/>
        </w:rPr>
        <w:t>ی</w:t>
      </w:r>
      <w:r w:rsidR="00134B66">
        <w:rPr>
          <w:rtl/>
        </w:rPr>
        <w:t>روهاى نوپاى جمهورى اسلامى</w:t>
      </w:r>
      <w:r w:rsidR="00E275C9">
        <w:rPr>
          <w:rtl/>
        </w:rPr>
        <w:t xml:space="preserve">، </w:t>
      </w:r>
      <w:r w:rsidR="00134B66">
        <w:rPr>
          <w:rtl/>
        </w:rPr>
        <w:t>توانست قسمتهاى ز</w:t>
      </w:r>
      <w:r w:rsidR="00E275C9">
        <w:rPr>
          <w:rtl/>
        </w:rPr>
        <w:t>ی</w:t>
      </w:r>
      <w:r w:rsidR="00134B66">
        <w:rPr>
          <w:rtl/>
        </w:rPr>
        <w:t>ادى از خاك ما را اشغال كند</w:t>
      </w:r>
      <w:r w:rsidR="00E275C9">
        <w:rPr>
          <w:rtl/>
        </w:rPr>
        <w:t xml:space="preserve">، </w:t>
      </w:r>
      <w:r w:rsidR="00134B66">
        <w:rPr>
          <w:rtl/>
        </w:rPr>
        <w:t>از «كارون» گذشت و هوس رس</w:t>
      </w:r>
      <w:r w:rsidR="00E275C9">
        <w:rPr>
          <w:rtl/>
        </w:rPr>
        <w:t>ی</w:t>
      </w:r>
      <w:r w:rsidR="00134B66">
        <w:rPr>
          <w:rtl/>
        </w:rPr>
        <w:t>دن به «تهران» را در سر داشت</w:t>
      </w:r>
      <w:r w:rsidR="00E275C9">
        <w:rPr>
          <w:rtl/>
        </w:rPr>
        <w:t xml:space="preserve">، </w:t>
      </w:r>
      <w:r w:rsidR="00134B66">
        <w:rPr>
          <w:rtl/>
        </w:rPr>
        <w:t>ولى ا</w:t>
      </w:r>
      <w:r w:rsidR="00E275C9">
        <w:rPr>
          <w:rtl/>
        </w:rPr>
        <w:t>ی</w:t>
      </w:r>
      <w:r w:rsidR="00134B66">
        <w:rPr>
          <w:rtl/>
        </w:rPr>
        <w:t>ن جولانها و تاخت وتازها د</w:t>
      </w:r>
      <w:r w:rsidR="00E275C9">
        <w:rPr>
          <w:rtl/>
        </w:rPr>
        <w:t>ی</w:t>
      </w:r>
      <w:r w:rsidR="00134B66">
        <w:rPr>
          <w:rtl/>
        </w:rPr>
        <w:t>رى نپا</w:t>
      </w:r>
      <w:r w:rsidR="00E275C9">
        <w:rPr>
          <w:rtl/>
        </w:rPr>
        <w:t>یی</w:t>
      </w:r>
      <w:r w:rsidR="00134B66">
        <w:rPr>
          <w:rtl/>
        </w:rPr>
        <w:t>د</w:t>
      </w:r>
      <w:r w:rsidR="00E275C9">
        <w:rPr>
          <w:rtl/>
        </w:rPr>
        <w:t xml:space="preserve">؛ </w:t>
      </w:r>
      <w:r w:rsidR="00134B66">
        <w:rPr>
          <w:rtl/>
        </w:rPr>
        <w:t>ز</w:t>
      </w:r>
      <w:r w:rsidR="00E275C9">
        <w:rPr>
          <w:rtl/>
        </w:rPr>
        <w:t>ی</w:t>
      </w:r>
      <w:r w:rsidR="00134B66">
        <w:rPr>
          <w:rtl/>
        </w:rPr>
        <w:t>را ن</w:t>
      </w:r>
      <w:r w:rsidR="00E275C9">
        <w:rPr>
          <w:rtl/>
        </w:rPr>
        <w:t>ی</w:t>
      </w:r>
      <w:r w:rsidR="00134B66">
        <w:rPr>
          <w:rtl/>
        </w:rPr>
        <w:t>روى ا</w:t>
      </w:r>
      <w:r w:rsidR="00E275C9">
        <w:rPr>
          <w:rtl/>
        </w:rPr>
        <w:t>ی</w:t>
      </w:r>
      <w:r w:rsidR="00134B66">
        <w:rPr>
          <w:rtl/>
        </w:rPr>
        <w:t>مان رزمندگان غ</w:t>
      </w:r>
      <w:r w:rsidR="00E275C9">
        <w:rPr>
          <w:rtl/>
        </w:rPr>
        <w:t>ی</w:t>
      </w:r>
      <w:r w:rsidR="00134B66">
        <w:rPr>
          <w:rtl/>
        </w:rPr>
        <w:t>ور ما</w:t>
      </w:r>
      <w:r w:rsidR="00E275C9">
        <w:rPr>
          <w:rtl/>
        </w:rPr>
        <w:t xml:space="preserve">، </w:t>
      </w:r>
      <w:r w:rsidR="00134B66">
        <w:rPr>
          <w:rtl/>
        </w:rPr>
        <w:t>نخست آنان را زم</w:t>
      </w:r>
      <w:r w:rsidR="00E275C9">
        <w:rPr>
          <w:rtl/>
        </w:rPr>
        <w:t>ی</w:t>
      </w:r>
      <w:r w:rsidR="00134B66">
        <w:rPr>
          <w:rtl/>
        </w:rPr>
        <w:t>نگ</w:t>
      </w:r>
      <w:r w:rsidR="00E275C9">
        <w:rPr>
          <w:rtl/>
        </w:rPr>
        <w:t>ی</w:t>
      </w:r>
      <w:r w:rsidR="00134B66">
        <w:rPr>
          <w:rtl/>
        </w:rPr>
        <w:t>ر و سپس مجبور به عقب نش</w:t>
      </w:r>
      <w:r w:rsidR="00E275C9">
        <w:rPr>
          <w:rtl/>
        </w:rPr>
        <w:t>ی</w:t>
      </w:r>
      <w:r w:rsidR="00134B66">
        <w:rPr>
          <w:rtl/>
        </w:rPr>
        <w:t>نى كرد</w:t>
      </w:r>
      <w:r w:rsidR="00E275C9">
        <w:rPr>
          <w:rtl/>
        </w:rPr>
        <w:t xml:space="preserve">. </w:t>
      </w:r>
    </w:p>
    <w:p w:rsidR="00134B66" w:rsidRDefault="00134B66" w:rsidP="00342FB8">
      <w:pPr>
        <w:pStyle w:val="libFootnote"/>
        <w:rPr>
          <w:rtl/>
        </w:rPr>
      </w:pPr>
      <w:r>
        <w:rPr>
          <w:rtl/>
        </w:rPr>
        <w:t>سوسنگرد</w:t>
      </w:r>
      <w:r w:rsidR="00E275C9">
        <w:rPr>
          <w:rtl/>
        </w:rPr>
        <w:t xml:space="preserve">، </w:t>
      </w:r>
      <w:r>
        <w:rPr>
          <w:rtl/>
        </w:rPr>
        <w:t>بستان</w:t>
      </w:r>
      <w:r w:rsidR="00E275C9">
        <w:rPr>
          <w:rtl/>
        </w:rPr>
        <w:t xml:space="preserve">، </w:t>
      </w:r>
      <w:r>
        <w:rPr>
          <w:rtl/>
        </w:rPr>
        <w:t>شرق كارون</w:t>
      </w:r>
      <w:r w:rsidR="00E275C9">
        <w:rPr>
          <w:rtl/>
        </w:rPr>
        <w:t xml:space="preserve">، </w:t>
      </w:r>
      <w:r>
        <w:rPr>
          <w:rtl/>
        </w:rPr>
        <w:t>پادگان حم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خرّمشهر</w:t>
      </w:r>
      <w:r w:rsidR="00E275C9">
        <w:rPr>
          <w:rtl/>
        </w:rPr>
        <w:t xml:space="preserve">، </w:t>
      </w:r>
      <w:r>
        <w:rPr>
          <w:rtl/>
        </w:rPr>
        <w:t>مهران</w:t>
      </w:r>
      <w:r w:rsidR="00E275C9">
        <w:rPr>
          <w:rtl/>
        </w:rPr>
        <w:t xml:space="preserve">، </w:t>
      </w:r>
      <w:r>
        <w:rPr>
          <w:rtl/>
        </w:rPr>
        <w:t>قصر ش</w:t>
      </w:r>
      <w:r w:rsidR="00E275C9">
        <w:rPr>
          <w:rtl/>
        </w:rPr>
        <w:t>ی</w:t>
      </w:r>
      <w:r>
        <w:rPr>
          <w:rtl/>
        </w:rPr>
        <w:t>ر</w:t>
      </w:r>
      <w:r w:rsidR="00E275C9">
        <w:rPr>
          <w:rtl/>
        </w:rPr>
        <w:t>ی</w:t>
      </w:r>
      <w:r>
        <w:rPr>
          <w:rtl/>
        </w:rPr>
        <w:t>ن و د</w:t>
      </w:r>
      <w:r w:rsidR="00E275C9">
        <w:rPr>
          <w:rtl/>
        </w:rPr>
        <w:t>ی</w:t>
      </w:r>
      <w:r>
        <w:rPr>
          <w:rtl/>
        </w:rPr>
        <w:t>گر شهرها و روستاهاى اشغالى</w:t>
      </w:r>
      <w:r w:rsidR="00E275C9">
        <w:rPr>
          <w:rtl/>
        </w:rPr>
        <w:t>، ی</w:t>
      </w:r>
      <w:r>
        <w:rPr>
          <w:rtl/>
        </w:rPr>
        <w:t>كى پس از د</w:t>
      </w:r>
      <w:r w:rsidR="00E275C9">
        <w:rPr>
          <w:rtl/>
        </w:rPr>
        <w:t>ی</w:t>
      </w:r>
      <w:r>
        <w:rPr>
          <w:rtl/>
        </w:rPr>
        <w:t>گرى</w:t>
      </w:r>
      <w:r w:rsidR="00E275C9">
        <w:rPr>
          <w:rtl/>
        </w:rPr>
        <w:t xml:space="preserve">، </w:t>
      </w:r>
      <w:r>
        <w:rPr>
          <w:rtl/>
        </w:rPr>
        <w:t>آزاد شد و رزمندگان پرتوان ما</w:t>
      </w:r>
      <w:r w:rsidR="00E275C9">
        <w:rPr>
          <w:rtl/>
        </w:rPr>
        <w:t xml:space="preserve">، </w:t>
      </w:r>
      <w:r>
        <w:rPr>
          <w:rtl/>
        </w:rPr>
        <w:t xml:space="preserve">دشمن را در داخل خاك خودشان </w:t>
      </w:r>
      <w:r w:rsidR="00E275C9">
        <w:rPr>
          <w:rtl/>
        </w:rPr>
        <w:t>ی</w:t>
      </w:r>
      <w:r>
        <w:rPr>
          <w:rtl/>
        </w:rPr>
        <w:t>عنى جزا</w:t>
      </w:r>
      <w:r w:rsidR="00E275C9">
        <w:rPr>
          <w:rtl/>
        </w:rPr>
        <w:t>ی</w:t>
      </w:r>
      <w:r>
        <w:rPr>
          <w:rtl/>
        </w:rPr>
        <w:t>ر مجنون</w:t>
      </w:r>
      <w:r w:rsidR="00E275C9">
        <w:rPr>
          <w:rtl/>
        </w:rPr>
        <w:t xml:space="preserve">، </w:t>
      </w:r>
      <w:r>
        <w:rPr>
          <w:rtl/>
        </w:rPr>
        <w:t>شهر فاو و سراسر شمال عراق</w:t>
      </w:r>
      <w:r w:rsidR="00E275C9">
        <w:rPr>
          <w:rtl/>
        </w:rPr>
        <w:t xml:space="preserve">، </w:t>
      </w:r>
      <w:r>
        <w:rPr>
          <w:rtl/>
        </w:rPr>
        <w:t>تعق</w:t>
      </w:r>
      <w:r w:rsidR="00E275C9">
        <w:rPr>
          <w:rtl/>
        </w:rPr>
        <w:t>ی</w:t>
      </w:r>
      <w:r>
        <w:rPr>
          <w:rtl/>
        </w:rPr>
        <w:t>ب كردند</w:t>
      </w:r>
      <w:r w:rsidR="00E275C9">
        <w:rPr>
          <w:rtl/>
        </w:rPr>
        <w:t xml:space="preserve">. </w:t>
      </w:r>
      <w:r>
        <w:rPr>
          <w:rtl/>
        </w:rPr>
        <w:t>و كار به جا</w:t>
      </w:r>
      <w:r w:rsidR="00E275C9">
        <w:rPr>
          <w:rtl/>
        </w:rPr>
        <w:t>ی</w:t>
      </w:r>
      <w:r>
        <w:rPr>
          <w:rtl/>
        </w:rPr>
        <w:t>ى رس</w:t>
      </w:r>
      <w:r w:rsidR="00E275C9">
        <w:rPr>
          <w:rtl/>
        </w:rPr>
        <w:t>ی</w:t>
      </w:r>
      <w:r>
        <w:rPr>
          <w:rtl/>
        </w:rPr>
        <w:t>د كه صدام از فرط ناكامى</w:t>
      </w:r>
      <w:r w:rsidR="00E275C9">
        <w:rPr>
          <w:rtl/>
        </w:rPr>
        <w:t xml:space="preserve">، </w:t>
      </w:r>
      <w:r>
        <w:rPr>
          <w:rtl/>
        </w:rPr>
        <w:t>ناچار شد مردم خودش را با بمب ش</w:t>
      </w:r>
      <w:r w:rsidR="00E275C9">
        <w:rPr>
          <w:rtl/>
        </w:rPr>
        <w:t>ی</w:t>
      </w:r>
      <w:r>
        <w:rPr>
          <w:rtl/>
        </w:rPr>
        <w:t>م</w:t>
      </w:r>
      <w:r w:rsidR="00E275C9">
        <w:rPr>
          <w:rtl/>
        </w:rPr>
        <w:t>ی</w:t>
      </w:r>
      <w:r>
        <w:rPr>
          <w:rtl/>
        </w:rPr>
        <w:t>ا</w:t>
      </w:r>
      <w:r w:rsidR="00E275C9">
        <w:rPr>
          <w:rtl/>
        </w:rPr>
        <w:t>ی</w:t>
      </w:r>
      <w:r>
        <w:rPr>
          <w:rtl/>
        </w:rPr>
        <w:t>ى نابود كند و بعد از هشت سال جنگ كه پ</w:t>
      </w:r>
      <w:r w:rsidR="00E275C9">
        <w:rPr>
          <w:rtl/>
        </w:rPr>
        <w:t>ی</w:t>
      </w:r>
      <w:r>
        <w:rPr>
          <w:rtl/>
        </w:rPr>
        <w:t>مان ترك مخاصمه و عدم تجاوز برقرار گرد</w:t>
      </w:r>
      <w:r w:rsidR="00E275C9">
        <w:rPr>
          <w:rtl/>
        </w:rPr>
        <w:t>ی</w:t>
      </w:r>
      <w:r>
        <w:rPr>
          <w:rtl/>
        </w:rPr>
        <w:t>د</w:t>
      </w:r>
      <w:r w:rsidR="00E275C9">
        <w:rPr>
          <w:rtl/>
        </w:rPr>
        <w:t xml:space="preserve">، </w:t>
      </w:r>
      <w:r>
        <w:rPr>
          <w:rtl/>
        </w:rPr>
        <w:t>وجبى از خاك ا</w:t>
      </w:r>
      <w:r w:rsidR="00E275C9">
        <w:rPr>
          <w:rtl/>
        </w:rPr>
        <w:t>ی</w:t>
      </w:r>
      <w:r>
        <w:rPr>
          <w:rtl/>
        </w:rPr>
        <w:t>ران اسلامى در اخت</w:t>
      </w:r>
      <w:r w:rsidR="00E275C9">
        <w:rPr>
          <w:rtl/>
        </w:rPr>
        <w:t>ی</w:t>
      </w:r>
      <w:r>
        <w:rPr>
          <w:rtl/>
        </w:rPr>
        <w:t>ار عراق باقى نماند و امروز براى تمامى جهان ثابت شده كه ا</w:t>
      </w:r>
      <w:r w:rsidR="00E275C9">
        <w:rPr>
          <w:rtl/>
        </w:rPr>
        <w:t>ی</w:t>
      </w:r>
      <w:r>
        <w:rPr>
          <w:rtl/>
        </w:rPr>
        <w:t>ران اسلامى</w:t>
      </w:r>
      <w:r w:rsidR="00E275C9">
        <w:rPr>
          <w:rtl/>
        </w:rPr>
        <w:t xml:space="preserve">، </w:t>
      </w:r>
      <w:r>
        <w:rPr>
          <w:rtl/>
        </w:rPr>
        <w:t>بر حق مظلوم و «حزب بعث عراق» متجاوز و بر باطل بوده است</w:t>
      </w:r>
      <w:r w:rsidR="00E275C9">
        <w:rPr>
          <w:rtl/>
        </w:rPr>
        <w:t xml:space="preserve">. </w:t>
      </w:r>
    </w:p>
    <w:p w:rsidR="00134B66" w:rsidRDefault="00E275C9" w:rsidP="00342FB8">
      <w:pPr>
        <w:pStyle w:val="libFootnote"/>
        <w:rPr>
          <w:rtl/>
        </w:rPr>
      </w:pPr>
      <w:r>
        <w:rPr>
          <w:rtl/>
        </w:rPr>
        <w:t>ی</w:t>
      </w:r>
      <w:r w:rsidR="00134B66">
        <w:rPr>
          <w:rtl/>
        </w:rPr>
        <w:t>ز</w:t>
      </w:r>
      <w:r>
        <w:rPr>
          <w:rtl/>
        </w:rPr>
        <w:t>ی</w:t>
      </w:r>
      <w:r w:rsidR="00134B66">
        <w:rPr>
          <w:rtl/>
        </w:rPr>
        <w:t>د هم بعد از واقعه عاشوراى محرم</w:t>
      </w:r>
      <w:r>
        <w:rPr>
          <w:rtl/>
        </w:rPr>
        <w:t xml:space="preserve">، </w:t>
      </w:r>
      <w:r w:rsidR="00134B66">
        <w:rPr>
          <w:rtl/>
        </w:rPr>
        <w:t>نتوانست ب</w:t>
      </w:r>
      <w:r>
        <w:rPr>
          <w:rtl/>
        </w:rPr>
        <w:t>ی</w:t>
      </w:r>
      <w:r w:rsidR="00134B66">
        <w:rPr>
          <w:rtl/>
        </w:rPr>
        <w:t>ش از سه سال و دو ماه دوام ب</w:t>
      </w:r>
      <w:r>
        <w:rPr>
          <w:rtl/>
        </w:rPr>
        <w:t>ی</w:t>
      </w:r>
      <w:r w:rsidR="00134B66">
        <w:rPr>
          <w:rtl/>
        </w:rPr>
        <w:t>اورد و سرانجام با كوله بارى از ننگ و نفرت و بدنامى</w:t>
      </w:r>
      <w:r>
        <w:rPr>
          <w:rtl/>
        </w:rPr>
        <w:t xml:space="preserve">، </w:t>
      </w:r>
      <w:r w:rsidR="00134B66">
        <w:rPr>
          <w:rtl/>
        </w:rPr>
        <w:t>دن</w:t>
      </w:r>
      <w:r>
        <w:rPr>
          <w:rtl/>
        </w:rPr>
        <w:t>ی</w:t>
      </w:r>
      <w:r w:rsidR="00134B66">
        <w:rPr>
          <w:rtl/>
        </w:rPr>
        <w:t>ا را ترك كرد</w:t>
      </w:r>
      <w:r>
        <w:rPr>
          <w:rtl/>
        </w:rPr>
        <w:t xml:space="preserve">، </w:t>
      </w:r>
      <w:r w:rsidR="00134B66">
        <w:rPr>
          <w:rtl/>
        </w:rPr>
        <w:t>در حالى كه امام حس</w:t>
      </w:r>
      <w:r>
        <w:rPr>
          <w:rtl/>
        </w:rPr>
        <w:t>ی</w:t>
      </w:r>
      <w:r w:rsidR="00134B66">
        <w:rPr>
          <w:rtl/>
        </w:rPr>
        <w:t xml:space="preserve">ن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پ</w:t>
      </w:r>
      <w:r>
        <w:rPr>
          <w:rtl/>
        </w:rPr>
        <w:t>ی</w:t>
      </w:r>
      <w:r w:rsidR="00134B66">
        <w:rPr>
          <w:rtl/>
        </w:rPr>
        <w:t>روز هم</w:t>
      </w:r>
      <w:r>
        <w:rPr>
          <w:rtl/>
        </w:rPr>
        <w:t>ی</w:t>
      </w:r>
      <w:r w:rsidR="00134B66">
        <w:rPr>
          <w:rtl/>
        </w:rPr>
        <w:t>شه تار</w:t>
      </w:r>
      <w:r>
        <w:rPr>
          <w:rtl/>
        </w:rPr>
        <w:t>ی</w:t>
      </w:r>
      <w:r w:rsidR="00134B66">
        <w:rPr>
          <w:rtl/>
        </w:rPr>
        <w:t>خ و سربلند جهان هستى و اسوه صبر ومقاومت و پا</w:t>
      </w:r>
      <w:r>
        <w:rPr>
          <w:rtl/>
        </w:rPr>
        <w:t>ی</w:t>
      </w:r>
      <w:r w:rsidR="00134B66">
        <w:rPr>
          <w:rtl/>
        </w:rPr>
        <w:t>مردى براى ابد</w:t>
      </w:r>
      <w:r>
        <w:rPr>
          <w:rtl/>
        </w:rPr>
        <w:t xml:space="preserve">، </w:t>
      </w:r>
      <w:r w:rsidR="00134B66">
        <w:rPr>
          <w:rtl/>
        </w:rPr>
        <w:t>باقى ماند و نشان داد كه</w:t>
      </w:r>
      <w:r>
        <w:rPr>
          <w:rtl/>
        </w:rPr>
        <w:t xml:space="preserve">: </w:t>
      </w:r>
      <w:r w:rsidR="00134B66">
        <w:rPr>
          <w:rtl/>
        </w:rPr>
        <w:t>«للحق دولة وللباطل جولة»</w:t>
      </w:r>
      <w:r>
        <w:rPr>
          <w:rtl/>
        </w:rPr>
        <w:t xml:space="preserve">. </w:t>
      </w:r>
    </w:p>
    <w:p w:rsidR="00134B66" w:rsidRDefault="00883263" w:rsidP="00342FB8">
      <w:pPr>
        <w:pStyle w:val="libFootnote"/>
        <w:rPr>
          <w:rtl/>
        </w:rPr>
      </w:pPr>
      <w:r>
        <w:rPr>
          <w:rtl/>
        </w:rPr>
        <w:t>108</w:t>
      </w:r>
      <w:r w:rsidR="00134B66">
        <w:rPr>
          <w:rtl/>
        </w:rPr>
        <w:t xml:space="preserve"> مختارنامه (چاپ سنگى) زندگانى حضرت س</w:t>
      </w:r>
      <w:r w:rsidR="00E275C9">
        <w:rPr>
          <w:rtl/>
        </w:rPr>
        <w:t>ی</w:t>
      </w:r>
      <w:r w:rsidR="00134B66">
        <w:rPr>
          <w:rtl/>
        </w:rPr>
        <w:t>دالشّهداء</w:t>
      </w:r>
      <w:r w:rsidR="00E275C9">
        <w:rPr>
          <w:rtl/>
        </w:rPr>
        <w:t xml:space="preserve">، </w:t>
      </w:r>
      <w:r w:rsidR="00134B66">
        <w:rPr>
          <w:rtl/>
        </w:rPr>
        <w:t xml:space="preserve">ج </w:t>
      </w:r>
      <w:r>
        <w:rPr>
          <w:rtl/>
        </w:rPr>
        <w:t>2</w:t>
      </w:r>
      <w:r w:rsidR="00E275C9">
        <w:rPr>
          <w:rtl/>
        </w:rPr>
        <w:t xml:space="preserve">، </w:t>
      </w:r>
      <w:r w:rsidR="00134B66">
        <w:rPr>
          <w:rtl/>
        </w:rPr>
        <w:t xml:space="preserve">ص </w:t>
      </w:r>
      <w:r>
        <w:rPr>
          <w:rtl/>
        </w:rPr>
        <w:t>251</w:t>
      </w:r>
      <w:r w:rsidR="00134B66">
        <w:rPr>
          <w:rtl/>
        </w:rPr>
        <w:t xml:space="preserve"> تا </w:t>
      </w:r>
      <w:r>
        <w:rPr>
          <w:rtl/>
        </w:rPr>
        <w:t>266</w:t>
      </w:r>
      <w:r w:rsidR="00134B66">
        <w:rPr>
          <w:rtl/>
        </w:rPr>
        <w:t xml:space="preserve"> درجلد دوم</w:t>
      </w:r>
      <w:r w:rsidR="00E275C9">
        <w:rPr>
          <w:rtl/>
        </w:rPr>
        <w:t xml:space="preserve">، </w:t>
      </w:r>
      <w:r w:rsidR="00134B66">
        <w:rPr>
          <w:rtl/>
        </w:rPr>
        <w:t>آمده است كه موقع شهادت مختار</w:t>
      </w:r>
      <w:r w:rsidR="00E275C9">
        <w:rPr>
          <w:rtl/>
        </w:rPr>
        <w:t xml:space="preserve">، </w:t>
      </w:r>
      <w:r w:rsidR="00134B66">
        <w:rPr>
          <w:rtl/>
        </w:rPr>
        <w:t>احدى از قاتلان كربلا زنده نبود</w:t>
      </w:r>
      <w:r w:rsidR="00E275C9">
        <w:rPr>
          <w:rtl/>
        </w:rPr>
        <w:t xml:space="preserve">. </w:t>
      </w:r>
    </w:p>
    <w:p w:rsidR="00342FB8" w:rsidRPr="00342FB8" w:rsidRDefault="00883263" w:rsidP="00342FB8">
      <w:pPr>
        <w:pStyle w:val="libFootnote"/>
        <w:rPr>
          <w:rtl/>
        </w:rPr>
      </w:pPr>
      <w:r>
        <w:rPr>
          <w:rtl/>
        </w:rPr>
        <w:t>109</w:t>
      </w:r>
      <w:r w:rsidR="00134B66">
        <w:rPr>
          <w:rtl/>
        </w:rPr>
        <w:t xml:space="preserve"> در منتهى الا مال</w:t>
      </w:r>
      <w:r w:rsidR="00E275C9">
        <w:rPr>
          <w:rtl/>
        </w:rPr>
        <w:t xml:space="preserve">، </w:t>
      </w:r>
      <w:r w:rsidR="00134B66">
        <w:rPr>
          <w:rtl/>
        </w:rPr>
        <w:t>جلد اول آمده است كه چون ابن ز</w:t>
      </w:r>
      <w:r w:rsidR="00E275C9">
        <w:rPr>
          <w:rtl/>
        </w:rPr>
        <w:t>ی</w:t>
      </w:r>
      <w:r w:rsidR="00134B66">
        <w:rPr>
          <w:rtl/>
        </w:rPr>
        <w:t>اد ملعون كشته شد</w:t>
      </w:r>
      <w:r w:rsidR="00E275C9">
        <w:rPr>
          <w:rtl/>
        </w:rPr>
        <w:t xml:space="preserve">، </w:t>
      </w:r>
      <w:r w:rsidR="00134B66">
        <w:rPr>
          <w:rtl/>
        </w:rPr>
        <w:t xml:space="preserve">مختار سر او را خدمت امام سجاد </w:t>
      </w:r>
      <w:r w:rsidR="0020655A" w:rsidRPr="0020655A">
        <w:rPr>
          <w:rStyle w:val="libAlaemChar"/>
          <w:rtl/>
        </w:rPr>
        <w:t>عليه‌السلام</w:t>
      </w:r>
      <w:r w:rsidR="00134B66">
        <w:rPr>
          <w:rtl/>
        </w:rPr>
        <w:t xml:space="preserve"> فرستاد</w:t>
      </w:r>
      <w:r w:rsidR="00E275C9">
        <w:rPr>
          <w:rtl/>
        </w:rPr>
        <w:t xml:space="preserve">، </w:t>
      </w:r>
      <w:r w:rsidR="00134B66">
        <w:rPr>
          <w:rtl/>
        </w:rPr>
        <w:t>آن حضرت مشغول غذا خوردن بود</w:t>
      </w:r>
      <w:r w:rsidR="00E275C9">
        <w:rPr>
          <w:rtl/>
        </w:rPr>
        <w:t xml:space="preserve">؛ </w:t>
      </w:r>
      <w:r w:rsidR="00134B66">
        <w:rPr>
          <w:rtl/>
        </w:rPr>
        <w:t>سجده شكر به جاى آورد و فرمود</w:t>
      </w:r>
      <w:r w:rsidR="00E275C9">
        <w:rPr>
          <w:rtl/>
        </w:rPr>
        <w:t xml:space="preserve">: </w:t>
      </w:r>
      <w:r w:rsidR="00134B66">
        <w:rPr>
          <w:rtl/>
        </w:rPr>
        <w:t>«روزى كه ما را بر ا</w:t>
      </w:r>
      <w:r w:rsidR="00E275C9">
        <w:rPr>
          <w:rtl/>
        </w:rPr>
        <w:t>ی</w:t>
      </w:r>
      <w:r w:rsidR="00134B66">
        <w:rPr>
          <w:rtl/>
        </w:rPr>
        <w:t>ن كافر وارد كردند غذا مى خورد</w:t>
      </w:r>
      <w:r w:rsidR="00E275C9">
        <w:rPr>
          <w:rtl/>
        </w:rPr>
        <w:t xml:space="preserve">، </w:t>
      </w:r>
      <w:r w:rsidR="00134B66">
        <w:rPr>
          <w:rtl/>
        </w:rPr>
        <w:t>من از خداى خود درخواست كردم كه از دن</w:t>
      </w:r>
      <w:r w:rsidR="00E275C9">
        <w:rPr>
          <w:rtl/>
        </w:rPr>
        <w:t>ی</w:t>
      </w:r>
      <w:r w:rsidR="00134B66">
        <w:rPr>
          <w:rtl/>
        </w:rPr>
        <w:t>ا نروم تا سر ا</w:t>
      </w:r>
      <w:r w:rsidR="00E275C9">
        <w:rPr>
          <w:rtl/>
        </w:rPr>
        <w:t>ی</w:t>
      </w:r>
      <w:r w:rsidR="00134B66">
        <w:rPr>
          <w:rtl/>
        </w:rPr>
        <w:t>ن كافر را در مجلس</w:t>
      </w:r>
      <w:r w:rsidR="00E275C9">
        <w:rPr>
          <w:rtl/>
        </w:rPr>
        <w:t xml:space="preserve"> </w:t>
      </w:r>
      <w:r w:rsidR="00134B66">
        <w:rPr>
          <w:rtl/>
        </w:rPr>
        <w:t>غذاى خود مشاهده كنم</w:t>
      </w:r>
      <w:r w:rsidR="00E275C9">
        <w:rPr>
          <w:rtl/>
        </w:rPr>
        <w:t xml:space="preserve">، </w:t>
      </w:r>
      <w:r w:rsidR="00134B66">
        <w:rPr>
          <w:rtl/>
        </w:rPr>
        <w:t xml:space="preserve">همچنانكه سر پدر بزرگوارم جلو </w:t>
      </w:r>
      <w:r w:rsidR="00134B66" w:rsidRPr="00342FB8">
        <w:rPr>
          <w:rtl/>
        </w:rPr>
        <w:t>ا</w:t>
      </w:r>
      <w:r w:rsidR="00E275C9" w:rsidRPr="00342FB8">
        <w:rPr>
          <w:rtl/>
        </w:rPr>
        <w:t>ی</w:t>
      </w:r>
      <w:r w:rsidR="00134B66" w:rsidRPr="00342FB8">
        <w:rPr>
          <w:rtl/>
        </w:rPr>
        <w:t>ن كافر بود و غذا مى خورد»</w:t>
      </w:r>
      <w:r w:rsidR="00E275C9" w:rsidRPr="00342FB8">
        <w:rPr>
          <w:rtl/>
        </w:rPr>
        <w:t>.</w:t>
      </w:r>
      <w:r w:rsidR="0020655A" w:rsidRPr="00342FB8">
        <w:rPr>
          <w:rtl/>
        </w:rPr>
        <w:t xml:space="preserve"> </w:t>
      </w:r>
    </w:p>
    <w:p w:rsidR="00BF4161" w:rsidRPr="00524C7E" w:rsidRDefault="00342FB8" w:rsidP="00342FB8">
      <w:pPr>
        <w:pStyle w:val="Heading2Center"/>
      </w:pPr>
      <w:r w:rsidRPr="00342FB8">
        <w:rPr>
          <w:rtl/>
        </w:rPr>
        <w:br w:type="page"/>
      </w:r>
      <w:bookmarkStart w:id="17" w:name="_Toc425238186"/>
      <w:r w:rsidR="00BF4161" w:rsidRPr="00342FB8">
        <w:rPr>
          <w:rFonts w:hint="cs"/>
          <w:rtl/>
        </w:rPr>
        <w:lastRenderedPageBreak/>
        <w:t>فهرست</w:t>
      </w:r>
      <w:r w:rsidR="00BF4161">
        <w:rPr>
          <w:rFonts w:hint="cs"/>
          <w:rtl/>
        </w:rPr>
        <w:t xml:space="preserve"> مطالب</w:t>
      </w:r>
      <w:bookmarkEnd w:id="17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090557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BF4161" w:rsidRDefault="00BF4161" w:rsidP="00BF4161">
          <w:pPr>
            <w:pStyle w:val="TOCHeading"/>
          </w:pPr>
        </w:p>
        <w:p w:rsidR="0019546D" w:rsidRDefault="000C5749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0C5749">
            <w:fldChar w:fldCharType="begin"/>
          </w:r>
          <w:r w:rsidR="00BF4161">
            <w:instrText xml:space="preserve"> TOC \o "1-3" \h \z \u </w:instrText>
          </w:r>
          <w:r w:rsidRPr="000C5749">
            <w:fldChar w:fldCharType="separate"/>
          </w:r>
          <w:hyperlink w:anchor="_Toc425238169" w:history="1">
            <w:r w:rsidR="0019546D" w:rsidRPr="003E6ED8">
              <w:rPr>
                <w:rStyle w:val="Hyperlink"/>
                <w:rFonts w:hint="eastAsia"/>
                <w:noProof/>
                <w:rtl/>
              </w:rPr>
              <w:t>مقدمه</w:t>
            </w:r>
            <w:r w:rsidR="0019546D" w:rsidRPr="003E6ED8">
              <w:rPr>
                <w:rStyle w:val="Hyperlink"/>
                <w:noProof/>
                <w:rtl/>
              </w:rPr>
              <w:t xml:space="preserve"> </w:t>
            </w:r>
            <w:r w:rsidR="0019546D" w:rsidRPr="003E6ED8">
              <w:rPr>
                <w:rStyle w:val="Hyperlink"/>
                <w:rFonts w:hint="eastAsia"/>
                <w:noProof/>
                <w:rtl/>
              </w:rPr>
              <w:t>دفتر</w:t>
            </w:r>
            <w:r w:rsidR="0019546D">
              <w:rPr>
                <w:noProof/>
                <w:webHidden/>
                <w:rtl/>
              </w:rPr>
              <w:tab/>
            </w:r>
            <w:r w:rsidR="0019546D">
              <w:rPr>
                <w:noProof/>
                <w:webHidden/>
                <w:rtl/>
              </w:rPr>
              <w:fldChar w:fldCharType="begin"/>
            </w:r>
            <w:r w:rsidR="0019546D">
              <w:rPr>
                <w:noProof/>
                <w:webHidden/>
                <w:rtl/>
              </w:rPr>
              <w:instrText xml:space="preserve"> </w:instrText>
            </w:r>
            <w:r w:rsidR="0019546D">
              <w:rPr>
                <w:noProof/>
                <w:webHidden/>
              </w:rPr>
              <w:instrText>PAGEREF</w:instrText>
            </w:r>
            <w:r w:rsidR="0019546D">
              <w:rPr>
                <w:noProof/>
                <w:webHidden/>
                <w:rtl/>
              </w:rPr>
              <w:instrText xml:space="preserve"> _</w:instrText>
            </w:r>
            <w:r w:rsidR="0019546D">
              <w:rPr>
                <w:noProof/>
                <w:webHidden/>
              </w:rPr>
              <w:instrText>Toc</w:instrText>
            </w:r>
            <w:r w:rsidR="0019546D">
              <w:rPr>
                <w:noProof/>
                <w:webHidden/>
                <w:rtl/>
              </w:rPr>
              <w:instrText xml:space="preserve">425238169 </w:instrText>
            </w:r>
            <w:r w:rsidR="0019546D">
              <w:rPr>
                <w:noProof/>
                <w:webHidden/>
              </w:rPr>
              <w:instrText>\h</w:instrText>
            </w:r>
            <w:r w:rsidR="0019546D">
              <w:rPr>
                <w:noProof/>
                <w:webHidden/>
                <w:rtl/>
              </w:rPr>
              <w:instrText xml:space="preserve"> </w:instrText>
            </w:r>
            <w:r w:rsidR="0019546D">
              <w:rPr>
                <w:noProof/>
                <w:webHidden/>
                <w:rtl/>
              </w:rPr>
            </w:r>
            <w:r w:rsidR="0019546D"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2</w:t>
            </w:r>
            <w:r w:rsidR="0019546D"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0" w:history="1">
            <w:r w:rsidRPr="003E6ED8">
              <w:rPr>
                <w:rStyle w:val="Hyperlink"/>
                <w:rFonts w:hint="eastAsia"/>
                <w:noProof/>
                <w:rtl/>
              </w:rPr>
              <w:t>پ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1" w:history="1">
            <w:r w:rsidRPr="003E6ED8">
              <w:rPr>
                <w:rStyle w:val="Hyperlink"/>
                <w:rFonts w:hint="eastAsia"/>
                <w:noProof/>
                <w:rtl/>
              </w:rPr>
              <w:t>عق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له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بنى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هاشم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2" w:history="1">
            <w:r w:rsidRPr="003E6ED8">
              <w:rPr>
                <w:rStyle w:val="Hyperlink"/>
                <w:rFonts w:hint="eastAsia"/>
                <w:noProof/>
                <w:rtl/>
              </w:rPr>
              <w:t>نامه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امام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حس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به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معاو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3" w:history="1">
            <w:r w:rsidRPr="003E6ED8">
              <w:rPr>
                <w:rStyle w:val="Hyperlink"/>
                <w:rFonts w:hint="eastAsia"/>
                <w:noProof/>
                <w:rtl/>
              </w:rPr>
              <w:t>ترجمه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نامه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امام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حس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4" w:history="1">
            <w:r w:rsidRPr="003E6ED8">
              <w:rPr>
                <w:rStyle w:val="Hyperlink"/>
                <w:rFonts w:hint="eastAsia"/>
                <w:noProof/>
                <w:rtl/>
              </w:rPr>
              <w:t>ز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نب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در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سرزم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5" w:history="1">
            <w:r w:rsidRPr="003E6ED8">
              <w:rPr>
                <w:rStyle w:val="Hyperlink"/>
                <w:rFonts w:hint="eastAsia"/>
                <w:noProof/>
                <w:rtl/>
              </w:rPr>
              <w:t>سخنرانى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دختر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على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در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6" w:history="1">
            <w:r w:rsidRPr="003E6ED8">
              <w:rPr>
                <w:rStyle w:val="Hyperlink"/>
                <w:rFonts w:hint="eastAsia"/>
                <w:noProof/>
                <w:rtl/>
              </w:rPr>
              <w:t>اسرا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در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مجلس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ابن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ز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7" w:history="1"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ز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د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سعى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مى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كند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جنا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ت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را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به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گردن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ابن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ز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اد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ب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ندازد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8" w:history="1">
            <w:r w:rsidRPr="003E6ED8">
              <w:rPr>
                <w:rStyle w:val="Hyperlink"/>
                <w:rFonts w:hint="eastAsia"/>
                <w:noProof/>
                <w:rtl/>
              </w:rPr>
              <w:t>راهى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شدن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كاروان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به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سوى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مد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79" w:history="1">
            <w:r w:rsidRPr="003E6ED8">
              <w:rPr>
                <w:rStyle w:val="Hyperlink"/>
                <w:rFonts w:hint="eastAsia"/>
                <w:noProof/>
                <w:rtl/>
              </w:rPr>
              <w:t>سخن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گفتن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حضرت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سجاد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براى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80" w:history="1">
            <w:r w:rsidRPr="003E6ED8">
              <w:rPr>
                <w:rStyle w:val="Hyperlink"/>
                <w:rFonts w:hint="eastAsia"/>
                <w:noProof/>
                <w:rtl/>
              </w:rPr>
              <w:t>محل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دفن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حضرت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ز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نب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81" w:history="1">
            <w:r w:rsidRPr="003E6ED8">
              <w:rPr>
                <w:rStyle w:val="Hyperlink"/>
                <w:rFonts w:hint="eastAsia"/>
                <w:noProof/>
                <w:rtl/>
              </w:rPr>
              <w:t>فرجام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جنا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تكاران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82" w:history="1">
            <w:r w:rsidRPr="003E6ED8">
              <w:rPr>
                <w:rStyle w:val="Hyperlink"/>
                <w:rFonts w:hint="eastAsia"/>
                <w:noProof/>
                <w:rtl/>
              </w:rPr>
              <w:t>ق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توّاب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83" w:history="1">
            <w:r w:rsidRPr="003E6ED8">
              <w:rPr>
                <w:rStyle w:val="Hyperlink"/>
                <w:rFonts w:hint="eastAsia"/>
                <w:noProof/>
                <w:rtl/>
              </w:rPr>
              <w:t>انتقام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از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جنا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rFonts w:hint="eastAsia"/>
                <w:noProof/>
                <w:rtl/>
              </w:rPr>
              <w:t>تكاران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84" w:history="1">
            <w:r w:rsidRPr="003E6ED8">
              <w:rPr>
                <w:rStyle w:val="Hyperlink"/>
                <w:rFonts w:hint="eastAsia"/>
                <w:noProof/>
                <w:rtl/>
              </w:rPr>
              <w:t>فهرست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منابع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و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مآخذ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85" w:history="1">
            <w:r w:rsidRPr="003E6ED8">
              <w:rPr>
                <w:rStyle w:val="Hyperlink"/>
                <w:rFonts w:hint="eastAsia"/>
                <w:noProof/>
                <w:rtl/>
              </w:rPr>
              <w:t>پ</w:t>
            </w:r>
            <w:r w:rsidRPr="003E6ED8">
              <w:rPr>
                <w:rStyle w:val="Hyperlink"/>
                <w:rFonts w:hint="cs"/>
                <w:noProof/>
                <w:rtl/>
              </w:rPr>
              <w:t>ی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نوشت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ها</w:t>
            </w:r>
            <w:r w:rsidRPr="003E6ED8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9546D" w:rsidRDefault="0019546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238186" w:history="1">
            <w:r w:rsidRPr="003E6ED8">
              <w:rPr>
                <w:rStyle w:val="Hyperlink"/>
                <w:rFonts w:hint="eastAsia"/>
                <w:noProof/>
                <w:rtl/>
              </w:rPr>
              <w:t>فهرست</w:t>
            </w:r>
            <w:r w:rsidRPr="003E6ED8">
              <w:rPr>
                <w:rStyle w:val="Hyperlink"/>
                <w:noProof/>
                <w:rtl/>
              </w:rPr>
              <w:t xml:space="preserve"> </w:t>
            </w:r>
            <w:r w:rsidRPr="003E6ED8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425238186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DC0450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75C9" w:rsidRDefault="000C5749">
          <w:r>
            <w:fldChar w:fldCharType="end"/>
          </w:r>
        </w:p>
      </w:sdtContent>
    </w:sdt>
    <w:p w:rsidR="00524C7E" w:rsidRPr="00524C7E" w:rsidRDefault="00524C7E" w:rsidP="00524C7E">
      <w:pPr>
        <w:pStyle w:val="Heading2Center"/>
      </w:pPr>
    </w:p>
    <w:sectPr w:rsidR="00524C7E" w:rsidRPr="00524C7E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F0A" w:rsidRDefault="00A91F0A">
      <w:r>
        <w:separator/>
      </w:r>
    </w:p>
  </w:endnote>
  <w:endnote w:type="continuationSeparator" w:id="1">
    <w:p w:rsidR="00A91F0A" w:rsidRDefault="00A91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panose1 w:val="02010000000000000000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55A" w:rsidRDefault="0020655A">
    <w:pPr>
      <w:pStyle w:val="Footer"/>
    </w:pPr>
    <w:fldSimple w:instr=" PAGE   \* MERGEFORMAT ">
      <w:r w:rsidR="00DC0450">
        <w:rPr>
          <w:noProof/>
          <w:rtl/>
        </w:rPr>
        <w:t>108</w:t>
      </w:r>
    </w:fldSimple>
  </w:p>
  <w:p w:rsidR="0020655A" w:rsidRDefault="002065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55A" w:rsidRDefault="0020655A">
    <w:pPr>
      <w:pStyle w:val="Footer"/>
    </w:pPr>
    <w:fldSimple w:instr=" PAGE   \* MERGEFORMAT ">
      <w:r w:rsidR="00DC0450">
        <w:rPr>
          <w:noProof/>
          <w:rtl/>
        </w:rPr>
        <w:t>107</w:t>
      </w:r>
    </w:fldSimple>
  </w:p>
  <w:p w:rsidR="0020655A" w:rsidRDefault="0020655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55A" w:rsidRDefault="0020655A">
    <w:pPr>
      <w:pStyle w:val="Footer"/>
    </w:pPr>
    <w:fldSimple w:instr=" PAGE   \* MERGEFORMAT ">
      <w:r w:rsidR="00DC0450">
        <w:rPr>
          <w:noProof/>
          <w:rtl/>
        </w:rPr>
        <w:t>1</w:t>
      </w:r>
    </w:fldSimple>
  </w:p>
  <w:p w:rsidR="0020655A" w:rsidRDefault="002065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F0A" w:rsidRDefault="00A91F0A">
      <w:r>
        <w:separator/>
      </w:r>
    </w:p>
  </w:footnote>
  <w:footnote w:type="continuationSeparator" w:id="1">
    <w:p w:rsidR="00A91F0A" w:rsidRDefault="00A91F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5A1"/>
    <w:rsid w:val="00000209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2D46"/>
    <w:rsid w:val="000C5749"/>
    <w:rsid w:val="000C67AA"/>
    <w:rsid w:val="000C7722"/>
    <w:rsid w:val="000C7CC5"/>
    <w:rsid w:val="000D0932"/>
    <w:rsid w:val="000D180B"/>
    <w:rsid w:val="000D1BDF"/>
    <w:rsid w:val="000D64E7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4B66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9546D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0655A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3AA4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332"/>
    <w:rsid w:val="00324B78"/>
    <w:rsid w:val="00325A62"/>
    <w:rsid w:val="00330D70"/>
    <w:rsid w:val="003339D0"/>
    <w:rsid w:val="003353BB"/>
    <w:rsid w:val="0033620A"/>
    <w:rsid w:val="0034239A"/>
    <w:rsid w:val="00342FB8"/>
    <w:rsid w:val="0034561E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3609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67FAF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0A9B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4C7E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07931"/>
    <w:rsid w:val="00613E8E"/>
    <w:rsid w:val="00614301"/>
    <w:rsid w:val="00620B12"/>
    <w:rsid w:val="006210F4"/>
    <w:rsid w:val="00625C71"/>
    <w:rsid w:val="00627A7B"/>
    <w:rsid w:val="006357C1"/>
    <w:rsid w:val="006365C7"/>
    <w:rsid w:val="00640024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6E28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9774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7F6319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3263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65A1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0A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514CF"/>
    <w:rsid w:val="00B52B2E"/>
    <w:rsid w:val="00B629FE"/>
    <w:rsid w:val="00B65134"/>
    <w:rsid w:val="00B65195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0F7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BF4161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262B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86B30"/>
    <w:rsid w:val="00D909F9"/>
    <w:rsid w:val="00D91B67"/>
    <w:rsid w:val="00D92CDF"/>
    <w:rsid w:val="00DA5931"/>
    <w:rsid w:val="00DA722B"/>
    <w:rsid w:val="00DB2424"/>
    <w:rsid w:val="00DB3E84"/>
    <w:rsid w:val="00DC02A0"/>
    <w:rsid w:val="00DC0423"/>
    <w:rsid w:val="00DC0450"/>
    <w:rsid w:val="00DC0B08"/>
    <w:rsid w:val="00DC0E27"/>
    <w:rsid w:val="00DC65B0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275C9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5448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0071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342FB8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342FB8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ok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58A66-EB0F-4CB8-B381-EA7CDEF7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Template.dotx</Template>
  <TotalTime>136</TotalTime>
  <Pages>108</Pages>
  <Words>21117</Words>
  <Characters>120367</Characters>
  <Application>Microsoft Office Word</Application>
  <DocSecurity>0</DocSecurity>
  <Lines>1003</Lines>
  <Paragraphs>282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141202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Mostafa</cp:lastModifiedBy>
  <cp:revision>26</cp:revision>
  <cp:lastPrinted>2015-07-21T07:04:00Z</cp:lastPrinted>
  <dcterms:created xsi:type="dcterms:W3CDTF">2015-02-22T07:35:00Z</dcterms:created>
  <dcterms:modified xsi:type="dcterms:W3CDTF">2015-07-21T07:05:00Z</dcterms:modified>
</cp:coreProperties>
</file>