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4D" w:rsidRDefault="0006794D" w:rsidP="0006794D">
      <w:pPr>
        <w:pStyle w:val="libCenterBold1"/>
        <w:rPr>
          <w:rtl/>
          <w:lang w:bidi="fa-IR"/>
        </w:rPr>
      </w:pPr>
      <w:r w:rsidRPr="0006794D">
        <w:rPr>
          <w:rtl/>
          <w:lang w:bidi="fa-IR"/>
        </w:rPr>
        <w:t>گنجنامه</w:t>
      </w:r>
    </w:p>
    <w:p w:rsidR="0006794D" w:rsidRDefault="0006794D" w:rsidP="0006794D">
      <w:pPr>
        <w:pStyle w:val="libCenterBold2"/>
        <w:rPr>
          <w:rtl/>
          <w:lang w:bidi="fa-IR"/>
        </w:rPr>
      </w:pPr>
      <w:r w:rsidRPr="0006794D">
        <w:rPr>
          <w:rtl/>
          <w:lang w:bidi="fa-IR"/>
        </w:rPr>
        <w:t xml:space="preserve"> احاد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ث،</w:t>
      </w:r>
      <w:r w:rsidRPr="0006794D">
        <w:rPr>
          <w:rtl/>
          <w:lang w:bidi="fa-IR"/>
        </w:rPr>
        <w:t xml:space="preserve"> اندرزها،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علم</w:t>
      </w:r>
      <w:r w:rsidRPr="0006794D">
        <w:rPr>
          <w:rFonts w:hint="cs"/>
          <w:rtl/>
          <w:lang w:bidi="fa-IR"/>
        </w:rPr>
        <w:t>ی</w:t>
      </w:r>
    </w:p>
    <w:p w:rsidR="0006794D" w:rsidRDefault="0006794D" w:rsidP="0006794D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CenterBold2"/>
        <w:rPr>
          <w:rtl/>
          <w:lang w:bidi="fa-IR"/>
        </w:rPr>
      </w:pPr>
      <w:r w:rsidRPr="0006794D">
        <w:rPr>
          <w:rtl/>
          <w:lang w:bidi="fa-IR"/>
        </w:rPr>
        <w:t xml:space="preserve"> ترجمه</w:t>
      </w:r>
      <w:r>
        <w:rPr>
          <w:rFonts w:hint="cs"/>
          <w:rtl/>
          <w:lang w:bidi="fa-IR"/>
        </w:rPr>
        <w:t>:</w:t>
      </w:r>
      <w:r w:rsidRPr="0006794D">
        <w:rPr>
          <w:rtl/>
          <w:lang w:bidi="fa-IR"/>
        </w:rPr>
        <w:t>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اصغر حب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BB2EBE" w:rsidRDefault="00BB2EBE" w:rsidP="00BB2EBE">
      <w:pPr>
        <w:pStyle w:val="libCenterBold2"/>
        <w:bidi w:val="0"/>
      </w:pPr>
      <w:r>
        <w:rPr>
          <w:rtl/>
        </w:rPr>
        <w:t>تذکراین کتاب توسط مؤسسه فرهنگی - اسلامی شبکة الامامین الحسنین</w:t>
      </w:r>
      <w:r>
        <w:rPr>
          <w:rFonts w:hint="cs"/>
          <w:rtl/>
        </w:rPr>
        <w:t xml:space="preserve"> </w:t>
      </w:r>
      <w:r w:rsidRPr="00A4127B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t>.</w:t>
      </w:r>
    </w:p>
    <w:p w:rsidR="00BB2EBE" w:rsidRDefault="00BB2EBE" w:rsidP="00BB2EBE">
      <w:pPr>
        <w:pStyle w:val="libCenterBold2"/>
        <w:rPr>
          <w:rFonts w:hint="cs"/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06794D" w:rsidRPr="0006794D" w:rsidRDefault="0006794D" w:rsidP="000174B8">
      <w:pPr>
        <w:pStyle w:val="libBold1"/>
        <w:rPr>
          <w:rtl/>
          <w:lang w:bidi="fa-IR"/>
        </w:rPr>
      </w:pPr>
      <w:r>
        <w:rPr>
          <w:rtl/>
          <w:lang w:bidi="fa-IR"/>
        </w:rPr>
        <w:br w:type="page"/>
      </w:r>
      <w:r w:rsidRPr="0006794D">
        <w:rPr>
          <w:rFonts w:hint="eastAsia"/>
          <w:rtl/>
          <w:lang w:bidi="fa-IR"/>
        </w:rPr>
        <w:lastRenderedPageBreak/>
        <w:t>اشاره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F16AF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عل</w:t>
      </w:r>
      <w:r w:rsidRPr="0006794D">
        <w:rPr>
          <w:rFonts w:hint="cs"/>
          <w:rtl/>
          <w:lang w:bidi="fa-IR"/>
        </w:rPr>
        <w:t>یٌّ</w:t>
      </w:r>
      <w:r w:rsidRPr="0006794D">
        <w:rPr>
          <w:rtl/>
          <w:lang w:bidi="fa-IR"/>
        </w:rPr>
        <w:t xml:space="preserve"> قد قفا لِخُط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أقرّ اللّه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تورَّث</w:t>
      </w:r>
      <w:r w:rsidRPr="0006794D">
        <w:rPr>
          <w:rtl/>
          <w:lang w:bidi="fa-IR"/>
        </w:rPr>
        <w:t xml:space="preserve"> مجده و عُلاه طرّا لآباء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عن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F16AFE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(همانا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</w:t>
      </w:r>
      <w:r w:rsidRPr="0006794D">
        <w:rPr>
          <w:rtl/>
          <w:lang w:bidi="fa-IR"/>
        </w:rPr>
        <w:t xml:space="preserve"> خطّ و مش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پدرش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باشد، خداوند او را 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چشم روشن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افتخار پدرش قرار دهد.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او</w:t>
      </w:r>
      <w:r w:rsidRPr="0006794D">
        <w:rPr>
          <w:rtl/>
          <w:lang w:bidi="fa-IR"/>
        </w:rPr>
        <w:t xml:space="preserve"> وارث بزرگ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عظمتِ مقامِ پدرانِ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هش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پس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1- 1. قد شارک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إنشاء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العلّامتان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محمدرضا الجلال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عبدالستار الحسن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البغداد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هو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الجمعه الحاد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عام 1428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تنا</w:t>
      </w:r>
      <w:r w:rsidRPr="0006794D">
        <w:rPr>
          <w:rtl/>
          <w:lang w:bidi="fa-IR"/>
        </w:rPr>
        <w:t xml:space="preserve"> بإصبهان صانها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الحدثان. (در سرودن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دو علّامه بزرگوار: آق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محمّدرضا جلال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عبدالسّتار حسن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بغداد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صبح روز جمعه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کم</w:t>
      </w:r>
      <w:r w:rsidRPr="0006794D">
        <w:rPr>
          <w:rtl/>
          <w:lang w:bidi="fa-IR"/>
        </w:rPr>
        <w:t xml:space="preserve">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الثّان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سال 1428 در منزل ما در شهر اصفهان مشارکت کردند. خداوند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شهر را از حوادث نگه دارد.)</w:t>
      </w:r>
    </w:p>
    <w:p w:rsidR="00F16AFE" w:rsidRDefault="0006794D" w:rsidP="00F16AFE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F16AFE" w:rsidP="00F16AF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66035306"/>
      <w:bookmarkStart w:id="1" w:name="_Toc66035372"/>
      <w:r w:rsidR="0006794D" w:rsidRPr="0006794D">
        <w:rPr>
          <w:rFonts w:hint="eastAsia"/>
          <w:rtl/>
          <w:lang w:bidi="fa-IR"/>
        </w:rPr>
        <w:lastRenderedPageBreak/>
        <w:t>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شگفتار</w:t>
      </w:r>
      <w:bookmarkEnd w:id="0"/>
      <w:bookmarkEnd w:id="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F16AFE">
      <w:pPr>
        <w:pStyle w:val="libCenterBold2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بِسمِ</w:t>
      </w:r>
      <w:r w:rsidRPr="0006794D">
        <w:rPr>
          <w:rtl/>
          <w:lang w:bidi="fa-IR"/>
        </w:rPr>
        <w:t xml:space="preserve"> اللّهِ الرّحمنِ الرّح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الحمدللّه</w:t>
      </w:r>
      <w:r w:rsidRPr="0006794D">
        <w:rPr>
          <w:rtl/>
          <w:lang w:bidi="fa-IR"/>
        </w:rPr>
        <w:t xml:space="preserve"> رب 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صلّ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محمّد و آله الطّ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اللّعن الدائم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اعدائهم اجمع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گنج</w:t>
      </w:r>
      <w:r w:rsidRPr="0006794D">
        <w:rPr>
          <w:rtl/>
          <w:lang w:bidi="fa-IR"/>
        </w:rPr>
        <w:t xml:space="preserve"> از واژه 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که در فکر و ذهن مردم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داشته و دارد بطور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اگر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خواب بب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کرده است شاد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شود، چه رسد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کند و در ضرب المثل ها و مطالب و حقا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بزرگ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واژه استفاده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کنند. در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="00F16AFE">
        <w:rPr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بخش</w:t>
      </w:r>
      <w:r w:rsidRPr="0006794D">
        <w:rPr>
          <w:rtl/>
          <w:lang w:bidi="fa-IR"/>
        </w:rPr>
        <w:t xml:space="preserve"> اسلام، اول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ارجمند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روشنگر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هدا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مردم از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لغات و اصطلاحات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مورد توجّه خاصّ مردم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باشد، جهت تفه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مطالب و مفاه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مِ</w:t>
      </w:r>
      <w:r w:rsidRPr="0006794D">
        <w:rPr>
          <w:rtl/>
          <w:lang w:bidi="fa-IR"/>
        </w:rPr>
        <w:t xml:space="preserve"> بلندِ اعتقاد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اخلاق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عرفان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استفاده نموده اند و در کلمات نوران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ائمه طاهر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از امور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تعب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به گنج شده است، لکن فهم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جواهر کلمات بلکه شناخت معادن آن کار هرکس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به عبارت روشن تر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مهم از عهده عالمان وارسته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فقها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مکتب اهل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بر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سالها در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علوم و فنون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دانش 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</w:t>
      </w:r>
      <w:r w:rsidRPr="0006794D">
        <w:rPr>
          <w:rFonts w:hint="eastAsia"/>
          <w:rtl/>
          <w:lang w:bidi="fa-IR"/>
        </w:rPr>
        <w:t>مقدّمه</w:t>
      </w:r>
      <w:r w:rsidRPr="0006794D">
        <w:rPr>
          <w:rtl/>
          <w:lang w:bidi="fa-IR"/>
        </w:rPr>
        <w:t xml:space="preserve"> فهم آن است با تلاش و جد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شبانه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قدم برداشته اند، استاد بزرگوار ما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ادگار</w:t>
      </w:r>
      <w:r w:rsidRPr="0006794D">
        <w:rPr>
          <w:rtl/>
          <w:lang w:bidi="fa-IR"/>
        </w:rPr>
        <w:t xml:space="preserve"> عالمان فره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خته</w:t>
      </w:r>
      <w:r w:rsidRPr="0006794D">
        <w:rPr>
          <w:rtl/>
          <w:lang w:bidi="fa-IR"/>
        </w:rPr>
        <w:t xml:space="preserve"> از دودمان رف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حضرت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اللّه حاج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(حفظه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) در زمره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فقها و عالمان ارزشمند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از</w:t>
      </w:r>
      <w:r w:rsidRPr="0006794D">
        <w:rPr>
          <w:rtl/>
          <w:lang w:bidi="fa-IR"/>
        </w:rPr>
        <w:t xml:space="preserve"> آثار وجود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</w:t>
      </w:r>
      <w:r w:rsidRPr="0006794D">
        <w:rPr>
          <w:rtl/>
          <w:lang w:bidi="fa-IR"/>
        </w:rPr>
        <w:t xml:space="preserve">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که در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رو دار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با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وه</w:t>
      </w:r>
      <w:r w:rsidRPr="0006794D">
        <w:rPr>
          <w:rtl/>
          <w:lang w:bidi="fa-IR"/>
        </w:rPr>
        <w:t xml:space="preserve">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جالب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جمع آور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شده است و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کتاب به خوانندگان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معرف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شده است که دارا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است: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بهتر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آنچه که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است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از عرش اله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از بهشت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قرآن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انسان را از نابود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ذلّت و خوار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از حوادث تلخ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مثل سوختن و غرق شدن و... حفظ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سودمندتر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بالاتر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</w:t>
      </w:r>
      <w:r w:rsidR="00F16AFE">
        <w:rPr>
          <w:lang w:bidi="fa-IR"/>
        </w:rPr>
        <w:t xml:space="preserve"> </w:t>
      </w:r>
      <w:r w:rsidRPr="0006794D">
        <w:rPr>
          <w:rtl/>
          <w:lang w:bidi="fa-IR"/>
        </w:rPr>
        <w:t>-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نه مورد دستبرد دزد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 xml:space="preserve"> و نه آفت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را تهد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خلاصه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اگر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واجد آنها شد سعادت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او تضم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نکته</w:t>
      </w:r>
      <w:r w:rsidRPr="0006794D">
        <w:rPr>
          <w:rtl/>
          <w:lang w:bidi="fa-IR"/>
        </w:rPr>
        <w:t xml:space="preserve"> قابل توجّه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نوشتار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استاد معظّم در مرحله اوّل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 را به فرزند 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زش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سپارد و او را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به بهره بردار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برخلاف روش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مردم عادّ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بر مبنا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همان علاقه خداداد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که به فرزندان خود دارند خان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سرما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مادّ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آنها به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ادگار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گذارند لکن باتوجّه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موارد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تا اندازه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مورد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انسان است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همه آنچه که رنگ و تعلّق مادّ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داشته باشد،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 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کن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حضرت استاد به فرزندش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دهد گنج </w:t>
      </w:r>
      <w:r w:rsidRPr="0006794D">
        <w:rPr>
          <w:rFonts w:hint="eastAsia"/>
          <w:rtl/>
          <w:lang w:bidi="fa-IR"/>
        </w:rPr>
        <w:t>خدا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که هرگز در آن زوال و نابود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راه ندارد و در واقع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گنجهاست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آمده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آنجا که متن رساله به زبان عرب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نوشته شده است و همه اقشار جامعه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به خواندن و عمل نمودن به آن دارند خداوند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کمتر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ترجمه آن را به زبان 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فرمود.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دوارم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قدم ناچ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در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شگاه</w:t>
      </w:r>
      <w:r w:rsidRPr="0006794D">
        <w:rPr>
          <w:rtl/>
          <w:lang w:bidi="fa-IR"/>
        </w:rPr>
        <w:t xml:space="preserve"> و منظر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مانه</w:t>
      </w:r>
      <w:r w:rsidRPr="0006794D">
        <w:rPr>
          <w:rtl/>
          <w:lang w:bidi="fa-IR"/>
        </w:rPr>
        <w:t xml:space="preserve"> خداوند مورد پذ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رش</w:t>
      </w:r>
      <w:r w:rsidRPr="0006794D">
        <w:rPr>
          <w:rtl/>
          <w:lang w:bidi="fa-IR"/>
        </w:rPr>
        <w:t xml:space="preserve"> واقع شود و طالبان</w:t>
      </w:r>
      <w:r w:rsidRPr="0006794D">
        <w:rPr>
          <w:rFonts w:hint="eastAsia"/>
          <w:rtl/>
          <w:lang w:bidi="fa-IR"/>
        </w:rPr>
        <w:t>ِ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 از آن بهره مند شوند، و متذکر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گردم که مصادر و منابع احاد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در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صفحات متن عرب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 آمده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F16AF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صاحبان قلم و اند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شه</w:t>
      </w:r>
      <w:r w:rsidRPr="0006794D">
        <w:rPr>
          <w:rtl/>
          <w:lang w:bidi="fa-IR"/>
        </w:rPr>
        <w:t xml:space="preserve"> و اسات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دوستان تقاضامندم چنانچه نقص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ترجمه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مشاهده فرمودند با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اغماض به آن نظر کرده و بزرگوارانه به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انتقال دهند.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همچن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از محقق گرانما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اللّه زاده محترم استاد آقا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زاهدپور -حفظه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- به خاطر تصح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حاتشان</w:t>
      </w:r>
      <w:r w:rsidRPr="0006794D">
        <w:rPr>
          <w:rtl/>
          <w:lang w:bidi="fa-IR"/>
        </w:rPr>
        <w:t xml:space="preserve"> بر متن و ترجمه تشکر و قدردان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اصغر حب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F16AFE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بِسمِ</w:t>
      </w:r>
      <w:r w:rsidRPr="0006794D">
        <w:rPr>
          <w:rtl/>
          <w:lang w:bidi="fa-IR"/>
        </w:rPr>
        <w:t xml:space="preserve"> اللّهِ الرّحمنِ الرّح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المقدمه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الحمدللّه</w:t>
      </w:r>
      <w:r w:rsidRPr="0006794D">
        <w:rPr>
          <w:rtl/>
          <w:lang w:bidi="fa-IR"/>
        </w:rPr>
        <w:t xml:space="preserve"> ربّ 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الصلاه و السلام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رسول اللّه محمد المصطف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آله الأئمه الهداه و لا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الحجه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 بق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الأعظم صاحب العصر و الزمان (عجل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فرجه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).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کلّ</w:t>
      </w:r>
      <w:r w:rsidRPr="0006794D">
        <w:rPr>
          <w:rtl/>
          <w:lang w:bidi="fa-IR"/>
        </w:rPr>
        <w:t xml:space="preserve"> انسان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ورث</w:t>
      </w:r>
      <w:r w:rsidRPr="0006794D">
        <w:rPr>
          <w:rtl/>
          <w:lang w:bidi="fa-IR"/>
        </w:rPr>
        <w:t xml:space="preserve"> لولده من مال أو عقار أو ماء أو 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ءٍ من حطام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قل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لاً</w:t>
      </w:r>
      <w:r w:rsidRPr="0006794D">
        <w:rPr>
          <w:rtl/>
          <w:lang w:bidi="fa-IR"/>
        </w:rPr>
        <w:t xml:space="preserve"> کان أو کث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را،</w:t>
      </w:r>
      <w:r w:rsidRPr="0006794D">
        <w:rPr>
          <w:rtl/>
          <w:lang w:bidi="fa-IR"/>
        </w:rPr>
        <w:t xml:space="preserve"> و لکن لم تکن هذه الاُمور وجهه نظر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غا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همّت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مدار عمل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رأس أمل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فأنا أرتحل من هذه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جوار موال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و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عند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بها منها و اُفو</w:t>
      </w:r>
      <w:r w:rsidRPr="0006794D">
        <w:rPr>
          <w:rFonts w:hint="eastAsia"/>
          <w:rtl/>
          <w:lang w:bidi="fa-IR"/>
        </w:rPr>
        <w:t>ّض</w:t>
      </w:r>
      <w:r w:rsidRPr="0006794D">
        <w:rPr>
          <w:rtl/>
          <w:lang w:bidi="fa-IR"/>
        </w:rPr>
        <w:t xml:space="preserve"> أمرهم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فهو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 xml:space="preserve"> و هو نعم المول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نعم النص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هذا</w:t>
      </w:r>
      <w:r w:rsidRPr="0006794D">
        <w:rPr>
          <w:rtl/>
          <w:lang w:bidi="fa-IR"/>
        </w:rPr>
        <w:t xml:space="preserve"> و قد أر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أنّ عند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کنزا بل کنوزا لابدّ من أن أکتب لهم عناو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نها</w:t>
      </w:r>
      <w:r w:rsidRPr="0006794D">
        <w:rPr>
          <w:rtl/>
          <w:lang w:bidi="fa-IR"/>
        </w:rPr>
        <w:t xml:space="preserve">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صلوا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إن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هذه الرساله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طه</w:t>
      </w:r>
      <w:r w:rsidRPr="0006794D">
        <w:rPr>
          <w:rtl/>
          <w:lang w:bidi="fa-IR"/>
        </w:rPr>
        <w:t xml:space="preserve"> الکنوز. فقد استخرتُ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نها</w:t>
      </w:r>
      <w:r w:rsidRPr="0006794D">
        <w:rPr>
          <w:rtl/>
          <w:lang w:bidi="fa-IR"/>
        </w:rPr>
        <w:t xml:space="preserve"> و أنا کنتُ من وفده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العمره المفرده عام 1426 بمکه المکرمه فجاءت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«بسم اللّه الرّحمن الرّح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أوّل سوره لقمان، من ثَمّ عزمت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ترسم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ها،</w:t>
      </w:r>
      <w:r w:rsidRPr="0006794D">
        <w:rPr>
          <w:rtl/>
          <w:lang w:bidi="fa-IR"/>
        </w:rPr>
        <w:t xml:space="preserve"> ولکن 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سرل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F16AFE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بِسمِ</w:t>
      </w:r>
      <w:r w:rsidR="0006794D" w:rsidRPr="0006794D">
        <w:rPr>
          <w:rtl/>
          <w:lang w:bidi="fa-IR"/>
        </w:rPr>
        <w:t xml:space="preserve"> اللّهِ الرّحمنِ الرّح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F16AFE">
      <w:pPr>
        <w:pStyle w:val="Heading1"/>
        <w:rPr>
          <w:rtl/>
          <w:lang w:bidi="fa-IR"/>
        </w:rPr>
      </w:pPr>
      <w:bookmarkStart w:id="2" w:name="_Toc66035307"/>
      <w:bookmarkStart w:id="3" w:name="_Toc66035373"/>
      <w:r w:rsidRPr="0006794D">
        <w:rPr>
          <w:rFonts w:hint="eastAsia"/>
          <w:rtl/>
          <w:lang w:bidi="fa-IR"/>
        </w:rPr>
        <w:t>مقدمه</w:t>
      </w:r>
      <w:bookmarkEnd w:id="2"/>
      <w:bookmarkEnd w:id="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F16AF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ستا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مخصوص خدا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که پروردگار جهان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است و درود و سلام بر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أعظم حضرت محمّدِ مصطف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خاندانش، امامان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راهنما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انسانها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بو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ژه</w:t>
      </w:r>
      <w:r w:rsidRPr="0006794D">
        <w:rPr>
          <w:rtl/>
          <w:lang w:bidi="fa-IR"/>
        </w:rPr>
        <w:t xml:space="preserve"> بر دوازدهم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حجّت خدا حضرت بق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الأعظم امام زمان، که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در ظهور آن حضرت تعج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</w:t>
      </w:r>
      <w:r w:rsidR="00F16AFE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هر</w:t>
      </w:r>
      <w:r w:rsidRPr="0006794D">
        <w:rPr>
          <w:rtl/>
          <w:lang w:bidi="fa-IR"/>
        </w:rPr>
        <w:t xml:space="preserve"> انسان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فرزندان خود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ارث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گذارد از اموال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ا،</w:t>
      </w:r>
      <w:r w:rsidRPr="0006794D">
        <w:rPr>
          <w:rtl/>
          <w:lang w:bidi="fa-IR"/>
        </w:rPr>
        <w:t xml:space="preserve">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مِلک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آب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ره،</w:t>
      </w:r>
      <w:r w:rsidRPr="0006794D">
        <w:rPr>
          <w:rtl/>
          <w:lang w:bidi="fa-IR"/>
        </w:rPr>
        <w:t xml:space="preserve"> کم باشد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>.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موارد موردنظر و توجّه من و وجهه همّت من و مع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عمل من و سرلوحه آرزو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 بنابرا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پست به 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انم</w:t>
      </w:r>
      <w:r w:rsidRPr="0006794D">
        <w:rPr>
          <w:rtl/>
          <w:lang w:bidi="fa-IR"/>
        </w:rPr>
        <w:t xml:space="preserve"> که درود خدا بر آ</w:t>
      </w:r>
      <w:r w:rsidRPr="0006794D">
        <w:rPr>
          <w:rFonts w:hint="eastAsia"/>
          <w:rtl/>
          <w:lang w:bidi="fa-IR"/>
        </w:rPr>
        <w:t>نان</w:t>
      </w:r>
      <w:r w:rsidRPr="0006794D">
        <w:rPr>
          <w:rtl/>
          <w:lang w:bidi="fa-IR"/>
        </w:rPr>
        <w:t xml:space="preserve"> باد کوچ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کنم.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نزد من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چکدام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ذکر شد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ست،</w:t>
      </w:r>
      <w:r w:rsidRPr="0006794D">
        <w:rPr>
          <w:rtl/>
          <w:lang w:bidi="fa-IR"/>
        </w:rPr>
        <w:t xml:space="preserve"> و من کار فرزندانم را به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واگذار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و سرپرست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آنان را به او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سپارم و او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سرپرست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اور</w:t>
      </w:r>
      <w:r w:rsidRPr="0006794D">
        <w:rPr>
          <w:rtl/>
          <w:lang w:bidi="fa-IR"/>
        </w:rPr>
        <w:t xml:space="preserve"> است.</w:t>
      </w:r>
      <w:r w:rsidRPr="0006794D">
        <w:rPr>
          <w:rFonts w:hint="eastAsia"/>
          <w:rtl/>
          <w:lang w:bidi="fa-IR"/>
        </w:rPr>
        <w:t>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حال که دست من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متاع آن خال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لکن در نزد من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بلکه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که ناچارم عناو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فهرست آنها را بنو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سم</w:t>
      </w:r>
      <w:r w:rsidRPr="0006794D">
        <w:rPr>
          <w:rtl/>
          <w:lang w:bidi="fa-IR"/>
        </w:rPr>
        <w:t xml:space="preserve"> تا به دست فرزندانم برسد. (إن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نمودار و نقشه گنجها است، و من از خداوند متعال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باره طلب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نمودم به کلام نوران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در سفر عمره مفرده در سال 1426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مکّه مکرمّه و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«بسم اللّه الرّحمن الرّح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06794D">
        <w:rPr>
          <w:rtl/>
          <w:lang w:bidi="fa-IR"/>
        </w:rPr>
        <w:t xml:space="preserve"> آمد که در اوّل سوره مبارکه لقمان واقع شده است، لذا تصم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گرفت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بر </w:t>
      </w:r>
      <w:r w:rsidRPr="0006794D">
        <w:rPr>
          <w:rtl/>
          <w:lang w:bidi="fa-IR"/>
        </w:rPr>
        <w:lastRenderedPageBreak/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کار،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فرصت مناسب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مجال</w:t>
      </w:r>
      <w:r w:rsidRPr="0006794D">
        <w:rPr>
          <w:rtl/>
          <w:lang w:bidi="fa-IR"/>
        </w:rPr>
        <w:t xml:space="preserve"> و فرصه،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مَنّ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و وفّقن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اره</w:t>
      </w:r>
      <w:r w:rsidRPr="0006794D">
        <w:rPr>
          <w:rtl/>
          <w:lang w:bidi="fa-IR"/>
        </w:rPr>
        <w:t xml:space="preserve"> مولا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إمام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الحجه الثامن، ضامن الجنّه، الإمام الرّؤوف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الرّضا -عل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آلاف التح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الثناء-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من رجب المرجّب عام 1427 و ببرکه وجوده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ابتدأت بتأل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هذه الرساله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مضجعه الطاهر بمد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المشهد المقدس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الاُسبوع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کنت بجواره، و قد وفّقن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إتمامها و کتابه 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سطر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ببرکه وجوده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و بحقّه سلام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خاطبت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ولد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«محمد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»</w:t>
      </w:r>
      <w:r w:rsidRPr="0006794D">
        <w:rPr>
          <w:rtl/>
          <w:lang w:bidi="fa-IR"/>
        </w:rPr>
        <w:t xml:space="preserve"> و لکن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هو المخاطَب الوح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بل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توجه</w:t>
      </w:r>
      <w:r w:rsidRPr="0006794D">
        <w:rPr>
          <w:rtl/>
          <w:lang w:bidi="fa-IR"/>
        </w:rPr>
        <w:t xml:space="preserve"> خطاب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وُلْد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نسل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کلّ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منها و لا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أَولاد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الروحان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قض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شطرا من عمر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نهم</w:t>
      </w:r>
      <w:r w:rsidRPr="0006794D">
        <w:rPr>
          <w:rtl/>
          <w:lang w:bidi="fa-IR"/>
        </w:rPr>
        <w:t xml:space="preserve"> تعل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و تعلّما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مجالَ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الفقه و الأصول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رهما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کلّ أمل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قرأ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قرؤوا</w:t>
      </w:r>
      <w:r w:rsidRPr="0006794D">
        <w:rPr>
          <w:rtl/>
          <w:lang w:bidi="fa-IR"/>
        </w:rPr>
        <w:t xml:space="preserve"> الخر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طه،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سعوا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صل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صلوا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الکنز بل الکنوز إن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المرجوّ عنه و عنهم أن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نسون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صالح دعواتهم و طلب المغفره و الرّحمه 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ممات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إنّه هو الغفور الرّح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الموفّق المع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غرّه</w:t>
      </w:r>
      <w:r w:rsidRPr="0006794D">
        <w:rPr>
          <w:rtl/>
          <w:lang w:bidi="fa-IR"/>
        </w:rPr>
        <w:t xml:space="preserve"> شعبان المعظّم 1427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النّجف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F16AFE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تا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نکه</w:t>
      </w:r>
      <w:r w:rsidR="0006794D" w:rsidRPr="0006794D">
        <w:rPr>
          <w:rtl/>
          <w:lang w:bidi="fa-IR"/>
        </w:rPr>
        <w:t xml:space="preserve"> خداوند متعال بر من منّت نهاد و توف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ق</w:t>
      </w:r>
      <w:r w:rsidR="0006794D" w:rsidRPr="0006794D">
        <w:rPr>
          <w:rtl/>
          <w:lang w:bidi="fa-IR"/>
        </w:rPr>
        <w:t xml:space="preserve"> 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ارت</w:t>
      </w:r>
      <w:r w:rsidR="0006794D" w:rsidRPr="0006794D">
        <w:rPr>
          <w:rtl/>
          <w:lang w:bidi="fa-IR"/>
        </w:rPr>
        <w:t xml:space="preserve"> مولا و آقا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امام هشتم ضمانت کننده بهشت، امام مهربان حضرت عل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tl/>
          <w:lang w:bidi="fa-IR"/>
        </w:rPr>
        <w:t xml:space="preserve"> بن موس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الرّضا (که بر او هزاران درود و تح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باد) به من ارزان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فرمود در آخر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روز ماه رجب سال 1427 هجر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قمر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و به برکت وجود ارزشمند امام رضا </w:t>
      </w:r>
      <w:r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رساله را شروع به نوشتن کردم، در کنار مرقد پاک آن امام در شهر مقدّس مشهد در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</w:t>
      </w:r>
      <w:r w:rsidR="0006794D" w:rsidRPr="0006794D">
        <w:rPr>
          <w:rtl/>
          <w:lang w:bidi="fa-IR"/>
        </w:rPr>
        <w:t xml:space="preserve"> هفته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در جوار امام رضا </w:t>
      </w:r>
      <w:r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بودم، و آرزومندم که خدا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متعال توف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ق</w:t>
      </w:r>
      <w:r w:rsidR="0006794D" w:rsidRPr="0006794D">
        <w:rPr>
          <w:rtl/>
          <w:lang w:bidi="fa-IR"/>
        </w:rPr>
        <w:t xml:space="preserve"> تمام کردن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رساله و نوشتن آن چه که سزاوار است در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رساله درج شود را به برکت وجود شر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ف</w:t>
      </w:r>
      <w:r w:rsidR="0006794D" w:rsidRPr="0006794D">
        <w:rPr>
          <w:rtl/>
          <w:lang w:bidi="fa-IR"/>
        </w:rPr>
        <w:t xml:space="preserve"> آن حضرت و به حق آن امام که سلام خدا بر او باد به من عنا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983CFF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نوشتار من طرف خطابم را فرزندم محمّد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قرار دادم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تنها مخاطب من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بلکه طرف خطاب من تمام فرزندانم و نسلم و هرکس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اراده استفاده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را دارد مخصوصا فرزندان روحان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که بخش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عمرم را به خاطر تعل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تعلّم در دو درس فقه و اصول و غ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ر آن دو در خدمت آنان بوده ام،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باشند.</w:t>
      </w:r>
      <w:r w:rsidR="00983CFF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تمام آرزو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فرزندم و همه مخاطبان من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مجموعه را بخوانند و سع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تلاش کنند تا به آن گنجها دست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ابند،</w:t>
      </w:r>
      <w:r w:rsidRPr="0006794D">
        <w:rPr>
          <w:rtl/>
          <w:lang w:bidi="fa-IR"/>
        </w:rPr>
        <w:t xml:space="preserve"> إن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فرزندم و همه خوانندگان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کتاب درخواست دارم که مرا از دعاها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خود و طلب آمرزش و رحمت از درگاه خدا در زمان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و بعد از آن فراموش نکنند، همانا اوست آمرزنده، مهربان و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دهنده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اور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اوّل</w:t>
      </w:r>
      <w:r w:rsidRPr="0006794D">
        <w:rPr>
          <w:rtl/>
          <w:lang w:bidi="fa-IR"/>
        </w:rPr>
        <w:t xml:space="preserve"> شعبان المعظّم 1427ه_.ق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نجف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کنز</w:t>
      </w:r>
      <w:r w:rsidRPr="0006794D">
        <w:rPr>
          <w:rtl/>
          <w:lang w:bidi="fa-IR"/>
        </w:rPr>
        <w:t xml:space="preserve"> الوح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هو الله تعال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بِسمِ</w:t>
      </w:r>
      <w:r w:rsidRPr="0006794D">
        <w:rPr>
          <w:rtl/>
          <w:lang w:bidi="fa-IR"/>
        </w:rPr>
        <w:t xml:space="preserve"> اللّهِ الرّحمنِ الرّح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>: کنز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منه تنشأ بق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الکنوز هو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ربّ 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خالق السموات و الأرض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القادر المطلق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أنت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حضرته دائما و هو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راک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نُسِبَ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أنّه قال سبحانه: «کنتُ کنزا مخف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>. فأحببتُ أن اُعرف، فخلقت الخلق لک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أعرف و بسطت».</w:t>
      </w:r>
      <w:r w:rsidRPr="00983CFF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دعاء المشلول بالنسبه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کنز من لا کنز له».</w:t>
      </w:r>
      <w:r w:rsidRPr="00983CFF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نقل الکفعم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البلدالأم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983CFF">
        <w:rPr>
          <w:rStyle w:val="libFootnotenumChar"/>
          <w:rtl/>
        </w:rPr>
        <w:t>(3)</w:t>
      </w:r>
      <w:r w:rsidRPr="0006794D">
        <w:rPr>
          <w:rtl/>
          <w:lang w:bidi="fa-IR"/>
        </w:rPr>
        <w:t xml:space="preserve"> دعاءً عن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کنز من لا کنز له» و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>: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کنز الفقراء».</w:t>
      </w:r>
    </w:p>
    <w:p w:rsidR="00983CFF" w:rsidRDefault="00983CFF" w:rsidP="00983CFF">
      <w:pPr>
        <w:pStyle w:val="libLine"/>
        <w:rPr>
          <w:lang w:bidi="fa-IR"/>
        </w:rPr>
      </w:pPr>
      <w:r>
        <w:rPr>
          <w:lang w:bidi="fa-IR"/>
        </w:rPr>
        <w:t>____________________________</w:t>
      </w:r>
    </w:p>
    <w:p w:rsidR="0006794D" w:rsidRPr="0006794D" w:rsidRDefault="0006794D" w:rsidP="00983CF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مشارق أنوار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/39، رسائل المحقق الکرک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3/159 و 162، شرح نهج البلاغه 5/163 لابن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المعتزل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شرح اُ صول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1/92 للمول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صالح المازندران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بحارالأنوار، 84/199 و 344 من طبع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و إحقاق الحق، 1/431، للشه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نوراللّه التستر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 اختل</w:t>
      </w:r>
      <w:r w:rsidRPr="0006794D">
        <w:rPr>
          <w:rFonts w:hint="eastAsia"/>
          <w:rtl/>
          <w:lang w:bidi="fa-IR"/>
        </w:rPr>
        <w:t>اف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اللفظ.</w:t>
      </w:r>
    </w:p>
    <w:p w:rsidR="0006794D" w:rsidRPr="0006794D" w:rsidRDefault="0006794D" w:rsidP="00983CFF">
      <w:pPr>
        <w:pStyle w:val="libFootnote0"/>
        <w:rPr>
          <w:rtl/>
          <w:lang w:bidi="fa-IR"/>
        </w:rPr>
      </w:pPr>
    </w:p>
    <w:p w:rsidR="0006794D" w:rsidRPr="0006794D" w:rsidRDefault="0006794D" w:rsidP="00983CF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المصباح /262 للکفعم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- دعاء المشلول.</w:t>
      </w:r>
    </w:p>
    <w:p w:rsidR="0006794D" w:rsidRPr="0006794D" w:rsidRDefault="0006794D" w:rsidP="00983CFF">
      <w:pPr>
        <w:pStyle w:val="libFootnote0"/>
        <w:rPr>
          <w:rtl/>
          <w:lang w:bidi="fa-IR"/>
        </w:rPr>
      </w:pPr>
    </w:p>
    <w:p w:rsidR="0006794D" w:rsidRPr="0006794D" w:rsidRDefault="0006794D" w:rsidP="00BB2EBE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البلدالأم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/332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مفات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الجنان بعد دعاء آخر للتوسل و قبل ذکر «حرز الصد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قه</w:t>
      </w:r>
      <w:r w:rsidRPr="0006794D">
        <w:rPr>
          <w:rtl/>
          <w:lang w:bidi="fa-IR"/>
        </w:rPr>
        <w:t xml:space="preserve"> الطاهره</w:t>
      </w:r>
      <w:r w:rsidR="004A21EF" w:rsidRPr="004A21EF">
        <w:rPr>
          <w:rStyle w:val="libAlaemChar"/>
          <w:rFonts w:eastAsiaTheme="minorHAnsi"/>
          <w:rtl/>
        </w:rPr>
        <w:t>عليها‌السلام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983CFF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بِسمِ</w:t>
      </w:r>
      <w:r w:rsidR="0006794D" w:rsidRPr="0006794D">
        <w:rPr>
          <w:rtl/>
          <w:lang w:bidi="fa-IR"/>
        </w:rPr>
        <w:t xml:space="preserve"> اللّهِ الرّحمنِ الرّح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گانه</w:t>
      </w:r>
      <w:r w:rsidRPr="0006794D">
        <w:rPr>
          <w:rtl/>
          <w:lang w:bidi="fa-IR"/>
        </w:rPr>
        <w:t xml:space="preserve"> گنج من که تمام گنجها از او سرچشمه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 xml:space="preserve"> همانا خداوند متعال است که پروردگار جهان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آفر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ننده</w:t>
      </w:r>
      <w:r w:rsidRPr="0006794D">
        <w:rPr>
          <w:rtl/>
          <w:lang w:bidi="fa-IR"/>
        </w:rPr>
        <w:t xml:space="preserve"> آسمان ها و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آن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گانه</w:t>
      </w:r>
      <w:r w:rsidRPr="0006794D">
        <w:rPr>
          <w:rtl/>
          <w:lang w:bidi="fa-IR"/>
        </w:rPr>
        <w:t xml:space="preserve"> قدرتمند واقع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تو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شه</w:t>
      </w:r>
      <w:r w:rsidRPr="0006794D">
        <w:rPr>
          <w:rtl/>
          <w:lang w:bidi="fa-IR"/>
        </w:rPr>
        <w:t xml:space="preserve"> در معرض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او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او تو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983CFF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به</w:t>
      </w:r>
      <w:r w:rsidRPr="0006794D">
        <w:rPr>
          <w:rtl/>
          <w:lang w:bidi="fa-IR"/>
        </w:rPr>
        <w:t xml:space="preserve"> خداوند سبحان نسبت داده شده که فرمود: «من گنج پنهان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بودم، دوست داشتم که شناخته شوم. پس آفر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نش</w:t>
      </w:r>
      <w:r w:rsidRPr="0006794D">
        <w:rPr>
          <w:rtl/>
          <w:lang w:bidi="fa-IR"/>
        </w:rPr>
        <w:t xml:space="preserve"> را آفر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که بدان شناخته شوم و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به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منظور توسعه دادم».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دعا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مشلول نسبت به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عبارت آمده است «ا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گنجِ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ندارد».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بلدالأم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دعا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را نقل نموده است که در آن دعا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: «ا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ندارد»؛ و همچن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دعا نسبت به خداوند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>: «ا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 مستمندان».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کذا ورد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کنز من لا کنز له»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دعاء أوّل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من المحرّم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الإقبال 3/42 و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95/334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موسوعت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1/269، و مهج الدعوات /115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92/282.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دعاء الجوشن الکب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بالنسبه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کنز الفقراء».</w:t>
      </w:r>
      <w:r w:rsidRPr="00983CFF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المناجاه الرابعه عشره المسماه بمناجاه المعتصم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الملحقه بالصح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المبارکه السّجاد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کنز المفتقر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</w:t>
      </w:r>
      <w:r w:rsidRPr="0006794D">
        <w:rPr>
          <w:rtl/>
          <w:lang w:bidi="fa-IR"/>
        </w:rPr>
        <w:t>.</w:t>
      </w:r>
      <w:r w:rsidRPr="00983CFF">
        <w:rPr>
          <w:rStyle w:val="libFootnotenumChar"/>
          <w:rtl/>
        </w:rPr>
        <w:t>(2)</w:t>
      </w:r>
    </w:p>
    <w:p w:rsidR="0006794D" w:rsidRPr="0006794D" w:rsidRDefault="0006794D" w:rsidP="00983CFF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فاعلم</w:t>
      </w:r>
      <w:r w:rsidRPr="0006794D">
        <w:rPr>
          <w:rtl/>
          <w:lang w:bidi="fa-IR"/>
        </w:rPr>
        <w:t xml:space="preserve"> بأنّ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خالقُک و خالقُ کلّ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ءٍ،</w:t>
      </w:r>
      <w:r w:rsidRPr="0006794D">
        <w:rPr>
          <w:rtl/>
          <w:lang w:bidi="fa-IR"/>
        </w:rPr>
        <w:t xml:space="preserve"> و هو ربّک و ربّ کلّ 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ءٍ، و هو عالِمٌ بمصلحتک. ففوِّض اُمورک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اعلم بأنّه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قدّر</w:t>
      </w:r>
      <w:r w:rsidRPr="0006794D">
        <w:rPr>
          <w:rtl/>
          <w:lang w:bidi="fa-IR"/>
        </w:rPr>
        <w:t xml:space="preserve"> لعبده المؤمن إلّا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راً</w:t>
      </w:r>
      <w:r w:rsidRPr="0006794D">
        <w:rPr>
          <w:rtl/>
          <w:lang w:bidi="fa-IR"/>
        </w:rPr>
        <w:t xml:space="preserve"> له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العقب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  <w:r w:rsidR="00983CFF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کن أنتَ عبده تط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و لا تعص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أمر. فاعمل بواجباته تماماً من الأوّل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الآخر، و اترک معاص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نواه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تماماً من الصدر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>. فإن شئت أکثر من ذلک، فاعمل بالمستحبات بقدر طاقتک و ما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و هذا هو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سلوک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فإن شئت فاعمل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غرّنّک</w:t>
      </w:r>
      <w:r w:rsidRPr="0006794D">
        <w:rPr>
          <w:rtl/>
          <w:lang w:bidi="fa-IR"/>
        </w:rPr>
        <w:t xml:space="preserve"> الو</w:t>
      </w:r>
      <w:r w:rsidRPr="0006794D">
        <w:rPr>
          <w:rFonts w:hint="eastAsia"/>
          <w:rtl/>
          <w:lang w:bidi="fa-IR"/>
        </w:rPr>
        <w:t>سواسون</w:t>
      </w:r>
      <w:r w:rsidRPr="0006794D">
        <w:rPr>
          <w:rtl/>
          <w:lang w:bidi="fa-IR"/>
        </w:rPr>
        <w:t xml:space="preserve"> الخنّاسون بغ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هذه المش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ر؛</w:t>
      </w:r>
      <w:r w:rsidRPr="0006794D">
        <w:rPr>
          <w:rtl/>
          <w:lang w:bidi="fa-IR"/>
        </w:rPr>
        <w:t xml:space="preserve"> فإنّهم قطّاع الطر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و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عندهم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الضلاله و الظلمات.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فإذا</w:t>
      </w:r>
      <w:r w:rsidRPr="0006794D">
        <w:rPr>
          <w:rtl/>
          <w:lang w:bidi="fa-IR"/>
        </w:rPr>
        <w:t xml:space="preserve"> أنت عملت بواجباته و ترکت معاص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فتص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عبده «و العبود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جوهره کنهها الربوب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ه»</w:t>
      </w:r>
      <w:r w:rsidRPr="00983CFF">
        <w:rPr>
          <w:rStyle w:val="libFootnotenumChar"/>
          <w:rtl/>
        </w:rPr>
        <w:t>(3)</w:t>
      </w:r>
      <w:r w:rsidRPr="0006794D">
        <w:rPr>
          <w:rtl/>
          <w:lang w:bidi="fa-IR"/>
        </w:rPr>
        <w:t>. بمعن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أنت تص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فته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أرضه.</w:t>
      </w:r>
      <w:r w:rsidRPr="00983CFF">
        <w:rPr>
          <w:rStyle w:val="libFootnotenumChar"/>
          <w:rtl/>
        </w:rPr>
        <w:t>(4)</w:t>
      </w:r>
    </w:p>
    <w:p w:rsidR="0006794D" w:rsidRPr="0006794D" w:rsidRDefault="00983CFF" w:rsidP="00983CFF">
      <w:pPr>
        <w:pStyle w:val="libLine"/>
        <w:rPr>
          <w:rtl/>
          <w:lang w:bidi="fa-IR"/>
        </w:rPr>
      </w:pPr>
      <w:r>
        <w:rPr>
          <w:lang w:bidi="fa-IR"/>
        </w:rPr>
        <w:t>___________________________</w:t>
      </w:r>
    </w:p>
    <w:p w:rsidR="0006794D" w:rsidRPr="0006794D" w:rsidRDefault="0006794D" w:rsidP="00983CF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دعاء الجوشن الکب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>/ الفقره 92.</w:t>
      </w:r>
    </w:p>
    <w:p w:rsidR="0006794D" w:rsidRPr="0006794D" w:rsidRDefault="0006794D" w:rsidP="00983CFF">
      <w:pPr>
        <w:pStyle w:val="libFootnote0"/>
        <w:rPr>
          <w:rtl/>
          <w:lang w:bidi="fa-IR"/>
        </w:rPr>
      </w:pPr>
    </w:p>
    <w:p w:rsidR="0006794D" w:rsidRPr="0006794D" w:rsidRDefault="0006794D" w:rsidP="00983CF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السجاد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</w:p>
    <w:p w:rsidR="0006794D" w:rsidRPr="0006794D" w:rsidRDefault="0006794D" w:rsidP="00983CFF">
      <w:pPr>
        <w:pStyle w:val="libFootnote0"/>
        <w:rPr>
          <w:rtl/>
          <w:lang w:bidi="fa-IR"/>
        </w:rPr>
      </w:pPr>
    </w:p>
    <w:p w:rsidR="0006794D" w:rsidRPr="0006794D" w:rsidRDefault="0006794D" w:rsidP="00983CF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مصباح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/7 طبع الأعلم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983CFF">
      <w:pPr>
        <w:pStyle w:val="libFootnote0"/>
        <w:rPr>
          <w:rtl/>
          <w:lang w:bidi="fa-IR"/>
        </w:rPr>
      </w:pPr>
    </w:p>
    <w:p w:rsidR="0006794D" w:rsidRPr="0006794D" w:rsidRDefault="0006794D" w:rsidP="00983CF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و قد ذکر العلامه محمّد اسماع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الخواجوئ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المتوف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عام 1173 معن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ث؛</w:t>
      </w:r>
      <w:r w:rsidRPr="0006794D">
        <w:rPr>
          <w:rtl/>
          <w:lang w:bidi="fa-IR"/>
        </w:rPr>
        <w:t xml:space="preserve"> فراجع کتابه جامع الشتات /132 إن شئت.</w:t>
      </w:r>
    </w:p>
    <w:p w:rsidR="0006794D" w:rsidRPr="0006794D" w:rsidRDefault="00983CFF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جمله اول در دعا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روز اوّل محرم در کتاب اقبال، ج3، ص42 و به نقل از آن در بحارالانوار، ج95، ص334 و در کتاب موسوعه حد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ث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من، ج1، ص269 و در کتاب مهج الدّعوات، ص115 و به نقل از آن در بحارالانوار، ج92، ص282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tl/>
          <w:lang w:bidi="fa-IR"/>
        </w:rPr>
        <w:t xml:space="preserve"> آمده است.</w:t>
      </w:r>
    </w:p>
    <w:p w:rsidR="0006794D" w:rsidRPr="0006794D" w:rsidRDefault="0006794D" w:rsidP="00663A8A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دعا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جوشن 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درباره خداوند متعال آمده است: «ا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 ته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دستان»</w:t>
      </w:r>
      <w:r w:rsidRPr="0006794D">
        <w:rPr>
          <w:rtl/>
          <w:lang w:bidi="fa-IR"/>
        </w:rPr>
        <w:t>.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مناجات چهاردهم که مناجات معتصم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شده است که ملحق به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مبارکه سجاد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شده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عبارت درباره خداوند آمده است: «ا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ازمندان»</w:t>
      </w:r>
      <w:r w:rsidRPr="0006794D">
        <w:rPr>
          <w:rtl/>
          <w:lang w:bidi="fa-IR"/>
        </w:rPr>
        <w:t>.</w:t>
      </w:r>
      <w:r w:rsidRPr="0006794D">
        <w:rPr>
          <w:rFonts w:hint="eastAsia"/>
          <w:rtl/>
          <w:lang w:bidi="fa-IR"/>
        </w:rPr>
        <w:t>پس</w:t>
      </w:r>
      <w:r w:rsidRPr="0006794D">
        <w:rPr>
          <w:rtl/>
          <w:lang w:bidi="fa-IR"/>
        </w:rPr>
        <w:t xml:space="preserve"> بدان که خداوند متعال آفر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ننده</w:t>
      </w:r>
      <w:r w:rsidRPr="0006794D">
        <w:rPr>
          <w:rtl/>
          <w:lang w:bidi="fa-IR"/>
        </w:rPr>
        <w:t xml:space="preserve"> تو و هر موجود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او پروردگار تو و هر 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است؛ و اوست که به مصلحت تو داناست. پس امور خود را به او واگذار کن و بدان که آنچه را او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بنده مؤمنش مقدّر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به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او و به صلاح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اوست.</w:t>
      </w:r>
      <w:r w:rsidR="00983CFF"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بنده او باش که همواره از او اطاعت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در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کار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او نکن؛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 به تمام واجبات شرع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از اوّل تا به آخر آن عمل کن و آنچه را که خدا نه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کرده از ابتدا تا انتها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ترک کن، بلکه اگر 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قدم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هم فراتر بگذار و به مستحبّات هم به اندازه تو</w:t>
      </w:r>
      <w:r w:rsidRPr="0006794D">
        <w:rPr>
          <w:rFonts w:hint="eastAsia"/>
          <w:rtl/>
          <w:lang w:bidi="fa-IR"/>
        </w:rPr>
        <w:t>انائ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عمل کن؛ و از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مکروه هم به مقدار توانت 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کن.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تمام برنامه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سلوک من است. اگر 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وه</w:t>
      </w:r>
      <w:r w:rsidRPr="0006794D">
        <w:rPr>
          <w:rtl/>
          <w:lang w:bidi="fa-IR"/>
        </w:rPr>
        <w:t xml:space="preserve"> عمل کن و مواظب باش که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طان</w:t>
      </w:r>
      <w:r w:rsidRPr="0006794D">
        <w:rPr>
          <w:rtl/>
          <w:lang w:bidi="fa-IR"/>
        </w:rPr>
        <w:t xml:space="preserve"> صفت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وسوسه گر تو را 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ندهند و به روش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رهنمون نشوند؛ چرا که آنها دزدها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راه هدا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مردمند و در نزد آ</w:t>
      </w:r>
      <w:r w:rsidRPr="0006794D">
        <w:rPr>
          <w:rFonts w:hint="eastAsia"/>
          <w:rtl/>
          <w:lang w:bidi="fa-IR"/>
        </w:rPr>
        <w:t>نان</w:t>
      </w:r>
      <w:r w:rsidRPr="0006794D">
        <w:rPr>
          <w:rtl/>
          <w:lang w:bidi="fa-IR"/>
        </w:rPr>
        <w:t xml:space="preserve"> جز 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گمراه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افت</w:t>
      </w:r>
      <w:r w:rsidRPr="0006794D">
        <w:rPr>
          <w:rtl/>
          <w:lang w:bidi="fa-IR"/>
        </w:rPr>
        <w:t xml:space="preserve"> نشود.</w:t>
      </w:r>
      <w:r w:rsidR="00663A8A"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پس</w:t>
      </w:r>
      <w:r w:rsidRPr="0006794D">
        <w:rPr>
          <w:rtl/>
          <w:lang w:bidi="fa-IR"/>
        </w:rPr>
        <w:t xml:space="preserve"> 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تو به واجبات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عمل نمود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معاص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را ترک کرد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بنده او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«بندگ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گوهر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انسان را </w:t>
      </w:r>
      <w:r w:rsidRPr="0006794D">
        <w:rPr>
          <w:rtl/>
          <w:lang w:bidi="fa-IR"/>
        </w:rPr>
        <w:lastRenderedPageBreak/>
        <w:t>به مقام ربوب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رساند».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تو جانش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خدا در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القدس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ابن آدم، أنا غن</w:t>
      </w:r>
      <w:r w:rsidRPr="0006794D">
        <w:rPr>
          <w:rFonts w:hint="cs"/>
          <w:rtl/>
          <w:lang w:bidi="fa-IR"/>
        </w:rPr>
        <w:t>یٌ</w:t>
      </w:r>
      <w:r w:rsidRPr="0006794D">
        <w:rPr>
          <w:rtl/>
          <w:lang w:bidi="fa-IR"/>
        </w:rPr>
        <w:t xml:space="preserve"> لا أفتقر، أطعن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أمرتک، أجعلْک غن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اً</w:t>
      </w:r>
      <w:r w:rsidRPr="0006794D">
        <w:rPr>
          <w:rtl/>
          <w:lang w:bidi="fa-IR"/>
        </w:rPr>
        <w:t xml:space="preserve"> لا تفتقر.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ابن آدم، أنا ح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لاأموت، أطعن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أمرتک، أجعلْک ح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اً</w:t>
      </w:r>
      <w:r w:rsidRPr="0006794D">
        <w:rPr>
          <w:rtl/>
          <w:lang w:bidi="fa-IR"/>
        </w:rPr>
        <w:t xml:space="preserve"> لا تموت.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ابن آدم، أنا أقول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</w:t>
      </w:r>
      <w:r w:rsidRPr="0006794D">
        <w:rPr>
          <w:rtl/>
          <w:lang w:bidi="fa-IR"/>
        </w:rPr>
        <w:t xml:space="preserve"> کن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>. أطعن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أمرتک، أجعلْک تقول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</w:t>
      </w:r>
      <w:r w:rsidRPr="0006794D">
        <w:rPr>
          <w:rtl/>
          <w:lang w:bidi="fa-IR"/>
        </w:rPr>
        <w:t xml:space="preserve"> کن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>.</w:t>
      </w:r>
      <w:r w:rsidRPr="00663A8A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حمزه قال: إنّ اللّه أَوح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داود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داود، إنّه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عبد من عباد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آمره إلّا أعط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قبل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سألن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أستج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له قبل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دعون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  <w:r w:rsidRPr="00663A8A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إنّ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أَوح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داود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أن أبلغ قومک أنّه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مِن عبد منهم آمره بطاعت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إلّا کان حقّا عل</w:t>
      </w:r>
      <w:r w:rsidRPr="0006794D">
        <w:rPr>
          <w:rFonts w:hint="cs"/>
          <w:rtl/>
          <w:lang w:bidi="fa-IR"/>
        </w:rPr>
        <w:t>یَ</w:t>
      </w:r>
      <w:r w:rsidRPr="0006794D">
        <w:rPr>
          <w:rtl/>
          <w:lang w:bidi="fa-IR"/>
        </w:rPr>
        <w:t xml:space="preserve"> أن أُط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و أع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طاعت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إن سألن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و إن دعان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أجبته و إن اعتصم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عصمته و إن استکفان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و إن توکّل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حفظته من وراء عورته، و إن کاده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خلق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کنت دونه.</w:t>
      </w:r>
      <w:r w:rsidRPr="00663A8A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Default="0006794D" w:rsidP="00663A8A">
      <w:pPr>
        <w:pStyle w:val="libNormal"/>
        <w:rPr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أبان بن تغلب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لمّا اُسر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 xml:space="preserve">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ربّ، ما حال المؤمن عندک؟ 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محمّد، مَنْ أهان 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ول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فقد بارزن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بالمحاربه و أنا أسرع 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ء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نصره أول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ما تردّدتُ عن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</w:t>
      </w:r>
      <w:r w:rsidRPr="0006794D">
        <w:rPr>
          <w:rtl/>
          <w:lang w:bidi="fa-IR"/>
        </w:rPr>
        <w:t xml:space="preserve"> أنا فاعله کتردّد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وفاه المؤمن،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کره</w:t>
      </w:r>
      <w:r w:rsidRPr="0006794D">
        <w:rPr>
          <w:rtl/>
          <w:lang w:bidi="fa-IR"/>
        </w:rPr>
        <w:t xml:space="preserve"> الموت و أکره مساءته. و إنّ من عباد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</w:t>
      </w:r>
    </w:p>
    <w:p w:rsidR="00663A8A" w:rsidRPr="00663A8A" w:rsidRDefault="00663A8A" w:rsidP="00663A8A">
      <w:pPr>
        <w:pStyle w:val="libNormal"/>
        <w:rPr>
          <w:rtl/>
        </w:rPr>
      </w:pPr>
      <w:r>
        <w:rPr>
          <w:lang w:bidi="fa-IR"/>
        </w:rPr>
        <w:t>_____________________________</w:t>
      </w:r>
    </w:p>
    <w:p w:rsidR="0006794D" w:rsidRPr="0006794D" w:rsidRDefault="0006794D" w:rsidP="00663A8A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بحارالأنوار،90/376 (37/503 و 502) کلاهما من طبع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663A8A">
      <w:pPr>
        <w:pStyle w:val="libFootnote0"/>
        <w:rPr>
          <w:rtl/>
          <w:lang w:bidi="fa-IR"/>
        </w:rPr>
      </w:pPr>
    </w:p>
    <w:p w:rsidR="0006794D" w:rsidRPr="0006794D" w:rsidRDefault="0006794D" w:rsidP="00663A8A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بحارالأنوار،90/376 (37/503 و 502) کلاهما من طبع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663A8A">
      <w:pPr>
        <w:pStyle w:val="libFootnote0"/>
        <w:rPr>
          <w:rtl/>
          <w:lang w:bidi="fa-IR"/>
        </w:rPr>
      </w:pPr>
    </w:p>
    <w:p w:rsidR="0006794D" w:rsidRPr="0006794D" w:rsidRDefault="0006794D" w:rsidP="00663A8A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بحارالأنوار،90/376 (37/503 و 502) کلاهما من طبع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663A8A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لذا</w:t>
      </w:r>
      <w:r w:rsidR="0006794D" w:rsidRPr="0006794D">
        <w:rPr>
          <w:rtl/>
          <w:lang w:bidi="fa-IR"/>
        </w:rPr>
        <w:t xml:space="preserve"> در حد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ث</w:t>
      </w:r>
      <w:r w:rsidR="0006794D" w:rsidRPr="0006794D">
        <w:rPr>
          <w:rtl/>
          <w:lang w:bidi="fa-IR"/>
        </w:rPr>
        <w:t xml:space="preserve"> قدس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آمده است که: «ا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پسر آدم من (خدا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)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</w:t>
      </w:r>
      <w:r w:rsidR="0006794D" w:rsidRPr="0006794D">
        <w:rPr>
          <w:rtl/>
          <w:lang w:bidi="fa-IR"/>
        </w:rPr>
        <w:t xml:space="preserve"> هستم که هرگز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ازمند</w:t>
      </w:r>
      <w:r w:rsidR="0006794D" w:rsidRPr="0006794D">
        <w:rPr>
          <w:rtl/>
          <w:lang w:bidi="fa-IR"/>
        </w:rPr>
        <w:t xml:space="preserve">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شوم اطاعت کن مرا در آن چه به تو دستور داده ام تا تو را هم به چن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مرتبه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برسانم که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</w:t>
      </w:r>
      <w:r w:rsidR="0006794D" w:rsidRPr="0006794D">
        <w:rPr>
          <w:rtl/>
          <w:lang w:bidi="fa-IR"/>
        </w:rPr>
        <w:t xml:space="preserve"> شو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هرگز فق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نگرد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پسر آدم من زنده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هستم که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رم</w:t>
      </w:r>
      <w:r w:rsidR="0006794D" w:rsidRPr="0006794D">
        <w:rPr>
          <w:rtl/>
          <w:lang w:bidi="fa-IR"/>
        </w:rPr>
        <w:t xml:space="preserve"> اطاعت کن مرا در </w:t>
      </w:r>
      <w:r w:rsidR="0006794D" w:rsidRPr="0006794D">
        <w:rPr>
          <w:rFonts w:hint="eastAsia"/>
          <w:rtl/>
          <w:lang w:bidi="fa-IR"/>
        </w:rPr>
        <w:t>آنچه</w:t>
      </w:r>
      <w:r w:rsidR="0006794D" w:rsidRPr="0006794D">
        <w:rPr>
          <w:rtl/>
          <w:lang w:bidi="fa-IR"/>
        </w:rPr>
        <w:t xml:space="preserve"> به تو امر کرده ام تا تو را هم به جا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برسانم که زنده باش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هرگز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پسر آدم من اگر به 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باش موجود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 تو هم به دستورات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من به تو داده ام عمل کن و مط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ع</w:t>
      </w:r>
      <w:r w:rsidR="0006794D" w:rsidRPr="0006794D">
        <w:rPr>
          <w:rtl/>
          <w:lang w:bidi="fa-IR"/>
        </w:rPr>
        <w:t xml:space="preserve"> من باش تا تو را به مرتبه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برسانم که به محض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که به 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بگو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باش موجود گر</w:t>
      </w:r>
      <w:r w:rsidR="0006794D" w:rsidRPr="0006794D">
        <w:rPr>
          <w:rFonts w:hint="eastAsia"/>
          <w:rtl/>
          <w:lang w:bidi="fa-IR"/>
        </w:rPr>
        <w:t>دد</w:t>
      </w:r>
      <w:r w:rsidR="0006794D" w:rsidRPr="0006794D">
        <w:rPr>
          <w:rtl/>
          <w:lang w:bidi="fa-IR"/>
        </w:rPr>
        <w:t>.»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ابوحمزه نقل شده است که خداوند به حضرت داوود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داوود بنده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بندگان من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که مرا اطاعت کند در آنچه به او امر کرده ام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به او عطا کنم قبل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از من بخواهد و در حقّ او اجابت کنم قبل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مرا به دعا بخواند.</w:t>
      </w:r>
      <w:r w:rsidRPr="0006794D">
        <w:rPr>
          <w:rtl/>
          <w:lang w:bidi="fa-IR"/>
        </w:rPr>
        <w:cr/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63A8A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ابوجعفر (امام باقر)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شده است که فرموده: خداوند متعال به حضرت داوود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 که به قوم خود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مطلب را برسان: بنده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بندگان من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که او را بر انجام فرمان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دستور داده باشم و او مرا اطاعت کند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بر من لازم است ک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او باشم و او را بر انجام اطاعتم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و اگر از من درخواست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 به او ببخشم و اگر دعا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نمود اجابتش کنم و اگر به من پناهنده شد او را حفظ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و اگر کفا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امور مهّم خود را از من خواست من </w:t>
      </w:r>
      <w:r w:rsidRPr="0006794D">
        <w:rPr>
          <w:rtl/>
          <w:lang w:bidi="fa-IR"/>
        </w:rPr>
        <w:lastRenderedPageBreak/>
        <w:t>او را کفا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و اگر به من توکّل کند پشت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بان</w:t>
      </w:r>
      <w:r w:rsidRPr="0006794D">
        <w:rPr>
          <w:rtl/>
          <w:lang w:bidi="fa-IR"/>
        </w:rPr>
        <w:t xml:space="preserve"> او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گردم و اگر تمام خلق من در حقّ او مکر و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کنند من با او هستم.</w:t>
      </w:r>
      <w:r w:rsidR="00663A8A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أبان بن تغلب از امام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جعفر(باقرالعلوم)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شده است که: آن حضرت فرمود: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به معراج رفت به خدا عرضه داشت: خدا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مؤمن در نزد تو چگونه است؟ خدا فرمود: هرکس به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اول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اهانت کند در واقع آشکارا به جنگ من آمده است و من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هستم که از همه زودتر به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دوستانم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شتابم، و در هر کار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ترد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به خود راه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دهم جز ترد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قبض روح و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راندن</w:t>
      </w:r>
      <w:r w:rsidRPr="0006794D">
        <w:rPr>
          <w:rtl/>
          <w:lang w:bidi="fa-IR"/>
        </w:rPr>
        <w:t xml:space="preserve"> بنده مؤمن خود دارم. [چرا که]او مرگ را ناخوشا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پندارد و من از ناراحت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ناراحت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همانا بعض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بندگان باا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مانِ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لا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صلحه</w:t>
      </w:r>
      <w:r w:rsidRPr="0006794D">
        <w:rPr>
          <w:rtl/>
          <w:lang w:bidi="fa-IR"/>
        </w:rPr>
        <w:t xml:space="preserve"> إلّا الغن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لو صرفته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ذلک لهلک، و إنّ من عباد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صلحه</w:t>
      </w:r>
      <w:r w:rsidRPr="0006794D">
        <w:rPr>
          <w:rtl/>
          <w:lang w:bidi="fa-IR"/>
        </w:rPr>
        <w:t xml:space="preserve"> إلّا الفقر و لو صرفته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ذلک لهلک، و 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تقرَّبُ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عبدٌ من عباد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ءٍ</w:t>
      </w:r>
      <w:r w:rsidRPr="0006794D">
        <w:rPr>
          <w:rtl/>
          <w:lang w:bidi="fa-IR"/>
        </w:rPr>
        <w:t xml:space="preserve"> أحبّ إل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ممّا افترضتُ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و إنّه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تقرَّب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بالنافله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أُحبّه. فإذا أحببته کنتُ إ</w:t>
      </w:r>
      <w:r w:rsidRPr="0006794D">
        <w:rPr>
          <w:rFonts w:hint="eastAsia"/>
          <w:rtl/>
          <w:lang w:bidi="fa-IR"/>
        </w:rPr>
        <w:t>ذا</w:t>
      </w:r>
      <w:r w:rsidRPr="0006794D">
        <w:rPr>
          <w:rtl/>
          <w:lang w:bidi="fa-IR"/>
        </w:rPr>
        <w:t xml:space="preserve"> سمعه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سمع</w:t>
      </w:r>
      <w:r w:rsidRPr="0006794D">
        <w:rPr>
          <w:rtl/>
          <w:lang w:bidi="fa-IR"/>
        </w:rPr>
        <w:t xml:space="preserve"> به و بصره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بصر</w:t>
      </w:r>
      <w:r w:rsidRPr="0006794D">
        <w:rPr>
          <w:rtl/>
          <w:lang w:bidi="fa-IR"/>
        </w:rPr>
        <w:t xml:space="preserve"> به و لسانه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نطق</w:t>
      </w:r>
      <w:r w:rsidRPr="0006794D">
        <w:rPr>
          <w:rtl/>
          <w:lang w:bidi="fa-IR"/>
        </w:rPr>
        <w:t xml:space="preserve"> به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بطش</w:t>
      </w:r>
      <w:r w:rsidRPr="0006794D">
        <w:rPr>
          <w:rtl/>
          <w:lang w:bidi="fa-IR"/>
        </w:rPr>
        <w:t xml:space="preserve"> بها، إن دعان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أجبته و إن سألن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>.</w:t>
      </w:r>
      <w:r w:rsidRPr="00663A8A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لها</w:t>
      </w:r>
      <w:r w:rsidRPr="0006794D">
        <w:rPr>
          <w:rtl/>
          <w:lang w:bidi="fa-IR"/>
        </w:rPr>
        <w:t xml:space="preserve">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خبر حماد بن بش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عبداللّه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المرو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.</w:t>
      </w:r>
      <w:r w:rsidRPr="00663A8A">
        <w:rPr>
          <w:rStyle w:val="libFootnotenumChar"/>
          <w:rtl/>
        </w:rPr>
        <w:t>(2)</w:t>
      </w:r>
      <w:r w:rsidRPr="0006794D">
        <w:rPr>
          <w:rtl/>
          <w:lang w:bidi="fa-IR"/>
        </w:rPr>
        <w:t xml:space="preserve"> فراجعه إن شئت.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ابن فهد الحل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مرفوعه عن النّب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أنّه قال: أَوح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إل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: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أخا المرسل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أخا المنذر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أنذر قومک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دخلوا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تا</w:t>
      </w:r>
      <w:r w:rsidRPr="0006794D">
        <w:rPr>
          <w:rtl/>
          <w:lang w:bidi="fa-IR"/>
        </w:rPr>
        <w:t xml:space="preserve"> من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لأحدٍ من </w:t>
      </w:r>
      <w:r w:rsidRPr="0006794D">
        <w:rPr>
          <w:rtl/>
          <w:lang w:bidi="fa-IR"/>
        </w:rPr>
        <w:lastRenderedPageBreak/>
        <w:t>عباد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عند أحد منهم مظلمه؛ فإنّ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ألعنه مادام قائما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ردَّ</w:t>
      </w:r>
      <w:r w:rsidRPr="0006794D">
        <w:rPr>
          <w:rtl/>
          <w:lang w:bidi="fa-IR"/>
        </w:rPr>
        <w:t xml:space="preserve"> تلک الم</w:t>
      </w:r>
      <w:r w:rsidRPr="0006794D">
        <w:rPr>
          <w:rFonts w:hint="eastAsia"/>
          <w:rtl/>
          <w:lang w:bidi="fa-IR"/>
        </w:rPr>
        <w:t>ظلمه،</w:t>
      </w:r>
      <w:r w:rsidRPr="0006794D">
        <w:rPr>
          <w:rtl/>
          <w:lang w:bidi="fa-IR"/>
        </w:rPr>
        <w:t xml:space="preserve"> فأکون سمعه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سمع</w:t>
      </w:r>
      <w:r w:rsidRPr="0006794D">
        <w:rPr>
          <w:rtl/>
          <w:lang w:bidi="fa-IR"/>
        </w:rPr>
        <w:t xml:space="preserve"> به و أکون بصره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بصر</w:t>
      </w:r>
      <w:r w:rsidRPr="0006794D">
        <w:rPr>
          <w:rtl/>
          <w:lang w:bidi="fa-IR"/>
        </w:rPr>
        <w:t xml:space="preserve"> به،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 xml:space="preserve"> من أَول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ائ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أصف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 xml:space="preserve"> جار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 النب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الصد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الشهداء [و الصالح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[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الجنه.</w:t>
      </w:r>
      <w:r w:rsidRPr="00663A8A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لا تکن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المجال أقل من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الّذ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کان عبدا للسلطان محمود الغزنو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له قصه معروفه معه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شأن الجوهره الثم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نه،</w:t>
      </w:r>
      <w:r w:rsidRPr="0006794D">
        <w:rPr>
          <w:rtl/>
          <w:lang w:bidi="fa-IR"/>
        </w:rPr>
        <w:t xml:space="preserve"> و قد تعرّض لها الحاج المول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السبزوار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قدس سره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منظومته الفقه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المسماه ب_ «النبراس»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قال: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63A8A" w:rsidP="00663A8A">
      <w:pPr>
        <w:pStyle w:val="libLine"/>
        <w:rPr>
          <w:rtl/>
          <w:lang w:bidi="fa-IR"/>
        </w:rPr>
      </w:pPr>
      <w:r>
        <w:rPr>
          <w:lang w:bidi="fa-IR"/>
        </w:rPr>
        <w:t>_____________________________</w:t>
      </w:r>
    </w:p>
    <w:p w:rsidR="0006794D" w:rsidRPr="0006794D" w:rsidRDefault="0006794D" w:rsidP="00663A8A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2/352، ح8.</w:t>
      </w:r>
    </w:p>
    <w:p w:rsidR="0006794D" w:rsidRPr="0006794D" w:rsidRDefault="0006794D" w:rsidP="00663A8A">
      <w:pPr>
        <w:pStyle w:val="libFootnote0"/>
        <w:rPr>
          <w:rtl/>
          <w:lang w:bidi="fa-IR"/>
        </w:rPr>
      </w:pPr>
    </w:p>
    <w:p w:rsidR="0006794D" w:rsidRPr="0006794D" w:rsidRDefault="0006794D" w:rsidP="00663A8A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2/352، ح7.</w:t>
      </w:r>
    </w:p>
    <w:p w:rsidR="0006794D" w:rsidRPr="0006794D" w:rsidRDefault="0006794D" w:rsidP="00663A8A">
      <w:pPr>
        <w:pStyle w:val="libFootnote0"/>
        <w:rPr>
          <w:rtl/>
          <w:lang w:bidi="fa-IR"/>
        </w:rPr>
      </w:pPr>
    </w:p>
    <w:p w:rsidR="0006794D" w:rsidRPr="0006794D" w:rsidRDefault="0006794D" w:rsidP="00663A8A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عدّه الداع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/173.</w:t>
      </w:r>
    </w:p>
    <w:p w:rsidR="00663A8A" w:rsidRDefault="0006794D" w:rsidP="00663A8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63A8A" w:rsidP="00663A8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من</w:t>
      </w:r>
      <w:r w:rsidR="0006794D" w:rsidRPr="0006794D">
        <w:rPr>
          <w:rtl/>
          <w:lang w:bidi="fa-IR"/>
        </w:rPr>
        <w:t xml:space="preserve"> امورشان اصلاح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شود، مگر در صورت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</w:t>
      </w:r>
      <w:r w:rsidR="0006794D" w:rsidRPr="0006794D">
        <w:rPr>
          <w:rtl/>
          <w:lang w:bidi="fa-IR"/>
        </w:rPr>
        <w:t xml:space="preserve"> شوند و اگر غ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از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حالت درباره آنان انجام 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رد</w:t>
      </w:r>
      <w:r w:rsidR="0006794D" w:rsidRPr="0006794D">
        <w:rPr>
          <w:rtl/>
          <w:lang w:bidi="fa-IR"/>
        </w:rPr>
        <w:t xml:space="preserve"> هلاک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شوند و گروه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گر</w:t>
      </w:r>
      <w:r w:rsidR="0006794D" w:rsidRPr="0006794D">
        <w:rPr>
          <w:rtl/>
          <w:lang w:bidi="fa-IR"/>
        </w:rPr>
        <w:t xml:space="preserve"> صلاح آنان در فقر و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ازمند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که اگر غ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از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باشد هلاک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شوند. و 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چ</w:t>
      </w:r>
      <w:r w:rsidR="0006794D" w:rsidRPr="0006794D">
        <w:rPr>
          <w:rtl/>
          <w:lang w:bidi="fa-IR"/>
        </w:rPr>
        <w:t xml:space="preserve"> کدام از بندگان من به من نزد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</w:t>
      </w:r>
      <w:r w:rsidR="0006794D" w:rsidRPr="0006794D">
        <w:rPr>
          <w:rtl/>
          <w:lang w:bidi="fa-IR"/>
        </w:rPr>
        <w:t xml:space="preserve">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 به 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در نزد من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بهتر از انجام کارها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که بر او واجب کرده ام. و همانا او به درگاه من تقرّب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جو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به 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له</w:t>
      </w:r>
      <w:r w:rsidR="0006794D" w:rsidRPr="0006794D">
        <w:rPr>
          <w:rtl/>
          <w:lang w:bidi="fa-IR"/>
        </w:rPr>
        <w:t xml:space="preserve"> انجام نافله (نمازها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مستحبّ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) به طور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من او را دوست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دارم پس اگر دوستدار او شوم همان گوش او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شوم که با آن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شنود و چشم او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شوم که با آن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ند</w:t>
      </w:r>
      <w:r w:rsidR="0006794D" w:rsidRPr="0006794D">
        <w:rPr>
          <w:rtl/>
          <w:lang w:bidi="fa-IR"/>
        </w:rPr>
        <w:t xml:space="preserve"> و زبانش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شوم که با آن سخن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و دستش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شوم که با آن کارها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مهّم انجام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دهد و اگر مرا بخواند او را اجابت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کنم و چنان چه 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من بخواهد به او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بخشم.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قسمت پا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حمّاد بن بش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کتاب 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نقل شده است، اگر 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مراجعه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ابن</w:t>
      </w:r>
      <w:r w:rsidRPr="0006794D">
        <w:rPr>
          <w:rtl/>
          <w:lang w:bidi="fa-IR"/>
        </w:rPr>
        <w:t xml:space="preserve"> فهد حلّ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مرفوعه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نموده که آن حضرت فرمود: خداوند به من 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برادر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امبران</w:t>
      </w:r>
      <w:r w:rsidRPr="0006794D">
        <w:rPr>
          <w:rtl/>
          <w:lang w:bidi="fa-IR"/>
        </w:rPr>
        <w:t xml:space="preserve"> و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برادر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دهندگان، قوم خود را هشدار ده وارد خانه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خانه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نشوند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ستم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 بندگان من بر </w:t>
      </w:r>
      <w:r w:rsidRPr="0006794D">
        <w:rPr>
          <w:rFonts w:hint="eastAsia"/>
          <w:rtl/>
          <w:lang w:bidi="fa-IR"/>
        </w:rPr>
        <w:t>ذمه</w:t>
      </w:r>
      <w:r w:rsidRPr="0006794D">
        <w:rPr>
          <w:rtl/>
          <w:lang w:bidi="fa-IR"/>
        </w:rPr>
        <w:t xml:space="preserve"> آنها باشد. و اگر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حال به درگاه من به نماز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ستند،</w:t>
      </w:r>
      <w:r w:rsidRPr="0006794D">
        <w:rPr>
          <w:rtl/>
          <w:lang w:bidi="fa-IR"/>
        </w:rPr>
        <w:t xml:space="preserve"> تازمان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شگاه</w:t>
      </w:r>
      <w:r w:rsidRPr="0006794D">
        <w:rPr>
          <w:rtl/>
          <w:lang w:bidi="fa-IR"/>
        </w:rPr>
        <w:t xml:space="preserve"> من به نماز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ستاده</w:t>
      </w:r>
      <w:r w:rsidRPr="0006794D">
        <w:rPr>
          <w:rtl/>
          <w:lang w:bidi="fa-IR"/>
        </w:rPr>
        <w:t xml:space="preserve"> اند، من آنها را لعنت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مگر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آن ستم را از صاحبش برطرف کنند.پس اگر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را بکند،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شخص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من گوش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شوم که با آن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شنود و چشم او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شوم که با آن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و او از دوستان و برگز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دگان</w:t>
      </w:r>
      <w:r w:rsidRPr="0006794D">
        <w:rPr>
          <w:rtl/>
          <w:lang w:bidi="fa-IR"/>
        </w:rPr>
        <w:t xml:space="preserve"> من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گردد و در جوار من با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امبران</w:t>
      </w:r>
      <w:r w:rsidRPr="0006794D">
        <w:rPr>
          <w:rtl/>
          <w:lang w:bidi="fa-IR"/>
        </w:rPr>
        <w:t xml:space="preserve"> و صد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قّان</w:t>
      </w:r>
      <w:r w:rsidRPr="0006794D">
        <w:rPr>
          <w:rtl/>
          <w:lang w:bidi="fa-IR"/>
        </w:rPr>
        <w:t xml:space="preserve"> و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دان</w:t>
      </w:r>
      <w:r w:rsidRPr="0006794D">
        <w:rPr>
          <w:rtl/>
          <w:lang w:bidi="fa-IR"/>
        </w:rPr>
        <w:t xml:space="preserve"> [و بندگان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سته</w:t>
      </w:r>
      <w:r w:rsidRPr="0006794D">
        <w:rPr>
          <w:rtl/>
          <w:lang w:bidi="fa-IR"/>
        </w:rPr>
        <w:t xml:space="preserve"> من] در بهشت قرار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174B8" w:rsidRDefault="0006794D" w:rsidP="000174B8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در مس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بندگ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خدا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کمتر نباش.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غلام سلطان محمود غزنو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بود و داستان معروف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سلطان محمود درباره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گوهر گرانبها دارد. که حاج ملّا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سبزوار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0174B8" w:rsidRPr="000174B8">
        <w:rPr>
          <w:rStyle w:val="libAlaemChar"/>
          <w:rtl/>
        </w:rPr>
        <w:t>قدس‌سره</w:t>
      </w:r>
      <w:r w:rsidR="000174B8" w:rsidRPr="00BB2EBE">
        <w:rPr>
          <w:rtl/>
        </w:rPr>
        <w:t xml:space="preserve"> </w:t>
      </w:r>
      <w:r w:rsidRPr="0006794D">
        <w:rPr>
          <w:rtl/>
          <w:lang w:bidi="fa-IR"/>
        </w:rPr>
        <w:t>در منظومه 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«النّبراس»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بدان اشاره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کند:</w:t>
      </w: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4055"/>
        <w:gridCol w:w="268"/>
        <w:gridCol w:w="3634"/>
      </w:tblGrid>
      <w:tr w:rsidR="000174B8" w:rsidTr="00D21C7D">
        <w:trPr>
          <w:trHeight w:val="350"/>
        </w:trPr>
        <w:tc>
          <w:tcPr>
            <w:tcW w:w="4720" w:type="dxa"/>
            <w:shd w:val="clear" w:color="auto" w:fill="auto"/>
          </w:tcPr>
          <w:p w:rsidR="000174B8" w:rsidRDefault="000174B8" w:rsidP="00D21C7D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کسرُ</w:t>
            </w:r>
            <w:r w:rsidRPr="0006794D">
              <w:rPr>
                <w:rtl/>
                <w:lang w:bidi="fa-IR"/>
              </w:rPr>
              <w:t xml:space="preserve"> الأ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ازِ</w:t>
            </w:r>
            <w:r w:rsidRPr="0006794D">
              <w:rPr>
                <w:rtl/>
                <w:lang w:bidi="fa-IR"/>
              </w:rPr>
              <w:t xml:space="preserve"> للفر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دهِ</w:t>
            </w:r>
            <w:r w:rsidRPr="0006794D">
              <w:rPr>
                <w:rtl/>
                <w:lang w:bidi="fa-IR"/>
              </w:rPr>
              <w:t xml:space="preserve"> اشتهر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174B8" w:rsidRDefault="000174B8" w:rsidP="00D21C7D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174B8" w:rsidRDefault="000174B8" w:rsidP="00D21C7D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و أمر مأمورٍ أم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رٍ</w:t>
            </w:r>
            <w:r w:rsidRPr="0006794D">
              <w:rPr>
                <w:rtl/>
                <w:lang w:bidi="fa-IR"/>
              </w:rPr>
              <w:t xml:space="preserve"> ما کَسَرَ</w:t>
            </w:r>
            <w:r w:rsidRPr="00663A8A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E783D" w:rsidRDefault="000E783D" w:rsidP="0006794D">
      <w:pPr>
        <w:pStyle w:val="libNormal"/>
        <w:rPr>
          <w:rtl/>
          <w:lang w:bidi="fa-IR"/>
        </w:rPr>
      </w:pPr>
    </w:p>
    <w:p w:rsidR="0006794D" w:rsidRPr="0006794D" w:rsidRDefault="000E783D" w:rsidP="000E783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66035308"/>
      <w:bookmarkStart w:id="5" w:name="_Toc66035374"/>
      <w:r w:rsidR="0006794D" w:rsidRPr="0006794D">
        <w:rPr>
          <w:rFonts w:hint="eastAsia"/>
          <w:rtl/>
          <w:lang w:bidi="fa-IR"/>
        </w:rPr>
        <w:lastRenderedPageBreak/>
        <w:t>الکنز</w:t>
      </w:r>
      <w:r w:rsidR="0006794D" w:rsidRPr="0006794D">
        <w:rPr>
          <w:rtl/>
          <w:lang w:bidi="fa-IR"/>
        </w:rPr>
        <w:t xml:space="preserve"> الثان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: محمد رسول الله </w:t>
      </w:r>
      <w:r w:rsidR="000174B8" w:rsidRPr="000174B8">
        <w:rPr>
          <w:rStyle w:val="libAlaemChar"/>
          <w:rtl/>
          <w:lang w:bidi="fa-IR"/>
        </w:rPr>
        <w:t>صلى‌الله‌عليه‌وآله‌وسلم</w:t>
      </w:r>
      <w:bookmarkEnd w:id="4"/>
      <w:bookmarkEnd w:id="5"/>
      <w:r w:rsidR="000174B8" w:rsidRPr="000174B8">
        <w:rPr>
          <w:rStyle w:val="libAlaemChar"/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63A8A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الکنز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هو صاحب الخُلق العظ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رحمه للعالم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رسول ربّه خاتم الأنب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و المرسل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محمّد رسول اللّه المصطف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(المولود 17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الأوّل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عام الف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المتوف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مسموما 28 صفر عام 11)، صاحب رساله ربّه و الداع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. و هو </w:t>
      </w:r>
      <w:r w:rsidRPr="0006794D">
        <w:rPr>
          <w:rFonts w:hint="eastAsia"/>
          <w:rtl/>
          <w:lang w:bidi="fa-IR"/>
        </w:rPr>
        <w:t>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 جاء بخ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الأد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أحسن الشرا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و «حلاله حلال أبدا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 xml:space="preserve"> و حرامه حرام أبدا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امه»</w:t>
      </w:r>
      <w:r w:rsidRPr="00663A8A">
        <w:rPr>
          <w:rStyle w:val="libFootnotenumChar"/>
          <w:rtl/>
        </w:rPr>
        <w:t>(2)</w:t>
      </w:r>
      <w:r w:rsidRPr="0006794D">
        <w:rPr>
          <w:rtl/>
          <w:lang w:bidi="fa-IR"/>
        </w:rPr>
        <w:t>. کما أت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بمعاجز کث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عدّها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الوج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زه،</w:t>
      </w:r>
      <w:r w:rsidRPr="0006794D">
        <w:rPr>
          <w:rtl/>
          <w:lang w:bidi="fa-IR"/>
        </w:rPr>
        <w:t xml:space="preserve">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بمراجعه الکتب المفصّله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المجال.</w:t>
      </w:r>
      <w:r w:rsidR="00663A8A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 معاجزه الباق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عمل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المباهله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لها ترت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خاصّ.</w:t>
      </w:r>
      <w:r w:rsidRPr="00663A8A">
        <w:rPr>
          <w:rStyle w:val="libFootnotenumChar"/>
          <w:rtl/>
        </w:rPr>
        <w:t>(3)</w:t>
      </w:r>
    </w:p>
    <w:p w:rsidR="0006794D" w:rsidRPr="0006794D" w:rsidRDefault="0006794D" w:rsidP="00663A8A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القرآن الکر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هو المعجزه الخالده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مرّ الدهور و الأ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</w:t>
      </w:r>
      <w:r w:rsidRPr="0006794D">
        <w:rPr>
          <w:rtl/>
          <w:lang w:bidi="fa-IR"/>
        </w:rPr>
        <w:t>.</w:t>
      </w:r>
      <w:r w:rsidR="00663A8A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أحد عشر من أَولاده الأئمه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فاعلم أن ماجاء به محمّد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حقّ لار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 فإن کان من العقائد فاعتقد بها و اجعل عقد قلبک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ها،</w:t>
      </w:r>
      <w:r w:rsidRPr="0006794D">
        <w:rPr>
          <w:rtl/>
          <w:lang w:bidi="fa-IR"/>
        </w:rPr>
        <w:t xml:space="preserve"> و إن کان من واجب الأعمال فاعمل به، و إن کان من المناه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فانته عنه؛ فإنّه رسول ربّ 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نطق</w:t>
      </w:r>
      <w:r w:rsidRPr="0006794D">
        <w:rPr>
          <w:rtl/>
          <w:lang w:bidi="fa-IR"/>
        </w:rPr>
        <w:t xml:space="preserve"> عن الهو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إن هو إلّا 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174B8" w:rsidP="000174B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0174B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النبراس /7.</w:t>
      </w:r>
    </w:p>
    <w:p w:rsidR="0006794D" w:rsidRPr="0006794D" w:rsidRDefault="0006794D" w:rsidP="000174B8">
      <w:pPr>
        <w:pStyle w:val="libFootnote0"/>
        <w:rPr>
          <w:rtl/>
          <w:lang w:bidi="fa-IR"/>
        </w:rPr>
      </w:pPr>
    </w:p>
    <w:p w:rsidR="0006794D" w:rsidRPr="0006794D" w:rsidRDefault="0006794D" w:rsidP="000174B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کما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زراره المرو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1/58، ح19.</w:t>
      </w:r>
    </w:p>
    <w:p w:rsidR="0006794D" w:rsidRPr="0006794D" w:rsidRDefault="0006794D" w:rsidP="000174B8">
      <w:pPr>
        <w:pStyle w:val="libFootnote0"/>
        <w:rPr>
          <w:rtl/>
          <w:lang w:bidi="fa-IR"/>
        </w:rPr>
      </w:pPr>
    </w:p>
    <w:p w:rsidR="0006794D" w:rsidRPr="0006794D" w:rsidRDefault="0006794D" w:rsidP="000174B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فراجع لترت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بها</w:t>
      </w:r>
      <w:r w:rsidRPr="0006794D">
        <w:rPr>
          <w:rtl/>
          <w:lang w:bidi="fa-IR"/>
        </w:rPr>
        <w:t>: عده الداع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/248 لابن فهد الحل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طبعه مؤسسه المعارف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عام 1420.</w:t>
      </w:r>
    </w:p>
    <w:p w:rsidR="000174B8" w:rsidRDefault="0006794D" w:rsidP="000174B8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174B8" w:rsidP="000174B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شکستن</w:t>
      </w:r>
      <w:r w:rsidR="0006794D" w:rsidRPr="0006794D">
        <w:rPr>
          <w:rtl/>
          <w:lang w:bidi="fa-IR"/>
        </w:rPr>
        <w:t xml:space="preserve"> آن گوهر گرانبها به دست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</w:t>
      </w:r>
      <w:r w:rsidR="0006794D" w:rsidRPr="0006794D">
        <w:rPr>
          <w:rtl/>
          <w:lang w:bidi="fa-IR"/>
        </w:rPr>
        <w:t xml:space="preserve"> مشهور است، ول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مأمور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بود که دستور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خود را نشکست.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فرزندم: دوّم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گنج، صاحب اخلاق بزرگ و رحمت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فرستاده پروردگارش آخر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ما حضرت محمّد بن عبداللّه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است که در سال واقعه اصحاب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در 17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الاوّل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آمد. و در 28 صفر سال 11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آن حضرت را مسموم نموده بودند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رحلت فرمود. آن حضرت دارا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رسالت از جانب پروردگارش و دعوت کننده مردم به 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خدا بود که با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</w:t>
      </w:r>
      <w:r w:rsidRPr="0006794D">
        <w:rPr>
          <w:rtl/>
          <w:lang w:bidi="fa-IR"/>
        </w:rPr>
        <w:t xml:space="preserve">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به 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مردم آمد و حلال آن حضرت تا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حلال و حرامش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تا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حرام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با معج</w:t>
      </w:r>
      <w:r w:rsidRPr="0006794D">
        <w:rPr>
          <w:rFonts w:hint="eastAsia"/>
          <w:rtl/>
          <w:lang w:bidi="fa-IR"/>
        </w:rPr>
        <w:t>زات</w:t>
      </w:r>
      <w:r w:rsidRPr="0006794D">
        <w:rPr>
          <w:rtl/>
          <w:lang w:bidi="fa-IR"/>
        </w:rPr>
        <w:t xml:space="preserve"> فراوان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رسالت برانگ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خته</w:t>
      </w:r>
      <w:r w:rsidRPr="0006794D">
        <w:rPr>
          <w:rtl/>
          <w:lang w:bidi="fa-IR"/>
        </w:rPr>
        <w:t xml:space="preserve"> شد که مرا توانا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شمارش آنها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مختصر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کتاب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مفصّل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باره نوشته شده است مراجعه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معجزات باق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همان مباهله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که با ترت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و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خاصّ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انجام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معجزاتش قرآن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است که در واقع معجزه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جاو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دان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اسلام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که با گذشت روزگاران و مرور ا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ام</w:t>
      </w:r>
      <w:r w:rsidRPr="0006794D">
        <w:rPr>
          <w:rtl/>
          <w:lang w:bidi="fa-IR"/>
        </w:rPr>
        <w:t xml:space="preserve"> همچنان باق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معجزات آن حضرت وجود مقدّس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ازده</w:t>
      </w:r>
      <w:r w:rsidRPr="0006794D">
        <w:rPr>
          <w:rtl/>
          <w:lang w:bidi="fa-IR"/>
        </w:rPr>
        <w:t xml:space="preserve"> نفر از فرزندان معصوم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فرزندم</w:t>
      </w:r>
      <w:r w:rsidRPr="0006794D">
        <w:rPr>
          <w:rtl/>
          <w:lang w:bidi="fa-IR"/>
        </w:rPr>
        <w:t xml:space="preserve">: بدان که آن چه حضرت محمّد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آورده است مطابق با واقع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بدون ذرهّ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شکّ، پس آنچه از معارف آن حضرت مربوط به اعتقادات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به آن معتقد باش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قلب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را بر آن قرار بده، و آنچه از واجبات و احکام عمل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آن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را انجام ده و از آنچه آن حضرت نه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نموده است 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نما، و بدان که آن حضرت فرستاده خداوند است و از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هوس سخن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بلکه آنچه بر زبان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راند در واقع به جز 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</w:t>
      </w:r>
    </w:p>
    <w:p w:rsidR="0006794D" w:rsidRPr="0006794D" w:rsidRDefault="000E783D" w:rsidP="000E783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66035309"/>
      <w:bookmarkStart w:id="7" w:name="_Toc66035375"/>
      <w:r w:rsidR="0006794D" w:rsidRPr="0006794D">
        <w:rPr>
          <w:rFonts w:hint="eastAsia"/>
          <w:rtl/>
          <w:lang w:bidi="fa-IR"/>
        </w:rPr>
        <w:lastRenderedPageBreak/>
        <w:t>الکنز</w:t>
      </w:r>
      <w:r w:rsidR="0006794D" w:rsidRPr="0006794D">
        <w:rPr>
          <w:rtl/>
          <w:lang w:bidi="fa-IR"/>
        </w:rPr>
        <w:t xml:space="preserve"> الثالث: أم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رالمؤمن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أب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طالب </w:t>
      </w:r>
      <w:r w:rsidR="000174B8" w:rsidRPr="000174B8">
        <w:rPr>
          <w:rStyle w:val="libAlaemChar"/>
          <w:rtl/>
        </w:rPr>
        <w:t>عليه‌السلام</w:t>
      </w:r>
      <w:bookmarkEnd w:id="6"/>
      <w:bookmarkEnd w:id="7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174B8">
      <w:pPr>
        <w:pStyle w:val="libBold1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اشاره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الکنز الثالث: هو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-عل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الصلاه و السلام- (المولود 13رجب ثلاثون عاما بعد عام الف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المتوف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21 شهر رمضان عام40) و هو الخل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174B8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-بلافصل- بعد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أخ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صهره لبنته فاطمه الزهراء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نساء 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، و له الولا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التکو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التشر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و هو نفس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بدلاله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المباهله، إلاّ أن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آخر الأنب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و خاتمهم و هو أوّل الأئمه و مبتدئهم و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عن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أنّه قال عند قرب وفاته: «أ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الناس، هذا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طالب کنز اللّه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و ما بعد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وم،</w:t>
      </w:r>
      <w:r w:rsidRPr="0006794D">
        <w:rPr>
          <w:rtl/>
          <w:lang w:bidi="fa-IR"/>
        </w:rPr>
        <w:t xml:space="preserve"> من أحبّه و تولّاه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و ما بعد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فقد أوف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بما عاهد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و أدّ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وجب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و من عاداه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و ما ب</w:t>
      </w:r>
      <w:r w:rsidRPr="0006794D">
        <w:rPr>
          <w:rFonts w:hint="eastAsia"/>
          <w:rtl/>
          <w:lang w:bidi="fa-IR"/>
        </w:rPr>
        <w:t>عد</w:t>
      </w:r>
      <w:r w:rsidRPr="0006794D">
        <w:rPr>
          <w:rtl/>
          <w:lang w:bidi="fa-IR"/>
        </w:rPr>
        <w:t xml:space="preserve">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وم،</w:t>
      </w:r>
      <w:r w:rsidRPr="0006794D">
        <w:rPr>
          <w:rtl/>
          <w:lang w:bidi="fa-IR"/>
        </w:rPr>
        <w:t xml:space="preserve"> جاء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 xml:space="preserve"> أعم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أصمّ لا حجّه له عند اللّه».</w:t>
      </w:r>
      <w:r w:rsidRPr="000174B8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ذکر الصدوق بإسناده عن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أنّ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قال له: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إنّ لک کنزا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 و أنت ذو قرنَ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ها»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.</w:t>
      </w:r>
      <w:r w:rsidRPr="000174B8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زاد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«و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عتک</w:t>
      </w:r>
      <w:r w:rsidRPr="0006794D">
        <w:rPr>
          <w:rtl/>
          <w:lang w:bidi="fa-IR"/>
        </w:rPr>
        <w:t xml:space="preserve"> تُعرَفُ بحزب اللّه عزوجل»</w:t>
      </w:r>
      <w:r w:rsidRPr="000174B8">
        <w:rPr>
          <w:rStyle w:val="libFootnotenumChar"/>
          <w:rtl/>
        </w:rPr>
        <w:t>(4)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ثم</w:t>
      </w:r>
      <w:r w:rsidRPr="0006794D">
        <w:rPr>
          <w:rtl/>
          <w:lang w:bidi="fa-IR"/>
        </w:rPr>
        <w:t xml:space="preserve"> قال الصّدوق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«الکنز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الجنه» وجهان:</w:t>
      </w:r>
    </w:p>
    <w:p w:rsidR="0006794D" w:rsidRPr="0006794D" w:rsidRDefault="00D21C7D" w:rsidP="00D21C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قد کتبت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سالف الزمان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إثبات خلافته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المطبوع «ولا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امامت» باللغه الفارس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بحارالأنوار 22/486، ح31.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معان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الأخبار /205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بحارالأنوار، 39/41، ح13.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الصدوق، المجلس الثالث و الثمانون، ح 2/656، الرقم 89.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D21C7D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فرزندم؛ گنج سوّم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رالمؤمن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اب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طالب</w:t>
      </w:r>
      <w:r w:rsidR="0006794D" w:rsidRPr="0006794D">
        <w:rPr>
          <w:rtl/>
          <w:lang w:bidi="fa-IR"/>
        </w:rPr>
        <w:t xml:space="preserve"> </w:t>
      </w:r>
      <w:r w:rsidRPr="00D21C7D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باشد (که در 13 رجب در حال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سال از واقعه عام الف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</w:t>
      </w:r>
      <w:r w:rsidR="0006794D" w:rsidRPr="0006794D">
        <w:rPr>
          <w:rtl/>
          <w:lang w:bidi="fa-IR"/>
        </w:rPr>
        <w:t xml:space="preserve"> گذشته بود به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آمد و در 21 ماه رمضان سال 40 هجر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 شهادت 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) آن حضرت جانش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بلافصل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و برادر و وصّ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eastAsia"/>
          <w:rtl/>
          <w:lang w:bidi="fa-IR"/>
        </w:rPr>
        <w:t>و</w:t>
      </w:r>
      <w:r w:rsidR="0006794D" w:rsidRPr="0006794D">
        <w:rPr>
          <w:rtl/>
          <w:lang w:bidi="fa-IR"/>
        </w:rPr>
        <w:t xml:space="preserve"> داماد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شوهر دختر رسول خدا فاطمه زهرا </w:t>
      </w:r>
      <w:r w:rsidRPr="00D21C7D">
        <w:rPr>
          <w:rStyle w:val="libAlaemChar"/>
          <w:rtl/>
        </w:rPr>
        <w:t xml:space="preserve">عليها‌السلام </w:t>
      </w:r>
      <w:r w:rsidR="0006794D" w:rsidRPr="0006794D">
        <w:rPr>
          <w:rtl/>
          <w:lang w:bidi="fa-IR"/>
        </w:rPr>
        <w:t xml:space="preserve"> سرور زنان عالم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باشد. و دارا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ولا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تکو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تشر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و او به منزله نفس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است به دلالت آ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شر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فه</w:t>
      </w:r>
      <w:r w:rsidR="0006794D" w:rsidRPr="0006794D">
        <w:rPr>
          <w:rtl/>
          <w:lang w:bidi="fa-IR"/>
        </w:rPr>
        <w:t xml:space="preserve"> مباهله با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فرق که حضرت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آخر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نفر از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امبران</w:t>
      </w:r>
      <w:r w:rsidR="0006794D" w:rsidRPr="0006794D">
        <w:rPr>
          <w:rtl/>
          <w:lang w:bidi="fa-IR"/>
        </w:rPr>
        <w:t xml:space="preserve"> اله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ول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حضرت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اوّل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امام از امامان معصوم و پدر آن بزرگواران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آمده است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خدا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نزد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وفاتشان بود فرمودند: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مردم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گنج خدا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روزگار و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نده</w:t>
      </w:r>
      <w:r w:rsidRPr="0006794D">
        <w:rPr>
          <w:rtl/>
          <w:lang w:bidi="fa-IR"/>
        </w:rPr>
        <w:t xml:space="preserve"> است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امروز و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نده</w:t>
      </w:r>
      <w:r w:rsidRPr="0006794D">
        <w:rPr>
          <w:rtl/>
          <w:lang w:bidi="fa-IR"/>
        </w:rPr>
        <w:t xml:space="preserve"> او را دوست بدارد و 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برگز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>. پس به عهد 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جانب خدا بر عهده اوست وفا نموده است و آنچه را که خدا بر او واجب کرده ادا نموده است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با او امروز و بعد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دشمن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عذر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در نزد پروردگارش محشور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کور و لال است و در نزد خداوند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حجت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ندارد.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- رحمت و رضوان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 او باد- با سندها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از حضرت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نموده است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به او فرمود: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در بهشت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تو صاحب دو مهم آن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امال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اضافه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جملات عبارت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در ادامه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آورده است و آن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است: 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روان</w:t>
      </w:r>
      <w:r w:rsidRPr="0006794D">
        <w:rPr>
          <w:rtl/>
          <w:lang w:bidi="fa-IR"/>
        </w:rPr>
        <w:t xml:space="preserve"> تو به عنوان حزب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عزّوجّل شناخته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در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در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«گنج در بهشت»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آمده است دو وجه ذکر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الأوّل</w:t>
      </w:r>
      <w:r w:rsidRPr="0006794D">
        <w:rPr>
          <w:rtl/>
          <w:lang w:bidi="fa-IR"/>
        </w:rPr>
        <w:t xml:space="preserve">: إنّه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مفتاح نع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مها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قال: و قد سمعت بعض المشا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ذکر</w:t>
      </w:r>
      <w:r w:rsidRPr="0006794D">
        <w:rPr>
          <w:rtl/>
          <w:lang w:bidi="fa-IR"/>
        </w:rPr>
        <w:t xml:space="preserve"> أنّ هذا الکنز هو ولده المحسن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هو السّقط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ألقته فاطمه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لمّا ضغطت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الباب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قال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«ذو قرن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ها»</w:t>
      </w:r>
      <w:r w:rsidRPr="0006794D">
        <w:rPr>
          <w:rtl/>
          <w:lang w:bidi="fa-IR"/>
        </w:rPr>
        <w:t>: إنّ قرن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هما الحسن و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هماالسلام</w:t>
      </w:r>
      <w:r w:rsidRPr="0006794D">
        <w:rPr>
          <w:rtl/>
          <w:lang w:bidi="fa-IR"/>
        </w:rPr>
        <w:t xml:space="preserve"> ، أو المراد بهما قرن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ا؛</w:t>
      </w:r>
      <w:r w:rsidRPr="0006794D">
        <w:rPr>
          <w:rtl/>
          <w:lang w:bidi="fa-IR"/>
        </w:rPr>
        <w:t xml:space="preserve"> 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شرقها و غربها و أنّک الحجه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راجع</w:t>
      </w:r>
      <w:r w:rsidRPr="0006794D">
        <w:rPr>
          <w:rtl/>
          <w:lang w:bidi="fa-IR"/>
        </w:rPr>
        <w:t xml:space="preserve"> لتفص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کلامه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کتابه معان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الأخبار</w:t>
      </w:r>
      <w:r w:rsidRPr="0006794D">
        <w:rPr>
          <w:rtl/>
          <w:lang w:bidi="fa-IR"/>
        </w:rPr>
        <w:t>/ 206 و 207.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قال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أنا کنزُ الغِن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  <w:r w:rsidRPr="00D21C7D">
        <w:rPr>
          <w:rStyle w:val="libFootnotenumChar"/>
          <w:rtl/>
        </w:rPr>
        <w:t xml:space="preserve">(1) </w:t>
      </w:r>
      <w:r w:rsidRPr="0006794D">
        <w:rPr>
          <w:rtl/>
          <w:lang w:bidi="fa-IR"/>
        </w:rPr>
        <w:t>و قال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>: أنا کنز ملهوف.</w:t>
      </w:r>
      <w:r w:rsidRPr="00D21C7D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بالتمسک بحبل 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و إمامته، و هو حبل اللّه المت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صراطه المستق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باب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علم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، و هو الحقّ کما قال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«الحقّ مع عل</w:t>
      </w:r>
      <w:r w:rsidRPr="0006794D">
        <w:rPr>
          <w:rFonts w:hint="cs"/>
          <w:rtl/>
          <w:lang w:bidi="fa-IR"/>
        </w:rPr>
        <w:t>یٍ</w:t>
      </w:r>
      <w:r w:rsidRPr="0006794D">
        <w:rPr>
          <w:rtl/>
          <w:lang w:bidi="fa-IR"/>
        </w:rPr>
        <w:t xml:space="preserve"> و عل</w:t>
      </w:r>
      <w:r w:rsidRPr="0006794D">
        <w:rPr>
          <w:rFonts w:hint="cs"/>
          <w:rtl/>
          <w:lang w:bidi="fa-IR"/>
        </w:rPr>
        <w:t>یٌّ</w:t>
      </w:r>
      <w:r w:rsidRPr="0006794D">
        <w:rPr>
          <w:rtl/>
          <w:lang w:bidi="fa-IR"/>
        </w:rPr>
        <w:t xml:space="preserve"> مع الحقِّ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فترقان</w:t>
      </w:r>
      <w:r w:rsidRPr="0006794D">
        <w:rPr>
          <w:rtl/>
          <w:lang w:bidi="fa-IR"/>
        </w:rPr>
        <w:t xml:space="preserve">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الحوض».</w:t>
      </w:r>
      <w:r w:rsidRPr="00D21C7D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هو الجنه کما قال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«عل</w:t>
      </w:r>
      <w:r w:rsidRPr="0006794D">
        <w:rPr>
          <w:rFonts w:hint="cs"/>
          <w:rtl/>
          <w:lang w:bidi="fa-IR"/>
        </w:rPr>
        <w:t>یٌّ</w:t>
      </w:r>
      <w:r w:rsidRPr="0006794D">
        <w:rPr>
          <w:rtl/>
          <w:lang w:bidi="fa-IR"/>
        </w:rPr>
        <w:t xml:space="preserve"> قس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مُ</w:t>
      </w:r>
      <w:r w:rsidRPr="0006794D">
        <w:rPr>
          <w:rtl/>
          <w:lang w:bidi="fa-IR"/>
        </w:rPr>
        <w:t xml:space="preserve"> النارِ».</w:t>
      </w:r>
      <w:r w:rsidRPr="00D21C7D">
        <w:rPr>
          <w:rStyle w:val="libFootnotenumChar"/>
          <w:rtl/>
        </w:rPr>
        <w:t>(4)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بحبِّ مَن تولّاه مِن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عته</w:t>
      </w:r>
      <w:r w:rsidRPr="0006794D">
        <w:rPr>
          <w:rtl/>
          <w:lang w:bidi="fa-IR"/>
        </w:rPr>
        <w:t xml:space="preserve"> و موال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D21C7D">
        <w:rPr>
          <w:rStyle w:val="libFootnotenumChar"/>
          <w:rtl/>
        </w:rPr>
        <w:t>(5)</w:t>
      </w:r>
      <w:r w:rsidRPr="0006794D">
        <w:rPr>
          <w:rtl/>
          <w:lang w:bidi="fa-IR"/>
        </w:rPr>
        <w:t xml:space="preserve"> و البراءه ممَّنْ عاداه مِن مخالف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غاصب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حقوقه. فاعلم أنّک إن نصرت عل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فاللّه هو ناصرک، و إن خذلته فاللّه هو خاذلک -أع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ذک</w:t>
      </w:r>
      <w:r w:rsidRPr="0006794D">
        <w:rPr>
          <w:rtl/>
          <w:lang w:bidi="fa-IR"/>
        </w:rPr>
        <w:t xml:space="preserve"> باللّه من ذلک- . و الوجه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ذلک هو دعاء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المستجاب قطعا ف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D21C7D" w:rsidP="00D21C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الفضائل 1/80 لشاذان بن جبرئ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 «فاطمه الزهراء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عظمه اللّه» /170.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نوادر المعجزات /112 ح12 للطبر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الإمام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الطبعه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ثه</w:t>
      </w:r>
      <w:r w:rsidRPr="0006794D">
        <w:rPr>
          <w:rtl/>
          <w:lang w:bidi="fa-IR"/>
        </w:rPr>
        <w:t>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الخصال، /559، المناقب، 2/260، کشف الغمه 1/144، بحارالأنوار، 29/16، 31/324، 38/28.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المناقب 2/9، بحارالأنوار، 39/204، 40/176.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المجال راجع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المطبوع</w:t>
      </w:r>
      <w:r w:rsidRPr="0006794D">
        <w:rPr>
          <w:rtl/>
          <w:lang w:bidi="fa-IR"/>
        </w:rPr>
        <w:t xml:space="preserve"> «ألف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المؤمن».</w:t>
      </w:r>
    </w:p>
    <w:p w:rsidR="0006794D" w:rsidRPr="0006794D" w:rsidRDefault="00D21C7D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اوّل</w:t>
      </w:r>
      <w:r w:rsidR="0006794D" w:rsidRPr="0006794D">
        <w:rPr>
          <w:rtl/>
          <w:lang w:bidi="fa-IR"/>
        </w:rPr>
        <w:t>: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که حضرت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کل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نعمت 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بهشت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D21C7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دوّم</w:t>
      </w:r>
      <w:r w:rsidRPr="0006794D">
        <w:rPr>
          <w:rtl/>
          <w:lang w:bidi="fa-IR"/>
        </w:rPr>
        <w:t>: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من از بزرگان 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ام آن گنج فرزندش محسن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که او همان جن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بوده که از حضرت فاطمه </w:t>
      </w:r>
      <w:r w:rsidR="00D21C7D" w:rsidRPr="00D21C7D">
        <w:rPr>
          <w:rStyle w:val="libAlaemChar"/>
          <w:rFonts w:eastAsiaTheme="minorHAnsi"/>
          <w:rtl/>
        </w:rPr>
        <w:t>عليها‌السلام</w:t>
      </w:r>
      <w:r w:rsidRPr="0006794D">
        <w:rPr>
          <w:rtl/>
          <w:lang w:bidi="fa-IR"/>
        </w:rPr>
        <w:t xml:space="preserve"> سقط شد آن زمان که حضرت فاطمه </w:t>
      </w:r>
      <w:r w:rsidR="00D21C7D" w:rsidRPr="00D21C7D">
        <w:rPr>
          <w:rStyle w:val="libAlaemChar"/>
          <w:rFonts w:eastAsiaTheme="minorHAnsi"/>
          <w:rtl/>
        </w:rPr>
        <w:t>عليها‌السلام</w:t>
      </w:r>
      <w:r w:rsidRPr="0006794D">
        <w:rPr>
          <w:rtl/>
          <w:lang w:bidi="fa-IR"/>
        </w:rPr>
        <w:t xml:space="preserve"> در فشار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 در (در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وار</w:t>
      </w:r>
      <w:r w:rsidRPr="0006794D">
        <w:rPr>
          <w:rtl/>
          <w:lang w:bidi="fa-IR"/>
        </w:rPr>
        <w:t>) قرار گرفت.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D21C7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در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«صاحب دو مهم» گفته است که مراد امام حسن و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D21C7D" w:rsidRPr="00D21C7D">
        <w:rPr>
          <w:rStyle w:val="libAlaemChar"/>
          <w:rFonts w:eastAsiaTheme="minorHAnsi"/>
          <w:rtl/>
        </w:rPr>
        <w:t>عليها‌السلام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منظور دو طرف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مشرق و مغرب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تو حجّت بر عالم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که مفصّل کلام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کتابش معان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الاخبار ص207 و ص206 بب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حضرت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شده است که آن حضرت فرمودند: من گنج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هستم. و همچن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آن حضرت فرموده است: من گنج آن کَسَم که 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خواهد و او را اندوه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باشد.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فرزندم</w:t>
      </w:r>
      <w:r w:rsidRPr="0006794D">
        <w:rPr>
          <w:rtl/>
          <w:lang w:bidi="fa-IR"/>
        </w:rPr>
        <w:t xml:space="preserve"> بر تو باد به 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امامت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بزرگوار چنگ زن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او 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سمان</w:t>
      </w:r>
      <w:r w:rsidRPr="0006794D">
        <w:rPr>
          <w:rtl/>
          <w:lang w:bidi="fa-IR"/>
        </w:rPr>
        <w:t xml:space="preserve"> محکم خدا و راه مستق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درب شهر علم و دانش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باشد؛ و اوست حقّ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فرموده است: «حق با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حق است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 از هم جدا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شوند تا </w:t>
      </w:r>
      <w:r w:rsidRPr="0006794D">
        <w:rPr>
          <w:rFonts w:hint="eastAsia"/>
          <w:rtl/>
          <w:lang w:bidi="fa-IR"/>
        </w:rPr>
        <w:t>روز</w:t>
      </w:r>
      <w:r w:rsidRPr="0006794D">
        <w:rPr>
          <w:rtl/>
          <w:lang w:bidi="fa-IR"/>
        </w:rPr>
        <w:t xml:space="preserve"> رستاخ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در حوض کوثر بر من وارد شوند».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بهشت خودِ حضرت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است؛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فرمود: «عل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مِ</w:t>
      </w:r>
      <w:r w:rsidRPr="0006794D">
        <w:rPr>
          <w:rtl/>
          <w:lang w:bidi="fa-IR"/>
        </w:rPr>
        <w:t xml:space="preserve"> (نقطه مقابل) آتشِ جهنم است».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D21C7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فرزندم</w:t>
      </w:r>
      <w:r w:rsidRPr="0006794D">
        <w:rPr>
          <w:rtl/>
          <w:lang w:bidi="fa-IR"/>
        </w:rPr>
        <w:t xml:space="preserve"> بر تو باد به دوست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آن حضرت را دوست دارند که همان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روان</w:t>
      </w:r>
      <w:r w:rsidRPr="0006794D">
        <w:rPr>
          <w:rtl/>
          <w:lang w:bidi="fa-IR"/>
        </w:rPr>
        <w:t xml:space="preserve"> آن حضرت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باشند. و بر تو باد به برائت از دشمنان آن حضرت که همان مخالفان آن امام و غصب کنندگان حقوقش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باشند. پس بدان که اگر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اور</w:t>
      </w:r>
      <w:r w:rsidRPr="0006794D">
        <w:rPr>
          <w:rtl/>
          <w:lang w:bidi="fa-IR"/>
        </w:rPr>
        <w:t xml:space="preserve"> حضرت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همانا خدا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اور</w:t>
      </w:r>
      <w:r w:rsidRPr="0006794D">
        <w:rPr>
          <w:rtl/>
          <w:lang w:bidi="fa-IR"/>
        </w:rPr>
        <w:t xml:space="preserve"> توس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اگر آن حضرت را رها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خدا ترا رها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کند؛ و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مطلب دعا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مستجاب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در روز</w:t>
      </w:r>
      <w:r w:rsidR="00D21C7D">
        <w:rPr>
          <w:rFonts w:hint="cs"/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غد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رخم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قال بعد نصب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بالولا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الخلافه: «من کنتُ مولاه فعل</w:t>
      </w:r>
      <w:r w:rsidRPr="0006794D">
        <w:rPr>
          <w:rFonts w:hint="cs"/>
          <w:rtl/>
          <w:lang w:bidi="fa-IR"/>
        </w:rPr>
        <w:t>یٌّ</w:t>
      </w:r>
      <w:r w:rsidRPr="0006794D">
        <w:rPr>
          <w:rtl/>
          <w:lang w:bidi="fa-IR"/>
        </w:rPr>
        <w:t xml:space="preserve"> مولاه. اللّهمّ وال من والاه و عاد من عاداه و انصر من نصره و اخذل من خذله...»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أنّ مذهب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هو مذهب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الإمام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الاثنا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و هو المذهب الحقّ الوح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قامت لحقان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أدله و حجج و أمارات لا تعدّ و لا تحص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أمّا السند القطع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لمذهبنا مذهب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</w:t>
      </w:r>
      <w:r w:rsidRPr="0006794D">
        <w:rPr>
          <w:rtl/>
          <w:lang w:bidi="fa-IR"/>
        </w:rPr>
        <w:t xml:space="preserve"> لأحدٍ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ناقش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دلالته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مولاتنا فاطمه الزهراء بنت رسول اللّه و قره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و ثمره فؤاده،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نساء 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الأوّل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الآخر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سلام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(المولوده 20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خمسه أع</w:t>
      </w:r>
      <w:r w:rsidRPr="0006794D">
        <w:rPr>
          <w:rFonts w:hint="eastAsia"/>
          <w:rtl/>
          <w:lang w:bidi="fa-IR"/>
        </w:rPr>
        <w:t>وام</w:t>
      </w:r>
      <w:r w:rsidRPr="0006794D">
        <w:rPr>
          <w:rtl/>
          <w:lang w:bidi="fa-IR"/>
        </w:rPr>
        <w:t xml:space="preserve"> بعد البعثه - المتوفاه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13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15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الاُول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أو 3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عام 11)؛ فإنه قال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حقّها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مرهٍ: «فاطمه بضعهٌ منّ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فمن أغضبها أغضبن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»</w:t>
      </w:r>
      <w:r w:rsidRPr="0006794D">
        <w:rPr>
          <w:rtl/>
          <w:lang w:bidi="fa-IR"/>
        </w:rPr>
        <w:t>.</w:t>
      </w:r>
      <w:r w:rsidRPr="00D21C7D">
        <w:rPr>
          <w:rStyle w:val="libFootnotenumChar"/>
          <w:rtl/>
        </w:rPr>
        <w:t>(1)</w:t>
      </w:r>
    </w:p>
    <w:p w:rsidR="0006794D" w:rsidRPr="0006794D" w:rsidRDefault="000E783D" w:rsidP="000E783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66035310"/>
      <w:bookmarkStart w:id="9" w:name="_Toc66035376"/>
      <w:r w:rsidR="0006794D" w:rsidRPr="0006794D">
        <w:rPr>
          <w:rFonts w:hint="eastAsia"/>
          <w:rtl/>
          <w:lang w:bidi="fa-IR"/>
        </w:rPr>
        <w:lastRenderedPageBreak/>
        <w:t>فاطمه</w:t>
      </w:r>
      <w:r w:rsidR="0006794D" w:rsidRPr="0006794D">
        <w:rPr>
          <w:rtl/>
          <w:lang w:bidi="fa-IR"/>
        </w:rPr>
        <w:t xml:space="preserve"> الزهراء </w:t>
      </w:r>
      <w:r w:rsidR="00D21C7D" w:rsidRPr="00D21C7D">
        <w:rPr>
          <w:rStyle w:val="libAlaemChar"/>
          <w:rFonts w:eastAsiaTheme="minorHAnsi"/>
          <w:rtl/>
        </w:rPr>
        <w:t>عليها‌السلام</w:t>
      </w:r>
      <w:bookmarkEnd w:id="8"/>
      <w:bookmarkEnd w:id="9"/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 المعلوم عند الجم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بأنّ فاطمه الزهراء سلام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استشهدت بعد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بشهور لأجل مصائب و محن وردت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من قبل الخلافه و السلطه الموجوده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زمانها و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کانت غاضبه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ها،</w:t>
      </w:r>
      <w:r w:rsidRPr="0006794D">
        <w:rPr>
          <w:rtl/>
          <w:lang w:bidi="fa-IR"/>
        </w:rPr>
        <w:t xml:space="preserve"> و لذا وصّت بأن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دفنها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سرّا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حضر</w:t>
      </w:r>
      <w:r w:rsidRPr="0006794D">
        <w:rPr>
          <w:rtl/>
          <w:lang w:bidi="fa-IR"/>
        </w:rPr>
        <w:t xml:space="preserve"> أحد من غاصب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حقوقها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تش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عها</w:t>
      </w:r>
      <w:r w:rsidRPr="0006794D">
        <w:rPr>
          <w:rtl/>
          <w:lang w:bidi="fa-IR"/>
        </w:rPr>
        <w:t xml:space="preserve"> و دفنها کما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D21C7D" w:rsidP="00D21C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06794D" w:rsidRPr="0006794D" w:rsidRDefault="0006794D" w:rsidP="00D21C7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قد ذکرت مصادر هذه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من بعض طرق العامه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موسوعه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8/254 فراجع ما حررته هناک.</w:t>
      </w:r>
    </w:p>
    <w:p w:rsidR="00D21C7D" w:rsidRDefault="0006794D" w:rsidP="00D21C7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D21C7D" w:rsidP="00D21C7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غد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رخم</w:t>
      </w:r>
      <w:r w:rsidR="0006794D" w:rsidRPr="0006794D">
        <w:rPr>
          <w:rtl/>
          <w:lang w:bidi="fa-IR"/>
        </w:rPr>
        <w:t xml:space="preserve"> است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در حال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حضرت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را به عنوان جانش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خود نصب نمودند دعا کردند که هرکس تاکنون من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او بودم از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به بعد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اوست، خدا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اهل ولا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او را در کنف ولا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خود 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ر،</w:t>
      </w:r>
      <w:r w:rsidR="0006794D" w:rsidRPr="0006794D">
        <w:rPr>
          <w:rtl/>
          <w:lang w:bidi="fa-IR"/>
        </w:rPr>
        <w:t xml:space="preserve"> و با دشمنان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دشمن باش. خدا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اور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ارانش</w:t>
      </w:r>
      <w:r w:rsidR="0006794D" w:rsidRPr="0006794D">
        <w:rPr>
          <w:rtl/>
          <w:lang w:bidi="fa-IR"/>
        </w:rPr>
        <w:t xml:space="preserve"> باش و به خودشان واگذار کسان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 xml:space="preserve">را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نکردند... تا آخر حد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ث</w:t>
      </w:r>
      <w:r w:rsidR="0006794D"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که مذهب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همان مذهب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دوازده امام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است. مذهب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تنها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گانه</w:t>
      </w:r>
      <w:r w:rsidRPr="0006794D">
        <w:rPr>
          <w:rtl/>
          <w:lang w:bidi="fa-IR"/>
        </w:rPr>
        <w:t xml:space="preserve"> مذهب حق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حقان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تش</w:t>
      </w:r>
      <w:r w:rsidRPr="0006794D">
        <w:rPr>
          <w:rtl/>
          <w:lang w:bidi="fa-IR"/>
        </w:rPr>
        <w:t xml:space="preserve"> دلائل و براه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نشانه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اقامه شده است.</w:t>
      </w:r>
    </w:p>
    <w:p w:rsidR="0006794D" w:rsidRPr="0006794D" w:rsidRDefault="0006794D" w:rsidP="00D21C7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امّا سند قطع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مذهب ما که همان مذهب اهل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است و سند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امکان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راد</w:t>
      </w:r>
      <w:r w:rsidRPr="0006794D">
        <w:rPr>
          <w:rtl/>
          <w:lang w:bidi="fa-IR"/>
        </w:rPr>
        <w:t xml:space="preserve"> و اشکال بر آن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در واقع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نفر است و آن حضرت فاطمه زهرا </w:t>
      </w:r>
      <w:r w:rsidR="00D21C7D" w:rsidRPr="00D21C7D">
        <w:rPr>
          <w:rStyle w:val="libAlaemChar"/>
          <w:rFonts w:eastAsiaTheme="minorHAnsi"/>
          <w:rtl/>
        </w:rPr>
        <w:t>عليها‌السلام</w:t>
      </w:r>
      <w:r w:rsidRPr="0006794D">
        <w:rPr>
          <w:rtl/>
          <w:lang w:bidi="fa-IR"/>
        </w:rPr>
        <w:t xml:space="preserve"> دختر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نور چشم آن حضرت و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وه</w:t>
      </w:r>
      <w:r w:rsidRPr="0006794D">
        <w:rPr>
          <w:rtl/>
          <w:lang w:bidi="fa-IR"/>
        </w:rPr>
        <w:t xml:space="preserve"> دلش، سرور زنان 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از </w:t>
      </w:r>
      <w:r w:rsidRPr="0006794D">
        <w:rPr>
          <w:rFonts w:hint="eastAsia"/>
          <w:rtl/>
          <w:lang w:bidi="fa-IR"/>
        </w:rPr>
        <w:t>اوّل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آخر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آن حضرت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ستم</w:t>
      </w:r>
      <w:r w:rsidRPr="0006794D">
        <w:rPr>
          <w:rtl/>
          <w:lang w:bidi="fa-IR"/>
        </w:rPr>
        <w:t xml:space="preserve">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الثّان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سال پنجم بعثت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13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15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الاوّل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سوم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الثّان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ازدهم</w:t>
      </w:r>
      <w:r w:rsidRPr="0006794D">
        <w:rPr>
          <w:rtl/>
          <w:lang w:bidi="fa-IR"/>
        </w:rPr>
        <w:t xml:space="preserve">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D21C7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 xml:space="preserve">در شأن حضرت فاطمه </w:t>
      </w:r>
      <w:r w:rsidR="00D21C7D" w:rsidRPr="00D21C7D">
        <w:rPr>
          <w:rStyle w:val="libAlaemChar"/>
          <w:rFonts w:eastAsiaTheme="minorHAnsi"/>
          <w:rtl/>
        </w:rPr>
        <w:t>عليها‌السلام</w:t>
      </w:r>
      <w:r w:rsidRPr="0006794D">
        <w:rPr>
          <w:rtl/>
          <w:lang w:bidi="fa-IR"/>
        </w:rPr>
        <w:t xml:space="preserve"> بارها فرمودند: فاطمه پاره تن من است هر که او را به خشم آورد مرا به خشم آورده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نزد همه معلوم و آشکار است که آن حضرت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بعد از پدرش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به فاصله چند ماه به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مص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بت</w:t>
      </w:r>
      <w:r w:rsidRPr="0006794D">
        <w:rPr>
          <w:rtl/>
          <w:lang w:bidi="fa-IR"/>
        </w:rPr>
        <w:t xml:space="preserve"> ها و آزارها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بر آن بزرگوار وارد شد از جانب حکومتِ وقت و حقّ آن حضرت غصب شد و به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خاطر هم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 که حضرت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را در </w:t>
      </w:r>
      <w:r w:rsidRPr="0006794D">
        <w:rPr>
          <w:rFonts w:hint="eastAsia"/>
          <w:rtl/>
          <w:lang w:bidi="fa-IR"/>
        </w:rPr>
        <w:t>پنهان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دفن کند و در تش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 xml:space="preserve">جنازه اش و هنگام دفنش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حقوق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غصب نمودند حاضر نشوند</w:t>
      </w:r>
    </w:p>
    <w:p w:rsidR="0006794D" w:rsidRPr="0006794D" w:rsidRDefault="0006794D" w:rsidP="00D379F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حدثنا</w:t>
      </w:r>
      <w:r w:rsidRPr="0006794D">
        <w:rPr>
          <w:rtl/>
          <w:lang w:bidi="fa-IR"/>
        </w:rPr>
        <w:t xml:space="preserve"> التار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خ،</w:t>
      </w:r>
      <w:r w:rsidRPr="0006794D">
        <w:rPr>
          <w:rtl/>
          <w:lang w:bidi="fa-IR"/>
        </w:rPr>
        <w:t xml:space="preserve"> و لم ترضَ عنهم، و معلوم أنّ غضبها من غضب اللّه و رضاها من رضا اللّه.</w:t>
      </w:r>
      <w:r w:rsidR="00D379F4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أنّ لفاطمه سلام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حرمه عنداللّه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جاه 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الآخره، و لها حرمه عند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قَبِّلُها</w:t>
      </w:r>
      <w:r w:rsidRPr="0006794D">
        <w:rPr>
          <w:rtl/>
          <w:lang w:bidi="fa-IR"/>
        </w:rPr>
        <w:t xml:space="preserve"> کلّما دخلت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کما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D379F4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و لها حرمه عند بعلها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عند أولاده الأئمه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فإذا أردت حاجه فاطلبها من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اجعل واسطتک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 xml:space="preserve">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اللّه عزوجل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له الولا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فاطمه الزهراء سلام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ها،</w:t>
      </w:r>
      <w:r w:rsidRPr="0006794D">
        <w:rPr>
          <w:rtl/>
          <w:lang w:bidi="fa-IR"/>
        </w:rPr>
        <w:t xml:space="preserve"> و کذلک شف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عتک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 xml:space="preserve">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اللّه، و واسطتک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 xml:space="preserve">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بعلها و أولادها؛ فإنّهم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بجّلونها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قدّسونها</w:t>
      </w:r>
      <w:r w:rsidRPr="0006794D">
        <w:rPr>
          <w:rtl/>
          <w:lang w:bidi="fa-IR"/>
        </w:rPr>
        <w:t xml:space="preserve"> و لها مقام الشفاعه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D379F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ثبت عند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بطرق مختلفه أنّها مدفونه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تها</w:t>
      </w:r>
      <w:r w:rsidRPr="0006794D">
        <w:rPr>
          <w:rtl/>
          <w:lang w:bidi="fa-IR"/>
        </w:rPr>
        <w:t xml:space="preserve"> و هذا من أسرار آل محمد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.</w:t>
      </w:r>
      <w:r w:rsidR="00D379F4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إن وفقک اللّه لز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ارتها</w:t>
      </w:r>
      <w:r w:rsidRPr="0006794D">
        <w:rPr>
          <w:rtl/>
          <w:lang w:bidi="fa-IR"/>
        </w:rPr>
        <w:t xml:space="preserve">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اره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، فاقرأ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ارتها</w:t>
      </w:r>
      <w:r w:rsidRPr="0006794D">
        <w:rPr>
          <w:rtl/>
          <w:lang w:bidi="fa-IR"/>
        </w:rPr>
        <w:t xml:space="preserve"> بعد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اره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أنت قائم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حضره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تها</w:t>
      </w:r>
      <w:r w:rsidRPr="0006794D">
        <w:rPr>
          <w:rtl/>
          <w:lang w:bidi="fa-IR"/>
        </w:rPr>
        <w:t xml:space="preserve"> المعلوم حال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أنّه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خلف قبر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بأقدام. و اسأل اللّه الرحمه و المغفره 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ذاک المکان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عادل</w:t>
      </w:r>
      <w:r w:rsidRPr="0006794D">
        <w:rPr>
          <w:rtl/>
          <w:lang w:bidi="fa-IR"/>
        </w:rPr>
        <w:t xml:space="preserve"> الجنه بل هو الجنه حقّا.</w:t>
      </w:r>
    </w:p>
    <w:p w:rsidR="0006794D" w:rsidRPr="0006794D" w:rsidRDefault="00D379F4" w:rsidP="00D379F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06794D" w:rsidRPr="0006794D" w:rsidRDefault="0006794D" w:rsidP="00D379F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سنن الترمذ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5/361، مستدرک الصح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3/154 و 159 من الطبعه القد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مه،</w:t>
      </w:r>
      <w:r w:rsidRPr="0006794D">
        <w:rPr>
          <w:rtl/>
          <w:lang w:bidi="fa-IR"/>
        </w:rPr>
        <w:t xml:space="preserve"> جامع الأصول 9/127، ح6677، ذخائر العقب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/41، الأدب المفرد /141، للبخار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الطبعه القد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مه،</w:t>
      </w:r>
      <w:r w:rsidRPr="0006794D">
        <w:rPr>
          <w:rtl/>
          <w:lang w:bidi="fa-IR"/>
        </w:rPr>
        <w:t xml:space="preserve"> سنن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7/101، بحارالأنوار 37/71 (15/605)، فضائل الخمسه 3/158، للف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روز</w:t>
      </w:r>
      <w:r w:rsidRPr="0006794D">
        <w:rPr>
          <w:rtl/>
          <w:lang w:bidi="fa-IR"/>
        </w:rPr>
        <w:t xml:space="preserve"> آباد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التاج الجامع للأصول 5/254.</w:t>
      </w:r>
    </w:p>
    <w:p w:rsidR="00D379F4" w:rsidRDefault="0006794D" w:rsidP="00D379F4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D379F4" w:rsidP="00D379F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همانطور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را گزارش کرده است و آن حضرت از آنان راض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نبود. و روشن است که خشم او خشم خدا و رضا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تش</w:t>
      </w:r>
      <w:r w:rsidRPr="0006794D">
        <w:rPr>
          <w:rtl/>
          <w:lang w:bidi="fa-IR"/>
        </w:rPr>
        <w:t xml:space="preserve"> رضا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خدا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D379F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فرزندم؛ فاطمه زهرا </w:t>
      </w:r>
      <w:r w:rsidR="00D379F4" w:rsidRPr="00D379F4">
        <w:rPr>
          <w:rStyle w:val="libAlaemChar"/>
          <w:rFonts w:eastAsiaTheme="minorHAnsi"/>
          <w:rtl/>
        </w:rPr>
        <w:t>عليها‌السلام</w:t>
      </w:r>
      <w:r w:rsidRPr="0006794D">
        <w:rPr>
          <w:rtl/>
          <w:lang w:bidi="fa-IR"/>
        </w:rPr>
        <w:t xml:space="preserve"> در نزد خداوند متعال احترام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ژه</w:t>
      </w:r>
      <w:r w:rsidRPr="0006794D">
        <w:rPr>
          <w:rtl/>
          <w:lang w:bidi="fa-IR"/>
        </w:rPr>
        <w:t xml:space="preserve"> و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بلند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دارد و در نزد پدرش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 به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هر زمان دخترش بر او وارد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 او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چنانچه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آمده است. و در ن</w:t>
      </w:r>
      <w:r w:rsidRPr="0006794D">
        <w:rPr>
          <w:rFonts w:hint="eastAsia"/>
          <w:rtl/>
          <w:lang w:bidi="fa-IR"/>
        </w:rPr>
        <w:t>زد</w:t>
      </w:r>
      <w:r w:rsidRPr="0006794D">
        <w:rPr>
          <w:rtl/>
          <w:lang w:bidi="fa-IR"/>
        </w:rPr>
        <w:t xml:space="preserve">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 xml:space="preserve">و فرزندانِ معصوم آن حضرت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هم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احترام و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مخصوص وجود دارد. پس هرگاه از درگاه خدا حاجت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را از خداوند بخواه و واسطه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خود و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و ائمه 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 xml:space="preserve">را فاطمه زهرا </w:t>
      </w:r>
      <w:r w:rsidR="00D379F4" w:rsidRPr="00D379F4">
        <w:rPr>
          <w:rStyle w:val="libAlaemChar"/>
          <w:rFonts w:eastAsiaTheme="minorHAnsi"/>
          <w:rtl/>
        </w:rPr>
        <w:t>عليها‌السلام</w:t>
      </w:r>
      <w:r w:rsidRPr="0006794D">
        <w:rPr>
          <w:rtl/>
          <w:lang w:bidi="fa-IR"/>
        </w:rPr>
        <w:t xml:space="preserve"> قرار بده و به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متوسّل شو، و او را شف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خود و خدا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واسطه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خودت و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همسر گرام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و فرزندان معصومش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قرار ده. چون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</w:t>
      </w:r>
      <w:r w:rsidRPr="0006794D">
        <w:rPr>
          <w:rtl/>
          <w:lang w:bidi="fa-IR"/>
        </w:rPr>
        <w:t xml:space="preserve"> او را گرام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دارند و بزرگ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شمارند و مقام شفاعت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از آن اوست.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از راه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گوناگون ثابت شده است که آن حضرت در خانه خودش دفن شده است،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از اسرار آل محمد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اگر خدا به تو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آن حضرت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پدرش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را عطا فرمود،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آن حضرت را بعد از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پدرش در حال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ستاده</w:t>
      </w:r>
      <w:r w:rsidRPr="0006794D">
        <w:rPr>
          <w:rtl/>
          <w:lang w:bidi="fa-IR"/>
        </w:rPr>
        <w:t xml:space="preserve"> در کنار خانه اش که فعلاً مشخّص است و در چند قدم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پشت قبر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 xml:space="preserve">واقع شده بخوان. و از خدا در آن مکان </w:t>
      </w:r>
      <w:r w:rsidRPr="0006794D">
        <w:rPr>
          <w:rtl/>
          <w:lang w:bidi="fa-IR"/>
        </w:rPr>
        <w:lastRenderedPageBreak/>
        <w:t>که معادل بهشت بلکه بهشت واقع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رحمت و آمرزش بخواه.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ثم</w:t>
      </w:r>
      <w:r w:rsidRPr="0006794D">
        <w:rPr>
          <w:rtl/>
          <w:lang w:bidi="fa-IR"/>
        </w:rPr>
        <w:t xml:space="preserve"> اخرج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الغَرقد وزُر أولادها الأئمه الهداه الأربع المدفون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شأن أولادها -و هم الأئمه المعصومون من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- قال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 xml:space="preserve"> کرائمُ القرآن و هم کنوز الرحمن. إنْ نَطَقُوا صَدَقُوا و إنْ صَمَتُوالم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سْبَقُوا،</w:t>
      </w:r>
      <w:r w:rsidRPr="0006794D">
        <w:rPr>
          <w:rtl/>
          <w:lang w:bidi="fa-IR"/>
        </w:rPr>
        <w:t xml:space="preserve"> الخطبه.</w:t>
      </w:r>
      <w:r w:rsidRPr="00D379F4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E783D" w:rsidP="000E783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66035311"/>
      <w:bookmarkStart w:id="11" w:name="_Toc66035377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الحسن المجتب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0174B8" w:rsidRPr="000174B8">
        <w:rPr>
          <w:rStyle w:val="libAlaemChar"/>
          <w:rtl/>
        </w:rPr>
        <w:t>عليه‌السلام</w:t>
      </w:r>
      <w:bookmarkEnd w:id="10"/>
      <w:bookmarkEnd w:id="11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اعلم أنّ الإمام بعد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هو نجله الإمام الحسن المجتب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السبط الأکبر (المولود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النصف من شهر رمضان عام 3 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7 أو 28 صفر عام 50 هجر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>)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سمّه معاو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-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الهاو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-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جَعْدَه بنت أشعث بن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زوجه الإمام ممّا أد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لفظ کبده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الطشت، کما أفصحت بذلک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التار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D379F4">
        <w:rPr>
          <w:rStyle w:val="libFootnotenumChar"/>
          <w:rtl/>
        </w:rPr>
        <w:t>(2)</w:t>
      </w:r>
      <w:r w:rsidRPr="0006794D">
        <w:rPr>
          <w:rtl/>
          <w:lang w:bidi="fa-IR"/>
        </w:rPr>
        <w:t xml:space="preserve"> و استشهد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ذهب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جوار ربّه و للإلتحاق بجده و أمّه و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أنّ والده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أوّل مظلوم ظلم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الإسلام و ظلامته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اغتصاب الخلافه منه و من ولده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راثهم</w:t>
      </w:r>
      <w:r w:rsidRPr="0006794D">
        <w:rPr>
          <w:rtl/>
          <w:lang w:bidi="fa-IR"/>
        </w:rPr>
        <w:t xml:space="preserve"> الشّرع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رثه</w:t>
      </w:r>
      <w:r w:rsidRPr="0006794D">
        <w:rPr>
          <w:rtl/>
          <w:lang w:bidi="fa-IR"/>
        </w:rPr>
        <w:t xml:space="preserve"> الأئمه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 xml:space="preserve">کابرا عن کابر، و قد ورثه الحسن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ه؛</w:t>
      </w:r>
      <w:r w:rsidRPr="0006794D">
        <w:rPr>
          <w:rtl/>
          <w:lang w:bidi="fa-IR"/>
        </w:rPr>
        <w:t xml:space="preserve"> و هو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من المظلو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 فعل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بالدفاع عنه و عن والده و التذک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بما وقع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هما</w:t>
      </w:r>
      <w:r w:rsidRPr="0006794D">
        <w:rPr>
          <w:rtl/>
          <w:lang w:bidi="fa-IR"/>
        </w:rPr>
        <w:t xml:space="preserve"> بأ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مناسبه</w:t>
      </w:r>
    </w:p>
    <w:p w:rsidR="0006794D" w:rsidRPr="0006794D" w:rsidRDefault="000E783D" w:rsidP="000E78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0E783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نهج البلاغه، الخطبه 154، و رواها الآمد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غررالحکم، ح10062.</w:t>
      </w:r>
    </w:p>
    <w:p w:rsidR="0006794D" w:rsidRPr="0006794D" w:rsidRDefault="0006794D" w:rsidP="000E783D">
      <w:pPr>
        <w:pStyle w:val="libFootnote0"/>
        <w:rPr>
          <w:rtl/>
          <w:lang w:bidi="fa-IR"/>
        </w:rPr>
      </w:pPr>
    </w:p>
    <w:p w:rsidR="0006794D" w:rsidRPr="0006794D" w:rsidRDefault="0006794D" w:rsidP="000E783D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راجع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هذالمجال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الرّساله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کتبها بالفارس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المحقق الجل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جو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جهانبخش باستدعاء منّ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قد سماها «حکا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اخگر الماس 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زه</w:t>
      </w:r>
      <w:r w:rsidRPr="0006794D">
        <w:rPr>
          <w:rtl/>
          <w:lang w:bidi="fa-IR"/>
        </w:rPr>
        <w:t xml:space="preserve"> ها» و طبعتها عام 1384ش دارالنشر «دل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ما» بقم المقدسه. فالمؤلف جمع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النصوص الروائ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التار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أثبت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أنّه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کبده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الطشت.</w:t>
      </w:r>
    </w:p>
    <w:p w:rsidR="000E783D" w:rsidRDefault="0006794D" w:rsidP="000E783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E783D" w:rsidP="000E783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سپس</w:t>
      </w:r>
      <w:r w:rsidR="0006794D" w:rsidRPr="0006794D">
        <w:rPr>
          <w:rtl/>
          <w:lang w:bidi="fa-IR"/>
        </w:rPr>
        <w:t xml:space="preserve"> از مسجدالنّب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 سو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ع</w:t>
      </w:r>
      <w:r w:rsidR="0006794D" w:rsidRPr="0006794D">
        <w:rPr>
          <w:rtl/>
          <w:lang w:bidi="fa-IR"/>
        </w:rPr>
        <w:t xml:space="preserve"> نوران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رون</w:t>
      </w:r>
      <w:r w:rsidR="0006794D" w:rsidRPr="0006794D">
        <w:rPr>
          <w:rtl/>
          <w:lang w:bidi="fa-IR"/>
        </w:rPr>
        <w:t xml:space="preserve"> رو و چهار امام هدا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تگر</w:t>
      </w:r>
      <w:r w:rsidR="0006794D" w:rsidRPr="0006794D">
        <w:rPr>
          <w:rtl/>
          <w:lang w:bidi="fa-IR"/>
        </w:rPr>
        <w:t xml:space="preserve"> مدفون در آنجا را که فرزندان حضرت فاطمه </w:t>
      </w:r>
      <w:r w:rsidRPr="000E783D">
        <w:rPr>
          <w:rStyle w:val="libAlaemChar"/>
          <w:rtl/>
        </w:rPr>
        <w:t xml:space="preserve">عليها‌السلام </w:t>
      </w:r>
      <w:r w:rsidR="0006794D" w:rsidRPr="0006794D">
        <w:rPr>
          <w:rtl/>
          <w:lang w:bidi="fa-IR"/>
        </w:rPr>
        <w:t xml:space="preserve"> هستند 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ارت</w:t>
      </w:r>
      <w:r w:rsidR="0006794D" w:rsidRPr="0006794D">
        <w:rPr>
          <w:rtl/>
          <w:lang w:bidi="fa-IR"/>
        </w:rPr>
        <w:t xml:space="preserve"> کن.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شأن فرزندان حضرت زهرا</w:t>
      </w:r>
      <w:r w:rsidR="000E783D" w:rsidRPr="000E783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که همان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معصوم از اهل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امبرند،</w:t>
      </w:r>
      <w:r w:rsidRPr="0006794D">
        <w:rPr>
          <w:rtl/>
          <w:lang w:bidi="fa-IR"/>
        </w:rPr>
        <w:t xml:space="preserve">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>: «درباره آنان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ژه</w:t>
      </w:r>
      <w:r w:rsidRPr="0006794D">
        <w:rPr>
          <w:rtl/>
          <w:lang w:bidi="fa-IR"/>
        </w:rPr>
        <w:t xml:space="preserve"> قرآن نازل شده است و آنان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خداوند رحمان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 که اگر سخن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راست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و اگر سکوت کنند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سخن گفتن به آنها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>...»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بدان که امام بعد از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فرزند آن بزرگوار سبط اکبر امام حسن مجتب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آن حضرت در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</w:t>
      </w:r>
      <w:r w:rsidRPr="0006794D">
        <w:rPr>
          <w:rtl/>
          <w:lang w:bidi="fa-IR"/>
        </w:rPr>
        <w:t xml:space="preserve"> ماه رمضان سال سوّم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هفتم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28 صفر سال 50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مسموم و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شد.) امام 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سبط اکبر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اسلام را معاو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(که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گاهش</w:t>
      </w:r>
      <w:r w:rsidRPr="0006794D">
        <w:rPr>
          <w:rtl/>
          <w:lang w:bidi="fa-IR"/>
        </w:rPr>
        <w:t xml:space="preserve"> دوزخ باد) به دست زن آن حضرت جَعْدَه دختر أشعث بن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به شهادت رساند؛ و به حدّ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سمّ در بدن امام اثر نمود که آن حضرت پاره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جگر خود را داخل طشت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خت</w:t>
      </w:r>
      <w:r w:rsidRPr="0006794D">
        <w:rPr>
          <w:rtl/>
          <w:lang w:bidi="fa-IR"/>
        </w:rPr>
        <w:t xml:space="preserve"> و مشاهده کرد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واقع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آن اعترا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دارند. و امام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حال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رحلت کرد و به جوار رحمت پروردگارش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جدّش و مادر و پدرش شتافت.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که پدرش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اوّل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مظلوم در اسلام است؛ و مظلوم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در واقع ارث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امامان معصوم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از همد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برند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موضوع را امام 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از پدرش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به ارث بُرد. آن حضرت درنها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تِ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مظلوم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قرار داشت؛ لذا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که از مقام و مظلوم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او و پدرش و آن چه برا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نوشتم که امام 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جگرش را در داخل طشت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در هر مناسبت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دفاع نما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کانت</w:t>
      </w:r>
      <w:r w:rsidRPr="0006794D">
        <w:rPr>
          <w:rtl/>
          <w:lang w:bidi="fa-IR"/>
        </w:rPr>
        <w:t>. و لا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التذکر بما کتبت لک من أنّه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کبده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الطشت.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التحق الإمام الحسن المجتب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بالرف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الأعل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مظلوماً و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و دفن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بعد منعهم من دفنه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حجره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ورثها من أمّه فاطمه الزهراء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ترثها من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أنّ له کرما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ختص</w:t>
      </w:r>
      <w:r w:rsidRPr="0006794D">
        <w:rPr>
          <w:rtl/>
          <w:lang w:bidi="fa-IR"/>
        </w:rPr>
        <w:t xml:space="preserve"> به و هو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. فإنْ کانت لک حاجه، فاسأل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قه</w:t>
      </w:r>
      <w:r w:rsidRPr="0006794D">
        <w:rPr>
          <w:rtl/>
          <w:lang w:bidi="fa-IR"/>
        </w:rPr>
        <w:t xml:space="preserve"> و بشفاعته، تصل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إن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فهو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کافئ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کلَّ مَنْ ذکره و خدمه و عظّمه جزاءً سر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عا</w:t>
      </w:r>
      <w:r w:rsidRPr="0006794D">
        <w:rPr>
          <w:rtl/>
          <w:lang w:bidi="fa-IR"/>
        </w:rPr>
        <w:t xml:space="preserve"> عاجلاً. و أنا جرّبت ذلک مرارا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اولد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</w:t>
      </w:r>
      <w:r w:rsidRPr="0006794D">
        <w:rPr>
          <w:rFonts w:hint="eastAsia"/>
          <w:rtl/>
          <w:lang w:bidi="fa-IR"/>
        </w:rPr>
        <w:t>حظ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بالمکافئه.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E783D" w:rsidP="000E783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" w:name="_Toc66035312"/>
      <w:bookmarkStart w:id="13" w:name="_Toc66035378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الحس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الشه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</w:t>
      </w:r>
      <w:r w:rsidR="000174B8" w:rsidRPr="000174B8">
        <w:rPr>
          <w:rStyle w:val="libAlaemChar"/>
          <w:rtl/>
        </w:rPr>
        <w:t>عليه‌السلام</w:t>
      </w:r>
      <w:bookmarkEnd w:id="12"/>
      <w:bookmarkEnd w:id="13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اعلم أنّ الإمام بعده هو أخوه الإمام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دالشهداء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(المولود 3 أو 5 شعبان عام 4 و المقتول</w:t>
      </w:r>
      <w:r w:rsidRPr="000E783D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العاشر من محرم الحرام عام 61). و له من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الأئمه خصائص و فضائل: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منها</w:t>
      </w:r>
      <w:r w:rsidRPr="0006794D">
        <w:rPr>
          <w:rtl/>
          <w:lang w:bidi="fa-IR"/>
        </w:rPr>
        <w:t>: أنّ کلّهم سفن النجاه و لکن 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مجراها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اللجج الغامره أسرع</w:t>
      </w:r>
      <w:r w:rsidRPr="000E783D">
        <w:rPr>
          <w:rStyle w:val="libFootnotenumChar"/>
          <w:rtl/>
        </w:rPr>
        <w:t>(2)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أن تربته أمان من کلِّ خوف و شفاء من کلِّ داءٍ -و أنا قد جرّبت هذا الأمر مرارا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- فلا تشک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أبدا.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أن تحت قبته استجابه الدعاء و قد جربت هذا الأمر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مرارا ف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907438" w:rsidP="0090743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06794D" w:rsidRPr="0006794D" w:rsidRDefault="0006794D" w:rsidP="0090743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قد کتبت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مقتله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المطبوع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الطّفّ».</w:t>
      </w:r>
    </w:p>
    <w:p w:rsidR="0006794D" w:rsidRPr="0006794D" w:rsidRDefault="0006794D" w:rsidP="00907438">
      <w:pPr>
        <w:pStyle w:val="libFootnote0"/>
        <w:rPr>
          <w:rtl/>
          <w:lang w:bidi="fa-IR"/>
        </w:rPr>
      </w:pPr>
    </w:p>
    <w:p w:rsidR="0006794D" w:rsidRPr="0006794D" w:rsidRDefault="0006794D" w:rsidP="0090743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الخصائص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/5.</w:t>
      </w:r>
    </w:p>
    <w:p w:rsidR="0006794D" w:rsidRPr="0006794D" w:rsidRDefault="00907438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امام حسن مجتب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در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حالت به لقاء اللّه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وست</w:t>
      </w:r>
      <w:r w:rsidR="0006794D" w:rsidRPr="0006794D">
        <w:rPr>
          <w:rtl/>
          <w:lang w:bidi="fa-IR"/>
        </w:rPr>
        <w:t xml:space="preserve"> و در قبرستان بق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ع</w:t>
      </w:r>
      <w:r w:rsidR="0006794D" w:rsidRPr="0006794D">
        <w:rPr>
          <w:rtl/>
          <w:lang w:bidi="fa-IR"/>
        </w:rPr>
        <w:t xml:space="preserve"> دفن 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بعد از آن بود که نگذاشتند آن حضرت را در کنار قبر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در آن حجره و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مادرش فاطمه زهرا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به او ارث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دفن کنند.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بدان</w:t>
      </w:r>
      <w:r w:rsidRPr="0006794D">
        <w:rPr>
          <w:rtl/>
          <w:lang w:bidi="fa-IR"/>
        </w:rPr>
        <w:t xml:space="preserve"> که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امام 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کرم و بخشش خاصّ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آن حضرت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 اگر حاجت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درگاه خدا داشته باش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از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او و با شفاعتش از خدا بخواه و چنانچه خواستِ خدا باشد به خواسته ات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که خداوند متعال هرکس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که به 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اد امام 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باشد و خدمتگزار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و آن حضرت را بزرگ شمارد، پاداش سر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و اجر جز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عطا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فرزندم،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موضوع را من بارها تجربه کرده ام و از آثار و برکاتش بهره مند شده ام.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فرزندم،</w:t>
      </w:r>
      <w:r w:rsidRPr="0006794D">
        <w:rPr>
          <w:rtl/>
          <w:lang w:bidi="fa-IR"/>
        </w:rPr>
        <w:t xml:space="preserve"> بدان که امام بعد از آن حضرت برادرش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فرزند حضرت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دالشهداء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در سوّم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پنجم شعبان سال چهارم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متوّلد شد و در روز دهم محرّم سال 61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امام</w:t>
      </w:r>
      <w:r w:rsidRPr="0006794D">
        <w:rPr>
          <w:rtl/>
          <w:lang w:bidi="fa-IR"/>
        </w:rPr>
        <w:t xml:space="preserve">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امامان معصوم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دارا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منحصر به فرد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طور فضائل مخصوص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داراست که از جمله آنها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با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همه آن بزرگواران کشت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نجات انسان 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ند،</w:t>
      </w:r>
      <w:r w:rsidRPr="0006794D">
        <w:rPr>
          <w:rtl/>
          <w:lang w:bidi="fa-IR"/>
        </w:rPr>
        <w:t xml:space="preserve">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کشت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بر موجها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بلند و خطرناک سر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تر حرکت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خاک مرقد آن حضرت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بخش از هر ترس و شفاء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هر درد است -و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را من بارها در زندگ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تجربه کرده ام- پس هرگز درا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باره شک به خود راه مده.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در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گنبد حَرَمِ آن حضرت دعا مستجاب است،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موضوع را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بارها در زندگ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تجربه کرده ام،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فلا تشک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أبدا فإن وفقک اللّه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کربلاء المقدسه، فلا تنسان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 تطلب المغفره و الرحمه 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907438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أنّ الأئمه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من بعده کلّهم من ذر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</w:t>
      </w:r>
      <w:r w:rsidR="00907438" w:rsidRPr="00907438">
        <w:rPr>
          <w:rStyle w:val="libAlaemChar"/>
          <w:rFonts w:eastAsiaTheme="minorHAnsi"/>
          <w:rtl/>
        </w:rPr>
        <w:t>عليهم‌السلام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أن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سر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الإجابه. فإن کان لک حاجه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فتوسّل بالحس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قض</w:t>
      </w:r>
      <w:r w:rsidRPr="0006794D">
        <w:rPr>
          <w:rtl/>
          <w:lang w:bidi="fa-IR"/>
        </w:rPr>
        <w:t xml:space="preserve"> اللّه حاجتک سر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عا</w:t>
      </w:r>
      <w:r w:rsidRPr="0006794D">
        <w:rPr>
          <w:rtl/>
          <w:lang w:bidi="fa-IR"/>
        </w:rPr>
        <w:t xml:space="preserve"> عاجلاً قر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با</w:t>
      </w:r>
      <w:r w:rsidRPr="0006794D">
        <w:rPr>
          <w:rtl/>
          <w:lang w:bidi="fa-IR"/>
        </w:rPr>
        <w:t xml:space="preserve"> إن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أن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حبّ</w:t>
      </w:r>
      <w:r w:rsidRPr="0006794D">
        <w:rPr>
          <w:rtl/>
          <w:lang w:bidi="fa-IR"/>
        </w:rPr>
        <w:t xml:space="preserve">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مجلس عزاء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>. فعل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أن تق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مجلس عزائه مادمت ح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ا؛</w:t>
      </w:r>
      <w:r w:rsidRPr="0006794D">
        <w:rPr>
          <w:rtl/>
          <w:lang w:bidi="fa-IR"/>
        </w:rPr>
        <w:t xml:space="preserve"> لأنّه تف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الآخره. و اجعل سع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الإقامه من أفضل و أعظم ما عبدتَ اللّه به.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أنّ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من أفضل العبادات بح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لم تثبت لد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عباده أفضل منها. فإن شئت أن تزوره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کلِّ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فزره، و إن کنت نائ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عن مزاره، فزُره بز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اره</w:t>
      </w:r>
      <w:r w:rsidRPr="0006794D">
        <w:rPr>
          <w:rtl/>
          <w:lang w:bidi="fa-IR"/>
        </w:rPr>
        <w:t xml:space="preserve"> عاشوراء المعروفه، فإنّها تکف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ارته</w:t>
      </w:r>
      <w:r w:rsidRPr="0006794D">
        <w:rPr>
          <w:rtl/>
          <w:lang w:bidi="fa-IR"/>
        </w:rPr>
        <w:t xml:space="preserve"> من قر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و بع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کلِّ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وم،</w:t>
      </w:r>
      <w:r w:rsidRPr="0006794D">
        <w:rPr>
          <w:rtl/>
          <w:lang w:bidi="fa-IR"/>
        </w:rPr>
        <w:t xml:space="preserve"> کما هو دَ</w:t>
      </w:r>
      <w:r w:rsidRPr="0006794D">
        <w:rPr>
          <w:rFonts w:hint="cs"/>
          <w:rtl/>
          <w:lang w:bidi="fa-IR"/>
        </w:rPr>
        <w:t>یْ</w:t>
      </w:r>
      <w:r w:rsidRPr="0006794D">
        <w:rPr>
          <w:rFonts w:hint="eastAsia"/>
          <w:rtl/>
          <w:lang w:bidi="fa-IR"/>
        </w:rPr>
        <w:t>دَن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أنّ من أعظم الکنوز هو البکاء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و الدمعه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جرت من أجله </w:t>
      </w:r>
      <w:r w:rsidRPr="0006794D">
        <w:rPr>
          <w:rtl/>
          <w:lang w:bidi="fa-IR"/>
        </w:rPr>
        <w:lastRenderedPageBreak/>
        <w:t>تطف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نار الجح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م،</w:t>
      </w:r>
      <w:r w:rsidRPr="0006794D">
        <w:rPr>
          <w:rtl/>
          <w:lang w:bidi="fa-IR"/>
        </w:rPr>
        <w:t xml:space="preserve">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عنداللّه تعادل التوبه المقبوله، و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نَ</w:t>
      </w:r>
      <w:r w:rsidRPr="0006794D">
        <w:rPr>
          <w:rtl/>
          <w:lang w:bidi="fa-IR"/>
        </w:rPr>
        <w:t xml:space="preserve"> 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الدمعه و بعدها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 xml:space="preserve"> دعائک مستجابا ببرکتها، فلا تغفُل عن البکاء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إن ترد أفضل من ذلک، فاذکر مصائبه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الناس، و أبک أنت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معهم؛ فإنّ ذکر مصائبه کذلک من أفضل الأعمال. فاسع لتسجّل اسمک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قائمه الذاکر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لمصائبه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و اکتب اسمک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قائمه المق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لتعز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الآجله و العاجله.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لذا</w:t>
      </w:r>
      <w:r w:rsidRPr="0006794D">
        <w:rPr>
          <w:rtl/>
          <w:lang w:bidi="fa-IR"/>
        </w:rPr>
        <w:t xml:space="preserve">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باره ترد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به خود راه مده، پس اگر خداوند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آن حضرت را در شهر مقدّسِ کربلا به تو عنا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کرد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طلب رحمت و آمرزش کُن.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امامان معصوم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که بعد از او هستند همه از فرزندان و نسلِ آن امام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بدان</w:t>
      </w:r>
      <w:r w:rsidRPr="0006794D">
        <w:rPr>
          <w:rtl/>
          <w:lang w:bidi="fa-IR"/>
        </w:rPr>
        <w:t xml:space="preserve"> فرزندم که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زود اجابت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کسان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که به آن حضرت توسّل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کنند. پس اگر حاجت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درگاه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دار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متوسّل به آن حضرت شو که خداوند به زود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حاجت تو را برآورده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 ان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خداوند برپا داشتن مجالس ماتم و عزا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را دوست دارد که تا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اقامه شود؛ لذا بر تو باد به برپائ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مجلس عزا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تا 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زنده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خاطر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موضوع تو را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بخشد؛ و سع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تلاش خود را در اقامه عز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از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بالاتر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عبادات محسوب کن.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و</w:t>
      </w:r>
      <w:r w:rsidRPr="0006794D">
        <w:rPr>
          <w:rtl/>
          <w:lang w:bidi="fa-IR"/>
        </w:rPr>
        <w:t xml:space="preserve"> بدان که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مرقد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از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عبادت ها محسوب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شود، به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نزد من عبادت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بالاتر از آن ثابت نشده است. پس اگر 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را هر روز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و اگر از مزار آن امام دور باش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با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عاشورا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معروفه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نما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نام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 با آن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را از دور و نزد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و در هر روز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نمود،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و روش من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که از بزرگ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بر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است که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اشک جار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 او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تواند آتش سوزان جهنّم را خاموش کند، و اشک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در نزد خداوند معادل توبه مقبول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باشد، و در زمان جار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شدن اشک و بعد از آن دعا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به برکت اشک و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بر آن حضرت مستجاب است. پس از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بر آن حضرت غفلت نکن.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اگر بالاتر و بهتر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مصائب آن حضرت 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مردم بخوان تا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کنند و تو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با آنان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کن که ذکر مصائب آن حضرت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اعمال به شمار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پس سع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 نام خودت را در زمره ذاکران مصائب آن حضرت ثبت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طور در گروه برپا کنندگا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عزا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قرار ده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تا در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نده</w:t>
      </w:r>
      <w:r w:rsidRPr="0006794D">
        <w:rPr>
          <w:rtl/>
          <w:lang w:bidi="fa-IR"/>
        </w:rPr>
        <w:t xml:space="preserve"> دور و نزد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به آثار و برکات و فوائد آن برس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907438" w:rsidP="0090743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66035313"/>
      <w:bookmarkStart w:id="15" w:name="_Toc66035379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الحس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السجاد </w:t>
      </w:r>
      <w:r w:rsidR="000174B8" w:rsidRPr="000174B8">
        <w:rPr>
          <w:rStyle w:val="libAlaemChar"/>
          <w:rtl/>
        </w:rPr>
        <w:t>عليه‌السلام</w:t>
      </w:r>
      <w:bookmarkEnd w:id="14"/>
      <w:bookmarkEnd w:id="15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هو ولده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دالساجد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العابد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تاج البکّائ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(المولود 15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أو 9 شعبان عام 38 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12 أو 25 محرم الحرام عام 95)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أکثر من ثلاث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عاما و أح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المذهب بعد استشهاد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ورّث لنا کنزا خف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من کثره ظهوره و اشتهاره و هو أدع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المجموعه تحت عنوان «الصح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السجاد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ه»،</w:t>
      </w:r>
      <w:r w:rsidRPr="0006794D">
        <w:rPr>
          <w:rtl/>
          <w:lang w:bidi="fa-IR"/>
        </w:rPr>
        <w:t xml:space="preserve"> و هو زبور آل محمد و اُخت القرآن. و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أدع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قد جرّبتُ بعضها فنجحت و وُفّقت. فلا تغفل من هذا الکنز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بجوارک و ادع اللّه به. و اشتهار هذه الصح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غن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عن أسنادها، و لکن مع ذلک لها أسناد صحاح وصلت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بواسطه أعلام الطائفه الحقّه.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کما</w:t>
      </w:r>
      <w:r w:rsidRPr="0006794D">
        <w:rPr>
          <w:rtl/>
          <w:lang w:bidi="fa-IR"/>
        </w:rPr>
        <w:t xml:space="preserve"> أنّه قد ورّث لنا کنزا آخرا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ب_ «رساله الحقوق»، و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منافع و دررٌ و جواهر جمه. فعل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بمطالعتها و استخراجها.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907438" w:rsidP="0090743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66035314"/>
      <w:bookmarkStart w:id="17" w:name="_Toc66035380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محمد بن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باقر العلوم </w:t>
      </w:r>
      <w:r w:rsidR="000174B8" w:rsidRPr="000174B8">
        <w:rPr>
          <w:rStyle w:val="libAlaemChar"/>
          <w:rtl/>
        </w:rPr>
        <w:t>عليه‌السلام</w:t>
      </w:r>
      <w:bookmarkEnd w:id="16"/>
      <w:bookmarkEnd w:id="17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هو ولده الإمام محمّد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باقر علم الأوّل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الآخر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(المولود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غره رجب أو 3 صفر عام 57 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السابع من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الحجه</w:t>
      </w:r>
      <w:r w:rsidRPr="0006794D">
        <w:rPr>
          <w:rtl/>
          <w:lang w:bidi="fa-IR"/>
        </w:rPr>
        <w:t xml:space="preserve"> عام 114 هجر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>)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أسّس لنا هو و ولده الفقه و اُصوله و قواعد الإستنباط، و کلّنا نُعّد من تلامذت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نجلس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موائد علومه، و کلٌّ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دون</w:t>
      </w:r>
      <w:r w:rsidRPr="0006794D">
        <w:rPr>
          <w:rtl/>
          <w:lang w:bidi="fa-IR"/>
        </w:rPr>
        <w:t xml:space="preserve"> منها بقدر وسعهم و طاقتهم، و کلّنا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اله</w:t>
      </w:r>
      <w:r w:rsidRPr="0006794D">
        <w:rPr>
          <w:rtl/>
          <w:lang w:bidi="fa-IR"/>
        </w:rPr>
        <w:t xml:space="preserve"> و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</w:t>
      </w:r>
      <w:r w:rsidRPr="0006794D">
        <w:rPr>
          <w:rtl/>
          <w:lang w:bidi="fa-IR"/>
        </w:rPr>
        <w:t xml:space="preserve"> ولده.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بل</w:t>
      </w:r>
      <w:r w:rsidRPr="0006794D">
        <w:rPr>
          <w:rtl/>
          <w:lang w:bidi="fa-IR"/>
        </w:rPr>
        <w:t xml:space="preserve"> أخذ العامه منه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قدرا 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من مسائلهم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باب الحج، کما رووا عنه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أبواب 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أخر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از او فرزندش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سرور سجده کنان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نت</w:t>
      </w:r>
      <w:r w:rsidRPr="0006794D">
        <w:rPr>
          <w:rtl/>
          <w:lang w:bidi="fa-IR"/>
        </w:rPr>
        <w:t xml:space="preserve"> عبادت کنندگان و تاج افتخار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کنان است (در 15 جماد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الثّان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9 ماه شعبان سال 38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12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25 محرّم الحرام سال 95 به زهر جفا مسموم و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شد). آن حضرت در عزا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پدر گرام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از 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سال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کرد و زنده کننده مذهب بعد از شهادت پدرش بود.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آن</w:t>
      </w:r>
      <w:r w:rsidRPr="0006794D">
        <w:rPr>
          <w:rtl/>
          <w:lang w:bidi="fa-IR"/>
        </w:rPr>
        <w:t xml:space="preserve"> امام بزرگوار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به ارث گذاشت که از فرط آشکار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شهرت، پنهان است. آن همان دعاها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گردآور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شده حضرت است که «صح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سجّاد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ه»</w:t>
      </w:r>
      <w:r w:rsidRPr="0006794D">
        <w:rPr>
          <w:rtl/>
          <w:lang w:bidi="fa-IR"/>
        </w:rPr>
        <w:t xml:space="preserve"> نام دارد و زبور آل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خواهر قرآن است.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کتاب دعاها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من بعض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دعاها را خو</w:t>
      </w:r>
      <w:r w:rsidRPr="0006794D">
        <w:rPr>
          <w:rFonts w:hint="eastAsia"/>
          <w:rtl/>
          <w:lang w:bidi="fa-IR"/>
        </w:rPr>
        <w:t>انده</w:t>
      </w:r>
      <w:r w:rsidRPr="0006794D">
        <w:rPr>
          <w:rtl/>
          <w:lang w:bidi="fa-IR"/>
        </w:rPr>
        <w:t xml:space="preserve"> ام و آثار و برکات آنها را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و تجربه کرده ام. پس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نزد توست غافل مباش و با </w:t>
      </w:r>
      <w:r w:rsidRPr="0006794D">
        <w:rPr>
          <w:rtl/>
          <w:lang w:bidi="fa-IR"/>
        </w:rPr>
        <w:lastRenderedPageBreak/>
        <w:t>آن خدا را بخوان. البته شهرت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کتاب ما را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به اسناد آن بپرداز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کند،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حال سندها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که به آن حضرت منته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و به 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علما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امام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به دست ما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است در اخت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دار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همچن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آن بزرگوار گنج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به ارث گذاشته است که «رساله حقوق» نام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کتاب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مروار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جواهر و گوهرها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گرانبها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از معارف وجود دارد. از مطالعه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کتاب و استخراج جواهرات آن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غافل مشو.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او فرزندش امام محمّد باقر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شکافنده دانش اوّل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آخر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است. (در اوّل ماه رجب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سوم ماه صفر سال 57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هفتم 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الحجه سال 114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 اثر مسموم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).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امام بزرگوار و فرزندش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علم فقه و اصول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قوان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استنباط احکام شرع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بنا نهادند و همه ما از شاگردان آن حضرت به شمار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بر سر سفره علوم و دانش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امام نشسته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 و هرکس به اندازه توانا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و ظرف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خود از علم و دانش آن بزرگوار استفاده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در واقع همه ما جزء خانواده علم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معنو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و فرزندش محسوب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بلکه</w:t>
      </w:r>
      <w:r w:rsidRPr="0006794D">
        <w:rPr>
          <w:rtl/>
          <w:lang w:bidi="fa-IR"/>
        </w:rPr>
        <w:t xml:space="preserve"> اهل سنّت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مسائل حج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آن از مسائل فقه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از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گرفته اند و از او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کنند.</w:t>
      </w:r>
    </w:p>
    <w:p w:rsidR="0006794D" w:rsidRPr="0006794D" w:rsidRDefault="00907438" w:rsidP="0090743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66035315"/>
      <w:bookmarkStart w:id="19" w:name="_Toc66035381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جعفر بن محمد الصادق </w:t>
      </w:r>
      <w:r w:rsidR="000174B8" w:rsidRPr="000174B8">
        <w:rPr>
          <w:rStyle w:val="libAlaemChar"/>
          <w:rtl/>
        </w:rPr>
        <w:t>عليه‌السلام</w:t>
      </w:r>
      <w:bookmarkEnd w:id="18"/>
      <w:bookmarkEnd w:id="19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ولده الإمام جعفر بن محمّد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(المولود 17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الأول عام 83 -و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25 شوال المکرم عام 148). 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مذهب الإمام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الحقّه، و هو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الأئمه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و قد وصل المذهب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بواسطته و واسطه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الإمام الباقر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و لهما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حفظ المذهب و تبل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غه</w:t>
      </w:r>
      <w:r w:rsidRPr="0006794D">
        <w:rPr>
          <w:rtl/>
          <w:lang w:bidi="fa-IR"/>
        </w:rPr>
        <w:t xml:space="preserve"> و ترو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جه</w:t>
      </w:r>
      <w:r w:rsidRPr="0006794D">
        <w:rPr>
          <w:rtl/>
          <w:lang w:bidi="fa-IR"/>
        </w:rPr>
        <w:t xml:space="preserve"> و ترب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التلام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ذ</w:t>
      </w:r>
      <w:r w:rsidRPr="0006794D">
        <w:rPr>
          <w:rtl/>
          <w:lang w:bidi="fa-IR"/>
        </w:rPr>
        <w:t xml:space="preserve"> و حفظ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عن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الرواه حقّ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نکره</w:t>
      </w:r>
      <w:r w:rsidRPr="0006794D">
        <w:rPr>
          <w:rtl/>
          <w:lang w:bidi="fa-IR"/>
        </w:rPr>
        <w:t xml:space="preserve"> أحدٌ حت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انتسب المذهب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فعرف أتباعه بالجعفر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نسبه 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الإمام جعفر بن محمّد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907438" w:rsidP="0090743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0" w:name="_Toc66035316"/>
      <w:bookmarkStart w:id="21" w:name="_Toc66035382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موس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جعفر الکاظم </w:t>
      </w:r>
      <w:r w:rsidR="000174B8" w:rsidRPr="000174B8">
        <w:rPr>
          <w:rStyle w:val="libAlaemChar"/>
          <w:rtl/>
        </w:rPr>
        <w:t>عليه‌السلام</w:t>
      </w:r>
      <w:bookmarkEnd w:id="20"/>
      <w:bookmarkEnd w:id="21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هو ولده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جعفر الکاظم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(المولود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7 صفر 128 و المستشهد مسموما مسجونا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25 رجب 183). و هو حجه اللّه و باب الحوائج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فاسأل حوائجک من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فإنّ له صُرر معروفه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اته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ملأها</w:t>
      </w:r>
      <w:r w:rsidRPr="0006794D">
        <w:rPr>
          <w:rtl/>
          <w:lang w:bidi="fa-IR"/>
        </w:rPr>
        <w:t xml:space="preserve"> بالدرهم و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نار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نفقها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الفقراء و المساک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 و قد بق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کرمه بعد استشهاده بوجوه مختلفه.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907438">
      <w:pPr>
        <w:pStyle w:val="Heading1"/>
        <w:rPr>
          <w:rtl/>
          <w:lang w:bidi="fa-IR"/>
        </w:rPr>
      </w:pPr>
      <w:bookmarkStart w:id="22" w:name="_Toc66035317"/>
      <w:bookmarkStart w:id="23" w:name="_Toc66035383"/>
      <w:r w:rsidRPr="0006794D">
        <w:rPr>
          <w:rFonts w:hint="eastAsia"/>
          <w:rtl/>
          <w:lang w:bidi="fa-IR"/>
        </w:rPr>
        <w:t>الإمام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الرضا </w:t>
      </w:r>
      <w:r w:rsidR="000174B8" w:rsidRPr="000174B8">
        <w:rPr>
          <w:rStyle w:val="libAlaemChar"/>
          <w:rtl/>
        </w:rPr>
        <w:t>عليه‌السلام</w:t>
      </w:r>
      <w:bookmarkEnd w:id="22"/>
      <w:bookmarkEnd w:id="23"/>
      <w:r w:rsidR="000174B8" w:rsidRPr="000174B8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ولده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الرضا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آلاف التح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الثناء (المولود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11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القعده</w:t>
      </w:r>
      <w:r w:rsidRPr="0006794D">
        <w:rPr>
          <w:rtl/>
          <w:lang w:bidi="fa-IR"/>
        </w:rPr>
        <w:t xml:space="preserve"> الحرام عام 148 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 صفر عام 203) -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أکتب هذه الأسطر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مکتبته العامره بمد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المشهد المقدس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جوار مضجعه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- و هو الإمام الرؤوف، ضامن الج</w:t>
      </w:r>
      <w:r w:rsidRPr="0006794D">
        <w:rPr>
          <w:rFonts w:hint="eastAsia"/>
          <w:rtl/>
          <w:lang w:bidi="fa-IR"/>
        </w:rPr>
        <w:t>نه،</w:t>
      </w:r>
      <w:r w:rsidRPr="0006794D">
        <w:rPr>
          <w:rtl/>
          <w:lang w:bidi="fa-IR"/>
        </w:rPr>
        <w:t xml:space="preserve"> و عالم آل محمد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منه انتشر کث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من علومهم، و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اته</w:t>
      </w:r>
      <w:r w:rsidRPr="0006794D">
        <w:rPr>
          <w:rtl/>
          <w:lang w:bidi="fa-IR"/>
        </w:rPr>
        <w:t xml:space="preserve"> و احتجاجاته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المخالف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أرباب المذاهب معروفه مذکوره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الکتب. و کذا رسالته الذهب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ما کتبه للمأمون من شرا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ذخائر تراثنا الخالد.</w:t>
      </w:r>
    </w:p>
    <w:p w:rsidR="00907438" w:rsidRDefault="00907438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از او فرزندش امام جعفر بن محمّد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در 17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الاوّل سال 83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25 شوال سال 148 به 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زهر مسموم و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).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مذهب حقّه </w:t>
      </w:r>
      <w:r w:rsidRPr="0006794D">
        <w:rPr>
          <w:rtl/>
          <w:lang w:bidi="fa-IR"/>
        </w:rPr>
        <w:lastRenderedPageBreak/>
        <w:t>امام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است و آن حضرت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عمر را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امامان د</w:t>
      </w:r>
      <w:r w:rsidRPr="0006794D">
        <w:rPr>
          <w:rFonts w:hint="eastAsia"/>
          <w:rtl/>
          <w:lang w:bidi="fa-IR"/>
        </w:rPr>
        <w:t>اشت</w:t>
      </w:r>
      <w:r w:rsidRPr="0006794D">
        <w:rPr>
          <w:rtl/>
          <w:lang w:bidi="fa-IR"/>
        </w:rPr>
        <w:t>. مذهب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به 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آن حضرت و پدرش امام باقر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به دست ما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است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 بزرگوار در حفظ مذهب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و تبل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غ</w:t>
      </w:r>
      <w:r w:rsidRPr="0006794D">
        <w:rPr>
          <w:rtl/>
          <w:lang w:bidi="fa-IR"/>
        </w:rPr>
        <w:t xml:space="preserve"> و ترو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</w:t>
      </w:r>
      <w:r w:rsidRPr="0006794D">
        <w:rPr>
          <w:rtl/>
          <w:lang w:bidi="fa-IR"/>
        </w:rPr>
        <w:t xml:space="preserve"> آن و ترب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شاگردان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سته</w:t>
      </w:r>
      <w:r w:rsidRPr="0006794D">
        <w:rPr>
          <w:rtl/>
          <w:lang w:bidi="fa-IR"/>
        </w:rPr>
        <w:t xml:space="preserve"> و نگهدار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به 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راو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ان،</w:t>
      </w:r>
      <w:r w:rsidRPr="0006794D">
        <w:rPr>
          <w:rtl/>
          <w:lang w:bidi="fa-IR"/>
        </w:rPr>
        <w:t xml:space="preserve"> حقّ بزرگ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گردن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دارند که قابل انکار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آنچنان اس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که مذهب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به آن حضرت نسبت داده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روان</w:t>
      </w:r>
      <w:r w:rsidRPr="0006794D">
        <w:rPr>
          <w:rtl/>
          <w:lang w:bidi="fa-IR"/>
        </w:rPr>
        <w:t xml:space="preserve"> آن حضرت به عنوان جعفر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شناخته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از او فرزندش امام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کاظم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در هفتم ماه صفر سال 128 متولّد شد و در 25 رجب سال 183 در زندان با مسموم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). آن حضرت حجّت خدا و باب الحوائج به درگاه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است.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ازها</w:t>
      </w:r>
      <w:r w:rsidRPr="0006794D">
        <w:rPr>
          <w:rtl/>
          <w:lang w:bidi="fa-IR"/>
        </w:rPr>
        <w:t xml:space="preserve"> و خواسته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را از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آ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امام از خدا بخواه که آن حضرت در زمان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اتش</w:t>
      </w:r>
      <w:r w:rsidRPr="0006794D">
        <w:rPr>
          <w:rtl/>
          <w:lang w:bidi="fa-IR"/>
        </w:rPr>
        <w:t xml:space="preserve"> مشهور به داشتن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سه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از درهم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نار</w:t>
      </w:r>
      <w:r w:rsidRPr="0006794D">
        <w:rPr>
          <w:rtl/>
          <w:lang w:bidi="fa-IR"/>
        </w:rPr>
        <w:t xml:space="preserve"> بود که به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ازمندان</w:t>
      </w:r>
      <w:r w:rsidRPr="0006794D">
        <w:rPr>
          <w:rtl/>
          <w:lang w:bidi="fa-IR"/>
        </w:rPr>
        <w:t xml:space="preserve"> از آن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سه</w:t>
      </w:r>
      <w:r w:rsidRPr="0006794D">
        <w:rPr>
          <w:rtl/>
          <w:lang w:bidi="fa-IR"/>
        </w:rPr>
        <w:t xml:space="preserve"> ها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بخش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پسند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آن حضرت بعداز شهادت هم به صورتها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گوناگون و از راهها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مختلف ادامه داشته و دارد.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از او فرزندش حضرت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الرضاست -که بر او هزاران تح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ثنا باد- (آن امام در 11 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القعده الحرام سال 148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آخر ماه صفر سال 203 با حال مسموم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). امام بزرگوار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سطرها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رساله را در کتابخانه بزرگش در شهر م</w:t>
      </w:r>
      <w:r w:rsidRPr="0006794D">
        <w:rPr>
          <w:rFonts w:hint="eastAsia"/>
          <w:rtl/>
          <w:lang w:bidi="fa-IR"/>
        </w:rPr>
        <w:t>قدّس</w:t>
      </w:r>
      <w:r w:rsidRPr="0006794D">
        <w:rPr>
          <w:rtl/>
          <w:lang w:bidi="fa-IR"/>
        </w:rPr>
        <w:t xml:space="preserve"> مشهد و در کنار مرقد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آن حضرت واقع شده است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سم</w:t>
      </w:r>
      <w:r w:rsidRPr="0006794D">
        <w:rPr>
          <w:rtl/>
          <w:lang w:bidi="fa-IR"/>
        </w:rPr>
        <w:t xml:space="preserve">. آن حضرت امامِ مهربان، ضمانت کننده بهشت و </w:t>
      </w:r>
      <w:r w:rsidRPr="0006794D">
        <w:rPr>
          <w:rtl/>
          <w:lang w:bidi="fa-IR"/>
        </w:rPr>
        <w:lastRenderedPageBreak/>
        <w:t xml:space="preserve">دانشمند خاندان حضرت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است که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علوم آن بزرگواران از ناح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منتشر شد و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و احتجاجات آن حضرت با مخالف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صاحبانِ مذا</w:t>
      </w:r>
      <w:r w:rsidRPr="0006794D">
        <w:rPr>
          <w:rFonts w:hint="eastAsia"/>
          <w:rtl/>
          <w:lang w:bidi="fa-IR"/>
        </w:rPr>
        <w:t>هبْ،</w:t>
      </w:r>
      <w:r w:rsidRPr="0006794D">
        <w:rPr>
          <w:rtl/>
          <w:lang w:bidi="fa-IR"/>
        </w:rPr>
        <w:t xml:space="preserve"> معروف و در کتابها ذکر شده است. و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طور از آثار وجود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رساله ذهب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مطالب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درباره قوان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دستورات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خطاب به مأمون نوشته از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راث</w:t>
      </w:r>
      <w:r w:rsidRPr="0006794D">
        <w:rPr>
          <w:rtl/>
          <w:lang w:bidi="fa-IR"/>
        </w:rPr>
        <w:t xml:space="preserve"> ماندگار ما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اشتهر أمره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الآفاق بح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عرفون</w:t>
      </w:r>
      <w:r w:rsidRPr="0006794D">
        <w:rPr>
          <w:rtl/>
          <w:lang w:bidi="fa-IR"/>
        </w:rPr>
        <w:t xml:space="preserve"> أبنائه الأئمه من بعده بأنّهم «أبناء الرضا»، و هذا الاسم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طلق</w:t>
      </w:r>
      <w:r w:rsidRPr="0006794D">
        <w:rPr>
          <w:rtl/>
          <w:lang w:bidi="fa-IR"/>
        </w:rPr>
        <w:t xml:space="preserve"> عند الناس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ذاک العصر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بالنسّبه للإمام الحاد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 الإمام الحسن العسکر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هذا إلّا اشتهار أمره و أنّه کالشمس -بل هو الشمس-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رائعه النهار، بل أعل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منها هو شمس الشموس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أرض طوس.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ذهب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من عمرک عاماً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نقض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عنک حولاً إلّا و أنت تزور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مولا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الإمام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الأقلّ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السنه مرّه واحده - کما هو دأب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دَ</w:t>
      </w:r>
      <w:r w:rsidRPr="0006794D">
        <w:rPr>
          <w:rFonts w:hint="cs"/>
          <w:rtl/>
          <w:lang w:bidi="fa-IR"/>
        </w:rPr>
        <w:t>یْ</w:t>
      </w:r>
      <w:r w:rsidRPr="0006794D">
        <w:rPr>
          <w:rFonts w:hint="eastAsia"/>
          <w:rtl/>
          <w:lang w:bidi="fa-IR"/>
        </w:rPr>
        <w:t>دَن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- لأنّ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ارته</w:t>
      </w:r>
      <w:r w:rsidRPr="0006794D">
        <w:rPr>
          <w:rtl/>
          <w:lang w:bidi="fa-IR"/>
        </w:rPr>
        <w:t xml:space="preserve"> فوائد کث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الآخره. و إنَّ الأدع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لمستجابه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جوار مضج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لا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إذا تحلفه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بولده جواد الأئمه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أو بأُمّه فاطمه الزهراء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أو کل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هماالسلام</w:t>
      </w:r>
      <w:r w:rsidRPr="0006794D">
        <w:rPr>
          <w:rtl/>
          <w:lang w:bidi="fa-IR"/>
        </w:rPr>
        <w:t xml:space="preserve"> ،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ردّ</w:t>
      </w:r>
      <w:r w:rsidRPr="0006794D">
        <w:rPr>
          <w:rtl/>
          <w:lang w:bidi="fa-IR"/>
        </w:rPr>
        <w:t xml:space="preserve"> الدعاء قطعا؛ و جرّبت هذا مرارا و تکرارا و أخذتُ ببرکته و شفاعته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 بحمداللّه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منّه.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4B44D4" w:rsidP="004B44D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4" w:name="_Toc66035318"/>
      <w:bookmarkStart w:id="25" w:name="_Toc66035384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محمد بن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الجواد </w:t>
      </w:r>
      <w:r w:rsidR="00F16AFE" w:rsidRPr="00F16AFE">
        <w:rPr>
          <w:rStyle w:val="libAlaemChar"/>
          <w:rtl/>
        </w:rPr>
        <w:t>عليه‌السلام</w:t>
      </w:r>
      <w:bookmarkEnd w:id="24"/>
      <w:bookmarkEnd w:id="25"/>
      <w:r w:rsidR="00F16AFE" w:rsidRPr="00F16AFE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هو ولده محمّد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(المولود 15 أو 17 شهر رمضان أو 10 رجب عام 195 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القعده</w:t>
      </w:r>
      <w:r w:rsidRPr="0006794D">
        <w:rPr>
          <w:rtl/>
          <w:lang w:bidi="fa-IR"/>
        </w:rPr>
        <w:t xml:space="preserve"> الحرام عام 220) باب الحوائج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هو أصغر الأئمه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عمرا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و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استشهاده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له من العمر إلاّ خمسه و عشرون عاما. و الإمام بلغ مرتبه الإمامه بعد والده و عمره اَقلّ من عشر سن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و هو کوالده إمام رؤوف،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توسل</w:t>
      </w:r>
      <w:r w:rsidRPr="0006794D">
        <w:rPr>
          <w:rtl/>
          <w:lang w:bidi="fa-IR"/>
        </w:rPr>
        <w:t xml:space="preserve"> به الناس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حوائجهم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خصوصا، و لکنک تستط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أن تأخذ منه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آن</w:t>
      </w:r>
      <w:r w:rsidRPr="0006794D">
        <w:rPr>
          <w:rtl/>
          <w:lang w:bidi="fa-IR"/>
        </w:rPr>
        <w:t xml:space="preserve"> حضرت چنان مشهور شد که امامانِ از نسل او را به عنوان ابن الرضّا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شناختند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تعب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در نزد مردم درباره اولاد آن حضرت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نسبت به امام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ازدهم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رواج داشت.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مگر اشتهار نام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گونه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همانند خورش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بلکه خودِ خورش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دِ</w:t>
      </w:r>
      <w:r w:rsidRPr="0006794D">
        <w:rPr>
          <w:rtl/>
          <w:lang w:bidi="fa-IR"/>
        </w:rPr>
        <w:t xml:space="preserve"> در وسط روز، بلکه بالاتر از آن، او خورش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دِ</w:t>
      </w:r>
      <w:r w:rsidRPr="0006794D">
        <w:rPr>
          <w:rtl/>
          <w:lang w:bidi="fa-IR"/>
        </w:rPr>
        <w:t xml:space="preserve"> خورش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دها</w:t>
      </w:r>
      <w:r w:rsidRPr="0006794D">
        <w:rPr>
          <w:rtl/>
          <w:lang w:bidi="fa-IR"/>
        </w:rPr>
        <w:t xml:space="preserve"> در سرزم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طوس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فرزندم، مبادا سال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عمرت بگذرد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سرور 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شوا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امام 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را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را حدّاقل در هر سال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مرتبه انجام ده، همانگونه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برنامه جزء رو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من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باشد؛ چون در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آن حضرت 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</w:t>
      </w:r>
      <w:r w:rsidRPr="0006794D">
        <w:rPr>
          <w:rFonts w:hint="eastAsia"/>
          <w:rtl/>
          <w:lang w:bidi="fa-IR"/>
        </w:rPr>
        <w:t>رت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و همانا دعا در جوار مرقد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آن حضرت مستجاب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به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ژه</w:t>
      </w:r>
      <w:r w:rsidRPr="0006794D">
        <w:rPr>
          <w:rtl/>
          <w:lang w:bidi="fa-IR"/>
        </w:rPr>
        <w:t xml:space="preserve"> اگر تو آن حضرت را به فرزندش جواد الأئمه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به مادرش فاطمه زهرا </w:t>
      </w:r>
      <w:r w:rsidR="000E783D" w:rsidRPr="000E783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هر دو سوگند بده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رد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شود، و من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را بارها تجربه کرده ام و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را به برکت آن حضرت و شفاعت آن بزرگوار گرفته ام، و خدا را بر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نعمت</w:t>
      </w:r>
      <w:r w:rsidRPr="0006794D">
        <w:rPr>
          <w:rtl/>
          <w:lang w:bidi="fa-IR"/>
        </w:rPr>
        <w:t xml:space="preserve"> بزرگ سپاس و ستا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از او فرزندش امام محمّدِ 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در 15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17 ماه رمضان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10 رجب سال 195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آخر 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القعده الحرام سال 220 در حال مسموم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.) آن حضرت باب الحوائج به درگاه خداست و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امامان معصوم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کمت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عمر را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داشت؛ چون در موقع شهادتش 25 سال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نداشت و در کمتر از 10 سالگ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بعد از پدر بزرگوارش به امامت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آن امام مثل پدرش مهربان بود و مردم مخصوصا در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خود به آن حضرت متوسّل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شوند،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واسطه آن حضر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حوائج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الآخره</w:t>
      </w:r>
      <w:r w:rsidRPr="0006794D">
        <w:rPr>
          <w:rtl/>
          <w:lang w:bidi="fa-IR"/>
        </w:rPr>
        <w:t xml:space="preserve"> بلافرق، لأنّه إمام کغ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من الأئمه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4B44D4" w:rsidP="004B44D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66035319"/>
      <w:bookmarkStart w:id="27" w:name="_Toc66035385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محمد الهاد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عليه‌السلام</w:t>
      </w:r>
      <w:bookmarkEnd w:id="26"/>
      <w:bookmarkEnd w:id="27"/>
      <w:r w:rsidR="00F16AFE" w:rsidRPr="00F16AFE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ولده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محمّد الهاد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(المولود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15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الحجه</w:t>
      </w:r>
      <w:r w:rsidRPr="0006794D">
        <w:rPr>
          <w:rtl/>
          <w:lang w:bidi="fa-IR"/>
        </w:rPr>
        <w:t xml:space="preserve"> أو 2 رجب عام 212 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3 رجب عام 254)،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أبعده طاغ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زمانه المتوکل العباس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جدّه النّب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سامرّاء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 xml:space="preserve"> تحت نظره. فقد تواترت الأحاد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و تناقل الرواه بأنّ حف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الإمام الهاد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-و هو الحجه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عشر-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قطع</w:t>
      </w:r>
      <w:r w:rsidRPr="0006794D">
        <w:rPr>
          <w:rtl/>
          <w:lang w:bidi="fa-IR"/>
        </w:rPr>
        <w:t xml:space="preserve"> دابر الظالم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ملأ</w:t>
      </w:r>
      <w:r w:rsidRPr="0006794D">
        <w:rPr>
          <w:rtl/>
          <w:lang w:bidi="fa-IR"/>
        </w:rPr>
        <w:t xml:space="preserve"> الأرض قسطا و عدلاً بعد ما تمتلئ ظلماً و جورا، و لذا جلبته السلطه الظالمه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سامرّاء الّت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عسکر الموال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للخل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الظالم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 xml:space="preserve"> تحت نظره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قبض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قائم آل محمّد و الحجّه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أهل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الإمام المهد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الحسن العسکر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عجّل اللّه فرجه و سهّل مخرجه و جعلنا من أتباعه 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عته</w:t>
      </w:r>
      <w:r w:rsidRPr="0006794D">
        <w:rPr>
          <w:rtl/>
          <w:lang w:bidi="fa-IR"/>
        </w:rPr>
        <w:t>. ولکنّهم أرادوا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</w:t>
      </w:r>
      <w:r w:rsidRPr="0006794D">
        <w:rPr>
          <w:rtl/>
          <w:lang w:bidi="fa-IR"/>
        </w:rPr>
        <w:t xml:space="preserve"> و اللّه أراد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</w:t>
      </w:r>
      <w:r w:rsidRPr="0006794D">
        <w:rPr>
          <w:rtl/>
          <w:lang w:bidi="fa-IR"/>
        </w:rPr>
        <w:t xml:space="preserve"> آخر، و إذا أراد اللّه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 xml:space="preserve"> کن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کون،</w:t>
      </w:r>
      <w:r w:rsidRPr="0006794D">
        <w:rPr>
          <w:rtl/>
          <w:lang w:bidi="fa-IR"/>
        </w:rPr>
        <w:t xml:space="preserve">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عارض</w:t>
      </w:r>
      <w:r w:rsidRPr="0006794D">
        <w:rPr>
          <w:rtl/>
          <w:lang w:bidi="fa-IR"/>
        </w:rPr>
        <w:t xml:space="preserve"> إراده اللّه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4B44D4" w:rsidP="004B44D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8" w:name="_Toc66035320"/>
      <w:bookmarkStart w:id="29" w:name="_Toc66035386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الحسن بن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العسکر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عليه‌السلام</w:t>
      </w:r>
      <w:bookmarkEnd w:id="28"/>
      <w:bookmarkEnd w:id="29"/>
      <w:r w:rsidR="00F16AFE" w:rsidRPr="00F16AFE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بعد أن بلغ الإمام الهاد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السنه الواحده أو الإثنت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الأربع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عمره، سمّوه فاستشهد و دفن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ولده الإمام الحسن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العسکر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(المولود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8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عام 232 و المستشهد مسموما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8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الأوّل عام 260). هو والد إمام زماننا صاحب العصر و الزمان -عجّل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فرجه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- . و قد تعامل الظالمون معه تعاملهم مع والده </w:t>
      </w:r>
      <w:r w:rsidRPr="0006794D">
        <w:rPr>
          <w:rFonts w:hint="eastAsia"/>
          <w:rtl/>
          <w:lang w:bidi="fa-IR"/>
        </w:rPr>
        <w:t>الإمام</w:t>
      </w:r>
      <w:r w:rsidRPr="0006794D">
        <w:rPr>
          <w:rtl/>
          <w:lang w:bidi="fa-IR"/>
        </w:rPr>
        <w:t xml:space="preserve"> الهاد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، و هم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دون</w:t>
      </w:r>
      <w:r w:rsidRPr="0006794D">
        <w:rPr>
          <w:rtl/>
          <w:lang w:bidi="fa-IR"/>
        </w:rPr>
        <w:t xml:space="preserve"> الممانعه من ولاده الإمام المهد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(عجل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فرجه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) ولکن اللّه أراد ولادته فولد. سلام اللّه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اخرو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را بگ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به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آن حضرت باامامان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در مقام والا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امامت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تفاوت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ندارد.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از او فرزندش امام عل</w:t>
      </w:r>
      <w:r w:rsidRPr="0006794D">
        <w:rPr>
          <w:rFonts w:hint="cs"/>
          <w:rtl/>
          <w:lang w:bidi="fa-IR"/>
        </w:rPr>
        <w:t>یِّ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است. (که در 15 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الحجّه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دوّم ماه رجب سال 212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و در سوّم ماه رجب سال 254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حال مسموم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). آن حضرت توسّط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و طاغوت زمانش متوکل عباس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شهر جدّش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به شهر سامرّاء منتقل شد تا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نظر باشد؛ چرا که احاد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و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تواتر نقل شده و از راو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بودند که نوه امام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که امام دوازدهم است، 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شه</w:t>
      </w:r>
      <w:r w:rsidRPr="0006794D">
        <w:rPr>
          <w:rtl/>
          <w:lang w:bidi="fa-IR"/>
        </w:rPr>
        <w:t xml:space="preserve"> ظالمان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را بعد از آنکه از ظلم و ستم پر شود پر از عدل و داد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 لذا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</w:t>
      </w:r>
      <w:r w:rsidRPr="0006794D">
        <w:rPr>
          <w:rtl/>
          <w:lang w:bidi="fa-IR"/>
        </w:rPr>
        <w:t xml:space="preserve"> به صورت ظالمانه و اجبار به شهر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لشکر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حام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ظالم در آنجا </w:t>
      </w:r>
      <w:r w:rsidRPr="0006794D">
        <w:rPr>
          <w:rtl/>
          <w:lang w:bidi="fa-IR"/>
        </w:rPr>
        <w:lastRenderedPageBreak/>
        <w:t>استقرار داشتند آورده شد تا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نظر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باشد و امکان جستجو و دست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دستگ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قائم آل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حجّت خدا بر اهلِ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امام 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 امام حسن عسکر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خداوند در ظهورش تعج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خروج آن حضرت را آسان گرداند و ما را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روان</w:t>
      </w:r>
      <w:r w:rsidRPr="0006794D">
        <w:rPr>
          <w:rtl/>
          <w:lang w:bidi="fa-IR"/>
        </w:rPr>
        <w:t xml:space="preserve"> 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او قرار دهد راحت تر باشد. لکن آنان کار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اراده کرده بودند و خدا اراده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داشت، خداوند اگر اراده کار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امر کند، بدون فاصله آن کار انجام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 xml:space="preserve"> و با اراده خدا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تواند معارضه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بعد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امام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عمر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فش</w:t>
      </w:r>
      <w:r w:rsidRPr="0006794D">
        <w:rPr>
          <w:rtl/>
          <w:lang w:bidi="fa-IR"/>
        </w:rPr>
        <w:t xml:space="preserve"> به چهل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دو سال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آن حضرت را مسموم کردند که بر اثر آن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در خانه خود دفن گرد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4B44D4" w:rsidRDefault="0006794D" w:rsidP="004B44D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بعد از او فرزندش امام حسن عسکر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در 8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الثّان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سال 232 متولّد شد و در 8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الاوّل سال 260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مسموم شده بود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.) آن حضرت پدر امام زمان ما صاحب العصر و الزّمان (عجّل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فرجه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) است.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وه</w:t>
      </w:r>
      <w:r w:rsidRPr="0006794D">
        <w:rPr>
          <w:rtl/>
          <w:lang w:bidi="fa-IR"/>
        </w:rPr>
        <w:t xml:space="preserve"> برخورد </w:t>
      </w:r>
      <w:r w:rsidRPr="0006794D">
        <w:rPr>
          <w:rFonts w:hint="eastAsia"/>
          <w:rtl/>
          <w:lang w:bidi="fa-IR"/>
        </w:rPr>
        <w:t>ظالم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 آن حضرت همان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وه</w:t>
      </w:r>
      <w:r w:rsidRPr="0006794D">
        <w:rPr>
          <w:rtl/>
          <w:lang w:bidi="fa-IR"/>
        </w:rPr>
        <w:t xml:space="preserve"> برخورد با پدر بزرگوارش امام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بود که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خواستند مانع ولادت امام 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شوند.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خدا ولادتش را اراده کرد و آن حضرت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آمد (که سلام خدا</w:t>
      </w:r>
    </w:p>
    <w:p w:rsidR="0006794D" w:rsidRPr="0006794D" w:rsidRDefault="0006794D" w:rsidP="004B44D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أرواحنا فداه.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لذا أراد الظلمه قتل الإمام العسکر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هو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سنّ الشّباب و 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مض</w:t>
      </w:r>
      <w:r w:rsidRPr="0006794D">
        <w:rPr>
          <w:rtl/>
          <w:lang w:bidi="fa-IR"/>
        </w:rPr>
        <w:t xml:space="preserve"> من عمره إلاّ ثمان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عاما. فسمّوه فانتقل </w:t>
      </w:r>
      <w:r w:rsidRPr="0006794D">
        <w:rPr>
          <w:rtl/>
          <w:lang w:bidi="fa-IR"/>
        </w:rPr>
        <w:lastRenderedPageBreak/>
        <w:t>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و دفن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جوار والده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بسامراء.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4B44D4" w:rsidP="004B44D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0" w:name="_Toc66035321"/>
      <w:bookmarkStart w:id="31" w:name="_Toc66035387"/>
      <w:r w:rsidR="0006794D" w:rsidRPr="0006794D">
        <w:rPr>
          <w:rFonts w:hint="eastAsia"/>
          <w:rtl/>
          <w:lang w:bidi="fa-IR"/>
        </w:rPr>
        <w:lastRenderedPageBreak/>
        <w:t>الإمام</w:t>
      </w:r>
      <w:r w:rsidR="0006794D" w:rsidRPr="0006794D">
        <w:rPr>
          <w:rtl/>
          <w:lang w:bidi="fa-IR"/>
        </w:rPr>
        <w:t xml:space="preserve"> الحجه بن الحسن صاحب الزمان عجل الله تعال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فرجه الشر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ف</w:t>
      </w:r>
      <w:bookmarkEnd w:id="30"/>
      <w:bookmarkEnd w:id="3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الإمام من بعده ولده محمّد بن الحسن و هو الحجه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 صاحب العصر و الزمان -عجّل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فرجه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- (المولود 15 شعبان المعظم عام 255) الإمام الح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الغائب عن الأنظار الّذ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ملأ</w:t>
      </w:r>
      <w:r w:rsidRPr="0006794D">
        <w:rPr>
          <w:rtl/>
          <w:lang w:bidi="fa-IR"/>
        </w:rPr>
        <w:t xml:space="preserve"> الأرض قسطا و عدلاً بعد ما ملئت ظلما و جورا.</w:t>
      </w:r>
      <w:r w:rsidRPr="004B44D4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إنّنا جالسون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مائده إفضاله و إنعامه و نعدّ أنفسنا من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اله</w:t>
      </w:r>
      <w:r w:rsidRPr="0006794D">
        <w:rPr>
          <w:rtl/>
          <w:lang w:bidi="fa-IR"/>
        </w:rPr>
        <w:t xml:space="preserve"> و خَدَمه و ج_ُنوده، و هو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أعمالنا. فکن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حذرٍ بح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تألم</w:t>
      </w:r>
      <w:r w:rsidRPr="0006794D">
        <w:rPr>
          <w:rtl/>
          <w:lang w:bidi="fa-IR"/>
        </w:rPr>
        <w:t xml:space="preserve"> قلبه المبارک من العمل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نبغ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منک.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هو کآبائه الطاهر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أحسن رعا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موال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أتباعه 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عته</w:t>
      </w:r>
      <w:r w:rsidRPr="0006794D">
        <w:rPr>
          <w:rtl/>
          <w:lang w:bidi="fa-IR"/>
        </w:rPr>
        <w:t xml:space="preserve"> و محب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و لذا إنّنا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مسرور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مأمول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هو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نساک</w:t>
      </w:r>
      <w:r w:rsidRPr="0006794D">
        <w:rPr>
          <w:rtl/>
          <w:lang w:bidi="fa-IR"/>
        </w:rPr>
        <w:t xml:space="preserve"> أبدا. فاسع 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لاتنساه، و اعمل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رضاه بتعلّم علوم آبائه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و العمل بها و تعل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مها</w:t>
      </w:r>
      <w:r w:rsidRPr="0006794D">
        <w:rPr>
          <w:rtl/>
          <w:lang w:bidi="fa-IR"/>
        </w:rPr>
        <w:t xml:space="preserve"> لمحصّل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العلوم و الناس قاطبه.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4B44D4" w:rsidP="004B44D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2" w:name="_Toc66035322"/>
      <w:bookmarkStart w:id="33" w:name="_Toc66035388"/>
      <w:r w:rsidR="0006794D" w:rsidRPr="0006794D">
        <w:rPr>
          <w:rFonts w:hint="eastAsia"/>
          <w:rtl/>
          <w:lang w:bidi="fa-IR"/>
        </w:rPr>
        <w:lastRenderedPageBreak/>
        <w:t>کتابه</w:t>
      </w:r>
      <w:r w:rsidR="0006794D" w:rsidRPr="0006794D">
        <w:rPr>
          <w:rtl/>
          <w:lang w:bidi="fa-IR"/>
        </w:rPr>
        <w:t xml:space="preserve"> سطور 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نه</w:t>
      </w:r>
      <w:r w:rsidR="0006794D" w:rsidRPr="0006794D">
        <w:rPr>
          <w:rtl/>
          <w:lang w:bidi="fa-IR"/>
        </w:rPr>
        <w:t xml:space="preserve"> النب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bookmarkEnd w:id="32"/>
      <w:bookmarkEnd w:id="3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کتبتُ هذه الأسطر لک و کنتُ أنا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نته</w:t>
      </w:r>
      <w:r w:rsidRPr="0006794D">
        <w:rPr>
          <w:rtl/>
          <w:lang w:bidi="fa-IR"/>
        </w:rPr>
        <w:t xml:space="preserve"> و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أجداده أعن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4B44D4" w:rsidP="004B44D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4B44D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کتبت حوله (عجل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فرجه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)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المطبوع «الأربعون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ملأ</w:t>
      </w:r>
      <w:r w:rsidRPr="0006794D">
        <w:rPr>
          <w:rtl/>
          <w:lang w:bidi="fa-IR"/>
        </w:rPr>
        <w:t xml:space="preserve"> الأرض قسطا و عدلاً»، و قد ترجم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مرّت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طبع مرّات.</w:t>
      </w:r>
    </w:p>
    <w:p w:rsidR="0006794D" w:rsidRPr="0006794D" w:rsidRDefault="004B44D4" w:rsidP="004B44D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بر</w:t>
      </w:r>
      <w:r w:rsidR="0006794D" w:rsidRPr="0006794D">
        <w:rPr>
          <w:rtl/>
          <w:lang w:bidi="fa-IR"/>
        </w:rPr>
        <w:t xml:space="preserve"> او و روح ما فدا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آن امام باد).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به</w:t>
      </w:r>
      <w:r w:rsidRPr="0006794D">
        <w:rPr>
          <w:rtl/>
          <w:lang w:bidi="fa-IR"/>
        </w:rPr>
        <w:t xml:space="preserve">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ستمگران بر آن شدند که امام عسکر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بکشند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آن حضرت هنوز جوان بود و از عمرش 28 سال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نگذشته بود، لذا آن حضرت را مسموم کردند، و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شهادت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در جوار رحمت حق آرم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در کنار پدر بزرگوارش در خانه خود در سامرّاء دفن 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امام بعد از او فرزندش حضرت محمّد بن 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حجّت دوازدهم صاحب العصر و الزّمان (عجّل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فرجه الشّر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>)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(که در 15 شعبان سال 255 متولّد شد.) آن حضرت امام زنده و غا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از نظرهاست که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را بعد از آن که از ظلم و جور پر بشود پر از عدل و داد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پسرم، که ما در واقع بر سر سفره نعمت آن حضرت نشسته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خود را جزء خانواده و خادمان و سربازان آن حضرت به حساب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آور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او اعمال ما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ند؛</w:t>
      </w:r>
      <w:r w:rsidRPr="0006794D">
        <w:rPr>
          <w:rtl/>
          <w:lang w:bidi="fa-IR"/>
        </w:rPr>
        <w:t xml:space="preserve"> لذا مواظب باش که آن حضرت تو را در حال گناه 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و قلب مبارک آن حضرت را به درد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اور</w:t>
      </w:r>
      <w:r w:rsidRPr="0006794D">
        <w:rPr>
          <w:rtl/>
          <w:lang w:bidi="fa-IR"/>
        </w:rPr>
        <w:t xml:space="preserve"> به خاطر ارتکاب عمل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تو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سته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او همانند پدران پاکش به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گونه مراعات و مراقبت از احوال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روان</w:t>
      </w:r>
      <w:r w:rsidRPr="0006794D">
        <w:rPr>
          <w:rtl/>
          <w:lang w:bidi="fa-IR"/>
        </w:rPr>
        <w:t xml:space="preserve"> 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دوستدارانش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ما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تحت سرپرست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مراقبت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قرار دار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شاد و مسرور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پسرم، که آن حضرت هرگز تو را فراموش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پس سع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 تو هم آن بزرگوار را فراموش ننما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و در راه به </w:t>
      </w:r>
      <w:r w:rsidRPr="0006794D">
        <w:rPr>
          <w:rtl/>
          <w:lang w:bidi="fa-IR"/>
        </w:rPr>
        <w:lastRenderedPageBreak/>
        <w:t>دست آوردن خشنود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به 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علوم پدرانش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 xml:space="preserve">و عمل بر طبق آن علوم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دادن آن علوم به طالبان آن و همه مردم قدم بردار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چند سطرِ رساله 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در شهر آن حضرت و شهر پدرانش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موسم الحج عام 1427ق، و أدعو لک عند مرقد جده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 xml:space="preserve">و اُمّه فاطمه الزهراء </w:t>
      </w:r>
      <w:r w:rsidR="00D21C7D" w:rsidRPr="00D21C7D">
        <w:rPr>
          <w:rStyle w:val="libAlaemChar"/>
          <w:rtl/>
        </w:rPr>
        <w:t xml:space="preserve">عليها‌السلام </w:t>
      </w:r>
      <w:r w:rsidRPr="0006794D">
        <w:rPr>
          <w:rtl/>
          <w:lang w:bidi="fa-IR"/>
        </w:rPr>
        <w:t xml:space="preserve"> و قبور آبائه أئمه الهد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المدفون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بالبق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الغرقد بأن جعلک اللّه من أنصاره و خدمه و جنوده 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عته</w:t>
      </w:r>
      <w:r w:rsidRPr="0006794D">
        <w:rPr>
          <w:rtl/>
          <w:lang w:bidi="fa-IR"/>
        </w:rPr>
        <w:t xml:space="preserve"> الخاصه و فقهاء مذهبه إن شاء </w:t>
      </w:r>
      <w:r w:rsidRPr="0006794D">
        <w:rPr>
          <w:rFonts w:hint="eastAsia"/>
          <w:rtl/>
          <w:lang w:bidi="fa-IR"/>
        </w:rPr>
        <w:t>اللّه</w:t>
      </w:r>
      <w:r w:rsidRPr="0006794D">
        <w:rPr>
          <w:rtl/>
          <w:lang w:bidi="fa-IR"/>
        </w:rPr>
        <w:t xml:space="preserve">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المرجوّ منک إن رزقک اللّه هذه الز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ارات</w:t>
      </w:r>
      <w:r w:rsidRPr="0006794D">
        <w:rPr>
          <w:rtl/>
          <w:lang w:bidi="fa-IR"/>
        </w:rPr>
        <w:t xml:space="preserve"> أن لا تنسان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صالح دعواتک و طلب المغفره و الاستغفار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فإنّ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محتاج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ممات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إذا کنتَ أنتَ مِن أهله و جنوده، فهو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رعاک</w:t>
      </w:r>
      <w:r w:rsidRPr="0006794D">
        <w:rPr>
          <w:rtl/>
          <w:lang w:bidi="fa-IR"/>
        </w:rPr>
        <w:t xml:space="preserve"> بأحسن وجه فلا تغتمّ لأجل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معاشک و اُمورک أبدا. لأنّک 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 و هو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وفه</w:t>
      </w:r>
      <w:r w:rsidRPr="0006794D">
        <w:rPr>
          <w:rtl/>
          <w:lang w:bidi="fa-IR"/>
        </w:rPr>
        <w:t xml:space="preserve"> بأحسن الض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افه</w:t>
      </w:r>
      <w:r w:rsidRPr="0006794D">
        <w:rPr>
          <w:rtl/>
          <w:lang w:bidi="fa-IR"/>
        </w:rPr>
        <w:t xml:space="preserve"> و أکمل الکرامه و أفضل الإنعام.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أنفق</w:t>
      </w:r>
      <w:r w:rsidRPr="0006794D">
        <w:rPr>
          <w:rtl/>
          <w:lang w:bidi="fa-IR"/>
        </w:rPr>
        <w:t xml:space="preserve"> و لا تخف من 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العرش إقلالاً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«أنفق و لا تخف من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العرش</w:t>
      </w:r>
      <w:r w:rsidRPr="0006794D">
        <w:rPr>
          <w:rtl/>
          <w:lang w:bidi="fa-IR"/>
        </w:rPr>
        <w:t xml:space="preserve"> إقلالاً»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أعمال الخ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تلب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حوائج أهل العلم و الطلبه و رواتبهم و طبع الکتب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رات</w:t>
      </w:r>
      <w:r w:rsidRPr="0006794D">
        <w:rPr>
          <w:rtl/>
          <w:lang w:bidi="fa-IR"/>
        </w:rPr>
        <w:t xml:space="preserve"> و المبرّات فقد ثبت لد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صحه هذا الکلام و قد قرّره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CD46F6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بابتسامه، و قد ج</w:t>
      </w:r>
      <w:r w:rsidRPr="0006794D">
        <w:rPr>
          <w:rFonts w:hint="eastAsia"/>
          <w:rtl/>
          <w:lang w:bidi="fa-IR"/>
        </w:rPr>
        <w:t>رّبته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مرارا.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بل</w:t>
      </w:r>
      <w:r w:rsidRPr="0006794D">
        <w:rPr>
          <w:rtl/>
          <w:lang w:bidi="fa-IR"/>
        </w:rPr>
        <w:t xml:space="preserve">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البزنط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قرأت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الحسن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</w:t>
      </w:r>
      <w:r w:rsidR="00F16AFE" w:rsidRPr="00F16AFE">
        <w:rPr>
          <w:rStyle w:val="libAlaemChar"/>
          <w:rtl/>
        </w:rPr>
        <w:lastRenderedPageBreak/>
        <w:t xml:space="preserve">عليه‌السلام </w:t>
      </w:r>
      <w:r w:rsidRPr="0006794D">
        <w:rPr>
          <w:rtl/>
          <w:lang w:bidi="fa-IR"/>
        </w:rPr>
        <w:t xml:space="preserve">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أبا جعفر، بلغن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أنّ الموال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إذا رکبت أخرجوک من الباب الصغ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ر،</w:t>
      </w:r>
      <w:r w:rsidRPr="0006794D">
        <w:rPr>
          <w:rtl/>
          <w:lang w:bidi="fa-IR"/>
        </w:rPr>
        <w:t xml:space="preserve"> فإنّما ذلک مِن بُخلٍ منهم لئلاّ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نال</w:t>
      </w:r>
      <w:r w:rsidRPr="0006794D">
        <w:rPr>
          <w:rtl/>
          <w:lang w:bidi="fa-IR"/>
        </w:rPr>
        <w:t xml:space="preserve"> منک أحد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را،</w:t>
      </w:r>
      <w:r w:rsidRPr="0006794D">
        <w:rPr>
          <w:rtl/>
          <w:lang w:bidi="fa-IR"/>
        </w:rPr>
        <w:t xml:space="preserve"> و أسألک بحقّ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کن</w:t>
      </w:r>
      <w:r w:rsidRPr="0006794D">
        <w:rPr>
          <w:rtl/>
          <w:lang w:bidi="fa-IR"/>
        </w:rPr>
        <w:t xml:space="preserve"> مدخلک و مخرجک إلّا من الباب الکب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>. فإذا رکبت فل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کن</w:t>
      </w:r>
      <w:r w:rsidRPr="0006794D">
        <w:rPr>
          <w:rtl/>
          <w:lang w:bidi="fa-IR"/>
        </w:rPr>
        <w:t xml:space="preserve"> معک ذهب و فضه. ثم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سألک</w:t>
      </w:r>
      <w:r w:rsidRPr="0006794D">
        <w:rPr>
          <w:rtl/>
          <w:lang w:bidi="fa-IR"/>
        </w:rPr>
        <w:t xml:space="preserve"> أحد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</w:t>
      </w:r>
      <w:r w:rsidRPr="0006794D">
        <w:rPr>
          <w:rtl/>
          <w:lang w:bidi="fa-IR"/>
        </w:rPr>
        <w:t xml:space="preserve"> إلّا أعط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ته،</w:t>
      </w:r>
      <w:r w:rsidRPr="0006794D">
        <w:rPr>
          <w:rtl/>
          <w:lang w:bidi="fa-IR"/>
        </w:rPr>
        <w:t xml:space="preserve"> و من سألک من عمومتک أن تبرّه فلا تعطه أقل من خمس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</w:p>
    <w:p w:rsidR="0006794D" w:rsidRPr="0006794D" w:rsidRDefault="00CD46F6" w:rsidP="00CD46F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موسوعه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1/142، ح7.</w:t>
      </w:r>
    </w:p>
    <w:p w:rsidR="0006794D" w:rsidRPr="0006794D" w:rsidRDefault="00CD46F6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شهر</w:t>
      </w:r>
      <w:r w:rsidR="0006794D" w:rsidRPr="0006794D">
        <w:rPr>
          <w:rtl/>
          <w:lang w:bidi="fa-IR"/>
        </w:rPr>
        <w:t xml:space="preserve">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، مد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نه</w:t>
      </w:r>
      <w:r w:rsidR="0006794D" w:rsidRPr="0006794D">
        <w:rPr>
          <w:rtl/>
          <w:lang w:bidi="fa-IR"/>
        </w:rPr>
        <w:t xml:space="preserve"> منوّره در موسم حجّ سال 1427 هجر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قمر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نوشتم و در کنار مرقد جدّش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و مادرش فاطمه زهرا</w:t>
      </w:r>
      <w:r w:rsidR="000E783D" w:rsidRPr="000E783D">
        <w:rPr>
          <w:rStyle w:val="libAlaemChar"/>
          <w:rtl/>
        </w:rPr>
        <w:t xml:space="preserve">عليها‌السلام </w:t>
      </w:r>
      <w:r w:rsidR="0006794D" w:rsidRPr="0006794D">
        <w:rPr>
          <w:rtl/>
          <w:lang w:bidi="fa-IR"/>
        </w:rPr>
        <w:t xml:space="preserve"> و قبور پدران ارجمندش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ان</w:t>
      </w:r>
      <w:r w:rsidR="0006794D" w:rsidRPr="0006794D">
        <w:rPr>
          <w:rtl/>
          <w:lang w:bidi="fa-IR"/>
        </w:rPr>
        <w:t xml:space="preserve"> هدا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="0006794D" w:rsidRPr="0006794D">
        <w:rPr>
          <w:rtl/>
          <w:lang w:bidi="fa-IR"/>
        </w:rPr>
        <w:t>که در قبرستان بق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ع</w:t>
      </w:r>
      <w:r w:rsidR="0006794D" w:rsidRPr="0006794D">
        <w:rPr>
          <w:rtl/>
          <w:lang w:bidi="fa-IR"/>
        </w:rPr>
        <w:t xml:space="preserve"> دفن شده اند دعاگو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eastAsia"/>
          <w:rtl/>
          <w:lang w:bidi="fa-IR"/>
        </w:rPr>
        <w:t>تو</w:t>
      </w:r>
      <w:r w:rsidR="0006794D" w:rsidRPr="0006794D">
        <w:rPr>
          <w:rtl/>
          <w:lang w:bidi="fa-IR"/>
        </w:rPr>
        <w:t xml:space="preserve"> هستم که خدا تو را از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اران</w:t>
      </w:r>
      <w:r w:rsidR="0006794D" w:rsidRPr="0006794D">
        <w:rPr>
          <w:rtl/>
          <w:lang w:bidi="fa-IR"/>
        </w:rPr>
        <w:t xml:space="preserve"> و خادمان و سربازان و 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ان</w:t>
      </w:r>
      <w:r w:rsidR="0006794D" w:rsidRPr="0006794D">
        <w:rPr>
          <w:rtl/>
          <w:lang w:bidi="fa-IR"/>
        </w:rPr>
        <w:t xml:space="preserve"> خاصش و از فقها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مذهبش قرار بدهد. ان شاء اللّه تعال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. و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دوارم</w:t>
      </w:r>
      <w:r w:rsidR="0006794D" w:rsidRPr="0006794D">
        <w:rPr>
          <w:rtl/>
          <w:lang w:bidi="fa-IR"/>
        </w:rPr>
        <w:t xml:space="preserve"> که خداوند توف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ق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ارت</w:t>
      </w:r>
      <w:r w:rsidR="0006794D" w:rsidRPr="0006794D">
        <w:rPr>
          <w:rtl/>
          <w:lang w:bidi="fa-IR"/>
        </w:rPr>
        <w:t xml:space="preserve"> ها را روز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تو نما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و در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صورت مرا از دعاها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خود و طلب آمرزش فراموش نکن که من هم در زمان ح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ات</w:t>
      </w:r>
      <w:r w:rsidR="0006794D" w:rsidRPr="0006794D">
        <w:rPr>
          <w:rtl/>
          <w:lang w:bidi="fa-IR"/>
        </w:rPr>
        <w:t xml:space="preserve"> و پس از مرگم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ازمند</w:t>
      </w:r>
      <w:r w:rsidR="0006794D" w:rsidRPr="0006794D">
        <w:rPr>
          <w:rtl/>
          <w:lang w:bidi="fa-IR"/>
        </w:rPr>
        <w:t xml:space="preserve"> آنم.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زم،</w:t>
      </w:r>
      <w:r w:rsidRPr="0006794D">
        <w:rPr>
          <w:rtl/>
          <w:lang w:bidi="fa-IR"/>
        </w:rPr>
        <w:t xml:space="preserve"> اگر تو از اهل و سپاه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آن حضرت قرار گرفت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آن بزرگوار به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وجه رعا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حال تو را خواهد نمود، پس نگران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معاشت و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نباش. چرا که تو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مهمان امام زمان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او از مهمانان خود به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پذ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در اکرام و اعطا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نعمت به آنها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غ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بنابرا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نسبت به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برطرف کردن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اهل علم و طلّاب علوم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پرداخت شهر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آنان و چاپ کتاب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انجام تمام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رات</w:t>
      </w:r>
      <w:r w:rsidRPr="0006794D">
        <w:rPr>
          <w:rtl/>
          <w:lang w:bidi="fa-IR"/>
        </w:rPr>
        <w:t xml:space="preserve"> و مبرّات با جد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قدم بردار و انفاق کن و از خدا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صاحب عرش است نترس که تنگدست شو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موضوع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ثابت شد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را در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لبخند خود تأ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فرموده است و من آن را بارها تجربه کرده ام.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بلکه</w:t>
      </w:r>
      <w:r w:rsidRPr="0006794D">
        <w:rPr>
          <w:rtl/>
          <w:lang w:bidi="fa-IR"/>
        </w:rPr>
        <w:t xml:space="preserve"> در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بزنط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وارد شده است که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: در نامه امام 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به فرزندش ابوجعفر امام 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خواندم که نوشته بود: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ابوجعفر، به من خبر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است که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به قصد خارج شدن از منزل سوار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غلامان تو را از درِ کوچک خانه خارج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کنند،</w:t>
      </w:r>
      <w:r w:rsidRPr="0006794D">
        <w:rPr>
          <w:rtl/>
          <w:lang w:bidi="fa-IR"/>
        </w:rPr>
        <w:t xml:space="preserve">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به خاطر بُخل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آنها دارند؛ چراکه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خواهند از جانب تو به شخص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برسد. و از تو به خاطر آن حقّ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گردن تو دارم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خواهم که ورود و خروج خود را از در بزرگ خانه قرار بده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هرگاه سوار شد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رون</w:t>
      </w:r>
      <w:r w:rsidRPr="0006794D">
        <w:rPr>
          <w:rtl/>
          <w:lang w:bidi="fa-IR"/>
        </w:rPr>
        <w:t xml:space="preserve"> برو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به همراه خود طلا و نقره بردار، و هرکس از آنها از تو درخواست کمک کرد به او ببخش، و اگر عموها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از تو خواستند که به آنها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کمتر از پنجاه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نارا،</w:t>
      </w:r>
      <w:r w:rsidRPr="0006794D">
        <w:rPr>
          <w:rtl/>
          <w:lang w:bidi="fa-IR"/>
        </w:rPr>
        <w:t xml:space="preserve"> و الکث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ک،</w:t>
      </w:r>
      <w:r w:rsidRPr="0006794D">
        <w:rPr>
          <w:rtl/>
          <w:lang w:bidi="fa-IR"/>
        </w:rPr>
        <w:t xml:space="preserve"> و من سألک من عمّاتک فلا تعطها أقل من خمسه و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نارا</w:t>
      </w:r>
      <w:r w:rsidRPr="0006794D">
        <w:rPr>
          <w:rtl/>
          <w:lang w:bidi="fa-IR"/>
        </w:rPr>
        <w:t xml:space="preserve"> و الکث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ک،</w:t>
      </w:r>
      <w:r w:rsidRPr="0006794D">
        <w:rPr>
          <w:rtl/>
          <w:lang w:bidi="fa-IR"/>
        </w:rPr>
        <w:t xml:space="preserve"> 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إنّما اُر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بذلک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رفعک</w:t>
      </w:r>
      <w:r w:rsidRPr="0006794D">
        <w:rPr>
          <w:rtl/>
          <w:lang w:bidi="fa-IR"/>
        </w:rPr>
        <w:t xml:space="preserve"> اللّه، فأنفِق و لا تخش من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العرش</w:t>
      </w:r>
      <w:r w:rsidRPr="0006794D">
        <w:rPr>
          <w:rtl/>
          <w:lang w:bidi="fa-IR"/>
        </w:rPr>
        <w:t xml:space="preserve"> إقتارا.</w:t>
      </w:r>
      <w:r w:rsidRPr="00CD46F6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نحن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تحت رعا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محمد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آله الأئمه الهد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،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الآخره - 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البرزخ و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>-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کذلک. فببرکتهم و شفاعتهم ندخل الجنه آمن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إن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CD46F6" w:rsidP="00CD46F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" w:name="_Toc66035323"/>
      <w:bookmarkStart w:id="35" w:name="_Toc66035389"/>
      <w:r w:rsidR="0006794D" w:rsidRPr="0006794D">
        <w:rPr>
          <w:rFonts w:hint="eastAsia"/>
          <w:rtl/>
          <w:lang w:bidi="fa-IR"/>
        </w:rPr>
        <w:lastRenderedPageBreak/>
        <w:t>الشفاعه</w:t>
      </w:r>
      <w:r w:rsidR="0006794D" w:rsidRPr="0006794D">
        <w:rPr>
          <w:rtl/>
          <w:lang w:bidi="fa-IR"/>
        </w:rPr>
        <w:t xml:space="preserve"> عامه تجر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العوالم الثلاثه</w:t>
      </w:r>
      <w:bookmarkEnd w:id="34"/>
      <w:bookmarkEnd w:id="3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باعتقاد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أنّ الشفاعه کما تجر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 xml:space="preserve"> کذلک تجر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العالم البرزخ - الحدّ الوسط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 xml:space="preserve">- لأنّ أدلتها عامه و 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 xml:space="preserve"> المخصّص، و ما ورد من ثبوت الشفاعه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 xml:space="preserve"> لا تنف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عن البرزخ، و ما ورد</w:t>
      </w:r>
      <w:r w:rsidRPr="00CD46F6">
        <w:rPr>
          <w:rStyle w:val="libFootnotenumChar"/>
          <w:rtl/>
        </w:rPr>
        <w:t>(2)</w:t>
      </w:r>
      <w:r w:rsidRPr="0006794D">
        <w:rPr>
          <w:rtl/>
          <w:lang w:bidi="fa-IR"/>
        </w:rPr>
        <w:t xml:space="preserve"> من خوف الأئمه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بالنسبه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العالم البرزخ، فهو تحر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الاعتقادات الصح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و الأعمال الصالحه. و بالجمله 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ثبت</w:t>
      </w:r>
      <w:r w:rsidRPr="0006794D">
        <w:rPr>
          <w:rtl/>
          <w:lang w:bidi="fa-IR"/>
        </w:rPr>
        <w:t xml:space="preserve"> المخصّص عند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کذلک تجر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الشفاعه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بالنسبه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الحاضره، و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استجابه الدعوات عند مراقدهم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و تلب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التوسلات بهم بنظر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القاصر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إلّا من الشفاعه المقبوله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نحن</w:t>
      </w:r>
      <w:r w:rsidRPr="0006794D">
        <w:rPr>
          <w:rtl/>
          <w:lang w:bidi="fa-IR"/>
        </w:rPr>
        <w:t xml:space="preserve"> ببرکتهم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 دائماً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نحن ببرکتهم و شفاعتهم و 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تهم</w:t>
      </w:r>
      <w:r w:rsidRPr="0006794D">
        <w:rPr>
          <w:rtl/>
          <w:lang w:bidi="fa-IR"/>
        </w:rPr>
        <w:t xml:space="preserve"> نکون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الجنّه دائما، جنّه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جنّه البرزخ و جنّه العدن إن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اللّه هذا اعتقاد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أرجوه، و</w:t>
      </w:r>
    </w:p>
    <w:p w:rsidR="0006794D" w:rsidRPr="0006794D" w:rsidRDefault="00CD46F6" w:rsidP="00CD46F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4/43 ح5 و نقلت عنه موسوعه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: 9/301 ح8.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 xml:space="preserve">2- 2. نحو خبر عمرو بن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المرو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3/242 ح3.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CD46F6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سکه</w:t>
      </w:r>
      <w:r w:rsidRPr="0006794D">
        <w:rPr>
          <w:rtl/>
          <w:lang w:bidi="fa-IR"/>
        </w:rPr>
        <w:t xml:space="preserve"> طلا به آنها نبخش و اگر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از آن را خواسته باش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عطا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به عهده توست، و اگر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خواسته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عمّه 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از تو داشت کمتر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پنج سکّه طلا به او نده و اگر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ببخش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من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خواهم خدا به تو مقا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بلند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مرحمت کند؛ لذا انفاق کن و از خداوند صاحب عرش از تنگدست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هراس نداشته باشد.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پسرم، ما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در عالم برزخ و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مورد لطف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حضرت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خاندان پاک آن حضرت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که امامان هدا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گرند و ان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به برکت آنان و شفاعتشان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عذاب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امان هست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وارد بهشت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ش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و به عق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من شفاعت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وجود دارد در عالم برزخ (عالم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آخرت) هم 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دارد؛ چون ادلّه اثبات شفاعت عام است و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خاصّ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شفاعت را به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منحصر کند،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امده</w:t>
      </w:r>
      <w:r w:rsidRPr="0006794D">
        <w:rPr>
          <w:rtl/>
          <w:lang w:bidi="fa-IR"/>
        </w:rPr>
        <w:t xml:space="preserve"> است، و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شفاعت در عالم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را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شفاعت در عالم برزخ را نف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 آن احاد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 که از ائمّه درباره نگران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آنان از حال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در عالم برزخ وارد شده، در واقع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تشو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مردم به اعتقادات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و اعمال صالح است. به هر حال، تخص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</w:t>
      </w:r>
      <w:r w:rsidRPr="0006794D">
        <w:rPr>
          <w:rtl/>
          <w:lang w:bidi="fa-IR"/>
        </w:rPr>
        <w:t xml:space="preserve"> شفاعت آن هم فقط به عالم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امت،</w:t>
      </w:r>
      <w:r w:rsidRPr="0006794D">
        <w:rPr>
          <w:rtl/>
          <w:lang w:bidi="fa-IR"/>
        </w:rPr>
        <w:t xml:space="preserve"> در نزد من ثابت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همچن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شفاعت در عالم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هم 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دارد و دعاها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در کنار مراقد آنها (پ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و خاندان پاکش) مستجاب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و توسّلات به آن بزرگواران که به ثمر </w:t>
      </w:r>
      <w:r w:rsidRPr="0006794D">
        <w:rPr>
          <w:rtl/>
          <w:lang w:bidi="fa-IR"/>
        </w:rPr>
        <w:lastRenderedPageBreak/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رسد، به نظر قاصرِ من جز از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شفاعت قبول شده آن 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زان</w:t>
      </w:r>
      <w:r w:rsidRPr="0006794D">
        <w:rPr>
          <w:rtl/>
          <w:lang w:bidi="fa-IR"/>
        </w:rPr>
        <w:t xml:space="preserve"> به درگاهِ خدا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پسرم، ما به برکت آنها و شفاعت و 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تشان</w:t>
      </w:r>
      <w:r w:rsidRPr="0006794D">
        <w:rPr>
          <w:rtl/>
          <w:lang w:bidi="fa-IR"/>
        </w:rPr>
        <w:t xml:space="preserve"> به طور دائم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بهشت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بود. هم در بهشت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هم در بهشت عالم برزخ و بهشت جاودان ان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به خدا قسم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اعتقاد من است و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دوارم</w:t>
      </w:r>
      <w:r w:rsidRPr="0006794D">
        <w:rPr>
          <w:rtl/>
          <w:lang w:bidi="fa-IR"/>
        </w:rPr>
        <w:t xml:space="preserve">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قد</w:t>
      </w:r>
      <w:r w:rsidRPr="0006794D">
        <w:rPr>
          <w:rtl/>
          <w:lang w:bidi="fa-IR"/>
        </w:rPr>
        <w:t xml:space="preserve"> وصلت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بعضه و أصِلُ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الباق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منه إنْ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کما</w:t>
      </w:r>
      <w:r w:rsidRPr="0006794D">
        <w:rPr>
          <w:rtl/>
          <w:lang w:bidi="fa-IR"/>
        </w:rPr>
        <w:t xml:space="preserve">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الصدوق بإسناده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عبداللّه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أنّه قال 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عته</w:t>
      </w:r>
      <w:r w:rsidRPr="0006794D">
        <w:rPr>
          <w:rtl/>
          <w:lang w:bidi="fa-IR"/>
        </w:rPr>
        <w:t>: «د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ارکم</w:t>
      </w:r>
      <w:r w:rsidRPr="0006794D">
        <w:rPr>
          <w:rtl/>
          <w:lang w:bidi="fa-IR"/>
        </w:rPr>
        <w:t xml:space="preserve"> لکم جنّهٌ، و قبورکم لکم جنّهٌ، للجنّه خُلِقتُم و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الجنّه تص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رون»</w:t>
      </w:r>
      <w:r w:rsidRPr="0006794D">
        <w:rPr>
          <w:rtl/>
          <w:lang w:bidi="fa-IR"/>
        </w:rPr>
        <w:t>.</w:t>
      </w:r>
      <w:r w:rsidRPr="00CD46F6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کما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خبر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بکر قال: کنّا عند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عبداللّه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فقال رجل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المجلس: أسأل اللّه الجنه، فقال أبوعبداللّه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أنتم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الجنه، فاسألوا اللّه أن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خرجکم</w:t>
      </w:r>
      <w:r w:rsidRPr="0006794D">
        <w:rPr>
          <w:rtl/>
          <w:lang w:bidi="fa-IR"/>
        </w:rPr>
        <w:t xml:space="preserve"> منها، فقالوا: جعلنا اللّه فداک! نحن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ا؟</w:t>
      </w:r>
      <w:r w:rsidRPr="0006794D">
        <w:rPr>
          <w:rtl/>
          <w:lang w:bidi="fa-IR"/>
        </w:rPr>
        <w:t xml:space="preserve"> فقال: ألستم تقرّون بإمامتنا؟ قال</w:t>
      </w:r>
      <w:r w:rsidRPr="0006794D">
        <w:rPr>
          <w:rFonts w:hint="eastAsia"/>
          <w:rtl/>
          <w:lang w:bidi="fa-IR"/>
        </w:rPr>
        <w:t>وا</w:t>
      </w:r>
      <w:r w:rsidRPr="0006794D">
        <w:rPr>
          <w:rtl/>
          <w:lang w:bidi="fa-IR"/>
        </w:rPr>
        <w:t>: نعم، فقال: هذا معن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مَنْ أقرّ به کان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 فاسألوا اللّه أنّ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سلبکم</w:t>
      </w:r>
      <w:r w:rsidRPr="0006794D">
        <w:rPr>
          <w:rtl/>
          <w:lang w:bidi="fa-IR"/>
        </w:rPr>
        <w:t>.</w:t>
      </w:r>
      <w:r w:rsidRPr="00CD46F6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لعلّ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ذکرنا أشار قوله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سوره الرحمن «و لِمَن خافَ مقامَ ربّه جنّتان»</w:t>
      </w:r>
      <w:r w:rsidRPr="00CD46F6">
        <w:rPr>
          <w:rStyle w:val="libFootnotenumChar"/>
          <w:rtl/>
        </w:rPr>
        <w:t>(3)</w:t>
      </w:r>
      <w:r w:rsidRPr="0006794D">
        <w:rPr>
          <w:rtl/>
          <w:lang w:bidi="fa-IR"/>
        </w:rPr>
        <w:t>. فالقدر المت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قن</w:t>
      </w:r>
      <w:r w:rsidRPr="0006794D">
        <w:rPr>
          <w:rtl/>
          <w:lang w:bidi="fa-IR"/>
        </w:rPr>
        <w:t xml:space="preserve"> منهما جنّه البرزخ و جنّه الآخره. و إن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</w:t>
      </w:r>
      <w:r w:rsidRPr="0006794D">
        <w:rPr>
          <w:rtl/>
          <w:lang w:bidi="fa-IR"/>
        </w:rPr>
        <w:t xml:space="preserve"> حملهما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جنّه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جنّه الآخره بدخول الجنّه البرزخ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جنّه الآخره.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و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</w:t>
      </w:r>
      <w:r w:rsidRPr="0006794D">
        <w:rPr>
          <w:rtl/>
          <w:lang w:bidi="fa-IR"/>
        </w:rPr>
        <w:t xml:space="preserve"> حمل الجنّت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المرتبت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الدرجت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الآخره جنّه السابق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جنّه أصحاب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</w:t>
      </w:r>
      <w:r w:rsidRPr="0006794D">
        <w:rPr>
          <w:rtl/>
          <w:lang w:bidi="fa-IR"/>
        </w:rPr>
        <w:t xml:space="preserve"> حملهما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جنّه أهلها و جنّه أهل النار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ورثونها</w:t>
      </w:r>
      <w:r w:rsidRPr="0006794D">
        <w:rPr>
          <w:rtl/>
          <w:lang w:bidi="fa-IR"/>
        </w:rPr>
        <w:t xml:space="preserve"> منهم کما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بعض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>.</w:t>
      </w:r>
      <w:r w:rsidRPr="00CD46F6">
        <w:rPr>
          <w:rStyle w:val="libFootnotenumChar"/>
          <w:rtl/>
        </w:rPr>
        <w:t>(4)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حمل الآ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الاُخر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سوره الرحمن «و مِن دونهما جنّتان»</w:t>
      </w:r>
      <w:r w:rsidRPr="00CD46F6">
        <w:rPr>
          <w:rStyle w:val="libFootnotenumChar"/>
          <w:rtl/>
        </w:rPr>
        <w:t>(5)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الجنّه </w:t>
      </w:r>
    </w:p>
    <w:p w:rsidR="0006794D" w:rsidRPr="0006794D" w:rsidRDefault="00CD46F6" w:rsidP="00CD46F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فضائل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>/ 72، ح34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8/360، ح26 (3/615).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المحاسن 1/262، ح 107.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سوره الرحمن /46.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نحو موثقه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المرو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2/64 و مرسله عثمان بن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عقاب الأعمال /305 و قد رواهما المجلس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8/125.</w:t>
      </w:r>
    </w:p>
    <w:p w:rsidR="0006794D" w:rsidRPr="0006794D" w:rsidRDefault="0006794D" w:rsidP="00CD46F6">
      <w:pPr>
        <w:pStyle w:val="libFootnote0"/>
        <w:rPr>
          <w:rtl/>
          <w:lang w:bidi="fa-IR"/>
        </w:rPr>
      </w:pPr>
    </w:p>
    <w:p w:rsidR="0006794D" w:rsidRPr="0006794D" w:rsidRDefault="0006794D" w:rsidP="00CD46F6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سوره الرحمن /62.</w:t>
      </w:r>
    </w:p>
    <w:p w:rsidR="00CD46F6" w:rsidRDefault="0006794D" w:rsidP="00CD46F6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CD46F6" w:rsidP="00CD46F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به</w:t>
      </w:r>
      <w:r w:rsidR="0006794D" w:rsidRPr="0006794D">
        <w:rPr>
          <w:rtl/>
          <w:lang w:bidi="fa-IR"/>
        </w:rPr>
        <w:t xml:space="preserve"> بعض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اعتقادات 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ده</w:t>
      </w:r>
      <w:r w:rsidR="0006794D" w:rsidRPr="0006794D">
        <w:rPr>
          <w:rtl/>
          <w:lang w:bidi="fa-IR"/>
        </w:rPr>
        <w:t xml:space="preserve"> ام به مابق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هم برسم ان شاءاللّه تعال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CD46F6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چنانچه</w:t>
      </w:r>
      <w:r w:rsidRPr="0006794D">
        <w:rPr>
          <w:rtl/>
          <w:lang w:bidi="fa-IR"/>
        </w:rPr>
        <w:t xml:space="preserve">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</w:t>
      </w:r>
      <w:r w:rsidR="00663A8A" w:rsidRPr="00663A8A">
        <w:rPr>
          <w:rStyle w:val="libAlaemChar"/>
          <w:rtl/>
        </w:rPr>
        <w:t>رحمه‌الله</w:t>
      </w:r>
      <w:r w:rsidRPr="0006794D">
        <w:rPr>
          <w:rtl/>
          <w:lang w:bidi="fa-IR"/>
        </w:rPr>
        <w:t xml:space="preserve"> با سندها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وارد شده است که آن حضرت به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انش</w:t>
      </w:r>
      <w:r w:rsidRPr="0006794D">
        <w:rPr>
          <w:rtl/>
          <w:lang w:bidi="fa-IR"/>
        </w:rPr>
        <w:t xml:space="preserve"> فرمود: خانه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شما بهشت است و قبرها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تان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شما بهشت است و شما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آفر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شده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به 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خبر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بکر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موضوع وارد شده است که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: در نزد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بود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که مرد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آن مجلس گفت: از خداوند بهشت را خواستارم.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فرمود: شما در بهشت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از خداوند بخواه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شما را از آن خارج نسازد. گفت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: جان ما به فدا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شما! ما که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هست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 (چگونه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شما در بهشت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د؟</w:t>
      </w:r>
      <w:r w:rsidRPr="0006794D">
        <w:rPr>
          <w:rtl/>
          <w:lang w:bidi="fa-IR"/>
        </w:rPr>
        <w:t>) حضرت فرمود: مگر شما اقرار به امامت ما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د؟</w:t>
      </w:r>
      <w:r w:rsidRPr="0006794D">
        <w:rPr>
          <w:rtl/>
          <w:lang w:bidi="fa-IR"/>
        </w:rPr>
        <w:t xml:space="preserve"> پاسخ گفتند: آر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حضرت فرمود: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معنا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بهشت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هرکس به آن اقرار 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او در بهشت است. پس از خدا بخواه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شما را از آن محروم ن</w:t>
      </w:r>
      <w:r w:rsidRPr="0006794D">
        <w:rPr>
          <w:rFonts w:hint="eastAsia"/>
          <w:rtl/>
          <w:lang w:bidi="fa-IR"/>
        </w:rPr>
        <w:t>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مبارکه سوره الرّحمن (و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مقام پروردگارش بترسد دو بهشت وجود دارد) اشاره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بر آنچه ذکر کرد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 قدر مت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قّن</w:t>
      </w:r>
      <w:r w:rsidRPr="0006794D">
        <w:rPr>
          <w:rtl/>
          <w:lang w:bidi="fa-IR"/>
        </w:rPr>
        <w:t xml:space="preserve"> از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مُراد از بهشت، بهشت برزخ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بهشت آخرت است، اگر چه امکان دارد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 بهشت حمل شود به دو بهشتِ دن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ا و آخرت،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بهشت برزخ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 در بهشت آخرت داخل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C4C2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امکان هم دارد که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حمل شود به دو بهشت در دو مرحله و دو درجه در </w:t>
      </w:r>
      <w:r w:rsidRPr="0006794D">
        <w:rPr>
          <w:rtl/>
          <w:lang w:bidi="fa-IR"/>
        </w:rPr>
        <w:lastRenderedPageBreak/>
        <w:t>عالم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امت،</w:t>
      </w:r>
      <w:r w:rsidRPr="0006794D">
        <w:rPr>
          <w:rtl/>
          <w:lang w:bidi="fa-IR"/>
        </w:rPr>
        <w:t xml:space="preserve">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که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حمل شود به بهشت سابق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بهشت اصحاب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 و ممکن است حمل شود به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بهشت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آنِ بهشت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است و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بهشت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کفِ دوزخ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رفته و به بهشت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ار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است؛ چنانچه در برخ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وارد شده است.</w:t>
      </w:r>
      <w:r w:rsidR="006C4C24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 حمل نمود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سوره الرّحمن را (و پا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از آن دو بهشت دو بهشت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است) به بهشت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الجنّه البرزخ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و إن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</w:t>
      </w:r>
      <w:r w:rsidRPr="0006794D">
        <w:rPr>
          <w:rtl/>
          <w:lang w:bidi="fa-IR"/>
        </w:rPr>
        <w:t xml:space="preserve"> حمل الجم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المراتب و الدرجات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الآخره کما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ظهر</w:t>
      </w:r>
      <w:r w:rsidRPr="0006794D">
        <w:rPr>
          <w:rtl/>
          <w:lang w:bidi="fa-IR"/>
        </w:rPr>
        <w:t xml:space="preserve"> من بعض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>.</w:t>
      </w:r>
      <w:r w:rsidRPr="006C4C24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و من نُزِلَ الکتابُ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وتهم</w:t>
      </w:r>
      <w:r w:rsidRPr="0006794D">
        <w:rPr>
          <w:rtl/>
          <w:lang w:bidi="fa-IR"/>
        </w:rPr>
        <w:t xml:space="preserve"> هم العارفون بکتاب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ورد أنّه قال بعض الأعراب لابن عباس: مَن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حاسِبُ</w:t>
      </w:r>
      <w:r w:rsidRPr="0006794D">
        <w:rPr>
          <w:rtl/>
          <w:lang w:bidi="fa-IR"/>
        </w:rPr>
        <w:t xml:space="preserve"> الناس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امه؟</w:t>
      </w:r>
      <w:r w:rsidRPr="0006794D">
        <w:rPr>
          <w:rtl/>
          <w:lang w:bidi="fa-IR"/>
        </w:rPr>
        <w:t xml:space="preserve"> فقال: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حاسبهم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فقال الأعراب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نجونا إذا و ربِّ الکعبه،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>: و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ف؟</w:t>
      </w:r>
      <w:r w:rsidRPr="0006794D">
        <w:rPr>
          <w:rtl/>
          <w:lang w:bidi="fa-IR"/>
        </w:rPr>
        <w:t xml:space="preserve"> قال: إنّ الکر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دقق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الحساب.</w:t>
      </w:r>
      <w:r w:rsidRPr="006C4C24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لأعراب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إنّ اللّه محاسبک غدا، فقال: سررتن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هذا. إذن إنّ الکر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إذا حاسب تفضّل.</w:t>
      </w:r>
      <w:r w:rsidRPr="006C4C24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النجاه</w:t>
      </w:r>
      <w:r w:rsidRPr="0006794D">
        <w:rPr>
          <w:rtl/>
          <w:lang w:bidi="fa-IR"/>
        </w:rPr>
        <w:t xml:space="preserve"> غداً فطع</w:t>
      </w:r>
      <w:r w:rsidRPr="0006794D">
        <w:rPr>
          <w:rFonts w:hint="cs"/>
          <w:rtl/>
          <w:lang w:bidi="fa-IR"/>
        </w:rPr>
        <w:t>یٌ</w:t>
      </w:r>
      <w:r w:rsidRPr="0006794D">
        <w:rPr>
          <w:rtl/>
          <w:lang w:bidi="fa-IR"/>
        </w:rPr>
        <w:t xml:space="preserve"> إن شاء الله تعال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و اعلم، بأنّ الأمر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الواقع هو ما ذکره هذان الأعراب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الفه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>. فإذا کان الأمر کلّه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م،</w:t>
      </w:r>
      <w:r w:rsidRPr="0006794D">
        <w:rPr>
          <w:rtl/>
          <w:lang w:bidi="fa-IR"/>
        </w:rPr>
        <w:t xml:space="preserve"> فالنجاه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من الاُمور الظن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بل تص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من الاُمور القطع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إن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کتابه</w:t>
      </w:r>
      <w:r w:rsidRPr="0006794D">
        <w:rPr>
          <w:rtl/>
          <w:lang w:bidi="fa-IR"/>
        </w:rPr>
        <w:t xml:space="preserve"> سطور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حال الإحرام قبل الذهاب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عرفات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و</w:t>
      </w:r>
      <w:r w:rsidRPr="0006794D">
        <w:rPr>
          <w:rtl/>
          <w:lang w:bidi="fa-IR"/>
        </w:rPr>
        <w:t xml:space="preserve"> قد کتبت هذه الأسطر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الصفحه و أنا کنت محرما بإحرام حج التمتّع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مساء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الترو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من عام 1427،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أحرمت خلف مقام ابراه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المسجد الحرام، و الآن أذهب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عرفات مقدمه للوقوف الواجب، و الغرض من کتابه هذه الصفحه أنّ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کنتُ ذاکرا لک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</w:t>
      </w:r>
      <w:r w:rsidRPr="0006794D">
        <w:rPr>
          <w:rFonts w:hint="eastAsia"/>
          <w:rtl/>
          <w:lang w:bidi="fa-IR"/>
        </w:rPr>
        <w:t>المقام،</w:t>
      </w:r>
      <w:r w:rsidRPr="0006794D">
        <w:rPr>
          <w:rtl/>
          <w:lang w:bidi="fa-IR"/>
        </w:rPr>
        <w:t xml:space="preserve"> فأنت لا تنسان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إن وصلت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کنتُ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C4C24" w:rsidP="006C4C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BB2EBE" w:rsidRDefault="0006794D" w:rsidP="00BB2EBE">
      <w:pPr>
        <w:pStyle w:val="libFootnote0"/>
        <w:rPr>
          <w:rtl/>
        </w:rPr>
      </w:pPr>
      <w:r w:rsidRPr="00BB2EBE">
        <w:rPr>
          <w:rtl/>
        </w:rPr>
        <w:t>1- 1. لأجلها راجع: البرهان ف</w:t>
      </w:r>
      <w:r w:rsidRPr="00BB2EBE">
        <w:rPr>
          <w:rFonts w:hint="cs"/>
          <w:rtl/>
        </w:rPr>
        <w:t>ی</w:t>
      </w:r>
      <w:r w:rsidRPr="00BB2EBE">
        <w:rPr>
          <w:rtl/>
        </w:rPr>
        <w:t xml:space="preserve"> تفس</w:t>
      </w:r>
      <w:r w:rsidRPr="00BB2EBE">
        <w:rPr>
          <w:rFonts w:hint="cs"/>
          <w:rtl/>
        </w:rPr>
        <w:t>ی</w:t>
      </w:r>
      <w:r w:rsidRPr="00BB2EBE">
        <w:rPr>
          <w:rFonts w:hint="eastAsia"/>
          <w:rtl/>
        </w:rPr>
        <w:t>ر</w:t>
      </w:r>
      <w:r w:rsidRPr="00BB2EBE">
        <w:rPr>
          <w:rtl/>
        </w:rPr>
        <w:t xml:space="preserve"> القرآن 5/242.</w:t>
      </w:r>
    </w:p>
    <w:p w:rsidR="0006794D" w:rsidRPr="00BB2EBE" w:rsidRDefault="0006794D" w:rsidP="00BB2EBE">
      <w:pPr>
        <w:pStyle w:val="libFootnote0"/>
        <w:rPr>
          <w:rtl/>
        </w:rPr>
      </w:pPr>
    </w:p>
    <w:p w:rsidR="0006794D" w:rsidRPr="00BB2EBE" w:rsidRDefault="0006794D" w:rsidP="00BB2EBE">
      <w:pPr>
        <w:pStyle w:val="libFootnote0"/>
        <w:rPr>
          <w:rtl/>
        </w:rPr>
      </w:pPr>
      <w:r w:rsidRPr="00BB2EBE">
        <w:rPr>
          <w:rtl/>
        </w:rPr>
        <w:t>2- 2. الکشکول 3/126 للش</w:t>
      </w:r>
      <w:r w:rsidRPr="00BB2EBE">
        <w:rPr>
          <w:rFonts w:hint="cs"/>
          <w:rtl/>
        </w:rPr>
        <w:t>ی</w:t>
      </w:r>
      <w:r w:rsidRPr="00BB2EBE">
        <w:rPr>
          <w:rFonts w:hint="eastAsia"/>
          <w:rtl/>
        </w:rPr>
        <w:t>خ</w:t>
      </w:r>
      <w:r w:rsidRPr="00BB2EBE">
        <w:rPr>
          <w:rtl/>
        </w:rPr>
        <w:t xml:space="preserve"> بهاءالد</w:t>
      </w:r>
      <w:r w:rsidRPr="00BB2EBE">
        <w:rPr>
          <w:rFonts w:hint="cs"/>
          <w:rtl/>
        </w:rPr>
        <w:t>ی</w:t>
      </w:r>
      <w:r w:rsidRPr="00BB2EBE">
        <w:rPr>
          <w:rFonts w:hint="eastAsia"/>
          <w:rtl/>
        </w:rPr>
        <w:t>ن</w:t>
      </w:r>
      <w:r w:rsidRPr="00BB2EBE">
        <w:rPr>
          <w:rtl/>
        </w:rPr>
        <w:t xml:space="preserve"> محمّد العامل</w:t>
      </w:r>
      <w:r w:rsidRPr="00BB2EBE">
        <w:rPr>
          <w:rFonts w:hint="cs"/>
          <w:rtl/>
        </w:rPr>
        <w:t>ی</w:t>
      </w:r>
      <w:r w:rsidRPr="00BB2EBE">
        <w:rPr>
          <w:rFonts w:hint="eastAsia"/>
          <w:rtl/>
        </w:rPr>
        <w:t>،</w:t>
      </w:r>
      <w:r w:rsidRPr="00BB2EBE">
        <w:rPr>
          <w:rtl/>
        </w:rPr>
        <w:t xml:space="preserve"> من منشورات لسان الصدق عام 2006م، قم المقدسه.</w:t>
      </w:r>
    </w:p>
    <w:p w:rsidR="0006794D" w:rsidRPr="00BB2EBE" w:rsidRDefault="0006794D" w:rsidP="00BB2EBE">
      <w:pPr>
        <w:pStyle w:val="libFootnote0"/>
        <w:rPr>
          <w:rtl/>
        </w:rPr>
      </w:pPr>
    </w:p>
    <w:p w:rsidR="0006794D" w:rsidRPr="00BB2EBE" w:rsidRDefault="0006794D" w:rsidP="00BB2EBE">
      <w:pPr>
        <w:pStyle w:val="libFootnote0"/>
        <w:rPr>
          <w:rtl/>
        </w:rPr>
      </w:pPr>
      <w:r w:rsidRPr="00BB2EBE">
        <w:rPr>
          <w:rtl/>
        </w:rPr>
        <w:t>3- 3. الکشکول 2/211.</w:t>
      </w:r>
    </w:p>
    <w:p w:rsidR="0006794D" w:rsidRPr="0006794D" w:rsidRDefault="00BB2EBE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بهشت برزخ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اگرچه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توان هر دو آ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را به درجات و مراتب بهشت آخرت حمل نمود؛ همانگونه که از برخ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ات</w:t>
      </w:r>
      <w:r w:rsidR="0006794D" w:rsidRPr="0006794D">
        <w:rPr>
          <w:rtl/>
          <w:lang w:bidi="fa-IR"/>
        </w:rPr>
        <w:t xml:space="preserve"> ظاهر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شود؛ و کسان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قرآن در خانه 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آنان نازل شده است (محمّد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 xml:space="preserve">و آل محمّد </w:t>
      </w:r>
      <w:r w:rsidR="00F16AFE" w:rsidRPr="00F16AFE">
        <w:rPr>
          <w:rStyle w:val="libAlaemChar"/>
          <w:rtl/>
        </w:rPr>
        <w:t xml:space="preserve">عليهم‌السلام </w:t>
      </w:r>
      <w:r w:rsidR="0006794D" w:rsidRPr="0006794D">
        <w:rPr>
          <w:rtl/>
          <w:lang w:bidi="fa-IR"/>
        </w:rPr>
        <w:t>)،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شان</w:t>
      </w:r>
      <w:r w:rsidR="0006794D" w:rsidRPr="0006794D">
        <w:rPr>
          <w:rtl/>
          <w:lang w:bidi="fa-IR"/>
        </w:rPr>
        <w:t xml:space="preserve"> آگاه به کتاب خدا هستند.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وارد شده است که عرب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نش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از ابن عبّاس سؤال نمود که در روز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امت</w:t>
      </w:r>
      <w:r w:rsidRPr="0006794D">
        <w:rPr>
          <w:rtl/>
          <w:lang w:bidi="fa-IR"/>
        </w:rPr>
        <w:t xml:space="preserve"> حسابرس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مردم بر عهده چه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است؟ او در جواب فرمود: خداوند متعال به حساب اعمال مردم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 اعراب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گفت: پس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به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کعبه قسم ما نجات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 شخص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گفت: </w:t>
      </w:r>
      <w:r w:rsidRPr="0006794D">
        <w:rPr>
          <w:rFonts w:hint="eastAsia"/>
          <w:rtl/>
          <w:lang w:bidi="fa-IR"/>
        </w:rPr>
        <w:t>چگونه؟</w:t>
      </w:r>
      <w:r w:rsidRPr="0006794D">
        <w:rPr>
          <w:rtl/>
          <w:lang w:bidi="fa-IR"/>
        </w:rPr>
        <w:t xml:space="preserve"> آن اعراب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گفت: چون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در حسابرس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دقّت عمل به خرج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نقل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آمده است به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عرب باد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نش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گفته شد فردا خدا به حساب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رسد. گفت: مرا خوشحال کرد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چون اگر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به حساب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تفضّل و بخشش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 بدان که، در واقع مطلب همان است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 اعراب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فه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گفته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کرده اند. چرا که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تمام امور به دست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باشد،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نجات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کردن نه از امور ظنّ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امور حتم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است. ان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 سطرها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صفحه از رساله را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مُحرِم بودم به احرامِ حجّ تمتّع، در عصر روز ترو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سال 1427 نوشتم، و در پشت مقام ابراه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مسجد الحرام مُحرِم شدم و الآن به صحرا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عرفات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روم که مقدّمه وقوف واجب باشد.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چند خط را </w:t>
      </w:r>
      <w:r w:rsidRPr="0006794D">
        <w:rPr>
          <w:rtl/>
          <w:lang w:bidi="fa-IR"/>
        </w:rPr>
        <w:lastRenderedPageBreak/>
        <w:t>نوشتم که تو بدا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به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تو بوده ام، پس تو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اگر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ارزشمند آمد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مرا فراموش نکن؛</w:t>
      </w:r>
    </w:p>
    <w:p w:rsidR="0006794D" w:rsidRPr="0006794D" w:rsidRDefault="0006794D" w:rsidP="006C4C2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أم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تا</w:t>
      </w:r>
      <w:r w:rsidRPr="0006794D">
        <w:rPr>
          <w:rtl/>
          <w:lang w:bidi="fa-IR"/>
        </w:rPr>
        <w:t>. فاستغفرِ اللّه َ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غفر اللّه 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لک إن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  <w:r w:rsidRPr="0006794D">
        <w:rPr>
          <w:rFonts w:hint="eastAsia"/>
          <w:rtl/>
          <w:lang w:bidi="fa-IR"/>
        </w:rPr>
        <w:t>آباؤک</w:t>
      </w:r>
      <w:r w:rsidRPr="0006794D">
        <w:rPr>
          <w:rtl/>
          <w:lang w:bidi="fa-IR"/>
        </w:rPr>
        <w:t xml:space="preserve"> من العلماء و الفقهاء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آباؤُک و أجدادک کلّهم کانوا من العلماء ال</w:t>
      </w:r>
      <w:r w:rsidRPr="006C4C24">
        <w:rPr>
          <w:rtl/>
        </w:rPr>
        <w:t>عامل</w:t>
      </w:r>
      <w:r w:rsidRPr="006C4C24">
        <w:rPr>
          <w:rFonts w:hint="cs"/>
          <w:rtl/>
        </w:rPr>
        <w:t>ی</w:t>
      </w:r>
      <w:r w:rsidRPr="006C4C24">
        <w:rPr>
          <w:rFonts w:hint="eastAsia"/>
          <w:rtl/>
        </w:rPr>
        <w:t>ن</w:t>
      </w:r>
      <w:r w:rsidRPr="006C4C24">
        <w:rPr>
          <w:rtl/>
        </w:rPr>
        <w:t xml:space="preserve"> و الفقهاء الکبار حتّ</w:t>
      </w:r>
      <w:r w:rsidRPr="006C4C24">
        <w:rPr>
          <w:rFonts w:hint="cs"/>
          <w:rtl/>
        </w:rPr>
        <w:t>ی</w:t>
      </w:r>
      <w:r w:rsidRPr="006C4C24">
        <w:rPr>
          <w:rFonts w:hint="eastAsia"/>
          <w:rtl/>
        </w:rPr>
        <w:t>سبعه</w:t>
      </w:r>
      <w:r w:rsidRPr="006C4C24">
        <w:rPr>
          <w:rtl/>
        </w:rPr>
        <w:t xml:space="preserve"> آباءٍ</w:t>
      </w:r>
      <w:r w:rsidRPr="006C4C24">
        <w:rPr>
          <w:rStyle w:val="libFootnotenumChar"/>
          <w:rtl/>
        </w:rPr>
        <w:t>(1)</w:t>
      </w:r>
      <w:r w:rsidRPr="0006794D">
        <w:rPr>
          <w:rtl/>
          <w:lang w:bidi="fa-IR"/>
        </w:rPr>
        <w:t>، و قلّما وُجد مثل هذا النسب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المذهب، و أنتَ إن وفقک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فَامْشِ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قهم</w:t>
      </w:r>
      <w:r w:rsidRPr="0006794D">
        <w:rPr>
          <w:rtl/>
          <w:lang w:bidi="fa-IR"/>
        </w:rPr>
        <w:t xml:space="preserve"> و اسلک مسلکهم و اذهب مذهبهم فهو مذهب أهل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العصمه و الطهاره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فاسع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العلوم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البحوث الحوزو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اشتغل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الحوزات بالدرس و البحث، و اعلم أنّه لاکنز أنفع من العلم.</w:t>
      </w:r>
      <w:r w:rsidRPr="006C4C24">
        <w:rPr>
          <w:rStyle w:val="libFootnotenumChar"/>
          <w:rtl/>
        </w:rPr>
        <w:t>(2)</w:t>
      </w:r>
    </w:p>
    <w:p w:rsidR="0006794D" w:rsidRPr="0006794D" w:rsidRDefault="006C4C24" w:rsidP="006C4C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کتبت تراجمهم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المطبوع «قب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عالمان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</w:t>
      </w:r>
      <w:r w:rsidRPr="0006794D">
        <w:rPr>
          <w:rtl/>
          <w:lang w:bidi="fa-IR"/>
        </w:rPr>
        <w:t xml:space="preserve"> باللغه الفارس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 کما أنت تصل من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الاُمهات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عدّه من أعلام الطائفه منهم: العلامه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محمّد باقر المجلس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الأکبر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جعفر کاشف الغطاء و الس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صدرالد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الصدر الکب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(جدّ آل الصدر) و الس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محمّدباقر حجه الإسلام الشفت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الآخوند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الملا محمّدباقر الفشارک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الآ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تان</w:t>
      </w:r>
      <w:r w:rsidRPr="0006794D">
        <w:rPr>
          <w:rtl/>
          <w:lang w:bidi="fa-IR"/>
        </w:rPr>
        <w:t xml:space="preserve"> الحجتان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جمال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أخوه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محمّد إسماع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محمّد (مح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آثار القدماء) و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محمّد هاشم ابن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الع</w:t>
      </w:r>
      <w:r w:rsidRPr="0006794D">
        <w:rPr>
          <w:rFonts w:hint="eastAsia"/>
          <w:rtl/>
          <w:lang w:bidi="fa-IR"/>
        </w:rPr>
        <w:t>ابد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الموسو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الخوانسار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(والد صاحب روضات الجنات). و أنت بنفسک تصل من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الاُم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الآخوند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محمّدحس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المظاهر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الکَرْوَن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المدفون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مقبره البروجرد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المذکور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 «بوستان فض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لت»</w:t>
      </w:r>
      <w:r w:rsidRPr="0006794D">
        <w:rPr>
          <w:rtl/>
          <w:lang w:bidi="fa-IR"/>
        </w:rPr>
        <w:t xml:space="preserve"> /204 قدّس اللّه أسرارهم. و قال النظام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چون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به خود سپه شکن باش *** فرزند خصال خو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شتن</w:t>
      </w:r>
      <w:r w:rsidRPr="0006794D">
        <w:rPr>
          <w:rtl/>
          <w:lang w:bidi="fa-IR"/>
        </w:rPr>
        <w:t xml:space="preserve"> باش جا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بزرگ با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دَت</w:t>
      </w:r>
      <w:r w:rsidRPr="0006794D">
        <w:rPr>
          <w:rtl/>
          <w:lang w:bidi="fa-IR"/>
        </w:rPr>
        <w:t xml:space="preserve"> بود *** فرزند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کس نداردت سود [کن مثل الأسد هازم الج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وش</w:t>
      </w:r>
      <w:r w:rsidRPr="0006794D">
        <w:rPr>
          <w:rtl/>
          <w:lang w:bidi="fa-IR"/>
        </w:rPr>
        <w:t>/ و کن ابن خصالک إذا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أن تکون 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الشأن/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نفعک</w:t>
      </w:r>
      <w:r w:rsidRPr="0006794D">
        <w:rPr>
          <w:rtl/>
          <w:lang w:bidi="fa-IR"/>
        </w:rPr>
        <w:t xml:space="preserve"> أن تکون ابن أحد] و قد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>: إنّ الفت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>: ها أناذا ***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الفت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>: کان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!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lastRenderedPageBreak/>
        <w:t>2- 2. کنز الفوائد 1/319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1/183، ح88.</w:t>
      </w:r>
    </w:p>
    <w:p w:rsidR="006C4C24" w:rsidRDefault="0006794D" w:rsidP="006C4C24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C4C24" w:rsidP="006C4C2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چه</w:t>
      </w:r>
      <w:r w:rsidR="0006794D" w:rsidRPr="0006794D">
        <w:rPr>
          <w:rtl/>
          <w:lang w:bidi="fa-IR"/>
        </w:rPr>
        <w:t xml:space="preserve"> زنده باشم و چه از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رفته باشم. پس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طلب آمرزش کن از خداوند،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دوارم</w:t>
      </w:r>
      <w:r w:rsidR="0006794D" w:rsidRPr="0006794D">
        <w:rPr>
          <w:rtl/>
          <w:lang w:bidi="fa-IR"/>
        </w:rPr>
        <w:t xml:space="preserve"> خدا من و تو را مورد بخشش خود قرار دهد و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امرزد</w:t>
      </w:r>
      <w:r w:rsidR="0006794D" w:rsidRPr="0006794D">
        <w:rPr>
          <w:rtl/>
          <w:lang w:bidi="fa-IR"/>
        </w:rPr>
        <w:t>. ان شاء اللّه تعال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زم،</w:t>
      </w:r>
      <w:r w:rsidRPr="0006794D">
        <w:rPr>
          <w:rtl/>
          <w:lang w:bidi="fa-IR"/>
        </w:rPr>
        <w:t xml:space="preserve"> همه پدران و اجداد تو تا هفت پُشت از عالمان با عمل و فقها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بزرگ مذهب بوده اند.</w:t>
      </w:r>
      <w:r w:rsidRPr="006C4C24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و به نُدرت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انتساب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مذهب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شود. و تو اگر خداوند متعال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داد راه آنها را ادامه بده و در سِلک و لباس مقدّس آنان قرار بگ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مذهب آنها را داشته باش که هم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مذهب اهل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عصمت و طهارت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است. پس سع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 در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علوم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بحث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حوزو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اشتغال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کن در حوزه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به درس و بحث و بدان که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دتر</w:t>
      </w:r>
      <w:r w:rsidRPr="0006794D">
        <w:rPr>
          <w:rtl/>
          <w:lang w:bidi="fa-IR"/>
        </w:rPr>
        <w:t xml:space="preserve"> از علم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</w:t>
      </w:r>
    </w:p>
    <w:p w:rsidR="0006794D" w:rsidRPr="0006794D" w:rsidRDefault="006C4C24" w:rsidP="006C4C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شرح حال آنان را در کتاب «قب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عالمان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</w:t>
      </w:r>
      <w:r w:rsidRPr="0006794D">
        <w:rPr>
          <w:rtl/>
          <w:lang w:bidi="fa-IR"/>
        </w:rPr>
        <w:t xml:space="preserve"> به زبان پارس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نگاشته ام. همان گونه که تو از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مادران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به تعداد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بزرگانِ علماء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از آن جمله علّامه محمّدباقر مجلس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جعفر کاشف الغطاء و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صدرالدّ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صدر بزرگ (جد خاندان صدر) و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محمّدب</w:t>
      </w:r>
      <w:r w:rsidRPr="0006794D">
        <w:rPr>
          <w:rFonts w:hint="eastAsia"/>
          <w:rtl/>
          <w:lang w:bidi="fa-IR"/>
        </w:rPr>
        <w:t>اقر</w:t>
      </w:r>
      <w:r w:rsidRPr="0006794D">
        <w:rPr>
          <w:rtl/>
          <w:lang w:bidi="fa-IR"/>
        </w:rPr>
        <w:t xml:space="preserve"> حجه الإسلام شفت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آخوند ملا محمّدباقر فشارک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حجت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حاج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جمال الدّ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برادرش حاج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محمّد اسماع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محمّد (که از او به زنده کننده آثار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شده است) و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بزرگ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محمّدهاشم که هر دو فرزندان س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العابد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</w:t>
      </w:r>
      <w:r w:rsidRPr="0006794D">
        <w:rPr>
          <w:rFonts w:hint="eastAsia"/>
          <w:rtl/>
          <w:lang w:bidi="fa-IR"/>
        </w:rPr>
        <w:t>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خوانسار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(پدر صاحب روضات) هستند، و شخص تو از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مادر به آخوند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محمّدحس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مظاهر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کرون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مدفون در تک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بروجرد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شده در کتاب «بوستان فض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لت»</w:t>
      </w:r>
      <w:r w:rsidRPr="0006794D">
        <w:rPr>
          <w:rtl/>
          <w:lang w:bidi="fa-IR"/>
        </w:rPr>
        <w:t xml:space="preserve"> /204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قدّس اللّه اسرارهم. و چه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با</w:t>
      </w:r>
      <w:r w:rsidRPr="0006794D">
        <w:rPr>
          <w:rtl/>
          <w:lang w:bidi="fa-IR"/>
        </w:rPr>
        <w:t xml:space="preserve"> به زبان 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نظام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سروده است: چون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به خود سپه شکن باش فرزند خصال خو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شتن</w:t>
      </w:r>
      <w:r w:rsidRPr="0006794D">
        <w:rPr>
          <w:rtl/>
          <w:lang w:bidi="fa-IR"/>
        </w:rPr>
        <w:t xml:space="preserve"> باش جا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بزرگ با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دت</w:t>
      </w:r>
      <w:r w:rsidRPr="0006794D">
        <w:rPr>
          <w:rtl/>
          <w:lang w:bidi="fa-IR"/>
        </w:rPr>
        <w:t xml:space="preserve"> بود فرزند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کس نداردت سود و همچن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سروده اند: به راست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جوانمرد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من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هستم/ نه آنکه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پدرم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C4C24" w:rsidP="006C4C2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" w:name="_Toc66035324"/>
      <w:bookmarkStart w:id="37" w:name="_Toc66035390"/>
      <w:r w:rsidR="0006794D" w:rsidRPr="0006794D">
        <w:rPr>
          <w:rFonts w:hint="eastAsia"/>
          <w:rtl/>
          <w:lang w:bidi="fa-IR"/>
        </w:rPr>
        <w:lastRenderedPageBreak/>
        <w:t>العلم</w:t>
      </w:r>
      <w:r w:rsidR="0006794D" w:rsidRPr="0006794D">
        <w:rPr>
          <w:rtl/>
          <w:lang w:bidi="fa-IR"/>
        </w:rPr>
        <w:t xml:space="preserve"> الکنز</w:t>
      </w:r>
      <w:bookmarkEnd w:id="36"/>
      <w:bookmarkEnd w:id="37"/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بل</w:t>
      </w:r>
      <w:r w:rsidRPr="0006794D">
        <w:rPr>
          <w:rtl/>
          <w:lang w:bidi="fa-IR"/>
        </w:rPr>
        <w:t xml:space="preserve"> إنّه أفضل الکنوز و أجملها، خف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المحمل 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الجدو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الملإ جمالٌ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الوحده اُنس ٌ،</w:t>
      </w:r>
      <w:r w:rsidRPr="006C4C24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و علم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نفع</w:t>
      </w:r>
      <w:r w:rsidRPr="0006794D">
        <w:rPr>
          <w:rtl/>
          <w:lang w:bidi="fa-IR"/>
        </w:rPr>
        <w:t xml:space="preserve"> ککنز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نفق</w:t>
      </w:r>
      <w:r w:rsidRPr="0006794D">
        <w:rPr>
          <w:rtl/>
          <w:lang w:bidi="fa-IR"/>
        </w:rPr>
        <w:t xml:space="preserve"> منه</w:t>
      </w:r>
      <w:r w:rsidRPr="006C4C24">
        <w:rPr>
          <w:rStyle w:val="libFootnotenumChar"/>
          <w:rtl/>
        </w:rPr>
        <w:t>(2)</w:t>
      </w:r>
      <w:r w:rsidRPr="0006794D">
        <w:rPr>
          <w:rtl/>
          <w:lang w:bidi="fa-IR"/>
        </w:rPr>
        <w:t>.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اُخر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علمٌ لا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عْمَلُ</w:t>
      </w:r>
      <w:r w:rsidRPr="0006794D">
        <w:rPr>
          <w:rtl/>
          <w:lang w:bidi="fa-IR"/>
        </w:rPr>
        <w:t xml:space="preserve"> به ککنز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نفق</w:t>
      </w:r>
      <w:r w:rsidRPr="0006794D">
        <w:rPr>
          <w:rtl/>
          <w:lang w:bidi="fa-IR"/>
        </w:rPr>
        <w:t xml:space="preserve"> منه</w:t>
      </w:r>
      <w:r w:rsidRPr="006C4C24">
        <w:rPr>
          <w:rStyle w:val="libFootnotenumChar"/>
          <w:rtl/>
        </w:rPr>
        <w:t>(3)</w:t>
      </w:r>
      <w:r w:rsidRPr="0006794D">
        <w:rPr>
          <w:rtl/>
          <w:lang w:bidi="fa-IR"/>
        </w:rPr>
        <w:t>،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ثالثه: العلم کنزٌ.</w:t>
      </w:r>
      <w:r w:rsidRPr="006C4C24">
        <w:rPr>
          <w:rStyle w:val="libFootnotenumChar"/>
          <w:rtl/>
        </w:rPr>
        <w:t>(4)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C4C2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فابدأ</w:t>
      </w:r>
      <w:r w:rsidRPr="0006794D">
        <w:rPr>
          <w:rtl/>
          <w:lang w:bidi="fa-IR"/>
        </w:rPr>
        <w:t xml:space="preserve"> بالمقدمات من الصرف و النحو و المعان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البد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و المنطق و الکلام و العقائد الحقّه الجعفر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ثم بالسطوح الفقه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الاُصول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نحو: شرح اللمعه للشه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(متنا و شرحا) و المعالم و اُصول الفقه للمرحوم المظفر و فرائد الأصول (الرسائل) و المکاسب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الأعظم</w:t>
      </w:r>
      <w:r w:rsidRPr="0006794D">
        <w:rPr>
          <w:rtl/>
          <w:lang w:bidi="fa-IR"/>
        </w:rPr>
        <w:t xml:space="preserve"> الأنصار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قدس سره و الکفا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للمحقق الآخوند الخراسان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6C4C24" w:rsidRPr="006C4C24">
        <w:rPr>
          <w:rStyle w:val="libAlaemChar"/>
          <w:rtl/>
        </w:rPr>
        <w:t>قدس‌سره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C4C24" w:rsidP="006C4C2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66035325"/>
      <w:bookmarkStart w:id="39" w:name="_Toc66035391"/>
      <w:r w:rsidR="0006794D" w:rsidRPr="0006794D">
        <w:rPr>
          <w:rFonts w:hint="eastAsia"/>
          <w:rtl/>
          <w:lang w:bidi="fa-IR"/>
        </w:rPr>
        <w:lastRenderedPageBreak/>
        <w:t>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دراسه العلوم الحوزو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bookmarkEnd w:id="38"/>
      <w:bookmarkEnd w:id="3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أنّ هذه الثلاثه الأخ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لها النها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 ثم احضر البحوث العال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الفقه و الاُصول - الخارج- عند الفقهاء العظام و مراجع الاُمه؛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الفتره اشتغل بتحص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علم الرجال فإنّه و علم الاُصول هما رِجْلا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</w:t>
      </w:r>
      <w:r w:rsidRPr="0006794D">
        <w:rPr>
          <w:rtl/>
          <w:lang w:bidi="fa-IR"/>
        </w:rPr>
        <w:t xml:space="preserve"> الاستنباط إلّا مع إعمالهما اجتهاد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>. فل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کن</w:t>
      </w:r>
      <w:r w:rsidRPr="0006794D">
        <w:rPr>
          <w:rtl/>
          <w:lang w:bidi="fa-IR"/>
        </w:rPr>
        <w:t xml:space="preserve"> حضورک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بحوث الخارج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قل</w:t>
      </w:r>
      <w:r w:rsidRPr="0006794D">
        <w:rPr>
          <w:rtl/>
          <w:lang w:bidi="fa-IR"/>
        </w:rPr>
        <w:t xml:space="preserve"> عن خمسه عشر عاما و کذلک شارک دورت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کاملت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اُصول الفقه و اقرأ کتبا 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بعضها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العبادات و بعضها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المعاملات بالمعن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الأعم أو الأخص</w:t>
      </w:r>
      <w:r w:rsidRPr="006C4C24">
        <w:rPr>
          <w:rStyle w:val="libFootnotenumChar"/>
          <w:rtl/>
        </w:rPr>
        <w:t>(5)</w:t>
      </w:r>
      <w:r w:rsidRPr="0006794D">
        <w:rPr>
          <w:rtl/>
          <w:lang w:bidi="fa-IR"/>
        </w:rPr>
        <w:t xml:space="preserve"> و بعضها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</w:p>
    <w:p w:rsidR="0006794D" w:rsidRPr="0006794D" w:rsidRDefault="006C4C24" w:rsidP="006C4C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شرح نهج البلاغه 20/339 لابن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الحکم المنسوبه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الأثنا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المواعظ العدد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/17، الطبعه عام 1384 ش، عن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نبذه من کتاب جواهر الکلام/ 457 ح129 للآمد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المطبوعه ضمن مجله تراثنا، العددان 91 و 92.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کشف الغمه 3/490.</w:t>
      </w:r>
    </w:p>
    <w:p w:rsidR="0006794D" w:rsidRPr="0006794D" w:rsidRDefault="0006794D" w:rsidP="006C4C24">
      <w:pPr>
        <w:pStyle w:val="libFootnote0"/>
        <w:rPr>
          <w:rtl/>
          <w:lang w:bidi="fa-IR"/>
        </w:rPr>
      </w:pPr>
    </w:p>
    <w:p w:rsidR="0006794D" w:rsidRPr="0006794D" w:rsidRDefault="0006794D" w:rsidP="006C4C24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المجال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مکنک</w:t>
      </w:r>
      <w:r w:rsidRPr="0006794D">
        <w:rPr>
          <w:rtl/>
          <w:lang w:bidi="fa-IR"/>
        </w:rPr>
        <w:t xml:space="preserve"> الرجوع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الآراء الفقه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المطبوعه.</w:t>
      </w:r>
    </w:p>
    <w:p w:rsidR="006C4C24" w:rsidRDefault="0006794D" w:rsidP="006C4C24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C4C24" w:rsidP="006C4C2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بلکه</w:t>
      </w:r>
      <w:r w:rsidR="0006794D" w:rsidRPr="0006794D">
        <w:rPr>
          <w:rtl/>
          <w:lang w:bidi="fa-IR"/>
        </w:rPr>
        <w:t xml:space="preserve"> علم برتر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گنجها و 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باتر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آنهاست. حمل آن آسان و فا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ده</w:t>
      </w:r>
      <w:r w:rsidR="0006794D" w:rsidRPr="0006794D">
        <w:rPr>
          <w:rtl/>
          <w:lang w:bidi="fa-IR"/>
        </w:rPr>
        <w:t xml:space="preserve"> آن بس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tl/>
          <w:lang w:bidi="fa-IR"/>
        </w:rPr>
        <w:t xml:space="preserve"> است. در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ان</w:t>
      </w:r>
      <w:r w:rsidR="0006794D" w:rsidRPr="0006794D">
        <w:rPr>
          <w:rtl/>
          <w:lang w:bidi="fa-IR"/>
        </w:rPr>
        <w:t xml:space="preserve"> مردم باعث آبرو و در تنها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باعث اُنس است، و علم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نافع نباشد مثل گنج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که از آن انفاق نشود و بهره بردار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نکنند. و در روا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گر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آمده است که علم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به آن عمل نشود مانن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گنج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که از آن استفاده نشود؛ و در روا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سوم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وارد شده است: دانش گنج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لذا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موفق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در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علوم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ابتدا از مقدمّات شروع کن که عبارت است از: صرف و نحو و پس از آن به علومِ معان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بد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و منطق و کلام و عقا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حقّه مذهب جعفر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اشتغال داشته باش و پس از آن به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سطوح فقه و اصول مثل کتاب شرح لمعه دو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بزرگوار</w:t>
      </w:r>
      <w:r w:rsidRPr="0006794D">
        <w:rPr>
          <w:rtl/>
          <w:lang w:bidi="fa-IR"/>
        </w:rPr>
        <w:t xml:space="preserve"> (که متن لمعه از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اوّل و شرح آن از 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ثان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است) بپرداز و کتاب معالم و اصول فقه مرحوم مظفّر و فرائد الاصول (رسائل) و مکاسب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اعظم انصار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کفا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محقّق آخوند خراسان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قدس سرهم را بخوان.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سه کتاب آخر که ذکر شد از نظر معنا و محتوا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انتها هستند. و درنها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بحث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خارج فقه و اصول را در محضر فقها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بزرگ و مراجع تقل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بگ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>.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مرحله به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علم رجال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مشغول باش؛ چرا که علم رجال و علم اصول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همانند دو پا در است</w:t>
      </w:r>
      <w:r w:rsidRPr="0006794D">
        <w:rPr>
          <w:rFonts w:hint="eastAsia"/>
          <w:rtl/>
          <w:lang w:bidi="fa-IR"/>
        </w:rPr>
        <w:t>نباط</w:t>
      </w:r>
      <w:r w:rsidRPr="0006794D">
        <w:rPr>
          <w:rtl/>
          <w:lang w:bidi="fa-IR"/>
        </w:rPr>
        <w:t xml:space="preserve"> احکام شرع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تواند احکام شرع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را استنباط کند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 علم به درجه اجتهاد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باشد. پس حضور تو در بحث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درس خارج حدّاقل با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پانزده سال باشد. لذا دو دوره کامل در اصول فقه شرکت کن و </w:t>
      </w:r>
      <w:r w:rsidRPr="0006794D">
        <w:rPr>
          <w:rtl/>
          <w:lang w:bidi="fa-IR"/>
        </w:rPr>
        <w:lastRenderedPageBreak/>
        <w:t>کتابها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را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در فقه با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ط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بعض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آنها در عبادات است و بعض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معاملات به معن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اعم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به معنا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اخصّ و برخ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 در موضوع پنج کتاب آخر دوره 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است که اصطلاحاً آن را </w:t>
      </w:r>
    </w:p>
    <w:p w:rsidR="0006794D" w:rsidRPr="0006794D" w:rsidRDefault="0006794D" w:rsidP="00A037DB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اسات</w:t>
      </w:r>
      <w:r w:rsidRPr="0006794D">
        <w:rPr>
          <w:rtl/>
          <w:lang w:bidi="fa-IR"/>
        </w:rPr>
        <w:t>.</w:t>
      </w:r>
      <w:r w:rsidR="00A037DB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الفتره فاسع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أخذ الإجازه الروائ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من مراجع الطائفه و فقهائنا العظام لأجل اتصال السند بأئمه الهداه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A037DB" w:rsidP="00A037D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" w:name="_Toc66035326"/>
      <w:bookmarkStart w:id="41" w:name="_Toc66035392"/>
      <w:r w:rsidR="0006794D" w:rsidRPr="0006794D">
        <w:rPr>
          <w:rFonts w:hint="eastAsia"/>
          <w:rtl/>
          <w:lang w:bidi="fa-IR"/>
        </w:rPr>
        <w:lastRenderedPageBreak/>
        <w:t>الکنوز</w:t>
      </w:r>
      <w:r w:rsidR="0006794D" w:rsidRPr="0006794D">
        <w:rPr>
          <w:rtl/>
          <w:lang w:bidi="fa-IR"/>
        </w:rPr>
        <w:t xml:space="preserve"> الت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أنت تملکها</w:t>
      </w:r>
      <w:bookmarkEnd w:id="40"/>
      <w:bookmarkEnd w:id="41"/>
    </w:p>
    <w:p w:rsidR="0006794D" w:rsidRPr="0006794D" w:rsidRDefault="0006794D" w:rsidP="00A037DB">
      <w:pPr>
        <w:pStyle w:val="libBold1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اشاره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کن</w:t>
      </w:r>
      <w:r w:rsidRPr="0006794D">
        <w:rPr>
          <w:rtl/>
          <w:lang w:bidi="fa-IR"/>
        </w:rPr>
        <w:t xml:space="preserve"> حضورک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البحث و الدرس حضور تفهّم و تعمّق و تعلّم، و قبل کلّ درسٍ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بمطالعته ثم الحضور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الدرس ثم المطالعه بعد الدرس ثم المباحثه و إن تمکنت فعل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بتدر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سه</w:t>
      </w:r>
      <w:r w:rsidRPr="0006794D">
        <w:rPr>
          <w:rtl/>
          <w:lang w:bidi="fa-IR"/>
        </w:rPr>
        <w:t xml:space="preserve"> و کتابته.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الغ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</w:t>
      </w:r>
      <w:r w:rsidRPr="0006794D">
        <w:rPr>
          <w:rtl/>
          <w:lang w:bidi="fa-IR"/>
        </w:rPr>
        <w:t xml:space="preserve"> عن حلقه الدرس؛ لأنّ الدرس کحبات التسب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و الغ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</w:t>
      </w:r>
      <w:r w:rsidRPr="0006794D">
        <w:rPr>
          <w:rtl/>
          <w:lang w:bidi="fa-IR"/>
        </w:rPr>
        <w:t xml:space="preserve"> بمنزله انقطاع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طه</w:t>
      </w:r>
      <w:r w:rsidRPr="0006794D">
        <w:rPr>
          <w:rtl/>
          <w:lang w:bidi="fa-IR"/>
        </w:rPr>
        <w:t xml:space="preserve"> فتنفلت و تنتثر الحبات و الدرر.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أنت إذا سع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کلّ سع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بعد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سنه أو خمسه و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عاما تصل بإذن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ئته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مرتبه الاجتهاد. فإذا وصلت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فاحذر من مقام الإفتاء و لاتجعل رقبتک تحت أقدام الناس، و اعلم أنّ الخ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ما هو مقسوم لک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قضائه و قدره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صل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إن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اترک هذه المرتبه لغ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رک</w:t>
      </w:r>
      <w:r w:rsidRPr="0006794D">
        <w:rPr>
          <w:rtl/>
          <w:lang w:bidi="fa-IR"/>
        </w:rPr>
        <w:t xml:space="preserve"> مادام هو موجودا. لأنّ حسابه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الآخره صعبٌ و وقوفک أمام اللّه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طول،</w:t>
      </w:r>
      <w:r w:rsidRPr="0006794D">
        <w:rPr>
          <w:rtl/>
          <w:lang w:bidi="fa-IR"/>
        </w:rPr>
        <w:t xml:space="preserve"> و العزّه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داللّه</w:t>
      </w:r>
      <w:r w:rsidRPr="0006794D">
        <w:rPr>
          <w:rtl/>
          <w:lang w:bidi="fa-IR"/>
        </w:rPr>
        <w:t xml:space="preserve">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للّه و لرسوله و للمؤمن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ولکن</w:t>
      </w:r>
      <w:r w:rsidRPr="0006794D">
        <w:rPr>
          <w:rtl/>
          <w:lang w:bidi="fa-IR"/>
        </w:rPr>
        <w:t xml:space="preserve"> لاتترک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عمرک التدر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و التأل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و التحق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و الکتابه و الطباعه لأنّها عملنا و شغلنا و فعلنا و عمل آبائنا الکرام الأبرار و شغلهم و فعلهم.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الآن أنت مالکٌ لعدّه من الکنوز إن شاء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اسات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نامند.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و</w:t>
      </w:r>
      <w:r w:rsidRPr="0006794D">
        <w:rPr>
          <w:rtl/>
          <w:lang w:bidi="fa-IR"/>
        </w:rPr>
        <w:t xml:space="preserve">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مرحله از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علم تلاش کن از مراجع طائفه امام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فقها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عظام ما، به خاطرِ اتّصال سند به ائمه 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اجازه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A037DB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حضور تو در درس و بحث از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دقّت و به قصد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تعمّق باشد. همچن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قبل از حضور در درس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مطالعه کن و بعد از درس هم باز مطالعه و پس از آن مباحثه کن. و اگر توانست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 تو باد به تدر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درس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گذشته و نوشتن آنها.</w:t>
      </w:r>
      <w:r w:rsidR="00A037DB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مبادا</w:t>
      </w:r>
      <w:r w:rsidRPr="0006794D">
        <w:rPr>
          <w:rtl/>
          <w:lang w:bidi="fa-IR"/>
        </w:rPr>
        <w:t xml:space="preserve"> در جلسات درس و بحث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بت</w:t>
      </w:r>
      <w:r w:rsidRPr="0006794D">
        <w:rPr>
          <w:rtl/>
          <w:lang w:bidi="fa-IR"/>
        </w:rPr>
        <w:t xml:space="preserve"> داشته باش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چراکه درس مثل دانه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تسب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است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بت</w:t>
      </w:r>
      <w:r w:rsidRPr="0006794D">
        <w:rPr>
          <w:rtl/>
          <w:lang w:bidi="fa-IR"/>
        </w:rPr>
        <w:t xml:space="preserve"> در درس مثل پاره شدن نخ تسب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است که باعث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تمام دانه ها از هم جدا و پراکنده شوند.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چنان چه در 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علوم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سع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تلاش خود را بکن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بعد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سال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پنج سال به اذن و خواست خداوند متعال به درجه اجتهاد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پس اگر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موقع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نائل شد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فتوا دادن و گردن خود را در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پاها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مردم قرار مده (مسئول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را به عهده خودت نگ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>) و بدان که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دستِ خداوند متعال است و آن چه در قضا و قدر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در نظر گرفته شده است به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رسد ان شاءاللّه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مسئول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(فتوا دادن) را ترک کن و واگذار به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گران،</w:t>
      </w:r>
      <w:r w:rsidRPr="0006794D">
        <w:rPr>
          <w:rtl/>
          <w:lang w:bidi="fa-IR"/>
        </w:rPr>
        <w:t xml:space="preserve"> تا مادام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افراد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هستند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مسئول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را بر عهده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رند</w:t>
      </w:r>
      <w:r w:rsidRPr="0006794D">
        <w:rPr>
          <w:rtl/>
          <w:lang w:bidi="fa-IR"/>
        </w:rPr>
        <w:t>. چون در عالم آخرت محاسبه آن مشکل است و باعث طولان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ستادن</w:t>
      </w:r>
      <w:r w:rsidRPr="0006794D">
        <w:rPr>
          <w:rtl/>
          <w:lang w:bidi="fa-IR"/>
        </w:rPr>
        <w:t xml:space="preserve"> تو در مقابل خدا به جهت محاسبه آن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و عزّت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در دست خدا و از آنِ خدا و رسول خدا و 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طول عمرت تدر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س،</w:t>
      </w:r>
      <w:r w:rsidRPr="0006794D">
        <w:rPr>
          <w:rtl/>
          <w:lang w:bidi="fa-IR"/>
        </w:rPr>
        <w:t xml:space="preserve"> تأل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و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و نوشتن و چاپ کُتب را ترک نکن؛ به خاطر </w:t>
      </w:r>
      <w:r w:rsidRPr="0006794D">
        <w:rPr>
          <w:rtl/>
          <w:lang w:bidi="fa-IR"/>
        </w:rPr>
        <w:lastRenderedPageBreak/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شغل و کار ما و پدران بزرگوار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کوکار</w:t>
      </w:r>
      <w:r w:rsidRPr="0006794D">
        <w:rPr>
          <w:rtl/>
          <w:lang w:bidi="fa-IR"/>
        </w:rPr>
        <w:t xml:space="preserve"> ما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بوده و هست.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که اکنون تو به خواست خداوند مالک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منها</w:t>
      </w:r>
      <w:r w:rsidRPr="0006794D">
        <w:rPr>
          <w:rtl/>
          <w:lang w:bidi="fa-IR"/>
        </w:rPr>
        <w:t>: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اتک</w:t>
      </w:r>
      <w:r w:rsidRPr="0006794D">
        <w:rPr>
          <w:rtl/>
          <w:lang w:bidi="fa-IR"/>
        </w:rPr>
        <w:t xml:space="preserve"> و عمرک.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صحتک و سلامتک و عاف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تک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موهبتک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رها</w:t>
      </w:r>
      <w:r w:rsidRPr="0006794D">
        <w:rPr>
          <w:rtl/>
          <w:lang w:bidi="fa-IR"/>
        </w:rPr>
        <w:t xml:space="preserve"> من قواک.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A037DB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الإ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بالله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بوص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و الأئمه من ولده </w:t>
      </w:r>
      <w:r w:rsidR="00A037DB" w:rsidRPr="00A037DB">
        <w:rPr>
          <w:rStyle w:val="libAlaemChar"/>
          <w:rFonts w:eastAsiaTheme="minorHAnsi"/>
          <w:rtl/>
        </w:rPr>
        <w:t>عليهم‌السلام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A037DB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إ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مانک</w:t>
      </w:r>
      <w:r w:rsidRPr="0006794D">
        <w:rPr>
          <w:rtl/>
          <w:lang w:bidi="fa-IR"/>
        </w:rPr>
        <w:t xml:space="preserve"> و اعتقادک باللّه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بنب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محمد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بوص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طالب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أحد عشر من اُولاده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الذ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مرّ ذکرهم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الرساله.</w:t>
      </w:r>
      <w:r w:rsidR="00A037DB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الطاعه</w:t>
      </w:r>
      <w:r w:rsidRPr="0006794D">
        <w:rPr>
          <w:rtl/>
          <w:lang w:bidi="fa-IR"/>
        </w:rPr>
        <w:t xml:space="preserve"> لله تعال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طاعتک 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لأنّه قال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: من کان منّا 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طع</w:t>
      </w:r>
      <w:r w:rsidRPr="0006794D">
        <w:rPr>
          <w:rtl/>
          <w:lang w:bidi="fa-IR"/>
        </w:rPr>
        <w:t xml:space="preserve"> اللّه عزوجلّ فل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منّا، و أنت إذا أطعت اللّه عزوجل فأنت منّا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>.</w:t>
      </w:r>
      <w:r w:rsidRPr="00A037DB">
        <w:rPr>
          <w:rStyle w:val="libFootnotenumChar"/>
          <w:rtl/>
        </w:rPr>
        <w:t>(1)</w:t>
      </w:r>
    </w:p>
    <w:p w:rsidR="0006794D" w:rsidRPr="0006794D" w:rsidRDefault="0006794D" w:rsidP="00A037DB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الصلاه</w:t>
      </w:r>
      <w:r w:rsidR="00A037DB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صلواتک من الفرائض و النوافل الرواتب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رها؛</w:t>
      </w:r>
      <w:r w:rsidRPr="0006794D">
        <w:rPr>
          <w:rtl/>
          <w:lang w:bidi="fa-IR"/>
        </w:rPr>
        <w:t xml:space="preserve"> لأنّه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: الصلاه کنز من کنوز الجن</w:t>
      </w:r>
      <w:r w:rsidRPr="00A037DB">
        <w:rPr>
          <w:rStyle w:val="libFootnotenumChar"/>
          <w:rtl/>
        </w:rPr>
        <w:t>ه(2)</w:t>
      </w:r>
      <w:r w:rsidRPr="0006794D">
        <w:rPr>
          <w:rtl/>
          <w:lang w:bidi="fa-IR"/>
        </w:rPr>
        <w:t>، قال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مجمع البحر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: «أ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: أجرها مدّخَرٌ لفاعلها و المتصف بها کما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دّخر</w:t>
      </w:r>
      <w:r w:rsidRPr="0006794D">
        <w:rPr>
          <w:rtl/>
          <w:lang w:bidi="fa-IR"/>
        </w:rPr>
        <w:t xml:space="preserve"> الکنز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هو أنفس أموالکم».</w:t>
      </w:r>
      <w:r w:rsidRPr="00A037DB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التوکل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توکلک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فإنّه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القوه و القدره للإت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بالأعمال الصعبه المشکله کما قال الإمام الجواد </w:t>
      </w:r>
      <w:r w:rsidR="00F16AFE" w:rsidRPr="00F16AFE">
        <w:rPr>
          <w:rStyle w:val="libAlaemChar"/>
          <w:rtl/>
        </w:rPr>
        <w:lastRenderedPageBreak/>
        <w:t xml:space="preserve">عليه‌السلام </w:t>
      </w:r>
      <w:r w:rsidRPr="0006794D">
        <w:rPr>
          <w:rtl/>
          <w:lang w:bidi="fa-IR"/>
        </w:rPr>
        <w:t>: الثقه باللّه ثمن لکلِّ غالٍ و سُلَّمٌ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 عالٍ.</w:t>
      </w:r>
      <w:r w:rsidRPr="00A037DB">
        <w:rPr>
          <w:rStyle w:val="libFootnotenumChar"/>
          <w:rtl/>
        </w:rPr>
        <w:t>(4)</w:t>
      </w:r>
    </w:p>
    <w:p w:rsidR="0006794D" w:rsidRPr="0006794D" w:rsidRDefault="00A037DB" w:rsidP="00A037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06794D" w:rsidRPr="0006794D" w:rsidRDefault="0006794D" w:rsidP="00A037DB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ون</w:t>
      </w:r>
      <w:r w:rsidRPr="0006794D">
        <w:rPr>
          <w:rtl/>
          <w:lang w:bidi="fa-IR"/>
        </w:rPr>
        <w:t xml:space="preserve"> اخبار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2/232، ح1.</w:t>
      </w:r>
    </w:p>
    <w:p w:rsidR="0006794D" w:rsidRPr="0006794D" w:rsidRDefault="0006794D" w:rsidP="00A037DB">
      <w:pPr>
        <w:pStyle w:val="libFootnote0"/>
        <w:rPr>
          <w:rtl/>
          <w:lang w:bidi="fa-IR"/>
        </w:rPr>
      </w:pPr>
    </w:p>
    <w:p w:rsidR="0006794D" w:rsidRPr="0006794D" w:rsidRDefault="0006794D" w:rsidP="00A037DB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مجمع البحر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/318 من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- 4/75 من طبع الحروف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A037DB">
      <w:pPr>
        <w:pStyle w:val="libFootnote0"/>
        <w:rPr>
          <w:rtl/>
          <w:lang w:bidi="fa-IR"/>
        </w:rPr>
      </w:pPr>
    </w:p>
    <w:p w:rsidR="0006794D" w:rsidRPr="0006794D" w:rsidRDefault="0006794D" w:rsidP="00A037DB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المصدر نفسه.</w:t>
      </w:r>
    </w:p>
    <w:p w:rsidR="0006794D" w:rsidRPr="0006794D" w:rsidRDefault="0006794D" w:rsidP="00A037DB">
      <w:pPr>
        <w:pStyle w:val="libFootnote0"/>
        <w:rPr>
          <w:rtl/>
          <w:lang w:bidi="fa-IR"/>
        </w:rPr>
      </w:pPr>
    </w:p>
    <w:p w:rsidR="0006794D" w:rsidRPr="0006794D" w:rsidRDefault="0006794D" w:rsidP="00A037DB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أعلام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/309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75/364.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A037DB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از</w:t>
      </w:r>
      <w:r w:rsidR="0006794D" w:rsidRPr="0006794D">
        <w:rPr>
          <w:rtl/>
          <w:lang w:bidi="fa-IR"/>
        </w:rPr>
        <w:t xml:space="preserve"> جمله آنها: زندگ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عمر تو.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سلامت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عاف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تو.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استعدادت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در اخت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توست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و اعتقاد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خداوند متعال 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عق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امبرش</w:t>
      </w:r>
      <w:r w:rsidRPr="0006794D">
        <w:rPr>
          <w:rtl/>
          <w:lang w:bidi="fa-IR"/>
        </w:rPr>
        <w:t xml:space="preserve"> حضرت محمّد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جانش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او حضرت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ابن 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طالب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ازده</w:t>
      </w:r>
      <w:r w:rsidRPr="0006794D">
        <w:rPr>
          <w:rtl/>
          <w:lang w:bidi="fa-IR"/>
        </w:rPr>
        <w:t xml:space="preserve"> نفر از اولاد معصومش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قبلاً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از آنها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اطاعت تو از خداوند متعال است که امام 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ادعا کند از ما اهل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است و از خداوند اطاعت نکند، در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از ما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ست؛</w:t>
      </w:r>
      <w:r w:rsidRPr="0006794D">
        <w:rPr>
          <w:rtl/>
          <w:lang w:bidi="fa-IR"/>
        </w:rPr>
        <w:t xml:space="preserve"> و تو هر 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خداوند عزّوجلّ اطاعت کرد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ما اهل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نمازها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شبانه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واجب و مستحب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آنهاست؛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در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وارد شده است که نماز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است. در توض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در کتاب مجمع البحر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آمده است: 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پاداش نماز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انجام دهنده آن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آن را برپا دارد ذخ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شده اس</w:t>
      </w:r>
      <w:r w:rsidRPr="0006794D">
        <w:rPr>
          <w:rFonts w:hint="eastAsia"/>
          <w:rtl/>
          <w:lang w:bidi="fa-IR"/>
        </w:rPr>
        <w:t>ت؛</w:t>
      </w:r>
      <w:r w:rsidRPr="0006794D">
        <w:rPr>
          <w:rtl/>
          <w:lang w:bidi="fa-IR"/>
        </w:rPr>
        <w:t xml:space="preserve"> همان گونه که گنج که از گرانبهاتر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اموال شماست اندوخته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گردد».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در اخت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باشد: توکّل به خداوند متعال است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خدا به تو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</w:t>
      </w:r>
      <w:r w:rsidRPr="0006794D">
        <w:rPr>
          <w:rtl/>
          <w:lang w:bidi="fa-IR"/>
        </w:rPr>
        <w:t xml:space="preserve"> عطا فرموده تا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سخت و مشکل را انجام ده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امامِ 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اطم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نان</w:t>
      </w:r>
      <w:r w:rsidRPr="0006794D">
        <w:rPr>
          <w:rtl/>
          <w:lang w:bidi="fa-IR"/>
        </w:rPr>
        <w:t xml:space="preserve"> به </w:t>
      </w:r>
      <w:r w:rsidRPr="0006794D">
        <w:rPr>
          <w:rtl/>
          <w:lang w:bidi="fa-IR"/>
        </w:rPr>
        <w:lastRenderedPageBreak/>
        <w:t>خداوند بها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هر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گرانبها و نردبان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دن</w:t>
      </w:r>
      <w:r w:rsidRPr="0006794D">
        <w:rPr>
          <w:rtl/>
          <w:lang w:bidi="fa-IR"/>
        </w:rPr>
        <w:t xml:space="preserve"> به هر مقام بالا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است.</w:t>
      </w:r>
    </w:p>
    <w:p w:rsidR="0006794D" w:rsidRPr="0006794D" w:rsidRDefault="00501969" w:rsidP="0050196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66035327"/>
      <w:bookmarkStart w:id="43" w:name="_Toc66035393"/>
      <w:r w:rsidR="0006794D" w:rsidRPr="0006794D">
        <w:rPr>
          <w:rtl/>
          <w:lang w:bidi="fa-IR"/>
        </w:rPr>
        <w:lastRenderedPageBreak/>
        <w:t>أشعار أب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المجد 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التوکل</w:t>
      </w:r>
      <w:bookmarkEnd w:id="42"/>
      <w:bookmarkEnd w:id="4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501969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قد قال جدنا العلاّمه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المجد </w:t>
      </w:r>
      <w:r w:rsidR="00501969" w:rsidRPr="00501969">
        <w:rPr>
          <w:rStyle w:val="libAlaemChar"/>
          <w:rtl/>
        </w:rPr>
        <w:t>قدس‌سره</w:t>
      </w:r>
      <w:r w:rsidR="00501969" w:rsidRPr="00BB2EBE">
        <w:rPr>
          <w:rtl/>
        </w:rPr>
        <w:t xml:space="preserve"> </w:t>
      </w:r>
      <w:r w:rsidRPr="0006794D">
        <w:rPr>
          <w:rtl/>
          <w:lang w:bidi="fa-IR"/>
        </w:rPr>
        <w:t>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المجال أحبّ أن أذکرها لک: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5244" w:type="pct"/>
        <w:tblInd w:w="-432" w:type="dxa"/>
        <w:tblLook w:val="01E0"/>
      </w:tblPr>
      <w:tblGrid>
        <w:gridCol w:w="3975"/>
        <w:gridCol w:w="268"/>
        <w:gridCol w:w="3714"/>
      </w:tblGrid>
      <w:tr w:rsidR="00501969" w:rsidTr="003C7B8F">
        <w:trPr>
          <w:trHeight w:val="350"/>
        </w:trPr>
        <w:tc>
          <w:tcPr>
            <w:tcW w:w="3975" w:type="dxa"/>
            <w:shd w:val="clear" w:color="auto" w:fill="auto"/>
          </w:tcPr>
          <w:p w:rsidR="00501969" w:rsidRDefault="00501969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بن</w:t>
            </w:r>
            <w:r w:rsidRPr="0006794D">
              <w:rPr>
                <w:rFonts w:hint="cs"/>
                <w:rtl/>
                <w:lang w:bidi="fa-IR"/>
              </w:rPr>
              <w:t>یّ</w:t>
            </w:r>
            <w:r w:rsidRPr="0006794D">
              <w:rPr>
                <w:rtl/>
                <w:lang w:bidi="fa-IR"/>
              </w:rPr>
              <w:t xml:space="preserve"> اسمع إل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قول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501969" w:rsidRDefault="00501969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  <w:shd w:val="clear" w:color="auto" w:fill="auto"/>
          </w:tcPr>
          <w:p w:rsidR="00501969" w:rsidRDefault="00501969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تکن منّ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عل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خُبْرِ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1969" w:rsidTr="003C7B8F">
        <w:trPr>
          <w:trHeight w:val="350"/>
        </w:trPr>
        <w:tc>
          <w:tcPr>
            <w:tcW w:w="3975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حلبتُ</w:t>
            </w:r>
            <w:r w:rsidRPr="0006794D">
              <w:rPr>
                <w:rtl/>
                <w:lang w:bidi="fa-IR"/>
              </w:rPr>
              <w:t xml:space="preserve"> الدّهر شطرَ</w:t>
            </w:r>
            <w:r w:rsidRPr="0006794D">
              <w:rPr>
                <w:rFonts w:hint="cs"/>
                <w:rtl/>
                <w:lang w:bidi="fa-IR"/>
              </w:rPr>
              <w:t>یْ</w:t>
            </w:r>
            <w:r w:rsidRPr="0006794D"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 xml:space="preserve">فَمِنْ عُسْرٍ و مِنْ </w:t>
            </w:r>
            <w:r w:rsidRPr="0006794D">
              <w:rPr>
                <w:rFonts w:hint="cs"/>
                <w:rtl/>
                <w:lang w:bidi="fa-IR"/>
              </w:rPr>
              <w:t>یُ</w:t>
            </w:r>
            <w:r w:rsidRPr="0006794D">
              <w:rPr>
                <w:rFonts w:hint="eastAsia"/>
                <w:rtl/>
                <w:lang w:bidi="fa-IR"/>
              </w:rPr>
              <w:t>سْرِ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1969" w:rsidTr="003C7B8F">
        <w:trPr>
          <w:trHeight w:val="350"/>
        </w:trPr>
        <w:tc>
          <w:tcPr>
            <w:tcW w:w="3975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و</w:t>
            </w:r>
            <w:r w:rsidRPr="0006794D">
              <w:rPr>
                <w:rtl/>
                <w:lang w:bidi="fa-IR"/>
              </w:rPr>
              <w:t xml:space="preserve"> ذُقتُ الدّهر طَعمَ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فَمِن حُلو و من مُرِّ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1969" w:rsidTr="003C7B8F">
        <w:trPr>
          <w:trHeight w:val="765"/>
        </w:trPr>
        <w:tc>
          <w:tcPr>
            <w:tcW w:w="3975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وَ</w:t>
            </w:r>
            <w:r w:rsidRPr="0006794D">
              <w:rPr>
                <w:rtl/>
                <w:lang w:bidi="fa-IR"/>
              </w:rPr>
              <w:t xml:space="preserve"> عُمِّرتُ و ذَرَّفتُ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501969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عل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الخمس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نَ</w:t>
            </w:r>
            <w:r w:rsidRPr="0006794D">
              <w:rPr>
                <w:rtl/>
                <w:lang w:bidi="fa-IR"/>
              </w:rPr>
              <w:t xml:space="preserve"> من عُمر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="00501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1969" w:rsidTr="003C7B8F">
        <w:trPr>
          <w:trHeight w:val="350"/>
        </w:trPr>
        <w:tc>
          <w:tcPr>
            <w:tcW w:w="3975" w:type="dxa"/>
          </w:tcPr>
          <w:p w:rsidR="00501969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فکم</w:t>
            </w:r>
            <w:r w:rsidRPr="0006794D">
              <w:rPr>
                <w:rtl/>
                <w:lang w:bidi="fa-IR"/>
              </w:rPr>
              <w:t xml:space="preserve"> نائبهٍ نابَت</w:t>
            </w:r>
            <w:r w:rsidR="00501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501969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فما ضاقَ بها صَدر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="00501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1969" w:rsidTr="003C7B8F">
        <w:tblPrEx>
          <w:tblLook w:val="04A0"/>
        </w:tblPrEx>
        <w:trPr>
          <w:trHeight w:val="350"/>
        </w:trPr>
        <w:tc>
          <w:tcPr>
            <w:tcW w:w="3975" w:type="dxa"/>
          </w:tcPr>
          <w:p w:rsidR="00501969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و</w:t>
            </w:r>
            <w:r w:rsidRPr="0006794D">
              <w:rPr>
                <w:rtl/>
                <w:lang w:bidi="fa-IR"/>
              </w:rPr>
              <w:t xml:space="preserve"> حاشا أن </w:t>
            </w:r>
            <w:r w:rsidRPr="0006794D">
              <w:rPr>
                <w:rFonts w:hint="cs"/>
                <w:rtl/>
                <w:lang w:bidi="fa-IR"/>
              </w:rPr>
              <w:t>یَ</w:t>
            </w:r>
            <w:r w:rsidRPr="0006794D">
              <w:rPr>
                <w:rFonts w:hint="eastAsia"/>
                <w:rtl/>
                <w:lang w:bidi="fa-IR"/>
              </w:rPr>
              <w:t>ض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قَ</w:t>
            </w:r>
            <w:r w:rsidRPr="0006794D">
              <w:rPr>
                <w:rtl/>
                <w:lang w:bidi="fa-IR"/>
              </w:rPr>
              <w:t xml:space="preserve"> الصد</w:t>
            </w:r>
            <w:r w:rsidR="00501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1969" w:rsidRDefault="00501969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501969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رُمنّ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و مع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صبر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="00501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B8F" w:rsidTr="003C7B8F">
        <w:tblPrEx>
          <w:tblLook w:val="04A0"/>
        </w:tblPrEx>
        <w:trPr>
          <w:trHeight w:val="350"/>
        </w:trPr>
        <w:tc>
          <w:tcPr>
            <w:tcW w:w="3975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إذا</w:t>
            </w:r>
            <w:r w:rsidRPr="0006794D">
              <w:rPr>
                <w:rtl/>
                <w:lang w:bidi="fa-IR"/>
              </w:rPr>
              <w:t xml:space="preserve"> مشکلهٌ عَنَّتْ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و أع</w:t>
            </w:r>
            <w:r w:rsidRPr="0006794D">
              <w:rPr>
                <w:rFonts w:hint="cs"/>
                <w:rtl/>
                <w:lang w:bidi="fa-IR"/>
              </w:rPr>
              <w:t>یی</w:t>
            </w:r>
            <w:r w:rsidRPr="0006794D">
              <w:rPr>
                <w:rtl/>
                <w:lang w:bidi="fa-IR"/>
              </w:rPr>
              <w:t xml:space="preserve"> حَملُها فکر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B8F" w:rsidTr="003C7B8F">
        <w:tblPrEx>
          <w:tblLook w:val="04A0"/>
        </w:tblPrEx>
        <w:trPr>
          <w:trHeight w:val="350"/>
        </w:trPr>
        <w:tc>
          <w:tcPr>
            <w:tcW w:w="3975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توکلّتُ</w:t>
            </w:r>
            <w:r w:rsidRPr="0006794D">
              <w:rPr>
                <w:rtl/>
                <w:lang w:bidi="fa-IR"/>
              </w:rPr>
              <w:t xml:space="preserve"> عل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اللّ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هِ و فَوَّضتُ له أمر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B8F" w:rsidTr="003C7B8F">
        <w:tblPrEx>
          <w:tblLook w:val="04A0"/>
        </w:tblPrEx>
        <w:trPr>
          <w:trHeight w:val="350"/>
        </w:trPr>
        <w:tc>
          <w:tcPr>
            <w:tcW w:w="3975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کَبُزّ</w:t>
            </w:r>
            <w:r w:rsidRPr="0006794D">
              <w:rPr>
                <w:rtl/>
                <w:lang w:bidi="fa-IR"/>
              </w:rPr>
              <w:t xml:space="preserve"> ف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د</w:t>
            </w:r>
            <w:r w:rsidRPr="0006794D">
              <w:rPr>
                <w:rtl/>
                <w:lang w:bidi="fa-IR"/>
              </w:rPr>
              <w:t xml:space="preserve"> التّاج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ر ب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ن</w:t>
            </w:r>
            <w:r w:rsidRPr="0006794D">
              <w:rPr>
                <w:rtl/>
                <w:lang w:bidi="fa-IR"/>
              </w:rPr>
              <w:t xml:space="preserve"> الطّ</w:t>
            </w:r>
            <w:r w:rsidRPr="0006794D">
              <w:rPr>
                <w:rFonts w:hint="cs"/>
                <w:rtl/>
                <w:lang w:bidi="fa-IR"/>
              </w:rPr>
              <w:t>یِّ</w:t>
            </w:r>
            <w:r w:rsidRPr="0006794D">
              <w:rPr>
                <w:rtl/>
                <w:lang w:bidi="fa-IR"/>
              </w:rPr>
              <w:t xml:space="preserve"> و النّشرِ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B8F" w:rsidTr="003C7B8F">
        <w:tblPrEx>
          <w:tblLook w:val="04A0"/>
        </w:tblPrEx>
        <w:trPr>
          <w:trHeight w:val="350"/>
        </w:trPr>
        <w:tc>
          <w:tcPr>
            <w:tcW w:w="3975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لِعِلْم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أن مَنْ أبْ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دَعَ خَلق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کاشفٌ ضرّ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B8F" w:rsidTr="003C7B8F">
        <w:tblPrEx>
          <w:tblLook w:val="04A0"/>
        </w:tblPrEx>
        <w:trPr>
          <w:trHeight w:val="350"/>
        </w:trPr>
        <w:tc>
          <w:tcPr>
            <w:tcW w:w="3975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Fonts w:hint="eastAsia"/>
                <w:rtl/>
                <w:lang w:bidi="fa-IR"/>
              </w:rPr>
              <w:t>فَکَم</w:t>
            </w:r>
            <w:r w:rsidRPr="0006794D">
              <w:rPr>
                <w:rtl/>
                <w:lang w:bidi="fa-IR"/>
              </w:rPr>
              <w:t xml:space="preserve"> مِنْ فَرجٍ عنها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</w:p>
        </w:tc>
        <w:tc>
          <w:tcPr>
            <w:tcW w:w="3714" w:type="dxa"/>
          </w:tcPr>
          <w:p w:rsidR="003C7B8F" w:rsidRDefault="003C7B8F" w:rsidP="004766F8">
            <w:pPr>
              <w:pStyle w:val="libPoem"/>
              <w:rPr>
                <w:rtl/>
              </w:rPr>
            </w:pPr>
            <w:r w:rsidRPr="0006794D">
              <w:rPr>
                <w:rtl/>
                <w:lang w:bidi="fa-IR"/>
              </w:rPr>
              <w:t>أت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tl/>
                <w:lang w:bidi="fa-IR"/>
              </w:rPr>
              <w:t xml:space="preserve"> مِنْ حَ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06794D">
              <w:rPr>
                <w:rFonts w:hint="eastAsia"/>
                <w:rtl/>
                <w:lang w:bidi="fa-IR"/>
              </w:rPr>
              <w:t>ثُ</w:t>
            </w:r>
            <w:r w:rsidRPr="0006794D">
              <w:rPr>
                <w:rtl/>
                <w:lang w:bidi="fa-IR"/>
              </w:rPr>
              <w:t xml:space="preserve"> لا أدْرِ</w:t>
            </w:r>
            <w:r w:rsidRPr="0006794D">
              <w:rPr>
                <w:rFonts w:hint="cs"/>
                <w:rtl/>
                <w:lang w:bidi="fa-IR"/>
              </w:rPr>
              <w:t>ی</w:t>
            </w:r>
            <w:r w:rsidRPr="003C7B8F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حبک</w:t>
      </w:r>
      <w:r w:rsidRPr="0006794D">
        <w:rPr>
          <w:rtl/>
          <w:lang w:bidi="fa-IR"/>
        </w:rPr>
        <w:t xml:space="preserve"> 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0174B8" w:rsidRPr="000174B8">
        <w:rPr>
          <w:rStyle w:val="libAlaemChar"/>
          <w:rtl/>
        </w:rPr>
        <w:t xml:space="preserve">عليه‌السلام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حبّک 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کون</w:t>
      </w:r>
      <w:r w:rsidRPr="0006794D">
        <w:rPr>
          <w:rtl/>
          <w:lang w:bidi="fa-IR"/>
        </w:rPr>
        <w:t xml:space="preserve"> کنز اللّه لک؛ لأنّه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القاض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نعمان المصر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مرفوعه عن جابر بن عبداللّه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إسحاق عن بص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بن مر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قال: قال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لعل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أنت أخ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وص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و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بعد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أبو ولد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تُقات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سنّت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تقض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نجِز</w:t>
      </w:r>
      <w:r w:rsidRPr="0006794D">
        <w:rPr>
          <w:rtl/>
          <w:lang w:bidi="fa-IR"/>
        </w:rPr>
        <w:t xml:space="preserve"> عِدات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من أحبّک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اتک</w:t>
      </w:r>
      <w:r w:rsidRPr="0006794D">
        <w:rPr>
          <w:rtl/>
          <w:lang w:bidi="fa-IR"/>
        </w:rPr>
        <w:t xml:space="preserve"> فهو کنز اللّه له، و من أحبّک بعد موتک ختم اللّه(2) له بالأمن و الأمان و من مات و هو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حبک</w:t>
      </w:r>
      <w:r w:rsidRPr="0006794D">
        <w:rPr>
          <w:rtl/>
          <w:lang w:bidi="fa-IR"/>
        </w:rPr>
        <w:t xml:space="preserve"> فقد قض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</w:p>
    <w:p w:rsidR="003C7B8F" w:rsidRPr="0006794D" w:rsidRDefault="003C7B8F" w:rsidP="003C7B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06794D" w:rsidRPr="0006794D" w:rsidRDefault="0006794D" w:rsidP="003C7B8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وان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المجد /85.</w:t>
      </w:r>
    </w:p>
    <w:p w:rsidR="0006794D" w:rsidRPr="0006794D" w:rsidRDefault="0006794D" w:rsidP="003C7B8F">
      <w:pPr>
        <w:pStyle w:val="libFootnote0"/>
        <w:rPr>
          <w:rtl/>
          <w:lang w:bidi="fa-IR"/>
        </w:rPr>
      </w:pPr>
    </w:p>
    <w:p w:rsidR="0006794D" w:rsidRPr="0006794D" w:rsidRDefault="0006794D" w:rsidP="003C7B8F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ختم اللّه له، 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صانه و منحه الأمن و الأمان.</w:t>
      </w:r>
    </w:p>
    <w:p w:rsidR="003C7B8F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3C7B8F" w:rsidP="003C7B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جدّ علّامه ما مرحوم أب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المجد در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باره اشعار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دارد که دوست دارم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تو آنها را ذکر کنم. ترجمه اشعار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است: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3C7B8F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پسرم،</w:t>
      </w:r>
      <w:r w:rsidRPr="0006794D">
        <w:rPr>
          <w:rtl/>
          <w:lang w:bidi="fa-IR"/>
        </w:rPr>
        <w:t xml:space="preserve"> به گفتار من گوش فرا ده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ترا از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آگاه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باخبر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کنم.</w:t>
      </w:r>
      <w:r w:rsidR="003C7B8F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من</w:t>
      </w:r>
      <w:r w:rsidRPr="0006794D">
        <w:rPr>
          <w:rtl/>
          <w:lang w:bidi="fa-IR"/>
        </w:rPr>
        <w:t xml:space="preserve"> هر دو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سکّه روزگار را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ام: هم سخت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را و هم آسان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را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ام.</w:t>
      </w:r>
      <w:r w:rsidR="003C7B8F"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طعم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 و تلخ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را چش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ام و در طول پنجاه سال که از عمرم گذشته است.</w:t>
      </w:r>
      <w:r w:rsidR="003C7B8F"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چه</w:t>
      </w:r>
      <w:r w:rsidRPr="0006794D">
        <w:rPr>
          <w:rtl/>
          <w:lang w:bidi="fa-IR"/>
        </w:rPr>
        <w:t xml:space="preserve"> بسا سخت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 و مصائب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بر من وارد شد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خاطر آنها دلتنگ نشدم.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تا 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نعمت صبر را دارم هرگز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ام از سخت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 تنگ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چه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مشکلات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بر من وارد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 و در حلّ آن فکر من مشکل گشا نبود.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به خدا توکل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نمودم و کارم را به او واگذار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مثل</w:t>
      </w:r>
      <w:r w:rsidRPr="0006794D">
        <w:rPr>
          <w:rtl/>
          <w:lang w:bidi="fa-IR"/>
        </w:rPr>
        <w:t xml:space="preserve"> تاجر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طاقه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پارچه در دست اوست و به راحت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را باز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چد</w:t>
      </w:r>
      <w:r w:rsidRPr="0006794D">
        <w:rPr>
          <w:rtl/>
          <w:lang w:bidi="fa-IR"/>
        </w:rPr>
        <w:t xml:space="preserve"> (کارم را به خدا واگذار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کردم).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چرا</w:t>
      </w:r>
      <w:r w:rsidRPr="0006794D">
        <w:rPr>
          <w:rtl/>
          <w:lang w:bidi="fa-IR"/>
        </w:rPr>
        <w:t xml:space="preserve"> که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دانستم آن خدا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مرا در ابتدا آفر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مشکلات و سخت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مرا برطرف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چه</w:t>
      </w:r>
      <w:r w:rsidRPr="0006794D">
        <w:rPr>
          <w:rtl/>
          <w:lang w:bidi="fa-IR"/>
        </w:rPr>
        <w:t xml:space="preserve">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اتّفاق افتاد که گشا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مهمّ من از راه 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انجام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گرفت که من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اطلاع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 نداشتم.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دوستدار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گنجِ خداوند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توست؛ </w:t>
      </w:r>
      <w:r w:rsidRPr="0006794D">
        <w:rPr>
          <w:rtl/>
          <w:lang w:bidi="fa-IR"/>
        </w:rPr>
        <w:lastRenderedPageBreak/>
        <w:t>به خاطر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قاض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نُعمان مصر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مرفوعه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جابر بن عبداللّه ابو اسحاق از بص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بن مر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کرده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به حضرت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فرمود: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تو برادر من و وص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من و جانش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بعد از من و پدر فرزندان من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به خاطر دفاع از سنّت من جنگ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قرض مرا ادا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و به وعده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وفا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دوستدار تو در زمان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اتت</w:t>
      </w:r>
      <w:r w:rsidRPr="0006794D">
        <w:rPr>
          <w:rtl/>
          <w:lang w:bidi="fa-IR"/>
        </w:rPr>
        <w:t xml:space="preserve"> باشد،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دوست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</w:t>
      </w:r>
      <w:r w:rsidRPr="0006794D">
        <w:rPr>
          <w:rFonts w:hint="eastAsia"/>
          <w:rtl/>
          <w:lang w:bidi="fa-IR"/>
        </w:rPr>
        <w:t>ِ</w:t>
      </w:r>
      <w:r w:rsidRPr="0006794D">
        <w:rPr>
          <w:rtl/>
          <w:lang w:bidi="fa-IR"/>
        </w:rPr>
        <w:t xml:space="preserve"> خدا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اوست؛ و هر کس بعد از مرگِ تو دوستدارِ تو باشد، خداوند سرنوشت او را قر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سلامت و امن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قرار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دهد؛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با دوست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برود،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نَحْبه</w:t>
      </w:r>
      <w:r w:rsidRPr="0006794D">
        <w:rPr>
          <w:rtl/>
          <w:lang w:bidi="fa-IR"/>
        </w:rPr>
        <w:t xml:space="preserve"> بَر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</w:t>
      </w:r>
      <w:r w:rsidRPr="0006794D">
        <w:rPr>
          <w:rtl/>
          <w:lang w:bidi="fa-IR"/>
        </w:rPr>
        <w:t xml:space="preserve"> من الآثام. و من مات و هو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بغضک</w:t>
      </w:r>
      <w:r w:rsidRPr="0006794D">
        <w:rPr>
          <w:rtl/>
          <w:lang w:bidi="fa-IR"/>
        </w:rPr>
        <w:t xml:space="preserve"> مات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</w:t>
      </w:r>
      <w:r w:rsidRPr="0006794D">
        <w:rPr>
          <w:rtl/>
          <w:lang w:bidi="fa-IR"/>
        </w:rPr>
        <w:t xml:space="preserve"> جاهل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حوسِب بما عمل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الإسلام.</w:t>
      </w:r>
      <w:r w:rsidRPr="004766F8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4766F8" w:rsidP="002F722C">
      <w:pPr>
        <w:pStyle w:val="Heading1"/>
        <w:rPr>
          <w:rtl/>
        </w:rPr>
      </w:pPr>
      <w:r>
        <w:rPr>
          <w:rtl/>
        </w:rPr>
        <w:br w:type="page"/>
      </w:r>
      <w:bookmarkStart w:id="44" w:name="_Toc66035328"/>
      <w:bookmarkStart w:id="45" w:name="_Toc66035394"/>
      <w:r w:rsidR="0006794D" w:rsidRPr="0006794D">
        <w:rPr>
          <w:rFonts w:hint="eastAsia"/>
          <w:rtl/>
        </w:rPr>
        <w:lastRenderedPageBreak/>
        <w:t>التوسل</w:t>
      </w:r>
      <w:bookmarkEnd w:id="44"/>
      <w:bookmarkEnd w:id="4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توسلک بالأئمه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؛ فإنّه من أعظم طرق النجاه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آخرتک.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46" w:name="_Toc66035329"/>
      <w:bookmarkStart w:id="47" w:name="_Toc66035395"/>
      <w:r w:rsidRPr="0006794D">
        <w:rPr>
          <w:rFonts w:hint="eastAsia"/>
          <w:rtl/>
        </w:rPr>
        <w:t>الدعاء</w:t>
      </w:r>
      <w:bookmarkEnd w:id="46"/>
      <w:bookmarkEnd w:id="47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دعاؤک لربّک الجل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الأحوال و الأح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و لکافّه الحوائج و الخلّات؛ ولْ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کن</w:t>
      </w:r>
      <w:r w:rsidRPr="0006794D">
        <w:rPr>
          <w:rtl/>
          <w:lang w:bidi="fa-IR"/>
        </w:rPr>
        <w:t xml:space="preserve"> الأئمه المعصومون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وسائلک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ربّک و وسائطک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 xml:space="preserve">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ربّک و شفعائک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48" w:name="_Toc66035330"/>
      <w:bookmarkStart w:id="49" w:name="_Toc66035396"/>
      <w:r w:rsidRPr="0006794D">
        <w:rPr>
          <w:rFonts w:hint="eastAsia"/>
          <w:rtl/>
        </w:rPr>
        <w:t>التهجد</w:t>
      </w:r>
      <w:bookmarkEnd w:id="48"/>
      <w:bookmarkEnd w:id="4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تهجدک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آناء الل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الناس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</w:t>
      </w:r>
      <w:r w:rsidRPr="0006794D">
        <w:rPr>
          <w:rtl/>
          <w:lang w:bidi="fa-IR"/>
        </w:rPr>
        <w:t xml:space="preserve"> و مناجاتک لربّک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الأسحار و اعلم أنّ «القصد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بالقلوب أبلغ من إتعاب الجوارح بالأعمال» کما عن الإمام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4766F8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50" w:name="_Toc66035331"/>
      <w:bookmarkStart w:id="51" w:name="_Toc66035397"/>
      <w:r w:rsidRPr="0006794D">
        <w:rPr>
          <w:rFonts w:hint="eastAsia"/>
          <w:rtl/>
        </w:rPr>
        <w:t>التوبه</w:t>
      </w:r>
      <w:bookmarkEnd w:id="50"/>
      <w:bookmarkEnd w:id="5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توبتک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استغفارک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النهار و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الآنات من الذنوب و الخطا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الآثام.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مرفوعا عن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قال: من قال کلّ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ومٍ</w:t>
      </w:r>
      <w:r w:rsidRPr="0006794D">
        <w:rPr>
          <w:rtl/>
          <w:lang w:bidi="fa-IR"/>
        </w:rPr>
        <w:t xml:space="preserve"> أربعمائه مرّه مدّه شهر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متتابع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رُزِقَ کنزا من علمٍ أو کنزا من مالٍ: أستغفراللّه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لا إله إلّا هو الرحمن الرح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الح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وم،</w:t>
      </w:r>
      <w:r w:rsidRPr="0006794D">
        <w:rPr>
          <w:rtl/>
          <w:lang w:bidi="fa-IR"/>
        </w:rPr>
        <w:t xml:space="preserve"> بد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السموات و الأرض من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ظلم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جرم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</w:t>
      </w:r>
    </w:p>
    <w:p w:rsidR="0006794D" w:rsidRPr="0006794D" w:rsidRDefault="004766F8" w:rsidP="004766F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4766F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شرح الاخبار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فضائل الأئمه الأطهار 1/113 ح35.</w:t>
      </w:r>
    </w:p>
    <w:p w:rsidR="0006794D" w:rsidRPr="0006794D" w:rsidRDefault="0006794D" w:rsidP="004766F8">
      <w:pPr>
        <w:pStyle w:val="libFootnote0"/>
        <w:rPr>
          <w:rtl/>
          <w:lang w:bidi="fa-IR"/>
        </w:rPr>
      </w:pPr>
    </w:p>
    <w:p w:rsidR="0006794D" w:rsidRPr="0006794D" w:rsidRDefault="0006794D" w:rsidP="004766F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الدره الباهره /55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75/364، کشف الغمه 3/525، و أورده الحلوان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نزهه الناظر /134 ح2.</w:t>
      </w:r>
    </w:p>
    <w:p w:rsidR="004766F8" w:rsidRDefault="0006794D" w:rsidP="004766F8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4766F8" w:rsidP="004766F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براست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 عهد خود وفا کرده و در حال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از گناهان خود پاک شده از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رفته است. و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با بغض تو بم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رد</w:t>
      </w:r>
      <w:r w:rsidR="0006794D" w:rsidRPr="0006794D">
        <w:rPr>
          <w:rtl/>
          <w:lang w:bidi="fa-IR"/>
        </w:rPr>
        <w:t xml:space="preserve"> به مرگ جاهل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مرده است و طبق آنچه با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در اسلام به آن عمل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کرد به اعمال او 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 و مورد حسابرس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قرار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رد</w:t>
      </w:r>
      <w:r w:rsidR="0006794D"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در اخت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توست: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توسّل به امامان معصوم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که از بزرگ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راه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نجات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آخرت توست.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جمله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در دست توست: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دعا به درگاه پروردگار جل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بزرگ در تمام حالات و زمان ها 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همه حاجتها و کمبودها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>. و با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امامان معصوم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و واسطه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تو و خدا و شف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تو در نزد خدا باشند.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تهجّد و راز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با خدا در دل شب است، آن هم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مردم در خوابند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مناجات سحرگاهان و بدان که «توجّه به درگاه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با دل، رساتر و مهم تر از به رنج انداختن اعضا و جوارح در اعمال سخت است»؛ چنان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مطلب از امام باقر </w:t>
      </w:r>
      <w:r w:rsidR="00F16AFE" w:rsidRPr="00F16AFE">
        <w:rPr>
          <w:rStyle w:val="libAlaemChar"/>
          <w:rFonts w:hint="eastAsia"/>
          <w:rtl/>
        </w:rPr>
        <w:t xml:space="preserve">عليه‌السلام </w:t>
      </w:r>
      <w:r w:rsidRPr="0006794D">
        <w:rPr>
          <w:rtl/>
          <w:lang w:bidi="fa-IR"/>
        </w:rPr>
        <w:t>نقل شده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>: توف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توبه به درگاه خداوند و طلب آمرزش از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در شب و روز و در تمام لحظات زندگ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گناهان و خطاها و لغزش هاست.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مرفوع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نقل کرده که آن حضرت فرمودند: </w:t>
      </w:r>
      <w:r w:rsidRPr="0006794D">
        <w:rPr>
          <w:rtl/>
          <w:lang w:bidi="fa-IR"/>
        </w:rPr>
        <w:lastRenderedPageBreak/>
        <w:t>هرکس به مدّت دو ماه هر روز پ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پ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چهارصد مرتبه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ذکر استغفار را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علم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مال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شود: «از خداوند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معبود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جز او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بخشنده و مهربان و زنده و پا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دار</w:t>
      </w:r>
      <w:r w:rsidRPr="0006794D">
        <w:rPr>
          <w:rtl/>
          <w:lang w:bidi="fa-IR"/>
        </w:rPr>
        <w:t xml:space="preserve"> است و پد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آورنده آسمان ها و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آمرزش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خواهم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تمام ستم ها و گناهان و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إسراف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نفس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أتوب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  <w:r w:rsidRPr="00301DA7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301DA7" w:rsidP="002F722C">
      <w:pPr>
        <w:pStyle w:val="Heading1"/>
        <w:rPr>
          <w:rtl/>
        </w:rPr>
      </w:pPr>
      <w:r>
        <w:rPr>
          <w:rtl/>
        </w:rPr>
        <w:br w:type="page"/>
      </w:r>
      <w:bookmarkStart w:id="52" w:name="_Toc66035332"/>
      <w:bookmarkStart w:id="53" w:name="_Toc66035398"/>
      <w:r w:rsidR="0006794D" w:rsidRPr="0006794D">
        <w:rPr>
          <w:rFonts w:hint="eastAsia"/>
          <w:rtl/>
        </w:rPr>
        <w:lastRenderedPageBreak/>
        <w:t>قرأءه</w:t>
      </w:r>
      <w:r w:rsidR="0006794D" w:rsidRPr="0006794D">
        <w:rPr>
          <w:rtl/>
        </w:rPr>
        <w:t xml:space="preserve"> القرآن</w:t>
      </w:r>
      <w:bookmarkEnd w:id="52"/>
      <w:bookmarkEnd w:id="5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قراءتک للقرآن الکر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م؛</w:t>
      </w:r>
      <w:r w:rsidRPr="0006794D">
        <w:rPr>
          <w:rtl/>
          <w:lang w:bidi="fa-IR"/>
        </w:rPr>
        <w:t xml:space="preserve"> لأنّ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قال: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عذّب</w:t>
      </w:r>
      <w:r w:rsidRPr="0006794D">
        <w:rPr>
          <w:rtl/>
          <w:lang w:bidi="fa-IR"/>
        </w:rPr>
        <w:t xml:space="preserve"> اللّه قلبا وعَ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القرآن.</w:t>
      </w:r>
      <w:r w:rsidRPr="00301DA7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54" w:name="_Toc66035333"/>
      <w:bookmarkStart w:id="55" w:name="_Toc66035399"/>
      <w:r w:rsidRPr="0006794D">
        <w:rPr>
          <w:rFonts w:hint="eastAsia"/>
          <w:rtl/>
        </w:rPr>
        <w:t>الصدقه</w:t>
      </w:r>
      <w:bookmarkEnd w:id="54"/>
      <w:bookmarkEnd w:id="5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تصدّقک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الفقراء و أرباب الحاجه؛ کما قال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نِعْمَ الکنزُ الصدقهُ.</w:t>
      </w:r>
      <w:r w:rsidRPr="00301DA7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56" w:name="_Toc66035334"/>
      <w:bookmarkStart w:id="57" w:name="_Toc66035400"/>
      <w:r w:rsidRPr="0006794D">
        <w:rPr>
          <w:rFonts w:hint="eastAsia"/>
          <w:rtl/>
        </w:rPr>
        <w:t>الإنفاق</w:t>
      </w:r>
      <w:bookmarkEnd w:id="56"/>
      <w:bookmarkEnd w:id="57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إنفاقک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ها؛</w:t>
      </w:r>
      <w:r w:rsidRPr="0006794D">
        <w:rPr>
          <w:rtl/>
          <w:lang w:bidi="fa-IR"/>
        </w:rPr>
        <w:t xml:space="preserve"> لأنّ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مثّلها ب_ «حبهٍ أنبتت سبع سنابل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کل</w:t>
      </w:r>
      <w:r w:rsidRPr="0006794D">
        <w:rPr>
          <w:rtl/>
          <w:lang w:bidi="fa-IR"/>
        </w:rPr>
        <w:t xml:space="preserve"> سنبله مائه حبّهٍ و اللّه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ضاعف</w:t>
      </w:r>
      <w:r w:rsidRPr="0006794D">
        <w:rPr>
          <w:rtl/>
          <w:lang w:bidi="fa-IR"/>
        </w:rPr>
        <w:t xml:space="preserve"> لمن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شاء</w:t>
      </w:r>
      <w:r w:rsidRPr="0006794D">
        <w:rPr>
          <w:rtl/>
          <w:lang w:bidi="fa-IR"/>
        </w:rPr>
        <w:t xml:space="preserve"> و اللّه واسع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301DA7">
        <w:rPr>
          <w:rStyle w:val="libFootnotenumChar"/>
          <w:rtl/>
        </w:rPr>
        <w:t>(4)</w:t>
      </w:r>
      <w:r w:rsidRPr="0006794D">
        <w:rPr>
          <w:rtl/>
          <w:lang w:bidi="fa-IR"/>
        </w:rPr>
        <w:t>، و نقل أبوالفتوح الراز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مفصله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لها</w:t>
      </w:r>
      <w:r w:rsidRPr="0006794D">
        <w:rPr>
          <w:rtl/>
          <w:lang w:bidi="fa-IR"/>
        </w:rPr>
        <w:t xml:space="preserve"> و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>: أخرج جبرئ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لک [أ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بجهه إنفا</w:t>
      </w:r>
      <w:r w:rsidRPr="0006794D">
        <w:rPr>
          <w:rFonts w:hint="eastAsia"/>
          <w:rtl/>
          <w:lang w:bidi="fa-IR"/>
        </w:rPr>
        <w:t>قه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نارا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المقداد بن الأسود] کنزا من کنوز الأرض،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.</w:t>
      </w:r>
      <w:r w:rsidRPr="00301DA7">
        <w:rPr>
          <w:rStyle w:val="libFootnotenumChar"/>
          <w:rtl/>
        </w:rPr>
        <w:t>(5)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صفوان بن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الحسن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دخل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له فقال له: هل أنفقتَ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ئا؟</w:t>
      </w:r>
      <w:r w:rsidRPr="0006794D">
        <w:rPr>
          <w:rtl/>
          <w:lang w:bidi="fa-IR"/>
        </w:rPr>
        <w:t xml:space="preserve"> قال: لا و اللّه، فقال أبوالحسن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فمن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خلف</w:t>
      </w:r>
      <w:r w:rsidRPr="0006794D">
        <w:rPr>
          <w:rtl/>
          <w:lang w:bidi="fa-IR"/>
        </w:rPr>
        <w:t xml:space="preserve">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نا،</w:t>
      </w:r>
      <w:r w:rsidRPr="0006794D">
        <w:rPr>
          <w:rtl/>
          <w:lang w:bidi="fa-IR"/>
        </w:rPr>
        <w:t xml:space="preserve"> أنفِق ولو درهما واحدا.</w:t>
      </w:r>
      <w:r w:rsidRPr="00301DA7">
        <w:rPr>
          <w:rStyle w:val="libFootnotenumChar"/>
          <w:rtl/>
        </w:rPr>
        <w:t>(6)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301DA7" w:rsidP="002F722C">
      <w:pPr>
        <w:pStyle w:val="Heading1"/>
        <w:rPr>
          <w:rtl/>
        </w:rPr>
      </w:pPr>
      <w:r>
        <w:rPr>
          <w:rtl/>
        </w:rPr>
        <w:br w:type="page"/>
      </w:r>
      <w:bookmarkStart w:id="58" w:name="_Toc66035335"/>
      <w:bookmarkStart w:id="59" w:name="_Toc66035401"/>
      <w:r w:rsidR="0006794D" w:rsidRPr="0006794D">
        <w:rPr>
          <w:rFonts w:hint="eastAsia"/>
          <w:rtl/>
        </w:rPr>
        <w:lastRenderedPageBreak/>
        <w:t>الوالده</w:t>
      </w:r>
      <w:bookmarkEnd w:id="58"/>
      <w:bookmarkEnd w:id="5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والدتک و أنا أوص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بها ثم أوص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بها. فل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لها بعد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رک</w:t>
      </w:r>
      <w:r w:rsidRPr="0006794D">
        <w:rPr>
          <w:rtl/>
          <w:lang w:bidi="fa-IR"/>
        </w:rPr>
        <w:t>. فکن لها ولدا بارّا و لاتنس ما نقل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 أمره به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قال:</w:t>
      </w:r>
    </w:p>
    <w:p w:rsidR="0006794D" w:rsidRPr="0006794D" w:rsidRDefault="00301DA7" w:rsidP="00301DA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المصباح /63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وسائل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7/225 ح21، الباب 48 من أبواب الذکر.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الطوس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المجلس الاول ح8/7 الرقم8.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نبذه من کتاب جواهر الکلام/ 465 ح239 للآمد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المطبوعه ضمن مجله تراثنا، العدد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91 و 92.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سوره البقره/261.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راجع تفص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روض الجنان 4/(48-43).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4/44 و نقلت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موسوعه احاد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1/470 ح14.</w:t>
      </w:r>
    </w:p>
    <w:p w:rsidR="0006794D" w:rsidRPr="0006794D" w:rsidRDefault="00301DA7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اده</w:t>
      </w:r>
      <w:r w:rsidR="0006794D" w:rsidRPr="0006794D">
        <w:rPr>
          <w:rtl/>
          <w:lang w:bidi="fa-IR"/>
        </w:rPr>
        <w:t xml:space="preserve"> رو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در گناه که به ضرر خود انجام داده ام و به درگاه او توبه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کنم».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قرائت قرآن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است؛ به خاطر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فرمودند: خدا قلب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که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قرآن باشد عذاب نخواهد کرد.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صدقه دادن تو به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ران</w:t>
      </w:r>
      <w:r w:rsidRPr="0006794D">
        <w:rPr>
          <w:rtl/>
          <w:lang w:bidi="fa-IR"/>
        </w:rPr>
        <w:t xml:space="preserve">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ازمندان</w:t>
      </w:r>
      <w:r w:rsidRPr="0006794D">
        <w:rPr>
          <w:rtl/>
          <w:lang w:bidi="fa-IR"/>
        </w:rPr>
        <w:t xml:space="preserve"> است چنان که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فرمودند: صدقه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کوست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به مستحقّان انفاق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خداوند متعال انفاق را به دانه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مثال زده است که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کاشته شود هفت خوشه از آن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دانه به عمل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در هر خوشه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صد دانه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 و ابوالفتوح راز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طولان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در 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آورده و </w:t>
      </w: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ضمن آن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عبارت آمده است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به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فرمود: جبرئ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به جهت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نار</w:t>
      </w:r>
      <w:r w:rsidRPr="0006794D">
        <w:rPr>
          <w:rtl/>
          <w:lang w:bidi="fa-IR"/>
        </w:rPr>
        <w:t xml:space="preserve"> به مقداد بن اسود بخش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را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رون</w:t>
      </w:r>
      <w:r w:rsidRPr="0006794D">
        <w:rPr>
          <w:rtl/>
          <w:lang w:bidi="fa-IR"/>
        </w:rPr>
        <w:t xml:space="preserve"> آورد.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صفوان بن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از امام 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وارد شده است که صفوان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غلام آن حضرت نزد امام آمد. حضرت فرمود: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امروز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انفاق کرده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؟</w:t>
      </w:r>
      <w:r w:rsidRPr="0006794D">
        <w:rPr>
          <w:rtl/>
          <w:lang w:bidi="fa-IR"/>
        </w:rPr>
        <w:t xml:space="preserve"> عرض کرد: نه به خدا. امام فرمود: پس از کجا خداوند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برساند؟! انفاق کن اگرچه به اندازه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در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 xml:space="preserve"> باشد.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در اخت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توست مادرت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 و من تو را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</w:t>
      </w:r>
      <w:r w:rsidRPr="0006794D">
        <w:rPr>
          <w:rtl/>
          <w:lang w:bidi="fa-IR"/>
        </w:rPr>
        <w:lastRenderedPageBreak/>
        <w:t>نسبت به او و مجدّدا تو را درباره او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سفارش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کنم؛ چرا که او بعد از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متعال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از تو را ندارد. پس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فرزند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کوکار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 و فراموش نکن آن چه را خداوند متعال از حضر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نموده است: (که در گهواره و هنگام طفول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جملات را بر زبان جار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کرد):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«و</w:t>
      </w:r>
      <w:r w:rsidRPr="0006794D">
        <w:rPr>
          <w:rtl/>
          <w:lang w:bidi="fa-IR"/>
        </w:rPr>
        <w:t xml:space="preserve"> أوصان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بالصلاه و الزکاه مادمتُ ح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* و برّا بوالدت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جعلن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جبارا شق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ا»</w:t>
      </w:r>
      <w:r w:rsidRPr="0006794D">
        <w:rPr>
          <w:rtl/>
          <w:lang w:bidi="fa-IR"/>
        </w:rPr>
        <w:t>.</w:t>
      </w:r>
      <w:r w:rsidRPr="00301DA7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بأنّ رضائ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رضاها و قال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رضا اللّه مع رضا الوالد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سخط اللّه مع سخط الوالد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  <w:r w:rsidRPr="00301DA7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301DA7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أنّ امرأه أتت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="00301DA7">
        <w:rPr>
          <w:rStyle w:val="libAlaemChar"/>
          <w:rFonts w:hint="cs"/>
          <w:rtl/>
        </w:rPr>
        <w:t xml:space="preserve"> </w:t>
      </w:r>
      <w:r w:rsidRPr="0006794D">
        <w:rPr>
          <w:rtl/>
          <w:lang w:bidi="fa-IR"/>
        </w:rPr>
        <w:t>قالت: إنّ اُمّ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بلغت عند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الکبر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ولّ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تُ</w:t>
      </w:r>
      <w:r w:rsidRPr="0006794D">
        <w:rPr>
          <w:rtl/>
          <w:lang w:bidi="fa-IR"/>
        </w:rPr>
        <w:t xml:space="preserve"> منها مثل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ولّتْه منّ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کنتُ اُنظّفها ممّا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نظّف</w:t>
      </w:r>
      <w:r w:rsidRPr="0006794D">
        <w:rPr>
          <w:rtl/>
          <w:lang w:bidi="fa-IR"/>
        </w:rPr>
        <w:t xml:space="preserve"> منه الصّب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فهل بلغت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رسول اللّه أداء ما کان لها؟ قال: لا، لأنّکِ 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تِ</w:t>
      </w:r>
      <w:r w:rsidRPr="0006794D">
        <w:rPr>
          <w:rtl/>
          <w:lang w:bidi="fa-IR"/>
        </w:rPr>
        <w:t xml:space="preserve"> منها مثل الذ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ذکرتِ</w:t>
      </w:r>
      <w:r w:rsidRPr="0006794D">
        <w:rPr>
          <w:rtl/>
          <w:lang w:bidi="fa-IR"/>
        </w:rPr>
        <w:t xml:space="preserve"> و أنتِ تحب</w:t>
      </w:r>
      <w:r w:rsidRPr="0006794D">
        <w:rPr>
          <w:rFonts w:hint="eastAsia"/>
          <w:rtl/>
          <w:lang w:bidi="fa-IR"/>
        </w:rPr>
        <w:t>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الراحه منها، و ولّتْ ذلک منکِ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تحبّ بقاءکِ.</w:t>
      </w:r>
      <w:r w:rsidRPr="00301DA7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301DA7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الإعتبار</w:t>
      </w:r>
      <w:r w:rsidRPr="0006794D">
        <w:rPr>
          <w:rtl/>
          <w:lang w:bidi="fa-IR"/>
        </w:rPr>
        <w:t xml:space="preserve"> و ماء الوجه</w:t>
      </w:r>
      <w:r w:rsidR="00301DA7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اعتبارک و ماء وجهک.</w:t>
      </w:r>
      <w:r w:rsidRPr="0006794D">
        <w:rPr>
          <w:rFonts w:hint="eastAsia"/>
          <w:rtl/>
          <w:lang w:bidi="fa-IR"/>
        </w:rPr>
        <w:t>الرزق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الله تعال</w:t>
      </w:r>
      <w:r w:rsidRPr="0006794D">
        <w:rPr>
          <w:rFonts w:hint="cs"/>
          <w:rtl/>
          <w:lang w:bidi="fa-IR"/>
        </w:rPr>
        <w:t>ی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تکفّل خالقک بإعطاء رزقک؛ لأنّه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>: «ما من دابه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الأرض إلاّ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رزقها»</w:t>
      </w:r>
      <w:r w:rsidRPr="00301DA7">
        <w:rPr>
          <w:rStyle w:val="libFootnotenumChar"/>
          <w:rtl/>
        </w:rPr>
        <w:t>(4)</w:t>
      </w:r>
      <w:r w:rsidRPr="0006794D">
        <w:rPr>
          <w:rtl/>
          <w:lang w:bidi="fa-IR"/>
        </w:rPr>
        <w:t>. «و کأ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دابّه لا تحمل رزقها اللّه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رزقها</w:t>
      </w:r>
      <w:r w:rsidRPr="0006794D">
        <w:rPr>
          <w:rtl/>
          <w:lang w:bidi="fa-IR"/>
        </w:rPr>
        <w:t xml:space="preserve"> و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اکم</w:t>
      </w:r>
      <w:r w:rsidRPr="0006794D">
        <w:rPr>
          <w:rtl/>
          <w:lang w:bidi="fa-IR"/>
        </w:rPr>
        <w:t xml:space="preserve"> و هو السم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العل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301DA7">
        <w:rPr>
          <w:rStyle w:val="libFootnotenumChar"/>
          <w:rtl/>
        </w:rPr>
        <w:t>(5)</w:t>
      </w:r>
      <w:r w:rsidRPr="0006794D">
        <w:rPr>
          <w:rtl/>
          <w:lang w:bidi="fa-IR"/>
        </w:rPr>
        <w:t>.</w:t>
      </w:r>
    </w:p>
    <w:p w:rsidR="0006794D" w:rsidRPr="0006794D" w:rsidRDefault="00301DA7" w:rsidP="002F722C">
      <w:pPr>
        <w:pStyle w:val="Heading1"/>
        <w:rPr>
          <w:rtl/>
        </w:rPr>
      </w:pPr>
      <w:r>
        <w:rPr>
          <w:rtl/>
        </w:rPr>
        <w:br w:type="page"/>
      </w:r>
      <w:bookmarkStart w:id="60" w:name="_Toc66035336"/>
      <w:bookmarkStart w:id="61" w:name="_Toc66035402"/>
      <w:r w:rsidR="0006794D" w:rsidRPr="0006794D">
        <w:rPr>
          <w:rFonts w:hint="eastAsia"/>
          <w:rtl/>
        </w:rPr>
        <w:lastRenderedPageBreak/>
        <w:t>القناعه</w:t>
      </w:r>
      <w:bookmarkEnd w:id="60"/>
      <w:bookmarkEnd w:id="6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قناعتک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کلِّ 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ءٍ؛ فإن القناعه کنزٌ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  <w:r w:rsidRPr="00301DA7">
        <w:rPr>
          <w:rStyle w:val="libFootnotenumChar"/>
          <w:rtl/>
        </w:rPr>
        <w:t>(6)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عن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أنّه قال: ... و لاکنز أغن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القناعه</w:t>
      </w:r>
      <w:r w:rsidRPr="00301DA7">
        <w:rPr>
          <w:rStyle w:val="libFootnotenumChar"/>
          <w:rtl/>
        </w:rPr>
        <w:t>(7)</w:t>
      </w:r>
      <w:r w:rsidRPr="0006794D">
        <w:rPr>
          <w:rtl/>
          <w:lang w:bidi="fa-IR"/>
        </w:rPr>
        <w:t xml:space="preserve">، و عنه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قال: </w:t>
      </w:r>
    </w:p>
    <w:p w:rsidR="0006794D" w:rsidRPr="0006794D" w:rsidRDefault="00301DA7" w:rsidP="00301DA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سوره مر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/32 و 31.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موسوعه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2/41، ح 10.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التعر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بوجوب حق الوالد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/33 لأب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الفتوح الکراجک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سوره هود /6.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سوره العنکبوت/60.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روضه الواعظ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/456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مستدرک الوسائل 15/226، ح12.</w:t>
      </w:r>
    </w:p>
    <w:p w:rsidR="0006794D" w:rsidRPr="0006794D" w:rsidRDefault="0006794D" w:rsidP="00301DA7">
      <w:pPr>
        <w:pStyle w:val="libFootnote0"/>
        <w:rPr>
          <w:rtl/>
          <w:lang w:bidi="fa-IR"/>
        </w:rPr>
      </w:pPr>
    </w:p>
    <w:p w:rsidR="0006794D" w:rsidRPr="0006794D" w:rsidRDefault="0006794D" w:rsidP="00301DA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7- 7. نهج البلاغه، الحکمه 371.</w:t>
      </w:r>
    </w:p>
    <w:p w:rsidR="00301DA7" w:rsidRDefault="0006794D" w:rsidP="00301DA7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301DA7" w:rsidP="00301DA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tl/>
          <w:lang w:bidi="fa-IR"/>
        </w:rPr>
        <w:lastRenderedPageBreak/>
        <w:t>(...و خدا مرا سفارش به نماز و زکات نمود تا زمان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زنده ام و توص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کرد که نسبت به مادرم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کوکار</w:t>
      </w:r>
      <w:r w:rsidR="0006794D" w:rsidRPr="0006794D">
        <w:rPr>
          <w:rtl/>
          <w:lang w:bidi="fa-IR"/>
        </w:rPr>
        <w:t xml:space="preserve"> باشم و مرا سرکش و بدبخت قرار نداد).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که رضا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خشنود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از تو در گرو رضا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خشنود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اوست.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فرمودند: رضا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خدا در رضا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پدر و مادر است و خشم خدا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با خشم پدر و مادر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شده است که زن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محضر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شرف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</w:t>
      </w:r>
      <w:r w:rsidRPr="0006794D">
        <w:rPr>
          <w:rtl/>
          <w:lang w:bidi="fa-IR"/>
        </w:rPr>
        <w:t xml:space="preserve"> شد و عرض کرد: مادر من در اثر کهولت سنّ به جا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است که من او را سرپرست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نگهدار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مثل سرپرست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نگهدار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از من در کودک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او را تم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مثل مادر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بچّه اش را ت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حقّ مادرم را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زحمات ادا کرده 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نه؟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فرمود: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ر،</w:t>
      </w:r>
      <w:r w:rsidRPr="0006794D">
        <w:rPr>
          <w:rtl/>
          <w:lang w:bidi="fa-IR"/>
        </w:rPr>
        <w:t xml:space="preserve"> چون تو تمام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کارها را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حقّ او انجام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دوست 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دست او راحت شو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(هرچه زودتر او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برود)؛ و مادر تو در کودک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تو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کارها را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حقّ تو انجا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داد که دوست داشت تو زنده بمان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 که در نزد توست اعتبارت و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مردم و آبرو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خدا روز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تو را به عهده گرفته است و به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رساند؛ چراکه فرموده است: (ه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جنبده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بر عهده خداست.) و در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(و بسا جنبنده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را حمل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خداوند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و شما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دهد و اوست شنوا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دانا).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قناعت تو در همه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است؛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طبق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حضرت رسول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قناعت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هرگز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1048E2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شده است که آن حضرت فرمودند: و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اندازه قناعت انسان را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 و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>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کف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بالقناعه مُلکا.</w:t>
      </w:r>
      <w:r w:rsidRPr="001048E2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سُئل الإمام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عن القناعه، فقال: القناعه تَجمَعُ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انه</w:t>
      </w:r>
      <w:r w:rsidRPr="0006794D">
        <w:rPr>
          <w:rtl/>
          <w:lang w:bidi="fa-IR"/>
        </w:rPr>
        <w:t xml:space="preserve"> النفس و عزِّ القَدرِ، طَرْحَ مُؤُنِ الاستکثار و التَّعبُّدَ لأهل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.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سلُک</w:t>
      </w:r>
      <w:r w:rsidRPr="0006794D">
        <w:rPr>
          <w:rtl/>
          <w:lang w:bidi="fa-IR"/>
        </w:rPr>
        <w:t xml:space="preserve"> 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قَ</w:t>
      </w:r>
      <w:r w:rsidRPr="0006794D">
        <w:rPr>
          <w:rtl/>
          <w:lang w:bidi="fa-IR"/>
        </w:rPr>
        <w:t xml:space="preserve"> القناعهِ إلّا رجلان: إمّا مُتَقَلِّل 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دُ</w:t>
      </w:r>
      <w:r w:rsidRPr="0006794D">
        <w:rPr>
          <w:rtl/>
          <w:lang w:bidi="fa-IR"/>
        </w:rPr>
        <w:t xml:space="preserve"> أجرَ الآخرهِ، أو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مٌ</w:t>
      </w:r>
      <w:r w:rsidRPr="0006794D">
        <w:rPr>
          <w:rtl/>
          <w:lang w:bidi="fa-IR"/>
        </w:rPr>
        <w:t xml:space="preserve"> مُتَنَزَّهٌ عن لِئامِ </w:t>
      </w:r>
      <w:r w:rsidRPr="0006794D">
        <w:rPr>
          <w:rFonts w:hint="eastAsia"/>
          <w:rtl/>
          <w:lang w:bidi="fa-IR"/>
        </w:rPr>
        <w:t>الناسِ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1048E2" w:rsidP="002F722C">
      <w:pPr>
        <w:pStyle w:val="Heading1"/>
        <w:rPr>
          <w:rtl/>
        </w:rPr>
      </w:pPr>
      <w:r>
        <w:rPr>
          <w:rtl/>
        </w:rPr>
        <w:br w:type="page"/>
      </w:r>
      <w:bookmarkStart w:id="62" w:name="_Toc66035337"/>
      <w:bookmarkStart w:id="63" w:name="_Toc66035403"/>
      <w:r w:rsidR="0006794D" w:rsidRPr="0006794D">
        <w:rPr>
          <w:rFonts w:hint="eastAsia"/>
          <w:rtl/>
        </w:rPr>
        <w:lastRenderedPageBreak/>
        <w:t>الخلق</w:t>
      </w:r>
      <w:r w:rsidR="0006794D" w:rsidRPr="0006794D">
        <w:rPr>
          <w:rtl/>
        </w:rPr>
        <w:t xml:space="preserve"> الحسن</w:t>
      </w:r>
      <w:bookmarkEnd w:id="62"/>
      <w:bookmarkEnd w:id="6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خُلقُک الحسن و أدبک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</w:t>
      </w:r>
      <w:r w:rsidRPr="0006794D">
        <w:rPr>
          <w:rtl/>
          <w:lang w:bidi="fa-IR"/>
        </w:rPr>
        <w:t xml:space="preserve"> خلق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قد ورد عن مولانا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سعه الأخلاق کنوز الأرزاق.</w:t>
      </w:r>
      <w:r w:rsidRPr="001048E2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64" w:name="_Toc66035338"/>
      <w:bookmarkStart w:id="65" w:name="_Toc66035404"/>
      <w:r w:rsidRPr="0006794D">
        <w:rPr>
          <w:rFonts w:hint="eastAsia"/>
          <w:rtl/>
        </w:rPr>
        <w:t>الصبر</w:t>
      </w:r>
      <w:bookmarkEnd w:id="64"/>
      <w:bookmarkEnd w:id="65"/>
      <w:r w:rsidRPr="0006794D">
        <w:rPr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صبرک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دهرک؛ لأنّ الصبر کنز من کنوز الجنه کما قاله 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محمّد المصطف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(4)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66" w:name="_Toc66035339"/>
      <w:bookmarkStart w:id="67" w:name="_Toc66035405"/>
      <w:r w:rsidRPr="0006794D">
        <w:rPr>
          <w:rFonts w:hint="eastAsia"/>
          <w:rtl/>
        </w:rPr>
        <w:t>الأ</w:t>
      </w:r>
      <w:r w:rsidRPr="0006794D">
        <w:rPr>
          <w:rFonts w:hint="cs"/>
          <w:rtl/>
        </w:rPr>
        <w:t>ی</w:t>
      </w:r>
      <w:r w:rsidRPr="0006794D">
        <w:rPr>
          <w:rFonts w:hint="eastAsia"/>
          <w:rtl/>
        </w:rPr>
        <w:t>ام</w:t>
      </w:r>
      <w:bookmarkEnd w:id="66"/>
      <w:bookmarkEnd w:id="67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الأ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</w:t>
      </w:r>
      <w:r w:rsidRPr="0006794D">
        <w:rPr>
          <w:rtl/>
          <w:lang w:bidi="fa-IR"/>
        </w:rPr>
        <w:t xml:space="preserve"> تهتک لک الأمر عن الأسرار الکامنه کما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الجواد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(5)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لا</w:t>
      </w:r>
      <w:r w:rsidRPr="0006794D">
        <w:rPr>
          <w:rtl/>
          <w:lang w:bidi="fa-IR"/>
        </w:rPr>
        <w:t xml:space="preserve"> تظهر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</w:t>
      </w:r>
      <w:r w:rsidRPr="0006794D">
        <w:rPr>
          <w:rtl/>
          <w:lang w:bidi="fa-IR"/>
        </w:rPr>
        <w:t xml:space="preserve"> قبل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ستحکم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إظهار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</w:t>
      </w:r>
      <w:r w:rsidRPr="0006794D">
        <w:rPr>
          <w:rtl/>
          <w:lang w:bidi="fa-IR"/>
        </w:rPr>
        <w:t xml:space="preserve"> قبل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ستحکم</w:t>
      </w:r>
      <w:r w:rsidRPr="0006794D">
        <w:rPr>
          <w:rtl/>
          <w:lang w:bidi="fa-IR"/>
        </w:rPr>
        <w:t xml:space="preserve"> مفسدهٌ له؛ کما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الجواد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(6)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لاتثق</w:t>
      </w:r>
      <w:r w:rsidRPr="0006794D">
        <w:rPr>
          <w:rtl/>
          <w:lang w:bidi="fa-IR"/>
        </w:rPr>
        <w:t xml:space="preserve"> قبل الاختبار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من انقاد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الطمأن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قبل الخبره، فقد عرض نفسه للهلکه و العاقبه</w:t>
      </w:r>
    </w:p>
    <w:p w:rsidR="0006794D" w:rsidRPr="0006794D" w:rsidRDefault="001048E2" w:rsidP="001048E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06794D" w:rsidRPr="001048E2" w:rsidRDefault="0006794D" w:rsidP="001048E2">
      <w:pPr>
        <w:pStyle w:val="libFootnote0"/>
        <w:rPr>
          <w:rtl/>
        </w:rPr>
      </w:pPr>
      <w:r w:rsidRPr="0006794D">
        <w:rPr>
          <w:rtl/>
          <w:lang w:bidi="fa-IR"/>
        </w:rPr>
        <w:t>1</w:t>
      </w:r>
      <w:r w:rsidRPr="001048E2">
        <w:rPr>
          <w:rtl/>
        </w:rPr>
        <w:t>- 1. نهج البلاغه، الحکمه 229.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نثر الدّر 1/361 لمنصور بن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الآب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المتوف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421 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محمّدعل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قرنه، طبع مصر.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بحارالأنوار 78/53.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مسکّن الفواد /47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مستدرک الوسائل 2/425، ح23.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أعلام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/310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75/365.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تحف العقول /457؛ المحاسن 2/603.</w:t>
      </w:r>
    </w:p>
    <w:p w:rsidR="001048E2" w:rsidRDefault="0006794D" w:rsidP="001048E2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1048E2" w:rsidP="001048E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قناعت</w:t>
      </w:r>
      <w:r w:rsidR="0006794D" w:rsidRPr="0006794D">
        <w:rPr>
          <w:rtl/>
          <w:lang w:bidi="fa-IR"/>
        </w:rPr>
        <w:t xml:space="preserve">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پادشاه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کاف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(همانند سلطنت و پادشاه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انسان را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کند).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امام 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درباره قناعت سؤال شد، حضرت فرمودند: قناعت برا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انسان چهار 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را جمع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کند: اولّ، پاک نگه داشتن نفس؛ دوّم، بالا بردن قدر و منزلتِ انسان؛ و سوّم، کنار گذاشتن زحمات و هز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و چهارم، دور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جستن از اطاعت مردم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>. و دو نف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در واقع راه قناعت را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رند</w:t>
      </w:r>
      <w:r w:rsidRPr="0006794D">
        <w:rPr>
          <w:rtl/>
          <w:lang w:bidi="fa-IR"/>
        </w:rPr>
        <w:t>: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مال کمِ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بسنده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به خاطر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به اجر اُخرو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نائل شود و انسان کر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انسان ها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پست خود را دور نگه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اخلاق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و ادب تو نسبت به خلق خداست و از مولا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وارد شده است که فرموده اند: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 در گشاده رو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و خوش اخلاق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صبر تو در روزگارت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باشد؛ چرا که طبق گفتار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امبرِ</w:t>
      </w:r>
      <w:r w:rsidRPr="0006794D">
        <w:rPr>
          <w:rtl/>
          <w:lang w:bidi="fa-IR"/>
        </w:rPr>
        <w:t xml:space="preserve"> تو محمّد مصطف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صبر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روزگار است که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بعض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اسرار و حقا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پنهان را آشکار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کند؛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سخن را امام 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فرموده اند.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سخن است که: «اظهار کردن هر امر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قبل از آن که قطع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گردد،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بردن آن کار است»؛ که از امام 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شده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است که: «کس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قبل از آزمودن آنها </w:t>
      </w:r>
      <w:r w:rsidRPr="0006794D">
        <w:rPr>
          <w:rtl/>
          <w:lang w:bidi="fa-IR"/>
        </w:rPr>
        <w:lastRenderedPageBreak/>
        <w:t>اعتماد کند، خود را در معرض هلاکت قرار داده و گرفتار عاقبت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المتعبه؛</w:t>
      </w:r>
      <w:r w:rsidRPr="0006794D">
        <w:rPr>
          <w:rtl/>
          <w:lang w:bidi="fa-IR"/>
        </w:rPr>
        <w:t xml:space="preserve"> کما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الجواد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(1)</w:t>
      </w:r>
    </w:p>
    <w:p w:rsidR="0006794D" w:rsidRPr="0006794D" w:rsidRDefault="001048E2" w:rsidP="002F722C">
      <w:pPr>
        <w:pStyle w:val="Heading1"/>
        <w:rPr>
          <w:rtl/>
        </w:rPr>
      </w:pPr>
      <w:r>
        <w:rPr>
          <w:rtl/>
        </w:rPr>
        <w:br w:type="page"/>
      </w:r>
      <w:bookmarkStart w:id="68" w:name="_Toc66035340"/>
      <w:bookmarkStart w:id="69" w:name="_Toc66035406"/>
      <w:r w:rsidR="0006794D" w:rsidRPr="0006794D">
        <w:rPr>
          <w:rFonts w:hint="eastAsia"/>
          <w:rtl/>
        </w:rPr>
        <w:lastRenderedPageBreak/>
        <w:t>الصمت</w:t>
      </w:r>
      <w:bookmarkEnd w:id="68"/>
      <w:bookmarkEnd w:id="6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صمتک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محالّها؛ لأنّ الصمت کنز وافر و زَ</w:t>
      </w:r>
      <w:r w:rsidRPr="0006794D">
        <w:rPr>
          <w:rFonts w:hint="cs"/>
          <w:rtl/>
          <w:lang w:bidi="fa-IR"/>
        </w:rPr>
        <w:t>یْ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الحل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ستر الجاهل؛ کما قاله الإمام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1048E2" w:rsidP="002F722C">
      <w:pPr>
        <w:pStyle w:val="Heading1"/>
        <w:rPr>
          <w:rtl/>
        </w:rPr>
      </w:pPr>
      <w:r>
        <w:rPr>
          <w:rtl/>
        </w:rPr>
        <w:br w:type="page"/>
      </w:r>
      <w:bookmarkStart w:id="70" w:name="_Toc66035341"/>
      <w:bookmarkStart w:id="71" w:name="_Toc66035407"/>
      <w:r w:rsidR="0006794D" w:rsidRPr="0006794D">
        <w:rPr>
          <w:rFonts w:hint="eastAsia"/>
          <w:rtl/>
        </w:rPr>
        <w:lastRenderedPageBreak/>
        <w:t>الانتظار</w:t>
      </w:r>
      <w:r w:rsidR="0006794D" w:rsidRPr="0006794D">
        <w:rPr>
          <w:rtl/>
        </w:rPr>
        <w:t xml:space="preserve"> للصلاه</w:t>
      </w:r>
      <w:bookmarkEnd w:id="70"/>
      <w:bookmarkEnd w:id="7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انتظارک للصلاه؛ بعد الصلاه؛ فإنّه کنز من کنوز الجنّه؛ کما قاله نب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خاتم الأنب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و المرسل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72" w:name="_Toc66035342"/>
      <w:bookmarkStart w:id="73" w:name="_Toc66035408"/>
      <w:r w:rsidRPr="0006794D">
        <w:rPr>
          <w:rFonts w:hint="eastAsia"/>
          <w:rtl/>
        </w:rPr>
        <w:t>سوره</w:t>
      </w:r>
      <w:r w:rsidRPr="0006794D">
        <w:rPr>
          <w:rtl/>
        </w:rPr>
        <w:t xml:space="preserve"> الحمد</w:t>
      </w:r>
      <w:bookmarkEnd w:id="72"/>
      <w:bookmarkEnd w:id="7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قراءتک سوره الحمد؛ فإنّها من کنز الجنه؛ کما عن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(4)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74" w:name="_Toc66035343"/>
      <w:bookmarkStart w:id="75" w:name="_Toc66035409"/>
      <w:r w:rsidRPr="0006794D">
        <w:rPr>
          <w:rFonts w:hint="eastAsia"/>
          <w:rtl/>
        </w:rPr>
        <w:t>آ</w:t>
      </w:r>
      <w:r w:rsidRPr="0006794D">
        <w:rPr>
          <w:rFonts w:hint="cs"/>
          <w:rtl/>
        </w:rPr>
        <w:t>ی</w:t>
      </w:r>
      <w:r w:rsidRPr="0006794D">
        <w:rPr>
          <w:rFonts w:hint="eastAsia"/>
          <w:rtl/>
        </w:rPr>
        <w:t>ه</w:t>
      </w:r>
      <w:r w:rsidRPr="0006794D">
        <w:rPr>
          <w:rtl/>
        </w:rPr>
        <w:t xml:space="preserve"> الکرس</w:t>
      </w:r>
      <w:r w:rsidRPr="0006794D">
        <w:rPr>
          <w:rFonts w:hint="cs"/>
          <w:rtl/>
        </w:rPr>
        <w:t>ی</w:t>
      </w:r>
      <w:bookmarkEnd w:id="74"/>
      <w:bookmarkEnd w:id="7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قراءتک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الکرس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فإنّها من کنز تحت العرش کما قال أبو عبدالرحمن القاسم بن عبدالرحمن أخبره عن صُدَ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اُمامه الباهل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أنّه سمع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>: ما أر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رجلاً أدرک عقله الإسلام و ولد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لهً</w:t>
      </w:r>
      <w:r w:rsidRPr="0006794D">
        <w:rPr>
          <w:rtl/>
          <w:lang w:bidi="fa-IR"/>
        </w:rPr>
        <w:t xml:space="preserve"> سوادَها -قلت</w:t>
      </w:r>
      <w:r w:rsidRPr="001048E2">
        <w:rPr>
          <w:rStyle w:val="libFootnotenumChar"/>
          <w:rtl/>
        </w:rPr>
        <w:t>(5)</w:t>
      </w:r>
      <w:r w:rsidRPr="0006794D">
        <w:rPr>
          <w:rtl/>
          <w:lang w:bidi="fa-IR"/>
        </w:rPr>
        <w:t>: و ما سوا</w:t>
      </w:r>
      <w:r w:rsidRPr="0006794D">
        <w:rPr>
          <w:rFonts w:hint="eastAsia"/>
          <w:rtl/>
          <w:lang w:bidi="fa-IR"/>
        </w:rPr>
        <w:t>دها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أبا اُمامهَ؟ قال: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عها</w:t>
      </w:r>
      <w:r w:rsidRPr="0006794D">
        <w:rPr>
          <w:rtl/>
          <w:lang w:bidi="fa-IR"/>
        </w:rPr>
        <w:t>-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قرأ</w:t>
      </w:r>
      <w:r w:rsidRPr="0006794D">
        <w:rPr>
          <w:rtl/>
          <w:lang w:bidi="fa-IR"/>
        </w:rPr>
        <w:t xml:space="preserve"> هذه الآ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«اللّهُ لَا إِلَهَ إِلَّا هُوَ الْحَ</w:t>
      </w:r>
      <w:r w:rsidRPr="0006794D">
        <w:rPr>
          <w:rFonts w:hint="cs"/>
          <w:rtl/>
          <w:lang w:bidi="fa-IR"/>
        </w:rPr>
        <w:t>یُّ</w:t>
      </w:r>
      <w:r w:rsidRPr="0006794D">
        <w:rPr>
          <w:rtl/>
          <w:lang w:bidi="fa-IR"/>
        </w:rPr>
        <w:t xml:space="preserve"> الْقَ</w:t>
      </w:r>
      <w:r w:rsidRPr="0006794D">
        <w:rPr>
          <w:rFonts w:hint="cs"/>
          <w:rtl/>
          <w:lang w:bidi="fa-IR"/>
        </w:rPr>
        <w:t>یُّ</w:t>
      </w:r>
      <w:r w:rsidRPr="0006794D">
        <w:rPr>
          <w:rFonts w:hint="eastAsia"/>
          <w:rtl/>
          <w:lang w:bidi="fa-IR"/>
        </w:rPr>
        <w:t>ومُ»</w:t>
      </w:r>
      <w:r w:rsidRPr="0006794D">
        <w:rPr>
          <w:rtl/>
          <w:lang w:bidi="fa-IR"/>
        </w:rPr>
        <w:t xml:space="preserve"> فقرأ الآ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قوله: «العَلِ</w:t>
      </w:r>
      <w:r w:rsidRPr="0006794D">
        <w:rPr>
          <w:rFonts w:hint="cs"/>
          <w:rtl/>
          <w:lang w:bidi="fa-IR"/>
        </w:rPr>
        <w:t>یُّ</w:t>
      </w:r>
      <w:r w:rsidRPr="0006794D">
        <w:rPr>
          <w:rtl/>
          <w:lang w:bidi="fa-IR"/>
        </w:rPr>
        <w:t xml:space="preserve"> الْعَظِ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مُ»</w:t>
      </w:r>
      <w:r w:rsidRPr="001048E2">
        <w:rPr>
          <w:rStyle w:val="libFootnotenumChar"/>
          <w:rtl/>
        </w:rPr>
        <w:t>(6)</w:t>
      </w:r>
      <w:r w:rsidRPr="0006794D">
        <w:rPr>
          <w:rtl/>
          <w:lang w:bidi="fa-IR"/>
        </w:rPr>
        <w:t>؛ ثمّ قال: فلو تعلمون ما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- أو قال: ما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>- لما ترکتموها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حالٍ، إنّ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أخبرن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اُعط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تُ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الکرس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کنزٍ تحت العرش و لم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ؤتَها</w:t>
      </w:r>
      <w:r w:rsidRPr="0006794D">
        <w:rPr>
          <w:rtl/>
          <w:lang w:bidi="fa-IR"/>
        </w:rPr>
        <w:t xml:space="preserve"> نب</w:t>
      </w:r>
      <w:r w:rsidRPr="0006794D">
        <w:rPr>
          <w:rFonts w:hint="cs"/>
          <w:rtl/>
          <w:lang w:bidi="fa-IR"/>
        </w:rPr>
        <w:t>یٌّ</w:t>
      </w:r>
      <w:r w:rsidRPr="0006794D">
        <w:rPr>
          <w:rtl/>
          <w:lang w:bidi="fa-IR"/>
        </w:rPr>
        <w:t xml:space="preserve"> کان قبل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قال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فما بتّ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لهً</w:t>
      </w:r>
      <w:r w:rsidRPr="0006794D">
        <w:rPr>
          <w:rtl/>
          <w:lang w:bidi="fa-IR"/>
        </w:rPr>
        <w:t xml:space="preserve"> قطُّ منذ سمعتُها من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أقرأها.</w:t>
      </w:r>
    </w:p>
    <w:p w:rsidR="0006794D" w:rsidRPr="0006794D" w:rsidRDefault="001048E2" w:rsidP="001048E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الدره الباهره /56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 75/364.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4/396، ح5843.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التهذ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2/237.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بحارالأنوار 83/21 من طبع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 xml:space="preserve">5- 5. القائل هو أبو عبدالرحمن القاسم بن عبدالرحمن،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سأل</w:t>
      </w:r>
      <w:r w:rsidRPr="0006794D">
        <w:rPr>
          <w:rtl/>
          <w:lang w:bidi="fa-IR"/>
        </w:rPr>
        <w:t xml:space="preserve"> من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اُمامه.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سوره البقره 2/255.</w:t>
      </w:r>
    </w:p>
    <w:p w:rsidR="001048E2" w:rsidRDefault="0006794D" w:rsidP="001048E2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1048E2" w:rsidP="001048E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پُر</w:t>
      </w:r>
      <w:r w:rsidR="0006794D" w:rsidRPr="0006794D">
        <w:rPr>
          <w:rtl/>
          <w:lang w:bidi="fa-IR"/>
        </w:rPr>
        <w:t xml:space="preserve"> از رنج و سخت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ساکت باش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جا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خود؛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سکوت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بزرگ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نت</w:t>
      </w:r>
      <w:r w:rsidRPr="0006794D">
        <w:rPr>
          <w:rtl/>
          <w:lang w:bidi="fa-IR"/>
        </w:rPr>
        <w:t xml:space="preserve"> انسان بردبار و باعث پوشش شخص نادان است؛ چنان که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شده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بعد از انجام هر نماز در انتظار نماز باش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حالت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است؛ همان گونه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تو که آخر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امبران</w:t>
      </w:r>
      <w:r w:rsidRPr="0006794D">
        <w:rPr>
          <w:rtl/>
          <w:lang w:bidi="fa-IR"/>
        </w:rPr>
        <w:t xml:space="preserve"> است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مطلب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فرموده اند.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سوره مبارکه حمد را بخوان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سوره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است؛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را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فرموده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1048E2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قرائت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الکرس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از گنج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عرش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است؛ چنان که قاسم بن عبدالرّحمن از صُدَ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اُمامه باهِل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نموده که از حضرت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ابن 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طالب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حضرت فرمود: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عقل او اسلام را درک کرده است و در اسلام </w:t>
      </w:r>
      <w:r w:rsidRPr="0006794D">
        <w:rPr>
          <w:rFonts w:hint="eastAsia"/>
          <w:rtl/>
          <w:lang w:bidi="fa-IR"/>
        </w:rPr>
        <w:t>متولّد</w:t>
      </w:r>
      <w:r w:rsidRPr="0006794D">
        <w:rPr>
          <w:rtl/>
          <w:lang w:bidi="fa-IR"/>
        </w:rPr>
        <w:t xml:space="preserve"> شده است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سته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نم</w:t>
      </w:r>
      <w:r w:rsidRPr="0006794D">
        <w:rPr>
          <w:rtl/>
          <w:lang w:bidi="fa-IR"/>
        </w:rPr>
        <w:t xml:space="preserve"> که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شب را بخوابد (قاسم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به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اُمامه گفتم؟ منظور از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شب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ست؟</w:t>
      </w:r>
      <w:r w:rsidRPr="0006794D">
        <w:rPr>
          <w:rtl/>
          <w:lang w:bidi="fa-IR"/>
        </w:rPr>
        <w:t xml:space="preserve"> گفت: همه شب)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را </w:t>
      </w:r>
      <w:r w:rsidR="001048E2" w:rsidRPr="001048E2">
        <w:rPr>
          <w:rStyle w:val="libAlaemChar"/>
          <w:rFonts w:hint="cs"/>
          <w:rtl/>
        </w:rPr>
        <w:t>(</w:t>
      </w:r>
      <w:r w:rsidRPr="001048E2">
        <w:rPr>
          <w:rStyle w:val="libAieChar"/>
          <w:rtl/>
        </w:rPr>
        <w:t>اللّهُ لَآ إِلَهَ إِلَّا هُوَ الْحَ</w:t>
      </w:r>
      <w:r w:rsidRPr="001048E2">
        <w:rPr>
          <w:rStyle w:val="libAieChar"/>
          <w:rFonts w:hint="cs"/>
          <w:rtl/>
        </w:rPr>
        <w:t>یُّ</w:t>
      </w:r>
      <w:r w:rsidRPr="001048E2">
        <w:rPr>
          <w:rStyle w:val="libAieChar"/>
          <w:rtl/>
        </w:rPr>
        <w:t xml:space="preserve"> الْقَ</w:t>
      </w:r>
      <w:r w:rsidRPr="001048E2">
        <w:rPr>
          <w:rStyle w:val="libAieChar"/>
          <w:rFonts w:hint="cs"/>
          <w:rtl/>
        </w:rPr>
        <w:t>یُّ</w:t>
      </w:r>
      <w:r w:rsidRPr="001048E2">
        <w:rPr>
          <w:rStyle w:val="libAieChar"/>
          <w:rFonts w:hint="eastAsia"/>
          <w:rtl/>
        </w:rPr>
        <w:t>ومُ</w:t>
      </w:r>
      <w:r w:rsidR="001048E2" w:rsidRPr="001048E2">
        <w:rPr>
          <w:rStyle w:val="libAlaemChar"/>
          <w:rFonts w:hint="cs"/>
          <w:rtl/>
        </w:rPr>
        <w:t>)</w:t>
      </w:r>
      <w:r w:rsidRPr="0006794D">
        <w:rPr>
          <w:rFonts w:hint="eastAsia"/>
          <w:rtl/>
          <w:lang w:bidi="fa-IR"/>
        </w:rPr>
        <w:t>تا</w:t>
      </w:r>
      <w:r w:rsidRPr="0006794D">
        <w:rPr>
          <w:rtl/>
          <w:lang w:bidi="fa-IR"/>
        </w:rPr>
        <w:t xml:space="preserve"> «العَلِ</w:t>
      </w:r>
      <w:r w:rsidRPr="0006794D">
        <w:rPr>
          <w:rFonts w:hint="cs"/>
          <w:rtl/>
          <w:lang w:bidi="fa-IR"/>
        </w:rPr>
        <w:t>یُّ</w:t>
      </w:r>
      <w:r w:rsidRPr="0006794D">
        <w:rPr>
          <w:rtl/>
          <w:lang w:bidi="fa-IR"/>
        </w:rPr>
        <w:t xml:space="preserve"> الْعَظِ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مُ»بخواند</w:t>
      </w:r>
      <w:r w:rsidRPr="0006794D">
        <w:rPr>
          <w:rtl/>
          <w:lang w:bidi="fa-IR"/>
        </w:rPr>
        <w:t>. سپس فرمود: اگر بدان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چه ارزش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فرمود: چه اجر و پاداش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قرائت است هرگز آن را در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ترک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همانا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به من خبر داد که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الکرس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عرش است که به من عطا شده </w:t>
      </w:r>
      <w:r w:rsidRPr="0006794D">
        <w:rPr>
          <w:rtl/>
          <w:lang w:bidi="fa-IR"/>
        </w:rPr>
        <w:lastRenderedPageBreak/>
        <w:t>است و به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قبل از من داده نشده است. پس حضرت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فرمود: من از 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مطلب را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شب هم نخواب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را خواندم.</w:t>
      </w:r>
      <w:r w:rsidRPr="0006794D">
        <w:rPr>
          <w:rFonts w:hint="eastAsia"/>
          <w:rtl/>
          <w:lang w:bidi="fa-IR"/>
        </w:rPr>
        <w:t>ثمّ</w:t>
      </w:r>
      <w:r w:rsidRPr="0006794D">
        <w:rPr>
          <w:rtl/>
          <w:lang w:bidi="fa-IR"/>
        </w:rPr>
        <w:t xml:space="preserve"> 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أبا اُمامه، 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أقرأها ثلاثَ مرّات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ثلاثه أحا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نَ</w:t>
      </w:r>
      <w:r w:rsidRPr="001048E2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من کلّ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لهٍ</w:t>
      </w:r>
      <w:r w:rsidRPr="0006794D">
        <w:rPr>
          <w:rtl/>
          <w:lang w:bidi="fa-IR"/>
        </w:rPr>
        <w:t>. فقلت: و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تصنع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قرائتک لها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ابنَ</w:t>
      </w:r>
      <w:r w:rsidRPr="0006794D">
        <w:rPr>
          <w:rtl/>
          <w:lang w:bidi="fa-IR"/>
        </w:rPr>
        <w:t xml:space="preserve"> عمّ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؟ قال: أقرأها قبل الرکعت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بعد صلاه عشاء الآخره. فواللّه ما ترکتها مذ سمعتُ هذا الخبرَ عن نب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کم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أخبرتک به.</w:t>
      </w:r>
      <w:r w:rsidRPr="001048E2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76" w:name="_Toc66035344"/>
      <w:bookmarkStart w:id="77" w:name="_Toc66035410"/>
      <w:r w:rsidRPr="0006794D">
        <w:rPr>
          <w:rFonts w:hint="eastAsia"/>
          <w:rtl/>
        </w:rPr>
        <w:t>سوره</w:t>
      </w:r>
      <w:r w:rsidRPr="0006794D">
        <w:rPr>
          <w:rtl/>
        </w:rPr>
        <w:t xml:space="preserve"> القدر</w:t>
      </w:r>
      <w:bookmarkEnd w:id="76"/>
      <w:bookmarkEnd w:id="77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قرائتک سوره القدر؛ لأنّها کنز القرآن؛ کما عن الإمام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1048E2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78" w:name="_Toc66035345"/>
      <w:bookmarkStart w:id="79" w:name="_Toc66035411"/>
      <w:r w:rsidRPr="0006794D">
        <w:rPr>
          <w:rFonts w:hint="eastAsia"/>
          <w:rtl/>
        </w:rPr>
        <w:t>سوره</w:t>
      </w:r>
      <w:r w:rsidRPr="0006794D">
        <w:rPr>
          <w:rtl/>
        </w:rPr>
        <w:t xml:space="preserve"> المؤمن</w:t>
      </w:r>
      <w:r w:rsidRPr="0006794D">
        <w:rPr>
          <w:rFonts w:hint="cs"/>
          <w:rtl/>
        </w:rPr>
        <w:t>ی</w:t>
      </w:r>
      <w:r w:rsidRPr="0006794D">
        <w:rPr>
          <w:rFonts w:hint="eastAsia"/>
          <w:rtl/>
        </w:rPr>
        <w:t>ن</w:t>
      </w:r>
      <w:bookmarkEnd w:id="78"/>
      <w:bookmarkEnd w:id="7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1048E2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أنّه قال: أوّلها [أ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أوّل سوره 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] و آخرها من کنوز الجنه. مَنْ عَمِلَ بثلاث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مِن أوّلها واتّعظ بأربعٍ مِنْ آخرها، فقد نجا و أفلح.</w:t>
      </w:r>
      <w:r w:rsidRPr="001048E2">
        <w:rPr>
          <w:rStyle w:val="libFootnotenumChar"/>
          <w:rtl/>
        </w:rPr>
        <w:t>(4)</w:t>
      </w:r>
      <w:r w:rsidR="001048E2">
        <w:rPr>
          <w:rStyle w:val="libFootnotenumChar"/>
          <w:rFonts w:hint="cs"/>
          <w:rtl/>
        </w:rPr>
        <w:t xml:space="preserve"> </w:t>
      </w:r>
      <w:r w:rsidRPr="0006794D">
        <w:rPr>
          <w:rFonts w:hint="eastAsia"/>
          <w:rtl/>
          <w:lang w:bidi="fa-IR"/>
        </w:rPr>
        <w:t>الصلاه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محمد و آله</w:t>
      </w:r>
      <w:r w:rsidR="001048E2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صلاتک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 xml:space="preserve">و آل محمّد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؛ کما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محمّد بن مسلم عن أحدهما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هماالسلام</w:t>
      </w:r>
      <w:r w:rsidRPr="0006794D">
        <w:rPr>
          <w:rtl/>
          <w:lang w:bidi="fa-IR"/>
        </w:rPr>
        <w:t xml:space="preserve"> قال: 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زان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ءٌ</w:t>
      </w:r>
      <w:r w:rsidRPr="0006794D">
        <w:rPr>
          <w:rtl/>
          <w:lang w:bidi="fa-IR"/>
        </w:rPr>
        <w:t xml:space="preserve"> أثقلَ من الصلاه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محمّد و آل محمّد، و إنّ الرجل لَتوضَع أعمالُه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زان،</w:t>
      </w:r>
      <w:r w:rsidRPr="0006794D">
        <w:rPr>
          <w:rtl/>
          <w:lang w:bidi="fa-IR"/>
        </w:rPr>
        <w:t xml:space="preserve"> فتم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به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خرج</w:t>
      </w:r>
      <w:r w:rsidRPr="0006794D">
        <w:rPr>
          <w:rtl/>
          <w:lang w:bidi="fa-IR"/>
        </w:rPr>
        <w:t xml:space="preserve"> الصلاه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ضعها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زانه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رجَّح</w:t>
      </w:r>
      <w:r w:rsidRPr="0006794D">
        <w:rPr>
          <w:rtl/>
          <w:lang w:bidi="fa-IR"/>
        </w:rPr>
        <w:t xml:space="preserve"> [به].</w:t>
      </w:r>
      <w:r w:rsidRPr="001048E2">
        <w:rPr>
          <w:rStyle w:val="libFootnotenumChar"/>
          <w:rtl/>
        </w:rPr>
        <w:t>(5)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بن عمّار عن جعفر بن محمّد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من صلّ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محمّد و آله</w:t>
      </w:r>
    </w:p>
    <w:p w:rsidR="0006794D" w:rsidRPr="0006794D" w:rsidRDefault="001048E2" w:rsidP="001048E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جمع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الطوس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المجلس الثامن عشر ح19/ 508 الرقم 1112.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المصباح للکفعم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/588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مستدرک الوسائل 4/363، ح145.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منهج الصادق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6/203، أنوار التنز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المعروف بتفس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/290 من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للفخر الراز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23/128 و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«من کنوز العرش»، خواص الآ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/91 من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لعمنا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محمّدتق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آقاالنجف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الاصفهان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قدس سره .</w:t>
      </w:r>
    </w:p>
    <w:p w:rsidR="0006794D" w:rsidRPr="0006794D" w:rsidRDefault="0006794D" w:rsidP="001048E2">
      <w:pPr>
        <w:pStyle w:val="libFootnote0"/>
        <w:rPr>
          <w:rtl/>
          <w:lang w:bidi="fa-IR"/>
        </w:rPr>
      </w:pPr>
    </w:p>
    <w:p w:rsidR="0006794D" w:rsidRPr="0006794D" w:rsidRDefault="0006794D" w:rsidP="001048E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2/494 ح15.</w:t>
      </w:r>
    </w:p>
    <w:p w:rsidR="001048E2" w:rsidRDefault="0006794D" w:rsidP="001048E2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1048E2" w:rsidP="001048E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بعد</w:t>
      </w:r>
      <w:r w:rsidR="0006794D" w:rsidRPr="0006794D">
        <w:rPr>
          <w:rtl/>
          <w:lang w:bidi="fa-IR"/>
        </w:rPr>
        <w:t xml:space="preserve"> از آن فرمود: همانا من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آ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را سه مرتبه در سه زمان در هر شب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خوانم. من عرض کردم که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پسرعمو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امبر،</w:t>
      </w:r>
      <w:r w:rsidR="0006794D" w:rsidRPr="0006794D">
        <w:rPr>
          <w:rtl/>
          <w:lang w:bidi="fa-IR"/>
        </w:rPr>
        <w:t xml:space="preserve"> درباره قرائت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آ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چگونه عمل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د؟</w:t>
      </w:r>
      <w:r w:rsidR="0006794D" w:rsidRPr="0006794D">
        <w:rPr>
          <w:rtl/>
          <w:lang w:bidi="fa-IR"/>
        </w:rPr>
        <w:t xml:space="preserve"> فرمودند: من آن را قبل از دو رکعت نافله عشا، بعد از نماز عشا (قبل از نافله عشا و بعد از نماز فر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ضه</w:t>
      </w:r>
      <w:r w:rsidR="0006794D" w:rsidRPr="0006794D">
        <w:rPr>
          <w:rtl/>
          <w:lang w:bidi="fa-IR"/>
        </w:rPr>
        <w:t xml:space="preserve"> عشا)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eastAsia"/>
          <w:rtl/>
          <w:lang w:bidi="fa-IR"/>
        </w:rPr>
        <w:t>خوانم</w:t>
      </w:r>
      <w:r w:rsidR="0006794D" w:rsidRPr="0006794D">
        <w:rPr>
          <w:rtl/>
          <w:lang w:bidi="fa-IR"/>
        </w:rPr>
        <w:t>. به خدا قسم از زمان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خبر را از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شما شن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دم</w:t>
      </w:r>
      <w:r w:rsidR="0006794D" w:rsidRPr="0006794D">
        <w:rPr>
          <w:rtl/>
          <w:lang w:bidi="fa-IR"/>
        </w:rPr>
        <w:t xml:space="preserve"> هرگز آن را ترک نکردم تا به تو خبر دادم.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تلاوت سوره مبارکه قدر است؛ چون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سوره به فرموده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گنج قرآن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خاتم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نقل شده که فرموده است: اولِ سوره مؤمنون و آخر آن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است. هرکه به سه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اوّل آن عمل کند و از چهار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آخر آن پند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رد،</w:t>
      </w:r>
      <w:r w:rsidRPr="0006794D">
        <w:rPr>
          <w:rtl/>
          <w:lang w:bidi="fa-IR"/>
        </w:rPr>
        <w:t xml:space="preserve"> نجات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ابد</w:t>
      </w:r>
      <w:r w:rsidRPr="0006794D">
        <w:rPr>
          <w:rtl/>
          <w:lang w:bidi="fa-IR"/>
        </w:rPr>
        <w:t xml:space="preserve"> و رستگار گردد.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940C2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صلوات تو بر حضرت محمّد و خاندانش است؛ چنان که در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محمّد بن مسلم به نقل از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 دو بزرگوار (امام باقر و امام صادق </w:t>
      </w:r>
      <w:r w:rsidR="006940C2" w:rsidRPr="006940C2">
        <w:rPr>
          <w:rStyle w:val="libAlaemChar"/>
          <w:rFonts w:eastAsiaTheme="minorHAnsi"/>
          <w:rtl/>
        </w:rPr>
        <w:t>عليهما‌السلام</w:t>
      </w:r>
      <w:r w:rsidRPr="0006794D">
        <w:rPr>
          <w:rtl/>
          <w:lang w:bidi="fa-IR"/>
        </w:rPr>
        <w:t xml:space="preserve"> ) آمده است که حضرت فرمود: در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زان</w:t>
      </w:r>
      <w:r w:rsidRPr="0006794D">
        <w:rPr>
          <w:rtl/>
          <w:lang w:bidi="fa-IR"/>
        </w:rPr>
        <w:t xml:space="preserve">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صلوات بر حضرت محمّد و آل محمّد سنگ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تر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 و همانا اع</w:t>
      </w:r>
      <w:r w:rsidRPr="0006794D">
        <w:rPr>
          <w:rFonts w:hint="eastAsia"/>
          <w:rtl/>
          <w:lang w:bidi="fa-IR"/>
        </w:rPr>
        <w:t>مال</w:t>
      </w:r>
      <w:r w:rsidRPr="0006794D">
        <w:rPr>
          <w:rtl/>
          <w:lang w:bidi="fa-IR"/>
        </w:rPr>
        <w:t xml:space="preserve"> مرد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در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زان</w:t>
      </w:r>
      <w:r w:rsidRPr="0006794D">
        <w:rPr>
          <w:rtl/>
          <w:lang w:bidi="fa-IR"/>
        </w:rPr>
        <w:t xml:space="preserve"> قرار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دهند و نزد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است که طرفِ کفّه اعمال صالحه سبک شود که ثواب صلوات، اعمال صالحه را سنگ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برتر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بخشد.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و</w:t>
      </w:r>
      <w:r w:rsidRPr="0006794D">
        <w:rPr>
          <w:rtl/>
          <w:lang w:bidi="fa-IR"/>
        </w:rPr>
        <w:t xml:space="preserve"> معاو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بن عمّار از امام جعفر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نموده که حضرت فرمود: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صد مرتبه بر حضرت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 xml:space="preserve">و آل محمّد </w:t>
      </w:r>
      <w:r w:rsidR="00F16AFE" w:rsidRPr="00F16AFE">
        <w:rPr>
          <w:rStyle w:val="libAlaemChar"/>
          <w:rtl/>
        </w:rPr>
        <w:t xml:space="preserve">عليهم‌السلام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مأه</w:t>
      </w:r>
      <w:r w:rsidRPr="0006794D">
        <w:rPr>
          <w:rtl/>
          <w:lang w:bidi="fa-IR"/>
        </w:rPr>
        <w:t xml:space="preserve"> مرّه، قض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له مأه حاجه.</w:t>
      </w:r>
      <w:r w:rsidRPr="006940C2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راجع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المجال موسوعت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6/128 و جامع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19/536.</w:t>
      </w:r>
    </w:p>
    <w:p w:rsidR="0006794D" w:rsidRPr="0006794D" w:rsidRDefault="006940C2" w:rsidP="002F722C">
      <w:pPr>
        <w:pStyle w:val="Heading1"/>
        <w:rPr>
          <w:rtl/>
        </w:rPr>
      </w:pPr>
      <w:r>
        <w:rPr>
          <w:rtl/>
        </w:rPr>
        <w:br w:type="page"/>
      </w:r>
      <w:bookmarkStart w:id="80" w:name="_Toc66035346"/>
      <w:bookmarkStart w:id="81" w:name="_Toc66035412"/>
      <w:r w:rsidR="0006794D" w:rsidRPr="0006794D">
        <w:rPr>
          <w:rFonts w:hint="eastAsia"/>
          <w:rtl/>
        </w:rPr>
        <w:lastRenderedPageBreak/>
        <w:t>کلمه</w:t>
      </w:r>
      <w:r w:rsidR="0006794D" w:rsidRPr="0006794D">
        <w:rPr>
          <w:rtl/>
        </w:rPr>
        <w:t xml:space="preserve"> التوح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د</w:t>
      </w:r>
      <w:bookmarkEnd w:id="80"/>
      <w:bookmarkEnd w:id="8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کلمه التوح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د؛</w:t>
      </w:r>
      <w:r w:rsidRPr="0006794D">
        <w:rPr>
          <w:rtl/>
          <w:lang w:bidi="fa-IR"/>
        </w:rPr>
        <w:t xml:space="preserve"> کما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معتبره بل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مالک بن أع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عبداللّه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من قال مأه مرّه: «لا إله إلّا اللّه الملک الحقّ المب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ن»،</w:t>
      </w:r>
      <w:r w:rsidRPr="0006794D">
        <w:rPr>
          <w:rtl/>
          <w:lang w:bidi="fa-IR"/>
        </w:rPr>
        <w:t xml:space="preserve"> أعاذه اللّه العز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الجبّار من الفقر، و أنس وحشه قبره، و استجلب الغن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استقرع باب الجنّه.</w:t>
      </w:r>
      <w:r w:rsidRPr="006940C2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نحوها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کشف الغمه 3/169 و لأجل ثواب کلمه التوح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راجع أوّل کتاب ثواب الأعمال 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خنا</w:t>
      </w:r>
      <w:r w:rsidRPr="0006794D">
        <w:rPr>
          <w:rtl/>
          <w:lang w:bidi="fa-IR"/>
        </w:rPr>
        <w:t xml:space="preserve"> الصدوق قدس سره 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940C2" w:rsidP="002F722C">
      <w:pPr>
        <w:pStyle w:val="Heading1"/>
        <w:rPr>
          <w:rtl/>
        </w:rPr>
      </w:pPr>
      <w:r>
        <w:rPr>
          <w:rtl/>
        </w:rPr>
        <w:br w:type="page"/>
      </w:r>
      <w:bookmarkStart w:id="82" w:name="_Toc66035347"/>
      <w:bookmarkStart w:id="83" w:name="_Toc66035413"/>
      <w:r w:rsidR="0006794D" w:rsidRPr="0006794D">
        <w:rPr>
          <w:rFonts w:hint="eastAsia"/>
          <w:rtl/>
        </w:rPr>
        <w:lastRenderedPageBreak/>
        <w:t>المعروف</w:t>
      </w:r>
      <w:bookmarkEnd w:id="82"/>
      <w:bookmarkEnd w:id="8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معروفک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ر؛</w:t>
      </w:r>
      <w:r w:rsidRPr="0006794D">
        <w:rPr>
          <w:rtl/>
          <w:lang w:bidi="fa-IR"/>
        </w:rPr>
        <w:t xml:space="preserve"> فإنّه کنز من أفضل الکنوز فلا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زهدنّک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المعروف کفرُ مَنْ کفره و لا جُحودُ مَن جحده کما عن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6940C2">
        <w:rPr>
          <w:rStyle w:val="libFootnotenumChar"/>
          <w:rtl/>
        </w:rPr>
        <w:t>.(3)</w:t>
      </w:r>
      <w:r w:rsidRPr="0006794D">
        <w:rPr>
          <w:rtl/>
          <w:lang w:bidi="fa-IR"/>
        </w:rPr>
        <w:t xml:space="preserve"> و کذا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الآمد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المعروف کنزٌ.</w:t>
      </w:r>
      <w:r w:rsidRPr="006940C2">
        <w:rPr>
          <w:rStyle w:val="libFootnotenumChar"/>
          <w:rtl/>
        </w:rPr>
        <w:t>(4)</w:t>
      </w:r>
      <w:r w:rsidRPr="0006794D">
        <w:rPr>
          <w:rtl/>
          <w:lang w:bidi="fa-IR"/>
        </w:rPr>
        <w:t xml:space="preserve"> و عنه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المعروف کنزٌ من أفضل الکنوز، و زرع</w:t>
      </w:r>
      <w:r w:rsidRPr="0006794D">
        <w:rPr>
          <w:rFonts w:hint="eastAsia"/>
          <w:rtl/>
          <w:lang w:bidi="fa-IR"/>
        </w:rPr>
        <w:t>ٌ</w:t>
      </w:r>
      <w:r w:rsidRPr="0006794D">
        <w:rPr>
          <w:rtl/>
          <w:lang w:bidi="fa-IR"/>
        </w:rPr>
        <w:t xml:space="preserve"> من أنم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الزروع، و حصنٌ من أحصن الحصون.</w:t>
      </w:r>
      <w:r w:rsidRPr="006940C2">
        <w:rPr>
          <w:rStyle w:val="libFootnotenumChar"/>
          <w:rtl/>
        </w:rPr>
        <w:t>(5)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940C2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محبه</w:t>
      </w:r>
      <w:r w:rsidRPr="0006794D">
        <w:rPr>
          <w:rtl/>
          <w:lang w:bidi="fa-IR"/>
        </w:rPr>
        <w:t xml:space="preserve"> القلوب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="006940C2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محبه القلوب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فإنّها أنفع الکنوز؛ کما عن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6940C2">
        <w:rPr>
          <w:rStyle w:val="libFootnotenumChar"/>
          <w:rtl/>
        </w:rPr>
        <w:t>(6)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940C2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إ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معاداه الرجال</w:t>
      </w:r>
      <w:r w:rsidR="006940C2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معاداه الرجال؛ لانّ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مولا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قال لابنه: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یَّ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معاداهَ الرجال؛ فإنّه لن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عْدِمَک</w:t>
      </w:r>
      <w:r w:rsidRPr="0006794D">
        <w:rPr>
          <w:rtl/>
          <w:lang w:bidi="fa-IR"/>
        </w:rPr>
        <w:t xml:space="preserve"> مکرُ حل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مفاجَأهُ لئ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</w:t>
      </w:r>
      <w:r w:rsidRPr="006940C2">
        <w:rPr>
          <w:rStyle w:val="libFootnotenumChar"/>
          <w:rtl/>
        </w:rPr>
        <w:t>(7)</w:t>
      </w:r>
    </w:p>
    <w:p w:rsidR="0006794D" w:rsidRPr="0006794D" w:rsidRDefault="006940C2" w:rsidP="006940C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6940C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کشف الغمه 3/165.</w:t>
      </w:r>
    </w:p>
    <w:p w:rsidR="0006794D" w:rsidRPr="0006794D" w:rsidRDefault="0006794D" w:rsidP="006940C2">
      <w:pPr>
        <w:pStyle w:val="libFootnote0"/>
        <w:rPr>
          <w:rtl/>
          <w:lang w:bidi="fa-IR"/>
        </w:rPr>
      </w:pPr>
    </w:p>
    <w:p w:rsidR="0006794D" w:rsidRPr="0006794D" w:rsidRDefault="0006794D" w:rsidP="006940C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ثواب الأعمال /22.</w:t>
      </w:r>
    </w:p>
    <w:p w:rsidR="0006794D" w:rsidRPr="0006794D" w:rsidRDefault="0006794D" w:rsidP="006940C2">
      <w:pPr>
        <w:pStyle w:val="libFootnote0"/>
        <w:rPr>
          <w:rtl/>
          <w:lang w:bidi="fa-IR"/>
        </w:rPr>
      </w:pPr>
    </w:p>
    <w:p w:rsidR="0006794D" w:rsidRPr="0006794D" w:rsidRDefault="0006794D" w:rsidP="006940C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الجعفر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/235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مستدرک الوسائل 4/363، ح145.</w:t>
      </w:r>
    </w:p>
    <w:p w:rsidR="0006794D" w:rsidRPr="0006794D" w:rsidRDefault="0006794D" w:rsidP="006940C2">
      <w:pPr>
        <w:pStyle w:val="libFootnote0"/>
        <w:rPr>
          <w:rtl/>
          <w:lang w:bidi="fa-IR"/>
        </w:rPr>
      </w:pPr>
    </w:p>
    <w:p w:rsidR="0006794D" w:rsidRPr="0006794D" w:rsidRDefault="0006794D" w:rsidP="006940C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الغرر و الدرر للآمد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ح219.</w:t>
      </w:r>
    </w:p>
    <w:p w:rsidR="0006794D" w:rsidRPr="0006794D" w:rsidRDefault="0006794D" w:rsidP="006940C2">
      <w:pPr>
        <w:pStyle w:val="libFootnote0"/>
        <w:rPr>
          <w:rtl/>
          <w:lang w:bidi="fa-IR"/>
        </w:rPr>
      </w:pPr>
    </w:p>
    <w:p w:rsidR="0006794D" w:rsidRPr="0006794D" w:rsidRDefault="0006794D" w:rsidP="006940C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تمام نهج البلاغه، 5/244، تأل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صادق الموسو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6940C2">
      <w:pPr>
        <w:pStyle w:val="libFootnote0"/>
        <w:rPr>
          <w:rtl/>
          <w:lang w:bidi="fa-IR"/>
        </w:rPr>
      </w:pPr>
    </w:p>
    <w:p w:rsidR="0006794D" w:rsidRPr="0006794D" w:rsidRDefault="0006794D" w:rsidP="006940C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غررالحکم، ح335.</w:t>
      </w:r>
    </w:p>
    <w:p w:rsidR="0006794D" w:rsidRPr="0006794D" w:rsidRDefault="0006794D" w:rsidP="006940C2">
      <w:pPr>
        <w:pStyle w:val="libFootnote0"/>
        <w:rPr>
          <w:rtl/>
          <w:lang w:bidi="fa-IR"/>
        </w:rPr>
      </w:pPr>
    </w:p>
    <w:p w:rsidR="0006794D" w:rsidRPr="0006794D" w:rsidRDefault="0006794D" w:rsidP="006940C2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7- 7. نثرالدر 1/338؛ کشف الغمه 3/61.</w:t>
      </w:r>
    </w:p>
    <w:p w:rsidR="006940C2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940C2" w:rsidP="006940C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صلوات</w:t>
      </w:r>
      <w:r w:rsidR="0006794D" w:rsidRPr="0006794D">
        <w:rPr>
          <w:rtl/>
          <w:lang w:bidi="fa-IR"/>
        </w:rPr>
        <w:t xml:space="preserve"> بفرستد، خداوند صد حاجت او را برآورده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باره (آثار و برکات صلوات) به کتاب دائره المعارف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ج6، ص128 و جامع احاد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ج19، ص536 مراجعه کن.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کلمه توح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است؛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معتبره بلکه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مالک بن أع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وارد شده است که حضرت فرمود: هرکس صد مرتبه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لا اِلهَ اِلَّا اللّه ُ الْمَلِکُ الْحَقُّ الْمُب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نُ،</w:t>
      </w:r>
      <w:r w:rsidRPr="0006794D">
        <w:rPr>
          <w:rtl/>
          <w:lang w:bidi="fa-IR"/>
        </w:rPr>
        <w:t xml:space="preserve"> خداوند 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جبّار او را از فقر در پناه خود </w:t>
      </w:r>
      <w:r w:rsidRPr="0006794D">
        <w:rPr>
          <w:rFonts w:hint="eastAsia"/>
          <w:rtl/>
          <w:lang w:bidi="fa-IR"/>
        </w:rPr>
        <w:t>قرار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دهد و با او در وحشتِ قبر اُنس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 xml:space="preserve"> و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ازش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درِ بهشت را کوب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إربل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را در کشف الغمّه ج3، ص169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نموده است؛ 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ثواب کلمه توح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به اوّلِ کتاب ثواب الأعمال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قدس سره مراجعه کن.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رساندن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است که از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 به شمار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از انجام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حقّ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غ</w:t>
      </w:r>
      <w:r w:rsidRPr="0006794D">
        <w:rPr>
          <w:rtl/>
          <w:lang w:bidi="fa-IR"/>
        </w:rPr>
        <w:t xml:space="preserve"> نکن. پس مبادا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رساندن به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را به جهت ناسپاس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او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رسانده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کم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به خاطر آنکه آن فرد ناسپاس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خوب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رسا</w:t>
      </w:r>
      <w:r w:rsidRPr="0006794D">
        <w:rPr>
          <w:rFonts w:hint="eastAsia"/>
          <w:rtl/>
          <w:lang w:bidi="fa-IR"/>
        </w:rPr>
        <w:t>ندن</w:t>
      </w:r>
      <w:r w:rsidRPr="0006794D">
        <w:rPr>
          <w:rtl/>
          <w:lang w:bidi="fa-IR"/>
        </w:rPr>
        <w:t xml:space="preserve"> تو را انکار کرده است؛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سخن از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است. و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طور آمُد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نموده است که فرمودند: «انجام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گنج است». و از او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شده است که فرمود: «انجام کار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سته</w:t>
      </w:r>
      <w:r w:rsidRPr="0006794D">
        <w:rPr>
          <w:rtl/>
          <w:lang w:bidi="fa-IR"/>
        </w:rPr>
        <w:t xml:space="preserve"> و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رساندن به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از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ن گنجهاست و از </w:t>
      </w:r>
      <w:r w:rsidRPr="0006794D">
        <w:rPr>
          <w:rtl/>
          <w:lang w:bidi="fa-IR"/>
        </w:rPr>
        <w:lastRenderedPageBreak/>
        <w:t>زراعتها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که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جه</w:t>
      </w:r>
      <w:r w:rsidRPr="0006794D">
        <w:rPr>
          <w:rtl/>
          <w:lang w:bidi="fa-IR"/>
        </w:rPr>
        <w:t xml:space="preserve"> را در پ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دارد و دژ محکم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از محکمتر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دژها شمرده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محبّت تو در دل مردم است؛ و در کلام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 از سودمندتر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 شمرده شده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دشمن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کردن با مردم است؛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آقا و مولا 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شوا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به فرزندشان فرمودند: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بپره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دشمن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مردم چون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جز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دراز مدت انسان بردبار و برخورد سر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انسان پست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به دنبال ندارد.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940C2" w:rsidP="002F722C">
      <w:pPr>
        <w:pStyle w:val="Heading1"/>
        <w:rPr>
          <w:rtl/>
        </w:rPr>
      </w:pPr>
      <w:r>
        <w:rPr>
          <w:rtl/>
        </w:rPr>
        <w:br w:type="page"/>
      </w:r>
      <w:bookmarkStart w:id="84" w:name="_Toc66035348"/>
      <w:bookmarkStart w:id="85" w:name="_Toc66035414"/>
      <w:r w:rsidR="0006794D" w:rsidRPr="0006794D">
        <w:rPr>
          <w:rFonts w:hint="eastAsia"/>
          <w:rtl/>
        </w:rPr>
        <w:lastRenderedPageBreak/>
        <w:t>العمل</w:t>
      </w:r>
      <w:bookmarkEnd w:id="84"/>
      <w:bookmarkEnd w:id="8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عملک کما عن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: العمل کنزٌ.</w:t>
      </w:r>
      <w:r w:rsidRPr="00666CF8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عن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أنّه قال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: ولْ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کُن</w:t>
      </w:r>
      <w:r w:rsidRPr="0006794D">
        <w:rPr>
          <w:rtl/>
          <w:lang w:bidi="fa-IR"/>
        </w:rPr>
        <w:t xml:space="preserve"> أحبّ الکنوز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و أوثقها عندک نفعا و عائدهً الاستکثارُ مِن صالح الأعمال و اعتقاد صالح الآثار.</w:t>
      </w:r>
      <w:r w:rsidRPr="00666CF8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قال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من کنوز البرّ إخفاء العمل و الصبر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الرّزا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کتمان المصائب.</w:t>
      </w:r>
      <w:r w:rsidRPr="00666CF8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86" w:name="_Toc66035349"/>
      <w:bookmarkStart w:id="87" w:name="_Toc66035415"/>
      <w:r w:rsidRPr="0006794D">
        <w:rPr>
          <w:rFonts w:hint="eastAsia"/>
          <w:rtl/>
        </w:rPr>
        <w:t>التقو</w:t>
      </w:r>
      <w:r w:rsidRPr="0006794D">
        <w:rPr>
          <w:rFonts w:hint="cs"/>
          <w:rtl/>
        </w:rPr>
        <w:t>ی</w:t>
      </w:r>
      <w:bookmarkEnd w:id="86"/>
      <w:bookmarkEnd w:id="87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تقواک کما عن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أنّه قال: فإنّ التقو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أفضلُ کنزٍ و أحرزُ حرزٍ و أعزُ عزٍّ.</w:t>
      </w:r>
      <w:r w:rsidRPr="00666CF8">
        <w:rPr>
          <w:rStyle w:val="libFootnotenumChar"/>
          <w:rtl/>
        </w:rPr>
        <w:t>(4)</w:t>
      </w:r>
    </w:p>
    <w:p w:rsidR="00666CF8" w:rsidRDefault="00666CF8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88" w:name="_Toc66035350"/>
      <w:bookmarkStart w:id="89" w:name="_Toc66035416"/>
      <w:r w:rsidRPr="0006794D">
        <w:rPr>
          <w:rFonts w:hint="eastAsia"/>
          <w:rtl/>
        </w:rPr>
        <w:t>الصلاه</w:t>
      </w:r>
      <w:r w:rsidRPr="0006794D">
        <w:rPr>
          <w:rtl/>
        </w:rPr>
        <w:t xml:space="preserve"> ف</w:t>
      </w:r>
      <w:r w:rsidRPr="0006794D">
        <w:rPr>
          <w:rFonts w:hint="cs"/>
          <w:rtl/>
        </w:rPr>
        <w:t>ی</w:t>
      </w:r>
      <w:r w:rsidRPr="0006794D">
        <w:rPr>
          <w:rtl/>
        </w:rPr>
        <w:t xml:space="preserve"> أول </w:t>
      </w:r>
      <w:r w:rsidRPr="0006794D">
        <w:rPr>
          <w:rFonts w:hint="cs"/>
          <w:rtl/>
        </w:rPr>
        <w:t>ی</w:t>
      </w:r>
      <w:r w:rsidRPr="0006794D">
        <w:rPr>
          <w:rFonts w:hint="eastAsia"/>
          <w:rtl/>
        </w:rPr>
        <w:t>وم</w:t>
      </w:r>
      <w:r w:rsidRPr="0006794D">
        <w:rPr>
          <w:rtl/>
        </w:rPr>
        <w:t xml:space="preserve"> من رجب</w:t>
      </w:r>
      <w:bookmarkEnd w:id="88"/>
      <w:bookmarkEnd w:id="8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صلاتک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أوّل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من رجب عَشْر رکعات تقرأ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کلِّ رکعه فاتحهَ الکتاب مرّهً و قل هو اللّه أحد ثلاثَ مرّات؛ فإنّها من غرائب الکنز کما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</w:t>
      </w:r>
      <w:r w:rsidRPr="00666CF8">
        <w:rPr>
          <w:rStyle w:val="libFootnotenumChar"/>
          <w:rtl/>
        </w:rPr>
        <w:t>(5)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666CF8" w:rsidRDefault="0006794D" w:rsidP="002F722C">
      <w:pPr>
        <w:pStyle w:val="Heading1"/>
        <w:rPr>
          <w:rStyle w:val="libAlaemChar"/>
          <w:rtl/>
        </w:rPr>
      </w:pPr>
      <w:bookmarkStart w:id="90" w:name="_Toc66035351"/>
      <w:bookmarkStart w:id="91" w:name="_Toc66035417"/>
      <w:r w:rsidRPr="0006794D">
        <w:rPr>
          <w:rFonts w:hint="eastAsia"/>
          <w:rtl/>
        </w:rPr>
        <w:t>دعاء</w:t>
      </w:r>
      <w:r w:rsidRPr="0006794D">
        <w:rPr>
          <w:rtl/>
        </w:rPr>
        <w:t xml:space="preserve"> لأب</w:t>
      </w:r>
      <w:r w:rsidRPr="0006794D">
        <w:rPr>
          <w:rFonts w:hint="cs"/>
          <w:rtl/>
        </w:rPr>
        <w:t>ی</w:t>
      </w:r>
      <w:r w:rsidRPr="0006794D">
        <w:rPr>
          <w:rtl/>
        </w:rPr>
        <w:t xml:space="preserve"> عبدالله </w:t>
      </w:r>
      <w:r w:rsidR="000174B8" w:rsidRPr="000174B8">
        <w:rPr>
          <w:rStyle w:val="libAlaemChar"/>
          <w:rtl/>
        </w:rPr>
        <w:t>عليه‌السلام</w:t>
      </w:r>
      <w:bookmarkEnd w:id="90"/>
      <w:bookmarkEnd w:id="91"/>
    </w:p>
    <w:p w:rsidR="0006794D" w:rsidRPr="0006794D" w:rsidRDefault="000174B8" w:rsidP="00666CF8">
      <w:pPr>
        <w:pStyle w:val="libNormal"/>
        <w:rPr>
          <w:rtl/>
          <w:lang w:bidi="fa-IR"/>
        </w:rPr>
      </w:pPr>
      <w:r w:rsidRPr="000174B8">
        <w:rPr>
          <w:rStyle w:val="libAlaemChar"/>
          <w:rtl/>
        </w:rPr>
        <w:t xml:space="preserve"> </w:t>
      </w:r>
      <w:r w:rsidR="0006794D" w:rsidRPr="0006794D">
        <w:rPr>
          <w:rFonts w:hint="eastAsia"/>
          <w:rtl/>
          <w:lang w:bidi="fa-IR"/>
        </w:rPr>
        <w:t>و</w:t>
      </w:r>
      <w:r w:rsidR="0006794D" w:rsidRPr="0006794D">
        <w:rPr>
          <w:rtl/>
          <w:lang w:bidi="fa-IR"/>
        </w:rPr>
        <w:t xml:space="preserve"> منها: دعاؤک بما ورد عن أب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عبداللّه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؛ فإنّه کنزٌ هو خ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رٌ</w:t>
      </w:r>
      <w:r w:rsidR="0006794D" w:rsidRPr="0006794D">
        <w:rPr>
          <w:rtl/>
          <w:lang w:bidi="fa-IR"/>
        </w:rPr>
        <w:t xml:space="preserve"> من الدن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و ما 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ها</w:t>
      </w:r>
      <w:r w:rsidR="0006794D" w:rsidRPr="0006794D">
        <w:rPr>
          <w:rtl/>
          <w:lang w:bidi="fa-IR"/>
        </w:rPr>
        <w:t xml:space="preserve"> و هو سرٌّ مِن سرّ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 xml:space="preserve">. فاحتفظ به و </w:t>
      </w:r>
      <w:r w:rsidR="0006794D" w:rsidRPr="0006794D">
        <w:rPr>
          <w:rtl/>
          <w:lang w:bidi="fa-IR"/>
        </w:rPr>
        <w:lastRenderedPageBreak/>
        <w:t>لاتعلّمه إلاّ لمن تثق به. و إنّه دعاءٌ لا</w:t>
      </w:r>
      <w:r w:rsidR="0006794D" w:rsidRPr="0006794D">
        <w:rPr>
          <w:rFonts w:hint="cs"/>
          <w:rtl/>
          <w:lang w:bidi="fa-IR"/>
        </w:rPr>
        <w:t>یَ</w:t>
      </w:r>
      <w:r w:rsidR="0006794D" w:rsidRPr="0006794D">
        <w:rPr>
          <w:rFonts w:hint="eastAsia"/>
          <w:rtl/>
          <w:lang w:bidi="fa-IR"/>
        </w:rPr>
        <w:t>سألُ</w:t>
      </w:r>
      <w:r w:rsidR="0006794D" w:rsidRPr="0006794D">
        <w:rPr>
          <w:rtl/>
          <w:lang w:bidi="fa-IR"/>
        </w:rPr>
        <w:t xml:space="preserve"> اللّه عزوجل 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ئا</w:t>
      </w:r>
      <w:r w:rsidR="0006794D" w:rsidRPr="0006794D">
        <w:rPr>
          <w:rtl/>
          <w:lang w:bidi="fa-IR"/>
        </w:rPr>
        <w:t xml:space="preserve"> إلّا أعطاه قائله.</w:t>
      </w:r>
      <w:r w:rsidR="0006794D" w:rsidRPr="00666CF8">
        <w:rPr>
          <w:rStyle w:val="libFootnotenumChar"/>
          <w:rtl/>
        </w:rPr>
        <w:t>(6)</w:t>
      </w:r>
    </w:p>
    <w:p w:rsidR="0006794D" w:rsidRPr="0006794D" w:rsidRDefault="00666CF8" w:rsidP="002F722C">
      <w:pPr>
        <w:pStyle w:val="Heading1"/>
        <w:rPr>
          <w:rtl/>
        </w:rPr>
      </w:pPr>
      <w:r>
        <w:rPr>
          <w:rtl/>
        </w:rPr>
        <w:br w:type="page"/>
      </w:r>
      <w:bookmarkStart w:id="92" w:name="_Toc66035352"/>
      <w:bookmarkStart w:id="93" w:name="_Toc66035418"/>
      <w:r w:rsidR="0006794D" w:rsidRPr="0006794D">
        <w:rPr>
          <w:rFonts w:hint="eastAsia"/>
          <w:rtl/>
        </w:rPr>
        <w:lastRenderedPageBreak/>
        <w:t>الجوشن</w:t>
      </w:r>
      <w:r w:rsidR="0006794D" w:rsidRPr="0006794D">
        <w:rPr>
          <w:rtl/>
        </w:rPr>
        <w:t xml:space="preserve"> الکب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ر</w:t>
      </w:r>
      <w:bookmarkEnd w:id="92"/>
      <w:bookmarkEnd w:id="9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دعاؤک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بدعاء الجوشن الکب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المعروف؛ فإنّه کنز من کنوز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کما عن الإمام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.</w:t>
      </w:r>
      <w:r w:rsidRPr="0028065C">
        <w:rPr>
          <w:rStyle w:val="libFootnotenumChar"/>
          <w:rtl/>
        </w:rPr>
        <w:t>(7)</w:t>
      </w:r>
    </w:p>
    <w:p w:rsidR="0006794D" w:rsidRPr="0006794D" w:rsidRDefault="0028065C" w:rsidP="002806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بحارالأنوار 74/183، ح28.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دعائم الإسلام 1/345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مستدرک الوسائل 13/145.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ون</w:t>
      </w:r>
      <w:r w:rsidRPr="0006794D">
        <w:rPr>
          <w:rtl/>
          <w:lang w:bidi="fa-IR"/>
        </w:rPr>
        <w:t xml:space="preserve"> أخبار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2/38، ح105،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الإمام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/66، ح119.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بحارالأنوار 74/374، ح36.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إقبال الأعمال /637.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راجع بحارالأنوار 92/204، ح38.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7- 7. بحارالأنوار 91/402.</w:t>
      </w:r>
    </w:p>
    <w:p w:rsidR="0006794D" w:rsidRPr="0006794D" w:rsidRDefault="0028065C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از 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گر</w:t>
      </w:r>
      <w:r w:rsidR="0006794D" w:rsidRPr="0006794D">
        <w:rPr>
          <w:rtl/>
          <w:lang w:bidi="fa-IR"/>
        </w:rPr>
        <w:t xml:space="preserve"> گنجها: کِردار توست؛ همان طور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در حد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ث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فرمودند: عمل انسان گنج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شده است که آن حضرت فرمودند: دوست داشتن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 در نزد تو و با اعتمادتر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آنها از نظر نفع و سودمند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هرچه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سته</w:t>
      </w:r>
      <w:r w:rsidRPr="0006794D">
        <w:rPr>
          <w:rtl/>
          <w:lang w:bidi="fa-IR"/>
        </w:rPr>
        <w:t xml:space="preserve"> را انجام 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به آثار و برکات باارزش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اعمال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اعتقاد داشته باش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28065C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در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فرمودند: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پنهان انجام دادن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بردبار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سخت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 و پنهان نمودن مص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بت</w:t>
      </w:r>
      <w:r w:rsidRPr="0006794D">
        <w:rPr>
          <w:rtl/>
          <w:lang w:bidi="fa-IR"/>
        </w:rPr>
        <w:t xml:space="preserve"> ها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تقوا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شه</w:t>
      </w:r>
      <w:r w:rsidRPr="0006794D">
        <w:rPr>
          <w:rtl/>
          <w:lang w:bidi="fa-IR"/>
        </w:rPr>
        <w:t xml:space="preserve"> خودساز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همان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شده است: تقو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 و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حرز و 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عزّت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نماز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در اوّل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روز ماه رجب آن را انجام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آن ده رکعت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باشد: در هر رکعت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بار سوره حمد و سه بار سوره توح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عج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گنجهاست؛ همان طور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فرموده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دعا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که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شده؛ و به راست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بهتر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آن چه در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است</w:t>
      </w:r>
      <w:r w:rsidRPr="0006794D">
        <w:rPr>
          <w:rtl/>
          <w:lang w:bidi="fa-IR"/>
        </w:rPr>
        <w:t>. و راز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رازها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است. پس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دعا را نگهدار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 و جز به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او اعتماد 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نده.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دعا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ک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به 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آن خواننده دعا از خداوند عزّوجلّ هرچه بخواهد به او عطا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گنجها: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با دعا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جوشن 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به درگاه خداوند متعال مناجات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دعا همان گونه که امام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lastRenderedPageBreak/>
        <w:t xml:space="preserve">عليه‌السلام </w:t>
      </w:r>
      <w:r w:rsidRPr="0006794D">
        <w:rPr>
          <w:rtl/>
          <w:lang w:bidi="fa-IR"/>
        </w:rPr>
        <w:t>فرموده اند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خداوند متعال است.</w:t>
      </w:r>
    </w:p>
    <w:p w:rsidR="0028065C" w:rsidRDefault="0028065C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94" w:name="_Toc66035353"/>
      <w:bookmarkStart w:id="95" w:name="_Toc66035419"/>
      <w:r w:rsidRPr="0006794D">
        <w:rPr>
          <w:rFonts w:hint="eastAsia"/>
          <w:rtl/>
        </w:rPr>
        <w:t>کلمات</w:t>
      </w:r>
      <w:r w:rsidRPr="0006794D">
        <w:rPr>
          <w:rtl/>
        </w:rPr>
        <w:t xml:space="preserve"> من کنوز العرش</w:t>
      </w:r>
      <w:bookmarkEnd w:id="94"/>
      <w:bookmarkEnd w:id="9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إن تُردْ کلماتٍ من کنوز العرش، فاقرأ الدعاء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نزل به جبرئ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من السماء ضاحکا مستبشرا، و هَدِ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هً</w:t>
      </w:r>
      <w:r w:rsidRPr="0006794D">
        <w:rPr>
          <w:rtl/>
          <w:lang w:bidi="fa-IR"/>
        </w:rPr>
        <w:t xml:space="preserve"> من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رسوله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.</w:t>
      </w:r>
      <w:r w:rsidRPr="0028065C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96" w:name="_Toc66035354"/>
      <w:bookmarkStart w:id="97" w:name="_Toc66035420"/>
      <w:r w:rsidRPr="0006794D">
        <w:rPr>
          <w:rFonts w:hint="eastAsia"/>
          <w:rtl/>
        </w:rPr>
        <w:t>الوسائل</w:t>
      </w:r>
      <w:r w:rsidRPr="0006794D">
        <w:rPr>
          <w:rtl/>
        </w:rPr>
        <w:t xml:space="preserve"> إل</w:t>
      </w:r>
      <w:r w:rsidRPr="0006794D">
        <w:rPr>
          <w:rFonts w:hint="cs"/>
          <w:rtl/>
        </w:rPr>
        <w:t>ی</w:t>
      </w:r>
      <w:r w:rsidRPr="0006794D">
        <w:rPr>
          <w:rtl/>
        </w:rPr>
        <w:t xml:space="preserve"> المسائل</w:t>
      </w:r>
      <w:bookmarkEnd w:id="96"/>
      <w:bookmarkEnd w:id="97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 ذکره ابن طاوس قال: بإسنادنا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بن بابو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عن ابراه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بن محمد بن الحارث النوفل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حدثن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کان خادما لمحمد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الجواد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لمّا زوّج المأمون أبا جعفر محمّد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ابنته کتب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إنّ لکل زوجه صداقا من مال زوجها و قد جعل اللّه أموالنا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الآخره مؤجله مذخوره هناک کما جعل أموالکم معجله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کنزها ههنا و قد أمهرت ابنتک الوسائل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المسائل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مناجات دفعها إل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دفعها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دفعها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محمد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 xml:space="preserve"> دفعها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دفعها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دفعها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أخ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دفعها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دفعها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رسول اللّه قال: دفعها إلّ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جبرئ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محمد ربّ العزه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قرئک</w:t>
      </w:r>
      <w:r w:rsidRPr="0006794D">
        <w:rPr>
          <w:rtl/>
          <w:lang w:bidi="fa-IR"/>
        </w:rPr>
        <w:t xml:space="preserve"> السلام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 xml:space="preserve"> لک: هذه مفات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کنوز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الآخره فاجعلها وسائلک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مسائلک تصل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تک</w:t>
      </w:r>
      <w:r w:rsidRPr="0006794D">
        <w:rPr>
          <w:rtl/>
          <w:lang w:bidi="fa-IR"/>
        </w:rPr>
        <w:t xml:space="preserve"> فتنجح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طلبتک فلا تؤثرها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حوائج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فتبخس بها الحظ من آخرتک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 وسائل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عشره مسائل تطرق بها أبواب الرغبات فتفتح و تطلب بها الحاجات فتنجح و هذه نسختها ثم</w:t>
      </w:r>
      <w:r w:rsidRPr="0006794D">
        <w:rPr>
          <w:rFonts w:hint="eastAsia"/>
          <w:rtl/>
          <w:lang w:bidi="fa-IR"/>
        </w:rPr>
        <w:t>ّ</w:t>
      </w:r>
      <w:r w:rsidRPr="0006794D">
        <w:rPr>
          <w:rtl/>
          <w:lang w:bidi="fa-IR"/>
        </w:rPr>
        <w:t xml:space="preserve"> ذکر الأدع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...</w:t>
      </w:r>
      <w:r w:rsidRPr="0028065C">
        <w:rPr>
          <w:rStyle w:val="libFootnotenumChar"/>
          <w:rtl/>
        </w:rPr>
        <w:t>(2)</w:t>
      </w:r>
    </w:p>
    <w:p w:rsidR="0006794D" w:rsidRPr="0006794D" w:rsidRDefault="0028065C" w:rsidP="002806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بحارالأنوار 92/198، ح32.</w:t>
      </w:r>
    </w:p>
    <w:p w:rsidR="0006794D" w:rsidRPr="0006794D" w:rsidRDefault="0006794D" w:rsidP="0028065C">
      <w:pPr>
        <w:pStyle w:val="libFootnote0"/>
        <w:rPr>
          <w:rtl/>
          <w:lang w:bidi="fa-IR"/>
        </w:rPr>
      </w:pPr>
    </w:p>
    <w:p w:rsidR="0006794D" w:rsidRPr="0006794D" w:rsidRDefault="0006794D" w:rsidP="0028065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مهج الدعوات، /309 طبع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روت،</w:t>
      </w:r>
      <w:r w:rsidRPr="0006794D">
        <w:rPr>
          <w:rtl/>
          <w:lang w:bidi="fa-IR"/>
        </w:rPr>
        <w:t xml:space="preserve">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بحارالأنوار، 50/73.</w:t>
      </w:r>
    </w:p>
    <w:p w:rsidR="0028065C" w:rsidRDefault="0028065C" w:rsidP="0006794D">
      <w:pPr>
        <w:pStyle w:val="libNormal"/>
        <w:rPr>
          <w:rtl/>
          <w:lang w:bidi="fa-IR"/>
        </w:rPr>
      </w:pPr>
    </w:p>
    <w:p w:rsidR="0006794D" w:rsidRPr="0006794D" w:rsidRDefault="0028065C" w:rsidP="0028065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از 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گر</w:t>
      </w:r>
      <w:r w:rsidR="0006794D" w:rsidRPr="0006794D">
        <w:rPr>
          <w:rtl/>
          <w:lang w:bidi="fa-IR"/>
        </w:rPr>
        <w:t xml:space="preserve"> گنجها: اگر خواست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 کلمات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گنجها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عرش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دست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دعا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را بخوان که جبرئ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</w:t>
      </w:r>
      <w:r w:rsidR="0006794D" w:rsidRPr="0006794D">
        <w:rPr>
          <w:rtl/>
          <w:lang w:bidi="fa-IR"/>
        </w:rPr>
        <w:t xml:space="preserve"> خندان و با بشارت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آورد و آن کلمات و دعا را به عنوان هد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از جانب خداوند متعال به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امبرش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رساند</w:t>
      </w:r>
      <w:r>
        <w:rPr>
          <w:rFonts w:hint="cs"/>
          <w:rtl/>
          <w:lang w:bidi="fa-IR"/>
        </w:rPr>
        <w:t xml:space="preserve"> </w:t>
      </w:r>
      <w:r w:rsidR="0006794D" w:rsidRPr="0006794D">
        <w:rPr>
          <w:rFonts w:hint="eastAsia"/>
          <w:rtl/>
          <w:lang w:bidi="fa-IR"/>
        </w:rPr>
        <w:t>و</w:t>
      </w:r>
      <w:r w:rsidR="0006794D" w:rsidRPr="0006794D">
        <w:rPr>
          <w:rtl/>
          <w:lang w:bidi="fa-IR"/>
        </w:rPr>
        <w:t xml:space="preserve"> از 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گر</w:t>
      </w:r>
      <w:r w:rsidR="0006794D" w:rsidRPr="0006794D">
        <w:rPr>
          <w:rtl/>
          <w:lang w:bidi="fa-IR"/>
        </w:rPr>
        <w:t xml:space="preserve"> گنجها: س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بن طاووس </w:t>
      </w:r>
      <w:r w:rsidR="00663A8A" w:rsidRPr="00663A8A">
        <w:rPr>
          <w:rStyle w:val="libAlaemChar"/>
          <w:rtl/>
        </w:rPr>
        <w:t xml:space="preserve">رحمه‌الله </w:t>
      </w:r>
      <w:r w:rsidR="0006794D" w:rsidRPr="0006794D">
        <w:rPr>
          <w:rtl/>
          <w:lang w:bidi="fa-IR"/>
        </w:rPr>
        <w:t>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: با سندها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ما به ابوجعفر بن بابو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از ابراه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بن محمد بن حارث نوفل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نقل شده است که گفت: پدرم از خدمتگزاران امام محمد جواد بود مرا حد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ث</w:t>
      </w:r>
      <w:r w:rsidR="0006794D" w:rsidRPr="0006794D">
        <w:rPr>
          <w:rtl/>
          <w:lang w:bidi="fa-IR"/>
        </w:rPr>
        <w:t xml:space="preserve"> کرد وقت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مأمون دخترش را به ازدواج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شان</w:t>
      </w:r>
      <w:r w:rsidR="0006794D" w:rsidRPr="0006794D">
        <w:rPr>
          <w:rtl/>
          <w:lang w:bidi="fa-IR"/>
        </w:rPr>
        <w:t xml:space="preserve"> درآورد حضرت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او چن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نوشت: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هر زن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مهر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شوهرش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باشد و حق تعال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اموال ما را در آخرت ذخ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ره</w:t>
      </w:r>
      <w:r w:rsidR="0006794D" w:rsidRPr="0006794D">
        <w:rPr>
          <w:rtl/>
          <w:lang w:bidi="fa-IR"/>
        </w:rPr>
        <w:t xml:space="preserve"> نموده است همچنان که اموال شما را در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به شما داده و من مهر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دختر ترا دعاها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قرار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دهم که وسائل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دن</w:t>
      </w:r>
      <w:r w:rsidR="0006794D" w:rsidRPr="0006794D">
        <w:rPr>
          <w:rtl/>
          <w:lang w:bidi="fa-IR"/>
        </w:rPr>
        <w:t xml:space="preserve"> به خواسته ها و حاجتها است و آن ادع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و مناجات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که پدرم به من داده و به </w:t>
      </w:r>
      <w:r w:rsidR="0006794D" w:rsidRPr="0006794D">
        <w:rPr>
          <w:rFonts w:hint="eastAsia"/>
          <w:rtl/>
          <w:lang w:bidi="fa-IR"/>
        </w:rPr>
        <w:t>او</w:t>
      </w:r>
      <w:r w:rsidR="0006794D" w:rsidRPr="0006794D">
        <w:rPr>
          <w:rtl/>
          <w:lang w:bidi="fa-IR"/>
        </w:rPr>
        <w:t xml:space="preserve"> از پدرش موس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جعفر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و به آن حضرت هم از طر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ق</w:t>
      </w:r>
      <w:r w:rsidR="0006794D" w:rsidRPr="0006794D">
        <w:rPr>
          <w:rtl/>
          <w:lang w:bidi="fa-IR"/>
        </w:rPr>
        <w:t xml:space="preserve"> پدرش امام جعفر صادق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 xml:space="preserve">و به او هم از پدرش امام محمد باقر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و به او هم از پدرش امام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حس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ده</w:t>
      </w:r>
      <w:r w:rsidR="0006794D" w:rsidRPr="0006794D">
        <w:rPr>
          <w:rtl/>
          <w:lang w:bidi="fa-IR"/>
        </w:rPr>
        <w:t xml:space="preserve"> و او هم از پدرش امام حس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و او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tl/>
          <w:lang w:bidi="fa-IR"/>
        </w:rPr>
        <w:t xml:space="preserve"> از برادرش امام حس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و آن بزرگوار هم از پدرش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رالمؤمن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بن اب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طالب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 xml:space="preserve">و او هم از رسول خدا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و رسول خدا هم از جبر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Fonts w:hint="eastAsia"/>
          <w:rtl/>
          <w:lang w:bidi="fa-IR"/>
        </w:rPr>
        <w:t>ل</w:t>
      </w:r>
      <w:r w:rsidR="0006794D" w:rsidRPr="0006794D">
        <w:rPr>
          <w:rtl/>
          <w:lang w:bidi="fa-IR"/>
        </w:rPr>
        <w:t xml:space="preserve"> در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افت</w:t>
      </w:r>
      <w:r w:rsidR="0006794D" w:rsidRPr="0006794D">
        <w:rPr>
          <w:rtl/>
          <w:lang w:bidi="fa-IR"/>
        </w:rPr>
        <w:t xml:space="preserve"> نموده است و جبر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Fonts w:hint="eastAsia"/>
          <w:rtl/>
          <w:lang w:bidi="fa-IR"/>
        </w:rPr>
        <w:t>ل</w:t>
      </w:r>
      <w:r w:rsidR="0006794D" w:rsidRPr="0006794D">
        <w:rPr>
          <w:rtl/>
          <w:lang w:bidi="fa-IR"/>
        </w:rPr>
        <w:t xml:space="preserve"> به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گفت: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محمد! پروردگار عز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tl/>
          <w:lang w:bidi="fa-IR"/>
        </w:rPr>
        <w:t xml:space="preserve"> ترا سلام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رساند و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کل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گنجها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eastAsia"/>
          <w:rtl/>
          <w:lang w:bidi="fa-IR"/>
        </w:rPr>
        <w:t>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و آخرت است آنرا 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له</w:t>
      </w:r>
      <w:r w:rsidR="0006794D" w:rsidRPr="0006794D">
        <w:rPr>
          <w:rtl/>
          <w:lang w:bidi="fa-IR"/>
        </w:rPr>
        <w:t xml:space="preserve"> خود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درخواستها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قرار بده تا به مراد خود برس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دعاها را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دن</w:t>
      </w:r>
      <w:r w:rsidR="0006794D" w:rsidRPr="0006794D">
        <w:rPr>
          <w:rtl/>
          <w:lang w:bidi="fa-IR"/>
        </w:rPr>
        <w:t xml:space="preserve"> به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قرار نده که از بهره آخرت تو کم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شود، و آن دعاها ده 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له</w:t>
      </w:r>
      <w:r w:rsidR="0006794D" w:rsidRPr="0006794D">
        <w:rPr>
          <w:rtl/>
          <w:lang w:bidi="fa-IR"/>
        </w:rPr>
        <w:t xml:space="preserve"> است </w:t>
      </w:r>
      <w:r w:rsidR="0006794D" w:rsidRPr="0006794D">
        <w:rPr>
          <w:rtl/>
          <w:lang w:bidi="fa-IR"/>
        </w:rPr>
        <w:lastRenderedPageBreak/>
        <w:t>که بواسطه آنها درها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امور شگفت آور باز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 و به سبب آنها تو به حاجات خ</w:t>
      </w:r>
      <w:r w:rsidR="0006794D" w:rsidRPr="0006794D">
        <w:rPr>
          <w:rFonts w:hint="eastAsia"/>
          <w:rtl/>
          <w:lang w:bidi="fa-IR"/>
        </w:rPr>
        <w:t>ود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است نسخه آن دعاها:... 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أنت تجد نصوص الأدع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 الباق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الصالحات للمحدث الجل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عباس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المطبوعه بهامش مفات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الجنان فراجعها.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28065C" w:rsidP="002F722C">
      <w:pPr>
        <w:pStyle w:val="Heading1"/>
        <w:rPr>
          <w:rtl/>
        </w:rPr>
      </w:pPr>
      <w:r>
        <w:rPr>
          <w:rtl/>
        </w:rPr>
        <w:br w:type="page"/>
      </w:r>
      <w:bookmarkStart w:id="98" w:name="_Toc66035355"/>
      <w:bookmarkStart w:id="99" w:name="_Toc66035421"/>
      <w:r w:rsidR="0006794D" w:rsidRPr="0006794D">
        <w:rPr>
          <w:rFonts w:hint="eastAsia"/>
          <w:rtl/>
        </w:rPr>
        <w:lastRenderedPageBreak/>
        <w:t>الکنز</w:t>
      </w:r>
      <w:r w:rsidR="0006794D" w:rsidRPr="0006794D">
        <w:rPr>
          <w:rtl/>
        </w:rPr>
        <w:t xml:space="preserve"> ف</w:t>
      </w:r>
      <w:r w:rsidR="0006794D" w:rsidRPr="0006794D">
        <w:rPr>
          <w:rFonts w:hint="cs"/>
          <w:rtl/>
        </w:rPr>
        <w:t>ی</w:t>
      </w:r>
      <w:r w:rsidR="0006794D" w:rsidRPr="0006794D">
        <w:rPr>
          <w:rtl/>
        </w:rPr>
        <w:t xml:space="preserve"> الروا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ات</w:t>
      </w:r>
      <w:r w:rsidR="0006794D" w:rsidRPr="0006794D">
        <w:rPr>
          <w:rtl/>
        </w:rPr>
        <w:t xml:space="preserve"> 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طلق</w:t>
      </w:r>
      <w:r w:rsidR="0006794D" w:rsidRPr="0006794D">
        <w:rPr>
          <w:rtl/>
        </w:rPr>
        <w:t xml:space="preserve"> عل</w:t>
      </w:r>
      <w:r w:rsidR="0006794D" w:rsidRPr="0006794D">
        <w:rPr>
          <w:rFonts w:hint="cs"/>
          <w:rtl/>
        </w:rPr>
        <w:t>ی</w:t>
      </w:r>
      <w:r w:rsidR="0006794D" w:rsidRPr="0006794D">
        <w:rPr>
          <w:rtl/>
        </w:rPr>
        <w:t xml:space="preserve"> أش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اء</w:t>
      </w:r>
      <w:r w:rsidR="0006794D" w:rsidRPr="0006794D">
        <w:rPr>
          <w:rtl/>
        </w:rPr>
        <w:t xml:space="preserve"> و امور</w:t>
      </w:r>
      <w:bookmarkEnd w:id="98"/>
      <w:bookmarkEnd w:id="9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8065C">
      <w:pPr>
        <w:pStyle w:val="libBold1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اشاره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إنّ الکنز قد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طلق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و اُمور:</w:t>
      </w:r>
    </w:p>
    <w:p w:rsidR="0006794D" w:rsidRPr="0006794D" w:rsidRDefault="0006794D" w:rsidP="0028065C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کان</w:t>
      </w:r>
      <w:r w:rsidRPr="0006794D">
        <w:rPr>
          <w:rtl/>
          <w:lang w:bidi="fa-IR"/>
        </w:rPr>
        <w:t xml:space="preserve"> تحته کنز لهما</w:t>
      </w:r>
      <w:r w:rsidR="0028065C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منها</w:t>
      </w:r>
      <w:r w:rsidRPr="0006794D">
        <w:rPr>
          <w:rtl/>
          <w:lang w:bidi="fa-IR"/>
        </w:rPr>
        <w:t>: ما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خبر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أسباط قال: سمعت أباالحسن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>: کان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الکنز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 اللّه عزوجل: «و کان تحتَه کنزٌ لهما»</w:t>
      </w:r>
      <w:r w:rsidRPr="0028065C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کان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«بسم اللّه الرّحمن الرّح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06794D">
        <w:rPr>
          <w:rtl/>
          <w:lang w:bidi="fa-IR"/>
        </w:rPr>
        <w:t>. عجبتُ لِمن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قن</w:t>
      </w:r>
      <w:r w:rsidRPr="0006794D">
        <w:rPr>
          <w:rtl/>
          <w:lang w:bidi="fa-IR"/>
        </w:rPr>
        <w:t xml:space="preserve"> بالموت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فرح</w:t>
      </w:r>
      <w:r w:rsidRPr="0006794D">
        <w:rPr>
          <w:rtl/>
          <w:lang w:bidi="fa-IR"/>
        </w:rPr>
        <w:t xml:space="preserve"> و عجبتُ لمن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قن</w:t>
      </w:r>
      <w:r w:rsidRPr="0006794D">
        <w:rPr>
          <w:rtl/>
          <w:lang w:bidi="fa-IR"/>
        </w:rPr>
        <w:t xml:space="preserve"> بالقَدَر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حزَن</w:t>
      </w:r>
      <w:r w:rsidRPr="0006794D">
        <w:rPr>
          <w:rtl/>
          <w:lang w:bidi="fa-IR"/>
        </w:rPr>
        <w:t xml:space="preserve"> و عجبت لمن ر</w:t>
      </w:r>
      <w:r w:rsidRPr="0006794D">
        <w:rPr>
          <w:rFonts w:hint="eastAsia"/>
          <w:rtl/>
          <w:lang w:bidi="fa-IR"/>
        </w:rPr>
        <w:t>أ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تقلّبها بأهلها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رکن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ها؟</w:t>
      </w:r>
      <w:r w:rsidRPr="0006794D">
        <w:rPr>
          <w:rtl/>
          <w:lang w:bidi="fa-IR"/>
        </w:rPr>
        <w:t xml:space="preserve">!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نبغ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لمن عَقَل عن اللّه أن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تّهم</w:t>
      </w:r>
      <w:r w:rsidRPr="0006794D">
        <w:rPr>
          <w:rtl/>
          <w:lang w:bidi="fa-IR"/>
        </w:rPr>
        <w:t xml:space="preserve"> اللّه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قضائه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ستبطئه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رزقه. فقلتُ: جُعلت فِداک! أر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أن أکتبه. قال: فضرب و اللّه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دَه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الدواه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ضعها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فتناولت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فقبّلتها و أخذتُ الدواه فکتبته.</w:t>
      </w:r>
      <w:r w:rsidRPr="00232E6C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نحوها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بسنده المعتبر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التهذ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9/276 و نقل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وسائل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26/99، ح9.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لا</w:t>
      </w:r>
      <w:r w:rsidRPr="0006794D">
        <w:rPr>
          <w:rtl/>
          <w:lang w:bidi="fa-IR"/>
        </w:rPr>
        <w:t xml:space="preserve"> حول و لا قوه إلا بالله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 ورد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عبداللّه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عن آبائه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 xml:space="preserve">قال: قال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من تظاهرت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النعم فَلْ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قُل</w:t>
      </w:r>
      <w:r w:rsidRPr="0006794D">
        <w:rPr>
          <w:rtl/>
          <w:lang w:bidi="fa-IR"/>
        </w:rPr>
        <w:t>: «الحمدللّه رب 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ن»،</w:t>
      </w:r>
      <w:r w:rsidRPr="0006794D">
        <w:rPr>
          <w:rtl/>
          <w:lang w:bidi="fa-IR"/>
        </w:rPr>
        <w:t xml:space="preserve"> و من ألحّ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الفقر فل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کثِرْ</w:t>
      </w:r>
      <w:r w:rsidRPr="0006794D">
        <w:rPr>
          <w:rtl/>
          <w:lang w:bidi="fa-IR"/>
        </w:rPr>
        <w:t xml:space="preserve"> مِن قول: «لاحول و لاقوه إلّا باللّه العل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06794D">
        <w:rPr>
          <w:rtl/>
          <w:lang w:bidi="fa-IR"/>
        </w:rPr>
        <w:t>. فإنّه کنز من کنوز الجنه و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شفاء من اثن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سبع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داءً أدناهم الهمّ.</w:t>
      </w:r>
      <w:r w:rsidRPr="00232E6C">
        <w:rPr>
          <w:rStyle w:val="libFootnotenumChar"/>
          <w:rtl/>
        </w:rPr>
        <w:t>(3)</w:t>
      </w:r>
    </w:p>
    <w:p w:rsidR="0006794D" w:rsidRPr="0006794D" w:rsidRDefault="00232E6C" w:rsidP="00232E6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232E6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lastRenderedPageBreak/>
        <w:t>1- 1. سوره الکهف /82.</w:t>
      </w:r>
    </w:p>
    <w:p w:rsidR="0006794D" w:rsidRPr="0006794D" w:rsidRDefault="0006794D" w:rsidP="00232E6C">
      <w:pPr>
        <w:pStyle w:val="libFootnote0"/>
        <w:rPr>
          <w:rtl/>
          <w:lang w:bidi="fa-IR"/>
        </w:rPr>
      </w:pPr>
    </w:p>
    <w:p w:rsidR="0006794D" w:rsidRPr="0006794D" w:rsidRDefault="0006794D" w:rsidP="00232E6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2/59، ح9.</w:t>
      </w:r>
    </w:p>
    <w:p w:rsidR="0006794D" w:rsidRPr="0006794D" w:rsidRDefault="0006794D" w:rsidP="00232E6C">
      <w:pPr>
        <w:pStyle w:val="libFootnote0"/>
        <w:rPr>
          <w:rtl/>
          <w:lang w:bidi="fa-IR"/>
        </w:rPr>
      </w:pPr>
    </w:p>
    <w:p w:rsidR="0006794D" w:rsidRPr="0006794D" w:rsidRDefault="0006794D" w:rsidP="00232E6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وسائل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</w:t>
      </w:r>
      <w:r w:rsidRPr="0006794D">
        <w:rPr>
          <w:rtl/>
          <w:lang w:bidi="fa-IR"/>
        </w:rPr>
        <w:t xml:space="preserve"> 7/175، ح7.</w:t>
      </w:r>
    </w:p>
    <w:p w:rsidR="0006794D" w:rsidRPr="0006794D" w:rsidRDefault="00232E6C" w:rsidP="00232E6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متن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دعاها را در کتاب باق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ات</w:t>
      </w:r>
      <w:r w:rsidR="0006794D" w:rsidRPr="0006794D">
        <w:rPr>
          <w:rtl/>
          <w:lang w:bidi="fa-IR"/>
        </w:rPr>
        <w:t xml:space="preserve"> الصالحات محدث بزرگوار مرحوم آقا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حاج 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خ</w:t>
      </w:r>
      <w:r w:rsidR="0006794D" w:rsidRPr="0006794D">
        <w:rPr>
          <w:rtl/>
          <w:lang w:bidi="fa-IR"/>
        </w:rPr>
        <w:t xml:space="preserve"> عباس قم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="0006794D" w:rsidRPr="0006794D">
        <w:rPr>
          <w:rtl/>
          <w:lang w:bidi="fa-IR"/>
        </w:rPr>
        <w:t>، چاپ شده در حاش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مفات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ح</w:t>
      </w:r>
      <w:r w:rsidR="0006794D" w:rsidRPr="0006794D">
        <w:rPr>
          <w:rtl/>
          <w:lang w:bidi="fa-IR"/>
        </w:rPr>
        <w:t xml:space="preserve"> الجنان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پس به آن کتاب شر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ف</w:t>
      </w:r>
      <w:r w:rsidR="0006794D" w:rsidRPr="0006794D">
        <w:rPr>
          <w:rtl/>
          <w:lang w:bidi="fa-IR"/>
        </w:rPr>
        <w:t xml:space="preserve"> مراجعه کن.</w:t>
      </w:r>
      <w:r w:rsidRPr="0006794D">
        <w:rPr>
          <w:rFonts w:hint="eastAsia"/>
          <w:rtl/>
          <w:lang w:bidi="fa-IR"/>
        </w:rPr>
        <w:t xml:space="preserve"> </w:t>
      </w:r>
      <w:r w:rsidR="0006794D" w:rsidRPr="0006794D">
        <w:rPr>
          <w:rFonts w:hint="eastAsia"/>
          <w:rtl/>
          <w:lang w:bidi="fa-IR"/>
        </w:rPr>
        <w:t>و</w:t>
      </w:r>
      <w:r w:rsidR="0006794D" w:rsidRPr="0006794D">
        <w:rPr>
          <w:rtl/>
          <w:lang w:bidi="fa-IR"/>
        </w:rPr>
        <w:t xml:space="preserve"> بدان پسرم، که گنج در روا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ات</w:t>
      </w:r>
      <w:r w:rsidR="0006794D" w:rsidRPr="0006794D">
        <w:rPr>
          <w:rtl/>
          <w:lang w:bidi="fa-IR"/>
        </w:rPr>
        <w:t xml:space="preserve"> به امور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اطلاق شده است: </w:t>
      </w:r>
      <w:r w:rsidR="0006794D" w:rsidRPr="0006794D">
        <w:rPr>
          <w:rFonts w:hint="eastAsia"/>
          <w:rtl/>
          <w:lang w:bidi="fa-IR"/>
        </w:rPr>
        <w:t>از</w:t>
      </w:r>
      <w:r w:rsidR="0006794D" w:rsidRPr="0006794D">
        <w:rPr>
          <w:rtl/>
          <w:lang w:bidi="fa-IR"/>
        </w:rPr>
        <w:t xml:space="preserve"> جمله آنها: طبق آن چه در خبر عل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tl/>
          <w:lang w:bidi="fa-IR"/>
        </w:rPr>
        <w:t xml:space="preserve"> بن اسباط آمده آن است که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از امام رضا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شن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دم</w:t>
      </w:r>
      <w:r w:rsidR="0006794D" w:rsidRPr="0006794D">
        <w:rPr>
          <w:rtl/>
          <w:lang w:bidi="fa-IR"/>
        </w:rPr>
        <w:t xml:space="preserve"> که فرمود: در داخل گنج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خداوند عزّوجلّ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: «و در 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آن 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وار</w:t>
      </w:r>
      <w:r w:rsidR="0006794D" w:rsidRPr="0006794D">
        <w:rPr>
          <w:rtl/>
          <w:lang w:bidi="fa-IR"/>
        </w:rPr>
        <w:t xml:space="preserve"> گنج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آن دو کودک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بود»، چن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نوشته شده بود: به نام خداوند بخشنده مهربان. در </w:t>
      </w:r>
      <w:r w:rsidR="0006794D" w:rsidRPr="0006794D">
        <w:rPr>
          <w:rFonts w:hint="eastAsia"/>
          <w:rtl/>
          <w:lang w:bidi="fa-IR"/>
        </w:rPr>
        <w:t>شگفتم</w:t>
      </w:r>
      <w:r w:rsidR="0006794D" w:rsidRPr="0006794D">
        <w:rPr>
          <w:rtl/>
          <w:lang w:bidi="fa-IR"/>
        </w:rPr>
        <w:t xml:space="preserve"> از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به مرگ دارد چگونه شادمان است، و تعجّب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کنم از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قضا و قدر اله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را باور کرده است چرا غمناک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شود، و در تعجّبم از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و دگرگون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آن را نسبت به اهلش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ند</w:t>
      </w:r>
      <w:r w:rsidR="0006794D" w:rsidRPr="0006794D">
        <w:rPr>
          <w:rtl/>
          <w:lang w:bidi="fa-IR"/>
        </w:rPr>
        <w:t xml:space="preserve"> چگونه به آن اعتماد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کند؟! و سزاوار است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تقوا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اله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دارد خد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را در تقد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و روز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رسان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</w:t>
      </w:r>
      <w:r w:rsidR="0006794D" w:rsidRPr="0006794D">
        <w:rPr>
          <w:rtl/>
          <w:lang w:bidi="fa-IR"/>
        </w:rPr>
        <w:t xml:space="preserve"> متّهم نکند. عل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tl/>
          <w:lang w:bidi="fa-IR"/>
        </w:rPr>
        <w:t xml:space="preserve"> بن اسباط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به امام عرض کردم: جانم فدا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شما!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خواهم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مطلب را بنو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سم</w:t>
      </w:r>
      <w:r w:rsidR="0006794D" w:rsidRPr="0006794D">
        <w:rPr>
          <w:rtl/>
          <w:lang w:bidi="fa-IR"/>
        </w:rPr>
        <w:t>. به خدا قسم حضرت با دست خود مُرکّب را برداشت تا آن را در مقابل من بگذارد، که من دستِ آن حضرت را گرفتم و بوس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دم</w:t>
      </w:r>
      <w:r w:rsidR="0006794D" w:rsidRPr="0006794D">
        <w:rPr>
          <w:rtl/>
          <w:lang w:bidi="fa-IR"/>
        </w:rPr>
        <w:t xml:space="preserve"> و مرکّب را از دست حضرت گر</w:t>
      </w:r>
      <w:r w:rsidR="0006794D" w:rsidRPr="0006794D">
        <w:rPr>
          <w:rFonts w:hint="eastAsia"/>
          <w:rtl/>
          <w:lang w:bidi="fa-IR"/>
        </w:rPr>
        <w:t>فتم</w:t>
      </w:r>
      <w:r w:rsidR="0006794D" w:rsidRPr="0006794D">
        <w:rPr>
          <w:rtl/>
          <w:lang w:bidi="fa-IR"/>
        </w:rPr>
        <w:t xml:space="preserve"> و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حد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ث</w:t>
      </w:r>
      <w:r w:rsidR="0006794D" w:rsidRPr="0006794D">
        <w:rPr>
          <w:rtl/>
          <w:lang w:bidi="fa-IR"/>
        </w:rPr>
        <w:t xml:space="preserve"> را نوشتم.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شب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خبر را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طوس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با سندِ معتبر خود در کتاب تهذ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ب،</w:t>
      </w:r>
      <w:r w:rsidRPr="0006794D">
        <w:rPr>
          <w:rtl/>
          <w:lang w:bidi="fa-IR"/>
        </w:rPr>
        <w:t xml:space="preserve"> ج9، ص276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کرده و در کتاب وسائل الشّ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عه،</w:t>
      </w:r>
      <w:r w:rsidRPr="0006794D">
        <w:rPr>
          <w:rtl/>
          <w:lang w:bidi="fa-IR"/>
        </w:rPr>
        <w:t xml:space="preserve"> ج26، ص99،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9 هم به نقل از تهذ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آمده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جمله: آن که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از پدرش و از پدران بزرگوارش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و آنها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نقل کرده اند که آن حضرت فرمودند: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نعمت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او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آورد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«الحمدللّه ربّ </w:t>
      </w:r>
      <w:r w:rsidRPr="0006794D">
        <w:rPr>
          <w:rtl/>
          <w:lang w:bidi="fa-IR"/>
        </w:rPr>
        <w:lastRenderedPageBreak/>
        <w:t>العالم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ن»؛</w:t>
      </w:r>
      <w:r w:rsidRPr="0006794D">
        <w:rPr>
          <w:rtl/>
          <w:lang w:bidi="fa-IR"/>
        </w:rPr>
        <w:t xml:space="preserve"> و چنان چه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فقر به ستوه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«لا حَوْلَ وَ لا قُوَّهَ اِلّا بِاللّه الْعَلّ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الْعَظ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06794D">
        <w:rPr>
          <w:rtl/>
          <w:lang w:bidi="fa-IR"/>
        </w:rPr>
        <w:t>. که همانا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ذکر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 و در آن شِفا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هفتاد و دو درد است که کم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آنها غم و اندوه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 رواها البرق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بإسناده عن الحسن البصر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کنت مع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بمن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قدمات رجل من قر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. فقال: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أباسع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قُمْ بنا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جنازته. فلمّا دخلنا المقابر، قال: ألا اُخبرکم بخمس خصال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البِرّ، و البرّ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دعو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الجنه؟ قلت: بل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قال: إخفاء الم</w:t>
      </w:r>
      <w:r w:rsidRPr="0006794D">
        <w:rPr>
          <w:rFonts w:hint="eastAsia"/>
          <w:rtl/>
          <w:lang w:bidi="fa-IR"/>
        </w:rPr>
        <w:t>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به</w:t>
      </w:r>
      <w:r w:rsidRPr="0006794D">
        <w:rPr>
          <w:rtl/>
          <w:lang w:bidi="fa-IR"/>
        </w:rPr>
        <w:t xml:space="preserve"> و کتمانها، و الصدقه تعط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 xml:space="preserve"> لاتعلم بها شمالک، و بِرّ الوالد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فإنّ برّهما للّه رض</w:t>
      </w:r>
      <w:r w:rsidRPr="0006794D">
        <w:rPr>
          <w:rFonts w:hint="cs"/>
          <w:rtl/>
          <w:lang w:bidi="fa-IR"/>
        </w:rPr>
        <w:t>یً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الإکثار من قول: «لاحول و لا قوه إلّا باللّه العل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06794D">
        <w:rPr>
          <w:rtl/>
          <w:lang w:bidi="fa-IR"/>
        </w:rPr>
        <w:t xml:space="preserve"> فإنّه من کنوز الجنه، و الحبّ لِمحمد و آل محمد (صلّ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 xml:space="preserve"> أجمع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).</w:t>
      </w:r>
      <w:r w:rsidRPr="00232E6C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مارواها البرق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ونس</w:t>
      </w:r>
      <w:r w:rsidRPr="0006794D">
        <w:rPr>
          <w:rtl/>
          <w:lang w:bidi="fa-IR"/>
        </w:rPr>
        <w:t xml:space="preserve"> عن عمرو بن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رفعه قال: قال سلمان الفارس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رضوان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أوصان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بسبعه خصال لا أدَعُهنّ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 حال: أوصان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 أنظر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هو دون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لا أنظر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هو فوق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أن أحبّ الفقراء و أدنو منهم، و أن أقول الحقّ و إن کان مر</w:t>
      </w:r>
      <w:r w:rsidRPr="0006794D">
        <w:rPr>
          <w:rFonts w:hint="eastAsia"/>
          <w:rtl/>
          <w:lang w:bidi="fa-IR"/>
        </w:rPr>
        <w:t>ّا،</w:t>
      </w:r>
      <w:r w:rsidRPr="0006794D">
        <w:rPr>
          <w:rtl/>
          <w:lang w:bidi="fa-IR"/>
        </w:rPr>
        <w:t xml:space="preserve"> و أن أصل رَحِم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إن کانت مُدْبِرهً، و لا أسال الناسَ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ئا،</w:t>
      </w:r>
      <w:r w:rsidRPr="0006794D">
        <w:rPr>
          <w:rtl/>
          <w:lang w:bidi="fa-IR"/>
        </w:rPr>
        <w:t xml:space="preserve"> و أوصان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 أُکثِرَ مِن قول «لا حول و لا قوه إلّا باللّه العلّ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م»،</w:t>
      </w:r>
      <w:r w:rsidRPr="0006794D">
        <w:rPr>
          <w:rtl/>
          <w:lang w:bidi="fa-IR"/>
        </w:rPr>
        <w:t xml:space="preserve"> فإنّها کنز من کنوز الجنه.</w:t>
      </w:r>
      <w:r w:rsidRPr="00232E6C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قال الإربل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: قال مالک بن أنس: قال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وما</w:t>
      </w:r>
      <w:r w:rsidRPr="0006794D">
        <w:rPr>
          <w:rtl/>
          <w:lang w:bidi="fa-IR"/>
        </w:rPr>
        <w:t xml:space="preserve"> لسف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الثور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ان،</w:t>
      </w:r>
      <w:r w:rsidRPr="0006794D">
        <w:rPr>
          <w:rtl/>
          <w:lang w:bidi="fa-IR"/>
        </w:rPr>
        <w:t xml:space="preserve"> إذا أنعم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بنعمه فأحببت بقاءها، فأکثِر مِن الحمد و الشکر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ها؛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فإنّ اللّه عزوجل قال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کتابه العز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>: «لئن شکرتم لأز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دنّکم»</w:t>
      </w:r>
      <w:r w:rsidRPr="00232E6C">
        <w:rPr>
          <w:rStyle w:val="libFootnotenumChar"/>
          <w:rtl/>
        </w:rPr>
        <w:t>(3)</w:t>
      </w:r>
      <w:r w:rsidRPr="0006794D">
        <w:rPr>
          <w:rtl/>
          <w:lang w:bidi="fa-IR"/>
        </w:rPr>
        <w:t xml:space="preserve">. و إذا استبطأت </w:t>
      </w:r>
    </w:p>
    <w:p w:rsidR="0006794D" w:rsidRPr="0006794D" w:rsidRDefault="00232E6C" w:rsidP="00232E6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232E6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المحاسن 1/71، ح27.</w:t>
      </w:r>
    </w:p>
    <w:p w:rsidR="0006794D" w:rsidRPr="0006794D" w:rsidRDefault="0006794D" w:rsidP="00232E6C">
      <w:pPr>
        <w:pStyle w:val="libFootnote0"/>
        <w:rPr>
          <w:rtl/>
          <w:lang w:bidi="fa-IR"/>
        </w:rPr>
      </w:pPr>
    </w:p>
    <w:p w:rsidR="0006794D" w:rsidRPr="0006794D" w:rsidRDefault="0006794D" w:rsidP="00232E6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المحاسن 1/74، ح34.</w:t>
      </w:r>
    </w:p>
    <w:p w:rsidR="0006794D" w:rsidRPr="0006794D" w:rsidRDefault="0006794D" w:rsidP="00232E6C">
      <w:pPr>
        <w:pStyle w:val="libFootnote0"/>
        <w:rPr>
          <w:rtl/>
          <w:lang w:bidi="fa-IR"/>
        </w:rPr>
      </w:pPr>
    </w:p>
    <w:p w:rsidR="0006794D" w:rsidRPr="0006794D" w:rsidRDefault="0006794D" w:rsidP="00232E6C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سوره ابراه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/7.</w:t>
      </w:r>
    </w:p>
    <w:p w:rsidR="00232E6C" w:rsidRDefault="0006794D" w:rsidP="00232E6C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232E6C" w:rsidP="00232E6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از جمله: روا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که برق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 سند خود از حسن بصر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نقل نموده است که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: با امام باقر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در سرزم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مِن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بودم که مرد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قر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</w:t>
      </w:r>
      <w:r w:rsidR="0006794D" w:rsidRPr="0006794D">
        <w:rPr>
          <w:rtl/>
          <w:lang w:bidi="fa-IR"/>
        </w:rPr>
        <w:t xml:space="preserve"> فوت کرد. حضرت فرمود: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ابوسع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[کن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حسن بصر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است]، برخ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tl/>
          <w:lang w:bidi="fa-IR"/>
        </w:rPr>
        <w:t xml:space="preserve"> با هم به تش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Fonts w:hint="eastAsia"/>
          <w:rtl/>
          <w:lang w:bidi="fa-IR"/>
        </w:rPr>
        <w:t>ع</w:t>
      </w:r>
      <w:r w:rsidR="0006794D" w:rsidRPr="0006794D">
        <w:rPr>
          <w:rtl/>
          <w:lang w:bidi="fa-IR"/>
        </w:rPr>
        <w:t xml:space="preserve"> جنازه او برو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>. وقت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داخل قبرستان شد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حضر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فرمود: آ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به شما خبر ندهم از پنج فض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لت</w:t>
      </w:r>
      <w:r w:rsidR="0006794D" w:rsidRPr="0006794D">
        <w:rPr>
          <w:rtl/>
          <w:lang w:bidi="fa-IR"/>
        </w:rPr>
        <w:t xml:space="preserve"> که در زمره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هاست و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انسان را به بهشت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رساند؟ گفتم: بفرمائ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. حضرت فرمود: پنهان کردن مص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بت</w:t>
      </w:r>
      <w:r w:rsidR="0006794D" w:rsidRPr="0006794D">
        <w:rPr>
          <w:rtl/>
          <w:lang w:bidi="fa-IR"/>
        </w:rPr>
        <w:t xml:space="preserve"> و کتمانِ آن، صدقه در حال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آن را وقت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 دست راست خود عطا کرد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دست چپ تو نفهمد،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 پدر و مادر که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 آن</w:t>
      </w:r>
      <w:r w:rsidR="0006794D" w:rsidRPr="0006794D">
        <w:rPr>
          <w:rFonts w:hint="eastAsia"/>
          <w:rtl/>
          <w:lang w:bidi="fa-IR"/>
        </w:rPr>
        <w:t>ها</w:t>
      </w:r>
      <w:r w:rsidR="0006794D" w:rsidRPr="0006794D">
        <w:rPr>
          <w:rtl/>
          <w:lang w:bidi="fa-IR"/>
        </w:rPr>
        <w:t xml:space="preserve"> باعث رضا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خداست، 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اد</w:t>
      </w:r>
      <w:r w:rsidR="0006794D" w:rsidRPr="0006794D">
        <w:rPr>
          <w:rtl/>
          <w:lang w:bidi="fa-IR"/>
        </w:rPr>
        <w:t xml:space="preserve"> گفتن ذکرِ «لا حَوْلَ وَ لا قُوَّهَ اِلّا بِاللّه الْعَلّ</w:t>
      </w:r>
      <w:r w:rsidR="0006794D" w:rsidRPr="0006794D">
        <w:rPr>
          <w:rFonts w:hint="cs"/>
          <w:rtl/>
          <w:lang w:bidi="fa-IR"/>
        </w:rPr>
        <w:t>یِ</w:t>
      </w:r>
      <w:r w:rsidR="0006794D" w:rsidRPr="0006794D">
        <w:rPr>
          <w:rtl/>
          <w:lang w:bidi="fa-IR"/>
        </w:rPr>
        <w:t xml:space="preserve"> الْعَظ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م»</w:t>
      </w:r>
      <w:r w:rsidR="0006794D" w:rsidRPr="0006794D">
        <w:rPr>
          <w:rtl/>
          <w:lang w:bidi="fa-IR"/>
        </w:rPr>
        <w:t xml:space="preserve"> که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ذکر از گنجها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بهشت است و دوست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و خاندان آن حضرت که خداوند به آن حضرت و همه خاندان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درود و رحمت فرستد.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جمله: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برق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عمروبن جم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مرفوعا نقل کرده است که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سلمان فارس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(رضوان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)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گفت: دوست من (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اسلام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) هفت خصلت را به من سفارش نمود که آن ها را در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ترک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کنم: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مرا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کرد به ش</w:t>
      </w:r>
      <w:r w:rsidRPr="0006794D">
        <w:rPr>
          <w:rFonts w:hint="eastAsia"/>
          <w:rtl/>
          <w:lang w:bidi="fa-IR"/>
        </w:rPr>
        <w:t>خص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نظر 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من پا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تر است نگاه کنم و به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نظر 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من بالاتر است نگاه نکنم، فقرا را دوست داشته باشم و به آنها نزد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شوم، حقّ را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اگر چه تلخ باشد، با خو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شانم</w:t>
      </w:r>
      <w:r w:rsidRPr="0006794D">
        <w:rPr>
          <w:rtl/>
          <w:lang w:bidi="fa-IR"/>
        </w:rPr>
        <w:t xml:space="preserve"> صله رحم کنم اگرچه آنها به من پُشت کنند، از مردم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نخواهم، و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نم</w:t>
      </w:r>
      <w:r w:rsidRPr="0006794D">
        <w:rPr>
          <w:rFonts w:hint="eastAsia"/>
          <w:rtl/>
          <w:lang w:bidi="fa-IR"/>
        </w:rPr>
        <w:t>ودند</w:t>
      </w:r>
      <w:r w:rsidRPr="0006794D">
        <w:rPr>
          <w:rtl/>
          <w:lang w:bidi="fa-IR"/>
        </w:rPr>
        <w:t xml:space="preserve"> که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ذکرِ «لا حَوْلَ وَ لا قُوَّهَ اِلّا بِاللّه الْعَلّ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الْعَظ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</w:t>
      </w:r>
      <w:r w:rsidRPr="0006794D">
        <w:rPr>
          <w:rtl/>
          <w:lang w:bidi="fa-IR"/>
        </w:rPr>
        <w:t xml:space="preserve"> را که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و</w:t>
      </w:r>
      <w:r w:rsidRPr="0006794D">
        <w:rPr>
          <w:rtl/>
          <w:lang w:bidi="fa-IR"/>
        </w:rPr>
        <w:t xml:space="preserve"> از جمله: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اِربل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مالک بن انس نقل کرده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: امام جعفر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ثور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ان،</w:t>
      </w:r>
      <w:r w:rsidRPr="0006794D">
        <w:rPr>
          <w:rtl/>
          <w:lang w:bidi="fa-IR"/>
        </w:rPr>
        <w:t xml:space="preserve"> 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خداوند به تو نعمت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داد و دوست 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آن نعمت برا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باق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بماند، خدا را به خاطر آن نعمت، سپاس و شکر فراوان کن که خداوند ع</w:t>
      </w:r>
      <w:r w:rsidRPr="0006794D">
        <w:rPr>
          <w:rFonts w:hint="eastAsia"/>
          <w:rtl/>
          <w:lang w:bidi="fa-IR"/>
        </w:rPr>
        <w:t>زّوجلّ</w:t>
      </w:r>
      <w:r w:rsidRPr="0006794D">
        <w:rPr>
          <w:rtl/>
          <w:lang w:bidi="fa-IR"/>
        </w:rPr>
        <w:t xml:space="preserve"> در کتاب 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زش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«اگر سپاسگزار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شما نعمت خود را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کنم»؛ و اگر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الرزق</w:t>
      </w:r>
      <w:r w:rsidRPr="0006794D">
        <w:rPr>
          <w:rtl/>
          <w:lang w:bidi="fa-IR"/>
        </w:rPr>
        <w:t xml:space="preserve"> فأکثِرْ مِن الاستغفار؛ فإنّ اللّه عزوجل قال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کتابه: «استغفروا ربّکم إنّه کان غفّارا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رسِلِالسماءَ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کم</w:t>
      </w:r>
      <w:r w:rsidRPr="0006794D">
        <w:rPr>
          <w:rtl/>
          <w:lang w:bidi="fa-IR"/>
        </w:rPr>
        <w:t xml:space="preserve"> مِدرارا و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مْدِدْکم</w:t>
      </w:r>
      <w:r w:rsidRPr="0006794D">
        <w:rPr>
          <w:rtl/>
          <w:lang w:bidi="fa-IR"/>
        </w:rPr>
        <w:t xml:space="preserve"> بأموال و بن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...» -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-«و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جعلْ</w:t>
      </w:r>
      <w:r w:rsidRPr="0006794D">
        <w:rPr>
          <w:rtl/>
          <w:lang w:bidi="fa-IR"/>
        </w:rPr>
        <w:t xml:space="preserve"> لکم جنّاتٍ»</w:t>
      </w:r>
      <w:r w:rsidRPr="00232E6C">
        <w:rPr>
          <w:rStyle w:val="libFootnotenumChar"/>
          <w:rtl/>
        </w:rPr>
        <w:t>(1)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الآخره.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ان،</w:t>
      </w:r>
      <w:r w:rsidRPr="0006794D">
        <w:rPr>
          <w:rtl/>
          <w:lang w:bidi="fa-IR"/>
        </w:rPr>
        <w:t xml:space="preserve"> إذا حَزَنک أمرٌ من سلطان أو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فأکثِرْ من قول «لا حول و لا قوّه إلّا باللّه العل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م»،</w:t>
      </w:r>
      <w:r w:rsidRPr="0006794D">
        <w:rPr>
          <w:rtl/>
          <w:lang w:bidi="fa-IR"/>
        </w:rPr>
        <w:t xml:space="preserve"> فإنّها مفتاح الفرج و کنز من کنوز الجنه».</w:t>
      </w:r>
      <w:r w:rsidRPr="00232E6C">
        <w:rPr>
          <w:rStyle w:val="libFootnotenumChar"/>
          <w:rtl/>
        </w:rPr>
        <w:t>(2)</w:t>
      </w:r>
    </w:p>
    <w:p w:rsidR="0006794D" w:rsidRPr="0006794D" w:rsidRDefault="0006794D" w:rsidP="00232E6C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العجب</w:t>
      </w:r>
      <w:r w:rsidRPr="0006794D">
        <w:rPr>
          <w:rtl/>
          <w:lang w:bidi="fa-IR"/>
        </w:rPr>
        <w:t xml:space="preserve"> لمن فزع من أربع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فزع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أربع</w:t>
      </w:r>
      <w:r w:rsidR="00232E6C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 رواها الصدوق بإسناده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عبداللّه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عَجِبْتُ لمن فَزع من أربعٍ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فْزَع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أربعٍ: عجبتُ لمن خاف العدوَّ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فزع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قوله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«حَسْبُنا اللّه و نعم الوک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ل»</w:t>
      </w:r>
      <w:r w:rsidRPr="00232E6C">
        <w:rPr>
          <w:rStyle w:val="libFootnotenumChar"/>
          <w:rtl/>
        </w:rPr>
        <w:t>(3)</w:t>
      </w:r>
      <w:r w:rsidRPr="0006794D">
        <w:rPr>
          <w:rtl/>
          <w:lang w:bidi="fa-IR"/>
        </w:rPr>
        <w:t>؟! فإن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سمعت اللّه عزوجل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 xml:space="preserve"> بِعَقِبها: «فانقلبوا بنعمه م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اللّه عزوجل و فضلٌ لم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مْسَسْهُم</w:t>
      </w:r>
      <w:r w:rsidRPr="0006794D">
        <w:rPr>
          <w:rtl/>
          <w:lang w:bidi="fa-IR"/>
        </w:rPr>
        <w:t xml:space="preserve"> سوءٌ»</w:t>
      </w:r>
      <w:r w:rsidRPr="00232E6C">
        <w:rPr>
          <w:rStyle w:val="libFootnotenumChar"/>
          <w:rtl/>
        </w:rPr>
        <w:t>(4)</w:t>
      </w:r>
      <w:r w:rsidRPr="0006794D">
        <w:rPr>
          <w:rtl/>
          <w:lang w:bidi="fa-IR"/>
        </w:rPr>
        <w:t>، و عجبت لمن اغتمّ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فزع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قوله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«لا إله إلّا أنت سبحانک 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کنت من الظالم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</w:t>
      </w:r>
      <w:r w:rsidRPr="00232E6C">
        <w:rPr>
          <w:rStyle w:val="libFootnotenumChar"/>
          <w:rtl/>
        </w:rPr>
        <w:t>(5)</w:t>
      </w:r>
      <w:r w:rsidRPr="0006794D">
        <w:rPr>
          <w:rtl/>
          <w:lang w:bidi="fa-IR"/>
        </w:rPr>
        <w:t>؟! فإنّ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سمعت اللّه عزوجل بعقبها: «فاستجبنا له و نجّ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ناه</w:t>
      </w:r>
      <w:r w:rsidRPr="0006794D">
        <w:rPr>
          <w:rtl/>
          <w:lang w:bidi="fa-IR"/>
        </w:rPr>
        <w:t xml:space="preserve"> من الغمّ و کذلک نُنْجِ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</w:t>
      </w:r>
      <w:r w:rsidRPr="00232E6C">
        <w:rPr>
          <w:rStyle w:val="libFootnotenumChar"/>
          <w:rtl/>
        </w:rPr>
        <w:t>(6)</w:t>
      </w:r>
      <w:r w:rsidRPr="0006794D">
        <w:rPr>
          <w:rtl/>
          <w:lang w:bidi="fa-IR"/>
        </w:rPr>
        <w:t>، و عجبت لمن مُکر به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فزع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قوله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«و اُفوِّض أَمر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إنّ اللّه بص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رٌ</w:t>
      </w:r>
      <w:r w:rsidRPr="0006794D">
        <w:rPr>
          <w:rtl/>
          <w:lang w:bidi="fa-IR"/>
        </w:rPr>
        <w:t xml:space="preserve"> بالعباد»</w:t>
      </w:r>
      <w:r w:rsidRPr="00232E6C">
        <w:rPr>
          <w:rStyle w:val="libFootnotenumChar"/>
          <w:rtl/>
        </w:rPr>
        <w:t>(7)</w:t>
      </w:r>
      <w:r w:rsidRPr="0006794D">
        <w:rPr>
          <w:rtl/>
          <w:lang w:bidi="fa-IR"/>
        </w:rPr>
        <w:t>؟! فإنّ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سمعت اللّه عزوجل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 xml:space="preserve"> بعقبها: «فَوَقاه اللّه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ئاتِ</w:t>
      </w:r>
      <w:r w:rsidRPr="0006794D">
        <w:rPr>
          <w:rtl/>
          <w:lang w:bidi="fa-IR"/>
        </w:rPr>
        <w:t xml:space="preserve"> ما مکروا»</w:t>
      </w:r>
      <w:r w:rsidRPr="00232E6C">
        <w:rPr>
          <w:rStyle w:val="libFootnotenumChar"/>
          <w:rtl/>
        </w:rPr>
        <w:t>(8)</w:t>
      </w:r>
      <w:r w:rsidRPr="0006794D">
        <w:rPr>
          <w:rtl/>
          <w:lang w:bidi="fa-IR"/>
        </w:rPr>
        <w:t xml:space="preserve">، و </w:t>
      </w:r>
    </w:p>
    <w:p w:rsidR="0006794D" w:rsidRPr="0006794D" w:rsidRDefault="00232E6C" w:rsidP="00232E6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lastRenderedPageBreak/>
        <w:t>1- 1. سوره نوح /12-10.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کشف الغمّه 3/154، مطالب السؤول 2/56، أورده ابن حمدون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التذکره الحمدون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1/113، الراغب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المحاضرات 2/467، الذهب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6/261.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سوره آل عمران /173.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سوره آل عمران /174.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سوره الأ 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/87.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سوره الأ 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/88.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7- 7. سوره غافر /44.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8- 8. سوره غافر/45.</w:t>
      </w:r>
    </w:p>
    <w:p w:rsidR="0006794D" w:rsidRPr="0006794D" w:rsidRDefault="006E6CD7" w:rsidP="0006794D">
      <w:pPr>
        <w:pStyle w:val="libNormal"/>
        <w:rPr>
          <w:rtl/>
          <w:lang w:bidi="fa-IR"/>
        </w:rPr>
      </w:pPr>
      <w:r w:rsidRPr="00BB2EBE">
        <w:rPr>
          <w:rtl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روز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تو تنگ شد، بس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tl/>
          <w:lang w:bidi="fa-IR"/>
        </w:rPr>
        <w:t xml:space="preserve"> آمرزش بخواه؛ چراکه خداوند عزّوجلّ در کتابش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: «از پروردگارتان طلب آمرزش کن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. که او بس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tl/>
          <w:lang w:bidi="fa-IR"/>
        </w:rPr>
        <w:t xml:space="preserve"> آمرزنده است: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شما از آسمان باران فراوان سراز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کند و به 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له</w:t>
      </w:r>
      <w:r w:rsidR="0006794D" w:rsidRPr="0006794D">
        <w:rPr>
          <w:rtl/>
          <w:lang w:bidi="fa-IR"/>
        </w:rPr>
        <w:t xml:space="preserve"> اموال و پسران شما را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کند.» که منظور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در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است</w:t>
      </w:r>
      <w:r w:rsidR="0006794D" w:rsidRPr="0006794D">
        <w:rPr>
          <w:rtl/>
          <w:lang w:bidi="fa-IR"/>
        </w:rPr>
        <w:t xml:space="preserve"> «و </w:t>
      </w:r>
      <w:r w:rsidR="0006794D" w:rsidRPr="0006794D">
        <w:rPr>
          <w:rFonts w:hint="eastAsia"/>
          <w:rtl/>
          <w:lang w:bidi="fa-IR"/>
        </w:rPr>
        <w:t>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شما باغ 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را قرار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دهد» در آخرت. بعد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فرمود: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سف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ان،</w:t>
      </w:r>
      <w:r w:rsidR="0006794D" w:rsidRPr="0006794D">
        <w:rPr>
          <w:rtl/>
          <w:lang w:bidi="fa-IR"/>
        </w:rPr>
        <w:t xml:space="preserve"> اگر امر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سلطان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غ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tl/>
          <w:lang w:bidi="fa-IR"/>
        </w:rPr>
        <w:t xml:space="preserve"> آن تو را غمناک کرد، بس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tl/>
          <w:lang w:bidi="fa-IR"/>
        </w:rPr>
        <w:t xml:space="preserve"> بگو: «لا حَوْلَ وَ لا قُوَّهَ اِلّا بِاللّه الْعَل</w:t>
      </w:r>
      <w:r w:rsidR="0006794D" w:rsidRPr="0006794D">
        <w:rPr>
          <w:rFonts w:hint="cs"/>
          <w:rtl/>
          <w:lang w:bidi="fa-IR"/>
        </w:rPr>
        <w:t>یِّ</w:t>
      </w:r>
      <w:r w:rsidR="0006794D" w:rsidRPr="0006794D">
        <w:rPr>
          <w:rtl/>
          <w:lang w:bidi="fa-IR"/>
        </w:rPr>
        <w:t xml:space="preserve"> الْعَظ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م»؛</w:t>
      </w:r>
      <w:r w:rsidR="0006794D" w:rsidRPr="0006794D">
        <w:rPr>
          <w:rtl/>
          <w:lang w:bidi="fa-IR"/>
        </w:rPr>
        <w:t xml:space="preserve"> چرا که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ذکر کل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گشا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</w:t>
      </w:r>
      <w:r w:rsidR="0006794D" w:rsidRPr="0006794D">
        <w:rPr>
          <w:rtl/>
          <w:lang w:bidi="fa-IR"/>
        </w:rPr>
        <w:t xml:space="preserve"> مشکلات و گنج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گنجها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بهشت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E6CD7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جمله: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 xml:space="preserve">با سند خود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نموده است که آن حضرت فرمود: در شگفتم از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چهار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در هراس است، چرا به چهار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(برا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نجات خود از آن چهار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که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ترسد) پناه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برد؟ در شگفتم از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دشمن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ترسد چرا پناه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برد به گفتار خداوند متعال: </w:t>
      </w:r>
      <w:r w:rsidR="006E6CD7" w:rsidRPr="006E6CD7">
        <w:rPr>
          <w:rStyle w:val="libAlaemChar"/>
          <w:rFonts w:hint="cs"/>
          <w:rtl/>
        </w:rPr>
        <w:t>(</w:t>
      </w:r>
      <w:r w:rsidRPr="006E6CD7">
        <w:rPr>
          <w:rStyle w:val="libAieChar"/>
          <w:rtl/>
        </w:rPr>
        <w:t>حسبُنا اللّه و نعم الوک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Fonts w:hint="eastAsia"/>
          <w:rtl/>
        </w:rPr>
        <w:t>لُ</w:t>
      </w:r>
      <w:r w:rsidR="006E6CD7" w:rsidRPr="006E6CD7">
        <w:rPr>
          <w:rStyle w:val="libAlaemChar"/>
          <w:rFonts w:hint="cs"/>
          <w:rtl/>
        </w:rPr>
        <w:t>)</w:t>
      </w:r>
      <w:r w:rsidRPr="0006794D">
        <w:rPr>
          <w:rtl/>
          <w:lang w:bidi="fa-IR"/>
        </w:rPr>
        <w:t xml:space="preserve"> (و خدا ما را 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او کارگزار خوب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است)، که من از خداوند 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که در ادامه آن در کتابش فرمود: </w:t>
      </w:r>
      <w:r w:rsidR="006E6CD7" w:rsidRPr="006E6CD7">
        <w:rPr>
          <w:rStyle w:val="libAlaemChar"/>
          <w:rFonts w:hint="cs"/>
          <w:rtl/>
        </w:rPr>
        <w:t>(</w:t>
      </w:r>
      <w:r w:rsidRPr="006E6CD7">
        <w:rPr>
          <w:rStyle w:val="libAieChar"/>
          <w:rtl/>
        </w:rPr>
        <w:t xml:space="preserve">فَانْقَلَبُوا بِنِعْمَهٍ مِنَ اللّه ِ وَ فَضْلٍ لَمْ </w:t>
      </w:r>
      <w:r w:rsidRPr="006E6CD7">
        <w:rPr>
          <w:rStyle w:val="libAieChar"/>
          <w:rFonts w:hint="cs"/>
          <w:rtl/>
        </w:rPr>
        <w:t>یَ</w:t>
      </w:r>
      <w:r w:rsidRPr="006E6CD7">
        <w:rPr>
          <w:rStyle w:val="libAieChar"/>
          <w:rFonts w:hint="eastAsia"/>
          <w:rtl/>
        </w:rPr>
        <w:t>مْسَسْهُمْ</w:t>
      </w:r>
      <w:r w:rsidRPr="006E6CD7">
        <w:rPr>
          <w:rStyle w:val="libAieChar"/>
          <w:rtl/>
        </w:rPr>
        <w:t xml:space="preserve"> سُوءٌ</w:t>
      </w:r>
      <w:r w:rsidR="006E6CD7" w:rsidRPr="006E6CD7">
        <w:rPr>
          <w:rStyle w:val="libAlaemChar"/>
          <w:rFonts w:hint="cs"/>
          <w:rtl/>
        </w:rPr>
        <w:t>)</w:t>
      </w:r>
      <w:r w:rsidRPr="0006794D">
        <w:rPr>
          <w:rtl/>
          <w:lang w:bidi="fa-IR"/>
        </w:rPr>
        <w:t xml:space="preserve"> (پس باز</w:t>
      </w:r>
      <w:r w:rsidRPr="0006794D">
        <w:rPr>
          <w:rFonts w:hint="eastAsia"/>
          <w:rtl/>
          <w:lang w:bidi="fa-IR"/>
        </w:rPr>
        <w:t>گشتند</w:t>
      </w:r>
      <w:r w:rsidRPr="0006794D">
        <w:rPr>
          <w:rtl/>
          <w:lang w:bidi="fa-IR"/>
        </w:rPr>
        <w:t xml:space="preserve"> به نعمت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خدا و فضل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آنها بد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آس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). و در شگفتم از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غمگ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چرا پناه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برد به گفتار خداوند متعال: </w:t>
      </w:r>
      <w:r w:rsidR="006E6CD7" w:rsidRPr="006E6CD7">
        <w:rPr>
          <w:rStyle w:val="libAlaemChar"/>
          <w:rFonts w:hint="cs"/>
          <w:rtl/>
        </w:rPr>
        <w:t>(</w:t>
      </w:r>
      <w:r w:rsidRPr="006E6CD7">
        <w:rPr>
          <w:rStyle w:val="libAieChar"/>
          <w:rtl/>
        </w:rPr>
        <w:t>لا اِلهَ اِلّا اَنْتَ سُبْحانَکَ اِنّ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tl/>
        </w:rPr>
        <w:t xml:space="preserve"> کُنْتُ مِنَ الظّالِم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Fonts w:hint="eastAsia"/>
          <w:rtl/>
        </w:rPr>
        <w:t>نَ</w:t>
      </w:r>
      <w:r w:rsidR="006E6CD7" w:rsidRPr="006E6CD7">
        <w:rPr>
          <w:rStyle w:val="libAlaemChar"/>
          <w:rFonts w:hint="cs"/>
          <w:rtl/>
        </w:rPr>
        <w:t>)</w:t>
      </w:r>
      <w:r w:rsidRPr="0006794D">
        <w:rPr>
          <w:rtl/>
          <w:lang w:bidi="fa-IR"/>
        </w:rPr>
        <w:t xml:space="preserve"> (معبود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جز تو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تو پاک و منزّه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همانا من از ستمگران بودم)، که من 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از خداوند که در ادامه آن فرمود: </w:t>
      </w:r>
      <w:r w:rsidR="006E6CD7" w:rsidRPr="006E6CD7">
        <w:rPr>
          <w:rStyle w:val="libAlaemChar"/>
          <w:rFonts w:hint="cs"/>
          <w:rtl/>
        </w:rPr>
        <w:t>(</w:t>
      </w:r>
      <w:r w:rsidRPr="006E6CD7">
        <w:rPr>
          <w:rStyle w:val="libAieChar"/>
          <w:rtl/>
        </w:rPr>
        <w:t xml:space="preserve">فَاسْتَجَبْنا لَهُ </w:t>
      </w:r>
      <w:r w:rsidRPr="006E6CD7">
        <w:rPr>
          <w:rStyle w:val="libAieChar"/>
          <w:rtl/>
        </w:rPr>
        <w:lastRenderedPageBreak/>
        <w:t>وَ نَجَّ</w:t>
      </w:r>
      <w:r w:rsidRPr="006E6CD7">
        <w:rPr>
          <w:rStyle w:val="libAieChar"/>
          <w:rFonts w:hint="cs"/>
          <w:rtl/>
        </w:rPr>
        <w:t>یْ</w:t>
      </w:r>
      <w:r w:rsidRPr="006E6CD7">
        <w:rPr>
          <w:rStyle w:val="libAieChar"/>
          <w:rFonts w:hint="eastAsia"/>
          <w:rtl/>
        </w:rPr>
        <w:t>ناهُ</w:t>
      </w:r>
      <w:r w:rsidRPr="006E6CD7">
        <w:rPr>
          <w:rStyle w:val="libAieChar"/>
          <w:rtl/>
        </w:rPr>
        <w:t xml:space="preserve"> مِنَ الْغَمِّ وَ کَذلِکَ نُنْجِ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tl/>
        </w:rPr>
        <w:t xml:space="preserve"> الْمُؤْمِن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Fonts w:hint="eastAsia"/>
          <w:rtl/>
        </w:rPr>
        <w:t>نَ</w:t>
      </w:r>
      <w:r w:rsidR="006E6CD7" w:rsidRPr="006E6CD7">
        <w:rPr>
          <w:rStyle w:val="libAlaemChar"/>
          <w:rFonts w:hint="cs"/>
          <w:rtl/>
        </w:rPr>
        <w:t>)</w:t>
      </w:r>
      <w:r w:rsidRPr="0006794D">
        <w:rPr>
          <w:rtl/>
          <w:lang w:bidi="fa-IR"/>
        </w:rPr>
        <w:t xml:space="preserve"> (پس ما او را اجابت نمود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از اندوه و غم نجاتش داد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طور مؤمنان را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نجات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)؛ و در شگفتم از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درباره او م</w:t>
      </w:r>
      <w:r w:rsidRPr="0006794D">
        <w:rPr>
          <w:rFonts w:hint="eastAsia"/>
          <w:rtl/>
          <w:lang w:bidi="fa-IR"/>
        </w:rPr>
        <w:t>کر</w:t>
      </w:r>
      <w:r w:rsidRPr="0006794D">
        <w:rPr>
          <w:rtl/>
          <w:lang w:bidi="fa-IR"/>
        </w:rPr>
        <w:t xml:space="preserve"> و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شده است، چرا پناه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برد به گفتار خداوند متعال </w:t>
      </w:r>
      <w:r w:rsidR="006E6CD7" w:rsidRPr="006E6CD7">
        <w:rPr>
          <w:rStyle w:val="libAlaemChar"/>
          <w:rFonts w:hint="cs"/>
          <w:rtl/>
        </w:rPr>
        <w:t>(</w:t>
      </w:r>
      <w:r w:rsidRPr="006E6CD7">
        <w:rPr>
          <w:rStyle w:val="libAieChar"/>
          <w:rtl/>
        </w:rPr>
        <w:t>وَ اُفَوِّضُ اَمْر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tl/>
        </w:rPr>
        <w:t xml:space="preserve"> اِلَ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tl/>
        </w:rPr>
        <w:t xml:space="preserve"> اللّه ِ اِنَّ اللّه َ بَص</w:t>
      </w:r>
      <w:r w:rsidRPr="006E6CD7">
        <w:rPr>
          <w:rStyle w:val="libAieChar"/>
          <w:rFonts w:hint="cs"/>
          <w:rtl/>
        </w:rPr>
        <w:t>ی</w:t>
      </w:r>
      <w:r w:rsidRPr="006E6CD7">
        <w:rPr>
          <w:rStyle w:val="libAieChar"/>
          <w:rFonts w:hint="eastAsia"/>
          <w:rtl/>
        </w:rPr>
        <w:t>رٌ</w:t>
      </w:r>
      <w:r w:rsidRPr="006E6CD7">
        <w:rPr>
          <w:rStyle w:val="libAieChar"/>
          <w:rtl/>
        </w:rPr>
        <w:t xml:space="preserve"> بِالْعِبادِ</w:t>
      </w:r>
      <w:r w:rsidR="006E6CD7" w:rsidRPr="006E6CD7">
        <w:rPr>
          <w:rStyle w:val="libAlaemChar"/>
          <w:rFonts w:hint="cs"/>
          <w:rtl/>
        </w:rPr>
        <w:t>)</w:t>
      </w:r>
      <w:r w:rsidRPr="0006794D">
        <w:rPr>
          <w:rtl/>
          <w:lang w:bidi="fa-IR"/>
        </w:rPr>
        <w:t xml:space="preserve"> (و من واگذار کردم کارم را به خدا همانا خداوند نسبت به بندگانِ خود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ناست</w:t>
      </w:r>
      <w:r w:rsidRPr="0006794D">
        <w:rPr>
          <w:rtl/>
          <w:lang w:bidi="fa-IR"/>
        </w:rPr>
        <w:t>)، که 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خداوند عزّوجلّ در ادامه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فرمود: </w:t>
      </w:r>
      <w:r w:rsidR="006E6CD7" w:rsidRPr="006E6CD7">
        <w:rPr>
          <w:rStyle w:val="libAlaemChar"/>
          <w:rFonts w:hint="cs"/>
          <w:rtl/>
        </w:rPr>
        <w:t>(</w:t>
      </w:r>
      <w:r w:rsidRPr="006E6CD7">
        <w:rPr>
          <w:rStyle w:val="libAieChar"/>
          <w:rtl/>
        </w:rPr>
        <w:t>فَ</w:t>
      </w:r>
      <w:r w:rsidRPr="006E6CD7">
        <w:rPr>
          <w:rStyle w:val="libAieChar"/>
          <w:rFonts w:hint="eastAsia"/>
          <w:rtl/>
        </w:rPr>
        <w:t>وَقاهُ</w:t>
      </w:r>
      <w:r w:rsidRPr="006E6CD7">
        <w:rPr>
          <w:rStyle w:val="libAieChar"/>
          <w:rtl/>
        </w:rPr>
        <w:t xml:space="preserve"> اللّه ُ سَ</w:t>
      </w:r>
      <w:r w:rsidRPr="006E6CD7">
        <w:rPr>
          <w:rStyle w:val="libAieChar"/>
          <w:rFonts w:hint="cs"/>
          <w:rtl/>
        </w:rPr>
        <w:t>یِ</w:t>
      </w:r>
      <w:r w:rsidRPr="006E6CD7">
        <w:rPr>
          <w:rStyle w:val="libAieChar"/>
          <w:rFonts w:hint="eastAsia"/>
          <w:rtl/>
        </w:rPr>
        <w:t>ئاتِ</w:t>
      </w:r>
      <w:r w:rsidRPr="006E6CD7">
        <w:rPr>
          <w:rStyle w:val="libAieChar"/>
          <w:rtl/>
        </w:rPr>
        <w:t xml:space="preserve"> ما مَکَرَوُا</w:t>
      </w:r>
      <w:r w:rsidR="006E6CD7" w:rsidRPr="006E6CD7">
        <w:rPr>
          <w:rStyle w:val="libAlaemChar"/>
          <w:rFonts w:hint="cs"/>
          <w:rtl/>
        </w:rPr>
        <w:t>)</w:t>
      </w:r>
      <w:r w:rsidRPr="0006794D">
        <w:rPr>
          <w:rtl/>
          <w:lang w:bidi="fa-IR"/>
        </w:rPr>
        <w:t xml:space="preserve"> (پس خداوند حفظ کرد او را از نقشه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درباره او 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خته</w:t>
      </w:r>
      <w:r w:rsidRPr="0006794D">
        <w:rPr>
          <w:rtl/>
          <w:lang w:bidi="fa-IR"/>
        </w:rPr>
        <w:t xml:space="preserve"> بودند)؛ و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عجبتُ</w:t>
      </w:r>
      <w:r w:rsidRPr="0006794D">
        <w:rPr>
          <w:rtl/>
          <w:lang w:bidi="fa-IR"/>
        </w:rPr>
        <w:t xml:space="preserve"> لمن أراد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نتها</w:t>
      </w:r>
      <w:r w:rsidRPr="0006794D">
        <w:rPr>
          <w:rtl/>
          <w:lang w:bidi="fa-IR"/>
        </w:rPr>
        <w:t xml:space="preserve">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فزع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قوله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«ماشاء اللّه لا قوه إلاّ باللّه»</w:t>
      </w:r>
      <w:r w:rsidRPr="006E6CD7">
        <w:rPr>
          <w:rStyle w:val="libFootnotenumChar"/>
          <w:rtl/>
        </w:rPr>
        <w:t>(1)</w:t>
      </w:r>
      <w:r w:rsidRPr="0006794D">
        <w:rPr>
          <w:rtl/>
          <w:lang w:bidi="fa-IR"/>
        </w:rPr>
        <w:t>؛ فإنّ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سمعت اللّه عزوجل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 xml:space="preserve"> بعقبها: «إنْ تَرَن أنا اَقلُّ منک مالاً و ولدا فعس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ربّ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ؤْتِ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نِ</w:t>
      </w:r>
      <w:r w:rsidRPr="0006794D">
        <w:rPr>
          <w:rtl/>
          <w:lang w:bidi="fa-IR"/>
        </w:rPr>
        <w:t xml:space="preserve">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من جنّتک»</w:t>
      </w:r>
      <w:r w:rsidRPr="006E6CD7">
        <w:rPr>
          <w:rStyle w:val="libFootnotenumChar"/>
          <w:rtl/>
        </w:rPr>
        <w:t>(2)</w:t>
      </w:r>
      <w:r w:rsidRPr="0006794D">
        <w:rPr>
          <w:rtl/>
          <w:lang w:bidi="fa-IR"/>
        </w:rPr>
        <w:t xml:space="preserve"> و عس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موجِبَهٌ.</w:t>
      </w:r>
      <w:r w:rsidRPr="006E6CD7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E6CD7" w:rsidP="002F722C">
      <w:pPr>
        <w:pStyle w:val="Heading1"/>
        <w:rPr>
          <w:rtl/>
        </w:rPr>
      </w:pPr>
      <w:r>
        <w:rPr>
          <w:rtl/>
        </w:rPr>
        <w:br w:type="page"/>
      </w:r>
      <w:bookmarkStart w:id="100" w:name="_Toc66035356"/>
      <w:bookmarkStart w:id="101" w:name="_Toc66035422"/>
      <w:r w:rsidR="0006794D" w:rsidRPr="0006794D">
        <w:rPr>
          <w:rFonts w:hint="eastAsia"/>
          <w:rtl/>
        </w:rPr>
        <w:lastRenderedPageBreak/>
        <w:t>أربعه</w:t>
      </w:r>
      <w:r w:rsidR="0006794D" w:rsidRPr="0006794D">
        <w:rPr>
          <w:rtl/>
        </w:rPr>
        <w:t xml:space="preserve"> من کنوز البر</w:t>
      </w:r>
      <w:bookmarkEnd w:id="100"/>
      <w:bookmarkEnd w:id="10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مما رواها المف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بسنده عن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عن جده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قال: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أربعهٌ من کنوز البرّ: کتمان الحاجه و کتمان الصدقه و کتمان المرض و کتمان المص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به</w:t>
      </w:r>
      <w:r w:rsidRPr="0006794D">
        <w:rPr>
          <w:rtl/>
          <w:lang w:bidi="fa-IR"/>
        </w:rPr>
        <w:t>.</w:t>
      </w:r>
      <w:r w:rsidRPr="006E6CD7">
        <w:rPr>
          <w:rStyle w:val="libFootnotenumChar"/>
          <w:rtl/>
        </w:rPr>
        <w:t>(4)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102" w:name="_Toc66035357"/>
      <w:bookmarkStart w:id="103" w:name="_Toc66035423"/>
      <w:r w:rsidRPr="0006794D">
        <w:rPr>
          <w:rFonts w:hint="eastAsia"/>
          <w:rtl/>
        </w:rPr>
        <w:t>أربعه</w:t>
      </w:r>
      <w:r w:rsidRPr="0006794D">
        <w:rPr>
          <w:rtl/>
        </w:rPr>
        <w:t xml:space="preserve"> من کنوز الجنه</w:t>
      </w:r>
      <w:bookmarkEnd w:id="102"/>
      <w:bookmarkEnd w:id="10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مارواها الراوند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رفعه عن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أنّه قال: أربع من کنوز الجنّه: کتمان الفاقه و کتمان الصدقه و کتمان المص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به</w:t>
      </w:r>
      <w:r w:rsidRPr="0006794D">
        <w:rPr>
          <w:rtl/>
          <w:lang w:bidi="fa-IR"/>
        </w:rPr>
        <w:t xml:space="preserve"> و کتمان الوجع.</w:t>
      </w:r>
      <w:r w:rsidRPr="006E6CD7">
        <w:rPr>
          <w:rStyle w:val="libFootnotenumChar"/>
          <w:rtl/>
        </w:rPr>
        <w:t>(5)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قال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: من کنوز البرّ: کتمان المصائب و الأمراض و الصدقه.</w:t>
      </w:r>
      <w:r w:rsidRPr="006E6CD7">
        <w:rPr>
          <w:rStyle w:val="libFootnotenumChar"/>
          <w:rtl/>
        </w:rPr>
        <w:t>(6)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104" w:name="_Toc66035358"/>
      <w:bookmarkStart w:id="105" w:name="_Toc66035424"/>
      <w:r w:rsidRPr="0006794D">
        <w:rPr>
          <w:rFonts w:hint="eastAsia"/>
          <w:rtl/>
        </w:rPr>
        <w:t>الکوفه</w:t>
      </w:r>
      <w:r w:rsidRPr="0006794D">
        <w:rPr>
          <w:rtl/>
        </w:rPr>
        <w:t xml:space="preserve"> کنز الإ</w:t>
      </w:r>
      <w:r w:rsidRPr="0006794D">
        <w:rPr>
          <w:rFonts w:hint="cs"/>
          <w:rtl/>
        </w:rPr>
        <w:t>ی</w:t>
      </w:r>
      <w:r w:rsidRPr="0006794D">
        <w:rPr>
          <w:rFonts w:hint="eastAsia"/>
          <w:rtl/>
        </w:rPr>
        <w:t>مان</w:t>
      </w:r>
      <w:bookmarkEnd w:id="104"/>
      <w:bookmarkEnd w:id="10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خبر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الخدر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سمعت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>: الکوفه جمجمه العرب و رمح اللّه تبارک و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کنز الإ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فخُذ عنهم،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.</w:t>
      </w:r>
      <w:r w:rsidRPr="006E6CD7">
        <w:rPr>
          <w:rStyle w:val="libFootnotenumChar"/>
          <w:rtl/>
        </w:rPr>
        <w:t>(7)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الکوفه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تنطبق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الغَرِ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و هو بلد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بلدک و بلد آباؤنا و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انتسابنا.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E6CD7" w:rsidP="002F722C">
      <w:pPr>
        <w:pStyle w:val="Heading1"/>
        <w:rPr>
          <w:rtl/>
        </w:rPr>
      </w:pPr>
      <w:r>
        <w:rPr>
          <w:rtl/>
        </w:rPr>
        <w:br w:type="page"/>
      </w:r>
      <w:bookmarkStart w:id="106" w:name="_Toc66035359"/>
      <w:bookmarkStart w:id="107" w:name="_Toc66035425"/>
      <w:r w:rsidR="0006794D" w:rsidRPr="0006794D">
        <w:rPr>
          <w:rFonts w:hint="eastAsia"/>
          <w:rtl/>
        </w:rPr>
        <w:lastRenderedPageBreak/>
        <w:t>کنوز</w:t>
      </w:r>
      <w:r w:rsidR="0006794D" w:rsidRPr="0006794D">
        <w:rPr>
          <w:rtl/>
        </w:rPr>
        <w:t xml:space="preserve"> الله ف</w:t>
      </w:r>
      <w:r w:rsidR="0006794D" w:rsidRPr="0006794D">
        <w:rPr>
          <w:rFonts w:hint="cs"/>
          <w:rtl/>
        </w:rPr>
        <w:t>ی</w:t>
      </w:r>
      <w:r w:rsidR="0006794D" w:rsidRPr="0006794D">
        <w:rPr>
          <w:rtl/>
        </w:rPr>
        <w:t xml:space="preserve"> الطالقان</w:t>
      </w:r>
      <w:bookmarkEnd w:id="106"/>
      <w:bookmarkEnd w:id="107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مارواها الحسن بن 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الحلّ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بإسناده عن المفضّل بن عمر عن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طو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: ثم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خرج</w:t>
      </w:r>
      <w:r w:rsidRPr="0006794D">
        <w:rPr>
          <w:rtl/>
          <w:lang w:bidi="fa-IR"/>
        </w:rPr>
        <w:t xml:space="preserve"> الفتَ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الحسن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الصب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من نحو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لم،</w:t>
      </w:r>
      <w:r w:rsidRPr="0006794D">
        <w:rPr>
          <w:rtl/>
          <w:lang w:bidi="fa-IR"/>
        </w:rPr>
        <w:t xml:space="preserve"> فَ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</w:p>
    <w:p w:rsidR="0006794D" w:rsidRPr="0006794D" w:rsidRDefault="006E6CD7" w:rsidP="006E6C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سوره الکهف /39.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سوره الکهف /39 و 40.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الصدوق، المجلس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ح2/54 الرقم 9، الخصال /218 ح43.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المجلس الأوّل 4/8.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5- 5. الدعوات /164 ح252.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6- 6. الدعوات /167 ح462، و نحوها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الاثن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المواعظ العدد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/18.</w:t>
      </w:r>
    </w:p>
    <w:p w:rsidR="0006794D" w:rsidRPr="0006794D" w:rsidRDefault="0006794D" w:rsidP="006E6CD7">
      <w:pPr>
        <w:pStyle w:val="libFootnote0"/>
        <w:rPr>
          <w:rtl/>
          <w:lang w:bidi="fa-IR"/>
        </w:rPr>
      </w:pPr>
    </w:p>
    <w:p w:rsidR="0006794D" w:rsidRPr="0006794D" w:rsidRDefault="0006794D" w:rsidP="006E6CD7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7- 7.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6/243 ح1.</w:t>
      </w:r>
    </w:p>
    <w:p w:rsidR="006E6CD7" w:rsidRDefault="0006794D" w:rsidP="006E6CD7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E6CD7" w:rsidP="009F4AD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در</w:t>
      </w:r>
      <w:r w:rsidR="0006794D" w:rsidRPr="0006794D">
        <w:rPr>
          <w:rtl/>
          <w:lang w:bidi="fa-IR"/>
        </w:rPr>
        <w:t xml:space="preserve"> شگفتم از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و 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نت</w:t>
      </w:r>
      <w:r w:rsidR="0006794D" w:rsidRPr="0006794D">
        <w:rPr>
          <w:rtl/>
          <w:lang w:bidi="fa-IR"/>
        </w:rPr>
        <w:t xml:space="preserve"> آن را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خواهد، چرا پناه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برد به گفتار خداوند متعال که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: «ماشآءَ اللّه ُ لا قُوَّهَ اِلّا بِاللّه ِ» (آن چه خدا بخواهد واقع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 و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رو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ست</w:t>
      </w:r>
      <w:r w:rsidR="0006794D" w:rsidRPr="0006794D">
        <w:rPr>
          <w:rtl/>
          <w:lang w:bidi="fa-IR"/>
        </w:rPr>
        <w:t xml:space="preserve"> جز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که از جانب خداست)، که شن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دم</w:t>
      </w:r>
      <w:r w:rsidR="0006794D" w:rsidRPr="0006794D">
        <w:rPr>
          <w:rtl/>
          <w:lang w:bidi="fa-IR"/>
        </w:rPr>
        <w:t xml:space="preserve"> خداوند عزّوجلّ در ادامه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آ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ف</w:t>
      </w:r>
      <w:r w:rsidR="0006794D" w:rsidRPr="0006794D">
        <w:rPr>
          <w:rFonts w:hint="eastAsia"/>
          <w:rtl/>
          <w:lang w:bidi="fa-IR"/>
        </w:rPr>
        <w:t>رمود</w:t>
      </w:r>
      <w:r w:rsidR="0006794D" w:rsidRPr="0006794D">
        <w:rPr>
          <w:rtl/>
          <w:lang w:bidi="fa-IR"/>
        </w:rPr>
        <w:t xml:space="preserve">: </w:t>
      </w:r>
      <w:r w:rsidR="009F4AD4" w:rsidRPr="009F4AD4">
        <w:rPr>
          <w:rStyle w:val="libAlaemChar"/>
          <w:rFonts w:hint="cs"/>
          <w:rtl/>
        </w:rPr>
        <w:t>(</w:t>
      </w:r>
      <w:r w:rsidR="0006794D" w:rsidRPr="009F4AD4">
        <w:rPr>
          <w:rStyle w:val="libAieChar"/>
          <w:rtl/>
        </w:rPr>
        <w:t>اِنْ تَرَنِ اَنَا اَقَلُّ مِنْکَ مالاً وَ وَلَدا فَعَس</w:t>
      </w:r>
      <w:r w:rsidR="0006794D" w:rsidRPr="009F4AD4">
        <w:rPr>
          <w:rStyle w:val="libAieChar"/>
          <w:rFonts w:hint="cs"/>
          <w:rtl/>
        </w:rPr>
        <w:t>ی</w:t>
      </w:r>
      <w:r w:rsidR="0006794D" w:rsidRPr="009F4AD4">
        <w:rPr>
          <w:rStyle w:val="libAieChar"/>
          <w:rtl/>
        </w:rPr>
        <w:t xml:space="preserve"> رَبّ</w:t>
      </w:r>
      <w:r w:rsidR="0006794D" w:rsidRPr="009F4AD4">
        <w:rPr>
          <w:rStyle w:val="libAieChar"/>
          <w:rFonts w:hint="cs"/>
          <w:rtl/>
        </w:rPr>
        <w:t>ی</w:t>
      </w:r>
      <w:r w:rsidR="0006794D" w:rsidRPr="009F4AD4">
        <w:rPr>
          <w:rStyle w:val="libAieChar"/>
          <w:rtl/>
        </w:rPr>
        <w:t xml:space="preserve"> اَنْ </w:t>
      </w:r>
      <w:r w:rsidR="0006794D" w:rsidRPr="009F4AD4">
        <w:rPr>
          <w:rStyle w:val="libAieChar"/>
          <w:rFonts w:hint="cs"/>
          <w:rtl/>
        </w:rPr>
        <w:t>یُ</w:t>
      </w:r>
      <w:r w:rsidR="0006794D" w:rsidRPr="009F4AD4">
        <w:rPr>
          <w:rStyle w:val="libAieChar"/>
          <w:rFonts w:hint="eastAsia"/>
          <w:rtl/>
        </w:rPr>
        <w:t>ؤْتِ</w:t>
      </w:r>
      <w:r w:rsidR="0006794D" w:rsidRPr="009F4AD4">
        <w:rPr>
          <w:rStyle w:val="libAieChar"/>
          <w:rFonts w:hint="cs"/>
          <w:rtl/>
        </w:rPr>
        <w:t>یَ</w:t>
      </w:r>
      <w:r w:rsidR="0006794D" w:rsidRPr="009F4AD4">
        <w:rPr>
          <w:rStyle w:val="libAieChar"/>
          <w:rFonts w:hint="eastAsia"/>
          <w:rtl/>
        </w:rPr>
        <w:t>نِ</w:t>
      </w:r>
      <w:r w:rsidR="0006794D" w:rsidRPr="009F4AD4">
        <w:rPr>
          <w:rStyle w:val="libAieChar"/>
          <w:rtl/>
        </w:rPr>
        <w:t xml:space="preserve"> خَ</w:t>
      </w:r>
      <w:r w:rsidR="0006794D" w:rsidRPr="009F4AD4">
        <w:rPr>
          <w:rStyle w:val="libAieChar"/>
          <w:rFonts w:hint="cs"/>
          <w:rtl/>
        </w:rPr>
        <w:t>یْ</w:t>
      </w:r>
      <w:r w:rsidR="0006794D" w:rsidRPr="009F4AD4">
        <w:rPr>
          <w:rStyle w:val="libAieChar"/>
          <w:rFonts w:hint="eastAsia"/>
          <w:rtl/>
        </w:rPr>
        <w:t>را</w:t>
      </w:r>
      <w:r w:rsidR="0006794D" w:rsidRPr="009F4AD4">
        <w:rPr>
          <w:rStyle w:val="libAieChar"/>
          <w:rtl/>
        </w:rPr>
        <w:t xml:space="preserve"> مِنْ جَنَّتِکَ</w:t>
      </w:r>
      <w:r w:rsidR="009F4AD4" w:rsidRPr="009F4AD4">
        <w:rPr>
          <w:rStyle w:val="libAlaemChar"/>
          <w:rFonts w:hint="cs"/>
          <w:rtl/>
        </w:rPr>
        <w:t>)</w:t>
      </w:r>
      <w:r w:rsidR="0006794D" w:rsidRPr="0006794D">
        <w:rPr>
          <w:rtl/>
          <w:lang w:bidi="fa-IR"/>
        </w:rPr>
        <w:t>(اگر مرا بب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من در مال و فرزند کمتر از تو هستم،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دوارم</w:t>
      </w:r>
      <w:r w:rsidR="0006794D" w:rsidRPr="0006794D">
        <w:rPr>
          <w:rtl/>
          <w:lang w:bidi="fa-IR"/>
        </w:rPr>
        <w:t xml:space="preserve"> پروردگار من بهتر از باغِ تو به من بدهد)؛ و کلمه «عس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»</w:t>
      </w:r>
      <w:r w:rsidR="0006794D" w:rsidRPr="0006794D">
        <w:rPr>
          <w:rtl/>
          <w:lang w:bidi="fa-IR"/>
        </w:rPr>
        <w:t xml:space="preserve"> در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نجا</w:t>
      </w:r>
      <w:r w:rsidR="0006794D" w:rsidRPr="0006794D">
        <w:rPr>
          <w:rtl/>
          <w:lang w:bidi="fa-IR"/>
        </w:rPr>
        <w:t xml:space="preserve"> معن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دهد.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9F4AD4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موارد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به آن گنج اطلاق شده است: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(رضوان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) در کتاب امال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با سندش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آن حضرت هم از پدرش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از جدّش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خدا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نموده</w:t>
      </w:r>
      <w:r w:rsidRPr="0006794D">
        <w:rPr>
          <w:rtl/>
          <w:lang w:bidi="fa-IR"/>
        </w:rPr>
        <w:t xml:space="preserve"> اند که آن حضرت فرمودند: چهار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است: پنهان کردن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و حاجت، پنهان کردن صدقه، پنهان کردن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پنهان کردن مص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بت</w:t>
      </w:r>
      <w:r w:rsidRPr="0006794D">
        <w:rPr>
          <w:rtl/>
          <w:lang w:bidi="fa-IR"/>
        </w:rPr>
        <w:t>.</w:t>
      </w:r>
      <w:r w:rsidR="009F4AD4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جمله: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مرفوعه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قُطب راوند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9F4AD4" w:rsidRPr="009F4AD4">
        <w:rPr>
          <w:rStyle w:val="libAlaemChar"/>
          <w:rtl/>
        </w:rPr>
        <w:t>قدس‌سره</w:t>
      </w:r>
      <w:r w:rsidR="009F4AD4" w:rsidRPr="00BB2EBE">
        <w:rPr>
          <w:rtl/>
        </w:rPr>
        <w:t xml:space="preserve"> </w:t>
      </w:r>
      <w:r w:rsidRPr="0006794D">
        <w:rPr>
          <w:rtl/>
          <w:lang w:bidi="fa-IR"/>
        </w:rPr>
        <w:t>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نقل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که آن حضرت فرمود: چهار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گنجها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بهشت است: پنهان کردن فقر، پنهان کردن صدقه، پنهان کردن مص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بت</w:t>
      </w:r>
      <w:r w:rsidRPr="0006794D">
        <w:rPr>
          <w:rtl/>
          <w:lang w:bidi="fa-IR"/>
        </w:rPr>
        <w:t xml:space="preserve"> و پنهان کردن رنج و درد.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نقل شده است که فرمودند: از گنجها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پنهان کردن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 و مص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بت</w:t>
      </w:r>
      <w:r w:rsidRPr="0006794D">
        <w:rPr>
          <w:rtl/>
          <w:lang w:bidi="fa-IR"/>
        </w:rPr>
        <w:t xml:space="preserve"> ها و صدقه است.</w:t>
      </w:r>
    </w:p>
    <w:p w:rsidR="00621D9E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جمله: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در خبر ابوسع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خِدر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وارد شده است که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فرمود: شهر کوفه جمجمه عرب است (مرکز قدرت جهان عرب)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زه</w:t>
      </w:r>
      <w:r w:rsidRPr="0006794D">
        <w:rPr>
          <w:rtl/>
          <w:lang w:bidi="fa-IR"/>
        </w:rPr>
        <w:t xml:space="preserve"> خداوندِ تبارک و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</w:t>
      </w:r>
      <w:r w:rsidRPr="0006794D">
        <w:rPr>
          <w:rtl/>
          <w:lang w:bidi="fa-IR"/>
        </w:rPr>
        <w:lastRenderedPageBreak/>
        <w:t>(به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داشتن انسانها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شجاع) و گنج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است (به خاطر وج</w:t>
      </w:r>
      <w:r w:rsidRPr="0006794D">
        <w:rPr>
          <w:rFonts w:hint="eastAsia"/>
          <w:rtl/>
          <w:lang w:bidi="fa-IR"/>
        </w:rPr>
        <w:t>ود</w:t>
      </w:r>
      <w:r w:rsidRPr="0006794D">
        <w:rPr>
          <w:rtl/>
          <w:lang w:bidi="fa-IR"/>
        </w:rPr>
        <w:t xml:space="preserve"> عالمان راست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در آن شهر) پس دانش خود را از آنان بگ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>... .</w:t>
      </w:r>
      <w:r w:rsidR="00621D9E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کوفه امروز منطبق بر نجف اشرف است. همانجا که سرزم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و تو و پدران ماست و ما به آن شهر منسوب هست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از جمله: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طولان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حسن بن 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حلّ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اسنادش از مفضّل بن عمر و او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که حضرت فرمودند: ...سپس از طرف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لم</w:t>
      </w:r>
      <w:r w:rsidRPr="0006794D">
        <w:rPr>
          <w:rtl/>
          <w:lang w:bidi="fa-IR"/>
        </w:rPr>
        <w:t xml:space="preserve"> جوان حسن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چهره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دارد خارج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</w:t>
      </w:r>
    </w:p>
    <w:p w:rsidR="0006794D" w:rsidRPr="0006794D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بصوت</w:t>
      </w:r>
      <w:r w:rsidRPr="0006794D">
        <w:rPr>
          <w:rtl/>
          <w:lang w:bidi="fa-IR"/>
        </w:rPr>
        <w:t xml:space="preserve"> له فص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حٍ</w:t>
      </w:r>
      <w:r w:rsidRPr="0006794D">
        <w:rPr>
          <w:rtl/>
          <w:lang w:bidi="fa-IR"/>
        </w:rPr>
        <w:t xml:space="preserve">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آلَ محمّد، أج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بوا</w:t>
      </w:r>
      <w:r w:rsidRPr="0006794D">
        <w:rPr>
          <w:rtl/>
          <w:lang w:bidi="fa-IR"/>
        </w:rPr>
        <w:t xml:space="preserve"> الملهوف! و المناد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حول الضر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ح،</w:t>
      </w:r>
      <w:r w:rsidRPr="0006794D">
        <w:rPr>
          <w:rtl/>
          <w:lang w:bidi="fa-IR"/>
        </w:rPr>
        <w:t xml:space="preserve"> فتج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به</w:t>
      </w:r>
      <w:r w:rsidRPr="0006794D">
        <w:rPr>
          <w:rtl/>
          <w:lang w:bidi="fa-IR"/>
        </w:rPr>
        <w:t xml:space="preserve"> کنوزُ اللّه بالطالقان، کنوزٌ و أ</w:t>
      </w:r>
      <w:r w:rsidRPr="0006794D">
        <w:rPr>
          <w:rFonts w:hint="cs"/>
          <w:rtl/>
          <w:lang w:bidi="fa-IR"/>
        </w:rPr>
        <w:t>یُ</w:t>
      </w:r>
      <w:r w:rsidRPr="0006794D">
        <w:rPr>
          <w:rtl/>
          <w:lang w:bidi="fa-IR"/>
        </w:rPr>
        <w:t xml:space="preserve"> کنوز، لا من ذهب و لا من فضّه، بل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رجال کزُبُر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لَکأنّ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أنظر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البراذ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الشَّهْبِ بأ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 xml:space="preserve"> الْحِرابُ،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تعاوَوْن</w:t>
      </w:r>
      <w:r w:rsidRPr="0006794D">
        <w:rPr>
          <w:rtl/>
          <w:lang w:bidi="fa-IR"/>
        </w:rPr>
        <w:t xml:space="preserve"> شوقاً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الحرب ک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تتعاو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الذئابُ.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رُهم</w:t>
      </w:r>
      <w:r w:rsidRPr="0006794D">
        <w:rPr>
          <w:rtl/>
          <w:lang w:bidi="fa-IR"/>
        </w:rPr>
        <w:t xml:space="preserve"> رجلٌ من تم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 xml:space="preserve"> له شع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بن صالح. فَ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قبِل</w:t>
      </w:r>
      <w:r w:rsidRPr="0006794D">
        <w:rPr>
          <w:rtl/>
          <w:lang w:bidi="fa-IR"/>
        </w:rPr>
        <w:t xml:space="preserve"> الحسن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>...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.</w:t>
      </w:r>
      <w:r w:rsidRPr="00621D9E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ابنُ أعثمَ الکوف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 الفتوح عن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أنّه قال: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حا</w:t>
      </w:r>
      <w:r w:rsidRPr="0006794D">
        <w:rPr>
          <w:rtl/>
          <w:lang w:bidi="fa-IR"/>
        </w:rPr>
        <w:t xml:space="preserve"> للطالقان! فإنّ للّه عزّوجلّ بها کنوزا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من ذهب و لا فضّه، ولکن بها رجال مؤمنون عرفوا اللّه حقّ معرفته، و هم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أنصار المهد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 الزمان.</w:t>
      </w:r>
      <w:r w:rsidRPr="00621D9E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621D9E" w:rsidP="002F722C">
      <w:pPr>
        <w:pStyle w:val="Heading1"/>
        <w:rPr>
          <w:rtl/>
        </w:rPr>
      </w:pPr>
      <w:r>
        <w:rPr>
          <w:rtl/>
        </w:rPr>
        <w:br w:type="page"/>
      </w:r>
      <w:bookmarkStart w:id="108" w:name="_Toc66035360"/>
      <w:bookmarkStart w:id="109" w:name="_Toc66035426"/>
      <w:r w:rsidR="0006794D" w:rsidRPr="0006794D">
        <w:rPr>
          <w:rFonts w:hint="eastAsia"/>
          <w:rtl/>
        </w:rPr>
        <w:lastRenderedPageBreak/>
        <w:t>الکنز</w:t>
      </w:r>
      <w:r w:rsidR="0006794D" w:rsidRPr="0006794D">
        <w:rPr>
          <w:rtl/>
        </w:rPr>
        <w:t xml:space="preserve"> لابد أن 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ودع</w:t>
      </w:r>
      <w:r w:rsidR="0006794D" w:rsidRPr="0006794D">
        <w:rPr>
          <w:rtl/>
        </w:rPr>
        <w:t xml:space="preserve"> عند الأم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ن</w:t>
      </w:r>
      <w:bookmarkEnd w:id="108"/>
      <w:bookmarkEnd w:id="10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اعلم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إنّ الکنز لابدّ من أن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ودعَ</w:t>
      </w:r>
      <w:r w:rsidRPr="0006794D">
        <w:rPr>
          <w:rtl/>
          <w:lang w:bidi="fa-IR"/>
        </w:rPr>
        <w:t xml:space="preserve"> عند الأم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و إلّا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خاف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من النَّهْب و السَّرِقه؛ و لذا قال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و آله و </w:t>
      </w:r>
      <w:r w:rsidR="000174B8" w:rsidRPr="000174B8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لاتتخذوا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ربّا فتتخذَکم عب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دا،</w:t>
      </w:r>
      <w:r w:rsidRPr="0006794D">
        <w:rPr>
          <w:rtl/>
          <w:lang w:bidi="fa-IR"/>
        </w:rPr>
        <w:t xml:space="preserve"> اِکنِزوا کنزکم عند من لا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ض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عُه؛</w:t>
      </w:r>
      <w:r w:rsidRPr="0006794D">
        <w:rPr>
          <w:rtl/>
          <w:lang w:bidi="fa-IR"/>
        </w:rPr>
        <w:t xml:space="preserve"> فإنّ صاحب کنز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خاف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الآفهُ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صاحب کنز اللّه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خاف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الآفه.</w:t>
      </w:r>
      <w:r w:rsidRPr="00621D9E">
        <w:rPr>
          <w:rStyle w:val="libFootnotenumChar"/>
          <w:rtl/>
        </w:rPr>
        <w:t>(3)</w:t>
      </w:r>
    </w:p>
    <w:p w:rsidR="0006794D" w:rsidRPr="0006794D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إن</w:t>
      </w:r>
      <w:r w:rsidRPr="0006794D">
        <w:rPr>
          <w:rtl/>
          <w:lang w:bidi="fa-IR"/>
        </w:rPr>
        <w:t xml:space="preserve"> 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الله بک أحداً فهو کنزک</w:t>
      </w:r>
      <w:r w:rsidR="00621D9E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فأودع</w:t>
      </w:r>
      <w:r w:rsidRPr="0006794D">
        <w:rPr>
          <w:rtl/>
          <w:lang w:bidi="fa-IR"/>
        </w:rPr>
        <w:t xml:space="preserve"> الکنوز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ذکرتُها لک عنداللّه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اعمل بها. و اعلم إن 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ُ بک أحدا فهو کنزک؛ کما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ظهر</w:t>
      </w:r>
      <w:r w:rsidRPr="0006794D">
        <w:rPr>
          <w:rtl/>
          <w:lang w:bidi="fa-IR"/>
        </w:rPr>
        <w:t xml:space="preserve"> من قض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مع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المذکوره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بحارالأنوار</w:t>
      </w:r>
      <w:r w:rsidRPr="00621D9E">
        <w:rPr>
          <w:rStyle w:val="libFootnotenumChar"/>
          <w:rtl/>
        </w:rPr>
        <w:t>(4)</w:t>
      </w:r>
      <w:r w:rsidRPr="0006794D">
        <w:rPr>
          <w:rtl/>
          <w:lang w:bidi="fa-IR"/>
        </w:rPr>
        <w:t>. فاسع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الخلق و ترو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</w:t>
      </w:r>
      <w:r w:rsidRPr="0006794D">
        <w:rPr>
          <w:rtl/>
          <w:lang w:bidi="fa-IR"/>
        </w:rPr>
        <w:t xml:space="preserve"> مذهب الإمام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الحقّه.</w:t>
      </w:r>
    </w:p>
    <w:p w:rsidR="0006794D" w:rsidRPr="0006794D" w:rsidRDefault="00621D9E" w:rsidP="00621D9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621D9E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مختصر البصائر /451 طبعه جماعه المدرس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ن؛</w:t>
      </w:r>
      <w:r w:rsidRPr="0006794D">
        <w:rPr>
          <w:rtl/>
          <w:lang w:bidi="fa-IR"/>
        </w:rPr>
        <w:t xml:space="preserve"> بحارالأ نوار 53/15 (21/550).</w:t>
      </w:r>
    </w:p>
    <w:p w:rsidR="0006794D" w:rsidRPr="0006794D" w:rsidRDefault="0006794D" w:rsidP="00621D9E">
      <w:pPr>
        <w:pStyle w:val="libFootnote0"/>
        <w:rPr>
          <w:rtl/>
          <w:lang w:bidi="fa-IR"/>
        </w:rPr>
      </w:pPr>
    </w:p>
    <w:p w:rsidR="0006794D" w:rsidRPr="0006794D" w:rsidRDefault="0006794D" w:rsidP="00621D9E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الفتوح 2/78،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/101، عقدالدرر /122، کنزالعمال 14/591، کشف الغمه 4/206.</w:t>
      </w:r>
    </w:p>
    <w:p w:rsidR="0006794D" w:rsidRPr="0006794D" w:rsidRDefault="0006794D" w:rsidP="00621D9E">
      <w:pPr>
        <w:pStyle w:val="libFootnote0"/>
        <w:rPr>
          <w:rtl/>
          <w:lang w:bidi="fa-IR"/>
        </w:rPr>
      </w:pPr>
    </w:p>
    <w:p w:rsidR="0006794D" w:rsidRPr="0006794D" w:rsidRDefault="0006794D" w:rsidP="00621D9E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بحارالأنوار، 14/327 ح48.</w:t>
      </w:r>
    </w:p>
    <w:p w:rsidR="0006794D" w:rsidRPr="0006794D" w:rsidRDefault="0006794D" w:rsidP="00621D9E">
      <w:pPr>
        <w:pStyle w:val="libFootnote0"/>
        <w:rPr>
          <w:rtl/>
          <w:lang w:bidi="fa-IR"/>
        </w:rPr>
      </w:pPr>
    </w:p>
    <w:p w:rsidR="0006794D" w:rsidRPr="0006794D" w:rsidRDefault="0006794D" w:rsidP="00621D9E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بحارالأنوار 14/(282-280).</w:t>
      </w:r>
    </w:p>
    <w:p w:rsidR="00621D9E" w:rsidRDefault="0006794D" w:rsidP="00621D9E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21D9E" w:rsidP="00621D9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و</w:t>
      </w:r>
      <w:r w:rsidR="0006794D" w:rsidRPr="0006794D">
        <w:rPr>
          <w:rtl/>
          <w:lang w:bidi="fa-IR"/>
        </w:rPr>
        <w:t xml:space="preserve"> با صدا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بلند و فص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ح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: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خاندان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، اجابت کن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را که فر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اد</w:t>
      </w:r>
      <w:r w:rsidR="0006794D" w:rsidRPr="0006794D">
        <w:rPr>
          <w:rtl/>
          <w:lang w:bidi="fa-IR"/>
        </w:rPr>
        <w:t xml:space="preserve"> خواهد و به او اندوه رس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ده</w:t>
      </w:r>
      <w:r w:rsidR="0006794D" w:rsidRPr="0006794D">
        <w:rPr>
          <w:rtl/>
          <w:lang w:bidi="fa-IR"/>
        </w:rPr>
        <w:t xml:space="preserve"> باشد. پس از آن مناد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در کنار ضر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ح</w:t>
      </w:r>
      <w:r w:rsidR="0006794D" w:rsidRPr="0006794D">
        <w:rPr>
          <w:rtl/>
          <w:lang w:bidi="fa-IR"/>
        </w:rPr>
        <w:t xml:space="preserve"> است و سپس گنجها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خدا در طالقان دعوت او را اجابت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کنند. آنان گنجها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ند</w:t>
      </w:r>
      <w:r w:rsidR="0006794D" w:rsidRPr="0006794D">
        <w:rPr>
          <w:rtl/>
          <w:lang w:bidi="fa-IR"/>
        </w:rPr>
        <w:t xml:space="preserve"> و چه گنجها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>!!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گنجها نه </w:t>
      </w:r>
      <w:r w:rsidR="0006794D" w:rsidRPr="0006794D">
        <w:rPr>
          <w:rFonts w:hint="eastAsia"/>
          <w:rtl/>
          <w:lang w:bidi="fa-IR"/>
        </w:rPr>
        <w:t>از</w:t>
      </w:r>
      <w:r w:rsidR="0006794D" w:rsidRPr="0006794D">
        <w:rPr>
          <w:rtl/>
          <w:lang w:bidi="fa-IR"/>
        </w:rPr>
        <w:t xml:space="preserve"> جنس طلا هستند و نه از جنس نقره، بلکه مردان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هستند که در شجاعت و مقاومت مثل پاره 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آهن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باشند.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من آنها را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نم</w:t>
      </w:r>
      <w:r w:rsidR="0006794D" w:rsidRPr="0006794D">
        <w:rPr>
          <w:rtl/>
          <w:lang w:bidi="fa-IR"/>
        </w:rPr>
        <w:t xml:space="preserve"> که با در دست داشتن ادوات جنگ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 مرکب 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اه</w:t>
      </w:r>
      <w:r w:rsidR="0006794D" w:rsidRPr="0006794D">
        <w:rPr>
          <w:rtl/>
          <w:lang w:bidi="fa-IR"/>
        </w:rPr>
        <w:t xml:space="preserve"> و سف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سوارند و با اشت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اق</w:t>
      </w:r>
      <w:r w:rsidR="0006794D" w:rsidRPr="0006794D">
        <w:rPr>
          <w:rtl/>
          <w:lang w:bidi="fa-IR"/>
        </w:rPr>
        <w:t xml:space="preserve"> تمام مثل صدا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گرگها صدا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جنگ بر لب دارند. فرمانده آنان مرد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از قب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له</w:t>
      </w:r>
      <w:r w:rsidR="0006794D" w:rsidRPr="0006794D">
        <w:rPr>
          <w:rtl/>
          <w:lang w:bidi="fa-IR"/>
        </w:rPr>
        <w:t xml:space="preserve"> تم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</w:t>
      </w:r>
      <w:r w:rsidR="0006794D" w:rsidRPr="0006794D">
        <w:rPr>
          <w:rtl/>
          <w:lang w:bidi="fa-IR"/>
        </w:rPr>
        <w:t xml:space="preserve"> است که به او شع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ب</w:t>
      </w:r>
      <w:r w:rsidR="0006794D" w:rsidRPr="0006794D">
        <w:rPr>
          <w:rtl/>
          <w:lang w:bidi="fa-IR"/>
        </w:rPr>
        <w:t xml:space="preserve"> بن صالح گفته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شود. پس س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حسن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فرمانده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کل آنها را به عهده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رد</w:t>
      </w:r>
      <w:r w:rsidR="0006794D" w:rsidRPr="0006794D">
        <w:rPr>
          <w:rtl/>
          <w:lang w:bidi="fa-IR"/>
        </w:rPr>
        <w:t>... 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ابن</w:t>
      </w:r>
      <w:r w:rsidRPr="0006794D">
        <w:rPr>
          <w:rtl/>
          <w:lang w:bidi="fa-IR"/>
        </w:rPr>
        <w:t xml:space="preserve"> اعثم کوف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کتاب الفتوح از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که آن حضرت فرمود: خوشا بر طالقان که خداوند در آنجا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دارد که نه از طلا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و نه از نقره، بلکه آن گنجها مردان 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هستند که خدا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به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قت</w:t>
      </w:r>
      <w:r w:rsidRPr="0006794D">
        <w:rPr>
          <w:rtl/>
          <w:lang w:bidi="fa-IR"/>
        </w:rPr>
        <w:t xml:space="preserve"> شناخته اند و آنان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اران</w:t>
      </w:r>
      <w:r w:rsidRPr="0006794D">
        <w:rPr>
          <w:rtl/>
          <w:lang w:bidi="fa-IR"/>
        </w:rPr>
        <w:t xml:space="preserve"> حضر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آخرالزّمان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باشند.</w:t>
      </w:r>
    </w:p>
    <w:p w:rsidR="0006794D" w:rsidRPr="0006794D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بدان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گنج را با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نزد شخص امانتدار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گذاشت، در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ترس آن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 که مورد دستبُرد قرار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غارت شود؛ به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خاطر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نب</w:t>
      </w:r>
      <w:r w:rsidRPr="0006794D">
        <w:rPr>
          <w:rFonts w:hint="cs"/>
          <w:rtl/>
          <w:lang w:bidi="fa-IR"/>
        </w:rPr>
        <w:t>یِّ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و آله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الصّلاه و السّلام) فرمود: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را معبود خود قرار نده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او شما را بند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خود 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گنج خود را در نزد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بگذار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آن را 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نکند و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نبرد همانا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گنج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دارد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آفت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گنج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رود،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صاحب گنجِ خدا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هرگز </w:t>
      </w:r>
      <w:r w:rsidRPr="0006794D">
        <w:rPr>
          <w:rtl/>
          <w:lang w:bidi="fa-IR"/>
        </w:rPr>
        <w:lastRenderedPageBreak/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آفت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رود.</w:t>
      </w:r>
      <w:r w:rsidR="00621D9E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پس</w:t>
      </w:r>
      <w:r w:rsidRPr="0006794D">
        <w:rPr>
          <w:rtl/>
          <w:lang w:bidi="fa-IR"/>
        </w:rPr>
        <w:t xml:space="preserve"> گنجها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را که برا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ذکر کردم نزد خداوند متعال به امانت بگذار و به آنها عمل کن؛ و بدان که اگر خداوند به 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تو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هدا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کرد،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است؛ چنان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مطلب از داستان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و آن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که در بحارالانوار ذکر شده است ظاهر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شود. پس در هدا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مردم و ترو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ج</w:t>
      </w:r>
      <w:r w:rsidRPr="0006794D">
        <w:rPr>
          <w:rtl/>
          <w:lang w:bidi="fa-IR"/>
        </w:rPr>
        <w:t xml:space="preserve"> مذهبِ بر حقِّ امام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تلاش کن.***</w:t>
      </w:r>
    </w:p>
    <w:p w:rsidR="0006794D" w:rsidRPr="0006794D" w:rsidRDefault="00621D9E" w:rsidP="00457503">
      <w:pPr>
        <w:pStyle w:val="Heading1"/>
        <w:rPr>
          <w:rtl/>
        </w:rPr>
      </w:pPr>
      <w:r>
        <w:rPr>
          <w:rtl/>
        </w:rPr>
        <w:br w:type="page"/>
      </w:r>
      <w:bookmarkStart w:id="110" w:name="_Toc66035361"/>
      <w:bookmarkStart w:id="111" w:name="_Toc66035427"/>
      <w:r w:rsidR="0006794D" w:rsidRPr="0006794D">
        <w:rPr>
          <w:rFonts w:hint="eastAsia"/>
          <w:rtl/>
        </w:rPr>
        <w:lastRenderedPageBreak/>
        <w:t>خاتمه</w:t>
      </w:r>
      <w:r w:rsidR="0006794D" w:rsidRPr="0006794D">
        <w:rPr>
          <w:rtl/>
        </w:rPr>
        <w:t>:</w:t>
      </w:r>
      <w:bookmarkEnd w:id="110"/>
      <w:bookmarkEnd w:id="11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21D9E">
      <w:pPr>
        <w:pStyle w:val="libBold1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اشاره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قد</w:t>
      </w:r>
      <w:r w:rsidRPr="0006794D">
        <w:rPr>
          <w:rtl/>
          <w:lang w:bidi="fa-IR"/>
        </w:rPr>
        <w:t xml:space="preserve"> جعلت خاتمه هذه الرساله اُمورا: </w:t>
      </w:r>
    </w:p>
    <w:p w:rsidR="00457503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منها</w:t>
      </w:r>
      <w:r w:rsidRPr="0006794D">
        <w:rPr>
          <w:rtl/>
          <w:lang w:bidi="fa-IR"/>
        </w:rPr>
        <w:t>:</w:t>
      </w:r>
    </w:p>
    <w:p w:rsidR="0006794D" w:rsidRPr="0006794D" w:rsidRDefault="0006794D" w:rsidP="002F722C">
      <w:pPr>
        <w:pStyle w:val="Heading1"/>
        <w:rPr>
          <w:rtl/>
        </w:rPr>
      </w:pPr>
      <w:r w:rsidRPr="0006794D">
        <w:rPr>
          <w:rtl/>
        </w:rPr>
        <w:t xml:space="preserve"> </w:t>
      </w:r>
      <w:bookmarkStart w:id="112" w:name="_Toc66035362"/>
      <w:bookmarkStart w:id="113" w:name="_Toc66035428"/>
      <w:r w:rsidRPr="0006794D">
        <w:rPr>
          <w:rtl/>
        </w:rPr>
        <w:t xml:space="preserve">دعاء الإمام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</w:rPr>
        <w:t>ف</w:t>
      </w:r>
      <w:r w:rsidRPr="0006794D">
        <w:rPr>
          <w:rFonts w:hint="cs"/>
          <w:rtl/>
        </w:rPr>
        <w:t>ی</w:t>
      </w:r>
      <w:r w:rsidRPr="0006794D">
        <w:rPr>
          <w:rtl/>
        </w:rPr>
        <w:t xml:space="preserve"> مجلس المنصور للنجاه منه</w:t>
      </w:r>
      <w:bookmarkEnd w:id="112"/>
      <w:bookmarkEnd w:id="11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 xml:space="preserve"> الإربل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«حدّث عبداللّه بن الفضل بن الرب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عن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قال: حجّ المنصور سنهَ سبعٍ و أربع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مائه، فَقَدِم المد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و قال للرب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بن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ونس</w:t>
      </w:r>
      <w:r w:rsidRPr="0006794D">
        <w:rPr>
          <w:rtl/>
          <w:lang w:bidi="fa-IR"/>
        </w:rPr>
        <w:t>: ابعث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جعفربن محمّد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نا</w:t>
      </w:r>
      <w:r w:rsidRPr="0006794D">
        <w:rPr>
          <w:rtl/>
          <w:lang w:bidi="fa-IR"/>
        </w:rPr>
        <w:t xml:space="preserve"> به مُتعَبا. قتلن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إن لم أقتلْه. فتغافل الرب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عنه لِ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نساه،</w:t>
      </w:r>
      <w:r w:rsidRPr="0006794D">
        <w:rPr>
          <w:rtl/>
          <w:lang w:bidi="fa-IR"/>
        </w:rPr>
        <w:t xml:space="preserve"> ثم أعاد ذکره للرب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و قال: ابعث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مُتعَبا. فتغافل عنه، ثم أرسل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قب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حهً</w:t>
      </w:r>
      <w:r w:rsidRPr="0006794D">
        <w:rPr>
          <w:rtl/>
          <w:lang w:bidi="fa-IR"/>
        </w:rPr>
        <w:t xml:space="preserve"> أغلظ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ها،</w:t>
      </w:r>
      <w:r w:rsidRPr="0006794D">
        <w:rPr>
          <w:rtl/>
          <w:lang w:bidi="fa-IR"/>
        </w:rPr>
        <w:t xml:space="preserve"> و أمره أن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بعثَ</w:t>
      </w:r>
      <w:r w:rsidRPr="0006794D">
        <w:rPr>
          <w:rtl/>
          <w:lang w:bidi="fa-IR"/>
        </w:rPr>
        <w:t xml:space="preserve"> من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حضِر</w:t>
      </w:r>
      <w:r w:rsidRPr="0006794D">
        <w:rPr>
          <w:rtl/>
          <w:lang w:bidi="fa-IR"/>
        </w:rPr>
        <w:t xml:space="preserve"> جعفرا، ففعل.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فلمّا</w:t>
      </w:r>
      <w:r w:rsidRPr="0006794D">
        <w:rPr>
          <w:rtl/>
          <w:lang w:bidi="fa-IR"/>
        </w:rPr>
        <w:t xml:space="preserve"> أتاه قال له الرب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أباعبداللّه، اذکر اللّه، فإنّه قد أرسل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بما لا دافع له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رُ</w:t>
      </w:r>
      <w:r w:rsidRPr="0006794D">
        <w:rPr>
          <w:rtl/>
          <w:lang w:bidi="fa-IR"/>
        </w:rPr>
        <w:t xml:space="preserve"> اللّه. فقال جعفر: «لا حول و لا قوه إلّا باللّه».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ثم</w:t>
      </w:r>
      <w:r w:rsidRPr="0006794D">
        <w:rPr>
          <w:rtl/>
          <w:lang w:bidi="fa-IR"/>
        </w:rPr>
        <w:t xml:space="preserve"> إنّ الرب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أعلم المنصور بحضوره، فلمّا دخل جعفر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أوعده و أغلظ له و قال: أ</w:t>
      </w:r>
      <w:r w:rsidRPr="0006794D">
        <w:rPr>
          <w:rFonts w:hint="cs"/>
          <w:rtl/>
          <w:lang w:bidi="fa-IR"/>
        </w:rPr>
        <w:t>یْ</w:t>
      </w:r>
      <w:r w:rsidRPr="0006794D">
        <w:rPr>
          <w:rtl/>
          <w:lang w:bidi="fa-IR"/>
        </w:rPr>
        <w:t xml:space="preserve"> عدوَّ اللّه، اِتّخذک أهل العراق إماما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جبون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زکاه أموالهم، و تُلحِد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سلطان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تبغ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الغوائل. قتلن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إن لم أقتلک.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خاتمه</w:t>
      </w:r>
      <w:r w:rsidRPr="0006794D">
        <w:rPr>
          <w:rtl/>
          <w:lang w:bidi="fa-IR"/>
        </w:rPr>
        <w:t>:</w:t>
      </w:r>
      <w:r w:rsidR="00621D9E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را در امور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چند قرار دادم: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اوّل: دعا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مجلس منصور دوان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خاطر نجات از او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علّامه</w:t>
      </w:r>
      <w:r w:rsidRPr="0006794D">
        <w:rPr>
          <w:rtl/>
          <w:lang w:bidi="fa-IR"/>
        </w:rPr>
        <w:t xml:space="preserve"> اِربل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عبداللّه بن فضل بن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از پدرش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کرد که منصور دوان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سال 147هجر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سفرِ حجّ خانه خدا رفته بود.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وارد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شد به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فرزند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ونس</w:t>
      </w:r>
      <w:r w:rsidRPr="0006794D">
        <w:rPr>
          <w:rtl/>
          <w:lang w:bidi="fa-IR"/>
        </w:rPr>
        <w:t xml:space="preserve"> گفت: شخص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بفرست به 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جعفر بن محمّد تا او را با حال رنج و سخت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نزد من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اورد</w:t>
      </w:r>
      <w:r w:rsidRPr="0006794D">
        <w:rPr>
          <w:rtl/>
          <w:lang w:bidi="fa-IR"/>
        </w:rPr>
        <w:t>. خدا مرا بکشد اگر او را نکشم.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در انجام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سهل انگار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منصور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امر را فراموش کند،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باز منصور گفته اش را تکرار کرد لکن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خود را به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خبر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زد،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مرحله سوّم منصور نامه تند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نوشت و در آن نوشته به شدّت دستو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احضار امام را داد آن هم با حالت زحمت و رنج.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مرتبه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مجبور به انجام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دستور شد.</w:t>
      </w:r>
      <w:r w:rsidR="00621D9E" w:rsidRPr="0006794D">
        <w:rPr>
          <w:rtl/>
          <w:lang w:bidi="fa-IR"/>
        </w:rPr>
        <w:t xml:space="preserve"> </w:t>
      </w:r>
    </w:p>
    <w:p w:rsidR="0006794D" w:rsidRPr="0006794D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امام را حاضر کردند،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به امام عرض کرد: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ابا عبداللّه، به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خدا باش. منصور تو را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جا آورده به خاطر آنچه جز خدا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تواند آن را از تو برطرف نما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امام فرمود: قدرت و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جز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از آنِ خداوند است.</w:t>
      </w:r>
      <w:r w:rsidR="00621D9E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سپس</w:t>
      </w:r>
      <w:r w:rsidRPr="0006794D">
        <w:rPr>
          <w:rtl/>
          <w:lang w:bidi="fa-IR"/>
        </w:rPr>
        <w:t xml:space="preserve">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به منصور خبر داد که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را حاضر نموده است.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امام وارد بر منصور شد، او با امام برخورد تند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 و تهد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کرد و به امام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گفت: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دشمن خدا، مردم عراق تو را به عنوان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شوا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قرار داده اند و زکات مالشان را به 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فرستند. تو </w:t>
      </w:r>
      <w:r w:rsidRPr="0006794D">
        <w:rPr>
          <w:rtl/>
          <w:lang w:bidi="fa-IR"/>
        </w:rPr>
        <w:lastRenderedPageBreak/>
        <w:t>سلطنت مرا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برده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باعث آشوب شده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خدا مرا بکشد اگر تو را نکشم.</w:t>
      </w:r>
    </w:p>
    <w:p w:rsidR="0006794D" w:rsidRPr="0006794D" w:rsidRDefault="0006794D" w:rsidP="00621D9E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فقال</w:t>
      </w:r>
      <w:r w:rsidRPr="0006794D">
        <w:rPr>
          <w:rtl/>
          <w:lang w:bidi="fa-IR"/>
        </w:rPr>
        <w:t xml:space="preserve"> له: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إنّ 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أُعطِ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فشکر، و إنّ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وب</w:t>
      </w:r>
      <w:r w:rsidRPr="0006794D">
        <w:rPr>
          <w:rtl/>
          <w:lang w:bidi="fa-IR"/>
        </w:rPr>
        <w:t xml:space="preserve"> اُبتُل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فصبر، و إنّ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وسف</w:t>
      </w:r>
      <w:r w:rsidRPr="0006794D">
        <w:rPr>
          <w:rtl/>
          <w:lang w:bidi="fa-IR"/>
        </w:rPr>
        <w:t xml:space="preserve"> ظُلِمَ فَغَفَر، و أنت من ذلک السنخ.</w:t>
      </w:r>
      <w:r w:rsidR="00621D9E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فلما</w:t>
      </w:r>
      <w:r w:rsidRPr="0006794D">
        <w:rPr>
          <w:rtl/>
          <w:lang w:bidi="fa-IR"/>
        </w:rPr>
        <w:t xml:space="preserve"> سمع المنصورُ ذلک منه قال له: 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و عند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أبا عبداللّه، أنت البر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ء الساحه، السل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الناح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القل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الغائله، جزاک اللّه مِن 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رَحِمٍ أفضلَ ما جز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ذو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الأرحامِ عن أرحامهم.</w:t>
      </w:r>
      <w:r w:rsidRPr="0006794D">
        <w:rPr>
          <w:rFonts w:hint="eastAsia"/>
          <w:rtl/>
          <w:lang w:bidi="fa-IR"/>
        </w:rPr>
        <w:t>ثم</w:t>
      </w:r>
      <w:r w:rsidRPr="0006794D">
        <w:rPr>
          <w:rtl/>
          <w:lang w:bidi="fa-IR"/>
        </w:rPr>
        <w:t xml:space="preserve"> تناول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دَه</w:t>
      </w:r>
      <w:r w:rsidRPr="0006794D">
        <w:rPr>
          <w:rtl/>
          <w:lang w:bidi="fa-IR"/>
        </w:rPr>
        <w:t xml:space="preserve"> و أجلسه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فُرُشه. ثم قال: عَل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 xml:space="preserve"> بالط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>. فأُت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بالغال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فجعل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غَلّب</w:t>
      </w:r>
      <w:r w:rsidRPr="0006794D">
        <w:rPr>
          <w:rtl/>
          <w:lang w:bidi="fa-IR"/>
        </w:rPr>
        <w:t xml:space="preserve"> لح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هَ</w:t>
      </w:r>
      <w:r w:rsidRPr="0006794D">
        <w:rPr>
          <w:rtl/>
          <w:lang w:bidi="fa-IR"/>
        </w:rPr>
        <w:t xml:space="preserve"> جعفر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ترکها تَقطُرُ، ثم قال: قُم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حفظ اللّه وکلاءته. ثم 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عُ،</w:t>
      </w:r>
      <w:r w:rsidRPr="0006794D">
        <w:rPr>
          <w:rtl/>
          <w:lang w:bidi="fa-IR"/>
        </w:rPr>
        <w:t xml:space="preserve"> ألْحِقْ أبا عبداللّه جائزته و کسوته. انصرف أبا عبداللّه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حفظ اللّه و کنفه فانصرف.</w:t>
      </w:r>
      <w:r w:rsidR="00621D9E"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 xml:space="preserve"> الرب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>: ولحقته فقلت له: 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 رأ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تُ</w:t>
      </w:r>
      <w:r w:rsidRPr="0006794D">
        <w:rPr>
          <w:rtl/>
          <w:lang w:bidi="fa-IR"/>
        </w:rPr>
        <w:t xml:space="preserve"> قبلک مالم تره، ورأ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تُ</w:t>
      </w:r>
      <w:r w:rsidRPr="0006794D">
        <w:rPr>
          <w:rtl/>
          <w:lang w:bidi="fa-IR"/>
        </w:rPr>
        <w:t xml:space="preserve"> بعدک مالا رأ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تُهُ،</w:t>
      </w:r>
      <w:r w:rsidRPr="0006794D">
        <w:rPr>
          <w:rtl/>
          <w:lang w:bidi="fa-IR"/>
        </w:rPr>
        <w:t xml:space="preserve"> فما قلتُ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أبا عبداللّه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دخلت؟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>: قلت: «اللهم احرسن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 xml:space="preserve">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لا تنام و اکفِن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برکنک الذ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رام</w:t>
      </w:r>
      <w:r w:rsidRPr="0006794D">
        <w:rPr>
          <w:rtl/>
          <w:lang w:bidi="fa-IR"/>
        </w:rPr>
        <w:t xml:space="preserve"> و اغفرل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بقدرتک عل</w:t>
      </w:r>
      <w:r w:rsidRPr="0006794D">
        <w:rPr>
          <w:rFonts w:hint="cs"/>
          <w:rtl/>
          <w:lang w:bidi="fa-IR"/>
        </w:rPr>
        <w:t>یَّ</w:t>
      </w:r>
      <w:r w:rsidRPr="0006794D">
        <w:rPr>
          <w:rtl/>
          <w:lang w:bidi="fa-IR"/>
        </w:rPr>
        <w:t>. و لا أهلِکُ و اَنتَ رجائ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اللهم أنتَ أکبرُ و أجلُّ ممّا أخافُ و أحذرُ. اللهم بک أدفعُ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نحره و أستع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ذ</w:t>
      </w:r>
      <w:r w:rsidRPr="0006794D">
        <w:rPr>
          <w:rtl/>
          <w:lang w:bidi="fa-IR"/>
        </w:rPr>
        <w:t xml:space="preserve"> بک من شرِّه». ففعل اللّه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رأ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تَ</w:t>
      </w:r>
      <w:r w:rsidRPr="0006794D">
        <w:rPr>
          <w:rtl/>
          <w:lang w:bidi="fa-IR"/>
        </w:rPr>
        <w:t>.</w:t>
      </w:r>
      <w:r w:rsidRPr="00621D9E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قد</w:t>
      </w:r>
      <w:r w:rsidRPr="0006794D">
        <w:rPr>
          <w:rtl/>
          <w:lang w:bidi="fa-IR"/>
        </w:rPr>
        <w:t xml:space="preserve"> رُو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لقاء الإمام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بالمنصور بکلمات مختلفه، لعلّه متعدد. فراجع إن شئت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2/562 ح22 و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الصدوق، المجلس التاسع و الثمان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 10/709 الرقم 978.</w:t>
      </w:r>
    </w:p>
    <w:p w:rsidR="0006794D" w:rsidRPr="0006794D" w:rsidRDefault="00621D9E" w:rsidP="00621D9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621D9E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کشف الغمه 3/159، مطالب السؤول 2/58.</w:t>
      </w:r>
    </w:p>
    <w:p w:rsidR="00621D9E" w:rsidRDefault="0006794D" w:rsidP="00621D9E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621D9E" w:rsidP="00621D9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امام</w:t>
      </w:r>
      <w:r w:rsidR="0006794D" w:rsidRPr="0006794D">
        <w:rPr>
          <w:rtl/>
          <w:lang w:bidi="fa-IR"/>
        </w:rPr>
        <w:t xml:space="preserve"> صادق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فرمود: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رالمؤمن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ن،</w:t>
      </w:r>
      <w:r w:rsidR="0006794D" w:rsidRPr="0006794D">
        <w:rPr>
          <w:rtl/>
          <w:lang w:bidi="fa-IR"/>
        </w:rPr>
        <w:t xml:space="preserve"> همانا حضرت سل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مان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مشمول عطا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ژه</w:t>
      </w:r>
      <w:r w:rsidR="0006794D" w:rsidRPr="0006794D">
        <w:rPr>
          <w:rtl/>
          <w:lang w:bidi="fa-IR"/>
        </w:rPr>
        <w:t xml:space="preserve"> خداوند قرار گرفت پس شکرگزار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کرد؛ و حضرت ا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Fonts w:hint="eastAsia"/>
          <w:rtl/>
          <w:lang w:bidi="fa-IR"/>
        </w:rPr>
        <w:t>وب</w:t>
      </w:r>
      <w:r w:rsidR="0006794D" w:rsidRPr="0006794D">
        <w:rPr>
          <w:rtl/>
          <w:lang w:bidi="fa-IR"/>
        </w:rPr>
        <w:t xml:space="preserve"> گرفتار بلا شد پس صبر نمود؛ و حضرت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وسف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مورد ظلم قرار گرفت پس (برادرانش را) بخش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>. تو هم از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گروه هست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164597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چون</w:t>
      </w:r>
      <w:r w:rsidRPr="0006794D">
        <w:rPr>
          <w:rtl/>
          <w:lang w:bidi="fa-IR"/>
        </w:rPr>
        <w:t xml:space="preserve"> منصور سخنان امام را شن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به او گفت: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به 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ابا عبداللّه،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اتهامات از تو مبرّ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است. خداوند به تو از طرف خو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</w:t>
      </w:r>
      <w:r w:rsidRPr="0006794D">
        <w:rPr>
          <w:rtl/>
          <w:lang w:bidi="fa-IR"/>
        </w:rPr>
        <w:t xml:space="preserve"> بهتر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جزا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که شخص از جانب خو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</w:t>
      </w:r>
      <w:r w:rsidRPr="0006794D">
        <w:rPr>
          <w:rtl/>
          <w:lang w:bidi="fa-IR"/>
        </w:rPr>
        <w:t xml:space="preserve"> خود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 xml:space="preserve"> عنا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</w:t>
      </w:r>
      <w:r w:rsidR="00164597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سپس</w:t>
      </w:r>
      <w:r w:rsidRPr="0006794D">
        <w:rPr>
          <w:rtl/>
          <w:lang w:bidi="fa-IR"/>
        </w:rPr>
        <w:t xml:space="preserve"> دستش را دراز کرد و امام را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فرش و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خاصّ خود نشاند. پس دستور داد عِطر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اورند</w:t>
      </w:r>
      <w:r w:rsidRPr="0006794D">
        <w:rPr>
          <w:rtl/>
          <w:lang w:bidi="fa-IR"/>
        </w:rPr>
        <w:t>. عطر گرانبها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را آماده کرده و آوردند و با آن عطر محاسن امام را با دستش معطّر نمود به حدّ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قطرات عطر از محاسن امام به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سپس گفت: برخ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که در حفظ و حراس</w:t>
      </w:r>
      <w:r w:rsidRPr="0006794D">
        <w:rPr>
          <w:rFonts w:hint="eastAsia"/>
          <w:rtl/>
          <w:lang w:bidi="fa-IR"/>
        </w:rPr>
        <w:t>تِ</w:t>
      </w:r>
      <w:r w:rsidRPr="0006794D">
        <w:rPr>
          <w:rtl/>
          <w:lang w:bidi="fa-IR"/>
        </w:rPr>
        <w:t xml:space="preserve"> خداوند قرار 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بعد به 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دستور داد که لباس و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زه</w:t>
      </w:r>
      <w:r w:rsidRPr="0006794D">
        <w:rPr>
          <w:rtl/>
          <w:lang w:bidi="fa-IR"/>
        </w:rPr>
        <w:t xml:space="preserve"> ابا عبداللّه را به او بده و او را رها کن در حفظ و حما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ژه</w:t>
      </w:r>
      <w:r w:rsidRPr="0006794D">
        <w:rPr>
          <w:rtl/>
          <w:lang w:bidi="fa-IR"/>
        </w:rPr>
        <w:t xml:space="preserve"> خدا. امام هم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از منصور جدا شد.</w:t>
      </w:r>
      <w:r w:rsidR="00164597"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: من به نزد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رفتم و به آن حضرت گفتم: من قبل از شما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که شما ند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بعد از آمدن شما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دم</w:t>
      </w:r>
      <w:r w:rsidRPr="0006794D">
        <w:rPr>
          <w:rtl/>
          <w:lang w:bidi="fa-IR"/>
        </w:rPr>
        <w:t xml:space="preserve">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که تاکنون ند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ام.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وارد به مجلس منصور شد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چه ذکر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گفت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؟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امام</w:t>
      </w:r>
      <w:r w:rsidRPr="0006794D">
        <w:rPr>
          <w:rtl/>
          <w:lang w:bidi="fa-IR"/>
        </w:rPr>
        <w:t xml:space="preserve"> فرمود: گفتم: «خدا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با آن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و چشم خود که هرگز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خوابد مرا نگهدار، و مرا در سا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رکنِ استوار و خِلَل ناپذ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رت</w:t>
      </w:r>
      <w:r w:rsidRPr="0006794D">
        <w:rPr>
          <w:rtl/>
          <w:lang w:bidi="fa-IR"/>
        </w:rPr>
        <w:t xml:space="preserve"> قرار بده، و مرا ببخش با آن قدرت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من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روم تا </w:t>
      </w:r>
      <w:r w:rsidRPr="0006794D">
        <w:rPr>
          <w:rtl/>
          <w:lang w:bidi="fa-IR"/>
        </w:rPr>
        <w:lastRenderedPageBreak/>
        <w:t>تو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من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خداوندا، تو بزرگ تر و با اهم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تر از آن هست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من از آن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ترسم و وحشت دارم. خدا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ا،</w:t>
      </w:r>
      <w:r w:rsidRPr="0006794D">
        <w:rPr>
          <w:rtl/>
          <w:lang w:bidi="fa-IR"/>
        </w:rPr>
        <w:t xml:space="preserve"> من به واسطه تو دفع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قتل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او در حقّ من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خواهد انجام دهد؛ و از شرّ او به تو پناه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برم». پس خدا هم انجام داد در حقّ من آن چه را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ملاقات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 منصور با کلمات گوناگون و تعاب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متعدّد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شده است. اگر 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کتاب کاف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ج2، ص562،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>22 و به کتاب امال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صدوق، مجلس هشتاد و نهم، ح10، ص709، رقم 978 مراجعه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457503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</w:t>
      </w:r>
    </w:p>
    <w:p w:rsidR="0006794D" w:rsidRPr="0006794D" w:rsidRDefault="0006794D" w:rsidP="002F722C">
      <w:pPr>
        <w:pStyle w:val="Heading1"/>
        <w:rPr>
          <w:rtl/>
        </w:rPr>
      </w:pPr>
      <w:r w:rsidRPr="0006794D">
        <w:rPr>
          <w:rtl/>
        </w:rPr>
        <w:t xml:space="preserve"> </w:t>
      </w:r>
      <w:bookmarkStart w:id="114" w:name="_Toc66035363"/>
      <w:bookmarkStart w:id="115" w:name="_Toc66035429"/>
      <w:r w:rsidRPr="0006794D">
        <w:rPr>
          <w:rtl/>
        </w:rPr>
        <w:t>وص</w:t>
      </w:r>
      <w:r w:rsidRPr="0006794D">
        <w:rPr>
          <w:rFonts w:hint="cs"/>
          <w:rtl/>
        </w:rPr>
        <w:t>ی</w:t>
      </w:r>
      <w:r w:rsidRPr="0006794D">
        <w:rPr>
          <w:rFonts w:hint="eastAsia"/>
          <w:rtl/>
        </w:rPr>
        <w:t>ه</w:t>
      </w:r>
      <w:r w:rsidRPr="0006794D">
        <w:rPr>
          <w:rtl/>
        </w:rPr>
        <w:t xml:space="preserve"> الإمام الصادق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</w:rPr>
        <w:t xml:space="preserve">لولده الإمام الکاظم </w:t>
      </w:r>
      <w:r w:rsidR="00F16AFE" w:rsidRPr="00F16AFE">
        <w:rPr>
          <w:rStyle w:val="libAlaemChar"/>
          <w:rtl/>
        </w:rPr>
        <w:t>عليه‌السلام</w:t>
      </w:r>
      <w:bookmarkEnd w:id="114"/>
      <w:bookmarkEnd w:id="115"/>
      <w:r w:rsidR="00F16AFE" w:rsidRPr="00F16AFE">
        <w:rPr>
          <w:rStyle w:val="libAlaemChar"/>
          <w:rtl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 xml:space="preserve"> الإربل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: «و عن بعض أصحاب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دخلت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هو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بهذه الوص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 فکان ممّا حفظتُ منها أن قال: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أقبِل 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احفظ مقالت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فإنّک إن حفظتها تَعِش سع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و تَمُتْ حم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من قنع بما قُسم له استغن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من مَدَّ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مات 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را،</w:t>
      </w:r>
      <w:r w:rsidRPr="0006794D">
        <w:rPr>
          <w:rtl/>
          <w:lang w:bidi="fa-IR"/>
        </w:rPr>
        <w:t xml:space="preserve"> و من لم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رضَ</w:t>
      </w:r>
      <w:r w:rsidRPr="0006794D">
        <w:rPr>
          <w:rtl/>
          <w:lang w:bidi="fa-IR"/>
        </w:rPr>
        <w:t xml:space="preserve"> بما قسم اللّه له اتّهم اللّه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قضائه، و من استصغر زلّه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استعظم زلّه نفسه، و من استصغر زلّه نفسه استعظم زلّه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من کشف حجاب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انکشفت عورات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ته،</w:t>
      </w:r>
      <w:r w:rsidRPr="0006794D">
        <w:rPr>
          <w:rtl/>
          <w:lang w:bidi="fa-IR"/>
        </w:rPr>
        <w:t xml:space="preserve"> و من سلّ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فَ</w:t>
      </w:r>
      <w:r w:rsidRPr="0006794D">
        <w:rPr>
          <w:rtl/>
          <w:lang w:bidi="fa-IR"/>
        </w:rPr>
        <w:t xml:space="preserve"> البغ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قُتل به، </w:t>
      </w:r>
      <w:r w:rsidRPr="0006794D">
        <w:rPr>
          <w:rtl/>
          <w:lang w:bidi="fa-IR"/>
        </w:rPr>
        <w:lastRenderedPageBreak/>
        <w:t>و من احتفر لأخ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بئرا سقط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ها،</w:t>
      </w:r>
      <w:r w:rsidRPr="0006794D">
        <w:rPr>
          <w:rtl/>
          <w:lang w:bidi="fa-IR"/>
        </w:rPr>
        <w:t xml:space="preserve"> و من داخل السفهاءَ حُقّر، و من خالط العلماء وُقِّر، و من دخل مَداخل السوء اُتُّهِم.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أن تُزرِ</w:t>
      </w:r>
      <w:r w:rsidRPr="0006794D">
        <w:rPr>
          <w:rFonts w:hint="cs"/>
          <w:rtl/>
          <w:lang w:bidi="fa-IR"/>
        </w:rPr>
        <w:t>یَ</w:t>
      </w:r>
      <w:r w:rsidRPr="0006794D">
        <w:rPr>
          <w:rtl/>
          <w:lang w:bidi="fa-IR"/>
        </w:rPr>
        <w:t xml:space="preserve"> بالرجال ف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زر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بک، و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الدخولَ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</w:t>
      </w:r>
      <w:r w:rsidRPr="0006794D">
        <w:rPr>
          <w:rtl/>
          <w:lang w:bidi="fa-IR"/>
        </w:rPr>
        <w:t xml:space="preserve">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فتذلُّ لذلک.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قل الحقّ لک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تُستشار من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أقرانک.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کن لِکتاب اللّه تال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للإسلام فاش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بالمعروف آمرا و عن المنکر ناه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لمن قطعک واصلاً و لمن سکت عنک مبتدئا و لمن سألک معط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النم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مهَ،</w:t>
      </w:r>
      <w:r w:rsidRPr="0006794D">
        <w:rPr>
          <w:rtl/>
          <w:lang w:bidi="fa-IR"/>
        </w:rPr>
        <w:t xml:space="preserve"> فإنّها تزرع الشّحْناءَ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قلوب الرجال، و إ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اک</w:t>
      </w:r>
      <w:r w:rsidRPr="0006794D">
        <w:rPr>
          <w:rtl/>
          <w:lang w:bidi="fa-IR"/>
        </w:rPr>
        <w:t xml:space="preserve"> و التّعّرضَ لع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وب</w:t>
      </w:r>
      <w:r w:rsidRPr="0006794D">
        <w:rPr>
          <w:rtl/>
          <w:lang w:bidi="fa-IR"/>
        </w:rPr>
        <w:t xml:space="preserve"> الناس. فمنزله المتعرّض لع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وب</w:t>
      </w:r>
      <w:r w:rsidRPr="0006794D">
        <w:rPr>
          <w:rtl/>
          <w:lang w:bidi="fa-IR"/>
        </w:rPr>
        <w:t xml:space="preserve"> الناس کمنزله الهدف.</w:t>
      </w:r>
    </w:p>
    <w:p w:rsidR="00164597" w:rsidRDefault="00164597" w:rsidP="0006794D">
      <w:pPr>
        <w:pStyle w:val="libNormal"/>
        <w:rPr>
          <w:rtl/>
          <w:lang w:bidi="fa-IR"/>
        </w:rPr>
      </w:pPr>
    </w:p>
    <w:p w:rsidR="0006794D" w:rsidRPr="0006794D" w:rsidRDefault="0006794D" w:rsidP="00457503">
      <w:pPr>
        <w:pStyle w:val="libNormal"/>
        <w:rPr>
          <w:rtl/>
        </w:rPr>
      </w:pPr>
      <w:r w:rsidRPr="0006794D">
        <w:rPr>
          <w:rFonts w:hint="eastAsia"/>
          <w:rtl/>
        </w:rPr>
        <w:t>امر</w:t>
      </w:r>
      <w:r w:rsidRPr="0006794D">
        <w:rPr>
          <w:rtl/>
        </w:rPr>
        <w:t xml:space="preserve"> دوم: وص</w:t>
      </w:r>
      <w:r w:rsidRPr="0006794D">
        <w:rPr>
          <w:rFonts w:hint="cs"/>
          <w:rtl/>
        </w:rPr>
        <w:t>یّ</w:t>
      </w:r>
      <w:r w:rsidRPr="0006794D">
        <w:rPr>
          <w:rFonts w:hint="eastAsia"/>
          <w:rtl/>
        </w:rPr>
        <w:t>تِ</w:t>
      </w:r>
      <w:r w:rsidRPr="0006794D">
        <w:rPr>
          <w:rtl/>
        </w:rPr>
        <w:t xml:space="preserve">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</w:rPr>
        <w:t xml:space="preserve">به فرزندش امام کاظم </w:t>
      </w:r>
      <w:r w:rsidR="00F16AFE" w:rsidRPr="00F16AFE">
        <w:rPr>
          <w:rStyle w:val="libAlaemChar"/>
          <w:rtl/>
        </w:rPr>
        <w:t xml:space="preserve">عليه‌السلام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عالم</w:t>
      </w:r>
      <w:r w:rsidRPr="0006794D">
        <w:rPr>
          <w:rtl/>
          <w:lang w:bidi="fa-IR"/>
        </w:rPr>
        <w:t xml:space="preserve"> جل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القدر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اِربل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) از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اصحاب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نقل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که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: بر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وارد شدم که فرزندش امام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جعفر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نزد آن حضرت بود و امام به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 آن چه من از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امام صادق در نظرم مانده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فرمود: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مرا بپذ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گفتارم را در نظرت بسپار که اگر آن چه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حفظ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عمل نما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سعادتمند </w:t>
      </w:r>
      <w:r w:rsidRPr="0006794D">
        <w:rPr>
          <w:rtl/>
          <w:lang w:bidi="fa-IR"/>
        </w:rPr>
        <w:lastRenderedPageBreak/>
        <w:t>زندگ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 و مورد ستا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مُرد.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قانع باشد به آن چه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تقس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شده است 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خواهد شد؛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چشمانش به آن چه در دست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است نگاه طمعکارانه داشته باشد،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ازمند</w:t>
      </w:r>
      <w:r w:rsidRPr="0006794D">
        <w:rPr>
          <w:rtl/>
          <w:lang w:bidi="fa-IR"/>
        </w:rPr>
        <w:t xml:space="preserve"> خواهد مُرد،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راض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آن چه خدا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تقس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نموده است نباشد، به خداوند در قضا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تهمت زده است</w:t>
      </w:r>
      <w:r w:rsidRPr="0006794D">
        <w:rPr>
          <w:rFonts w:hint="eastAsia"/>
          <w:rtl/>
          <w:lang w:bidi="fa-IR"/>
        </w:rPr>
        <w:t>؛</w:t>
      </w:r>
      <w:r w:rsidRPr="0006794D">
        <w:rPr>
          <w:rtl/>
          <w:lang w:bidi="fa-IR"/>
        </w:rPr>
        <w:t xml:space="preserve">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لغزش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را کوچک بشمارد، در واقع لغزش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خودش را بزرگ شمرده است؛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لغزش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را بزرگ بشمارد، لغزش خودش را کوچک شمرده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رازِ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را فاش کند خداوند اسرار و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خانوادگ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را فاش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سازد؛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شمش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ستم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بکشد با همان شمش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کشته خواهد شد؛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چاه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برادرش بکند خودش در آن چاه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افتد؛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با نادانان همنش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داشته باشد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و </w:t>
      </w:r>
      <w:r w:rsidRPr="0006794D">
        <w:rPr>
          <w:rFonts w:hint="eastAsia"/>
          <w:rtl/>
          <w:lang w:bidi="fa-IR"/>
        </w:rPr>
        <w:t>کوچک</w:t>
      </w:r>
      <w:r w:rsidRPr="0006794D">
        <w:rPr>
          <w:rtl/>
          <w:lang w:bidi="fa-IR"/>
        </w:rPr>
        <w:t xml:space="preserve"> شمرده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شود؛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با دانشمندان رفت و آمد داشته باشد مورد احترام قرار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رد؛</w:t>
      </w:r>
      <w:r w:rsidRPr="0006794D">
        <w:rPr>
          <w:rtl/>
          <w:lang w:bidi="fa-IR"/>
        </w:rPr>
        <w:t xml:space="preserve"> و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و مجالس بد وارد شود مورد اتّهام قرار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بپره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بزرگان را سرزنش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خودت مورد سرزنش و ملامت واقع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شد؛ و بپره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از دخالت در امور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فا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حال تو ندارد که به خاطر آن خوار و ذل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حق را بگو چه به سود تو باشد و چه به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تو؛ و بر تو باد که با آنان که همانند تو هستند مشورت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457503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کتاب خدا را تلاوت کن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اسلام را آشکارنما و مردم را به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="00457503">
        <w:rPr>
          <w:rFonts w:hint="cs"/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إذا طلبت الجود فعل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بمعدِنه، فإنّ للجود معادنُ و للمعادن أصولاً و للأصول فروعا و للفروع ثمرا و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ثمر إلّا بفرع و لا فرعٌ إلّا بأصل و لا أصل ثابتٌ إلّا بمعدِنٍ ط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بن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إذا زُرتَ فزُر الأخ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و لا تزُر الفجّارَ، فإنّهم صخره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تفجّر</w:t>
      </w:r>
      <w:r w:rsidRPr="0006794D">
        <w:rPr>
          <w:rtl/>
          <w:lang w:bidi="fa-IR"/>
        </w:rPr>
        <w:t xml:space="preserve"> ماؤها و شجره لا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خْضرُّ</w:t>
      </w:r>
      <w:r w:rsidRPr="0006794D">
        <w:rPr>
          <w:rtl/>
          <w:lang w:bidi="fa-IR"/>
        </w:rPr>
        <w:t xml:space="preserve"> ورقُها، و أرض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ظهر</w:t>
      </w:r>
      <w:r w:rsidRPr="0006794D">
        <w:rPr>
          <w:rtl/>
          <w:lang w:bidi="fa-IR"/>
        </w:rPr>
        <w:t xml:space="preserve"> عُشبُها.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قال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موس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: فما ترک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هذه الوص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 تُوُفِّ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»</w:t>
      </w:r>
      <w:r w:rsidRPr="0006794D">
        <w:rPr>
          <w:rtl/>
          <w:lang w:bidi="fa-IR"/>
        </w:rPr>
        <w:t>.</w:t>
      </w:r>
      <w:r w:rsidRPr="00457503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رسول الله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0174B8" w:rsidRPr="000174B8">
        <w:rPr>
          <w:rStyle w:val="libAlaemChar"/>
          <w:rtl/>
        </w:rPr>
        <w:t xml:space="preserve">عليه‌السلام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اُوص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بما وصّ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المرو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.</w:t>
      </w:r>
      <w:r w:rsidRPr="00457503">
        <w:rPr>
          <w:rStyle w:val="libFootnotenumChar"/>
          <w:rtl/>
        </w:rPr>
        <w:t>(2)</w:t>
      </w:r>
    </w:p>
    <w:p w:rsidR="00CB3A98" w:rsidRDefault="0006794D" w:rsidP="00CB3A98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لولده الإمام الحسن </w:t>
      </w:r>
      <w:r w:rsidR="000174B8" w:rsidRPr="000174B8">
        <w:rPr>
          <w:rStyle w:val="libAlaemChar"/>
          <w:rtl/>
        </w:rPr>
        <w:t xml:space="preserve">عليه‌السلام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</w:t>
      </w:r>
    </w:p>
    <w:p w:rsidR="00CB3A98" w:rsidRDefault="00CB3A98" w:rsidP="0006794D">
      <w:pPr>
        <w:pStyle w:val="libNormal"/>
        <w:rPr>
          <w:rtl/>
          <w:lang w:bidi="fa-IR"/>
        </w:rPr>
      </w:pPr>
    </w:p>
    <w:p w:rsidR="00CB3A98" w:rsidRPr="00CB3A98" w:rsidRDefault="0006794D" w:rsidP="002F722C">
      <w:pPr>
        <w:pStyle w:val="Heading1"/>
        <w:rPr>
          <w:rStyle w:val="Heading2Char"/>
          <w:rtl/>
        </w:rPr>
      </w:pPr>
      <w:bookmarkStart w:id="116" w:name="_Toc66035364"/>
      <w:bookmarkStart w:id="117" w:name="_Toc66035430"/>
      <w:r w:rsidRPr="002F722C">
        <w:rPr>
          <w:rtl/>
        </w:rPr>
        <w:t>اُوص</w:t>
      </w:r>
      <w:r w:rsidRPr="002F722C">
        <w:rPr>
          <w:rFonts w:hint="cs"/>
          <w:rtl/>
        </w:rPr>
        <w:t>ی</w:t>
      </w:r>
      <w:r w:rsidRPr="002F722C">
        <w:rPr>
          <w:rFonts w:hint="eastAsia"/>
          <w:rtl/>
        </w:rPr>
        <w:t>ک</w:t>
      </w:r>
      <w:r w:rsidRPr="002F722C">
        <w:rPr>
          <w:rtl/>
        </w:rPr>
        <w:t xml:space="preserve"> بما وصّ</w:t>
      </w:r>
      <w:r w:rsidRPr="002F722C">
        <w:rPr>
          <w:rFonts w:hint="cs"/>
          <w:rtl/>
        </w:rPr>
        <w:t>ی</w:t>
      </w:r>
      <w:r w:rsidRPr="002F722C">
        <w:rPr>
          <w:rtl/>
        </w:rPr>
        <w:t xml:space="preserve"> بها أم</w:t>
      </w:r>
      <w:r w:rsidRPr="002F722C">
        <w:rPr>
          <w:rFonts w:hint="cs"/>
          <w:rtl/>
        </w:rPr>
        <w:t>ی</w:t>
      </w:r>
      <w:r w:rsidRPr="002F722C">
        <w:rPr>
          <w:rFonts w:hint="eastAsia"/>
          <w:rtl/>
        </w:rPr>
        <w:t>رالمؤمن</w:t>
      </w:r>
      <w:r w:rsidRPr="002F722C">
        <w:rPr>
          <w:rFonts w:hint="cs"/>
          <w:rtl/>
        </w:rPr>
        <w:t>ی</w:t>
      </w:r>
      <w:r w:rsidRPr="002F722C">
        <w:rPr>
          <w:rFonts w:hint="eastAsia"/>
          <w:rtl/>
        </w:rPr>
        <w:t>ن</w:t>
      </w:r>
      <w:bookmarkEnd w:id="116"/>
      <w:r w:rsidRPr="002F722C">
        <w:rPr>
          <w:rtl/>
        </w:rPr>
        <w:t xml:space="preserve"> </w:t>
      </w:r>
      <w:r w:rsidR="00CB3A98" w:rsidRPr="00CB3A98">
        <w:rPr>
          <w:rStyle w:val="libAlaemChar"/>
          <w:rFonts w:eastAsiaTheme="minorHAnsi"/>
          <w:rtl/>
        </w:rPr>
        <w:t>عليه‌السلام</w:t>
      </w:r>
      <w:r w:rsidR="00F16AFE" w:rsidRPr="002F722C">
        <w:rPr>
          <w:rtl/>
        </w:rPr>
        <w:t xml:space="preserve"> </w:t>
      </w:r>
      <w:r w:rsidRPr="002F722C">
        <w:rPr>
          <w:rtl/>
        </w:rPr>
        <w:t xml:space="preserve">ولده الإمام الحسن </w:t>
      </w:r>
      <w:r w:rsidR="00CB3A98" w:rsidRPr="00CB3A98">
        <w:rPr>
          <w:rStyle w:val="libAlaemChar"/>
          <w:rFonts w:eastAsiaTheme="minorHAnsi"/>
          <w:rtl/>
        </w:rPr>
        <w:t>عليه‌السلام</w:t>
      </w:r>
      <w:bookmarkEnd w:id="117"/>
      <w:r w:rsidR="00F16AFE" w:rsidRPr="00CB3A98">
        <w:rPr>
          <w:rStyle w:val="Heading2Char"/>
          <w:rtl/>
        </w:rPr>
        <w:t xml:space="preserve"> </w:t>
      </w:r>
    </w:p>
    <w:p w:rsidR="00CB3A98" w:rsidRDefault="00CB3A98" w:rsidP="0006794D">
      <w:pPr>
        <w:pStyle w:val="libNormal"/>
        <w:rPr>
          <w:rStyle w:val="libAlaemChar"/>
          <w:rtl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المنقول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الکتاب الواحد و الثلاث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نهج البلاغه، فراجِعْها.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لولده محمد بن الحنف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أوص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بما وصّ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ولده محمّد ابن الحنف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المرو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>.</w:t>
      </w:r>
      <w:r w:rsidRPr="00457503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اخر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لرسول الله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0174B8" w:rsidRPr="000174B8">
        <w:rPr>
          <w:rStyle w:val="libAlaemChar"/>
          <w:rtl/>
        </w:rPr>
        <w:t xml:space="preserve">عليه‌السلام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رسول اللّه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المرو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معاو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بن عمار قال: سمعت أبا عبداللّه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>: کان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لعل</w:t>
      </w:r>
      <w:r w:rsidRPr="0006794D">
        <w:rPr>
          <w:rFonts w:hint="cs"/>
          <w:rtl/>
          <w:lang w:bidi="fa-IR"/>
        </w:rPr>
        <w:t>یٍّ</w:t>
      </w:r>
      <w:r w:rsidRPr="0006794D">
        <w:rPr>
          <w:rtl/>
          <w:lang w:bidi="fa-IR"/>
        </w:rPr>
        <w:t xml:space="preserve"> أن قال: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اُوص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نفسک بخصال فاحفظْها عنّ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ثم قال: اللهم أع</w:t>
      </w:r>
      <w:r w:rsidRPr="0006794D">
        <w:rPr>
          <w:rFonts w:hint="eastAsia"/>
          <w:rtl/>
          <w:lang w:bidi="fa-IR"/>
        </w:rPr>
        <w:t>ِنْه</w:t>
      </w:r>
      <w:r w:rsidRPr="0006794D">
        <w:rPr>
          <w:rtl/>
          <w:lang w:bidi="fa-IR"/>
        </w:rPr>
        <w:t>.</w:t>
      </w:r>
    </w:p>
    <w:p w:rsidR="0006794D" w:rsidRPr="0006794D" w:rsidRDefault="00457503" w:rsidP="00CB3A9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06794D" w:rsidRPr="0006794D" w:rsidRDefault="0006794D" w:rsidP="00CB3A9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کشف الغمه 3/204، حل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الأول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3/195، و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کشف الغمه 3/157، مطالب السؤول 2/57 مختصرا.</w:t>
      </w:r>
    </w:p>
    <w:p w:rsidR="0006794D" w:rsidRPr="0006794D" w:rsidRDefault="0006794D" w:rsidP="00CB3A98">
      <w:pPr>
        <w:pStyle w:val="libFootnote0"/>
        <w:rPr>
          <w:rtl/>
          <w:lang w:bidi="fa-IR"/>
        </w:rPr>
      </w:pPr>
    </w:p>
    <w:p w:rsidR="0006794D" w:rsidRPr="0006794D" w:rsidRDefault="0006794D" w:rsidP="00CB3A9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4/(375-352) الرقم5762.</w:t>
      </w:r>
    </w:p>
    <w:p w:rsidR="0006794D" w:rsidRPr="0006794D" w:rsidRDefault="0006794D" w:rsidP="00CB3A98">
      <w:pPr>
        <w:pStyle w:val="libFootnote0"/>
        <w:rPr>
          <w:rtl/>
          <w:lang w:bidi="fa-IR"/>
        </w:rPr>
      </w:pPr>
    </w:p>
    <w:p w:rsidR="0006794D" w:rsidRPr="0006794D" w:rsidRDefault="0006794D" w:rsidP="00CB3A98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4/(392-384) الرقم 5834.</w:t>
      </w:r>
    </w:p>
    <w:p w:rsidR="00CB3A98" w:rsidRDefault="0006794D" w:rsidP="00CB3A98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CB3A98" w:rsidRDefault="00CB3A98" w:rsidP="00CB3A9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دستور</w:t>
      </w:r>
      <w:r w:rsidR="0006794D" w:rsidRPr="0006794D">
        <w:rPr>
          <w:rtl/>
          <w:lang w:bidi="fa-IR"/>
        </w:rPr>
        <w:t xml:space="preserve"> ده و از کارها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بد نه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کن. با آن کس که از تو بُر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ده</w:t>
      </w:r>
      <w:r w:rsidR="0006794D" w:rsidRPr="0006794D">
        <w:rPr>
          <w:rtl/>
          <w:lang w:bidi="fa-IR"/>
        </w:rPr>
        <w:t xml:space="preserve"> است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وند</w:t>
      </w:r>
      <w:r w:rsidR="0006794D" w:rsidRPr="0006794D">
        <w:rPr>
          <w:rtl/>
          <w:lang w:bidi="fa-IR"/>
        </w:rPr>
        <w:t xml:space="preserve"> داشته باش و با آن کس که با تو حرف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زند تو شروع کن به حرف زدن، و به آن کس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از تو کمک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خواهد عطا کن. و مبادا سخن 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کار در دل 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مردم 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نه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جاد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کند و بپره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tl/>
          <w:lang w:bidi="fa-IR"/>
        </w:rPr>
        <w:t xml:space="preserve"> از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ک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به 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ب</w:t>
      </w:r>
      <w:r w:rsidR="0006794D" w:rsidRPr="0006794D">
        <w:rPr>
          <w:rtl/>
          <w:lang w:bidi="fa-IR"/>
        </w:rPr>
        <w:t xml:space="preserve"> جو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مردم بپرداز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؛</w:t>
      </w:r>
      <w:r w:rsidR="0006794D" w:rsidRPr="0006794D">
        <w:rPr>
          <w:rtl/>
          <w:lang w:bidi="fa-IR"/>
        </w:rPr>
        <w:t xml:space="preserve"> چرا که شخص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که ع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ب</w:t>
      </w:r>
      <w:r w:rsidR="0006794D" w:rsidRPr="0006794D">
        <w:rPr>
          <w:rtl/>
          <w:lang w:bidi="fa-IR"/>
        </w:rPr>
        <w:t xml:space="preserve"> جو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مردم را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کند همانند هدف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است که همه 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رها</w:t>
      </w:r>
      <w:r w:rsidR="0006794D" w:rsidRPr="0006794D">
        <w:rPr>
          <w:rtl/>
          <w:lang w:bidi="fa-IR"/>
        </w:rPr>
        <w:t xml:space="preserve"> به طرف آن پرتاب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شود.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فرزندم، اگر طالب جود و بخشش هست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 تو باد به معدن 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آن. همانا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جود معادن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وجود دارد و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معدن ها 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شه</w:t>
      </w:r>
      <w:r w:rsidR="0006794D" w:rsidRPr="0006794D">
        <w:rPr>
          <w:rtl/>
          <w:lang w:bidi="fa-IR"/>
        </w:rPr>
        <w:t xml:space="preserve"> 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وجود دارد و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شه</w:t>
      </w:r>
      <w:r w:rsidR="0006794D" w:rsidRPr="0006794D">
        <w:rPr>
          <w:rtl/>
          <w:lang w:bidi="fa-IR"/>
        </w:rPr>
        <w:t xml:space="preserve"> ها شاخه 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وجود دارد و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شاخه ها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وه</w:t>
      </w:r>
      <w:r w:rsidR="0006794D" w:rsidRPr="0006794D">
        <w:rPr>
          <w:rtl/>
          <w:lang w:bidi="fa-IR"/>
        </w:rPr>
        <w:t xml:space="preserve"> 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هست، 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چ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وه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گوارا نم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شود مگر به وس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له</w:t>
      </w:r>
      <w:r w:rsidR="0006794D" w:rsidRPr="0006794D">
        <w:rPr>
          <w:rtl/>
          <w:lang w:bidi="fa-IR"/>
        </w:rPr>
        <w:t xml:space="preserve"> شاخه اش و 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چ</w:t>
      </w:r>
      <w:r w:rsidR="0006794D" w:rsidRPr="0006794D">
        <w:rPr>
          <w:rtl/>
          <w:lang w:bidi="fa-IR"/>
        </w:rPr>
        <w:t xml:space="preserve"> شاخه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و</w:t>
      </w:r>
      <w:r w:rsidR="0006794D" w:rsidRPr="0006794D">
        <w:rPr>
          <w:rFonts w:hint="eastAsia"/>
          <w:rtl/>
          <w:lang w:bidi="fa-IR"/>
        </w:rPr>
        <w:t>جود</w:t>
      </w:r>
      <w:r w:rsidR="0006794D" w:rsidRPr="0006794D">
        <w:rPr>
          <w:rtl/>
          <w:lang w:bidi="fa-IR"/>
        </w:rPr>
        <w:t xml:space="preserve"> ندارد بدون 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شه</w:t>
      </w:r>
      <w:r w:rsidR="0006794D" w:rsidRPr="0006794D">
        <w:rPr>
          <w:rtl/>
          <w:lang w:bidi="fa-IR"/>
        </w:rPr>
        <w:t xml:space="preserve"> و ه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چ</w:t>
      </w:r>
      <w:r w:rsidR="0006794D" w:rsidRPr="0006794D">
        <w:rPr>
          <w:rtl/>
          <w:lang w:bidi="fa-IR"/>
        </w:rPr>
        <w:t xml:space="preserve"> 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شه</w:t>
      </w:r>
      <w:r w:rsidR="0006794D" w:rsidRPr="0006794D">
        <w:rPr>
          <w:rtl/>
          <w:lang w:bidi="fa-IR"/>
        </w:rPr>
        <w:t xml:space="preserve"> ثابت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هم وجود ندارد مگر در جا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گاه</w:t>
      </w:r>
      <w:r w:rsidR="0006794D" w:rsidRPr="0006794D">
        <w:rPr>
          <w:rtl/>
          <w:lang w:bidi="fa-IR"/>
        </w:rPr>
        <w:t xml:space="preserve"> و معدن پاک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زه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.</w:t>
      </w:r>
    </w:p>
    <w:p w:rsidR="0006794D" w:rsidRPr="0006794D" w:rsidRDefault="0006794D" w:rsidP="00CB3A98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اگر 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انسان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کوکار</w:t>
      </w:r>
      <w:r w:rsidRPr="0006794D">
        <w:rPr>
          <w:rtl/>
          <w:lang w:bidi="fa-IR"/>
        </w:rPr>
        <w:t xml:space="preserve"> را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کن و از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ارت</w:t>
      </w:r>
      <w:r w:rsidRPr="0006794D">
        <w:rPr>
          <w:rtl/>
          <w:lang w:bidi="fa-IR"/>
        </w:rPr>
        <w:t xml:space="preserve"> بدکاران بپره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ز،</w:t>
      </w:r>
      <w:r w:rsidRPr="0006794D">
        <w:rPr>
          <w:rtl/>
          <w:lang w:bidi="fa-IR"/>
        </w:rPr>
        <w:t xml:space="preserve"> چراکه بدکاران مثل صخره 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هستند که آب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آنها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جوشد و مثل درخت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هستند که برگ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 درخت سبز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 و مانند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باشند که از آن سبزه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CB3A98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امام</w:t>
      </w:r>
      <w:r w:rsidRPr="0006794D">
        <w:rPr>
          <w:rtl/>
          <w:lang w:bidi="fa-IR"/>
        </w:rPr>
        <w:t xml:space="preserve"> 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پدرم عمل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را ترک نکرد تا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رفت [همواره در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اتش</w:t>
      </w:r>
      <w:r w:rsidRPr="0006794D">
        <w:rPr>
          <w:rtl/>
          <w:lang w:bidi="fa-IR"/>
        </w:rPr>
        <w:t xml:space="preserve">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عمل نمود].</w:t>
      </w:r>
      <w:r w:rsidR="00CB3A98" w:rsidRPr="0006794D">
        <w:rPr>
          <w:rFonts w:hint="eastAsia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سوّم از خاتمه رساله: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تو را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به آن چه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خدا به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سفارش نمود که وصا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حضرت در کتابِ من 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حضره</w:t>
      </w:r>
      <w:r w:rsidRPr="0006794D">
        <w:rPr>
          <w:rtl/>
          <w:lang w:bidi="fa-IR"/>
        </w:rPr>
        <w:t xml:space="preserve">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نقل شده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چهارم از خاتمه رساله:ا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تو را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به آنچه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به فرزندش امام حسن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نمود و در نامه 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کم</w:t>
      </w:r>
      <w:r w:rsidRPr="0006794D">
        <w:rPr>
          <w:rtl/>
          <w:lang w:bidi="fa-IR"/>
        </w:rPr>
        <w:t xml:space="preserve"> نهج البلاغه نقل شده است. پس به آن مراجعه کن.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پنجم از خاتمه رساله: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تو را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به آن چه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به فرزندش محمّد حنف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سفارش فرمود که در کتاب «من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حضره</w:t>
      </w:r>
      <w:r w:rsidRPr="0006794D">
        <w:rPr>
          <w:rtl/>
          <w:lang w:bidi="fa-IR"/>
        </w:rPr>
        <w:t xml:space="preserve">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ه»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أمّا</w:t>
      </w:r>
      <w:r w:rsidRPr="0006794D">
        <w:rPr>
          <w:rtl/>
          <w:lang w:bidi="fa-IR"/>
        </w:rPr>
        <w:t xml:space="preserve"> الاُول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فالصِّدق و لا تَخرُجَنَّ مِن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کِذبهٌ أبدا.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>: الورع و لا تجتر</w:t>
      </w:r>
      <w:r w:rsidRPr="0006794D">
        <w:rPr>
          <w:rFonts w:hint="cs"/>
          <w:rtl/>
          <w:lang w:bidi="fa-IR"/>
        </w:rPr>
        <w:t>یْ</w:t>
      </w:r>
      <w:r w:rsidRPr="0006794D">
        <w:rPr>
          <w:rFonts w:hint="eastAsia"/>
          <w:rtl/>
          <w:lang w:bidi="fa-IR"/>
        </w:rPr>
        <w:t>ء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انه</w:t>
      </w:r>
      <w:r w:rsidRPr="0006794D">
        <w:rPr>
          <w:rtl/>
          <w:lang w:bidi="fa-IR"/>
        </w:rPr>
        <w:t xml:space="preserve"> أبدا.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الثالثه: الخوف مِن اللّه -عَزَّ ذِکْرُه- کأنّک تَراه.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الرابعه: کثره البکاء من خش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بن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لک بکلّ دمعه ألف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الجنّه.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الخامسه: بَذْلُک مالک و دمک دون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السادسه: الأخذ بسنّت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صلات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صوم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صدقت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أما الصلاه فالخمسون رکعهً، و أمّا الص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</w:t>
      </w:r>
      <w:r w:rsidRPr="0006794D">
        <w:rPr>
          <w:rtl/>
          <w:lang w:bidi="fa-IR"/>
        </w:rPr>
        <w:t xml:space="preserve"> فثلاثه أ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الشهر: الخم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أوّله و الأربعاء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وسطه و الخم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آخره، و أمّا الصدقه فجَهدک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تقولَ: قد أسرفتُ و لم تُسرفْ،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بصلاه اللّ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بصلاه ال</w:t>
      </w:r>
      <w:r w:rsidRPr="0006794D">
        <w:rPr>
          <w:rFonts w:hint="eastAsia"/>
          <w:rtl/>
          <w:lang w:bidi="fa-IR"/>
        </w:rPr>
        <w:t>زّوال</w:t>
      </w:r>
      <w:r w:rsidRPr="0006794D">
        <w:rPr>
          <w:rtl/>
          <w:lang w:bidi="fa-IR"/>
        </w:rPr>
        <w:t xml:space="preserve">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بصلاه الزّوال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بصلاه الزّوال</w:t>
      </w:r>
      <w:r w:rsidRPr="00D26A33">
        <w:rPr>
          <w:rStyle w:val="libFootnotenumChar"/>
          <w:rtl/>
        </w:rPr>
        <w:t>(1)</w:t>
      </w:r>
      <w:r w:rsidRPr="0006794D">
        <w:rPr>
          <w:rtl/>
          <w:lang w:bidi="fa-IR"/>
        </w:rPr>
        <w:t>،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بتلاوه القرآن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کلِّ حالٍ،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برفع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دَ</w:t>
      </w:r>
      <w:r w:rsidRPr="0006794D">
        <w:rPr>
          <w:rFonts w:hint="cs"/>
          <w:rtl/>
          <w:lang w:bidi="fa-IR"/>
        </w:rPr>
        <w:t>یْ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صلاتک و تقل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بهما،</w:t>
      </w:r>
      <w:r w:rsidRPr="0006794D">
        <w:rPr>
          <w:rtl/>
          <w:lang w:bidi="fa-IR"/>
        </w:rPr>
        <w:t xml:space="preserve">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بالسّواک عند کلِّ وضوء، و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بمحاسن الأخلاق فارکبْها و مساوئ الأخلاق فاجتنِبْها. فإن لم تفعل فلا تلومنَّ إلّا نفسَک.</w:t>
      </w:r>
      <w:r w:rsidRPr="00D26A33">
        <w:rPr>
          <w:rStyle w:val="libFootnotenumChar"/>
          <w:rtl/>
        </w:rPr>
        <w:t>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D26A33" w:rsidP="002F722C">
      <w:pPr>
        <w:pStyle w:val="Heading1"/>
        <w:rPr>
          <w:rtl/>
        </w:rPr>
      </w:pPr>
      <w:r>
        <w:rPr>
          <w:rtl/>
        </w:rPr>
        <w:br w:type="page"/>
      </w:r>
      <w:bookmarkStart w:id="118" w:name="_Toc66035365"/>
      <w:bookmarkStart w:id="119" w:name="_Toc66035431"/>
      <w:r w:rsidR="0006794D" w:rsidRPr="0006794D">
        <w:rPr>
          <w:rFonts w:hint="eastAsia"/>
          <w:rtl/>
        </w:rPr>
        <w:lastRenderedPageBreak/>
        <w:t>وصا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ا</w:t>
      </w:r>
      <w:r w:rsidR="0006794D" w:rsidRPr="0006794D">
        <w:rPr>
          <w:rtl/>
        </w:rPr>
        <w:t xml:space="preserve"> لقمان لابنه</w:t>
      </w:r>
      <w:bookmarkEnd w:id="118"/>
      <w:bookmarkEnd w:id="119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اُوص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بما أوص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لقمانُ الحک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مُ</w:t>
      </w:r>
      <w:r w:rsidRPr="0006794D">
        <w:rPr>
          <w:rtl/>
          <w:lang w:bidi="fa-IR"/>
        </w:rPr>
        <w:t xml:space="preserve"> ابنه، و وصا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اه</w:t>
      </w:r>
      <w:r w:rsidRPr="0006794D">
        <w:rPr>
          <w:rtl/>
          <w:lang w:bidi="fa-IR"/>
        </w:rPr>
        <w:t xml:space="preserve"> مذکوره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کتب الأخبار و منها بحارالأنوار</w:t>
      </w:r>
      <w:r w:rsidRPr="00D26A33">
        <w:rPr>
          <w:rStyle w:val="libFootnotenumChar"/>
          <w:rtl/>
        </w:rPr>
        <w:t>(3)</w:t>
      </w:r>
      <w:r w:rsidRPr="0006794D">
        <w:rPr>
          <w:rtl/>
          <w:lang w:bidi="fa-IR"/>
        </w:rPr>
        <w:t xml:space="preserve"> لِش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خنا</w:t>
      </w:r>
      <w:r w:rsidRPr="0006794D">
        <w:rPr>
          <w:rtl/>
          <w:lang w:bidi="fa-IR"/>
        </w:rPr>
        <w:t xml:space="preserve"> العلامه المجلس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قدس سره 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2F722C">
      <w:pPr>
        <w:pStyle w:val="Heading1"/>
        <w:rPr>
          <w:rtl/>
        </w:rPr>
      </w:pPr>
      <w:bookmarkStart w:id="120" w:name="_Toc66035366"/>
      <w:bookmarkStart w:id="121" w:name="_Toc66035432"/>
      <w:r w:rsidRPr="0006794D">
        <w:rPr>
          <w:rFonts w:hint="eastAsia"/>
          <w:rtl/>
        </w:rPr>
        <w:t>وصا</w:t>
      </w:r>
      <w:r w:rsidRPr="0006794D">
        <w:rPr>
          <w:rFonts w:hint="cs"/>
          <w:rtl/>
        </w:rPr>
        <w:t>ی</w:t>
      </w:r>
      <w:r w:rsidRPr="0006794D">
        <w:rPr>
          <w:rFonts w:hint="eastAsia"/>
          <w:rtl/>
        </w:rPr>
        <w:t>ا</w:t>
      </w:r>
      <w:r w:rsidRPr="0006794D">
        <w:rPr>
          <w:rtl/>
        </w:rPr>
        <w:t xml:space="preserve"> العلامه الحل</w:t>
      </w:r>
      <w:r w:rsidRPr="0006794D">
        <w:rPr>
          <w:rFonts w:hint="cs"/>
          <w:rtl/>
        </w:rPr>
        <w:t>ی</w:t>
      </w:r>
      <w:r w:rsidRPr="0006794D">
        <w:rPr>
          <w:rtl/>
        </w:rPr>
        <w:t xml:space="preserve"> لولده </w:t>
      </w:r>
      <w:r w:rsidR="00D26A33" w:rsidRPr="00D26A33">
        <w:rPr>
          <w:rStyle w:val="libAlaemChar"/>
          <w:rtl/>
        </w:rPr>
        <w:t>قدس‌سره</w:t>
      </w:r>
      <w:bookmarkEnd w:id="120"/>
      <w:bookmarkEnd w:id="121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اُوص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الختام بما وصّ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العلّامه ولدَه فخرَ المحقق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خاتمه</w:t>
      </w:r>
    </w:p>
    <w:p w:rsidR="0006794D" w:rsidRPr="0006794D" w:rsidRDefault="00D26A33" w:rsidP="00D26A3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06794D" w:rsidRPr="0006794D" w:rsidRDefault="0006794D" w:rsidP="00D26A33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و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نقل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ثلاث مرّات «عل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بصلاه اللّ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ل»</w:t>
      </w:r>
      <w:r w:rsidRPr="0006794D">
        <w:rPr>
          <w:rtl/>
          <w:lang w:bidi="fa-IR"/>
        </w:rPr>
        <w:t xml:space="preserve"> و مرّه «عل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بصلاه الزّوال».</w:t>
      </w:r>
    </w:p>
    <w:p w:rsidR="0006794D" w:rsidRPr="0006794D" w:rsidRDefault="0006794D" w:rsidP="00D26A33">
      <w:pPr>
        <w:pStyle w:val="libFootnote0"/>
        <w:rPr>
          <w:rtl/>
          <w:lang w:bidi="fa-IR"/>
        </w:rPr>
      </w:pPr>
    </w:p>
    <w:p w:rsidR="0006794D" w:rsidRPr="0006794D" w:rsidRDefault="0006794D" w:rsidP="00D26A33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8/79، ح33،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4/188، ح5432 و رواها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بسند معتبر عندنا.</w:t>
      </w:r>
    </w:p>
    <w:p w:rsidR="0006794D" w:rsidRPr="0006794D" w:rsidRDefault="0006794D" w:rsidP="00D26A33">
      <w:pPr>
        <w:pStyle w:val="libFootnote0"/>
        <w:rPr>
          <w:rtl/>
          <w:lang w:bidi="fa-IR"/>
        </w:rPr>
      </w:pPr>
    </w:p>
    <w:p w:rsidR="0006794D" w:rsidRPr="0006794D" w:rsidRDefault="0006794D" w:rsidP="00D26A33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بحارالأنوار 13/ (434-408) [6/(145-127)].</w:t>
      </w:r>
    </w:p>
    <w:p w:rsidR="00D26A33" w:rsidRDefault="0006794D" w:rsidP="00D26A33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D26A33" w:rsidP="00D26A3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امر</w:t>
      </w:r>
      <w:r w:rsidR="0006794D" w:rsidRPr="0006794D">
        <w:rPr>
          <w:rtl/>
          <w:lang w:bidi="fa-IR"/>
        </w:rPr>
        <w:t xml:space="preserve"> ششم از خاتمه رساله: وص</w:t>
      </w:r>
      <w:r w:rsidR="0006794D" w:rsidRPr="0006794D">
        <w:rPr>
          <w:rFonts w:hint="cs"/>
          <w:rtl/>
          <w:lang w:bidi="fa-IR"/>
        </w:rPr>
        <w:t>یّ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پ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امبر</w:t>
      </w:r>
      <w:r w:rsidR="0006794D" w:rsidRPr="0006794D">
        <w:rPr>
          <w:rtl/>
          <w:lang w:bidi="fa-IR"/>
        </w:rPr>
        <w:t xml:space="preserve"> اکرم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به حضرت ام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رالمؤمن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است که در صح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حه</w:t>
      </w:r>
      <w:r w:rsidR="0006794D" w:rsidRPr="0006794D">
        <w:rPr>
          <w:rtl/>
          <w:lang w:bidi="fa-IR"/>
        </w:rPr>
        <w:t xml:space="preserve"> معاو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بن عمّار روا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شده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: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شن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دم</w:t>
      </w:r>
      <w:r w:rsidR="0006794D" w:rsidRPr="0006794D">
        <w:rPr>
          <w:rtl/>
          <w:lang w:bidi="fa-IR"/>
        </w:rPr>
        <w:t xml:space="preserve"> که فرمود: از وصا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حضرت رسول اکرم </w:t>
      </w:r>
      <w:r w:rsidR="00F16AFE" w:rsidRPr="00F16AFE">
        <w:rPr>
          <w:rStyle w:val="libAlaemChar"/>
          <w:rtl/>
        </w:rPr>
        <w:t>صلى‌الله‌عليه‌وآله‌وسلم</w:t>
      </w:r>
      <w:r w:rsidR="0006794D" w:rsidRPr="0006794D">
        <w:rPr>
          <w:rtl/>
          <w:lang w:bidi="fa-IR"/>
        </w:rPr>
        <w:t>به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ن است که فرمود: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! تو را درباره خودت به خصلت ها</w:t>
      </w:r>
      <w:r w:rsidR="0006794D" w:rsidRPr="0006794D">
        <w:rPr>
          <w:rFonts w:hint="cs"/>
          <w:rtl/>
          <w:lang w:bidi="fa-IR"/>
        </w:rPr>
        <w:t>یی</w:t>
      </w:r>
      <w:r w:rsidR="0006794D" w:rsidRPr="0006794D">
        <w:rPr>
          <w:rtl/>
          <w:lang w:bidi="fa-IR"/>
        </w:rPr>
        <w:t xml:space="preserve"> توص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کنم. پس به آنها توجه کن و از من به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ادگار</w:t>
      </w:r>
      <w:r w:rsidR="0006794D" w:rsidRPr="0006794D">
        <w:rPr>
          <w:rtl/>
          <w:lang w:bidi="fa-IR"/>
        </w:rPr>
        <w:t xml:space="preserve"> نگهدار. سپس آن حضرت دعا کرد که خدا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را کمک کن (در انجام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سفارش ها). و امّا آن وصا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</w:t>
      </w:r>
      <w:r w:rsidR="0006794D" w:rsidRPr="0006794D">
        <w:rPr>
          <w:rtl/>
          <w:lang w:bidi="fa-IR"/>
        </w:rPr>
        <w:t xml:space="preserve">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است که: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اوّل</w:t>
      </w:r>
      <w:r w:rsidRPr="0006794D">
        <w:rPr>
          <w:rtl/>
          <w:lang w:bidi="fa-IR"/>
        </w:rPr>
        <w:t>: راستگو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هرگز دروغ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دهان تو صادر نشود.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دوّم</w:t>
      </w:r>
      <w:r w:rsidRPr="0006794D">
        <w:rPr>
          <w:rtl/>
          <w:lang w:bidi="fa-IR"/>
        </w:rPr>
        <w:t>: ورع و 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زکار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مبادا جرأت بر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بکن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سوّم</w:t>
      </w:r>
      <w:r w:rsidRPr="0006794D">
        <w:rPr>
          <w:rtl/>
          <w:lang w:bidi="fa-IR"/>
        </w:rPr>
        <w:t>: ترس از خداوند به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خدا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چهارم</w:t>
      </w:r>
      <w:r w:rsidRPr="0006794D">
        <w:rPr>
          <w:rtl/>
          <w:lang w:bidi="fa-IR"/>
        </w:rPr>
        <w:t>: 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از خش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خداوند و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به ازا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هر قطره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هزار خانه در بهشت ساخته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پنجم</w:t>
      </w:r>
      <w:r w:rsidRPr="0006794D">
        <w:rPr>
          <w:rtl/>
          <w:lang w:bidi="fa-IR"/>
        </w:rPr>
        <w:t>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مال و خونت را در راه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نت</w:t>
      </w:r>
      <w:r w:rsidRPr="0006794D">
        <w:rPr>
          <w:rtl/>
          <w:lang w:bidi="fa-IR"/>
        </w:rPr>
        <w:t xml:space="preserve"> ببخش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ششم</w:t>
      </w:r>
      <w:r w:rsidRPr="0006794D">
        <w:rPr>
          <w:rtl/>
          <w:lang w:bidi="fa-IR"/>
        </w:rPr>
        <w:t>: در نماز و روزه و صدقه به سنّت و روش من عمل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امّا روش من در نماز پنجاه رکعت است. روش من در روزه سه روز در هر ماه، پنج شنبه اوّل هر ماه و چهارشنبه وسط هر ماه و پنج شنبه آخر هر ماه. روش من در صدقه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تلاش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انفاق کردن که </w:t>
      </w:r>
      <w:r w:rsidRPr="0006794D">
        <w:rPr>
          <w:rFonts w:hint="eastAsia"/>
          <w:rtl/>
          <w:lang w:bidi="fa-IR"/>
        </w:rPr>
        <w:t>خودت</w:t>
      </w:r>
      <w:r w:rsidRPr="0006794D">
        <w:rPr>
          <w:rtl/>
          <w:lang w:bidi="fa-IR"/>
        </w:rPr>
        <w:t xml:space="preserve"> بگو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من در صدقه دادن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اده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 </w:t>
      </w:r>
      <w:r w:rsidRPr="0006794D">
        <w:rPr>
          <w:rtl/>
          <w:lang w:bidi="fa-IR"/>
        </w:rPr>
        <w:lastRenderedPageBreak/>
        <w:t>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اده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نکرده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و بر تو باد به نماز شب و بر تو باد به نماز ظهر. بر تو باد به نماز ظهر و بر تو باد به نماز ظهر، و بر تو باد به تلاوت قرآن در هر حال، و بر تو باد به بلند کردن دو دست هنگام نماز و برگردا</w:t>
      </w:r>
      <w:r w:rsidRPr="0006794D">
        <w:rPr>
          <w:rFonts w:hint="eastAsia"/>
          <w:rtl/>
          <w:lang w:bidi="fa-IR"/>
        </w:rPr>
        <w:t>ندن</w:t>
      </w:r>
      <w:r w:rsidRPr="0006794D">
        <w:rPr>
          <w:rtl/>
          <w:lang w:bidi="fa-IR"/>
        </w:rPr>
        <w:t xml:space="preserve"> آنها (در تکب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الاحرام)، و بر تو باد به مسواک زدن هنگام هر وضو، و بر تو باد به اخلاق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کو</w:t>
      </w:r>
      <w:r w:rsidRPr="0006794D">
        <w:rPr>
          <w:rtl/>
          <w:lang w:bidi="fa-IR"/>
        </w:rPr>
        <w:t xml:space="preserve"> که خود را واجد آنها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از اخلاق بد بپره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پس اگر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نکرد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از خودت را ملامت و سرزنش نکن.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هفتم از خاتمه رساله: تو را توص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به آن چه لقمان حک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به پسرش سفارش کرد که وصا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در کتاب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ذکر شده است، از جمله عالمِ بزرگِ ما علّامه مجلس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قدس سره در کتابِ بحارالأنوار آن را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کرده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هشتم از خاتمه رساله: تو را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کنم. به آن چه علّامه حلّ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(رضوان اللّه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قواعده</w:t>
      </w:r>
      <w:r w:rsidRPr="000D0130">
        <w:rPr>
          <w:rStyle w:val="libFootnotenumChar"/>
          <w:rtl/>
        </w:rPr>
        <w:t>(1)</w:t>
      </w:r>
      <w:r w:rsidRPr="0006794D">
        <w:rPr>
          <w:rtl/>
          <w:lang w:bidi="fa-IR"/>
        </w:rPr>
        <w:t>، و هذه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663A8A" w:rsidRPr="00663A8A">
        <w:rPr>
          <w:rStyle w:val="libAlaemChar"/>
          <w:rtl/>
        </w:rPr>
        <w:t xml:space="preserve">رحمه‌الله </w:t>
      </w:r>
      <w:r w:rsidRPr="0006794D">
        <w:rPr>
          <w:rtl/>
          <w:lang w:bidi="fa-IR"/>
        </w:rPr>
        <w:t>إل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کما کتبه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إجازته</w:t>
      </w:r>
      <w:r w:rsidRPr="000D0130">
        <w:rPr>
          <w:rStyle w:val="libFootnotenumChar"/>
          <w:rtl/>
        </w:rPr>
        <w:t>(2)</w:t>
      </w:r>
      <w:r w:rsidRPr="0006794D">
        <w:rPr>
          <w:rtl/>
          <w:lang w:bidi="fa-IR"/>
        </w:rPr>
        <w:t xml:space="preserve"> 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لا</w:t>
      </w:r>
      <w:r w:rsidRPr="0006794D">
        <w:rPr>
          <w:rtl/>
          <w:lang w:bidi="fa-IR"/>
        </w:rPr>
        <w:t xml:space="preserve"> تنسان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صالح دعواتک و طلب المغفره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لا تنسان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صالح دعواتک و طلبِ المغفره 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اه</w:t>
      </w:r>
      <w:r w:rsidRPr="0006794D">
        <w:rPr>
          <w:rtl/>
          <w:lang w:bidi="fa-IR"/>
        </w:rPr>
        <w:t xml:space="preserve"> و بعد الممات و عند قبر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مرا</w:t>
      </w:r>
      <w:r w:rsidRPr="0006794D">
        <w:rPr>
          <w:rtl/>
          <w:lang w:bidi="fa-IR"/>
        </w:rPr>
        <w:t xml:space="preserve"> زنده پندار چون خو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شتن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بجان 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ائ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تن</w:t>
      </w:r>
      <w:r w:rsidRPr="000D0130">
        <w:rPr>
          <w:rStyle w:val="libFootnotenumChar"/>
          <w:rtl/>
        </w:rPr>
        <w:t>(3)</w:t>
      </w: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[اعتبرن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کما أنت ح</w:t>
      </w:r>
      <w:r w:rsidRPr="0006794D">
        <w:rPr>
          <w:rFonts w:hint="cs"/>
          <w:rtl/>
          <w:lang w:bidi="fa-IR"/>
        </w:rPr>
        <w:t>یٌّ</w:t>
      </w:r>
      <w:r w:rsidRPr="0006794D">
        <w:rPr>
          <w:rtl/>
          <w:lang w:bidi="fa-IR"/>
        </w:rPr>
        <w:t>/ فآت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بروح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لوتأت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بالجسد.]</w:t>
      </w:r>
    </w:p>
    <w:p w:rsidR="0006794D" w:rsidRPr="0006794D" w:rsidRDefault="0006794D" w:rsidP="000D0130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سر</w:t>
      </w:r>
      <w:r w:rsidRPr="0006794D">
        <w:rPr>
          <w:rtl/>
          <w:lang w:bidi="fa-IR"/>
        </w:rPr>
        <w:t xml:space="preserve"> تفوق الوح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البهبهان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0D0130" w:rsidRPr="000D0130">
        <w:rPr>
          <w:rStyle w:val="libAlaemChar"/>
          <w:rtl/>
        </w:rPr>
        <w:t>قدس‌سره</w:t>
      </w:r>
    </w:p>
    <w:p w:rsidR="0006794D" w:rsidRPr="0006794D" w:rsidRDefault="0006794D" w:rsidP="000D0130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ما ذکره الوح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البهبهان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0D0130" w:rsidRPr="000D0130">
        <w:rPr>
          <w:rStyle w:val="libAlaemChar"/>
          <w:rtl/>
        </w:rPr>
        <w:t>قدس‌سره</w:t>
      </w:r>
      <w:r w:rsidR="000D0130" w:rsidRPr="00BB2EBE">
        <w:rPr>
          <w:rtl/>
        </w:rPr>
        <w:t xml:space="preserve"> </w:t>
      </w:r>
      <w:r w:rsidRPr="0006794D">
        <w:rPr>
          <w:rtl/>
          <w:lang w:bidi="fa-IR"/>
        </w:rPr>
        <w:t>و هو أستاذ الکل-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جواب سؤال عن سبب ترقّ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تفوّقه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المحقق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الأعلام قائلاً قدس سره : «إنّ العبد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شاهد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نفسه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وجب</w:t>
      </w:r>
      <w:r w:rsidRPr="0006794D">
        <w:rPr>
          <w:rtl/>
          <w:lang w:bidi="fa-IR"/>
        </w:rPr>
        <w:t xml:space="preserve"> ذلک إلّا أنّ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تُ</w:t>
      </w:r>
      <w:r w:rsidRPr="0006794D">
        <w:rPr>
          <w:rtl/>
          <w:lang w:bidi="fa-IR"/>
        </w:rPr>
        <w:t xml:space="preserve"> مدّه عمر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ثلاثه أش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و لم أترکْها بقدر الاستطاعه: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أحدها</w:t>
      </w:r>
      <w:r w:rsidRPr="0006794D">
        <w:rPr>
          <w:rtl/>
          <w:lang w:bidi="fa-IR"/>
        </w:rPr>
        <w:t>: 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لم أتّکل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ء</w:t>
      </w:r>
      <w:r w:rsidRPr="0006794D">
        <w:rPr>
          <w:rtl/>
          <w:lang w:bidi="fa-IR"/>
        </w:rPr>
        <w:t xml:space="preserve"> من اُمور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أحدٍ سِوَ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؛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ثان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ها</w:t>
      </w:r>
      <w:r w:rsidRPr="0006794D">
        <w:rPr>
          <w:rtl/>
          <w:lang w:bidi="fa-IR"/>
        </w:rPr>
        <w:t>: 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لم أُقصّر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أمر أحد من العلماء الماض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الأسات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اللّاحق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بل عظّمتُهم و جلّلتُهم و أعل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تُ</w:t>
      </w:r>
      <w:r w:rsidRPr="0006794D">
        <w:rPr>
          <w:rtl/>
          <w:lang w:bidi="fa-IR"/>
        </w:rPr>
        <w:t xml:space="preserve"> أمرهم بقدر الوسع و الطّاقه؛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ثالثها: إنّ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قهرتُ نفس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اشتغلت بتحص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العلوم و التّصن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و التّأل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و التّدر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أکثر عمر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لم اُرافق البطّال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المعطّل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المهمل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طلبه العلوم. فإن أعطان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ئا</w:t>
      </w:r>
      <w:r w:rsidRPr="0006794D">
        <w:rPr>
          <w:rtl/>
          <w:lang w:bidi="fa-IR"/>
        </w:rPr>
        <w:t xml:space="preserve"> فإنّما هو من برکه هذه الاُمور».</w:t>
      </w:r>
      <w:r w:rsidRPr="000D0130">
        <w:rPr>
          <w:rStyle w:val="libFootnotenumChar"/>
          <w:rtl/>
        </w:rPr>
        <w:t>(4)</w:t>
      </w:r>
    </w:p>
    <w:p w:rsidR="0006794D" w:rsidRPr="0006794D" w:rsidRDefault="000D0130" w:rsidP="000D01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قواعدالأحکام 3/717-714.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</w:t>
      </w:r>
      <w:r w:rsidRPr="0006794D">
        <w:rPr>
          <w:rtl/>
          <w:lang w:bidi="fa-IR"/>
        </w:rPr>
        <w:t xml:space="preserve"> البار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قره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/4 المطبوعه ضمن «قب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عالمان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ن»</w:t>
      </w:r>
      <w:r w:rsidRPr="0006794D">
        <w:rPr>
          <w:rtl/>
          <w:lang w:bidi="fa-IR"/>
        </w:rPr>
        <w:t xml:space="preserve"> /219.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للنظام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الگنجو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نقل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رزا</w:t>
      </w:r>
      <w:r w:rsidRPr="0006794D">
        <w:rPr>
          <w:rtl/>
          <w:lang w:bidi="fa-IR"/>
        </w:rPr>
        <w:t xml:space="preserve"> محمّد هاشم الچهارسوق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الوح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إجازته للعلامه الم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رزا</w:t>
      </w:r>
      <w:r w:rsidRPr="0006794D">
        <w:rPr>
          <w:rtl/>
          <w:lang w:bidi="fa-IR"/>
        </w:rPr>
        <w:t xml:space="preserve"> محمّد بن عبدالوهاب الهمدان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المطبوعه ضمن المجلد الرابع من «م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راث</w:t>
      </w:r>
      <w:r w:rsidRPr="0006794D">
        <w:rPr>
          <w:rtl/>
          <w:lang w:bidi="fa-IR"/>
        </w:rPr>
        <w:t xml:space="preserve"> حوزه اصفهان» /504.</w:t>
      </w:r>
    </w:p>
    <w:p w:rsidR="0006794D" w:rsidRPr="0006794D" w:rsidRDefault="000D0130" w:rsidP="000679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تعال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عل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>) به فرزندش فخرالمحقّق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در آخر کتاب قواعدش توص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نموده است که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توص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ه</w:t>
      </w:r>
      <w:r w:rsidR="0006794D" w:rsidRPr="0006794D">
        <w:rPr>
          <w:rtl/>
          <w:lang w:bidi="fa-IR"/>
        </w:rPr>
        <w:t xml:space="preserve"> در واقع سفارش پدرم که رحمت خدا بر او باد به من 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باشد؛ چنان که در اجازه اش به من نوشت.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D0130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نهم از خاتمه رساله: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مرا از دعاها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خود فراموش نکن 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آمرزش بخواه؛ چه در زمان 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اتم</w:t>
      </w:r>
      <w:r w:rsidRPr="0006794D">
        <w:rPr>
          <w:rtl/>
          <w:lang w:bidi="fa-IR"/>
        </w:rPr>
        <w:t xml:space="preserve"> و چه بعد از مرگ و در قبرم.</w:t>
      </w:r>
      <w:r w:rsidRPr="0006794D">
        <w:rPr>
          <w:rFonts w:hint="eastAsia"/>
          <w:rtl/>
          <w:lang w:bidi="fa-IR"/>
        </w:rPr>
        <w:t>مرا</w:t>
      </w:r>
      <w:r w:rsidRPr="0006794D">
        <w:rPr>
          <w:rtl/>
          <w:lang w:bidi="fa-IR"/>
        </w:rPr>
        <w:t xml:space="preserve"> زنده پندار چون خو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شتن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به جان 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به تن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D0130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دهم از خاتمه رساله: آن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وح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بهبهان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0D0130" w:rsidRPr="000D0130">
        <w:rPr>
          <w:rStyle w:val="libAlaemChar"/>
          <w:rtl/>
        </w:rPr>
        <w:t>قدس‌سره</w:t>
      </w:r>
      <w:r w:rsidR="000D0130" w:rsidRPr="00BB2EBE">
        <w:rPr>
          <w:rtl/>
        </w:rPr>
        <w:t xml:space="preserve"> </w:t>
      </w:r>
      <w:r w:rsidRPr="0006794D">
        <w:rPr>
          <w:rtl/>
          <w:lang w:bidi="fa-IR"/>
        </w:rPr>
        <w:t>(استاد همه علما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عصر خود) در جواب سؤال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رمز موفق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برتر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نسبت به محققّ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بزرگ از او نموده بودند فرمود: من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که موجب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موفق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باشد در خود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نم،</w:t>
      </w:r>
      <w:r w:rsidRPr="0006794D">
        <w:rPr>
          <w:rtl/>
          <w:lang w:bidi="fa-IR"/>
        </w:rPr>
        <w:t xml:space="preserve">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در طول عمرم هموا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سه امر مهم را رعا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 و در حدّ توانم آنها را ترک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اوّل</w:t>
      </w:r>
      <w:r w:rsidRPr="0006794D">
        <w:rPr>
          <w:rtl/>
          <w:lang w:bidi="fa-IR"/>
        </w:rPr>
        <w:t>: من در تمام کارها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به جز خداوند به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کس تک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اعتماد نکردم؛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دوّم</w:t>
      </w:r>
      <w:r w:rsidRPr="0006794D">
        <w:rPr>
          <w:rtl/>
          <w:lang w:bidi="fa-IR"/>
        </w:rPr>
        <w:t>: درباره ادا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حقّ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از علما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گذشته و اسات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کوتاه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نکردم، بلکه به اندازه توانا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به تجل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و تعظ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آنها پرداختم؛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سوّم</w:t>
      </w:r>
      <w:r w:rsidRPr="0006794D">
        <w:rPr>
          <w:rtl/>
          <w:lang w:bidi="fa-IR"/>
        </w:rPr>
        <w:t>: من بر نفس خود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شدم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عمرم را صرف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علوم و نوشتن و گردآور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آنها و تدر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نمودم و با افراد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عمر خود را به بطالت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هودگ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صرف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نمودند همراه نشدم. پس اگر خداوند به من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بخش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فقط به برکت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سه امر بوده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lastRenderedPageBreak/>
        <w:t>و</w:t>
      </w:r>
      <w:r w:rsidRPr="0006794D">
        <w:rPr>
          <w:rtl/>
          <w:lang w:bidi="fa-IR"/>
        </w:rPr>
        <w:t xml:space="preserve"> منها: إن ترد عملاً لأجل معاشک فکن زارعا و لأنّه؛ ورد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خبر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بن هارون المرو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سمعت أباعبداللّه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قول</w:t>
      </w:r>
      <w:r w:rsidRPr="0006794D">
        <w:rPr>
          <w:rtl/>
          <w:lang w:bidi="fa-IR"/>
        </w:rPr>
        <w:t xml:space="preserve">: الزارعون کنوز الأنام.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زرعون</w:t>
      </w:r>
      <w:r w:rsidRPr="0006794D">
        <w:rPr>
          <w:rtl/>
          <w:lang w:bidi="fa-IR"/>
        </w:rPr>
        <w:t xml:space="preserve"> ط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با</w:t>
      </w:r>
      <w:r w:rsidRPr="0006794D">
        <w:rPr>
          <w:rtl/>
          <w:lang w:bidi="fa-IR"/>
        </w:rPr>
        <w:t xml:space="preserve"> أخرجه اللّه عزوجل و هُم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امه</w:t>
      </w:r>
      <w:r w:rsidRPr="0006794D">
        <w:rPr>
          <w:rtl/>
          <w:lang w:bidi="fa-IR"/>
        </w:rPr>
        <w:t xml:space="preserve"> أحسن الناس مقاما و أقربهم منزلهً،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دعون</w:t>
      </w:r>
      <w:r w:rsidRPr="0006794D">
        <w:rPr>
          <w:rtl/>
          <w:lang w:bidi="fa-IR"/>
        </w:rPr>
        <w:t xml:space="preserve"> المبارک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  <w:r w:rsidRPr="000D0130">
        <w:rPr>
          <w:rStyle w:val="libFootnotenumChar"/>
          <w:rtl/>
        </w:rPr>
        <w:t>(1)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هکذا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الطوس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التهذ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بإسناده عن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بن هارون الواسط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قال: سألت جعفر بن محمّد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هماالسلام</w:t>
      </w:r>
      <w:r w:rsidRPr="0006794D">
        <w:rPr>
          <w:rtl/>
          <w:lang w:bidi="fa-IR"/>
        </w:rPr>
        <w:t xml:space="preserve"> عن الفلّاح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فقال: هم الزّارعون. کنوز اللّه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أرضه و ما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الأعمال 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ءٌ أحبَّ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من الزراعه، و ما بعث اللّه نب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إلّا زارعا إلّا ادر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فإنّه کان خ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اطا</w:t>
      </w:r>
      <w:r w:rsidRPr="0006794D">
        <w:rPr>
          <w:rtl/>
          <w:lang w:bidi="fa-IR"/>
        </w:rPr>
        <w:t>.(2)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D0130">
      <w:pPr>
        <w:pStyle w:val="libNormal"/>
        <w:rPr>
          <w:rtl/>
        </w:rPr>
      </w:pPr>
      <w:r w:rsidRPr="0006794D">
        <w:rPr>
          <w:rFonts w:hint="eastAsia"/>
          <w:rtl/>
        </w:rPr>
        <w:t>الزراعه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رو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أنّ أباعبداللّه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قال: الک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الأکبر الزراعه.</w:t>
      </w:r>
      <w:r w:rsidRPr="000D0130">
        <w:rPr>
          <w:rStyle w:val="libFootnotenumChar"/>
          <w:rtl/>
        </w:rPr>
        <w:t>(3)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D0130" w:rsidP="000D0130">
      <w:pPr>
        <w:pStyle w:val="Heading1"/>
        <w:rPr>
          <w:rtl/>
        </w:rPr>
      </w:pPr>
      <w:r>
        <w:rPr>
          <w:rtl/>
        </w:rPr>
        <w:br w:type="page"/>
      </w:r>
      <w:bookmarkStart w:id="122" w:name="_Toc66035367"/>
      <w:bookmarkStart w:id="123" w:name="_Toc66035433"/>
      <w:r w:rsidR="0006794D" w:rsidRPr="0006794D">
        <w:rPr>
          <w:rFonts w:hint="eastAsia"/>
          <w:rtl/>
        </w:rPr>
        <w:lastRenderedPageBreak/>
        <w:t>الروا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ات</w:t>
      </w:r>
      <w:r w:rsidR="0006794D" w:rsidRPr="0006794D">
        <w:rPr>
          <w:rtl/>
        </w:rPr>
        <w:t xml:space="preserve"> کلها کنوز</w:t>
      </w:r>
      <w:bookmarkEnd w:id="122"/>
      <w:bookmarkEnd w:id="123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و اعلم أنّ الروا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الوارده عن أئمتنا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کلّها کنوز. فعل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بمطالعتها و مراجعتها و العمل بها و قراءتها للناس</w:t>
      </w:r>
      <w:r w:rsidRPr="000D0130">
        <w:rPr>
          <w:rStyle w:val="libFootnotenumChar"/>
          <w:rtl/>
        </w:rPr>
        <w:t>(4)</w:t>
      </w:r>
      <w:r w:rsidRPr="0006794D">
        <w:rPr>
          <w:rtl/>
          <w:lang w:bidi="fa-IR"/>
        </w:rPr>
        <w:t>. فأجزت لک هنا - کما أجزتک سابقا و شفه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عند ضر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باب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علم النب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وص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حه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الخم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السابع و العشر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من شهر شعبان المعظم عام 1427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النجف الأشرف -نقل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اتهم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من الکتب الأربعه و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رها</w:t>
      </w:r>
      <w:r w:rsidRPr="0006794D">
        <w:rPr>
          <w:rtl/>
          <w:lang w:bidi="fa-IR"/>
        </w:rPr>
        <w:t xml:space="preserve"> من الکتب المعروفه عند الأصحاب رضوان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 xml:space="preserve"> أجمع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و الطر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الإجازه</w:t>
      </w:r>
      <w:r w:rsidRPr="0006794D">
        <w:rPr>
          <w:rtl/>
          <w:lang w:bidi="fa-IR"/>
        </w:rPr>
        <w:t xml:space="preserve"> للولد</w:t>
      </w:r>
    </w:p>
    <w:p w:rsidR="0006794D" w:rsidRPr="0006794D" w:rsidRDefault="000D0130" w:rsidP="000D01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5/261، ح7 و نقلت عنه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موسوعه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4/337 ح6.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التهذ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6/384، ح259.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3- 3.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5/261.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4- 4.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هذا المجال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مکنک</w:t>
      </w:r>
      <w:r w:rsidRPr="0006794D">
        <w:rPr>
          <w:rtl/>
          <w:lang w:bidi="fa-IR"/>
        </w:rPr>
        <w:t xml:space="preserve"> الرجوع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کتاب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المطبوع: «موسوعه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».</w:t>
      </w:r>
    </w:p>
    <w:p w:rsidR="0006794D" w:rsidRPr="0006794D" w:rsidRDefault="000D0130" w:rsidP="000D013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امر</w:t>
      </w:r>
      <w:r w:rsidR="0006794D" w:rsidRPr="0006794D">
        <w:rPr>
          <w:rtl/>
          <w:lang w:bidi="fa-IR"/>
        </w:rPr>
        <w:t xml:space="preserve">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ازدهم</w:t>
      </w:r>
      <w:r w:rsidR="0006794D" w:rsidRPr="0006794D">
        <w:rPr>
          <w:rtl/>
          <w:lang w:bidi="fa-IR"/>
        </w:rPr>
        <w:t xml:space="preserve"> از خاتمه رساله: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است که اگر خواست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برا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هز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نه</w:t>
      </w:r>
      <w:r w:rsidR="0006794D" w:rsidRPr="0006794D">
        <w:rPr>
          <w:rtl/>
          <w:lang w:bidi="fa-IR"/>
        </w:rPr>
        <w:t xml:space="preserve"> زندگ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خود دست به کار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بزن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،</w:t>
      </w:r>
      <w:r w:rsidR="0006794D" w:rsidRPr="0006794D">
        <w:rPr>
          <w:rtl/>
          <w:lang w:bidi="fa-IR"/>
        </w:rPr>
        <w:t xml:space="preserve"> کشاورز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را اخت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ار</w:t>
      </w:r>
      <w:r w:rsidR="0006794D" w:rsidRPr="0006794D">
        <w:rPr>
          <w:rtl/>
          <w:lang w:bidi="fa-IR"/>
        </w:rPr>
        <w:t xml:space="preserve"> کن؛ به خاطر 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نکه</w:t>
      </w:r>
      <w:r w:rsidR="0006794D" w:rsidRPr="0006794D">
        <w:rPr>
          <w:rtl/>
          <w:lang w:bidi="fa-IR"/>
        </w:rPr>
        <w:t xml:space="preserve"> در خبر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ز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</w:t>
      </w:r>
      <w:r w:rsidR="0006794D" w:rsidRPr="0006794D">
        <w:rPr>
          <w:rtl/>
          <w:lang w:bidi="fa-IR"/>
        </w:rPr>
        <w:t xml:space="preserve"> بن هارون که در اصول کاف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روا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ت</w:t>
      </w:r>
      <w:r w:rsidR="0006794D" w:rsidRPr="0006794D">
        <w:rPr>
          <w:rtl/>
          <w:lang w:bidi="fa-IR"/>
        </w:rPr>
        <w:t xml:space="preserve"> شده است چن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آمده است که 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گو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د،</w:t>
      </w:r>
      <w:r w:rsidR="0006794D" w:rsidRPr="0006794D">
        <w:rPr>
          <w:rtl/>
          <w:lang w:bidi="fa-IR"/>
        </w:rPr>
        <w:t xml:space="preserve"> از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="0006794D" w:rsidRPr="0006794D">
        <w:rPr>
          <w:rtl/>
          <w:lang w:bidi="fa-IR"/>
        </w:rPr>
        <w:t>شن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دم</w:t>
      </w:r>
      <w:r w:rsidR="0006794D" w:rsidRPr="0006794D">
        <w:rPr>
          <w:rtl/>
          <w:lang w:bidi="fa-IR"/>
        </w:rPr>
        <w:t xml:space="preserve"> که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فرمود: کشاورزان گنجها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مردم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باشند. دانه ها</w:t>
      </w:r>
      <w:r w:rsidR="0006794D" w:rsidRPr="0006794D">
        <w:rPr>
          <w:rFonts w:hint="cs"/>
          <w:rtl/>
          <w:lang w:bidi="fa-IR"/>
        </w:rPr>
        <w:t>یِ</w:t>
      </w:r>
      <w:r w:rsidR="0006794D" w:rsidRPr="0006794D">
        <w:rPr>
          <w:rtl/>
          <w:lang w:bidi="fa-IR"/>
        </w:rPr>
        <w:t xml:space="preserve"> خوراک</w:t>
      </w:r>
      <w:r w:rsidR="0006794D" w:rsidRPr="0006794D">
        <w:rPr>
          <w:rFonts w:hint="cs"/>
          <w:rtl/>
          <w:lang w:bidi="fa-IR"/>
        </w:rPr>
        <w:t>یِ</w:t>
      </w:r>
      <w:r w:rsidR="0006794D" w:rsidRPr="0006794D">
        <w:rPr>
          <w:rtl/>
          <w:lang w:bidi="fa-IR"/>
        </w:rPr>
        <w:t xml:space="preserve"> پاک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را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کارند که خداوند عزّوجلّ آنها را از زم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ب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رون</w:t>
      </w:r>
      <w:r w:rsidR="0006794D" w:rsidRPr="0006794D">
        <w:rPr>
          <w:rtl/>
          <w:lang w:bidi="fa-IR"/>
        </w:rPr>
        <w:t xml:space="preserve">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آورد؛ و آنها در روز ق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امت</w:t>
      </w:r>
      <w:r w:rsidR="0006794D" w:rsidRPr="0006794D">
        <w:rPr>
          <w:rtl/>
          <w:lang w:bidi="fa-IR"/>
        </w:rPr>
        <w:t xml:space="preserve"> از نظر مقام بهتر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مردم و نزد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ک</w:t>
      </w:r>
      <w:r w:rsidR="0006794D" w:rsidRPr="0006794D">
        <w:rPr>
          <w:rtl/>
          <w:lang w:bidi="fa-IR"/>
        </w:rPr>
        <w:t xml:space="preserve"> تر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ن</w:t>
      </w:r>
      <w:r w:rsidR="0006794D" w:rsidRPr="0006794D">
        <w:rPr>
          <w:rtl/>
          <w:lang w:bidi="fa-IR"/>
        </w:rPr>
        <w:t xml:space="preserve"> آنها از جهت منزلت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باشند که در آن روز به عنوان انسانها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بابرکت خوانده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شوند.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D0130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طوس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کتاب التّهذ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به اسناد خود از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بن هارون واسط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که او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: از امام جعفر بن محمّد صادق </w:t>
      </w:r>
      <w:r w:rsidR="000D0130" w:rsidRPr="000D0130">
        <w:rPr>
          <w:rStyle w:val="libAlaemChar"/>
          <w:rFonts w:eastAsiaTheme="minorHAnsi"/>
          <w:rtl/>
        </w:rPr>
        <w:t>عليهما‌السلام</w:t>
      </w:r>
      <w:r w:rsidR="000D0130" w:rsidRPr="00BB2EBE">
        <w:rPr>
          <w:rFonts w:eastAsiaTheme="minorHAnsi"/>
          <w:rtl/>
        </w:rPr>
        <w:t xml:space="preserve"> </w:t>
      </w:r>
      <w:r w:rsidRPr="0006794D">
        <w:rPr>
          <w:rtl/>
          <w:lang w:bidi="fa-IR"/>
        </w:rPr>
        <w:t>درباره کشاورزان سؤال نمودم. حضرت فرمود: آنها گنجها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خداوند در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نش</w:t>
      </w:r>
      <w:r w:rsidRPr="0006794D">
        <w:rPr>
          <w:rtl/>
          <w:lang w:bidi="fa-IR"/>
        </w:rPr>
        <w:t xml:space="preserve"> هستند در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کارها دوست داشتن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نِ</w:t>
      </w:r>
      <w:r w:rsidRPr="0006794D">
        <w:rPr>
          <w:rtl/>
          <w:lang w:bidi="fa-IR"/>
        </w:rPr>
        <w:t xml:space="preserve"> آنها زراع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است و خداوند 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چ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مبعوث نفرمود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کشاورز بود به جز حضرت ادر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که او خ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اط</w:t>
      </w:r>
      <w:r w:rsidRPr="0006794D">
        <w:rPr>
          <w:rtl/>
          <w:lang w:bidi="fa-IR"/>
        </w:rPr>
        <w:t xml:space="preserve"> بود.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شده است که امام صادق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فرموده: بزرگ 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زراعت است.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دوازدهم از خاتمه رساله: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نکه</w:t>
      </w:r>
      <w:r w:rsidRPr="0006794D">
        <w:rPr>
          <w:rtl/>
          <w:lang w:bidi="fa-IR"/>
        </w:rPr>
        <w:t xml:space="preserve"> بدان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فرزندم،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جانب امامان معصومِ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ما وارد شده است، همه آنها گنج است. پس بر تو باد به مطالعه آنها و مراجعه و عمل نمودن به آنها و خواندن آن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مردم که من اجازه نقل آنها را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نجا</w:t>
      </w:r>
      <w:r w:rsidRPr="0006794D">
        <w:rPr>
          <w:rtl/>
          <w:lang w:bidi="fa-IR"/>
        </w:rPr>
        <w:t xml:space="preserve"> به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دهم؛</w:t>
      </w:r>
      <w:r w:rsidRPr="0006794D">
        <w:rPr>
          <w:rtl/>
          <w:lang w:bidi="fa-IR"/>
        </w:rPr>
        <w:t xml:space="preserve"> همان طور که قبلاً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به طور شفاه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کنار ضر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دربِ شهر علم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وص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آن </w:t>
      </w:r>
      <w:r w:rsidRPr="0006794D">
        <w:rPr>
          <w:rtl/>
          <w:lang w:bidi="fa-IR"/>
        </w:rPr>
        <w:lastRenderedPageBreak/>
        <w:t xml:space="preserve">حضرت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یّ</w:t>
      </w:r>
      <w:r w:rsidRPr="0006794D">
        <w:rPr>
          <w:rtl/>
          <w:lang w:bidi="fa-IR"/>
        </w:rPr>
        <w:t xml:space="preserve"> بن اب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طالب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در صبح روز پنج شنبه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 xml:space="preserve"> و هفتم ماه شعبان سال 1427 در شهر نجف اشرف به تو دادم. که از کتاب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چها</w:t>
      </w:r>
      <w:r w:rsidRPr="0006794D">
        <w:rPr>
          <w:rFonts w:hint="eastAsia"/>
          <w:rtl/>
          <w:lang w:bidi="fa-IR"/>
        </w:rPr>
        <w:t>رگانه</w:t>
      </w:r>
      <w:r w:rsidRPr="0006794D">
        <w:rPr>
          <w:rtl/>
          <w:lang w:bidi="fa-IR"/>
        </w:rPr>
        <w:t xml:space="preserve">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کتاب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معروف علما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مذهب امام</w:t>
      </w:r>
      <w:r w:rsidRPr="0006794D">
        <w:rPr>
          <w:rFonts w:hint="cs"/>
          <w:rtl/>
          <w:lang w:bidi="fa-IR"/>
        </w:rPr>
        <w:t>یّ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(رضوان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هم</w:t>
      </w:r>
      <w:r w:rsidRPr="0006794D">
        <w:rPr>
          <w:rtl/>
          <w:lang w:bidi="fa-IR"/>
        </w:rPr>
        <w:t>) روا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نقل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من سلسله سند خود را تا برسد به صاحبان کتابها و از آنها تا ائمه 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را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مأخوذ</w:t>
      </w:r>
      <w:r w:rsidRPr="0006794D">
        <w:rPr>
          <w:rtl/>
          <w:lang w:bidi="fa-IR"/>
        </w:rPr>
        <w:t xml:space="preserve"> من رسالت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«طر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الوصول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أخبار آل الرسول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».</w:t>
      </w:r>
    </w:p>
    <w:p w:rsidR="0006794D" w:rsidRPr="0006794D" w:rsidRDefault="000D0130" w:rsidP="002F722C">
      <w:pPr>
        <w:pStyle w:val="Heading1"/>
        <w:rPr>
          <w:rtl/>
        </w:rPr>
      </w:pPr>
      <w:r>
        <w:rPr>
          <w:rtl/>
        </w:rPr>
        <w:br w:type="page"/>
      </w:r>
      <w:bookmarkStart w:id="124" w:name="_Toc66035368"/>
      <w:bookmarkStart w:id="125" w:name="_Toc66035434"/>
      <w:r w:rsidR="0006794D" w:rsidRPr="0006794D">
        <w:rPr>
          <w:rFonts w:hint="eastAsia"/>
          <w:rtl/>
        </w:rPr>
        <w:lastRenderedPageBreak/>
        <w:t>إن</w:t>
      </w:r>
      <w:r w:rsidR="0006794D" w:rsidRPr="0006794D">
        <w:rPr>
          <w:rtl/>
        </w:rPr>
        <w:t xml:space="preserve"> تر</w:t>
      </w:r>
      <w:r w:rsidR="0006794D" w:rsidRPr="0006794D">
        <w:rPr>
          <w:rFonts w:hint="cs"/>
          <w:rtl/>
        </w:rPr>
        <w:t>ی</w:t>
      </w:r>
      <w:r w:rsidR="0006794D" w:rsidRPr="0006794D">
        <w:rPr>
          <w:rFonts w:hint="eastAsia"/>
          <w:rtl/>
        </w:rPr>
        <w:t>د</w:t>
      </w:r>
      <w:r w:rsidR="0006794D" w:rsidRPr="0006794D">
        <w:rPr>
          <w:rtl/>
        </w:rPr>
        <w:t xml:space="preserve"> المال و الثروه</w:t>
      </w:r>
      <w:bookmarkEnd w:id="124"/>
      <w:bookmarkEnd w:id="125"/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منها: و إن ترد المال و الثروه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الت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تعدّ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الناس کنزا - و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بکنز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قهً</w:t>
      </w:r>
      <w:r w:rsidRPr="0006794D">
        <w:rPr>
          <w:rtl/>
          <w:lang w:bidi="fa-IR"/>
        </w:rPr>
        <w:t xml:space="preserve"> - فاقرأ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کلّ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من شهر رجب المرجب اثنت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عشره مرّه هذه الآ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و 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قوله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: «اللّه لط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فٌ</w:t>
      </w:r>
      <w:r w:rsidRPr="0006794D">
        <w:rPr>
          <w:rtl/>
          <w:lang w:bidi="fa-IR"/>
        </w:rPr>
        <w:t xml:space="preserve"> بعباده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رزق</w:t>
      </w:r>
      <w:r w:rsidRPr="0006794D">
        <w:rPr>
          <w:rtl/>
          <w:lang w:bidi="fa-IR"/>
        </w:rPr>
        <w:t xml:space="preserve">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شاء</w:t>
      </w:r>
      <w:r w:rsidRPr="0006794D">
        <w:rPr>
          <w:rtl/>
          <w:lang w:bidi="fa-IR"/>
        </w:rPr>
        <w:t xml:space="preserve"> و هو القو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ز»</w:t>
      </w:r>
      <w:r w:rsidRPr="000D0130">
        <w:rPr>
          <w:rStyle w:val="libFootnotenumChar"/>
          <w:rtl/>
        </w:rPr>
        <w:t>(1)(</w:t>
      </w:r>
      <w:r w:rsidRPr="00BB2EBE">
        <w:rPr>
          <w:rStyle w:val="libFootnotenumChar"/>
          <w:rtl/>
        </w:rPr>
        <w:t>2).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هنا تمت هذه الرساله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المسماه ب_ «الکنز الجل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لِوَلد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»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مؤلّفها العبد الفان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کان اللّه له و جعل مستقبل أمره خ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tl/>
          <w:lang w:bidi="fa-IR"/>
        </w:rPr>
        <w:t xml:space="preserve"> من ماض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و حشره اللّه مع موال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و أولاده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الثلاثاء الثالث و العشر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ن من صفر المظفر عام1428 ببلده إصبهان -صانها اللّه تعال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عن الحدثان- و الحمدللّه أولاً و آخرا و صل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اللّه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دنا</w:t>
      </w:r>
      <w:r w:rsidRPr="0006794D">
        <w:rPr>
          <w:rtl/>
          <w:lang w:bidi="fa-IR"/>
        </w:rPr>
        <w:t xml:space="preserve"> محمّد و آله الط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الطاهر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المعصوم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D0130" w:rsidP="000D01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سوره الشور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/19.</w:t>
      </w:r>
    </w:p>
    <w:p w:rsidR="0006794D" w:rsidRPr="0006794D" w:rsidRDefault="0006794D" w:rsidP="000D0130">
      <w:pPr>
        <w:pStyle w:val="libFootnote0"/>
        <w:rPr>
          <w:rtl/>
          <w:lang w:bidi="fa-IR"/>
        </w:rPr>
      </w:pPr>
    </w:p>
    <w:p w:rsidR="0006794D" w:rsidRPr="0006794D" w:rsidRDefault="0006794D" w:rsidP="000D0130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2- 2. مفتاح السعاده لعمّنا الأکرم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محمّدتق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آقا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المتوف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عام 1332 ق.</w:t>
      </w:r>
    </w:p>
    <w:p w:rsidR="000D0130" w:rsidRDefault="0006794D" w:rsidP="000D0130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D0130" w:rsidP="000D013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06794D" w:rsidRPr="0006794D">
        <w:rPr>
          <w:rFonts w:hint="eastAsia"/>
          <w:rtl/>
          <w:lang w:bidi="fa-IR"/>
        </w:rPr>
        <w:lastRenderedPageBreak/>
        <w:t>در</w:t>
      </w:r>
      <w:r w:rsidR="0006794D" w:rsidRPr="0006794D">
        <w:rPr>
          <w:rtl/>
          <w:lang w:bidi="fa-IR"/>
        </w:rPr>
        <w:t xml:space="preserve"> کتاب 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گرم</w:t>
      </w:r>
      <w:r w:rsidR="0006794D" w:rsidRPr="0006794D">
        <w:rPr>
          <w:rtl/>
          <w:lang w:bidi="fa-IR"/>
        </w:rPr>
        <w:t xml:space="preserve"> بنام «طر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ق</w:t>
      </w:r>
      <w:r w:rsidR="0006794D" w:rsidRPr="0006794D">
        <w:rPr>
          <w:rtl/>
          <w:lang w:bidi="fa-IR"/>
        </w:rPr>
        <w:t xml:space="preserve"> الوصول إل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اخبار آل الرسول </w:t>
      </w:r>
      <w:r w:rsidR="00F16AFE" w:rsidRPr="00F16AFE">
        <w:rPr>
          <w:rStyle w:val="libAlaemChar"/>
          <w:rtl/>
        </w:rPr>
        <w:t xml:space="preserve">عليهم‌السلام </w:t>
      </w:r>
      <w:r w:rsidR="0006794D" w:rsidRPr="0006794D">
        <w:rPr>
          <w:rtl/>
          <w:lang w:bidi="fa-IR"/>
        </w:rPr>
        <w:t xml:space="preserve">» 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اد</w:t>
      </w:r>
      <w:r w:rsidR="0006794D" w:rsidRPr="0006794D">
        <w:rPr>
          <w:rtl/>
          <w:lang w:bidi="fa-IR"/>
        </w:rPr>
        <w:t xml:space="preserve"> کرده ام و م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توان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 xml:space="preserve"> تمام سند را از آنجا بگ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Fonts w:hint="eastAsia"/>
          <w:rtl/>
          <w:lang w:bidi="fa-IR"/>
        </w:rPr>
        <w:t>ر</w:t>
      </w:r>
      <w:r w:rsidR="0006794D" w:rsidRPr="0006794D">
        <w:rPr>
          <w:rFonts w:hint="cs"/>
          <w:rtl/>
          <w:lang w:bidi="fa-IR"/>
        </w:rPr>
        <w:t>ی</w:t>
      </w:r>
      <w:r w:rsidR="0006794D"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امر</w:t>
      </w:r>
      <w:r w:rsidRPr="0006794D">
        <w:rPr>
          <w:rtl/>
          <w:lang w:bidi="fa-IR"/>
        </w:rPr>
        <w:t xml:space="preserve">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زدهم</w:t>
      </w:r>
      <w:r w:rsidRPr="0006794D">
        <w:rPr>
          <w:rtl/>
          <w:lang w:bidi="fa-IR"/>
        </w:rPr>
        <w:t xml:space="preserve"> از خاتمه رساله: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اگر مال و ثروت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که در نظر مردم گنج است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(در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گنج واقع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مال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)،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هدف در هر روز از ماه رجب المرجّب دوازده مرتبه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را قرائت کن: «اللّه ُ لِط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فٌ</w:t>
      </w:r>
      <w:r w:rsidRPr="0006794D">
        <w:rPr>
          <w:rtl/>
          <w:lang w:bidi="fa-IR"/>
        </w:rPr>
        <w:t xml:space="preserve"> بِعِبادِهِ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رْزُقُ</w:t>
      </w:r>
      <w:r w:rsidRPr="0006794D">
        <w:rPr>
          <w:rtl/>
          <w:lang w:bidi="fa-IR"/>
        </w:rPr>
        <w:t xml:space="preserve"> ما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شاءُ</w:t>
      </w:r>
      <w:r w:rsidRPr="0006794D">
        <w:rPr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وَ</w:t>
      </w:r>
      <w:r w:rsidRPr="0006794D">
        <w:rPr>
          <w:rtl/>
          <w:lang w:bidi="fa-IR"/>
        </w:rPr>
        <w:t xml:space="preserve"> هُوَ الْقَو</w:t>
      </w:r>
      <w:r w:rsidRPr="0006794D">
        <w:rPr>
          <w:rFonts w:hint="cs"/>
          <w:rtl/>
          <w:lang w:bidi="fa-IR"/>
        </w:rPr>
        <w:t>یُّ</w:t>
      </w:r>
      <w:r w:rsidRPr="0006794D">
        <w:rPr>
          <w:rtl/>
          <w:lang w:bidi="fa-IR"/>
        </w:rPr>
        <w:t xml:space="preserve"> الْعَز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زُ»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تمام</w:t>
      </w:r>
      <w:r w:rsidRPr="0006794D">
        <w:rPr>
          <w:rtl/>
          <w:lang w:bidi="fa-IR"/>
        </w:rPr>
        <w:t xml:space="preserve"> شد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به نام (گنج آشکار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فرزندم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) به دست نو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سنده</w:t>
      </w:r>
      <w:r w:rsidRPr="0006794D">
        <w:rPr>
          <w:rtl/>
          <w:lang w:bidi="fa-IR"/>
        </w:rPr>
        <w:t xml:space="preserve"> اش بنده فان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خدا با او باشد و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نده</w:t>
      </w:r>
      <w:r w:rsidR="001543DA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اش</w:t>
      </w:r>
      <w:r w:rsidRPr="0006794D">
        <w:rPr>
          <w:rtl/>
          <w:lang w:bidi="fa-IR"/>
        </w:rPr>
        <w:t xml:space="preserve"> را بهتر از گذشته گرداند و او را با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شوا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انش</w:t>
      </w:r>
      <w:r w:rsidRPr="0006794D">
        <w:rPr>
          <w:rtl/>
          <w:lang w:bidi="fa-IR"/>
        </w:rPr>
        <w:t xml:space="preserve"> حضرت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رالمؤمن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 xml:space="preserve">و فرزندان معصومش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محشور گرداند.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اتمام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رساله در روز سه شنبه 23 ماه صفرالمظفّر سال 1428 در شهر اصفهان بود که خداوند متعال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شهر را از حوادث تلخ نگهدارد. سپاس مخصوص خداست در اوّل و آخر و خداوند بر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امبرِ</w:t>
      </w:r>
      <w:r w:rsidRPr="0006794D">
        <w:rPr>
          <w:rtl/>
          <w:lang w:bidi="fa-IR"/>
        </w:rPr>
        <w:t xml:space="preserve"> ما حضرت محمّد </w:t>
      </w:r>
      <w:r w:rsidR="00F16AFE" w:rsidRPr="00F16AFE">
        <w:rPr>
          <w:rStyle w:val="libAlaemChar"/>
          <w:rtl/>
        </w:rPr>
        <w:t>صلى‌الله‌عليه‌وآله‌وسلم</w:t>
      </w:r>
      <w:r w:rsidRPr="0006794D">
        <w:rPr>
          <w:rtl/>
          <w:lang w:bidi="fa-IR"/>
        </w:rPr>
        <w:t>و خاندان پاک و معصومش درود و رحمت فرستد.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ترجمه</w:t>
      </w:r>
      <w:r w:rsidRPr="0006794D">
        <w:rPr>
          <w:rtl/>
          <w:lang w:bidi="fa-IR"/>
        </w:rPr>
        <w:t xml:space="preserve"> رساله «گنجنامه» توسّط بنده 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اصغر حب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تار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هشتم 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القعده 1428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مطابق با 28 آبان سال 1386 هجر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شمس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پا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</w:t>
      </w:r>
    </w:p>
    <w:p w:rsidR="0006794D" w:rsidRPr="0006794D" w:rsidRDefault="001543DA" w:rsidP="002F722C">
      <w:pPr>
        <w:pStyle w:val="Heading1"/>
        <w:rPr>
          <w:rtl/>
        </w:rPr>
      </w:pPr>
      <w:r>
        <w:rPr>
          <w:rtl/>
        </w:rPr>
        <w:br w:type="page"/>
      </w:r>
      <w:bookmarkStart w:id="126" w:name="_Toc66035369"/>
      <w:bookmarkStart w:id="127" w:name="_Toc66035435"/>
      <w:r w:rsidR="0006794D" w:rsidRPr="0006794D">
        <w:rPr>
          <w:rFonts w:hint="eastAsia"/>
          <w:rtl/>
        </w:rPr>
        <w:lastRenderedPageBreak/>
        <w:t>ضمائم</w:t>
      </w:r>
      <w:bookmarkEnd w:id="126"/>
      <w:bookmarkEnd w:id="127"/>
    </w:p>
    <w:p w:rsidR="0006794D" w:rsidRPr="0006794D" w:rsidRDefault="0006794D" w:rsidP="001543DA">
      <w:pPr>
        <w:pStyle w:val="libFootnotenum"/>
        <w:rPr>
          <w:rtl/>
          <w:lang w:bidi="fa-IR"/>
        </w:rPr>
      </w:pPr>
      <w:r w:rsidRPr="0006794D">
        <w:rPr>
          <w:rtl/>
          <w:lang w:bidi="fa-IR"/>
        </w:rPr>
        <w:t xml:space="preserve">(1)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. به طور خلاصه داستان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قرار است: سلطان محمود غزنو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غلام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 به نام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که او را بس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tl/>
          <w:lang w:bidi="fa-IR"/>
        </w:rPr>
        <w:t xml:space="preserve"> دوست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 به طور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مورد حسادت وز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ران</w:t>
      </w:r>
      <w:r w:rsidRPr="0006794D">
        <w:rPr>
          <w:rtl/>
          <w:lang w:bidi="fa-IR"/>
        </w:rPr>
        <w:t xml:space="preserve">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غلامان پادشاه قرار گرفت و گاه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او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سلطان سعا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بدگو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کردند و پادشاه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موضوع باخبر بود </w:t>
      </w:r>
      <w:r w:rsidRPr="0006794D">
        <w:rPr>
          <w:rFonts w:hint="eastAsia"/>
          <w:rtl/>
          <w:lang w:bidi="fa-IR"/>
        </w:rPr>
        <w:t>که</w:t>
      </w:r>
      <w:r w:rsidRPr="0006794D">
        <w:rPr>
          <w:rtl/>
          <w:lang w:bidi="fa-IR"/>
        </w:rPr>
        <w:t xml:space="preserve"> آنها درباره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حسادت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ورزند، لذا برنامه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تدارک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که علّت علاقه اش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همه روشن شود،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صورت که در مراسم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وزرا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حضور داشتند سلطان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tl/>
          <w:lang w:bidi="fa-IR"/>
        </w:rPr>
        <w:t xml:space="preserve"> دانه 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جواهرات الماس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از جنس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به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وزرا داد و دستور داد که آن را بشکند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قبول نکرد و گفت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جواهر گرانبها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است و با شکستن آن به خزانه حکومت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ضرر 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مهمّ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رسد و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وزرا هم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سلطان چن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دستور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به آنها داد همان جواب را دادند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ترس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دند</w:t>
      </w:r>
      <w:r w:rsidRPr="0006794D">
        <w:rPr>
          <w:rtl/>
          <w:lang w:bidi="fa-IR"/>
        </w:rPr>
        <w:t xml:space="preserve"> بعدها سلطان آنها را تنب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کند آن را نشکستند،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که در آن جل</w:t>
      </w:r>
      <w:r w:rsidRPr="0006794D">
        <w:rPr>
          <w:rFonts w:hint="eastAsia"/>
          <w:rtl/>
          <w:lang w:bidi="fa-IR"/>
        </w:rPr>
        <w:t>سه</w:t>
      </w:r>
      <w:r w:rsidRPr="0006794D">
        <w:rPr>
          <w:rtl/>
          <w:lang w:bidi="fa-IR"/>
        </w:rPr>
        <w:t xml:space="preserve"> حضور داشت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سلطان آن جواهر را به او داد و دستور داد که بشکند بلافاصله آن را به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زد و شکست و وزرا همه زبان به انتقاد گشودند که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او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به خزانه مملکت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. سلطان محمود گفت: درست است که از نظر 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خزانه سلطنت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ضرر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با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کارش حرف من را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نزد و به دستور من عمل کرد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کارش مهم تر از آن ضرر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شما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پندار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. </w:t>
      </w:r>
    </w:p>
    <w:p w:rsidR="0006794D" w:rsidRPr="0006794D" w:rsidRDefault="001543DA" w:rsidP="001543D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06794D" w:rsidRPr="0006794D" w:rsidRDefault="0006794D" w:rsidP="001543DA">
      <w:pPr>
        <w:pStyle w:val="libFootnote0"/>
        <w:rPr>
          <w:rtl/>
          <w:lang w:bidi="fa-IR"/>
        </w:rPr>
      </w:pPr>
      <w:r w:rsidRPr="0006794D">
        <w:rPr>
          <w:rtl/>
          <w:lang w:bidi="fa-IR"/>
        </w:rPr>
        <w:t>1- 1. در ترجمه کتاب با  علامت زده شده است.</w:t>
      </w:r>
    </w:p>
    <w:p w:rsidR="001543DA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1543DA" w:rsidRPr="0006794D" w:rsidRDefault="001543DA" w:rsidP="001543D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مَن أظْهَرَ الْجَمِ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لَ</w:t>
      </w:r>
      <w:r w:rsidRPr="0006794D">
        <w:rPr>
          <w:rtl/>
          <w:lang w:bidi="fa-IR"/>
        </w:rPr>
        <w:t xml:space="preserve"> وَ سَتَرَ الْقَبِ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حَ،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مَنْ لَمْ </w:t>
      </w:r>
      <w:r w:rsidRPr="0006794D">
        <w:rPr>
          <w:rFonts w:hint="cs"/>
          <w:rtl/>
          <w:lang w:bidi="fa-IR"/>
        </w:rPr>
        <w:t>یُ</w:t>
      </w:r>
      <w:r w:rsidRPr="0006794D">
        <w:rPr>
          <w:rFonts w:hint="eastAsia"/>
          <w:rtl/>
          <w:lang w:bidi="fa-IR"/>
        </w:rPr>
        <w:t>ؤَاخِذْ</w:t>
      </w:r>
      <w:r w:rsidRPr="0006794D">
        <w:rPr>
          <w:rtl/>
          <w:lang w:bidi="fa-IR"/>
        </w:rPr>
        <w:t xml:space="preserve"> بِالْجَرِ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رَهِ</w:t>
      </w:r>
      <w:r w:rsidRPr="0006794D">
        <w:rPr>
          <w:rtl/>
          <w:lang w:bidi="fa-IR"/>
        </w:rPr>
        <w:t xml:space="preserve"> وَ لَمْ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هْتِکِ</w:t>
      </w:r>
      <w:r w:rsidRPr="0006794D">
        <w:rPr>
          <w:rtl/>
          <w:lang w:bidi="fa-IR"/>
        </w:rPr>
        <w:t xml:space="preserve"> السِّتْرَ،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عَظِ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مَ</w:t>
      </w:r>
      <w:r w:rsidRPr="0006794D">
        <w:rPr>
          <w:rtl/>
          <w:lang w:bidi="fa-IR"/>
        </w:rPr>
        <w:t xml:space="preserve"> الْعَفْوِ،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حَسَنَ التّجَاوُزِ،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وَاسعَ الْمَغْفِرَهِ،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بَاسِطَ الْ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دَ</w:t>
      </w:r>
      <w:r w:rsidRPr="0006794D">
        <w:rPr>
          <w:rFonts w:hint="cs"/>
          <w:rtl/>
          <w:lang w:bidi="fa-IR"/>
        </w:rPr>
        <w:t>یْ</w:t>
      </w:r>
      <w:r w:rsidRPr="0006794D">
        <w:rPr>
          <w:rFonts w:hint="eastAsia"/>
          <w:rtl/>
          <w:lang w:bidi="fa-IR"/>
        </w:rPr>
        <w:t>نِ</w:t>
      </w:r>
      <w:r w:rsidRPr="0006794D">
        <w:rPr>
          <w:rtl/>
          <w:lang w:bidi="fa-IR"/>
        </w:rPr>
        <w:t xml:space="preserve"> بِالرِّحْمَهِ،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صَاحِبَ کُلِّ نَجْوَ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وَ مُنْتَه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کُلِّ شَکْوَ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کَرِ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مَ</w:t>
      </w:r>
      <w:r w:rsidRPr="0006794D">
        <w:rPr>
          <w:rtl/>
          <w:lang w:bidi="fa-IR"/>
        </w:rPr>
        <w:t xml:space="preserve"> الصَّفحِ،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عَظِ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مَ</w:t>
      </w:r>
      <w:r w:rsidRPr="0006794D">
        <w:rPr>
          <w:rtl/>
          <w:lang w:bidi="fa-IR"/>
        </w:rPr>
        <w:t xml:space="preserve"> الْمَنِّ،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مُبْتَدِئاً بِالنِّعَمِ قَبْلَ اسْتِحْقَاقِهَا.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رَبَّنَا وَ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سَ</w:t>
      </w:r>
      <w:r w:rsidRPr="0006794D">
        <w:rPr>
          <w:rFonts w:hint="cs"/>
          <w:rtl/>
          <w:lang w:bidi="fa-IR"/>
        </w:rPr>
        <w:t>یِّ</w:t>
      </w:r>
      <w:r w:rsidRPr="0006794D">
        <w:rPr>
          <w:rFonts w:hint="eastAsia"/>
          <w:rtl/>
          <w:lang w:bidi="fa-IR"/>
        </w:rPr>
        <w:t>دَنَا</w:t>
      </w:r>
      <w:r w:rsidRPr="0006794D">
        <w:rPr>
          <w:rtl/>
          <w:lang w:bidi="fa-IR"/>
        </w:rPr>
        <w:t xml:space="preserve"> وَ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مَوْلَانَا وَ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غَا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هَ</w:t>
      </w:r>
      <w:r w:rsidRPr="0006794D">
        <w:rPr>
          <w:rtl/>
          <w:lang w:bidi="fa-IR"/>
        </w:rPr>
        <w:t xml:space="preserve"> رَغْبَتِنَا، أسْألُکَ 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اللّه ُ أنْ لَا تُشَوِّهَ خَلْقِ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بِالنَّ</w:t>
      </w:r>
      <w:r w:rsidRPr="0006794D">
        <w:rPr>
          <w:rFonts w:hint="eastAsia"/>
          <w:rtl/>
          <w:lang w:bidi="fa-IR"/>
        </w:rPr>
        <w:t>ارِ</w:t>
      </w:r>
      <w:r w:rsidRPr="0006794D">
        <w:rPr>
          <w:rtl/>
          <w:lang w:bidi="fa-IR"/>
        </w:rPr>
        <w:t>. بحارالأنوار، ج92، ص198.</w:t>
      </w:r>
    </w:p>
    <w:p w:rsidR="0006794D" w:rsidRPr="0006794D" w:rsidRDefault="0006794D" w:rsidP="001543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آن 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قرار است: علّامه مجلس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1543DA" w:rsidRPr="001543DA">
        <w:rPr>
          <w:rStyle w:val="libAlaemChar"/>
          <w:rtl/>
        </w:rPr>
        <w:t>قدس‌سره</w:t>
      </w:r>
      <w:r w:rsidR="001543DA" w:rsidRPr="00BB2EBE">
        <w:rPr>
          <w:rtl/>
        </w:rPr>
        <w:t xml:space="preserve">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>: در بعض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کتاب ها داستان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افتم</w:t>
      </w:r>
      <w:r w:rsidRPr="0006794D">
        <w:rPr>
          <w:rtl/>
          <w:lang w:bidi="fa-IR"/>
        </w:rPr>
        <w:t xml:space="preserve">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شرح که: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با بعض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حوار</w:t>
      </w:r>
      <w:r w:rsidRPr="0006794D">
        <w:rPr>
          <w:rFonts w:hint="cs"/>
          <w:rtl/>
          <w:lang w:bidi="fa-IR"/>
        </w:rPr>
        <w:t>ییّ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در سفر 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احت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شهر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داشتند در نزد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شهر در مس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راه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افتند</w:t>
      </w:r>
      <w:r w:rsidRPr="0006794D">
        <w:rPr>
          <w:rtl/>
          <w:lang w:bidi="fa-IR"/>
        </w:rPr>
        <w:t xml:space="preserve">. همراهان </w:t>
      </w:r>
      <w:r w:rsidRPr="0006794D">
        <w:rPr>
          <w:rFonts w:hint="eastAsia"/>
          <w:rtl/>
          <w:lang w:bidi="fa-IR"/>
        </w:rPr>
        <w:t>حضرت</w:t>
      </w:r>
      <w:r w:rsidRPr="0006794D">
        <w:rPr>
          <w:rtl/>
          <w:lang w:bidi="fa-IR"/>
        </w:rPr>
        <w:t xml:space="preserve"> به او گفتند: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روح اللّه به ما اجازه بده در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جا اقامت داشته باش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و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گنج بهره مند شو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تا ضا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نشود. حضرت فرمود: شما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جا اقامت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داخل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شهر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روم چرا که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آن جا دارم که جو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هستم. لذا چون آن حضرت داخل شهر شد و مقد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گشت خانه خراب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پس داخل آن خانه شد که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زن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 آن جا بود حضرت به او فرمود: من امشب مهمان تو هستم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از تو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خانه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هست؟ گفت: بله پسر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دارم که پدرش فوت کرده است و او در کنار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مانده است. کارش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است که هر روز به صحرا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 و خار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جمع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به شهر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آورد 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فروشد و با پول آن ما گذرانِ زندگ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>. پس اتاق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از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آماده ساخت تا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پسرش آمد.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ره</w:t>
      </w:r>
      <w:r w:rsidRPr="0006794D">
        <w:rPr>
          <w:rtl/>
          <w:lang w:bidi="fa-IR"/>
        </w:rPr>
        <w:t xml:space="preserve"> زن به او گفت: خدا امشب مهمان </w:t>
      </w:r>
      <w:r w:rsidRPr="0006794D">
        <w:rPr>
          <w:rtl/>
          <w:lang w:bidi="fa-IR"/>
        </w:rPr>
        <w:lastRenderedPageBreak/>
        <w:t>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سته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ما فرستاده است که از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نور زهد و صلاح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بارد. پس فرصت را غن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مت</w:t>
      </w:r>
      <w:r w:rsidRPr="0006794D">
        <w:rPr>
          <w:rtl/>
          <w:lang w:bidi="fa-IR"/>
        </w:rPr>
        <w:t xml:space="preserve"> بشمار و در خدمت او باش و با او همراه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کن. پس آن پسر وارد بر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 و در خدمت آن حضرت قرار گرفت و او را گرام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داشت. چون پاس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شب گذشت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از حال و زندگ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جو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شد. پس حضرت در آن جوان آثار خردمند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هوش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زم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ترقّ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رشد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دن</w:t>
      </w:r>
      <w:r w:rsidRPr="0006794D">
        <w:rPr>
          <w:rtl/>
          <w:lang w:bidi="fa-IR"/>
        </w:rPr>
        <w:t xml:space="preserve"> به درجات کمال را احساس نمود.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متوجّه شد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جوان در درون خود اندوه بزرگ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دارد. لذا به او فرمود: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غلام من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نم</w:t>
      </w:r>
      <w:r w:rsidRPr="0006794D">
        <w:rPr>
          <w:rtl/>
          <w:lang w:bidi="fa-IR"/>
        </w:rPr>
        <w:t xml:space="preserve"> که قلب تو مشغول به غم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که برطرف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شود. پس به من راجع به آن خبر ده شا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در نزد من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درد دوا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وجود داشته باشد. پس چون حضرت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باره اصرار و مبالغه کرد آن جوان گفت: بله من در قلبم</w:t>
      </w:r>
      <w:r w:rsidR="001543DA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ناراحت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دارم که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از خداوند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تواند آن را مداوا کند. پس غلام عرض کرد: من روز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خارها را که حمل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 به طرف شهر، عبورم به کاخ دختر پادشاه افتاد و نگاه به کاخ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چشمم به دختر پادشاه افتاد. پس محبّت او به شدّت در دلم قرار گرفت و هر ر</w:t>
      </w:r>
      <w:r w:rsidRPr="0006794D">
        <w:rPr>
          <w:rFonts w:hint="eastAsia"/>
          <w:rtl/>
          <w:lang w:bidi="fa-IR"/>
        </w:rPr>
        <w:t>وز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علاقه 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اد</w:t>
      </w:r>
      <w:r w:rsidRPr="0006794D">
        <w:rPr>
          <w:rtl/>
          <w:lang w:bidi="fa-IR"/>
        </w:rPr>
        <w:t xml:space="preserve"> شد 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درد دارو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از مرگ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نم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BB76D0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حضرت</w:t>
      </w:r>
      <w:r w:rsidRPr="0006794D">
        <w:rPr>
          <w:rtl/>
          <w:lang w:bidi="fa-IR"/>
        </w:rPr>
        <w:t xml:space="preserve">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فرمود: من راه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جلو تو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گذارم که تو بتوان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 او ازدواج کن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 پس جوان رفت و مادرش را در 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فرما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گذاشت. مادرش به او گفت: پسرم من گمان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کنم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مرد وعده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بدهد که امکان نداشته باشد به آن وفا کند. پس به او گوش کن و </w:t>
      </w:r>
      <w:r w:rsidRPr="0006794D">
        <w:rPr>
          <w:rFonts w:hint="eastAsia"/>
          <w:rtl/>
          <w:lang w:bidi="fa-IR"/>
        </w:rPr>
        <w:t>در</w:t>
      </w:r>
      <w:r w:rsidRPr="0006794D">
        <w:rPr>
          <w:rtl/>
          <w:lang w:bidi="fa-IR"/>
        </w:rPr>
        <w:t xml:space="preserve"> هرچه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او را اطاعت کن.</w:t>
      </w:r>
      <w:r w:rsidRPr="0006794D">
        <w:rPr>
          <w:rFonts w:hint="eastAsia"/>
          <w:rtl/>
          <w:lang w:bidi="fa-IR"/>
        </w:rPr>
        <w:t>چون</w:t>
      </w:r>
      <w:r w:rsidRPr="0006794D">
        <w:rPr>
          <w:rtl/>
          <w:lang w:bidi="fa-IR"/>
        </w:rPr>
        <w:t xml:space="preserve"> شب را به صبح </w:t>
      </w:r>
      <w:r w:rsidRPr="0006794D">
        <w:rPr>
          <w:rtl/>
          <w:lang w:bidi="fa-IR"/>
        </w:rPr>
        <w:lastRenderedPageBreak/>
        <w:t>رساندند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غلام فرمود: برو به در خانه پادشاه، زمان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افراد مخصوص دربار او و وز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ران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خواستند بر او وارد شوند به آنها بگو که به پادشاه از زبان تو بگو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ند</w:t>
      </w:r>
      <w:r w:rsidRPr="0006794D">
        <w:rPr>
          <w:rtl/>
          <w:lang w:bidi="fa-IR"/>
        </w:rPr>
        <w:t xml:space="preserve"> که من آمده ام به خواستگار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دخترش. پس هر اتفاق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بعد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افتاد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تو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پادشاه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به من بگو. جوان خود را به درِ خانه پادشاه رساند و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خواسته خود را به افراد مخصوص پادشاه گفت: آنها به او خند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دند</w:t>
      </w:r>
      <w:r w:rsidRPr="0006794D">
        <w:rPr>
          <w:rtl/>
          <w:lang w:bidi="fa-IR"/>
        </w:rPr>
        <w:t xml:space="preserve"> و از گفتارش شگفت زده شدند و رفتند به نزد پادشاه در حال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به مسخره گرفته بودند مطلب او را به پادشاه گفتند. پادشاه دس</w:t>
      </w:r>
      <w:r w:rsidRPr="0006794D">
        <w:rPr>
          <w:rFonts w:hint="eastAsia"/>
          <w:rtl/>
          <w:lang w:bidi="fa-IR"/>
        </w:rPr>
        <w:t>تور</w:t>
      </w:r>
      <w:r w:rsidRPr="0006794D">
        <w:rPr>
          <w:rtl/>
          <w:lang w:bidi="fa-IR"/>
        </w:rPr>
        <w:t xml:space="preserve"> داد او را در نزدش حاضر کنند. پس چون داخل شد و به حضور پادشاه 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از دختر پادشاه خواستگار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نمود پادشاه با حال تمسخر به او گفت: من دختر خود را به تو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دهم مگر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تو به من مروار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دها</w:t>
      </w:r>
      <w:r w:rsidRPr="0006794D">
        <w:rPr>
          <w:rtl/>
          <w:lang w:bidi="fa-IR"/>
        </w:rPr>
        <w:t xml:space="preserve"> و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اقوت</w:t>
      </w:r>
      <w:r w:rsidRPr="0006794D">
        <w:rPr>
          <w:rtl/>
          <w:lang w:bidi="fa-IR"/>
        </w:rPr>
        <w:t xml:space="preserve"> ها و گوهرها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چنان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خلاصه جواهرات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از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درخ</w:t>
      </w:r>
      <w:r w:rsidRPr="0006794D">
        <w:rPr>
          <w:rFonts w:hint="eastAsia"/>
          <w:rtl/>
          <w:lang w:bidi="fa-IR"/>
        </w:rPr>
        <w:t>واست</w:t>
      </w:r>
      <w:r w:rsidRPr="0006794D">
        <w:rPr>
          <w:rtl/>
          <w:lang w:bidi="fa-IR"/>
        </w:rPr>
        <w:t xml:space="preserve"> نمود که جز در خزانه پادشاه در جا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tl/>
          <w:lang w:bidi="fa-IR"/>
        </w:rPr>
        <w:t xml:space="preserve">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شد. پس جوان به پادشاه گفت: من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روم و جواب تو را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آورم. لذا به نزد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آمد و 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را گفت: پس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 خرابه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آن سنگ ها و کلوخ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بزرگ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بود رفت و از خدا درخواست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 و دعا نمود. پس </w:t>
      </w:r>
      <w:r w:rsidRPr="0006794D">
        <w:rPr>
          <w:rFonts w:hint="eastAsia"/>
          <w:rtl/>
          <w:lang w:bidi="fa-IR"/>
        </w:rPr>
        <w:t>آن</w:t>
      </w:r>
      <w:r w:rsidRPr="0006794D">
        <w:rPr>
          <w:rtl/>
          <w:lang w:bidi="fa-IR"/>
        </w:rPr>
        <w:t xml:space="preserve"> سنگ ها و کلوخ ها تبد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به جواهرات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 که پادشاه خواسته بود بلکه بهتر از آنها. بعد از آن فرمود: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غلام هر چقدر از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ها را که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بردار و ببر به نزد پادشاه. پس غلام آن جواهرات را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پادشاه بُرد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و افراد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در مجلس او بودند درباره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جوان </w:t>
      </w:r>
      <w:r w:rsidRPr="0006794D">
        <w:rPr>
          <w:rFonts w:hint="eastAsia"/>
          <w:rtl/>
          <w:lang w:bidi="fa-IR"/>
        </w:rPr>
        <w:t>و</w:t>
      </w:r>
      <w:r w:rsidRPr="0006794D">
        <w:rPr>
          <w:rtl/>
          <w:lang w:bidi="fa-IR"/>
        </w:rPr>
        <w:t xml:space="preserve"> کار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تعجّب کردند. در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حال گفتند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مقدار ما را کاف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 جوان دوباره آمد به نزد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آن چه اتفّاق</w:t>
      </w:r>
      <w:r w:rsidR="00BB76D0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افتاده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بود گزارش داد.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فرمود: برو داخل خرابه شو و هرچه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 جواهرات بردار و ببر به نزد آنان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مرتبه آن جوان دو برابر آن چه را برده بود برداشت از آن جواهرات و برد به نزد پادشاه که باعث شگفت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همراهانش شد. پادشاه گفت: کار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ن غلام عج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است. پس با غلام خلوت کرد و از رازِ مطلب 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شد. پس او هم آن چه که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خود و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اتفّاق افتاده بود و علاقه شد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به دختر پادشاه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کرده بود را به پادشاه اطلّاع داد. پادشاه پ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برد که آن مهمان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 لذا به ج</w:t>
      </w:r>
      <w:r w:rsidRPr="0006794D">
        <w:rPr>
          <w:rFonts w:hint="eastAsia"/>
          <w:rtl/>
          <w:lang w:bidi="fa-IR"/>
        </w:rPr>
        <w:t>وان</w:t>
      </w:r>
      <w:r w:rsidRPr="0006794D">
        <w:rPr>
          <w:rtl/>
          <w:lang w:bidi="fa-IR"/>
        </w:rPr>
        <w:t xml:space="preserve"> گفت: به مهمانت بگو به نزد من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دختر من را به ازدواج تو در آورد. پس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حاضر شد و دخترِ پادشاه را به ازدواج آن جوان درآورد. پادشاه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لباس فاخر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دستور داد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جوان آوردند و او پوش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خلاصه شب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آن جوان و دختر پادشاه با هم به صبح رسان</w:t>
      </w:r>
      <w:r w:rsidRPr="0006794D">
        <w:rPr>
          <w:rFonts w:hint="eastAsia"/>
          <w:rtl/>
          <w:lang w:bidi="fa-IR"/>
        </w:rPr>
        <w:t>دند،</w:t>
      </w:r>
      <w:r w:rsidRPr="0006794D">
        <w:rPr>
          <w:rtl/>
          <w:lang w:bidi="fa-IR"/>
        </w:rPr>
        <w:t xml:space="preserve"> وقت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صبح شد. پادشاه غلام را خواست و با او صحبت کرد.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او شخص عاقل و پاک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پادشاه هم فرزند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از همان دخترش وجود نداشت. لذا آن غلام را 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عهد</w:t>
      </w:r>
      <w:r w:rsidRPr="0006794D">
        <w:rPr>
          <w:rtl/>
          <w:lang w:bidi="fa-IR"/>
        </w:rPr>
        <w:t xml:space="preserve"> خود نمود و وارث پادشاه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قرار داد و به خواصّ و اع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حکومتش دستور داد که با او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عت</w:t>
      </w:r>
      <w:r w:rsidRPr="0006794D">
        <w:rPr>
          <w:rtl/>
          <w:lang w:bidi="fa-IR"/>
        </w:rPr>
        <w:t xml:space="preserve"> کنند و دستور</w:t>
      </w:r>
      <w:r w:rsidRPr="0006794D">
        <w:rPr>
          <w:rFonts w:hint="eastAsia"/>
          <w:rtl/>
          <w:lang w:bidi="fa-IR"/>
        </w:rPr>
        <w:t>اتش</w:t>
      </w:r>
      <w:r w:rsidRPr="0006794D">
        <w:rPr>
          <w:rtl/>
          <w:lang w:bidi="fa-IR"/>
        </w:rPr>
        <w:t xml:space="preserve"> را اطاعات کنند. چون شب دوّم شد پادشاه به طور ناگهان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فوت کرد و آن غلام را بزرگان حکومت به تخت پادشاه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نشاندند و مط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</w:t>
      </w:r>
      <w:r w:rsidRPr="0006794D">
        <w:rPr>
          <w:rtl/>
          <w:lang w:bidi="fa-IR"/>
        </w:rPr>
        <w:t xml:space="preserve"> او شدند و خزانه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مملکت را به او سپردند. در روز سوّم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آمد که با آن جوان که پادشاه شده بود خداحافظ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کند. غلام گفت: 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حک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تو به گردنِ من حقوق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من سپاس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آنها را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توانم به جا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آوردم حتّ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اگر هم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شه</w:t>
      </w:r>
      <w:r w:rsidRPr="0006794D">
        <w:rPr>
          <w:rtl/>
          <w:lang w:bidi="fa-IR"/>
        </w:rPr>
        <w:t xml:space="preserve"> زنده باشم و به تو خدمت کنم. 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شب</w:t>
      </w:r>
      <w:r w:rsidRPr="0006794D">
        <w:rPr>
          <w:rtl/>
          <w:lang w:bidi="fa-IR"/>
        </w:rPr>
        <w:t xml:space="preserve"> </w:t>
      </w:r>
      <w:r w:rsidRPr="0006794D">
        <w:rPr>
          <w:rtl/>
          <w:lang w:bidi="fa-IR"/>
        </w:rPr>
        <w:lastRenderedPageBreak/>
        <w:t>در دل من امر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عارض شد که اگر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باره جواب مرا نده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آن چه که من به دست آورده ام نفع و سود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برم.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فرمود: آن مطلب </w:t>
      </w:r>
      <w:r w:rsidRPr="0006794D">
        <w:rPr>
          <w:rFonts w:hint="eastAsia"/>
          <w:rtl/>
          <w:lang w:bidi="fa-IR"/>
        </w:rPr>
        <w:t>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ست؟</w:t>
      </w:r>
      <w:r w:rsidRPr="0006794D">
        <w:rPr>
          <w:rtl/>
          <w:lang w:bidi="fa-IR"/>
        </w:rPr>
        <w:t xml:space="preserve"> غلام گفت: تو که توانست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مرا در عرض دو روز از آن جا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گاه</w:t>
      </w:r>
      <w:r w:rsidRPr="0006794D">
        <w:rPr>
          <w:rtl/>
          <w:lang w:bidi="fa-IR"/>
        </w:rPr>
        <w:t xml:space="preserve"> پست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درجه بالا برسان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چرا درباره خودت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کار را انجام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تو را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لباس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ساده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نم</w:t>
      </w:r>
      <w:r w:rsidRPr="0006794D">
        <w:rPr>
          <w:rtl/>
          <w:lang w:bidi="fa-IR"/>
        </w:rPr>
        <w:t xml:space="preserve"> و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شرا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ط</w:t>
      </w:r>
      <w:r w:rsidRPr="0006794D">
        <w:rPr>
          <w:rtl/>
          <w:lang w:bidi="fa-IR"/>
        </w:rPr>
        <w:t xml:space="preserve"> خاصّ؟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BB76D0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حضرت</w:t>
      </w:r>
      <w:r w:rsidRPr="0006794D">
        <w:rPr>
          <w:rtl/>
          <w:lang w:bidi="fa-IR"/>
        </w:rPr>
        <w:t xml:space="preserve">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به او فرمود: کس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نسبت به خدا و خانه کرامت او [آخرت] و ثوابش علم دارد و به فان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بودن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پست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آگاه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دارد رغبت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پادشاه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امور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که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رود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نم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کند و ما در مقام نزد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ک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به خداوند متعال و دوست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</w:t>
      </w:r>
      <w:r w:rsidRPr="0006794D">
        <w:rPr>
          <w:rtl/>
          <w:lang w:bidi="fa-IR"/>
        </w:rPr>
        <w:t xml:space="preserve"> لذّت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روحان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که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لذّت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از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رفتن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در مقابل آنها 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ست</w:t>
      </w:r>
      <w:r w:rsidRPr="0006794D">
        <w:rPr>
          <w:rtl/>
          <w:lang w:bidi="fa-IR"/>
        </w:rPr>
        <w:t>. پس چون</w:t>
      </w:r>
      <w:r w:rsidR="00BB76D0">
        <w:rPr>
          <w:rFonts w:hint="cs"/>
          <w:rtl/>
          <w:lang w:bidi="fa-IR"/>
        </w:rPr>
        <w:t xml:space="preserve"> </w:t>
      </w:r>
      <w:r w:rsidRPr="0006794D">
        <w:rPr>
          <w:rFonts w:hint="eastAsia"/>
          <w:rtl/>
          <w:lang w:bidi="fa-IR"/>
        </w:rPr>
        <w:t>حضرت</w:t>
      </w:r>
      <w:r w:rsidRPr="0006794D">
        <w:rPr>
          <w:rtl/>
          <w:lang w:bidi="fa-IR"/>
        </w:rPr>
        <w:t xml:space="preserve">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او را به آفات و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</w:t>
      </w:r>
      <w:r w:rsidRPr="0006794D">
        <w:rPr>
          <w:rtl/>
          <w:lang w:bidi="fa-IR"/>
        </w:rPr>
        <w:t xml:space="preserve">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نعمت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آخرت و درجات آن خبر داد غلام به آن حضرت گفت: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بر تو سؤال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است و آن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که تو چرا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لذّت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بهتر و بالاتر را برگز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و مرا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بلا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بزرگ قرار داد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؟</w:t>
      </w:r>
      <w:r w:rsidRPr="0006794D">
        <w:rPr>
          <w:rtl/>
          <w:lang w:bidi="fa-IR"/>
        </w:rPr>
        <w:t xml:space="preserve">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فرمود: من به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جهت تو را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امر قرار دادم که هوش و عقل تو را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ازما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تا به خاطر ترک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امور آسان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تو پاداش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شتر</w:t>
      </w:r>
      <w:r w:rsidRPr="0006794D">
        <w:rPr>
          <w:rtl/>
          <w:lang w:bidi="fa-IR"/>
        </w:rPr>
        <w:t xml:space="preserve"> و کامل تر به دست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پشت پا زدنِ تو به دن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و پادشاه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آن برا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گران</w:t>
      </w:r>
      <w:r w:rsidRPr="0006794D">
        <w:rPr>
          <w:rtl/>
          <w:lang w:bidi="fa-IR"/>
        </w:rPr>
        <w:t xml:space="preserve"> حجّت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باشد. پس غلام پادشاه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را رها کرد و لباس ها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قبل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خود را پوش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و </w:t>
      </w:r>
      <w:r w:rsidRPr="0006794D">
        <w:rPr>
          <w:rFonts w:hint="eastAsia"/>
          <w:rtl/>
          <w:lang w:bidi="fa-IR"/>
        </w:rPr>
        <w:t>از</w:t>
      </w:r>
      <w:r w:rsidRPr="0006794D">
        <w:rPr>
          <w:rtl/>
          <w:lang w:bidi="fa-IR"/>
        </w:rPr>
        <w:t xml:space="preserve"> همراهان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شد. چون حضرت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سو</w:t>
      </w:r>
      <w:r w:rsidRPr="0006794D">
        <w:rPr>
          <w:rFonts w:hint="cs"/>
          <w:rtl/>
          <w:lang w:bidi="fa-IR"/>
        </w:rPr>
        <w:t>یِ</w:t>
      </w:r>
      <w:r w:rsidRPr="0006794D">
        <w:rPr>
          <w:rtl/>
          <w:lang w:bidi="fa-IR"/>
        </w:rPr>
        <w:t xml:space="preserve"> حوار</w:t>
      </w:r>
      <w:r w:rsidRPr="0006794D">
        <w:rPr>
          <w:rFonts w:hint="cs"/>
          <w:rtl/>
          <w:lang w:bidi="fa-IR"/>
        </w:rPr>
        <w:t>ییّ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برگشت فرمود: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همان گنج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بود که من گمان 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کردم در 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شهر است و خدا را سپاس که آن را پ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دا</w:t>
      </w:r>
      <w:r w:rsidRPr="0006794D">
        <w:rPr>
          <w:rtl/>
          <w:lang w:bidi="fa-IR"/>
        </w:rPr>
        <w:t xml:space="preserve"> کردم.</w:t>
      </w:r>
    </w:p>
    <w:p w:rsidR="0006794D" w:rsidRPr="0006794D" w:rsidRDefault="008B66DA" w:rsidP="008B66D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8" w:name="_Toc66035370"/>
      <w:bookmarkStart w:id="129" w:name="_Toc66035436"/>
      <w:r w:rsidR="0006794D" w:rsidRPr="0006794D">
        <w:rPr>
          <w:rFonts w:hint="eastAsia"/>
          <w:rtl/>
          <w:lang w:bidi="fa-IR"/>
        </w:rPr>
        <w:lastRenderedPageBreak/>
        <w:t>مصادر</w:t>
      </w:r>
      <w:r w:rsidR="0006794D" w:rsidRPr="0006794D">
        <w:rPr>
          <w:rtl/>
          <w:lang w:bidi="fa-IR"/>
        </w:rPr>
        <w:t xml:space="preserve"> الکتاب</w:t>
      </w:r>
      <w:bookmarkEnd w:id="128"/>
      <w:bookmarkEnd w:id="129"/>
      <w:r w:rsidR="0006794D" w:rsidRPr="0006794D">
        <w:rPr>
          <w:rtl/>
          <w:lang w:bidi="fa-IR"/>
        </w:rPr>
        <w:t xml:space="preserve"> 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1. الآراء الفقه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اصفهان، 1429.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2.الإثنا عشر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المواعظ العدد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لمحمدبن الحسن العامل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المقدسه،1384ش - 1427ق.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3. إحقاق الحق، للشه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القاض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نوراللّه التستر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مکتبه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 المرعش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4. الأربعون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ثا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ملأ</w:t>
      </w:r>
      <w:r w:rsidRPr="0006794D">
        <w:rPr>
          <w:rtl/>
          <w:lang w:bidi="fa-IR"/>
        </w:rPr>
        <w:t xml:space="preserve"> الأرض قسطا و عدلاً،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المقدسه، 1411ق.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5. از چشمه خورش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(چهل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از 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رمؤمنان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)،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ترجمه جو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جهانبخش، اصفهان، 1429.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6. الأدب المفرد، للبخار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الطبعه القد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</w:t>
      </w:r>
      <w:r w:rsidRPr="0006794D">
        <w:rPr>
          <w:rtl/>
          <w:lang w:bidi="fa-IR"/>
        </w:rPr>
        <w:t>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7. أعلام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آل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، قم المقدسه.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8. إقبال الأعمال، لإبن طاووس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9. ألف 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المؤمن،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المقدسه، 1416ق.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>10.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الصدوق،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مؤسسه البعثه، قم المقدسه.</w:t>
      </w:r>
    </w:p>
    <w:p w:rsidR="0006794D" w:rsidRPr="0006794D" w:rsidRDefault="0006794D" w:rsidP="008B66DA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11.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طوس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مؤسسه البعثه،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12. اندوخته خداوند،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ترجمه جو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جهانبخش، حروف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تهران، 1424.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13. أمال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المف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14. أنوار التنز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ل،</w:t>
      </w:r>
      <w:r w:rsidRPr="0006794D">
        <w:rPr>
          <w:rtl/>
          <w:lang w:bidi="fa-IR"/>
        </w:rPr>
        <w:t xml:space="preserve"> المسمّ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ضاو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15. بحارالأنوار،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محمدباقر المجلس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110 مجلدات، و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عام 1421ق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44 مجلدا.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16. البرهان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القرآن، للس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هاشم البحران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البعثه،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17. البلدالأم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صوره عن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18. بوستان فض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لت،</w:t>
      </w:r>
      <w:r w:rsidRPr="0006794D">
        <w:rPr>
          <w:rtl/>
          <w:lang w:bidi="fa-IR"/>
        </w:rPr>
        <w:t xml:space="preserve"> لحم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خل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ان،</w:t>
      </w:r>
      <w:r w:rsidRPr="0006794D">
        <w:rPr>
          <w:rtl/>
          <w:lang w:bidi="fa-IR"/>
        </w:rPr>
        <w:t xml:space="preserve"> إصفهان، 1385ش.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19.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ان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أخبار صاحب الزمان، لمحمد بن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وسف</w:t>
      </w:r>
      <w:r w:rsidRPr="0006794D">
        <w:rPr>
          <w:rtl/>
          <w:lang w:bidi="fa-IR"/>
        </w:rPr>
        <w:t xml:space="preserve"> الکنج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الشافع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>20. التاج الجامع للأصول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الرسول،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منصور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ناصف،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1406ق.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21. تحف العقول، لابن شعبه الحران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22. التذکره الحمدون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لمحمد بن الحسن بن محمد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ابن حمدون،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1996م.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23. التعر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</w:t>
      </w:r>
      <w:r w:rsidRPr="0006794D">
        <w:rPr>
          <w:rtl/>
          <w:lang w:bidi="fa-IR"/>
        </w:rPr>
        <w:t xml:space="preserve"> بوجوب حق الوالد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الفتح الکراجک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24. 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إبراه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مجلدان،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ص</w:t>
      </w:r>
      <w:r w:rsidRPr="0006794D">
        <w:rPr>
          <w:rtl/>
          <w:lang w:bidi="fa-IR"/>
        </w:rPr>
        <w:t>: 119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25. التفس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الکب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ر،</w:t>
      </w:r>
      <w:r w:rsidRPr="0006794D">
        <w:rPr>
          <w:rtl/>
          <w:lang w:bidi="fa-IR"/>
        </w:rPr>
        <w:t xml:space="preserve"> للفخر الراز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26. تمام نهج البلاغه، للس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صادق ابن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محمدباقر ابن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عبداللّه الموسو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موسسه الاعلم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روت،</w:t>
      </w:r>
      <w:r w:rsidRPr="0006794D">
        <w:rPr>
          <w:rtl/>
          <w:lang w:bidi="fa-IR"/>
        </w:rPr>
        <w:t xml:space="preserve"> لبنان 1426ق.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27. التهذ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ب،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الطوس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حسن الخرسان، طهران.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28. ثواب الأعمال،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الصدوق،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طهران.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>29. جامع الأصول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الرسول، لابن الأث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الجزر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روت،</w:t>
      </w:r>
      <w:r w:rsidRPr="0006794D">
        <w:rPr>
          <w:rtl/>
          <w:lang w:bidi="fa-IR"/>
        </w:rPr>
        <w:t xml:space="preserve"> دارالفکر، 1403ق.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30. جامع الشتات، لمحمد إسماع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الخواجوئ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الرجائ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31. الجعفر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ات،</w:t>
      </w:r>
      <w:r w:rsidRPr="0006794D">
        <w:rPr>
          <w:rtl/>
          <w:lang w:bidi="fa-IR"/>
        </w:rPr>
        <w:t xml:space="preserve"> لمحمد بن محمد بن الأشعث، طهران، 1370.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32. جواهرالکلام، [نبذه من کتاب]، للآمد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المطبوعه ضمن مجله تراثنا، العدد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91 و 92،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33. حکا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أخگر الماس 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زه</w:t>
      </w:r>
      <w:r w:rsidRPr="0006794D">
        <w:rPr>
          <w:rtl/>
          <w:lang w:bidi="fa-IR"/>
        </w:rPr>
        <w:t xml:space="preserve"> ها، لجو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</w:t>
      </w:r>
      <w:r w:rsidRPr="0006794D">
        <w:rPr>
          <w:rtl/>
          <w:lang w:bidi="fa-IR"/>
        </w:rPr>
        <w:t xml:space="preserve"> جهانبخش،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ما، 1384ش.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34. حل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الأول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اء،</w:t>
      </w:r>
      <w:r w:rsidRPr="0006794D">
        <w:rPr>
          <w:rtl/>
          <w:lang w:bidi="fa-IR"/>
        </w:rPr>
        <w:t xml:space="preserve"> للحافظ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</w:t>
      </w:r>
      <w:r w:rsidRPr="0006794D">
        <w:rPr>
          <w:rtl/>
          <w:lang w:bidi="fa-IR"/>
        </w:rPr>
        <w:t xml:space="preserve"> الأصفهان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35. الخصائص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جعفر التستر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المطبعه الح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النجف الأشرف، 1375ق.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36. الخصال،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الصدوق،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37. خواص الآ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ات،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 تق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آقا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38. رسائل المحقق الکرک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 الحسّون، قم، مکتبه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اللّه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ص</w:t>
      </w:r>
      <w:r w:rsidRPr="0006794D">
        <w:rPr>
          <w:rtl/>
          <w:lang w:bidi="fa-IR"/>
        </w:rPr>
        <w:t>: 120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المرعش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1409ق.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39. رَوض الجِنان، لأب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الفتوح الراز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الآستانه الرضو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40. روضه الواعظ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لمحمد بن فتّال الن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سابور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النجف الأشرف.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41. الدره الباهره، للشه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الأول، الآستانه الرضو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المقدسه، 1365ش - 1408ق.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42. دعائم الإسلام، للقاض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نعمان المصر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طبعته مصوّرا، مؤسسه آل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43. الدعوات، للقطب الراوند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44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وان</w:t>
      </w:r>
      <w:r w:rsidRPr="0006794D">
        <w:rPr>
          <w:rtl/>
          <w:lang w:bidi="fa-IR"/>
        </w:rPr>
        <w:t xml:space="preserve"> أب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المجد،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 الرضا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احمد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المقدسه، 1408ق.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45. ذخائر العقب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مناقب ذو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القرب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لمحب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أحمد بن عبداللّه الطبر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46. 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البحار و 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الحکم و الآثار،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عباس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الآستانه الرضو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47. سنن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10 مجلدا.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48. سنن الترمذ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للترمذ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>49. سِ</w:t>
      </w:r>
      <w:r w:rsidRPr="0006794D">
        <w:rPr>
          <w:rFonts w:hint="cs"/>
          <w:rtl/>
          <w:lang w:bidi="fa-IR"/>
        </w:rPr>
        <w:t>یَ</w:t>
      </w:r>
      <w:r w:rsidRPr="0006794D">
        <w:rPr>
          <w:rFonts w:hint="eastAsia"/>
          <w:rtl/>
          <w:lang w:bidi="fa-IR"/>
        </w:rPr>
        <w:t>ر</w:t>
      </w:r>
      <w:r w:rsidRPr="0006794D">
        <w:rPr>
          <w:rtl/>
          <w:lang w:bidi="fa-IR"/>
        </w:rPr>
        <w:t xml:space="preserve"> أعلام النبلاء، للذهب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1406ق.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50. شرح الأخبار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فضائل الأئمه الأطهار، للقاض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نعمان المصر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51. شرح أصول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للمول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صالح المازندران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52. شرح نهج البلاغه، لابن أب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المعتزل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مصر.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ص</w:t>
      </w:r>
      <w:r w:rsidRPr="0006794D">
        <w:rPr>
          <w:rtl/>
          <w:lang w:bidi="fa-IR"/>
        </w:rPr>
        <w:t>: 121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53. 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فه</w:t>
      </w:r>
      <w:r w:rsidRPr="0006794D">
        <w:rPr>
          <w:rtl/>
          <w:lang w:bidi="fa-IR"/>
        </w:rPr>
        <w:t xml:space="preserve"> الإمام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نجف، الآستانه الرضو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54. عُده الداع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لإبن فهد الحل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طبعه مؤسسه المعارف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1420ق.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55. عقاب الأعمال،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الصدوق،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طهران.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56. عقد الدرر 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أخبار المنتظَر، 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وسف</w:t>
      </w:r>
      <w:r w:rsidRPr="0006794D">
        <w:rPr>
          <w:rtl/>
          <w:lang w:bidi="fa-IR"/>
        </w:rPr>
        <w:t xml:space="preserve"> بن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یی</w:t>
      </w:r>
      <w:r w:rsidRPr="0006794D">
        <w:rPr>
          <w:rtl/>
          <w:lang w:bidi="fa-IR"/>
        </w:rPr>
        <w:t xml:space="preserve"> بن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بن عبدالعز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ز</w:t>
      </w:r>
      <w:r w:rsidRPr="0006794D">
        <w:rPr>
          <w:rtl/>
          <w:lang w:bidi="fa-IR"/>
        </w:rPr>
        <w:t xml:space="preserve"> المقدس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الشافع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مصر 1399ق.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57.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ون</w:t>
      </w:r>
      <w:r w:rsidRPr="0006794D">
        <w:rPr>
          <w:rtl/>
          <w:lang w:bidi="fa-IR"/>
        </w:rPr>
        <w:t xml:space="preserve"> أخبار الرضا </w:t>
      </w:r>
      <w:r w:rsidR="00F16AFE" w:rsidRPr="00F16AFE">
        <w:rPr>
          <w:rStyle w:val="libAlaemChar"/>
          <w:rtl/>
        </w:rPr>
        <w:t xml:space="preserve">عليه‌السلام </w:t>
      </w:r>
      <w:r w:rsidRPr="0006794D">
        <w:rPr>
          <w:rtl/>
          <w:lang w:bidi="fa-IR"/>
        </w:rPr>
        <w:t>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الصدوق،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اللاجورد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>58. غررالحکم، للآمد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طبع المرحوم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الانصار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59. فاطمه الزهراء آ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عظمه اللّه، لجماعه من المحقق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60. الفتوح لابن أعثم الکوف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روت،</w:t>
      </w:r>
      <w:r w:rsidRPr="0006794D">
        <w:rPr>
          <w:rtl/>
          <w:lang w:bidi="fa-IR"/>
        </w:rPr>
        <w:t xml:space="preserve"> دارالندوه الجد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61. الفضائل، لشاذان بن جبرئ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62. فضائل الخمسه من الصحاح السته، للس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مرتض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روزآباد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63. فضائل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الصدوق،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64. 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ض</w:t>
      </w:r>
      <w:r w:rsidRPr="0006794D">
        <w:rPr>
          <w:rtl/>
          <w:lang w:bidi="fa-IR"/>
        </w:rPr>
        <w:t xml:space="preserve"> البار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إل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قره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الهاد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غ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اث</w:t>
      </w:r>
      <w:r w:rsidRPr="0006794D">
        <w:rPr>
          <w:rtl/>
          <w:lang w:bidi="fa-IR"/>
        </w:rPr>
        <w:t xml:space="preserve"> 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مجدالإسلام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المطبوع ضمن قب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عالمان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قم المقدسه 1381.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65. قب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له</w:t>
      </w:r>
      <w:r w:rsidRPr="0006794D">
        <w:rPr>
          <w:rtl/>
          <w:lang w:bidi="fa-IR"/>
        </w:rPr>
        <w:t xml:space="preserve"> عالمان 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 1381ش.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66. قواعد الأحکام، للعلامه الحل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67.کتاب ابل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tl/>
          <w:lang w:bidi="fa-IR"/>
        </w:rPr>
        <w:t xml:space="preserve"> اللع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دارالنشر دل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ل</w:t>
      </w:r>
      <w:r w:rsidRPr="0006794D">
        <w:rPr>
          <w:rtl/>
          <w:lang w:bidi="fa-IR"/>
        </w:rPr>
        <w:t xml:space="preserve"> ما، قم المقدسه، 1429.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ص</w:t>
      </w:r>
      <w:r w:rsidRPr="0006794D">
        <w:rPr>
          <w:rtl/>
          <w:lang w:bidi="fa-IR"/>
        </w:rPr>
        <w:t>: 122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68. الکاف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لمحمد بن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عقوب</w:t>
      </w:r>
      <w:r w:rsidRPr="0006794D">
        <w:rPr>
          <w:rtl/>
          <w:lang w:bidi="fa-IR"/>
        </w:rPr>
        <w:t xml:space="preserve"> الکل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طهران.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69. کتاب من لا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حضره</w:t>
      </w:r>
      <w:r w:rsidRPr="0006794D">
        <w:rPr>
          <w:rtl/>
          <w:lang w:bidi="fa-IR"/>
        </w:rPr>
        <w:t xml:space="preserve"> الفق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الصدوق،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70. کشف الغمّه، لمحمد بن 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الإربل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طهران.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71. الکشکول،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 بهاءالد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العامل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منشورات لسان الصدق، قم المقدسه، 2006م.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72. کنزالعمّال، للمتق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الهند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73. کنزالفوائد، للکراجک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عبداللّه النعمه،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74. مجمع البحر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للطر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و الطبع الحروف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75. المحاسن، للبرق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الس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مهد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الرجا</w:t>
      </w:r>
      <w:r w:rsidRPr="0006794D">
        <w:rPr>
          <w:rFonts w:hint="cs"/>
          <w:rtl/>
          <w:lang w:bidi="fa-IR"/>
        </w:rPr>
        <w:t>یی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76. محاضرات الاُدباء و محاورات الشعراء و البلغاء، للراغب الأصفهان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77. مختصر البصائر، للحسن بن سل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مان</w:t>
      </w:r>
      <w:r w:rsidRPr="0006794D">
        <w:rPr>
          <w:rtl/>
          <w:lang w:bidi="fa-IR"/>
        </w:rPr>
        <w:t xml:space="preserve"> الحل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78. مستدرک سف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نه</w:t>
      </w:r>
      <w:r w:rsidRPr="0006794D">
        <w:rPr>
          <w:rtl/>
          <w:lang w:bidi="fa-IR"/>
        </w:rPr>
        <w:t xml:space="preserve"> البحار،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النماز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الشاهرود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قم المقدسه، 1427ق.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79. المستدرک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الصح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سابور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الطبعه القد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مه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80. مستدرک وسائل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النور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طبع مؤسسه آل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81. مسکّن الفؤاد، للشه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الثان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آل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،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82. مشارق أنوار ال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للحافظ رجب البرس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83. المصباح، للکفعم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مصورا عن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Fonts w:hint="eastAsia"/>
          <w:rtl/>
          <w:lang w:bidi="fa-IR"/>
        </w:rPr>
        <w:t>ص</w:t>
      </w:r>
      <w:r w:rsidRPr="0006794D">
        <w:rPr>
          <w:rtl/>
          <w:lang w:bidi="fa-IR"/>
        </w:rPr>
        <w:t>: 123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 xml:space="preserve"> 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84. مصباح الشر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عه،</w:t>
      </w:r>
      <w:r w:rsidRPr="0006794D">
        <w:rPr>
          <w:rtl/>
          <w:lang w:bidi="fa-IR"/>
        </w:rPr>
        <w:t xml:space="preserve"> للصهردشت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الأعلم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85. مطالب السؤول، لمحمد بن طلحه الشافع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النجف الأشرف.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86. معان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الأخبار،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الصدوق،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عل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أکبر</w:t>
      </w:r>
      <w:r w:rsidRPr="0006794D">
        <w:rPr>
          <w:rtl/>
          <w:lang w:bidi="fa-IR"/>
        </w:rPr>
        <w:t xml:space="preserve"> الغفار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النشر الإسلام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87. مفات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ح</w:t>
      </w:r>
      <w:r w:rsidRPr="0006794D">
        <w:rPr>
          <w:rtl/>
          <w:lang w:bidi="fa-IR"/>
        </w:rPr>
        <w:t xml:space="preserve"> الجِنان،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عباس القم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88. مفتاح السعاده،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محمد تق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آقا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الأصفهان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>89. المناقب، لابن شهر آشوب،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90. منهج الصادق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فتح اللّه الکاشان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طهران.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91. موسوعه أحاد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</w:t>
      </w:r>
      <w:r w:rsidRPr="0006794D">
        <w:rPr>
          <w:rtl/>
          <w:lang w:bidi="fa-IR"/>
        </w:rPr>
        <w:t xml:space="preserve"> أهل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</w:t>
      </w:r>
      <w:r w:rsidR="00F16AFE" w:rsidRPr="00F16AFE">
        <w:rPr>
          <w:rStyle w:val="libAlaemChar"/>
          <w:rtl/>
        </w:rPr>
        <w:t xml:space="preserve">عليهم‌السلام </w:t>
      </w:r>
      <w:r w:rsidRPr="0006794D">
        <w:rPr>
          <w:rtl/>
          <w:lang w:bidi="fa-IR"/>
        </w:rPr>
        <w:t>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دارإح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اء</w:t>
      </w:r>
      <w:r w:rsidRPr="0006794D">
        <w:rPr>
          <w:rtl/>
          <w:lang w:bidi="fa-IR"/>
        </w:rPr>
        <w:t xml:space="preserve"> التراث العرب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روت</w:t>
      </w:r>
      <w:r w:rsidRPr="0006794D">
        <w:rPr>
          <w:rtl/>
          <w:lang w:bidi="fa-IR"/>
        </w:rPr>
        <w:t xml:space="preserve"> 1423ق.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92. 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راث</w:t>
      </w:r>
      <w:r w:rsidRPr="0006794D">
        <w:rPr>
          <w:rtl/>
          <w:lang w:bidi="fa-IR"/>
        </w:rPr>
        <w:t xml:space="preserve"> حوزه اصفهان، لجماعه من المحقق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ن،</w:t>
      </w:r>
      <w:r w:rsidRPr="0006794D">
        <w:rPr>
          <w:rtl/>
          <w:lang w:bidi="fa-IR"/>
        </w:rPr>
        <w:t xml:space="preserve"> أصفهان.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93. النبراس، للحاج المول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السبزوار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مصورا عن الطبع الحجر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>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94. نثرالدُّر، لمنصور بن الحس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الآب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تحق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ق</w:t>
      </w:r>
      <w:r w:rsidRPr="0006794D">
        <w:rPr>
          <w:rtl/>
          <w:lang w:bidi="fa-IR"/>
        </w:rPr>
        <w:t xml:space="preserve"> محمد عل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قرنه، مصر.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95. نهج البلاغه، للس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د</w:t>
      </w:r>
      <w:r w:rsidRPr="0006794D">
        <w:rPr>
          <w:rtl/>
          <w:lang w:bidi="fa-IR"/>
        </w:rPr>
        <w:t xml:space="preserve"> الرض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طبع صبح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صالح.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96. نزهه الناظر و تنب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ه</w:t>
      </w:r>
      <w:r w:rsidRPr="0006794D">
        <w:rPr>
          <w:rtl/>
          <w:lang w:bidi="fa-IR"/>
        </w:rPr>
        <w:t xml:space="preserve"> الخاطر، للحس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ن</w:t>
      </w:r>
      <w:r w:rsidRPr="0006794D">
        <w:rPr>
          <w:rtl/>
          <w:lang w:bidi="fa-IR"/>
        </w:rPr>
        <w:t xml:space="preserve"> بن محمد بن حسن بن نصر الحلوان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المقدسه 1408ق.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97. نوادر المعجزات، للطبر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الإمام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الطبعه الحد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ثه،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98. وسائل الش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عه،</w:t>
      </w:r>
      <w:r w:rsidRPr="0006794D">
        <w:rPr>
          <w:rtl/>
          <w:lang w:bidi="fa-IR"/>
        </w:rPr>
        <w:t xml:space="preserve">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الحر العامل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مؤسسه آل الب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ت،</w:t>
      </w:r>
      <w:r w:rsidRPr="0006794D">
        <w:rPr>
          <w:rtl/>
          <w:lang w:bidi="fa-IR"/>
        </w:rPr>
        <w:t xml:space="preserve"> قم المقدسه.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t>99. ولا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ت</w:t>
      </w:r>
      <w:r w:rsidRPr="0006794D">
        <w:rPr>
          <w:rtl/>
          <w:lang w:bidi="fa-IR"/>
        </w:rPr>
        <w:t xml:space="preserve"> و امامت،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1370ش - 1413ق.</w:t>
      </w:r>
    </w:p>
    <w:p w:rsidR="0006794D" w:rsidRPr="0006794D" w:rsidRDefault="0006794D" w:rsidP="0006794D">
      <w:pPr>
        <w:pStyle w:val="libNormal"/>
        <w:rPr>
          <w:rtl/>
          <w:lang w:bidi="fa-IR"/>
        </w:rPr>
      </w:pPr>
    </w:p>
    <w:p w:rsidR="0006794D" w:rsidRPr="0006794D" w:rsidRDefault="0006794D" w:rsidP="0006794D">
      <w:pPr>
        <w:pStyle w:val="libNormal"/>
        <w:rPr>
          <w:rtl/>
          <w:lang w:bidi="fa-IR"/>
        </w:rPr>
      </w:pPr>
      <w:r w:rsidRPr="0006794D">
        <w:rPr>
          <w:rtl/>
          <w:lang w:bidi="fa-IR"/>
        </w:rPr>
        <w:lastRenderedPageBreak/>
        <w:t xml:space="preserve">100. 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وم</w:t>
      </w:r>
      <w:r w:rsidRPr="0006794D">
        <w:rPr>
          <w:rtl/>
          <w:lang w:bidi="fa-IR"/>
        </w:rPr>
        <w:t xml:space="preserve"> الطّفّ، للش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خ</w:t>
      </w:r>
      <w:r w:rsidRPr="0006794D">
        <w:rPr>
          <w:rtl/>
          <w:lang w:bidi="fa-IR"/>
        </w:rPr>
        <w:t xml:space="preserve"> هاد</w:t>
      </w:r>
      <w:r w:rsidRPr="0006794D">
        <w:rPr>
          <w:rFonts w:hint="cs"/>
          <w:rtl/>
          <w:lang w:bidi="fa-IR"/>
        </w:rPr>
        <w:t>ی</w:t>
      </w:r>
      <w:r w:rsidRPr="0006794D">
        <w:rPr>
          <w:rtl/>
          <w:lang w:bidi="fa-IR"/>
        </w:rPr>
        <w:t xml:space="preserve"> النجف</w:t>
      </w:r>
      <w:r w:rsidRPr="0006794D">
        <w:rPr>
          <w:rFonts w:hint="cs"/>
          <w:rtl/>
          <w:lang w:bidi="fa-IR"/>
        </w:rPr>
        <w:t>ی</w:t>
      </w:r>
      <w:r w:rsidRPr="0006794D">
        <w:rPr>
          <w:rFonts w:hint="eastAsia"/>
          <w:rtl/>
          <w:lang w:bidi="fa-IR"/>
        </w:rPr>
        <w:t>،</w:t>
      </w:r>
      <w:r w:rsidRPr="0006794D">
        <w:rPr>
          <w:rtl/>
          <w:lang w:bidi="fa-IR"/>
        </w:rPr>
        <w:t xml:space="preserve"> قم 1413ق. </w:t>
      </w:r>
    </w:p>
    <w:p w:rsidR="002F722C" w:rsidRDefault="00AE0BED" w:rsidP="002F722C">
      <w:pPr>
        <w:pStyle w:val="Heading1Center"/>
      </w:pPr>
      <w:r>
        <w:rPr>
          <w:rtl/>
          <w:lang w:bidi="fa-IR"/>
        </w:rPr>
        <w:br w:type="page"/>
      </w:r>
      <w:bookmarkStart w:id="130" w:name="_Toc66035371"/>
      <w:bookmarkStart w:id="131" w:name="_Toc66035437"/>
      <w:r>
        <w:rPr>
          <w:rFonts w:hint="cs"/>
          <w:rtl/>
          <w:lang w:bidi="fa-IR"/>
        </w:rPr>
        <w:lastRenderedPageBreak/>
        <w:t>فهرست مطالب</w:t>
      </w:r>
      <w:bookmarkEnd w:id="130"/>
      <w:bookmarkEnd w:id="131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85270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11739" w:rsidRDefault="00011739" w:rsidP="00011739">
          <w:pPr>
            <w:pStyle w:val="TOCHeading"/>
          </w:pPr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043FEC">
            <w:fldChar w:fldCharType="begin"/>
          </w:r>
          <w:r w:rsidR="00011739">
            <w:instrText xml:space="preserve"> TOC \o "1-3" \h \z \u </w:instrText>
          </w:r>
          <w:r w:rsidRPr="00043FEC">
            <w:fldChar w:fldCharType="separate"/>
          </w:r>
          <w:hyperlink w:anchor="_Toc66035372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شگفتار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Toc66035372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73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Toc66035373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74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الکنز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الثان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  <w:lang w:bidi="fa-IR"/>
              </w:rPr>
              <w:t>صلى‌الله‌عليه‌وآله‌وسلم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Toc66035374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75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الکنز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أم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أب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طالب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Toc66035375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76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الزهراء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eastAsiaTheme="minorHAnsi" w:cs="Rafed Alaem" w:hint="eastAsia"/>
                <w:noProof/>
                <w:rtl/>
              </w:rPr>
              <w:t>عليها‌السلام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Toc66035376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77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المجتب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Toc66035377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78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الحس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الشه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Toc66035378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79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الحس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السجاد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Toc66035379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0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باقر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العلوم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Toc66035380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1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الصادق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Toc66035381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2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موس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الکاظم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Toc66035382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3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موس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الرضا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Toc66035383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4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الجواد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Toc66035384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5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الهاد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Toc66035385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6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العسکر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Toc66035386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7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الحجه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صاحب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الزمان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Toc66035387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8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کتابه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سطور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النب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Toc66035388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89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الشفاعه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تجر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العوالم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الثلاثه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Toc66035389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0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العلم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الکنز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Toc66035390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1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دراسه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العلوم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الحوزو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Toc66035391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2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الکنوز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الت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أنت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تملکها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Toc66035392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3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أشعار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أب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المجد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التوکل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Toc66035393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4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التوسل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Toc66035394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5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الدعاء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Toc66035395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6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التهجد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Toc66035396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7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التوبه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Toc66035397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8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قرأءه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القرآن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Toc66035398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399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الصدقه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Toc66035399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0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الإنفاق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Toc66035400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1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الوالده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Toc66035401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2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القناعه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Toc66035402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3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الخلق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الحسن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Toc66035403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4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الصبر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Toc66035404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5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الأ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Toc66035405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6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الصمت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Toc66035406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7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الانتظار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للصلاه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Toc66035407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8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سوره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الحمد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Toc66035408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09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آ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الکرس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Toc66035409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0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سوره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القدر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Toc66035410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1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سوره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المؤمن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ن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Toc66035411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2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کلمه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التوح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د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Toc66035412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3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المعروف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Toc66035413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4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العمل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Toc66035414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5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التقو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Toc66035415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6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الصلاه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أول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وم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من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رجب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Toc66035416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7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دعاء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لأب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عبدالله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Toc66035417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8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الجوشن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الکب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ر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Toc66035418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19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کلمات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من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کنوز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العرش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Toc66035419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0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الوسائل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إل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المسائل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Toc66035420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1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الکنز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الروا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ات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طلق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عل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أش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اء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و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امور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Toc66035421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2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أربعه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من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کنوز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البر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Toc66035422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3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أربعه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من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کنوز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الجنه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Toc66035423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4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الکوفه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کنز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الإ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مان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Toc66035424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5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کنوز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الله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الطالقان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Toc66035425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6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الکنز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لابد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أن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ودع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عند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الأم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ن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Toc66035426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7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خاتمه</w:t>
            </w:r>
            <w:r w:rsidR="00011739" w:rsidRPr="00D504B3">
              <w:rPr>
                <w:rStyle w:val="Hyperlink"/>
                <w:noProof/>
                <w:rtl/>
              </w:rPr>
              <w:t>: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Toc66035427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8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دعاء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الإمام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الصادق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 w:rsidRPr="00D504B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ف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مجلس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المنصور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للنجاه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منه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Toc66035428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29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وص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الإمام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الصادق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 w:rsidRPr="00D504B3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لولده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الإمام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الکاظم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Toc66035429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0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اُوص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ک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بما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وصّ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بها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أم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ولده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الإمام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الحسن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eastAsiaTheme="minorHAnsi" w:cs="Rafed Alaem" w:hint="eastAsia"/>
                <w:noProof/>
                <w:rtl/>
              </w:rPr>
              <w:t>عليه‌السلام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Toc66035430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1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وصا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لقمان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لابنه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Toc66035431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2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وصا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العلامه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الحل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لولده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cs="Rafed Alaem" w:hint="eastAsia"/>
                <w:noProof/>
                <w:rtl/>
              </w:rPr>
              <w:t>قدس‌سره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Toc66035432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3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الروا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ات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کلها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کنوز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Toc66035433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4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إن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تر</w:t>
            </w:r>
            <w:r w:rsidR="00011739" w:rsidRPr="00D504B3">
              <w:rPr>
                <w:rStyle w:val="Hyperlink"/>
                <w:rFonts w:hint="cs"/>
                <w:noProof/>
                <w:rtl/>
              </w:rPr>
              <w:t>ی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د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المال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و</w:t>
            </w:r>
            <w:r w:rsidR="00011739" w:rsidRPr="00D504B3">
              <w:rPr>
                <w:rStyle w:val="Hyperlink"/>
                <w:noProof/>
                <w:rtl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</w:rPr>
              <w:t>الثروه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Toc66035434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5" w:history="1">
            <w:r w:rsidR="00011739" w:rsidRPr="00D504B3">
              <w:rPr>
                <w:rStyle w:val="Hyperlink"/>
                <w:rFonts w:hint="eastAsia"/>
                <w:noProof/>
                <w:rtl/>
              </w:rPr>
              <w:t>ضمائم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Toc66035435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6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مصادر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الکتاب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Toc66035436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6035437" w:history="1"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011739" w:rsidRPr="00D504B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011739" w:rsidRPr="00D504B3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01173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 w:rsidR="00011739">
              <w:rPr>
                <w:noProof/>
                <w:webHidden/>
              </w:rPr>
              <w:instrText>PAGEREF</w:instrText>
            </w:r>
            <w:r w:rsidR="00011739">
              <w:rPr>
                <w:noProof/>
                <w:webHidden/>
                <w:rtl/>
              </w:rPr>
              <w:instrText xml:space="preserve"> _</w:instrText>
            </w:r>
            <w:r w:rsidR="00011739">
              <w:rPr>
                <w:noProof/>
                <w:webHidden/>
              </w:rPr>
              <w:instrText>Toc66035437 \h</w:instrText>
            </w:r>
            <w:r w:rsidR="0001173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11739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1739" w:rsidRDefault="00043FEC">
          <w:r>
            <w:fldChar w:fldCharType="end"/>
          </w:r>
        </w:p>
      </w:sdtContent>
    </w:sdt>
    <w:p w:rsidR="002F722C" w:rsidRDefault="002F722C"/>
    <w:sectPr w:rsidR="002F722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313" w:rsidRDefault="00396313">
      <w:r>
        <w:separator/>
      </w:r>
    </w:p>
  </w:endnote>
  <w:endnote w:type="continuationSeparator" w:id="0">
    <w:p w:rsidR="00396313" w:rsidRDefault="0039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3DA" w:rsidRDefault="00043FEC">
    <w:pPr>
      <w:pStyle w:val="Footer"/>
    </w:pPr>
    <w:fldSimple w:instr=" PAGE   \* MERGEFORMAT ">
      <w:r w:rsidR="00BB2EBE">
        <w:rPr>
          <w:noProof/>
          <w:rtl/>
        </w:rPr>
        <w:t>2</w:t>
      </w:r>
    </w:fldSimple>
  </w:p>
  <w:p w:rsidR="001543DA" w:rsidRDefault="001543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3DA" w:rsidRDefault="00043FEC">
    <w:pPr>
      <w:pStyle w:val="Footer"/>
    </w:pPr>
    <w:fldSimple w:instr=" PAGE   \* MERGEFORMAT ">
      <w:r w:rsidR="00BB2EBE">
        <w:rPr>
          <w:noProof/>
          <w:rtl/>
        </w:rPr>
        <w:t>3</w:t>
      </w:r>
    </w:fldSimple>
  </w:p>
  <w:p w:rsidR="001543DA" w:rsidRDefault="001543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3DA" w:rsidRDefault="00043FEC">
    <w:pPr>
      <w:pStyle w:val="Footer"/>
    </w:pPr>
    <w:fldSimple w:instr=" PAGE   \* MERGEFORMAT ">
      <w:r w:rsidR="00BB2EBE">
        <w:rPr>
          <w:noProof/>
          <w:rtl/>
        </w:rPr>
        <w:t>1</w:t>
      </w:r>
    </w:fldSimple>
  </w:p>
  <w:p w:rsidR="001543DA" w:rsidRDefault="001543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313" w:rsidRDefault="00396313">
      <w:r>
        <w:separator/>
      </w:r>
    </w:p>
  </w:footnote>
  <w:footnote w:type="continuationSeparator" w:id="0">
    <w:p w:rsidR="00396313" w:rsidRDefault="003963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AFE"/>
    <w:rsid w:val="00005A19"/>
    <w:rsid w:val="00010942"/>
    <w:rsid w:val="00011739"/>
    <w:rsid w:val="000174B8"/>
    <w:rsid w:val="000217A6"/>
    <w:rsid w:val="00024AA0"/>
    <w:rsid w:val="000267FE"/>
    <w:rsid w:val="00030622"/>
    <w:rsid w:val="00036067"/>
    <w:rsid w:val="00040272"/>
    <w:rsid w:val="00040798"/>
    <w:rsid w:val="00043023"/>
    <w:rsid w:val="00043FEC"/>
    <w:rsid w:val="00054406"/>
    <w:rsid w:val="0006216A"/>
    <w:rsid w:val="0006794D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130"/>
    <w:rsid w:val="000D0932"/>
    <w:rsid w:val="000D180B"/>
    <w:rsid w:val="000D1BDF"/>
    <w:rsid w:val="000D1D47"/>
    <w:rsid w:val="000D71B7"/>
    <w:rsid w:val="000E6824"/>
    <w:rsid w:val="000E783D"/>
    <w:rsid w:val="000F6B97"/>
    <w:rsid w:val="0010049D"/>
    <w:rsid w:val="00103EB4"/>
    <w:rsid w:val="001048E2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43DA"/>
    <w:rsid w:val="00157306"/>
    <w:rsid w:val="00160F76"/>
    <w:rsid w:val="00163D83"/>
    <w:rsid w:val="00164597"/>
    <w:rsid w:val="00164767"/>
    <w:rsid w:val="00164810"/>
    <w:rsid w:val="001712E1"/>
    <w:rsid w:val="0018257B"/>
    <w:rsid w:val="00182CD3"/>
    <w:rsid w:val="0018664D"/>
    <w:rsid w:val="00187017"/>
    <w:rsid w:val="00187246"/>
    <w:rsid w:val="001937F7"/>
    <w:rsid w:val="001A1408"/>
    <w:rsid w:val="001A2AD1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2E6C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065C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2F722C"/>
    <w:rsid w:val="00301DA7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13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B8F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57503"/>
    <w:rsid w:val="0046634E"/>
    <w:rsid w:val="00467E54"/>
    <w:rsid w:val="00470378"/>
    <w:rsid w:val="004722F9"/>
    <w:rsid w:val="00475E99"/>
    <w:rsid w:val="004766F8"/>
    <w:rsid w:val="00481FD0"/>
    <w:rsid w:val="00482060"/>
    <w:rsid w:val="0048221F"/>
    <w:rsid w:val="004856A0"/>
    <w:rsid w:val="004857ED"/>
    <w:rsid w:val="00487AE8"/>
    <w:rsid w:val="004919C3"/>
    <w:rsid w:val="00494861"/>
    <w:rsid w:val="004953C3"/>
    <w:rsid w:val="00497042"/>
    <w:rsid w:val="004A0866"/>
    <w:rsid w:val="004A21EF"/>
    <w:rsid w:val="004A5E75"/>
    <w:rsid w:val="004B17F4"/>
    <w:rsid w:val="004B3F28"/>
    <w:rsid w:val="004B44D4"/>
    <w:rsid w:val="004C3E90"/>
    <w:rsid w:val="004C4336"/>
    <w:rsid w:val="004C77B5"/>
    <w:rsid w:val="004D6BCF"/>
    <w:rsid w:val="004D7678"/>
    <w:rsid w:val="004D7CD7"/>
    <w:rsid w:val="004E6E95"/>
    <w:rsid w:val="004F3290"/>
    <w:rsid w:val="004F4B1F"/>
    <w:rsid w:val="004F58BA"/>
    <w:rsid w:val="00501969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1D9E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3A8A"/>
    <w:rsid w:val="00665B79"/>
    <w:rsid w:val="00666CF8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40C2"/>
    <w:rsid w:val="00697257"/>
    <w:rsid w:val="006A77BD"/>
    <w:rsid w:val="006A7D4D"/>
    <w:rsid w:val="006B5C71"/>
    <w:rsid w:val="006B7F0E"/>
    <w:rsid w:val="006C4B43"/>
    <w:rsid w:val="006C4C24"/>
    <w:rsid w:val="006D36EC"/>
    <w:rsid w:val="006D6DC1"/>
    <w:rsid w:val="006D6F9A"/>
    <w:rsid w:val="006E2C8E"/>
    <w:rsid w:val="006E446F"/>
    <w:rsid w:val="006E6291"/>
    <w:rsid w:val="006E6CD7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43D6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46CD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B66DA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07438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3CFF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4AD4"/>
    <w:rsid w:val="009F5327"/>
    <w:rsid w:val="009F6DDF"/>
    <w:rsid w:val="00A00A9C"/>
    <w:rsid w:val="00A037DB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375D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0BED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2EBE"/>
    <w:rsid w:val="00BB5951"/>
    <w:rsid w:val="00BB5C83"/>
    <w:rsid w:val="00BB643C"/>
    <w:rsid w:val="00BB76D0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3A98"/>
    <w:rsid w:val="00CB686E"/>
    <w:rsid w:val="00CC0833"/>
    <w:rsid w:val="00CC12EE"/>
    <w:rsid w:val="00CC156E"/>
    <w:rsid w:val="00CC1B44"/>
    <w:rsid w:val="00CC4FE6"/>
    <w:rsid w:val="00CD1FC1"/>
    <w:rsid w:val="00CD46F6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1C7D"/>
    <w:rsid w:val="00D24B24"/>
    <w:rsid w:val="00D24EB0"/>
    <w:rsid w:val="00D25987"/>
    <w:rsid w:val="00D26A33"/>
    <w:rsid w:val="00D33A32"/>
    <w:rsid w:val="00D379F4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4725D"/>
    <w:rsid w:val="00E50FF4"/>
    <w:rsid w:val="00E5512D"/>
    <w:rsid w:val="00E574E5"/>
    <w:rsid w:val="00E6232E"/>
    <w:rsid w:val="00E626F5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16AFE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B8F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4766F8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766F8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2F722C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2F722C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2F722C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2F722C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up1439\mahe_rab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2B54-753B-412A-BA00-75E97E46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266</TotalTime>
  <Pages>182</Pages>
  <Words>24552</Words>
  <Characters>139947</Characters>
  <Application>Microsoft Office Word</Application>
  <DocSecurity>0</DocSecurity>
  <Lines>1166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16</cp:revision>
  <cp:lastPrinted>1601-01-01T00:00:00Z</cp:lastPrinted>
  <dcterms:created xsi:type="dcterms:W3CDTF">2021-02-14T17:35:00Z</dcterms:created>
  <dcterms:modified xsi:type="dcterms:W3CDTF">2021-03-22T18:21:00Z</dcterms:modified>
</cp:coreProperties>
</file>